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982B9" w14:textId="77777777" w:rsidR="003D743A" w:rsidRPr="004C12BD" w:rsidRDefault="003D743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  <w:bookmarkStart w:id="0" w:name="Title"/>
    </w:p>
    <w:p w14:paraId="3A38B119" w14:textId="77777777" w:rsidR="00662D6D" w:rsidRPr="00BD488B" w:rsidRDefault="00662D6D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trike/>
        </w:rPr>
      </w:pPr>
    </w:p>
    <w:p w14:paraId="2BEEE745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072B1E15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1C2DC135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2259BCDD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67AF1D02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43F8D4CE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3C08BF13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36970662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5ADCA635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5DE11977" w14:textId="77777777" w:rsidR="006F6438" w:rsidRPr="00FC3D7D" w:rsidRDefault="006F6438" w:rsidP="00764E4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ascii="Angsana New" w:hAnsi="Angsana New" w:cs="Angsana New"/>
          <w:sz w:val="52"/>
          <w:szCs w:val="52"/>
        </w:rPr>
      </w:pPr>
      <w:bookmarkStart w:id="1" w:name="Start"/>
      <w:bookmarkEnd w:id="0"/>
      <w:bookmarkEnd w:id="1"/>
    </w:p>
    <w:p w14:paraId="5E0B4E88" w14:textId="5A0CAEEC" w:rsidR="00F668EB" w:rsidRPr="000F2BBF" w:rsidRDefault="00F668EB" w:rsidP="00764E4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ascii="Angsana New" w:hAnsi="Angsana New" w:cs="Angsana New"/>
          <w:sz w:val="52"/>
          <w:szCs w:val="52"/>
          <w:cs/>
        </w:rPr>
      </w:pPr>
      <w:r w:rsidRPr="000F2BBF">
        <w:rPr>
          <w:rFonts w:ascii="Angsana New" w:hAnsi="Angsana New" w:cs="Angsana New"/>
          <w:sz w:val="52"/>
          <w:szCs w:val="52"/>
          <w:cs/>
        </w:rPr>
        <w:t>บริษัท สบาย เทคโนโลยี จำกัด (มหาชน)</w:t>
      </w:r>
      <w:r w:rsidR="008209B8" w:rsidRPr="000F2BBF">
        <w:rPr>
          <w:rFonts w:ascii="Angsana New" w:hAnsi="Angsana New" w:cs="Angsana New" w:hint="cs"/>
          <w:sz w:val="52"/>
          <w:szCs w:val="52"/>
          <w:cs/>
        </w:rPr>
        <w:t xml:space="preserve"> และบริษัทย่อย</w:t>
      </w:r>
    </w:p>
    <w:p w14:paraId="66730A15" w14:textId="5D6F2EA7" w:rsidR="006F6438" w:rsidRPr="000F2BBF" w:rsidRDefault="002D2D89" w:rsidP="00764E43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6375"/>
        </w:tabs>
        <w:spacing w:line="240" w:lineRule="auto"/>
        <w:rPr>
          <w:rFonts w:ascii="Angsana New" w:hAnsi="Angsana New" w:cs="Angsana New"/>
          <w:sz w:val="44"/>
          <w:szCs w:val="44"/>
          <w:cs/>
        </w:rPr>
      </w:pPr>
      <w:r w:rsidRPr="000F2BBF">
        <w:rPr>
          <w:rFonts w:ascii="Angsana New" w:hAnsi="Angsana New" w:cs="Angsana New"/>
          <w:sz w:val="44"/>
          <w:szCs w:val="44"/>
        </w:rPr>
        <w:tab/>
      </w:r>
      <w:r w:rsidRPr="000F2BBF">
        <w:rPr>
          <w:rFonts w:ascii="Angsana New" w:hAnsi="Angsana New" w:cs="Angsana New"/>
          <w:sz w:val="44"/>
          <w:szCs w:val="44"/>
        </w:rPr>
        <w:tab/>
      </w:r>
    </w:p>
    <w:p w14:paraId="3864A511" w14:textId="77777777" w:rsidR="00DD02F8" w:rsidRPr="000F2BBF" w:rsidRDefault="009846F9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0F2BBF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</w:t>
      </w:r>
      <w:r w:rsidR="00DD02F8" w:rsidRPr="000F2BB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ระหว่างกาลแบบย่อ</w:t>
      </w:r>
    </w:p>
    <w:p w14:paraId="0D28F37B" w14:textId="6C02A6E7" w:rsidR="00602085" w:rsidRDefault="00602085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602085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</w:t>
      </w:r>
      <w:r w:rsidR="00EE3CB9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สามเดือนและ</w:t>
      </w:r>
      <w:r w:rsidR="004B66E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หก</w:t>
      </w:r>
      <w:r w:rsidRPr="0060208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เดือนสิ้นสุดวันที่ </w:t>
      </w:r>
      <w:r w:rsidR="00ED7D60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 w:rsidR="004B66E5">
        <w:rPr>
          <w:rFonts w:ascii="Angsana New" w:hAnsi="Angsana New" w:cs="Angsana New"/>
          <w:b w:val="0"/>
          <w:bCs w:val="0"/>
          <w:sz w:val="32"/>
          <w:szCs w:val="32"/>
        </w:rPr>
        <w:t xml:space="preserve">0 </w:t>
      </w:r>
      <w:r w:rsidR="00267BC0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มิถุนายน</w:t>
      </w:r>
      <w:r w:rsidR="00ED7D60">
        <w:rPr>
          <w:rFonts w:ascii="Angsana New" w:hAnsi="Angsana New" w:cs="Angsana New"/>
          <w:b w:val="0"/>
          <w:bCs w:val="0"/>
          <w:sz w:val="32"/>
          <w:szCs w:val="32"/>
        </w:rPr>
        <w:t xml:space="preserve"> 2566</w:t>
      </w:r>
    </w:p>
    <w:p w14:paraId="257D1EC2" w14:textId="68EAA781" w:rsidR="002357BF" w:rsidRPr="000F2BBF" w:rsidRDefault="002357BF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0F2BBF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4C11BC5C" w14:textId="78777507" w:rsidR="002357BF" w:rsidRPr="000F2BBF" w:rsidRDefault="009846F9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</w:rPr>
      </w:pPr>
      <w:r w:rsidRPr="000F2BBF">
        <w:rPr>
          <w:rFonts w:cs="Angsana New"/>
          <w:b w:val="0"/>
          <w:bCs w:val="0"/>
          <w:sz w:val="32"/>
          <w:szCs w:val="32"/>
          <w:cs/>
        </w:rPr>
        <w:t>รายงาน</w:t>
      </w:r>
      <w:r w:rsidR="00DD02F8" w:rsidRPr="000F2BBF">
        <w:rPr>
          <w:rFonts w:cs="Angsana New" w:hint="cs"/>
          <w:b w:val="0"/>
          <w:bCs w:val="0"/>
          <w:sz w:val="32"/>
          <w:szCs w:val="32"/>
          <w:cs/>
        </w:rPr>
        <w:t>การสอบทาน</w:t>
      </w:r>
      <w:r w:rsidRPr="000F2BBF">
        <w:rPr>
          <w:rFonts w:cs="Angsana New"/>
          <w:b w:val="0"/>
          <w:bCs w:val="0"/>
          <w:sz w:val="32"/>
          <w:szCs w:val="32"/>
          <w:cs/>
        </w:rPr>
        <w:t>ของผู้สอบบัญชีรับอนุญาต</w:t>
      </w:r>
    </w:p>
    <w:p w14:paraId="5F7404FD" w14:textId="77777777" w:rsidR="00C27EA7" w:rsidRPr="000F2BBF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sz w:val="32"/>
          <w:szCs w:val="32"/>
        </w:rPr>
      </w:pPr>
    </w:p>
    <w:p w14:paraId="00F04983" w14:textId="77777777" w:rsidR="003D4E48" w:rsidRPr="000F2BBF" w:rsidRDefault="003D4E48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cs/>
        </w:rPr>
        <w:sectPr w:rsidR="003D4E48" w:rsidRPr="000F2BBF" w:rsidSect="001C3C1E">
          <w:headerReference w:type="default" r:id="rId8"/>
          <w:footerReference w:type="default" r:id="rId9"/>
          <w:headerReference w:type="first" r:id="rId10"/>
          <w:type w:val="nextColumn"/>
          <w:pgSz w:w="11909" w:h="16834" w:code="9"/>
          <w:pgMar w:top="691" w:right="1152" w:bottom="576" w:left="1152" w:header="720" w:footer="720" w:gutter="0"/>
          <w:pgNumType w:start="0"/>
          <w:cols w:space="720"/>
        </w:sectPr>
      </w:pPr>
    </w:p>
    <w:p w14:paraId="1D40D3C6" w14:textId="77777777" w:rsidR="00F470B8" w:rsidRPr="000F2BBF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5B091AB6" w14:textId="77777777" w:rsidR="00F470B8" w:rsidRPr="000F2BBF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07529DE9" w14:textId="630E3642" w:rsidR="00F470B8" w:rsidRPr="000F2BBF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334478E4" w14:textId="64DE806B" w:rsidR="00277F38" w:rsidRPr="000F2BBF" w:rsidRDefault="00277F3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35A6B799" w14:textId="57DE3349" w:rsidR="008F6358" w:rsidRDefault="008F635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02625509" w14:textId="1164E1C3" w:rsidR="008F6358" w:rsidRDefault="008F635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66359EC0" w14:textId="77777777" w:rsidR="008F6358" w:rsidRPr="000F2BBF" w:rsidRDefault="008F635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0780B117" w14:textId="77777777" w:rsidR="00F470B8" w:rsidRPr="000F2BBF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6F1670BB" w14:textId="77777777" w:rsidR="00F470B8" w:rsidRPr="000F2BBF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430F7DB3" w14:textId="2FA060BB" w:rsidR="00E54C08" w:rsidRPr="000F2BBF" w:rsidRDefault="00E54C08" w:rsidP="00E54C08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  <w:r w:rsidRPr="000F2BBF">
        <w:rPr>
          <w:rFonts w:ascii="Angsana New" w:hAnsi="Angsana New"/>
          <w:b/>
          <w:bCs/>
          <w:sz w:val="32"/>
          <w:szCs w:val="32"/>
          <w:cs/>
        </w:rPr>
        <w:t>รายงาน</w:t>
      </w:r>
      <w:r w:rsidR="00396E0A" w:rsidRPr="000F2BBF">
        <w:rPr>
          <w:rFonts w:ascii="Angsana New" w:hAnsi="Angsana New" w:hint="cs"/>
          <w:b/>
          <w:bCs/>
          <w:sz w:val="32"/>
          <w:szCs w:val="32"/>
          <w:cs/>
        </w:rPr>
        <w:t>การสอบทานข้อมูลทางการเงินระหว่างกาลโดย</w:t>
      </w:r>
      <w:r w:rsidRPr="000F2BBF">
        <w:rPr>
          <w:rFonts w:ascii="Angsana New" w:hAnsi="Angsana New"/>
          <w:b/>
          <w:bCs/>
          <w:sz w:val="32"/>
          <w:szCs w:val="32"/>
          <w:cs/>
        </w:rPr>
        <w:t>ผู้สอบบัญชีรับอนุญาต</w:t>
      </w:r>
    </w:p>
    <w:p w14:paraId="445622E7" w14:textId="77777777" w:rsidR="00E54C08" w:rsidRPr="000F2BBF" w:rsidRDefault="00E54C08" w:rsidP="00E54C08">
      <w:pPr>
        <w:rPr>
          <w:rFonts w:ascii="Angsana New" w:hAnsi="Angsana New"/>
          <w:b/>
          <w:bCs/>
          <w:sz w:val="30"/>
          <w:szCs w:val="30"/>
        </w:rPr>
      </w:pPr>
    </w:p>
    <w:p w14:paraId="1D83613C" w14:textId="32C68414" w:rsidR="00E54C08" w:rsidRPr="000F2BBF" w:rsidRDefault="00E54C08" w:rsidP="00E54C08">
      <w:pPr>
        <w:rPr>
          <w:rFonts w:ascii="Angsana New" w:hAnsi="Angsana New"/>
          <w:b/>
          <w:bCs/>
          <w:sz w:val="30"/>
          <w:szCs w:val="30"/>
        </w:rPr>
      </w:pPr>
      <w:r w:rsidRPr="000F2BBF">
        <w:rPr>
          <w:rFonts w:ascii="Angsana New" w:hAnsi="Angsana New"/>
          <w:b/>
          <w:bCs/>
          <w:sz w:val="30"/>
          <w:szCs w:val="30"/>
          <w:cs/>
        </w:rPr>
        <w:t xml:space="preserve">เสนอ </w:t>
      </w:r>
      <w:bookmarkStart w:id="2" w:name="_Hlk30690100"/>
      <w:r w:rsidR="00340D28" w:rsidRPr="000F2BBF">
        <w:rPr>
          <w:rFonts w:ascii="Angsana New" w:hAnsi="Angsana New" w:hint="cs"/>
          <w:b/>
          <w:bCs/>
          <w:sz w:val="30"/>
          <w:szCs w:val="30"/>
          <w:cs/>
        </w:rPr>
        <w:t>คณะกรรมการ</w:t>
      </w:r>
      <w:r w:rsidRPr="000F2BBF">
        <w:rPr>
          <w:rFonts w:ascii="Angsana New" w:hAnsi="Angsana New"/>
          <w:b/>
          <w:bCs/>
          <w:sz w:val="30"/>
          <w:szCs w:val="30"/>
          <w:cs/>
        </w:rPr>
        <w:t>บริษัท สบาย เทคโนโลยี จำกัด (มหาชน)</w:t>
      </w:r>
      <w:bookmarkEnd w:id="2"/>
    </w:p>
    <w:p w14:paraId="260E9728" w14:textId="04C5C76A" w:rsidR="00E54C08" w:rsidRPr="000F2BBF" w:rsidRDefault="00E54C08" w:rsidP="002B1F75">
      <w:pPr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67025CD" w14:textId="6F2C513B" w:rsidR="00E54C08" w:rsidRDefault="00EA4375" w:rsidP="002B1F75">
      <w:pPr>
        <w:jc w:val="thaiDistribute"/>
        <w:rPr>
          <w:rFonts w:ascii="Angsana New" w:hAnsi="Angsana New"/>
          <w:sz w:val="30"/>
          <w:szCs w:val="30"/>
        </w:rPr>
      </w:pPr>
      <w:r w:rsidRPr="00EA4375">
        <w:rPr>
          <w:rFonts w:ascii="Angsana New" w:hAnsi="Angsana New"/>
          <w:sz w:val="30"/>
          <w:szCs w:val="30"/>
          <w:cs/>
        </w:rPr>
        <w:t xml:space="preserve">ข้าพเจ้าได้สอบทานงบแสดงฐานะการเงินรวมและงบแสดงฐานะการเงินเฉพาะกิจการ ณ วันที่ </w:t>
      </w:r>
      <w:r w:rsidR="00681CC9">
        <w:rPr>
          <w:rFonts w:ascii="Angsana New" w:hAnsi="Angsana New"/>
          <w:sz w:val="30"/>
          <w:szCs w:val="30"/>
        </w:rPr>
        <w:t xml:space="preserve">30 </w:t>
      </w:r>
      <w:r w:rsidR="00681CC9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4D164C">
        <w:rPr>
          <w:rFonts w:ascii="Angsana New" w:hAnsi="Angsana New"/>
          <w:sz w:val="30"/>
          <w:szCs w:val="30"/>
        </w:rPr>
        <w:t>2566</w:t>
      </w:r>
      <w:r w:rsidR="002B1F75">
        <w:rPr>
          <w:rFonts w:ascii="Angsana New" w:hAnsi="Angsana New"/>
          <w:sz w:val="30"/>
          <w:szCs w:val="30"/>
          <w:cs/>
        </w:rPr>
        <w:br/>
      </w:r>
      <w:r w:rsidRPr="00EA4375">
        <w:rPr>
          <w:rFonts w:ascii="Angsana New" w:hAnsi="Angsana New"/>
          <w:sz w:val="30"/>
          <w:szCs w:val="30"/>
          <w:cs/>
        </w:rPr>
        <w:t xml:space="preserve">งบกำไรขาดทุนเบ็ดเสร็จรวมและงบกำไรขาดทุนเบ็ดเสร็จเฉพาะกิจการ </w:t>
      </w:r>
      <w:r w:rsidR="00375D50">
        <w:rPr>
          <w:rFonts w:ascii="Angsana New" w:hAnsi="Angsana New" w:hint="cs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="00375D50">
        <w:rPr>
          <w:rFonts w:ascii="Angsana New" w:hAnsi="Angsana New"/>
          <w:sz w:val="30"/>
          <w:szCs w:val="30"/>
        </w:rPr>
        <w:t xml:space="preserve">    </w:t>
      </w:r>
      <w:r w:rsidR="00375D50" w:rsidRPr="00375D50">
        <w:rPr>
          <w:rFonts w:ascii="Angsana New" w:hAnsi="Angsana New"/>
          <w:spacing w:val="-6"/>
          <w:sz w:val="30"/>
          <w:szCs w:val="30"/>
        </w:rPr>
        <w:t xml:space="preserve">30 </w:t>
      </w:r>
      <w:r w:rsidR="00375D50" w:rsidRPr="00375D50">
        <w:rPr>
          <w:rFonts w:ascii="Angsana New" w:hAnsi="Angsana New" w:hint="cs"/>
          <w:spacing w:val="-6"/>
          <w:sz w:val="30"/>
          <w:szCs w:val="30"/>
          <w:cs/>
        </w:rPr>
        <w:t xml:space="preserve">มิถุนายน </w:t>
      </w:r>
      <w:r w:rsidR="00375D50" w:rsidRPr="00375D50">
        <w:rPr>
          <w:rFonts w:ascii="Angsana New" w:hAnsi="Angsana New"/>
          <w:spacing w:val="-6"/>
          <w:sz w:val="30"/>
          <w:szCs w:val="30"/>
        </w:rPr>
        <w:t xml:space="preserve">2566 </w:t>
      </w:r>
      <w:r w:rsidRPr="00375D50">
        <w:rPr>
          <w:rFonts w:ascii="Angsana New" w:hAnsi="Angsana New"/>
          <w:spacing w:val="-6"/>
          <w:sz w:val="30"/>
          <w:szCs w:val="30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</w:t>
      </w:r>
      <w:r w:rsidRPr="00EA4375">
        <w:rPr>
          <w:rFonts w:ascii="Angsana New" w:hAnsi="Angsana New"/>
          <w:sz w:val="30"/>
          <w:szCs w:val="30"/>
          <w:cs/>
        </w:rPr>
        <w:t xml:space="preserve"> และงบกระแสเงินสดรวมและงบกระแสเงินสดเฉพาะกิจการ</w:t>
      </w:r>
      <w:r w:rsidRPr="004D164C">
        <w:rPr>
          <w:rFonts w:ascii="Angsana New" w:hAnsi="Angsana New"/>
          <w:spacing w:val="-6"/>
          <w:sz w:val="30"/>
          <w:szCs w:val="30"/>
          <w:cs/>
        </w:rPr>
        <w:t>สำหรับงวด</w:t>
      </w:r>
      <w:r w:rsidR="00BE1318">
        <w:rPr>
          <w:rFonts w:ascii="Angsana New" w:hAnsi="Angsana New" w:hint="cs"/>
          <w:spacing w:val="-6"/>
          <w:sz w:val="30"/>
          <w:szCs w:val="30"/>
          <w:cs/>
        </w:rPr>
        <w:t>หกเดือน</w:t>
      </w:r>
      <w:r w:rsidRPr="004D164C">
        <w:rPr>
          <w:rFonts w:ascii="Angsana New" w:hAnsi="Angsana New"/>
          <w:spacing w:val="-6"/>
          <w:sz w:val="30"/>
          <w:szCs w:val="30"/>
          <w:cs/>
        </w:rPr>
        <w:t xml:space="preserve">สิ้นสุดวันที่ </w:t>
      </w:r>
      <w:r w:rsidR="00BE1318">
        <w:rPr>
          <w:rFonts w:ascii="Angsana New" w:hAnsi="Angsana New"/>
          <w:sz w:val="30"/>
          <w:szCs w:val="30"/>
        </w:rPr>
        <w:t xml:space="preserve">30 </w:t>
      </w:r>
      <w:r w:rsidR="00BE1318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BE1318">
        <w:rPr>
          <w:rFonts w:ascii="Angsana New" w:hAnsi="Angsana New"/>
          <w:sz w:val="30"/>
          <w:szCs w:val="30"/>
        </w:rPr>
        <w:t>2566</w:t>
      </w:r>
      <w:r w:rsidR="00BE1318">
        <w:rPr>
          <w:rFonts w:ascii="Angsana New" w:hAnsi="Angsana New" w:hint="cs"/>
          <w:sz w:val="30"/>
          <w:szCs w:val="30"/>
          <w:cs/>
        </w:rPr>
        <w:t xml:space="preserve"> </w:t>
      </w:r>
      <w:r w:rsidRPr="004D164C">
        <w:rPr>
          <w:rFonts w:ascii="Angsana New" w:hAnsi="Angsana New"/>
          <w:spacing w:val="-6"/>
          <w:sz w:val="30"/>
          <w:szCs w:val="30"/>
          <w:cs/>
        </w:rPr>
        <w:t>และ</w:t>
      </w:r>
      <w:r w:rsidR="00375D50">
        <w:rPr>
          <w:rFonts w:ascii="Angsana New" w:hAnsi="Angsana New"/>
          <w:spacing w:val="-6"/>
          <w:sz w:val="30"/>
          <w:szCs w:val="30"/>
        </w:rPr>
        <w:t xml:space="preserve">       </w:t>
      </w:r>
      <w:r w:rsidRPr="004D164C">
        <w:rPr>
          <w:rFonts w:ascii="Angsana New" w:hAnsi="Angsana New"/>
          <w:spacing w:val="-6"/>
          <w:sz w:val="30"/>
          <w:szCs w:val="30"/>
          <w:cs/>
        </w:rPr>
        <w:t>หมายเหตุประกอบงบการเงินแบบย่อ (ข้อมูลทางการเงินระหว่างกาล)</w:t>
      </w:r>
      <w:r w:rsidR="002B1F75">
        <w:rPr>
          <w:rFonts w:ascii="Angsana New" w:hAnsi="Angsana New"/>
          <w:sz w:val="30"/>
          <w:szCs w:val="30"/>
        </w:rPr>
        <w:t xml:space="preserve"> </w:t>
      </w:r>
      <w:r w:rsidRPr="00EA4375">
        <w:rPr>
          <w:rFonts w:ascii="Angsana New" w:hAnsi="Angsana New"/>
          <w:sz w:val="30"/>
          <w:szCs w:val="30"/>
          <w:cs/>
        </w:rPr>
        <w:t xml:space="preserve">ของบริษัท สบาย เทคโนโลยี จำกัด (มหาชน) </w:t>
      </w:r>
      <w:r w:rsidR="00375D50">
        <w:rPr>
          <w:rFonts w:ascii="Angsana New" w:hAnsi="Angsana New"/>
          <w:sz w:val="30"/>
          <w:szCs w:val="30"/>
        </w:rPr>
        <w:t xml:space="preserve">             </w:t>
      </w:r>
      <w:r w:rsidRPr="00EA4375">
        <w:rPr>
          <w:rFonts w:ascii="Angsana New" w:hAnsi="Angsana New"/>
          <w:sz w:val="30"/>
          <w:szCs w:val="30"/>
          <w:cs/>
        </w:rPr>
        <w:t>และบริษัทย่อย และของเฉพาะบริษัท สบาย เทคโนโลยี จำกัด (มหาชน) ตามลำดับ ซึ่งผู้บริหารของกิจการเป็นผู้รับผิดชอบ</w:t>
      </w:r>
      <w:r w:rsidRPr="00375D50">
        <w:rPr>
          <w:rFonts w:ascii="Angsana New" w:hAnsi="Angsana New"/>
          <w:spacing w:val="-6"/>
          <w:sz w:val="30"/>
          <w:szCs w:val="30"/>
          <w:cs/>
        </w:rPr>
        <w:t xml:space="preserve">ในการจัดทำและนำเสนอข้อมูลทางการเงินระหว่างกาลเหล่านี้ตามมาตรฐานการบัญชี ฉบับที่ </w:t>
      </w:r>
      <w:r w:rsidR="004D164C" w:rsidRPr="00375D50">
        <w:rPr>
          <w:rFonts w:ascii="Angsana New" w:hAnsi="Angsana New"/>
          <w:spacing w:val="-6"/>
          <w:sz w:val="30"/>
          <w:szCs w:val="30"/>
        </w:rPr>
        <w:t>34</w:t>
      </w:r>
      <w:r w:rsidRPr="00375D50">
        <w:rPr>
          <w:rFonts w:ascii="Angsana New" w:hAnsi="Angsana New"/>
          <w:spacing w:val="-6"/>
          <w:sz w:val="30"/>
          <w:szCs w:val="30"/>
          <w:cs/>
        </w:rPr>
        <w:t xml:space="preserve"> เรื่อง การรายงานทางการเงิน</w:t>
      </w:r>
      <w:r w:rsidRPr="00EA4375">
        <w:rPr>
          <w:rFonts w:ascii="Angsana New" w:hAnsi="Angsana New"/>
          <w:sz w:val="30"/>
          <w:szCs w:val="30"/>
          <w:cs/>
        </w:rPr>
        <w:t>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</w:t>
      </w:r>
      <w:r w:rsidR="00375D50">
        <w:rPr>
          <w:rFonts w:ascii="Angsana New" w:hAnsi="Angsana New"/>
          <w:sz w:val="30"/>
          <w:szCs w:val="30"/>
        </w:rPr>
        <w:t xml:space="preserve">                    </w:t>
      </w:r>
      <w:r w:rsidRPr="00EA4375">
        <w:rPr>
          <w:rFonts w:ascii="Angsana New" w:hAnsi="Angsana New"/>
          <w:sz w:val="30"/>
          <w:szCs w:val="30"/>
          <w:cs/>
        </w:rPr>
        <w:t>ผลการสอบทานของข้าพเจ้า</w:t>
      </w:r>
    </w:p>
    <w:p w14:paraId="32318E56" w14:textId="77777777" w:rsidR="002B1F75" w:rsidRPr="000F2BBF" w:rsidRDefault="002B1F75" w:rsidP="002E37C9">
      <w:pPr>
        <w:rPr>
          <w:rFonts w:ascii="Angsana New" w:hAnsi="Angsana New"/>
          <w:b/>
          <w:bCs/>
          <w:sz w:val="30"/>
          <w:szCs w:val="30"/>
        </w:rPr>
      </w:pPr>
    </w:p>
    <w:p w14:paraId="2479DA6F" w14:textId="77777777" w:rsidR="003067C4" w:rsidRPr="000F2BBF" w:rsidRDefault="003067C4" w:rsidP="002E37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0F2BBF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71BD915A" w14:textId="77777777" w:rsidR="003067C4" w:rsidRPr="000F2BBF" w:rsidRDefault="003067C4" w:rsidP="003067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07E14A9" w14:textId="61435D20" w:rsidR="003067C4" w:rsidRPr="000F2BBF" w:rsidRDefault="003067C4" w:rsidP="003067C4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รหัส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="006214E7" w:rsidRPr="000F2BBF">
        <w:rPr>
          <w:rFonts w:ascii="Angsana New" w:hAnsi="Angsana New"/>
          <w:sz w:val="30"/>
          <w:szCs w:val="30"/>
        </w:rPr>
        <w:t>241</w:t>
      </w:r>
      <w:r w:rsidR="001526E8" w:rsidRPr="000F2BBF">
        <w:rPr>
          <w:rFonts w:ascii="Angsana New" w:hAnsi="Angsana New"/>
          <w:sz w:val="30"/>
          <w:szCs w:val="30"/>
        </w:rPr>
        <w:t>0</w:t>
      </w:r>
      <w:r w:rsidRPr="000F2BBF">
        <w:rPr>
          <w:rFonts w:ascii="Angsana New" w:hAnsi="Angsana New"/>
          <w:sz w:val="30"/>
          <w:szCs w:val="30"/>
        </w:rPr>
        <w:t xml:space="preserve"> “</w:t>
      </w:r>
      <w:r w:rsidRPr="000F2BBF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0F2BBF">
        <w:rPr>
          <w:rFonts w:ascii="Angsana New" w:hAnsi="Angsana New"/>
          <w:sz w:val="30"/>
          <w:szCs w:val="30"/>
        </w:rPr>
        <w:t>”</w:t>
      </w:r>
      <w:r w:rsidRPr="000F2BBF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Pr="000F2BBF">
        <w:rPr>
          <w:rFonts w:ascii="Angsana New" w:hAnsi="Angsana New"/>
          <w:sz w:val="30"/>
          <w:szCs w:val="30"/>
          <w:cs/>
        </w:rPr>
        <w:br/>
        <w:t>ซึ่งอาจพบได้จากการตรวจสอบ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2F46CACD" w14:textId="77777777" w:rsidR="00A47A49" w:rsidRPr="003A7AA6" w:rsidRDefault="00A47A49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05DFDA50" w14:textId="77777777" w:rsidR="003A7AA6" w:rsidRPr="000F2BBF" w:rsidRDefault="003A7AA6" w:rsidP="003A7AA6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0F2BBF">
        <w:rPr>
          <w:rFonts w:ascii="Angsana New" w:hAnsi="Angsana New"/>
          <w:i/>
          <w:iCs/>
          <w:sz w:val="30"/>
          <w:szCs w:val="30"/>
          <w:cs/>
        </w:rPr>
        <w:t>ข้อสรุป</w:t>
      </w:r>
    </w:p>
    <w:p w14:paraId="77C6DD24" w14:textId="77777777" w:rsidR="003A7AA6" w:rsidRPr="000F2BBF" w:rsidRDefault="003A7AA6" w:rsidP="003A7AA6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  <w:cs/>
        </w:rPr>
      </w:pPr>
    </w:p>
    <w:p w14:paraId="231EA31E" w14:textId="77777777" w:rsidR="003A7AA6" w:rsidRPr="000F2BBF" w:rsidRDefault="003A7AA6" w:rsidP="003A7AA6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pacing w:val="-4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</w:t>
      </w:r>
      <w:r w:rsidRPr="000F2BBF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pacing w:val="-4"/>
          <w:sz w:val="30"/>
          <w:szCs w:val="30"/>
          <w:cs/>
        </w:rPr>
        <w:t>ไม่ได้จัดทำขึ้นตามมาตรฐานการบัญชี</w:t>
      </w:r>
      <w:r w:rsidRPr="000F2BBF">
        <w:rPr>
          <w:rFonts w:ascii="Angsana New" w:hAnsi="Angsana New"/>
          <w:spacing w:val="-4"/>
          <w:sz w:val="30"/>
          <w:szCs w:val="30"/>
        </w:rPr>
        <w:t xml:space="preserve"> </w:t>
      </w:r>
      <w:r w:rsidRPr="000F2BBF">
        <w:rPr>
          <w:rFonts w:ascii="Angsana New" w:hAnsi="Angsana New" w:hint="cs"/>
          <w:spacing w:val="-4"/>
          <w:sz w:val="30"/>
          <w:szCs w:val="30"/>
          <w:cs/>
        </w:rPr>
        <w:t>ฉ</w:t>
      </w:r>
      <w:r w:rsidRPr="000F2BBF">
        <w:rPr>
          <w:rFonts w:ascii="Angsana New" w:hAnsi="Angsana New"/>
          <w:spacing w:val="-4"/>
          <w:sz w:val="30"/>
          <w:szCs w:val="30"/>
          <w:cs/>
        </w:rPr>
        <w:t>บับที่</w:t>
      </w:r>
      <w:r w:rsidRPr="000F2BBF">
        <w:rPr>
          <w:rFonts w:ascii="Angsana New" w:hAnsi="Angsana New"/>
          <w:spacing w:val="-4"/>
          <w:sz w:val="30"/>
          <w:szCs w:val="30"/>
        </w:rPr>
        <w:t xml:space="preserve"> 34</w:t>
      </w:r>
      <w:r w:rsidRPr="000F2BBF">
        <w:rPr>
          <w:rFonts w:ascii="Angsana New" w:hAnsi="Angsana New"/>
          <w:spacing w:val="4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pacing w:val="4"/>
          <w:sz w:val="30"/>
          <w:szCs w:val="30"/>
          <w:cs/>
        </w:rPr>
        <w:br/>
      </w:r>
      <w:r w:rsidRPr="000F2BBF">
        <w:rPr>
          <w:rFonts w:ascii="Angsana New" w:hAnsi="Angsana New"/>
          <w:sz w:val="30"/>
          <w:szCs w:val="30"/>
          <w:cs/>
        </w:rPr>
        <w:t>เรื่อง การ</w:t>
      </w:r>
      <w:r w:rsidRPr="000F2BBF">
        <w:rPr>
          <w:rFonts w:ascii="Angsana New" w:hAnsi="Angsana New" w:hint="cs"/>
          <w:sz w:val="30"/>
          <w:szCs w:val="30"/>
          <w:cs/>
        </w:rPr>
        <w:t>ร</w:t>
      </w:r>
      <w:r w:rsidRPr="000F2BBF">
        <w:rPr>
          <w:rFonts w:ascii="Angsana New" w:hAnsi="Angsana New"/>
          <w:sz w:val="30"/>
          <w:szCs w:val="30"/>
          <w:cs/>
        </w:rPr>
        <w:t>ายงานทางการเงินระหว่างกาล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ในสาระสำคัญจากการสอบทานของข้าพเจ้า</w:t>
      </w:r>
    </w:p>
    <w:p w14:paraId="0239CD51" w14:textId="5B679187" w:rsidR="003A7AA6" w:rsidRDefault="003A7AA6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  <w:cs/>
        </w:rPr>
        <w:sectPr w:rsidR="003A7AA6" w:rsidSect="00A47A49">
          <w:headerReference w:type="default" r:id="rId11"/>
          <w:footerReference w:type="default" r:id="rId12"/>
          <w:type w:val="nextColumn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2BEC0E3E" w14:textId="77777777" w:rsidR="00BA6968" w:rsidRDefault="00BA6968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6BEC4457" w14:textId="77777777" w:rsidR="00BA6968" w:rsidRDefault="00BA6968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35569AD9" w14:textId="77777777" w:rsidR="00BA6968" w:rsidRDefault="00BA6968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5467CB2B" w14:textId="3C0F83F2" w:rsidR="003A7AA6" w:rsidRPr="003A7AA6" w:rsidRDefault="003A7AA6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i/>
          <w:iCs/>
          <w:sz w:val="30"/>
          <w:szCs w:val="30"/>
        </w:rPr>
      </w:pPr>
      <w:r w:rsidRPr="003A7AA6">
        <w:rPr>
          <w:rFonts w:ascii="Angsana New" w:hAnsi="Angsana New" w:hint="cs"/>
          <w:i/>
          <w:iCs/>
          <w:sz w:val="30"/>
          <w:szCs w:val="30"/>
          <w:cs/>
        </w:rPr>
        <w:t>ข้อมูลและเหตุการณ์ที่เน้น</w:t>
      </w:r>
    </w:p>
    <w:p w14:paraId="28BA2CE3" w14:textId="3A6E00E1" w:rsidR="003A7AA6" w:rsidRDefault="003A7AA6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29248C7C" w14:textId="101E850D" w:rsidR="00F23D34" w:rsidRDefault="00F23D34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  <w:r w:rsidRPr="00F23D34">
        <w:rPr>
          <w:rFonts w:ascii="Angsana New" w:hAnsi="Angsana New"/>
          <w:sz w:val="30"/>
          <w:szCs w:val="30"/>
          <w:cs/>
        </w:rPr>
        <w:t>ข้าพเจ้าขอให้สังเกตเรื่องดังต่อไปนี้</w:t>
      </w:r>
    </w:p>
    <w:p w14:paraId="59BCFD83" w14:textId="77777777" w:rsidR="00F23D34" w:rsidRPr="000F2BBF" w:rsidRDefault="00F23D34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2BE94E17" w14:textId="19C2AD47" w:rsidR="004A5D43" w:rsidRDefault="004A5D43" w:rsidP="00056B0C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line="240" w:lineRule="auto"/>
        <w:ind w:left="540" w:hanging="540"/>
        <w:jc w:val="thaiDistribute"/>
        <w:rPr>
          <w:rFonts w:asciiTheme="majorHAnsi" w:hAnsiTheme="majorHAnsi" w:cstheme="majorHAnsi"/>
          <w:sz w:val="30"/>
          <w:szCs w:val="30"/>
        </w:rPr>
      </w:pPr>
      <w:r w:rsidRPr="004A5D43">
        <w:rPr>
          <w:rFonts w:asciiTheme="majorHAnsi" w:hAnsiTheme="majorHAnsi" w:cstheme="majorHAnsi"/>
          <w:sz w:val="30"/>
          <w:szCs w:val="30"/>
          <w:cs/>
        </w:rPr>
        <w:t xml:space="preserve">หมายเหตุประกอบข้อมูลทางการเงินระหว่างกาลข้อ </w:t>
      </w:r>
      <w:r w:rsidR="00056B0C">
        <w:rPr>
          <w:rFonts w:asciiTheme="majorHAnsi" w:hAnsiTheme="majorHAnsi" w:cstheme="majorHAnsi"/>
          <w:sz w:val="30"/>
          <w:szCs w:val="30"/>
          <w:lang w:val="en-US"/>
        </w:rPr>
        <w:t>1</w:t>
      </w:r>
      <w:r w:rsidRPr="004A5D43">
        <w:rPr>
          <w:rFonts w:asciiTheme="majorHAnsi" w:hAnsiTheme="majorHAnsi" w:cstheme="majorHAnsi"/>
          <w:sz w:val="30"/>
          <w:szCs w:val="30"/>
          <w:cs/>
        </w:rPr>
        <w:t xml:space="preserve"> ซึ่งระบุว่า ณ วันที่ </w:t>
      </w:r>
      <w:r w:rsidR="00056B0C">
        <w:rPr>
          <w:rFonts w:asciiTheme="majorHAnsi" w:hAnsiTheme="majorHAnsi" w:cstheme="majorHAnsi"/>
          <w:sz w:val="30"/>
          <w:szCs w:val="30"/>
        </w:rPr>
        <w:t>30</w:t>
      </w:r>
      <w:r w:rsidRPr="004A5D43">
        <w:rPr>
          <w:rFonts w:asciiTheme="majorHAnsi" w:hAnsiTheme="majorHAnsi" w:cstheme="majorHAnsi"/>
          <w:sz w:val="30"/>
          <w:szCs w:val="30"/>
          <w:cs/>
        </w:rPr>
        <w:t xml:space="preserve"> มิถุนายน</w:t>
      </w:r>
      <w:r w:rsidR="00056B0C">
        <w:rPr>
          <w:rFonts w:asciiTheme="majorHAnsi" w:hAnsiTheme="majorHAnsi" w:cstheme="majorHAnsi"/>
          <w:sz w:val="30"/>
          <w:szCs w:val="30"/>
        </w:rPr>
        <w:t xml:space="preserve"> 2566</w:t>
      </w:r>
      <w:r w:rsidRPr="004A5D43">
        <w:rPr>
          <w:rFonts w:asciiTheme="majorHAnsi" w:hAnsiTheme="majorHAnsi" w:cstheme="majorHAnsi"/>
          <w:sz w:val="30"/>
          <w:szCs w:val="30"/>
          <w:cs/>
        </w:rPr>
        <w:t xml:space="preserve"> กลุ่มบริษัทและบริษัท</w:t>
      </w:r>
      <w:r w:rsidR="00056B0C">
        <w:rPr>
          <w:rFonts w:asciiTheme="majorHAnsi" w:hAnsiTheme="majorHAnsi" w:cstheme="majorHAnsi"/>
          <w:sz w:val="30"/>
          <w:szCs w:val="30"/>
        </w:rPr>
        <w:t xml:space="preserve">     </w:t>
      </w:r>
      <w:r w:rsidRPr="004A5D43">
        <w:rPr>
          <w:rFonts w:asciiTheme="majorHAnsi" w:hAnsiTheme="majorHAnsi" w:cstheme="majorHAnsi"/>
          <w:sz w:val="30"/>
          <w:szCs w:val="30"/>
          <w:cs/>
        </w:rPr>
        <w:t xml:space="preserve">มีหนี้สินหมุนเวียนมากกว่าสินทรัพย์หมุนเวียนรวมจำนวน </w:t>
      </w:r>
      <w:r w:rsidR="00056B0C">
        <w:rPr>
          <w:rFonts w:asciiTheme="majorHAnsi" w:hAnsiTheme="majorHAnsi" w:cstheme="majorHAnsi"/>
          <w:sz w:val="30"/>
          <w:szCs w:val="30"/>
        </w:rPr>
        <w:t>292.00</w:t>
      </w:r>
      <w:r w:rsidRPr="004A5D43">
        <w:rPr>
          <w:rFonts w:asciiTheme="majorHAnsi" w:hAnsiTheme="majorHAnsi" w:cstheme="majorHAnsi"/>
          <w:sz w:val="30"/>
          <w:szCs w:val="30"/>
          <w:cs/>
        </w:rPr>
        <w:t xml:space="preserve"> ล้านบาท และ </w:t>
      </w:r>
      <w:r w:rsidR="00056B0C">
        <w:rPr>
          <w:rFonts w:asciiTheme="majorHAnsi" w:hAnsiTheme="majorHAnsi" w:cstheme="majorHAnsi"/>
          <w:sz w:val="30"/>
          <w:szCs w:val="30"/>
        </w:rPr>
        <w:t>196.00</w:t>
      </w:r>
      <w:r w:rsidRPr="004A5D43">
        <w:rPr>
          <w:rFonts w:asciiTheme="majorHAnsi" w:hAnsiTheme="majorHAnsi" w:cstheme="majorHAnsi"/>
          <w:sz w:val="30"/>
          <w:szCs w:val="30"/>
          <w:cs/>
        </w:rPr>
        <w:t xml:space="preserve"> ล้านบาท ตามลำดับ และกลุ่มบริษัทมีกระแสเงินสด</w:t>
      </w:r>
      <w:r w:rsidR="0068175E">
        <w:rPr>
          <w:rFonts w:asciiTheme="majorHAnsi" w:hAnsiTheme="majorHAnsi" w:cstheme="majorHAnsi" w:hint="cs"/>
          <w:sz w:val="30"/>
          <w:szCs w:val="30"/>
          <w:cs/>
        </w:rPr>
        <w:t>ใช้ไปใน</w:t>
      </w:r>
      <w:r w:rsidRPr="004A5D43">
        <w:rPr>
          <w:rFonts w:asciiTheme="majorHAnsi" w:hAnsiTheme="majorHAnsi" w:cstheme="majorHAnsi"/>
          <w:sz w:val="30"/>
          <w:szCs w:val="30"/>
          <w:cs/>
        </w:rPr>
        <w:t xml:space="preserve">กิจกรรมดำเนินงานสำหรับงวดหกเดือนสิ้นสุดวันที่ </w:t>
      </w:r>
      <w:r w:rsidR="00056B0C">
        <w:rPr>
          <w:rFonts w:asciiTheme="majorHAnsi" w:hAnsiTheme="majorHAnsi" w:cstheme="majorHAnsi"/>
          <w:sz w:val="30"/>
          <w:szCs w:val="30"/>
        </w:rPr>
        <w:t>30</w:t>
      </w:r>
      <w:r w:rsidRPr="004A5D43">
        <w:rPr>
          <w:rFonts w:asciiTheme="majorHAnsi" w:hAnsiTheme="majorHAnsi" w:cstheme="majorHAnsi"/>
          <w:sz w:val="30"/>
          <w:szCs w:val="30"/>
          <w:cs/>
        </w:rPr>
        <w:t xml:space="preserve"> มิถุนายน </w:t>
      </w:r>
      <w:r w:rsidR="00056B0C">
        <w:rPr>
          <w:rFonts w:asciiTheme="majorHAnsi" w:hAnsiTheme="majorHAnsi" w:cstheme="majorHAnsi"/>
          <w:sz w:val="30"/>
          <w:szCs w:val="30"/>
        </w:rPr>
        <w:t xml:space="preserve">2566 </w:t>
      </w:r>
      <w:r w:rsidRPr="004A5D43">
        <w:rPr>
          <w:rFonts w:asciiTheme="majorHAnsi" w:hAnsiTheme="majorHAnsi" w:cstheme="majorHAnsi"/>
          <w:sz w:val="30"/>
          <w:szCs w:val="30"/>
          <w:cs/>
        </w:rPr>
        <w:t xml:space="preserve">จำนวน </w:t>
      </w:r>
      <w:r w:rsidR="00056B0C" w:rsidRPr="0068175E">
        <w:rPr>
          <w:rFonts w:asciiTheme="majorHAnsi" w:hAnsiTheme="majorHAnsi" w:cstheme="majorHAnsi"/>
          <w:spacing w:val="-6"/>
          <w:sz w:val="30"/>
          <w:szCs w:val="30"/>
        </w:rPr>
        <w:t xml:space="preserve">164.12 </w:t>
      </w:r>
      <w:r w:rsidRPr="0068175E">
        <w:rPr>
          <w:rFonts w:asciiTheme="majorHAnsi" w:hAnsiTheme="majorHAnsi" w:cstheme="majorHAnsi"/>
          <w:spacing w:val="-6"/>
          <w:sz w:val="30"/>
          <w:szCs w:val="30"/>
          <w:cs/>
        </w:rPr>
        <w:t>ล้านบาท สถานการณ์ดังกล่าวตลอดจนเรื่องอื่นที่กล่าวถึงในหมายเหตุประกอบข้อมูลทางการเงินระหว่างกาล</w:t>
      </w:r>
      <w:r w:rsidR="0068175E">
        <w:rPr>
          <w:rFonts w:asciiTheme="majorHAnsi" w:hAnsiTheme="majorHAnsi" w:cstheme="majorHAnsi" w:hint="cs"/>
          <w:sz w:val="30"/>
          <w:szCs w:val="30"/>
          <w:cs/>
        </w:rPr>
        <w:t xml:space="preserve">     </w:t>
      </w:r>
      <w:r w:rsidRPr="004A5D43">
        <w:rPr>
          <w:rFonts w:asciiTheme="majorHAnsi" w:hAnsiTheme="majorHAnsi" w:cstheme="majorHAnsi"/>
          <w:sz w:val="30"/>
          <w:szCs w:val="30"/>
          <w:cs/>
        </w:rPr>
        <w:t xml:space="preserve">ข้อ </w:t>
      </w:r>
      <w:r w:rsidR="00056B0C">
        <w:rPr>
          <w:rFonts w:asciiTheme="majorHAnsi" w:hAnsiTheme="majorHAnsi" w:cstheme="majorHAnsi"/>
          <w:sz w:val="30"/>
          <w:szCs w:val="30"/>
          <w:lang w:val="en-US"/>
        </w:rPr>
        <w:t>1</w:t>
      </w:r>
      <w:r w:rsidRPr="004A5D43">
        <w:rPr>
          <w:rFonts w:asciiTheme="majorHAnsi" w:hAnsiTheme="majorHAnsi" w:cstheme="majorHAnsi"/>
          <w:sz w:val="30"/>
          <w:szCs w:val="30"/>
          <w:cs/>
        </w:rPr>
        <w:t xml:space="preserve"> แสดงให้เห็นว่ามีความไม่แน่นอนที่มีสาระสำคัญซึ่งอาจเป็นเหตุให้เกิดข้อสงสัยอย่างมีนัยสำคัญเกี่ยวกับความสามารถในการดำเนินงานต่อเนื่องของกลุ่มบริษัทและบริษัท</w:t>
      </w:r>
    </w:p>
    <w:p w14:paraId="1E0ABD78" w14:textId="77777777" w:rsidR="00105AE4" w:rsidRPr="004A5D43" w:rsidRDefault="00105AE4" w:rsidP="00105AE4">
      <w:pPr>
        <w:pStyle w:val="ListParagraph"/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HAnsi" w:hAnsiTheme="majorHAnsi" w:cstheme="majorHAnsi"/>
          <w:sz w:val="30"/>
          <w:szCs w:val="30"/>
        </w:rPr>
      </w:pPr>
    </w:p>
    <w:p w14:paraId="30658CC4" w14:textId="621D6946" w:rsidR="004A5D43" w:rsidRDefault="004A5D43" w:rsidP="00105AE4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547" w:hanging="547"/>
        <w:jc w:val="thaiDistribute"/>
        <w:rPr>
          <w:rFonts w:asciiTheme="majorHAnsi" w:hAnsiTheme="majorHAnsi" w:cstheme="majorHAnsi"/>
          <w:sz w:val="30"/>
          <w:szCs w:val="30"/>
        </w:rPr>
      </w:pPr>
      <w:r w:rsidRPr="00134C64">
        <w:rPr>
          <w:rFonts w:asciiTheme="majorHAnsi" w:hAnsiTheme="majorHAnsi" w:cstheme="majorHAnsi"/>
          <w:spacing w:val="-6"/>
          <w:sz w:val="30"/>
          <w:szCs w:val="30"/>
          <w:cs/>
        </w:rPr>
        <w:t xml:space="preserve">หมายเหตุประกอบข้อมูลทางการเงินระหว่างกาลข้อ </w:t>
      </w:r>
      <w:r w:rsidR="00134C64">
        <w:rPr>
          <w:rFonts w:asciiTheme="majorHAnsi" w:hAnsiTheme="majorHAnsi" w:cstheme="majorHAnsi"/>
          <w:spacing w:val="-6"/>
          <w:sz w:val="30"/>
          <w:szCs w:val="30"/>
        </w:rPr>
        <w:t>15</w:t>
      </w:r>
      <w:r w:rsidRPr="00134C64">
        <w:rPr>
          <w:rFonts w:asciiTheme="majorHAnsi" w:hAnsiTheme="majorHAnsi" w:cstheme="majorHAnsi"/>
          <w:spacing w:val="-6"/>
          <w:sz w:val="30"/>
          <w:szCs w:val="30"/>
        </w:rPr>
        <w:t xml:space="preserve"> </w:t>
      </w:r>
      <w:r w:rsidRPr="00134C64">
        <w:rPr>
          <w:rFonts w:asciiTheme="majorHAnsi" w:hAnsiTheme="majorHAnsi" w:cstheme="majorHAnsi"/>
          <w:spacing w:val="-6"/>
          <w:sz w:val="30"/>
          <w:szCs w:val="30"/>
          <w:cs/>
        </w:rPr>
        <w:t>ซึ่งได้อธิบายผลกระทบและการแก้ไขงบการเงินระหว่างกาลรวม</w:t>
      </w:r>
      <w:r w:rsidRPr="00692619">
        <w:rPr>
          <w:rFonts w:asciiTheme="majorHAnsi" w:hAnsiTheme="majorHAnsi" w:cstheme="majorHAnsi"/>
          <w:spacing w:val="-6"/>
          <w:sz w:val="30"/>
          <w:szCs w:val="30"/>
          <w:cs/>
        </w:rPr>
        <w:t xml:space="preserve">ของกลุ่มบริษัทสำหรับงวดสามเดือนสิ้นสุดวันที่ </w:t>
      </w:r>
      <w:r w:rsidR="00134C64" w:rsidRPr="00692619">
        <w:rPr>
          <w:rFonts w:asciiTheme="majorHAnsi" w:hAnsiTheme="majorHAnsi" w:cstheme="majorHAnsi"/>
          <w:spacing w:val="-6"/>
          <w:sz w:val="30"/>
          <w:szCs w:val="30"/>
        </w:rPr>
        <w:t>31</w:t>
      </w:r>
      <w:r w:rsidRPr="00692619">
        <w:rPr>
          <w:rFonts w:asciiTheme="majorHAnsi" w:hAnsiTheme="majorHAnsi" w:cstheme="majorHAnsi"/>
          <w:spacing w:val="-6"/>
          <w:sz w:val="30"/>
          <w:szCs w:val="30"/>
          <w:cs/>
        </w:rPr>
        <w:t xml:space="preserve"> มีนาคม </w:t>
      </w:r>
      <w:r w:rsidR="00134C64" w:rsidRPr="00692619">
        <w:rPr>
          <w:rFonts w:asciiTheme="majorHAnsi" w:hAnsiTheme="majorHAnsi" w:cstheme="majorHAnsi"/>
          <w:spacing w:val="-6"/>
          <w:sz w:val="30"/>
          <w:szCs w:val="30"/>
        </w:rPr>
        <w:t>2566</w:t>
      </w:r>
      <w:r w:rsidRPr="00692619">
        <w:rPr>
          <w:rFonts w:asciiTheme="majorHAnsi" w:hAnsiTheme="majorHAnsi" w:cstheme="majorHAnsi"/>
          <w:spacing w:val="-6"/>
          <w:sz w:val="30"/>
          <w:szCs w:val="30"/>
          <w:cs/>
        </w:rPr>
        <w:t xml:space="preserve"> จากการแก้ไขข้อผิดพลาดของ</w:t>
      </w:r>
      <w:r w:rsidR="00692619" w:rsidRPr="00692619">
        <w:rPr>
          <w:rFonts w:asciiTheme="majorHAnsi" w:hAnsiTheme="majorHAnsi" w:cstheme="majorHAnsi" w:hint="cs"/>
          <w:spacing w:val="-6"/>
          <w:sz w:val="30"/>
          <w:szCs w:val="30"/>
          <w:cs/>
        </w:rPr>
        <w:t>เงินลงทุนในตราสารทุน</w:t>
      </w:r>
      <w:r w:rsidR="00692619">
        <w:rPr>
          <w:rFonts w:asciiTheme="majorHAnsi" w:hAnsiTheme="majorHAnsi" w:cstheme="majorHAnsi" w:hint="cs"/>
          <w:sz w:val="30"/>
          <w:szCs w:val="30"/>
          <w:cs/>
        </w:rPr>
        <w:t xml:space="preserve"> </w:t>
      </w:r>
      <w:r w:rsidRPr="004A5D43">
        <w:rPr>
          <w:rFonts w:asciiTheme="majorHAnsi" w:hAnsiTheme="majorHAnsi" w:cstheme="majorHAnsi"/>
          <w:sz w:val="30"/>
          <w:szCs w:val="30"/>
          <w:cs/>
        </w:rPr>
        <w:t>สินทรัพย์ภาษีเงินได้รอการตัดบัญชี</w:t>
      </w:r>
      <w:r w:rsidR="00692619">
        <w:rPr>
          <w:rFonts w:asciiTheme="majorHAnsi" w:hAnsiTheme="majorHAnsi" w:cstheme="majorHAnsi" w:hint="cs"/>
          <w:sz w:val="30"/>
          <w:szCs w:val="30"/>
          <w:cs/>
        </w:rPr>
        <w:t xml:space="preserve"> สินทรัพย์ไม่หมุนเวียนอื่น</w:t>
      </w:r>
      <w:r w:rsidRPr="004A5D43">
        <w:rPr>
          <w:rFonts w:asciiTheme="majorHAnsi" w:hAnsiTheme="majorHAnsi" w:cstheme="majorHAnsi"/>
          <w:sz w:val="30"/>
          <w:szCs w:val="30"/>
          <w:cs/>
        </w:rPr>
        <w:t xml:space="preserve"> เงินกู้ยืมระยะสั้นจากสถาบันการเงิน เจ้าหนี้อื่น </w:t>
      </w:r>
      <w:r w:rsidR="00AB2D05">
        <w:rPr>
          <w:rFonts w:asciiTheme="majorHAnsi" w:hAnsiTheme="majorHAnsi" w:cstheme="majorHAnsi" w:hint="cs"/>
          <w:sz w:val="30"/>
          <w:szCs w:val="30"/>
          <w:cs/>
        </w:rPr>
        <w:t xml:space="preserve">  </w:t>
      </w:r>
      <w:r w:rsidR="00692619">
        <w:rPr>
          <w:rFonts w:asciiTheme="majorHAnsi" w:hAnsiTheme="majorHAnsi" w:cstheme="majorHAnsi" w:hint="cs"/>
          <w:sz w:val="30"/>
          <w:szCs w:val="30"/>
          <w:cs/>
        </w:rPr>
        <w:t xml:space="preserve">   </w:t>
      </w:r>
      <w:r w:rsidR="00134C64">
        <w:rPr>
          <w:rFonts w:asciiTheme="majorHAnsi" w:hAnsiTheme="majorHAnsi" w:cstheme="majorHAnsi" w:hint="cs"/>
          <w:sz w:val="30"/>
          <w:szCs w:val="30"/>
          <w:cs/>
        </w:rPr>
        <w:t xml:space="preserve">หุ้นทุนซื้อคืน </w:t>
      </w:r>
      <w:r w:rsidRPr="004A5D43">
        <w:rPr>
          <w:rFonts w:asciiTheme="majorHAnsi" w:hAnsiTheme="majorHAnsi" w:cstheme="majorHAnsi"/>
          <w:sz w:val="30"/>
          <w:szCs w:val="30"/>
          <w:cs/>
        </w:rPr>
        <w:t xml:space="preserve">ผลขาดทุนจากเงินลงทุนในตราสารทุนที่กำหนดให้วัดมูลค่าด้วยมูลค่ายุติธรรมผ่านกำไรขาดทุนเบ็ดเสร็จอื่น และภาษีเงินได้ของรายการที่จะไม่ถูกจัดประเภทใหม่ไว้ในกำไรหรือขาดทุนในภายหลัง </w:t>
      </w:r>
    </w:p>
    <w:p w14:paraId="382C940B" w14:textId="77777777" w:rsidR="00105AE4" w:rsidRPr="00105AE4" w:rsidRDefault="00105AE4" w:rsidP="00105AE4">
      <w:pPr>
        <w:autoSpaceDE w:val="0"/>
        <w:autoSpaceDN w:val="0"/>
        <w:adjustRightInd w:val="0"/>
        <w:spacing w:line="240" w:lineRule="auto"/>
        <w:jc w:val="thaiDistribute"/>
        <w:rPr>
          <w:rFonts w:asciiTheme="majorHAnsi" w:eastAsia="Calibri" w:hAnsiTheme="majorHAnsi" w:cstheme="majorHAnsi"/>
          <w:sz w:val="30"/>
          <w:szCs w:val="30"/>
        </w:rPr>
      </w:pPr>
    </w:p>
    <w:p w14:paraId="0D1D794D" w14:textId="374872C6" w:rsidR="00580C19" w:rsidRDefault="00105AE4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  <w:r w:rsidRPr="00105AE4">
        <w:rPr>
          <w:rFonts w:ascii="Angsana New" w:hAnsi="Angsana New"/>
          <w:sz w:val="30"/>
          <w:szCs w:val="30"/>
          <w:cs/>
        </w:rPr>
        <w:t>ทั้งนี้ข้อสรุปของข้าพเจ้าไม่ได้เปลี่ยนแปลงไปเนื่องจากเรื่องนี้</w:t>
      </w:r>
    </w:p>
    <w:p w14:paraId="4F91F020" w14:textId="2F678F8C" w:rsidR="003A7AA6" w:rsidRDefault="003A7AA6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 w:hint="cs"/>
          <w:sz w:val="30"/>
          <w:szCs w:val="30"/>
          <w:cs/>
        </w:rPr>
      </w:pPr>
    </w:p>
    <w:p w14:paraId="32FAB4AB" w14:textId="77777777" w:rsidR="00105AE4" w:rsidRDefault="00105AE4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661906FD" w14:textId="77777777" w:rsidR="00BF517D" w:rsidRDefault="00BF517D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571B8448" w14:textId="77777777" w:rsidR="003A7AA6" w:rsidRPr="000F2BBF" w:rsidRDefault="003A7AA6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45FD90C6" w14:textId="77777777" w:rsidR="003067C4" w:rsidRPr="000F2BBF" w:rsidRDefault="003067C4" w:rsidP="003067C4">
      <w:pPr>
        <w:tabs>
          <w:tab w:val="center" w:pos="6660"/>
        </w:tabs>
        <w:spacing w:line="240" w:lineRule="auto"/>
        <w:ind w:right="43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z w:val="30"/>
          <w:szCs w:val="30"/>
        </w:rPr>
        <w:t>(</w:t>
      </w:r>
      <w:r w:rsidRPr="000F2BBF">
        <w:rPr>
          <w:rFonts w:ascii="Angsana New" w:hAnsi="Angsana New" w:hint="cs"/>
          <w:sz w:val="30"/>
          <w:szCs w:val="30"/>
          <w:cs/>
        </w:rPr>
        <w:t>วัชระ ภัทรพิทักษ์</w:t>
      </w:r>
      <w:r w:rsidRPr="000F2BBF">
        <w:rPr>
          <w:rFonts w:ascii="Angsana New" w:hAnsi="Angsana New"/>
          <w:sz w:val="30"/>
          <w:szCs w:val="30"/>
        </w:rPr>
        <w:t>)</w:t>
      </w:r>
    </w:p>
    <w:p w14:paraId="2BA7E6A1" w14:textId="77777777" w:rsidR="003067C4" w:rsidRPr="000F2BBF" w:rsidRDefault="003067C4" w:rsidP="003067C4">
      <w:pPr>
        <w:tabs>
          <w:tab w:val="center" w:pos="6660"/>
        </w:tabs>
        <w:spacing w:line="240" w:lineRule="auto"/>
        <w:ind w:right="43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63477B23" w14:textId="22AB5159" w:rsidR="003067C4" w:rsidRPr="000F2BBF" w:rsidRDefault="003067C4" w:rsidP="003067C4">
      <w:pPr>
        <w:tabs>
          <w:tab w:val="center" w:pos="6660"/>
        </w:tabs>
        <w:spacing w:line="240" w:lineRule="auto"/>
        <w:ind w:right="43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z w:val="30"/>
          <w:szCs w:val="30"/>
          <w:cs/>
        </w:rPr>
        <w:t xml:space="preserve">เลขทะเบียน </w:t>
      </w:r>
      <w:r w:rsidR="006214E7" w:rsidRPr="000F2BBF">
        <w:rPr>
          <w:rFonts w:ascii="Angsana New" w:hAnsi="Angsana New"/>
          <w:sz w:val="30"/>
          <w:szCs w:val="30"/>
        </w:rPr>
        <w:t>6669</w:t>
      </w:r>
    </w:p>
    <w:p w14:paraId="484BE6F3" w14:textId="77777777" w:rsidR="003067C4" w:rsidRPr="000F2BBF" w:rsidRDefault="003067C4" w:rsidP="003067C4">
      <w:pPr>
        <w:rPr>
          <w:rFonts w:ascii="Angsana New" w:hAnsi="Angsana New"/>
          <w:sz w:val="30"/>
          <w:szCs w:val="30"/>
        </w:rPr>
      </w:pPr>
    </w:p>
    <w:p w14:paraId="22E7CE13" w14:textId="77777777" w:rsidR="003067C4" w:rsidRPr="000F2BBF" w:rsidRDefault="003067C4" w:rsidP="003067C4">
      <w:pPr>
        <w:jc w:val="both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 w:hint="cs"/>
          <w:sz w:val="30"/>
          <w:szCs w:val="30"/>
          <w:cs/>
        </w:rPr>
        <w:t>บริษัท เคพีเอ็มจี ภูมิไชย สอบบัญชี จำกัด</w:t>
      </w:r>
    </w:p>
    <w:p w14:paraId="31D9618E" w14:textId="77777777" w:rsidR="003067C4" w:rsidRPr="000F2BBF" w:rsidRDefault="003067C4" w:rsidP="003067C4">
      <w:pPr>
        <w:jc w:val="both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 w:hint="cs"/>
          <w:sz w:val="30"/>
          <w:szCs w:val="30"/>
          <w:cs/>
        </w:rPr>
        <w:t>กรุงเทพมหานคร</w:t>
      </w:r>
    </w:p>
    <w:p w14:paraId="7B805654" w14:textId="7204F4A8" w:rsidR="003067C4" w:rsidRPr="000F2BBF" w:rsidRDefault="002C5202" w:rsidP="003067C4">
      <w:pPr>
        <w:jc w:val="both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</w:rPr>
        <w:t>1</w:t>
      </w:r>
      <w:r w:rsidR="00431126">
        <w:rPr>
          <w:rFonts w:ascii="Angsana New" w:hAnsi="Angsana New"/>
          <w:sz w:val="30"/>
          <w:szCs w:val="30"/>
        </w:rPr>
        <w:t>4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สิงหาคม </w:t>
      </w:r>
      <w:r w:rsidR="00FA3010" w:rsidRPr="008F6358">
        <w:rPr>
          <w:rFonts w:ascii="Angsana New" w:hAnsi="Angsana New"/>
          <w:sz w:val="30"/>
          <w:szCs w:val="30"/>
        </w:rPr>
        <w:t>256</w:t>
      </w:r>
      <w:r w:rsidR="008F6358" w:rsidRPr="008F6358">
        <w:rPr>
          <w:rFonts w:ascii="Angsana New" w:hAnsi="Angsana New"/>
          <w:sz w:val="30"/>
          <w:szCs w:val="30"/>
        </w:rPr>
        <w:t>6</w:t>
      </w:r>
    </w:p>
    <w:p w14:paraId="057CDB3E" w14:textId="77777777" w:rsidR="003067C4" w:rsidRPr="000F2BBF" w:rsidRDefault="003067C4" w:rsidP="003067C4">
      <w:pPr>
        <w:jc w:val="both"/>
        <w:rPr>
          <w:rFonts w:ascii="Angsana New" w:hAnsi="Angsana New"/>
          <w:sz w:val="30"/>
          <w:szCs w:val="30"/>
        </w:rPr>
      </w:pPr>
    </w:p>
    <w:p w14:paraId="24BB161C" w14:textId="384BF3AF" w:rsidR="00312F8F" w:rsidRPr="00312F8F" w:rsidRDefault="00312F8F" w:rsidP="00BA69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firstLine="90"/>
        <w:jc w:val="thaiDistribute"/>
        <w:rPr>
          <w:rFonts w:ascii="Angsana New" w:hAnsi="Angsana New"/>
          <w:spacing w:val="-6"/>
          <w:sz w:val="30"/>
          <w:szCs w:val="30"/>
          <w:highlight w:val="yellow"/>
          <w:cs/>
        </w:rPr>
      </w:pPr>
    </w:p>
    <w:sectPr w:rsidR="00312F8F" w:rsidRPr="00312F8F" w:rsidSect="00BA6968">
      <w:headerReference w:type="default" r:id="rId13"/>
      <w:footerReference w:type="default" r:id="rId14"/>
      <w:pgSz w:w="11909" w:h="16834" w:code="9"/>
      <w:pgMar w:top="691" w:right="1152" w:bottom="576" w:left="1152" w:header="720" w:footer="720" w:gutter="0"/>
      <w:pgNumType w:start="2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EF5BF" w14:textId="77777777" w:rsidR="00E67DD2" w:rsidRDefault="00E67DD2" w:rsidP="003D743A">
      <w:r>
        <w:separator/>
      </w:r>
    </w:p>
  </w:endnote>
  <w:endnote w:type="continuationSeparator" w:id="0">
    <w:p w14:paraId="7FB41961" w14:textId="77777777" w:rsidR="00E67DD2" w:rsidRDefault="00E67DD2" w:rsidP="003D7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ZapfDingbats BT">
    <w:altName w:val="Times New Roman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AADB3" w14:textId="77777777" w:rsidR="00694E93" w:rsidRPr="00EA1E3C" w:rsidRDefault="00694E93" w:rsidP="00AD21EE">
    <w:pPr>
      <w:pStyle w:val="Footer"/>
      <w:ind w:right="360"/>
      <w:rPr>
        <w:rFonts w:ascii="Angsana New" w:hAnsi="Angsana New"/>
        <w:i/>
        <w:iCs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3942491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30"/>
        <w:szCs w:val="30"/>
      </w:rPr>
    </w:sdtEndPr>
    <w:sdtContent>
      <w:p w14:paraId="5546D56D" w14:textId="047A6F28" w:rsidR="00694E93" w:rsidRPr="00227E50" w:rsidRDefault="00000000" w:rsidP="006B7DC9">
        <w:pPr>
          <w:pStyle w:val="Footer"/>
          <w:jc w:val="center"/>
          <w:rPr>
            <w:rFonts w:ascii="Angsana New" w:hAnsi="Angsana New"/>
            <w:sz w:val="30"/>
            <w:szCs w:val="30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7756467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30"/>
        <w:szCs w:val="30"/>
      </w:rPr>
    </w:sdtEndPr>
    <w:sdtContent>
      <w:p w14:paraId="7E7B23DB" w14:textId="77777777" w:rsidR="00A47A49" w:rsidRPr="00227E50" w:rsidRDefault="00A47A49" w:rsidP="006B7DC9">
        <w:pPr>
          <w:pStyle w:val="Footer"/>
          <w:jc w:val="center"/>
          <w:rPr>
            <w:rFonts w:ascii="Angsana New" w:hAnsi="Angsana New"/>
            <w:sz w:val="30"/>
            <w:szCs w:val="30"/>
          </w:rPr>
        </w:pPr>
        <w:r w:rsidRPr="00227E50">
          <w:rPr>
            <w:rFonts w:ascii="Angsana New" w:hAnsi="Angsana New" w:hint="cs"/>
            <w:sz w:val="30"/>
            <w:szCs w:val="30"/>
          </w:rPr>
          <w:fldChar w:fldCharType="begin"/>
        </w:r>
        <w:r w:rsidRPr="00227E50">
          <w:rPr>
            <w:rFonts w:ascii="Angsana New" w:hAnsi="Angsana New" w:hint="cs"/>
            <w:sz w:val="30"/>
            <w:szCs w:val="30"/>
          </w:rPr>
          <w:instrText xml:space="preserve"> PAGE   \* MERGEFORMAT </w:instrText>
        </w:r>
        <w:r w:rsidRPr="00227E50">
          <w:rPr>
            <w:rFonts w:ascii="Angsana New" w:hAnsi="Angsana New" w:hint="cs"/>
            <w:sz w:val="30"/>
            <w:szCs w:val="30"/>
          </w:rPr>
          <w:fldChar w:fldCharType="separate"/>
        </w:r>
        <w:r w:rsidRPr="00227E50">
          <w:rPr>
            <w:rFonts w:ascii="Angsana New" w:hAnsi="Angsana New" w:hint="cs"/>
            <w:noProof/>
            <w:sz w:val="30"/>
            <w:szCs w:val="30"/>
          </w:rPr>
          <w:t>6</w:t>
        </w:r>
        <w:r>
          <w:rPr>
            <w:rFonts w:ascii="Angsana New" w:hAnsi="Angsana New" w:hint="cs"/>
            <w:noProof/>
            <w:sz w:val="30"/>
            <w:szCs w:val="30"/>
          </w:rPr>
          <w:t>7</w:t>
        </w:r>
        <w:r w:rsidRPr="00227E50">
          <w:rPr>
            <w:rFonts w:ascii="Angsana New" w:hAnsi="Angsana New" w:hint="cs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E63A7" w14:textId="77777777" w:rsidR="00E67DD2" w:rsidRDefault="00E67DD2" w:rsidP="003D743A">
      <w:r>
        <w:separator/>
      </w:r>
    </w:p>
  </w:footnote>
  <w:footnote w:type="continuationSeparator" w:id="0">
    <w:p w14:paraId="16CE4394" w14:textId="77777777" w:rsidR="00E67DD2" w:rsidRDefault="00E67DD2" w:rsidP="003D7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C546B" w14:textId="77777777" w:rsidR="00694E93" w:rsidRDefault="00694E93" w:rsidP="00562FFF">
    <w:pPr>
      <w:spacing w:line="240" w:lineRule="auto"/>
      <w:rPr>
        <w:rFonts w:ascii="Angsana New" w:hAnsi="Angsana New"/>
        <w:b/>
        <w:bCs/>
        <w:sz w:val="32"/>
        <w:szCs w:val="32"/>
      </w:rPr>
    </w:pPr>
  </w:p>
  <w:p w14:paraId="043F7C85" w14:textId="77777777" w:rsidR="00694E93" w:rsidRPr="00562FFF" w:rsidRDefault="00694E93" w:rsidP="00562FFF">
    <w:pPr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15459" w14:textId="77777777" w:rsidR="00694E93" w:rsidRDefault="00694E93" w:rsidP="008F7CC5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F7CC5">
      <w:rPr>
        <w:rFonts w:ascii="Angsana New" w:hAnsi="Angsana New"/>
        <w:b/>
        <w:bCs/>
        <w:sz w:val="32"/>
        <w:szCs w:val="32"/>
        <w:cs/>
      </w:rPr>
      <w:t>บริษัท สบาย เทคโนโลยี จำกัด (มหาชน)</w:t>
    </w:r>
  </w:p>
  <w:p w14:paraId="6B97D411" w14:textId="703DAA81" w:rsidR="00694E93" w:rsidRPr="00D110DA" w:rsidRDefault="00694E93" w:rsidP="008F7CC5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F7CC5">
      <w:rPr>
        <w:rFonts w:ascii="Angsana New" w:hAnsi="Angsana New"/>
        <w:b/>
        <w:bCs/>
        <w:sz w:val="32"/>
        <w:szCs w:val="32"/>
        <w:cs/>
      </w:rPr>
      <w:t>(เดิมชื่อ บริษัท เวนดิ้ง คอร์ปอเรชั่น จำกัด และบริษัทย่อย)</w:t>
    </w:r>
  </w:p>
  <w:p w14:paraId="3AAF7002" w14:textId="77777777" w:rsidR="00694E93" w:rsidRPr="00235F64" w:rsidRDefault="00694E93" w:rsidP="000F44A5">
    <w:pPr>
      <w:spacing w:line="240" w:lineRule="auto"/>
      <w:rPr>
        <w:rFonts w:ascii="Angsana New" w:hAnsi="Angsana New"/>
        <w:b/>
        <w:bCs/>
        <w:sz w:val="32"/>
        <w:szCs w:val="32"/>
      </w:rPr>
    </w:pPr>
    <w:r w:rsidRPr="00235F6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7768E2DA" w14:textId="102EBDD9" w:rsidR="00694E93" w:rsidRPr="00BE76D9" w:rsidRDefault="00694E93" w:rsidP="000F44A5">
    <w:pPr>
      <w:spacing w:line="240" w:lineRule="auto"/>
      <w:rPr>
        <w:rFonts w:ascii="Angsana New" w:hAnsi="Angsana New"/>
        <w:b/>
        <w:bCs/>
        <w:sz w:val="32"/>
        <w:szCs w:val="32"/>
      </w:rPr>
    </w:pPr>
    <w:r w:rsidRPr="00BE76D9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 w:rsidRPr="00BE76D9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2562</w:t>
    </w:r>
  </w:p>
  <w:p w14:paraId="0DD3B524" w14:textId="77777777" w:rsidR="00694E93" w:rsidRPr="000507D5" w:rsidRDefault="00694E93">
    <w:pPr>
      <w:pStyle w:val="Header"/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BAB64" w14:textId="77777777" w:rsidR="00694E93" w:rsidRPr="00BE76D9" w:rsidRDefault="00694E93" w:rsidP="00F6148C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4293B" w14:textId="77777777" w:rsidR="00694E93" w:rsidRPr="00850869" w:rsidRDefault="00694E93" w:rsidP="00850869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F627CAA"/>
    <w:lvl w:ilvl="0">
      <w:start w:val="1"/>
      <w:numFmt w:val="bullet"/>
      <w:pStyle w:val="List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  <w:cs w:val="0"/>
        <w:lang w:bidi="th-TH"/>
      </w:rPr>
    </w:lvl>
  </w:abstractNum>
  <w:abstractNum w:abstractNumId="10" w15:restartNumberingAfterBreak="0">
    <w:nsid w:val="05DC0631"/>
    <w:multiLevelType w:val="hybridMultilevel"/>
    <w:tmpl w:val="7C1E24EC"/>
    <w:lvl w:ilvl="0" w:tplc="DB4EC038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F2D80"/>
    <w:multiLevelType w:val="hybridMultilevel"/>
    <w:tmpl w:val="8E1419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7773A5"/>
    <w:multiLevelType w:val="hybridMultilevel"/>
    <w:tmpl w:val="87E256A0"/>
    <w:lvl w:ilvl="0" w:tplc="B398769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0C165CCF"/>
    <w:multiLevelType w:val="hybridMultilevel"/>
    <w:tmpl w:val="7820C37C"/>
    <w:lvl w:ilvl="0" w:tplc="0504DF5C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0C7878A2"/>
    <w:multiLevelType w:val="hybridMultilevel"/>
    <w:tmpl w:val="F2CACAE8"/>
    <w:lvl w:ilvl="0" w:tplc="B90EC9C8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D2E07"/>
    <w:multiLevelType w:val="hybridMultilevel"/>
    <w:tmpl w:val="9FE6E3D4"/>
    <w:lvl w:ilvl="0" w:tplc="B6963436">
      <w:start w:val="4"/>
      <w:numFmt w:val="decimal"/>
      <w:lvlText w:val="%1"/>
      <w:lvlJc w:val="left"/>
      <w:pPr>
        <w:ind w:left="360" w:hanging="360"/>
      </w:pPr>
      <w:rPr>
        <w:rFonts w:hint="default"/>
        <w:b/>
        <w:bCs/>
        <w:color w:val="auto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C0EB8"/>
    <w:multiLevelType w:val="hybridMultilevel"/>
    <w:tmpl w:val="220C95FC"/>
    <w:lvl w:ilvl="0" w:tplc="4FCE046E">
      <w:start w:val="1"/>
      <w:numFmt w:val="decimal"/>
      <w:lvlText w:val="(%1)"/>
      <w:lvlJc w:val="left"/>
      <w:pPr>
        <w:ind w:left="1908" w:hanging="360"/>
      </w:pPr>
      <w:rPr>
        <w:b w:val="0"/>
        <w:bCs w:val="0"/>
        <w:i w:val="0"/>
        <w:iCs w:val="0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2628" w:hanging="360"/>
      </w:pPr>
    </w:lvl>
    <w:lvl w:ilvl="2" w:tplc="0409001B">
      <w:start w:val="1"/>
      <w:numFmt w:val="lowerRoman"/>
      <w:lvlText w:val="%3."/>
      <w:lvlJc w:val="right"/>
      <w:pPr>
        <w:ind w:left="3348" w:hanging="180"/>
      </w:pPr>
    </w:lvl>
    <w:lvl w:ilvl="3" w:tplc="0409000F">
      <w:start w:val="1"/>
      <w:numFmt w:val="decimal"/>
      <w:lvlText w:val="%4."/>
      <w:lvlJc w:val="left"/>
      <w:pPr>
        <w:ind w:left="4068" w:hanging="360"/>
      </w:pPr>
    </w:lvl>
    <w:lvl w:ilvl="4" w:tplc="04090019">
      <w:start w:val="1"/>
      <w:numFmt w:val="lowerLetter"/>
      <w:lvlText w:val="%5."/>
      <w:lvlJc w:val="left"/>
      <w:pPr>
        <w:ind w:left="4788" w:hanging="360"/>
      </w:pPr>
    </w:lvl>
    <w:lvl w:ilvl="5" w:tplc="0409001B">
      <w:start w:val="1"/>
      <w:numFmt w:val="lowerRoman"/>
      <w:lvlText w:val="%6."/>
      <w:lvlJc w:val="right"/>
      <w:pPr>
        <w:ind w:left="5508" w:hanging="180"/>
      </w:pPr>
    </w:lvl>
    <w:lvl w:ilvl="6" w:tplc="0409000F">
      <w:start w:val="1"/>
      <w:numFmt w:val="decimal"/>
      <w:lvlText w:val="%7."/>
      <w:lvlJc w:val="left"/>
      <w:pPr>
        <w:ind w:left="6228" w:hanging="360"/>
      </w:pPr>
    </w:lvl>
    <w:lvl w:ilvl="7" w:tplc="04090019">
      <w:start w:val="1"/>
      <w:numFmt w:val="lowerLetter"/>
      <w:lvlText w:val="%8."/>
      <w:lvlJc w:val="left"/>
      <w:pPr>
        <w:ind w:left="6948" w:hanging="360"/>
      </w:pPr>
    </w:lvl>
    <w:lvl w:ilvl="8" w:tplc="0409001B">
      <w:start w:val="1"/>
      <w:numFmt w:val="lowerRoman"/>
      <w:lvlText w:val="%9."/>
      <w:lvlJc w:val="right"/>
      <w:pPr>
        <w:ind w:left="7668" w:hanging="180"/>
      </w:pPr>
    </w:lvl>
  </w:abstractNum>
  <w:abstractNum w:abstractNumId="17" w15:restartNumberingAfterBreak="0">
    <w:nsid w:val="1CFF0D2B"/>
    <w:multiLevelType w:val="hybridMultilevel"/>
    <w:tmpl w:val="7F6CC80A"/>
    <w:lvl w:ilvl="0" w:tplc="3084A1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EC76D8A"/>
    <w:multiLevelType w:val="hybridMultilevel"/>
    <w:tmpl w:val="32CC3D52"/>
    <w:lvl w:ilvl="0" w:tplc="04090011">
      <w:start w:val="1"/>
      <w:numFmt w:val="decimal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24DE18A5"/>
    <w:multiLevelType w:val="hybridMultilevel"/>
    <w:tmpl w:val="E2E86D40"/>
    <w:lvl w:ilvl="0" w:tplc="9984EA8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1" w15:restartNumberingAfterBreak="0">
    <w:nsid w:val="29EF6FC8"/>
    <w:multiLevelType w:val="hybridMultilevel"/>
    <w:tmpl w:val="684A713C"/>
    <w:lvl w:ilvl="0" w:tplc="55CA940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362D2045"/>
    <w:multiLevelType w:val="hybridMultilevel"/>
    <w:tmpl w:val="6FCC80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152F36"/>
    <w:multiLevelType w:val="hybridMultilevel"/>
    <w:tmpl w:val="823CABE0"/>
    <w:lvl w:ilvl="0" w:tplc="BC4C37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6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7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135D2E"/>
    <w:multiLevelType w:val="hybridMultilevel"/>
    <w:tmpl w:val="20D63BA8"/>
    <w:lvl w:ilvl="0" w:tplc="E80A8EE4">
      <w:start w:val="1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cs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4FE70F52"/>
    <w:multiLevelType w:val="hybridMultilevel"/>
    <w:tmpl w:val="87E256A0"/>
    <w:lvl w:ilvl="0" w:tplc="B398769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1" w15:restartNumberingAfterBreak="0">
    <w:nsid w:val="51730036"/>
    <w:multiLevelType w:val="hybridMultilevel"/>
    <w:tmpl w:val="232CB38E"/>
    <w:lvl w:ilvl="0" w:tplc="E09A3202">
      <w:start w:val="1"/>
      <w:numFmt w:val="thaiLetters"/>
      <w:lvlText w:val="(%1)"/>
      <w:lvlJc w:val="left"/>
      <w:pPr>
        <w:ind w:left="1260" w:hanging="360"/>
      </w:pPr>
      <w:rPr>
        <w:rFonts w:asciiTheme="majorBidi" w:hAnsiTheme="majorBidi" w:cstheme="majorBidi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55B2637F"/>
    <w:multiLevelType w:val="multilevel"/>
    <w:tmpl w:val="724EB112"/>
    <w:lvl w:ilvl="0">
      <w:start w:val="1"/>
      <w:numFmt w:val="decimal"/>
      <w:lvlText w:val="%1)"/>
      <w:lvlJc w:val="left"/>
      <w:pPr>
        <w:ind w:left="1260" w:hanging="360"/>
      </w:pPr>
      <w:rPr>
        <w:b w:val="0"/>
        <w:bCs/>
        <w:lang w:bidi="th-TH"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56EC737D"/>
    <w:multiLevelType w:val="multilevel"/>
    <w:tmpl w:val="61C078A6"/>
    <w:lvl w:ilvl="0">
      <w:start w:val="1"/>
      <w:numFmt w:val="decimal"/>
      <w:lvlText w:val="%1)"/>
      <w:lvlJc w:val="left"/>
      <w:pPr>
        <w:ind w:left="1260" w:hanging="360"/>
      </w:pPr>
      <w:rPr>
        <w:b w:val="0"/>
        <w:bCs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06A1F48"/>
    <w:multiLevelType w:val="hybridMultilevel"/>
    <w:tmpl w:val="87E256A0"/>
    <w:lvl w:ilvl="0" w:tplc="B398769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099059C"/>
    <w:multiLevelType w:val="hybridMultilevel"/>
    <w:tmpl w:val="D84C86FE"/>
    <w:lvl w:ilvl="0" w:tplc="D7DEEC82">
      <w:start w:val="1"/>
      <w:numFmt w:val="decimal"/>
      <w:lvlText w:val="%1)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36" w15:restartNumberingAfterBreak="0">
    <w:nsid w:val="650B2DD2"/>
    <w:multiLevelType w:val="multilevel"/>
    <w:tmpl w:val="2F726DEC"/>
    <w:lvl w:ilvl="0">
      <w:start w:val="8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HAnsi" w:hAnsiTheme="majorHAnsi" w:cstheme="majorHAnsi" w:hint="default"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37" w15:restartNumberingAfterBreak="0">
    <w:nsid w:val="65CD2DA5"/>
    <w:multiLevelType w:val="hybridMultilevel"/>
    <w:tmpl w:val="A670AD7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 w15:restartNumberingAfterBreak="0">
    <w:nsid w:val="66285E29"/>
    <w:multiLevelType w:val="hybridMultilevel"/>
    <w:tmpl w:val="61C078A6"/>
    <w:lvl w:ilvl="0" w:tplc="AF9216DC">
      <w:start w:val="1"/>
      <w:numFmt w:val="decimal"/>
      <w:lvlText w:val="%1)"/>
      <w:lvlJc w:val="left"/>
      <w:pPr>
        <w:ind w:left="126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41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2" w15:restartNumberingAfterBreak="0">
    <w:nsid w:val="6E212E5D"/>
    <w:multiLevelType w:val="hybridMultilevel"/>
    <w:tmpl w:val="CF5A5CB4"/>
    <w:lvl w:ilvl="0" w:tplc="96C2FA3E">
      <w:start w:val="367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45" w15:restartNumberingAfterBreak="0">
    <w:nsid w:val="767B1B43"/>
    <w:multiLevelType w:val="multilevel"/>
    <w:tmpl w:val="61C078A6"/>
    <w:lvl w:ilvl="0">
      <w:start w:val="1"/>
      <w:numFmt w:val="decimal"/>
      <w:lvlText w:val="%1)"/>
      <w:lvlJc w:val="left"/>
      <w:pPr>
        <w:ind w:left="1260" w:hanging="360"/>
      </w:pPr>
      <w:rPr>
        <w:b w:val="0"/>
        <w:bCs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6" w15:restartNumberingAfterBreak="0">
    <w:nsid w:val="76C65C30"/>
    <w:multiLevelType w:val="hybridMultilevel"/>
    <w:tmpl w:val="20304DDE"/>
    <w:lvl w:ilvl="0" w:tplc="C5980CC2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F2DECBCE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57EC6B6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A1899F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D4A9482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EA266CA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219A5E6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A87658BA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E862E7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79394145"/>
    <w:multiLevelType w:val="multilevel"/>
    <w:tmpl w:val="4A38C72A"/>
    <w:lvl w:ilvl="0">
      <w:start w:val="10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Theme="majorHAnsi" w:hAnsiTheme="majorHAnsi" w:cstheme="majorHAnsi" w:hint="default"/>
        <w:b/>
        <w:bCs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1112"/>
        </w:tabs>
        <w:ind w:left="1112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452"/>
        </w:tabs>
        <w:ind w:left="1452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793"/>
        </w:tabs>
        <w:ind w:left="1793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133"/>
        </w:tabs>
        <w:ind w:left="2133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473"/>
        </w:tabs>
        <w:ind w:left="2473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813"/>
        </w:tabs>
        <w:ind w:left="2813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3153"/>
        </w:tabs>
        <w:ind w:left="3153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93"/>
        </w:tabs>
        <w:ind w:left="3493" w:hanging="340"/>
      </w:pPr>
      <w:rPr>
        <w:rFonts w:ascii="9999999" w:hAnsi="9999999" w:hint="default"/>
      </w:rPr>
    </w:lvl>
  </w:abstractNum>
  <w:abstractNum w:abstractNumId="48" w15:restartNumberingAfterBreak="0">
    <w:nsid w:val="7B507873"/>
    <w:multiLevelType w:val="hybridMultilevel"/>
    <w:tmpl w:val="85B86D20"/>
    <w:lvl w:ilvl="0" w:tplc="CACA58F4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573859059">
    <w:abstractNumId w:val="6"/>
  </w:num>
  <w:num w:numId="2" w16cid:durableId="1391340291">
    <w:abstractNumId w:val="5"/>
  </w:num>
  <w:num w:numId="3" w16cid:durableId="1253195935">
    <w:abstractNumId w:val="9"/>
  </w:num>
  <w:num w:numId="4" w16cid:durableId="1612778303">
    <w:abstractNumId w:val="7"/>
  </w:num>
  <w:num w:numId="5" w16cid:durableId="751585298">
    <w:abstractNumId w:val="8"/>
  </w:num>
  <w:num w:numId="6" w16cid:durableId="256907486">
    <w:abstractNumId w:val="3"/>
  </w:num>
  <w:num w:numId="7" w16cid:durableId="1607536391">
    <w:abstractNumId w:val="2"/>
  </w:num>
  <w:num w:numId="8" w16cid:durableId="1485853959">
    <w:abstractNumId w:val="0"/>
  </w:num>
  <w:num w:numId="9" w16cid:durableId="279646879">
    <w:abstractNumId w:val="1"/>
  </w:num>
  <w:num w:numId="10" w16cid:durableId="1150824127">
    <w:abstractNumId w:val="4"/>
  </w:num>
  <w:num w:numId="11" w16cid:durableId="762341699">
    <w:abstractNumId w:val="25"/>
  </w:num>
  <w:num w:numId="12" w16cid:durableId="2088727833">
    <w:abstractNumId w:val="20"/>
  </w:num>
  <w:num w:numId="13" w16cid:durableId="233856962">
    <w:abstractNumId w:val="40"/>
  </w:num>
  <w:num w:numId="14" w16cid:durableId="1435247518">
    <w:abstractNumId w:val="22"/>
  </w:num>
  <w:num w:numId="15" w16cid:durableId="1649703447">
    <w:abstractNumId w:val="26"/>
  </w:num>
  <w:num w:numId="16" w16cid:durableId="589580701">
    <w:abstractNumId w:val="44"/>
  </w:num>
  <w:num w:numId="17" w16cid:durableId="2056267345">
    <w:abstractNumId w:val="46"/>
  </w:num>
  <w:num w:numId="18" w16cid:durableId="1637876923">
    <w:abstractNumId w:val="30"/>
  </w:num>
  <w:num w:numId="19" w16cid:durableId="1648167249">
    <w:abstractNumId w:val="15"/>
  </w:num>
  <w:num w:numId="20" w16cid:durableId="1902672489">
    <w:abstractNumId w:val="14"/>
  </w:num>
  <w:num w:numId="21" w16cid:durableId="627778025">
    <w:abstractNumId w:val="10"/>
  </w:num>
  <w:num w:numId="22" w16cid:durableId="1413623212">
    <w:abstractNumId w:val="42"/>
  </w:num>
  <w:num w:numId="23" w16cid:durableId="128523621">
    <w:abstractNumId w:val="36"/>
  </w:num>
  <w:num w:numId="24" w16cid:durableId="1449470780">
    <w:abstractNumId w:val="47"/>
  </w:num>
  <w:num w:numId="25" w16cid:durableId="121928510">
    <w:abstractNumId w:val="16"/>
  </w:num>
  <w:num w:numId="26" w16cid:durableId="2035812077">
    <w:abstractNumId w:val="39"/>
  </w:num>
  <w:num w:numId="27" w16cid:durableId="1338383434">
    <w:abstractNumId w:val="43"/>
  </w:num>
  <w:num w:numId="28" w16cid:durableId="487863937">
    <w:abstractNumId w:val="28"/>
  </w:num>
  <w:num w:numId="29" w16cid:durableId="290523327">
    <w:abstractNumId w:val="27"/>
  </w:num>
  <w:num w:numId="30" w16cid:durableId="2088073192">
    <w:abstractNumId w:val="19"/>
  </w:num>
  <w:num w:numId="31" w16cid:durableId="1636838890">
    <w:abstractNumId w:val="37"/>
  </w:num>
  <w:num w:numId="32" w16cid:durableId="498737658">
    <w:abstractNumId w:val="41"/>
  </w:num>
  <w:num w:numId="33" w16cid:durableId="475074935">
    <w:abstractNumId w:val="31"/>
  </w:num>
  <w:num w:numId="34" w16cid:durableId="1868785557">
    <w:abstractNumId w:val="38"/>
  </w:num>
  <w:num w:numId="35" w16cid:durableId="1924023944">
    <w:abstractNumId w:val="18"/>
  </w:num>
  <w:num w:numId="36" w16cid:durableId="521936581">
    <w:abstractNumId w:val="29"/>
  </w:num>
  <w:num w:numId="37" w16cid:durableId="235867287">
    <w:abstractNumId w:val="33"/>
  </w:num>
  <w:num w:numId="38" w16cid:durableId="1015496020">
    <w:abstractNumId w:val="45"/>
  </w:num>
  <w:num w:numId="39" w16cid:durableId="1475372171">
    <w:abstractNumId w:val="32"/>
  </w:num>
  <w:num w:numId="40" w16cid:durableId="2130005566">
    <w:abstractNumId w:val="48"/>
  </w:num>
  <w:num w:numId="41" w16cid:durableId="2133818876">
    <w:abstractNumId w:val="12"/>
  </w:num>
  <w:num w:numId="42" w16cid:durableId="82534495">
    <w:abstractNumId w:val="34"/>
  </w:num>
  <w:num w:numId="43" w16cid:durableId="1996835444">
    <w:abstractNumId w:val="17"/>
  </w:num>
  <w:num w:numId="44" w16cid:durableId="1196696822">
    <w:abstractNumId w:val="21"/>
  </w:num>
  <w:num w:numId="45" w16cid:durableId="2049723287">
    <w:abstractNumId w:val="13"/>
  </w:num>
  <w:num w:numId="46" w16cid:durableId="1899659175">
    <w:abstractNumId w:val="35"/>
  </w:num>
  <w:num w:numId="47" w16cid:durableId="888608321">
    <w:abstractNumId w:val="24"/>
  </w:num>
  <w:num w:numId="48" w16cid:durableId="1140147678">
    <w:abstractNumId w:val="11"/>
  </w:num>
  <w:num w:numId="49" w16cid:durableId="309336366">
    <w:abstractNumId w:val="2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32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68B"/>
    <w:rsid w:val="000000B0"/>
    <w:rsid w:val="0000044D"/>
    <w:rsid w:val="00000566"/>
    <w:rsid w:val="0000061C"/>
    <w:rsid w:val="000007B9"/>
    <w:rsid w:val="0000082F"/>
    <w:rsid w:val="00000EE5"/>
    <w:rsid w:val="000011BF"/>
    <w:rsid w:val="00001210"/>
    <w:rsid w:val="000012B4"/>
    <w:rsid w:val="00001402"/>
    <w:rsid w:val="000015A3"/>
    <w:rsid w:val="000015CF"/>
    <w:rsid w:val="00001D7F"/>
    <w:rsid w:val="0000200C"/>
    <w:rsid w:val="0000230D"/>
    <w:rsid w:val="00002479"/>
    <w:rsid w:val="0000290A"/>
    <w:rsid w:val="00002C0E"/>
    <w:rsid w:val="00002D9B"/>
    <w:rsid w:val="00002E14"/>
    <w:rsid w:val="00002FD7"/>
    <w:rsid w:val="00003047"/>
    <w:rsid w:val="0000330E"/>
    <w:rsid w:val="000035D8"/>
    <w:rsid w:val="0000364B"/>
    <w:rsid w:val="000038FA"/>
    <w:rsid w:val="000039CC"/>
    <w:rsid w:val="00003B2D"/>
    <w:rsid w:val="00003D29"/>
    <w:rsid w:val="00003EF5"/>
    <w:rsid w:val="00003F94"/>
    <w:rsid w:val="00004185"/>
    <w:rsid w:val="000041DD"/>
    <w:rsid w:val="000044DD"/>
    <w:rsid w:val="000045A2"/>
    <w:rsid w:val="00004769"/>
    <w:rsid w:val="000047E0"/>
    <w:rsid w:val="00004982"/>
    <w:rsid w:val="00004A99"/>
    <w:rsid w:val="00004D33"/>
    <w:rsid w:val="00004E41"/>
    <w:rsid w:val="00004F42"/>
    <w:rsid w:val="0000525E"/>
    <w:rsid w:val="0000541D"/>
    <w:rsid w:val="000058E3"/>
    <w:rsid w:val="00005C69"/>
    <w:rsid w:val="00005C96"/>
    <w:rsid w:val="00005CA6"/>
    <w:rsid w:val="0000605F"/>
    <w:rsid w:val="00006347"/>
    <w:rsid w:val="00006571"/>
    <w:rsid w:val="00006650"/>
    <w:rsid w:val="0000676C"/>
    <w:rsid w:val="000068C3"/>
    <w:rsid w:val="000068C4"/>
    <w:rsid w:val="00006A5E"/>
    <w:rsid w:val="00007016"/>
    <w:rsid w:val="0000720D"/>
    <w:rsid w:val="000072EF"/>
    <w:rsid w:val="000079E0"/>
    <w:rsid w:val="00007B22"/>
    <w:rsid w:val="00007CDD"/>
    <w:rsid w:val="00007CEB"/>
    <w:rsid w:val="0001001F"/>
    <w:rsid w:val="00010113"/>
    <w:rsid w:val="00010474"/>
    <w:rsid w:val="0001054B"/>
    <w:rsid w:val="00010892"/>
    <w:rsid w:val="00011098"/>
    <w:rsid w:val="000110FD"/>
    <w:rsid w:val="000112BC"/>
    <w:rsid w:val="000112D6"/>
    <w:rsid w:val="00011992"/>
    <w:rsid w:val="00011BF1"/>
    <w:rsid w:val="00011BFE"/>
    <w:rsid w:val="00011C77"/>
    <w:rsid w:val="00011CE8"/>
    <w:rsid w:val="000122E7"/>
    <w:rsid w:val="00012AC5"/>
    <w:rsid w:val="00012F1B"/>
    <w:rsid w:val="0001354F"/>
    <w:rsid w:val="00013673"/>
    <w:rsid w:val="00013887"/>
    <w:rsid w:val="00013E15"/>
    <w:rsid w:val="00013F04"/>
    <w:rsid w:val="00014239"/>
    <w:rsid w:val="000144D1"/>
    <w:rsid w:val="000149F0"/>
    <w:rsid w:val="00014A61"/>
    <w:rsid w:val="00014BFA"/>
    <w:rsid w:val="00014D0F"/>
    <w:rsid w:val="0001512B"/>
    <w:rsid w:val="00015637"/>
    <w:rsid w:val="0001584A"/>
    <w:rsid w:val="00015B11"/>
    <w:rsid w:val="00015C43"/>
    <w:rsid w:val="00016042"/>
    <w:rsid w:val="00016D87"/>
    <w:rsid w:val="00017B1F"/>
    <w:rsid w:val="00017B35"/>
    <w:rsid w:val="00017BDE"/>
    <w:rsid w:val="00017C87"/>
    <w:rsid w:val="00017D44"/>
    <w:rsid w:val="000200F4"/>
    <w:rsid w:val="000203BB"/>
    <w:rsid w:val="000207FE"/>
    <w:rsid w:val="00020ABE"/>
    <w:rsid w:val="00020B16"/>
    <w:rsid w:val="00020EE7"/>
    <w:rsid w:val="00021140"/>
    <w:rsid w:val="00021251"/>
    <w:rsid w:val="00021283"/>
    <w:rsid w:val="00021715"/>
    <w:rsid w:val="000217C5"/>
    <w:rsid w:val="00021C58"/>
    <w:rsid w:val="00021C6C"/>
    <w:rsid w:val="00021E32"/>
    <w:rsid w:val="00021FDF"/>
    <w:rsid w:val="000223AC"/>
    <w:rsid w:val="0002249E"/>
    <w:rsid w:val="000225A7"/>
    <w:rsid w:val="0002261F"/>
    <w:rsid w:val="0002276C"/>
    <w:rsid w:val="0002285B"/>
    <w:rsid w:val="000228BF"/>
    <w:rsid w:val="00022BDD"/>
    <w:rsid w:val="000231BC"/>
    <w:rsid w:val="000231DB"/>
    <w:rsid w:val="00023260"/>
    <w:rsid w:val="000232BF"/>
    <w:rsid w:val="00023328"/>
    <w:rsid w:val="000239E8"/>
    <w:rsid w:val="00023E80"/>
    <w:rsid w:val="0002402B"/>
    <w:rsid w:val="00024686"/>
    <w:rsid w:val="000246C8"/>
    <w:rsid w:val="0002475E"/>
    <w:rsid w:val="00024812"/>
    <w:rsid w:val="000249B4"/>
    <w:rsid w:val="00024B32"/>
    <w:rsid w:val="00024F7C"/>
    <w:rsid w:val="000255D9"/>
    <w:rsid w:val="00025670"/>
    <w:rsid w:val="00025B21"/>
    <w:rsid w:val="00025DF5"/>
    <w:rsid w:val="000260A3"/>
    <w:rsid w:val="00026CE0"/>
    <w:rsid w:val="00026F42"/>
    <w:rsid w:val="000273AB"/>
    <w:rsid w:val="000273C0"/>
    <w:rsid w:val="000276E5"/>
    <w:rsid w:val="000277B9"/>
    <w:rsid w:val="00027A9C"/>
    <w:rsid w:val="00027DA4"/>
    <w:rsid w:val="00027F78"/>
    <w:rsid w:val="00027F91"/>
    <w:rsid w:val="00027FFE"/>
    <w:rsid w:val="00030249"/>
    <w:rsid w:val="0003026C"/>
    <w:rsid w:val="0003030E"/>
    <w:rsid w:val="000303C4"/>
    <w:rsid w:val="000305E6"/>
    <w:rsid w:val="0003085D"/>
    <w:rsid w:val="00030A73"/>
    <w:rsid w:val="00030AA6"/>
    <w:rsid w:val="00030C00"/>
    <w:rsid w:val="00030E4F"/>
    <w:rsid w:val="00030E78"/>
    <w:rsid w:val="00031244"/>
    <w:rsid w:val="000314DD"/>
    <w:rsid w:val="00031689"/>
    <w:rsid w:val="00031A2A"/>
    <w:rsid w:val="00031D21"/>
    <w:rsid w:val="00031EBA"/>
    <w:rsid w:val="000322DE"/>
    <w:rsid w:val="0003286A"/>
    <w:rsid w:val="00032AC5"/>
    <w:rsid w:val="00032F33"/>
    <w:rsid w:val="00033081"/>
    <w:rsid w:val="00033666"/>
    <w:rsid w:val="00033725"/>
    <w:rsid w:val="000338B6"/>
    <w:rsid w:val="00033A34"/>
    <w:rsid w:val="00033D6E"/>
    <w:rsid w:val="00033DB9"/>
    <w:rsid w:val="00033E01"/>
    <w:rsid w:val="00033E87"/>
    <w:rsid w:val="00033FA6"/>
    <w:rsid w:val="0003409F"/>
    <w:rsid w:val="0003422A"/>
    <w:rsid w:val="00034305"/>
    <w:rsid w:val="0003440C"/>
    <w:rsid w:val="00034628"/>
    <w:rsid w:val="00034B64"/>
    <w:rsid w:val="00034C3F"/>
    <w:rsid w:val="00034FD3"/>
    <w:rsid w:val="00035060"/>
    <w:rsid w:val="00035149"/>
    <w:rsid w:val="0003514A"/>
    <w:rsid w:val="00035452"/>
    <w:rsid w:val="000355ED"/>
    <w:rsid w:val="000358F4"/>
    <w:rsid w:val="00035C4B"/>
    <w:rsid w:val="00035D1B"/>
    <w:rsid w:val="00035D36"/>
    <w:rsid w:val="00035EC1"/>
    <w:rsid w:val="00035FEE"/>
    <w:rsid w:val="00036078"/>
    <w:rsid w:val="0003669F"/>
    <w:rsid w:val="0003687B"/>
    <w:rsid w:val="000368FD"/>
    <w:rsid w:val="00036A62"/>
    <w:rsid w:val="00036AB3"/>
    <w:rsid w:val="00036E9C"/>
    <w:rsid w:val="00036F26"/>
    <w:rsid w:val="00037470"/>
    <w:rsid w:val="00037875"/>
    <w:rsid w:val="00037A8F"/>
    <w:rsid w:val="00037C24"/>
    <w:rsid w:val="00037DFC"/>
    <w:rsid w:val="00037E0F"/>
    <w:rsid w:val="00037F0B"/>
    <w:rsid w:val="00040506"/>
    <w:rsid w:val="000406EB"/>
    <w:rsid w:val="000407B9"/>
    <w:rsid w:val="000407E3"/>
    <w:rsid w:val="000407F5"/>
    <w:rsid w:val="00040D11"/>
    <w:rsid w:val="00040EF6"/>
    <w:rsid w:val="00040FE5"/>
    <w:rsid w:val="00041133"/>
    <w:rsid w:val="000412FC"/>
    <w:rsid w:val="00041863"/>
    <w:rsid w:val="00041A2B"/>
    <w:rsid w:val="00041B09"/>
    <w:rsid w:val="00041C32"/>
    <w:rsid w:val="00042012"/>
    <w:rsid w:val="0004214F"/>
    <w:rsid w:val="000421A4"/>
    <w:rsid w:val="0004243C"/>
    <w:rsid w:val="000424F0"/>
    <w:rsid w:val="000425C5"/>
    <w:rsid w:val="000425FA"/>
    <w:rsid w:val="000431A0"/>
    <w:rsid w:val="000431F8"/>
    <w:rsid w:val="0004322C"/>
    <w:rsid w:val="000433CB"/>
    <w:rsid w:val="000435DB"/>
    <w:rsid w:val="00043849"/>
    <w:rsid w:val="00043956"/>
    <w:rsid w:val="00043A62"/>
    <w:rsid w:val="00043AB4"/>
    <w:rsid w:val="00043E2F"/>
    <w:rsid w:val="000440B9"/>
    <w:rsid w:val="0004410D"/>
    <w:rsid w:val="0004415B"/>
    <w:rsid w:val="0004421C"/>
    <w:rsid w:val="00044280"/>
    <w:rsid w:val="0004447D"/>
    <w:rsid w:val="00044840"/>
    <w:rsid w:val="00044B40"/>
    <w:rsid w:val="00044B42"/>
    <w:rsid w:val="00044C18"/>
    <w:rsid w:val="00044F8D"/>
    <w:rsid w:val="0004506E"/>
    <w:rsid w:val="00045267"/>
    <w:rsid w:val="00045465"/>
    <w:rsid w:val="0004567D"/>
    <w:rsid w:val="000458D2"/>
    <w:rsid w:val="00045B6B"/>
    <w:rsid w:val="00045B99"/>
    <w:rsid w:val="00045BD3"/>
    <w:rsid w:val="00045CF9"/>
    <w:rsid w:val="00045F87"/>
    <w:rsid w:val="000462F6"/>
    <w:rsid w:val="00046344"/>
    <w:rsid w:val="00046BF9"/>
    <w:rsid w:val="00046C25"/>
    <w:rsid w:val="00046DE8"/>
    <w:rsid w:val="00046F41"/>
    <w:rsid w:val="0004719C"/>
    <w:rsid w:val="000471D3"/>
    <w:rsid w:val="0004725F"/>
    <w:rsid w:val="0004740C"/>
    <w:rsid w:val="0004766A"/>
    <w:rsid w:val="00047691"/>
    <w:rsid w:val="000479AD"/>
    <w:rsid w:val="00047D92"/>
    <w:rsid w:val="00047D99"/>
    <w:rsid w:val="00047F49"/>
    <w:rsid w:val="00050595"/>
    <w:rsid w:val="000505C7"/>
    <w:rsid w:val="000505E5"/>
    <w:rsid w:val="000507D5"/>
    <w:rsid w:val="00050A6B"/>
    <w:rsid w:val="00050C9F"/>
    <w:rsid w:val="00050FEC"/>
    <w:rsid w:val="0005108A"/>
    <w:rsid w:val="0005138F"/>
    <w:rsid w:val="000515C3"/>
    <w:rsid w:val="00051757"/>
    <w:rsid w:val="0005187A"/>
    <w:rsid w:val="000518E7"/>
    <w:rsid w:val="000518E9"/>
    <w:rsid w:val="0005196B"/>
    <w:rsid w:val="000519BE"/>
    <w:rsid w:val="000519C7"/>
    <w:rsid w:val="00051FC5"/>
    <w:rsid w:val="000520B1"/>
    <w:rsid w:val="0005220B"/>
    <w:rsid w:val="0005231C"/>
    <w:rsid w:val="000525FE"/>
    <w:rsid w:val="00052821"/>
    <w:rsid w:val="00052C28"/>
    <w:rsid w:val="00052D14"/>
    <w:rsid w:val="00052D35"/>
    <w:rsid w:val="00052D61"/>
    <w:rsid w:val="00052F9C"/>
    <w:rsid w:val="000530C6"/>
    <w:rsid w:val="00053159"/>
    <w:rsid w:val="0005316C"/>
    <w:rsid w:val="0005318B"/>
    <w:rsid w:val="000532F4"/>
    <w:rsid w:val="00053624"/>
    <w:rsid w:val="000537EA"/>
    <w:rsid w:val="00053CB1"/>
    <w:rsid w:val="000541C9"/>
    <w:rsid w:val="0005435E"/>
    <w:rsid w:val="000543C5"/>
    <w:rsid w:val="00054620"/>
    <w:rsid w:val="000547D9"/>
    <w:rsid w:val="0005485B"/>
    <w:rsid w:val="00054DA4"/>
    <w:rsid w:val="00054E3A"/>
    <w:rsid w:val="00054EA5"/>
    <w:rsid w:val="000550F6"/>
    <w:rsid w:val="00055674"/>
    <w:rsid w:val="00055864"/>
    <w:rsid w:val="00055A36"/>
    <w:rsid w:val="0005602B"/>
    <w:rsid w:val="00056197"/>
    <w:rsid w:val="0005649B"/>
    <w:rsid w:val="00056B0C"/>
    <w:rsid w:val="00056ECE"/>
    <w:rsid w:val="00057D59"/>
    <w:rsid w:val="00057F7A"/>
    <w:rsid w:val="0006043B"/>
    <w:rsid w:val="00060440"/>
    <w:rsid w:val="0006047E"/>
    <w:rsid w:val="00060603"/>
    <w:rsid w:val="0006061C"/>
    <w:rsid w:val="000606B3"/>
    <w:rsid w:val="0006079D"/>
    <w:rsid w:val="00060A55"/>
    <w:rsid w:val="00060BE5"/>
    <w:rsid w:val="00060D8C"/>
    <w:rsid w:val="00060E59"/>
    <w:rsid w:val="00061081"/>
    <w:rsid w:val="0006111C"/>
    <w:rsid w:val="00061402"/>
    <w:rsid w:val="000617C7"/>
    <w:rsid w:val="00061A69"/>
    <w:rsid w:val="00061B47"/>
    <w:rsid w:val="00061BC2"/>
    <w:rsid w:val="00061BE0"/>
    <w:rsid w:val="00062003"/>
    <w:rsid w:val="000620E9"/>
    <w:rsid w:val="00062132"/>
    <w:rsid w:val="00062885"/>
    <w:rsid w:val="00062A58"/>
    <w:rsid w:val="00062C85"/>
    <w:rsid w:val="00062DD7"/>
    <w:rsid w:val="00062F98"/>
    <w:rsid w:val="00062FD0"/>
    <w:rsid w:val="00063256"/>
    <w:rsid w:val="00063971"/>
    <w:rsid w:val="000639C3"/>
    <w:rsid w:val="00063A8F"/>
    <w:rsid w:val="00063B38"/>
    <w:rsid w:val="00064164"/>
    <w:rsid w:val="00064280"/>
    <w:rsid w:val="000645F1"/>
    <w:rsid w:val="000648D8"/>
    <w:rsid w:val="00064F0C"/>
    <w:rsid w:val="0006500B"/>
    <w:rsid w:val="0006500F"/>
    <w:rsid w:val="00065124"/>
    <w:rsid w:val="000657E2"/>
    <w:rsid w:val="00065859"/>
    <w:rsid w:val="00065947"/>
    <w:rsid w:val="00065B7F"/>
    <w:rsid w:val="00065DB2"/>
    <w:rsid w:val="00065E6F"/>
    <w:rsid w:val="00066054"/>
    <w:rsid w:val="0006648C"/>
    <w:rsid w:val="00066853"/>
    <w:rsid w:val="000669AF"/>
    <w:rsid w:val="00066A49"/>
    <w:rsid w:val="00066EC9"/>
    <w:rsid w:val="00067191"/>
    <w:rsid w:val="000675E2"/>
    <w:rsid w:val="000676F4"/>
    <w:rsid w:val="00067AA6"/>
    <w:rsid w:val="00067B9C"/>
    <w:rsid w:val="00067F80"/>
    <w:rsid w:val="000702D5"/>
    <w:rsid w:val="0007072F"/>
    <w:rsid w:val="000708D1"/>
    <w:rsid w:val="00070B95"/>
    <w:rsid w:val="00070D43"/>
    <w:rsid w:val="00070EEC"/>
    <w:rsid w:val="0007109A"/>
    <w:rsid w:val="00071457"/>
    <w:rsid w:val="000715F2"/>
    <w:rsid w:val="00071AA8"/>
    <w:rsid w:val="00071B10"/>
    <w:rsid w:val="00071CC1"/>
    <w:rsid w:val="00071FEE"/>
    <w:rsid w:val="000720AD"/>
    <w:rsid w:val="00072339"/>
    <w:rsid w:val="0007243C"/>
    <w:rsid w:val="000727D3"/>
    <w:rsid w:val="00072C19"/>
    <w:rsid w:val="00072F41"/>
    <w:rsid w:val="0007303C"/>
    <w:rsid w:val="0007333A"/>
    <w:rsid w:val="000735E5"/>
    <w:rsid w:val="0007369A"/>
    <w:rsid w:val="00073952"/>
    <w:rsid w:val="000739E3"/>
    <w:rsid w:val="00073A1E"/>
    <w:rsid w:val="00073B05"/>
    <w:rsid w:val="00073E58"/>
    <w:rsid w:val="0007409F"/>
    <w:rsid w:val="0007438D"/>
    <w:rsid w:val="0007457F"/>
    <w:rsid w:val="0007469B"/>
    <w:rsid w:val="00075107"/>
    <w:rsid w:val="000751EB"/>
    <w:rsid w:val="00075337"/>
    <w:rsid w:val="000757D1"/>
    <w:rsid w:val="000758AF"/>
    <w:rsid w:val="00075C23"/>
    <w:rsid w:val="00075C89"/>
    <w:rsid w:val="00075CFD"/>
    <w:rsid w:val="00076484"/>
    <w:rsid w:val="000764FA"/>
    <w:rsid w:val="0007657C"/>
    <w:rsid w:val="000765FC"/>
    <w:rsid w:val="000766DA"/>
    <w:rsid w:val="000766E5"/>
    <w:rsid w:val="000768DD"/>
    <w:rsid w:val="000769B3"/>
    <w:rsid w:val="000769D2"/>
    <w:rsid w:val="00076A81"/>
    <w:rsid w:val="00076B96"/>
    <w:rsid w:val="00076E76"/>
    <w:rsid w:val="00077275"/>
    <w:rsid w:val="000773AD"/>
    <w:rsid w:val="000774D2"/>
    <w:rsid w:val="00077973"/>
    <w:rsid w:val="00077D38"/>
    <w:rsid w:val="00077E47"/>
    <w:rsid w:val="000806E7"/>
    <w:rsid w:val="0008070F"/>
    <w:rsid w:val="000807AC"/>
    <w:rsid w:val="0008081B"/>
    <w:rsid w:val="00080D76"/>
    <w:rsid w:val="00080EA7"/>
    <w:rsid w:val="00080F95"/>
    <w:rsid w:val="000815E1"/>
    <w:rsid w:val="000815FE"/>
    <w:rsid w:val="00081787"/>
    <w:rsid w:val="000817C0"/>
    <w:rsid w:val="00081876"/>
    <w:rsid w:val="00081A59"/>
    <w:rsid w:val="00081B86"/>
    <w:rsid w:val="00081D6E"/>
    <w:rsid w:val="00081ED5"/>
    <w:rsid w:val="00082172"/>
    <w:rsid w:val="000823F7"/>
    <w:rsid w:val="00082ABC"/>
    <w:rsid w:val="00082C18"/>
    <w:rsid w:val="00082EA8"/>
    <w:rsid w:val="00083276"/>
    <w:rsid w:val="000836D1"/>
    <w:rsid w:val="0008370C"/>
    <w:rsid w:val="00083959"/>
    <w:rsid w:val="00083A63"/>
    <w:rsid w:val="00083C14"/>
    <w:rsid w:val="00084AE4"/>
    <w:rsid w:val="00084B49"/>
    <w:rsid w:val="00084BCE"/>
    <w:rsid w:val="00084F81"/>
    <w:rsid w:val="000850D7"/>
    <w:rsid w:val="00085198"/>
    <w:rsid w:val="000851A5"/>
    <w:rsid w:val="00085566"/>
    <w:rsid w:val="00085869"/>
    <w:rsid w:val="00085A47"/>
    <w:rsid w:val="00085E22"/>
    <w:rsid w:val="00085E36"/>
    <w:rsid w:val="00085FC0"/>
    <w:rsid w:val="0008634C"/>
    <w:rsid w:val="0008659C"/>
    <w:rsid w:val="000867D9"/>
    <w:rsid w:val="00086B37"/>
    <w:rsid w:val="00086E02"/>
    <w:rsid w:val="0008740C"/>
    <w:rsid w:val="000874ED"/>
    <w:rsid w:val="0008752A"/>
    <w:rsid w:val="000875A6"/>
    <w:rsid w:val="00087D7E"/>
    <w:rsid w:val="00090077"/>
    <w:rsid w:val="00090162"/>
    <w:rsid w:val="000903DD"/>
    <w:rsid w:val="000905C1"/>
    <w:rsid w:val="00090850"/>
    <w:rsid w:val="00090866"/>
    <w:rsid w:val="00090A66"/>
    <w:rsid w:val="00090B95"/>
    <w:rsid w:val="00090DE8"/>
    <w:rsid w:val="00090E0C"/>
    <w:rsid w:val="00090E2F"/>
    <w:rsid w:val="0009103F"/>
    <w:rsid w:val="000911D1"/>
    <w:rsid w:val="000912BA"/>
    <w:rsid w:val="000915BA"/>
    <w:rsid w:val="00091765"/>
    <w:rsid w:val="000917AD"/>
    <w:rsid w:val="0009192B"/>
    <w:rsid w:val="000919E1"/>
    <w:rsid w:val="00091B49"/>
    <w:rsid w:val="000924E0"/>
    <w:rsid w:val="00092E69"/>
    <w:rsid w:val="000934C6"/>
    <w:rsid w:val="000935EA"/>
    <w:rsid w:val="000936CF"/>
    <w:rsid w:val="00093A32"/>
    <w:rsid w:val="00093E02"/>
    <w:rsid w:val="00093E11"/>
    <w:rsid w:val="000940CE"/>
    <w:rsid w:val="000941D7"/>
    <w:rsid w:val="00094436"/>
    <w:rsid w:val="0009463F"/>
    <w:rsid w:val="000946BC"/>
    <w:rsid w:val="000947F9"/>
    <w:rsid w:val="00094872"/>
    <w:rsid w:val="000949D1"/>
    <w:rsid w:val="00094DCF"/>
    <w:rsid w:val="00094EC4"/>
    <w:rsid w:val="000950AE"/>
    <w:rsid w:val="00095294"/>
    <w:rsid w:val="000954C2"/>
    <w:rsid w:val="000954C5"/>
    <w:rsid w:val="0009584D"/>
    <w:rsid w:val="00095859"/>
    <w:rsid w:val="00095A61"/>
    <w:rsid w:val="00095B2D"/>
    <w:rsid w:val="00095EDD"/>
    <w:rsid w:val="0009638A"/>
    <w:rsid w:val="000968A5"/>
    <w:rsid w:val="00096991"/>
    <w:rsid w:val="000969EC"/>
    <w:rsid w:val="00096A88"/>
    <w:rsid w:val="00096E03"/>
    <w:rsid w:val="00096F03"/>
    <w:rsid w:val="00097219"/>
    <w:rsid w:val="000973FD"/>
    <w:rsid w:val="0009759D"/>
    <w:rsid w:val="00097BC6"/>
    <w:rsid w:val="00097D74"/>
    <w:rsid w:val="000A00DF"/>
    <w:rsid w:val="000A0322"/>
    <w:rsid w:val="000A03ED"/>
    <w:rsid w:val="000A0F2C"/>
    <w:rsid w:val="000A0F44"/>
    <w:rsid w:val="000A0F5D"/>
    <w:rsid w:val="000A0F75"/>
    <w:rsid w:val="000A0F9C"/>
    <w:rsid w:val="000A1181"/>
    <w:rsid w:val="000A12D2"/>
    <w:rsid w:val="000A14D2"/>
    <w:rsid w:val="000A1903"/>
    <w:rsid w:val="000A1974"/>
    <w:rsid w:val="000A1F4B"/>
    <w:rsid w:val="000A21EF"/>
    <w:rsid w:val="000A248B"/>
    <w:rsid w:val="000A26BA"/>
    <w:rsid w:val="000A2A4C"/>
    <w:rsid w:val="000A2C98"/>
    <w:rsid w:val="000A2E0E"/>
    <w:rsid w:val="000A2FBB"/>
    <w:rsid w:val="000A321C"/>
    <w:rsid w:val="000A348E"/>
    <w:rsid w:val="000A35FD"/>
    <w:rsid w:val="000A397C"/>
    <w:rsid w:val="000A39A0"/>
    <w:rsid w:val="000A39A2"/>
    <w:rsid w:val="000A39CE"/>
    <w:rsid w:val="000A3A7D"/>
    <w:rsid w:val="000A3AD8"/>
    <w:rsid w:val="000A3C2F"/>
    <w:rsid w:val="000A3C98"/>
    <w:rsid w:val="000A3CF8"/>
    <w:rsid w:val="000A40FD"/>
    <w:rsid w:val="000A42D3"/>
    <w:rsid w:val="000A44D1"/>
    <w:rsid w:val="000A4653"/>
    <w:rsid w:val="000A46EF"/>
    <w:rsid w:val="000A4840"/>
    <w:rsid w:val="000A4CCD"/>
    <w:rsid w:val="000A4F5B"/>
    <w:rsid w:val="000A551B"/>
    <w:rsid w:val="000A5560"/>
    <w:rsid w:val="000A56F3"/>
    <w:rsid w:val="000A5EA4"/>
    <w:rsid w:val="000A605C"/>
    <w:rsid w:val="000A6320"/>
    <w:rsid w:val="000A64AE"/>
    <w:rsid w:val="000A66FD"/>
    <w:rsid w:val="000A69B8"/>
    <w:rsid w:val="000A7597"/>
    <w:rsid w:val="000A79CB"/>
    <w:rsid w:val="000A7AFC"/>
    <w:rsid w:val="000A7B81"/>
    <w:rsid w:val="000A7BB6"/>
    <w:rsid w:val="000A7D6E"/>
    <w:rsid w:val="000B0192"/>
    <w:rsid w:val="000B0915"/>
    <w:rsid w:val="000B104D"/>
    <w:rsid w:val="000B1295"/>
    <w:rsid w:val="000B18C4"/>
    <w:rsid w:val="000B1E03"/>
    <w:rsid w:val="000B1E95"/>
    <w:rsid w:val="000B2080"/>
    <w:rsid w:val="000B22AE"/>
    <w:rsid w:val="000B2453"/>
    <w:rsid w:val="000B268D"/>
    <w:rsid w:val="000B26E8"/>
    <w:rsid w:val="000B2C33"/>
    <w:rsid w:val="000B3827"/>
    <w:rsid w:val="000B395E"/>
    <w:rsid w:val="000B3A06"/>
    <w:rsid w:val="000B3F18"/>
    <w:rsid w:val="000B4584"/>
    <w:rsid w:val="000B460D"/>
    <w:rsid w:val="000B4671"/>
    <w:rsid w:val="000B477D"/>
    <w:rsid w:val="000B480F"/>
    <w:rsid w:val="000B4990"/>
    <w:rsid w:val="000B4BED"/>
    <w:rsid w:val="000B4F05"/>
    <w:rsid w:val="000B4FEC"/>
    <w:rsid w:val="000B536C"/>
    <w:rsid w:val="000B545B"/>
    <w:rsid w:val="000B548D"/>
    <w:rsid w:val="000B5510"/>
    <w:rsid w:val="000B5779"/>
    <w:rsid w:val="000B58CC"/>
    <w:rsid w:val="000B5A45"/>
    <w:rsid w:val="000B5F14"/>
    <w:rsid w:val="000B64DE"/>
    <w:rsid w:val="000B67ED"/>
    <w:rsid w:val="000B6803"/>
    <w:rsid w:val="000B695F"/>
    <w:rsid w:val="000B6BA1"/>
    <w:rsid w:val="000B6E94"/>
    <w:rsid w:val="000B7207"/>
    <w:rsid w:val="000B720E"/>
    <w:rsid w:val="000B7248"/>
    <w:rsid w:val="000B7365"/>
    <w:rsid w:val="000B79C5"/>
    <w:rsid w:val="000B7AC3"/>
    <w:rsid w:val="000B7AE5"/>
    <w:rsid w:val="000B7BED"/>
    <w:rsid w:val="000B7D02"/>
    <w:rsid w:val="000C00C4"/>
    <w:rsid w:val="000C021A"/>
    <w:rsid w:val="000C0258"/>
    <w:rsid w:val="000C054F"/>
    <w:rsid w:val="000C095E"/>
    <w:rsid w:val="000C0A40"/>
    <w:rsid w:val="000C0CD9"/>
    <w:rsid w:val="000C0D6E"/>
    <w:rsid w:val="000C0FAA"/>
    <w:rsid w:val="000C1064"/>
    <w:rsid w:val="000C1296"/>
    <w:rsid w:val="000C1527"/>
    <w:rsid w:val="000C1532"/>
    <w:rsid w:val="000C17E8"/>
    <w:rsid w:val="000C1B88"/>
    <w:rsid w:val="000C1BC8"/>
    <w:rsid w:val="000C1FE9"/>
    <w:rsid w:val="000C21BA"/>
    <w:rsid w:val="000C2204"/>
    <w:rsid w:val="000C2390"/>
    <w:rsid w:val="000C25A5"/>
    <w:rsid w:val="000C2AA3"/>
    <w:rsid w:val="000C2BA7"/>
    <w:rsid w:val="000C2C15"/>
    <w:rsid w:val="000C2EF0"/>
    <w:rsid w:val="000C306B"/>
    <w:rsid w:val="000C33F6"/>
    <w:rsid w:val="000C346E"/>
    <w:rsid w:val="000C3768"/>
    <w:rsid w:val="000C3779"/>
    <w:rsid w:val="000C38BC"/>
    <w:rsid w:val="000C3AA9"/>
    <w:rsid w:val="000C3B28"/>
    <w:rsid w:val="000C3BE3"/>
    <w:rsid w:val="000C3C6D"/>
    <w:rsid w:val="000C3D91"/>
    <w:rsid w:val="000C3DEA"/>
    <w:rsid w:val="000C3ED6"/>
    <w:rsid w:val="000C3F0D"/>
    <w:rsid w:val="000C4036"/>
    <w:rsid w:val="000C41C8"/>
    <w:rsid w:val="000C422B"/>
    <w:rsid w:val="000C4601"/>
    <w:rsid w:val="000C4785"/>
    <w:rsid w:val="000C493E"/>
    <w:rsid w:val="000C4E55"/>
    <w:rsid w:val="000C4F84"/>
    <w:rsid w:val="000C5080"/>
    <w:rsid w:val="000C5125"/>
    <w:rsid w:val="000C58FE"/>
    <w:rsid w:val="000C5DEF"/>
    <w:rsid w:val="000C5E91"/>
    <w:rsid w:val="000C5FEA"/>
    <w:rsid w:val="000C6162"/>
    <w:rsid w:val="000C6262"/>
    <w:rsid w:val="000C6A61"/>
    <w:rsid w:val="000C6B9E"/>
    <w:rsid w:val="000C6F61"/>
    <w:rsid w:val="000C7071"/>
    <w:rsid w:val="000C74C4"/>
    <w:rsid w:val="000C77E5"/>
    <w:rsid w:val="000C7CC6"/>
    <w:rsid w:val="000C7E8C"/>
    <w:rsid w:val="000D0097"/>
    <w:rsid w:val="000D0215"/>
    <w:rsid w:val="000D0267"/>
    <w:rsid w:val="000D04E3"/>
    <w:rsid w:val="000D0893"/>
    <w:rsid w:val="000D0906"/>
    <w:rsid w:val="000D09EB"/>
    <w:rsid w:val="000D0BE4"/>
    <w:rsid w:val="000D0C64"/>
    <w:rsid w:val="000D0D29"/>
    <w:rsid w:val="000D0F6C"/>
    <w:rsid w:val="000D1472"/>
    <w:rsid w:val="000D1622"/>
    <w:rsid w:val="000D17A1"/>
    <w:rsid w:val="000D17AF"/>
    <w:rsid w:val="000D19BC"/>
    <w:rsid w:val="000D1C28"/>
    <w:rsid w:val="000D1FC9"/>
    <w:rsid w:val="000D2018"/>
    <w:rsid w:val="000D213C"/>
    <w:rsid w:val="000D22E1"/>
    <w:rsid w:val="000D299F"/>
    <w:rsid w:val="000D349C"/>
    <w:rsid w:val="000D3589"/>
    <w:rsid w:val="000D36AE"/>
    <w:rsid w:val="000D389C"/>
    <w:rsid w:val="000D38BF"/>
    <w:rsid w:val="000D39E3"/>
    <w:rsid w:val="000D3AF2"/>
    <w:rsid w:val="000D3D14"/>
    <w:rsid w:val="000D3E7D"/>
    <w:rsid w:val="000D4017"/>
    <w:rsid w:val="000D402E"/>
    <w:rsid w:val="000D459D"/>
    <w:rsid w:val="000D4886"/>
    <w:rsid w:val="000D489F"/>
    <w:rsid w:val="000D4923"/>
    <w:rsid w:val="000D4C22"/>
    <w:rsid w:val="000D4E09"/>
    <w:rsid w:val="000D4E7E"/>
    <w:rsid w:val="000D4F67"/>
    <w:rsid w:val="000D4F9B"/>
    <w:rsid w:val="000D524B"/>
    <w:rsid w:val="000D56CE"/>
    <w:rsid w:val="000D5807"/>
    <w:rsid w:val="000D5838"/>
    <w:rsid w:val="000D59D4"/>
    <w:rsid w:val="000D5C6F"/>
    <w:rsid w:val="000D5C8D"/>
    <w:rsid w:val="000D5CA3"/>
    <w:rsid w:val="000D6045"/>
    <w:rsid w:val="000D6241"/>
    <w:rsid w:val="000D66A6"/>
    <w:rsid w:val="000D68C7"/>
    <w:rsid w:val="000D691F"/>
    <w:rsid w:val="000D6A9B"/>
    <w:rsid w:val="000D6C25"/>
    <w:rsid w:val="000D6D53"/>
    <w:rsid w:val="000D714D"/>
    <w:rsid w:val="000D7531"/>
    <w:rsid w:val="000D7936"/>
    <w:rsid w:val="000D7D4B"/>
    <w:rsid w:val="000E002A"/>
    <w:rsid w:val="000E0163"/>
    <w:rsid w:val="000E035D"/>
    <w:rsid w:val="000E03A0"/>
    <w:rsid w:val="000E041D"/>
    <w:rsid w:val="000E0423"/>
    <w:rsid w:val="000E04D5"/>
    <w:rsid w:val="000E06F2"/>
    <w:rsid w:val="000E08CA"/>
    <w:rsid w:val="000E09BC"/>
    <w:rsid w:val="000E0E9F"/>
    <w:rsid w:val="000E0EC0"/>
    <w:rsid w:val="000E13FB"/>
    <w:rsid w:val="000E145E"/>
    <w:rsid w:val="000E15F6"/>
    <w:rsid w:val="000E16D3"/>
    <w:rsid w:val="000E16F8"/>
    <w:rsid w:val="000E1FD4"/>
    <w:rsid w:val="000E21F7"/>
    <w:rsid w:val="000E235C"/>
    <w:rsid w:val="000E235D"/>
    <w:rsid w:val="000E2484"/>
    <w:rsid w:val="000E27AF"/>
    <w:rsid w:val="000E28CA"/>
    <w:rsid w:val="000E2CC8"/>
    <w:rsid w:val="000E2E6F"/>
    <w:rsid w:val="000E2F1D"/>
    <w:rsid w:val="000E3000"/>
    <w:rsid w:val="000E32B0"/>
    <w:rsid w:val="000E34B0"/>
    <w:rsid w:val="000E367D"/>
    <w:rsid w:val="000E38F3"/>
    <w:rsid w:val="000E3ABC"/>
    <w:rsid w:val="000E3D5A"/>
    <w:rsid w:val="000E3E0B"/>
    <w:rsid w:val="000E3F3C"/>
    <w:rsid w:val="000E40D9"/>
    <w:rsid w:val="000E43BB"/>
    <w:rsid w:val="000E43D0"/>
    <w:rsid w:val="000E44D6"/>
    <w:rsid w:val="000E49C0"/>
    <w:rsid w:val="000E4D42"/>
    <w:rsid w:val="000E4F85"/>
    <w:rsid w:val="000E5050"/>
    <w:rsid w:val="000E51BE"/>
    <w:rsid w:val="000E532E"/>
    <w:rsid w:val="000E546A"/>
    <w:rsid w:val="000E56E0"/>
    <w:rsid w:val="000E571C"/>
    <w:rsid w:val="000E5A8D"/>
    <w:rsid w:val="000E5AA2"/>
    <w:rsid w:val="000E628C"/>
    <w:rsid w:val="000E6924"/>
    <w:rsid w:val="000E696C"/>
    <w:rsid w:val="000E7358"/>
    <w:rsid w:val="000E743A"/>
    <w:rsid w:val="000E74A9"/>
    <w:rsid w:val="000E765D"/>
    <w:rsid w:val="000E7E30"/>
    <w:rsid w:val="000E7E80"/>
    <w:rsid w:val="000E7EA7"/>
    <w:rsid w:val="000E7FB3"/>
    <w:rsid w:val="000F04EF"/>
    <w:rsid w:val="000F0867"/>
    <w:rsid w:val="000F0AE0"/>
    <w:rsid w:val="000F104A"/>
    <w:rsid w:val="000F1359"/>
    <w:rsid w:val="000F1AE3"/>
    <w:rsid w:val="000F1BEC"/>
    <w:rsid w:val="000F1F17"/>
    <w:rsid w:val="000F1F5D"/>
    <w:rsid w:val="000F1FED"/>
    <w:rsid w:val="000F28CD"/>
    <w:rsid w:val="000F2939"/>
    <w:rsid w:val="000F29D5"/>
    <w:rsid w:val="000F2BBF"/>
    <w:rsid w:val="000F2C30"/>
    <w:rsid w:val="000F2E33"/>
    <w:rsid w:val="000F2FDD"/>
    <w:rsid w:val="000F327C"/>
    <w:rsid w:val="000F3549"/>
    <w:rsid w:val="000F39AB"/>
    <w:rsid w:val="000F3A4B"/>
    <w:rsid w:val="000F3D67"/>
    <w:rsid w:val="000F402F"/>
    <w:rsid w:val="000F42A3"/>
    <w:rsid w:val="000F4375"/>
    <w:rsid w:val="000F44A5"/>
    <w:rsid w:val="000F469E"/>
    <w:rsid w:val="000F46D1"/>
    <w:rsid w:val="000F47C5"/>
    <w:rsid w:val="000F4937"/>
    <w:rsid w:val="000F4F13"/>
    <w:rsid w:val="000F4F27"/>
    <w:rsid w:val="000F51FB"/>
    <w:rsid w:val="000F53C0"/>
    <w:rsid w:val="000F5635"/>
    <w:rsid w:val="000F580B"/>
    <w:rsid w:val="000F5A07"/>
    <w:rsid w:val="000F5D11"/>
    <w:rsid w:val="000F67B1"/>
    <w:rsid w:val="000F69C5"/>
    <w:rsid w:val="000F6C2A"/>
    <w:rsid w:val="000F6D3B"/>
    <w:rsid w:val="000F6FD1"/>
    <w:rsid w:val="000F71D3"/>
    <w:rsid w:val="000F7489"/>
    <w:rsid w:val="000F7504"/>
    <w:rsid w:val="000F75D0"/>
    <w:rsid w:val="000F75E3"/>
    <w:rsid w:val="000F7604"/>
    <w:rsid w:val="000F78A3"/>
    <w:rsid w:val="000F78EC"/>
    <w:rsid w:val="000F7CA9"/>
    <w:rsid w:val="000F7ED3"/>
    <w:rsid w:val="001003A3"/>
    <w:rsid w:val="00100724"/>
    <w:rsid w:val="001007EA"/>
    <w:rsid w:val="001007F0"/>
    <w:rsid w:val="001008A1"/>
    <w:rsid w:val="001008C2"/>
    <w:rsid w:val="00100A0F"/>
    <w:rsid w:val="00100B91"/>
    <w:rsid w:val="00100E88"/>
    <w:rsid w:val="00100FE1"/>
    <w:rsid w:val="00101272"/>
    <w:rsid w:val="001013DA"/>
    <w:rsid w:val="0010158C"/>
    <w:rsid w:val="001015F3"/>
    <w:rsid w:val="00101988"/>
    <w:rsid w:val="00101E1C"/>
    <w:rsid w:val="00101F61"/>
    <w:rsid w:val="00102263"/>
    <w:rsid w:val="0010233C"/>
    <w:rsid w:val="00102784"/>
    <w:rsid w:val="001029BD"/>
    <w:rsid w:val="00102A09"/>
    <w:rsid w:val="00102A14"/>
    <w:rsid w:val="00102B35"/>
    <w:rsid w:val="00102EC6"/>
    <w:rsid w:val="001034DB"/>
    <w:rsid w:val="001046FD"/>
    <w:rsid w:val="00104C59"/>
    <w:rsid w:val="0010529A"/>
    <w:rsid w:val="001052FE"/>
    <w:rsid w:val="00105423"/>
    <w:rsid w:val="00105678"/>
    <w:rsid w:val="00105694"/>
    <w:rsid w:val="0010589C"/>
    <w:rsid w:val="001059EE"/>
    <w:rsid w:val="00105AB3"/>
    <w:rsid w:val="00105AE4"/>
    <w:rsid w:val="00105B00"/>
    <w:rsid w:val="00105B15"/>
    <w:rsid w:val="00105B2C"/>
    <w:rsid w:val="00105B60"/>
    <w:rsid w:val="0010608E"/>
    <w:rsid w:val="0010610A"/>
    <w:rsid w:val="00106178"/>
    <w:rsid w:val="00106232"/>
    <w:rsid w:val="00106305"/>
    <w:rsid w:val="001065BB"/>
    <w:rsid w:val="00106690"/>
    <w:rsid w:val="00106771"/>
    <w:rsid w:val="00106991"/>
    <w:rsid w:val="00106BF2"/>
    <w:rsid w:val="00106D6D"/>
    <w:rsid w:val="00106EF1"/>
    <w:rsid w:val="00107339"/>
    <w:rsid w:val="0010757A"/>
    <w:rsid w:val="00107752"/>
    <w:rsid w:val="0010783D"/>
    <w:rsid w:val="00107883"/>
    <w:rsid w:val="00107907"/>
    <w:rsid w:val="00110335"/>
    <w:rsid w:val="0011097E"/>
    <w:rsid w:val="00110A1C"/>
    <w:rsid w:val="00110F36"/>
    <w:rsid w:val="00111376"/>
    <w:rsid w:val="001117C5"/>
    <w:rsid w:val="00111A5E"/>
    <w:rsid w:val="00112466"/>
    <w:rsid w:val="0011252E"/>
    <w:rsid w:val="0011270B"/>
    <w:rsid w:val="00112721"/>
    <w:rsid w:val="00112984"/>
    <w:rsid w:val="00112C2A"/>
    <w:rsid w:val="00112DE8"/>
    <w:rsid w:val="0011314D"/>
    <w:rsid w:val="00113313"/>
    <w:rsid w:val="0011372B"/>
    <w:rsid w:val="00113A51"/>
    <w:rsid w:val="00113B6D"/>
    <w:rsid w:val="00113D40"/>
    <w:rsid w:val="0011438F"/>
    <w:rsid w:val="0011479E"/>
    <w:rsid w:val="001149A1"/>
    <w:rsid w:val="00114AC7"/>
    <w:rsid w:val="00114B6B"/>
    <w:rsid w:val="00114BB5"/>
    <w:rsid w:val="00114C81"/>
    <w:rsid w:val="00114CA1"/>
    <w:rsid w:val="0011504F"/>
    <w:rsid w:val="0011505B"/>
    <w:rsid w:val="001150FA"/>
    <w:rsid w:val="00115152"/>
    <w:rsid w:val="0011535B"/>
    <w:rsid w:val="001154F3"/>
    <w:rsid w:val="001158A4"/>
    <w:rsid w:val="00115930"/>
    <w:rsid w:val="00115962"/>
    <w:rsid w:val="00115ADE"/>
    <w:rsid w:val="00115B6D"/>
    <w:rsid w:val="00115D52"/>
    <w:rsid w:val="00115FDF"/>
    <w:rsid w:val="0011620B"/>
    <w:rsid w:val="0011642D"/>
    <w:rsid w:val="00116EBB"/>
    <w:rsid w:val="00116FF9"/>
    <w:rsid w:val="00117294"/>
    <w:rsid w:val="00117356"/>
    <w:rsid w:val="00117376"/>
    <w:rsid w:val="001173C8"/>
    <w:rsid w:val="00117800"/>
    <w:rsid w:val="00117A06"/>
    <w:rsid w:val="00117E05"/>
    <w:rsid w:val="00117E34"/>
    <w:rsid w:val="001209A7"/>
    <w:rsid w:val="00120DC6"/>
    <w:rsid w:val="00120E1F"/>
    <w:rsid w:val="001211F7"/>
    <w:rsid w:val="0012146A"/>
    <w:rsid w:val="001215BC"/>
    <w:rsid w:val="001215C0"/>
    <w:rsid w:val="0012162E"/>
    <w:rsid w:val="001217D7"/>
    <w:rsid w:val="001218E2"/>
    <w:rsid w:val="00121B5A"/>
    <w:rsid w:val="00121D23"/>
    <w:rsid w:val="00121E9A"/>
    <w:rsid w:val="00121F2D"/>
    <w:rsid w:val="0012203B"/>
    <w:rsid w:val="001224B1"/>
    <w:rsid w:val="001226A5"/>
    <w:rsid w:val="00122912"/>
    <w:rsid w:val="001229C3"/>
    <w:rsid w:val="00122F64"/>
    <w:rsid w:val="0012343E"/>
    <w:rsid w:val="0012366D"/>
    <w:rsid w:val="001237B8"/>
    <w:rsid w:val="0012384C"/>
    <w:rsid w:val="001238D0"/>
    <w:rsid w:val="00123B42"/>
    <w:rsid w:val="00124551"/>
    <w:rsid w:val="00124611"/>
    <w:rsid w:val="001249F7"/>
    <w:rsid w:val="00124FCC"/>
    <w:rsid w:val="00125792"/>
    <w:rsid w:val="00125845"/>
    <w:rsid w:val="00125AF6"/>
    <w:rsid w:val="00125BF9"/>
    <w:rsid w:val="001261FE"/>
    <w:rsid w:val="001266FA"/>
    <w:rsid w:val="00126A42"/>
    <w:rsid w:val="00126C69"/>
    <w:rsid w:val="00126E40"/>
    <w:rsid w:val="00126E77"/>
    <w:rsid w:val="00126FCF"/>
    <w:rsid w:val="00127407"/>
    <w:rsid w:val="00127BE6"/>
    <w:rsid w:val="00130137"/>
    <w:rsid w:val="00130331"/>
    <w:rsid w:val="001304A5"/>
    <w:rsid w:val="001305FC"/>
    <w:rsid w:val="00130A82"/>
    <w:rsid w:val="00130B13"/>
    <w:rsid w:val="00130B5C"/>
    <w:rsid w:val="00130FE2"/>
    <w:rsid w:val="001310D4"/>
    <w:rsid w:val="00131175"/>
    <w:rsid w:val="001313AD"/>
    <w:rsid w:val="00131634"/>
    <w:rsid w:val="001316CF"/>
    <w:rsid w:val="001318F7"/>
    <w:rsid w:val="00131B50"/>
    <w:rsid w:val="00131DA9"/>
    <w:rsid w:val="00131E14"/>
    <w:rsid w:val="00131E59"/>
    <w:rsid w:val="00132318"/>
    <w:rsid w:val="001323A6"/>
    <w:rsid w:val="00132A4F"/>
    <w:rsid w:val="00132D0D"/>
    <w:rsid w:val="00132D80"/>
    <w:rsid w:val="00132EB4"/>
    <w:rsid w:val="00132EB5"/>
    <w:rsid w:val="00132FEC"/>
    <w:rsid w:val="0013349B"/>
    <w:rsid w:val="00133C80"/>
    <w:rsid w:val="00134119"/>
    <w:rsid w:val="0013415D"/>
    <w:rsid w:val="001344A0"/>
    <w:rsid w:val="0013462F"/>
    <w:rsid w:val="00134AF8"/>
    <w:rsid w:val="00134C64"/>
    <w:rsid w:val="00134D47"/>
    <w:rsid w:val="00134D68"/>
    <w:rsid w:val="00134E56"/>
    <w:rsid w:val="00135082"/>
    <w:rsid w:val="001352F5"/>
    <w:rsid w:val="00135395"/>
    <w:rsid w:val="001354A3"/>
    <w:rsid w:val="001354D0"/>
    <w:rsid w:val="00135A10"/>
    <w:rsid w:val="00135B65"/>
    <w:rsid w:val="00135DE2"/>
    <w:rsid w:val="00135E67"/>
    <w:rsid w:val="00135F60"/>
    <w:rsid w:val="00136AAF"/>
    <w:rsid w:val="00136ACF"/>
    <w:rsid w:val="00136B10"/>
    <w:rsid w:val="00136C9A"/>
    <w:rsid w:val="00136EC2"/>
    <w:rsid w:val="001370E4"/>
    <w:rsid w:val="0013712F"/>
    <w:rsid w:val="00137876"/>
    <w:rsid w:val="00137897"/>
    <w:rsid w:val="00137C16"/>
    <w:rsid w:val="00137CEC"/>
    <w:rsid w:val="00137EA8"/>
    <w:rsid w:val="00140095"/>
    <w:rsid w:val="00140C7C"/>
    <w:rsid w:val="00141211"/>
    <w:rsid w:val="0014155A"/>
    <w:rsid w:val="00141781"/>
    <w:rsid w:val="00141E68"/>
    <w:rsid w:val="001428AE"/>
    <w:rsid w:val="00142AF2"/>
    <w:rsid w:val="00142B89"/>
    <w:rsid w:val="00142C73"/>
    <w:rsid w:val="0014314A"/>
    <w:rsid w:val="001433E2"/>
    <w:rsid w:val="00143542"/>
    <w:rsid w:val="00143800"/>
    <w:rsid w:val="00143A6B"/>
    <w:rsid w:val="00143F32"/>
    <w:rsid w:val="00144054"/>
    <w:rsid w:val="0014410D"/>
    <w:rsid w:val="001442EB"/>
    <w:rsid w:val="00144607"/>
    <w:rsid w:val="00144825"/>
    <w:rsid w:val="0014488B"/>
    <w:rsid w:val="00144D02"/>
    <w:rsid w:val="00144E52"/>
    <w:rsid w:val="00145058"/>
    <w:rsid w:val="001453F4"/>
    <w:rsid w:val="0014541C"/>
    <w:rsid w:val="00145EAF"/>
    <w:rsid w:val="001461A1"/>
    <w:rsid w:val="0014645C"/>
    <w:rsid w:val="0014649A"/>
    <w:rsid w:val="0014658A"/>
    <w:rsid w:val="00146723"/>
    <w:rsid w:val="00146B50"/>
    <w:rsid w:val="00146C66"/>
    <w:rsid w:val="00146DF2"/>
    <w:rsid w:val="00146F03"/>
    <w:rsid w:val="00146F3D"/>
    <w:rsid w:val="00147062"/>
    <w:rsid w:val="001471B6"/>
    <w:rsid w:val="001471C0"/>
    <w:rsid w:val="00147394"/>
    <w:rsid w:val="00147501"/>
    <w:rsid w:val="001477D6"/>
    <w:rsid w:val="001477E8"/>
    <w:rsid w:val="001479DC"/>
    <w:rsid w:val="00147B07"/>
    <w:rsid w:val="00147CA8"/>
    <w:rsid w:val="00147CCB"/>
    <w:rsid w:val="00147D36"/>
    <w:rsid w:val="00147DB1"/>
    <w:rsid w:val="00147F9B"/>
    <w:rsid w:val="00150282"/>
    <w:rsid w:val="001505ED"/>
    <w:rsid w:val="001508E9"/>
    <w:rsid w:val="0015125E"/>
    <w:rsid w:val="001516AB"/>
    <w:rsid w:val="00151DFB"/>
    <w:rsid w:val="00151EF3"/>
    <w:rsid w:val="00151F8B"/>
    <w:rsid w:val="00152559"/>
    <w:rsid w:val="001526E8"/>
    <w:rsid w:val="001534AF"/>
    <w:rsid w:val="001537A9"/>
    <w:rsid w:val="00153860"/>
    <w:rsid w:val="00153A0F"/>
    <w:rsid w:val="001543A0"/>
    <w:rsid w:val="001543A9"/>
    <w:rsid w:val="001544AE"/>
    <w:rsid w:val="00154955"/>
    <w:rsid w:val="00154BD6"/>
    <w:rsid w:val="00154CE9"/>
    <w:rsid w:val="00155622"/>
    <w:rsid w:val="001556B4"/>
    <w:rsid w:val="001557D2"/>
    <w:rsid w:val="00155951"/>
    <w:rsid w:val="00155AB9"/>
    <w:rsid w:val="00155BB9"/>
    <w:rsid w:val="00155ED6"/>
    <w:rsid w:val="001561F8"/>
    <w:rsid w:val="00156247"/>
    <w:rsid w:val="001566FC"/>
    <w:rsid w:val="00156738"/>
    <w:rsid w:val="001568E8"/>
    <w:rsid w:val="00156E10"/>
    <w:rsid w:val="00156F99"/>
    <w:rsid w:val="001572B8"/>
    <w:rsid w:val="00157330"/>
    <w:rsid w:val="00157532"/>
    <w:rsid w:val="00157A2D"/>
    <w:rsid w:val="00157B6D"/>
    <w:rsid w:val="001602DF"/>
    <w:rsid w:val="001604B3"/>
    <w:rsid w:val="00160547"/>
    <w:rsid w:val="00160557"/>
    <w:rsid w:val="001606BB"/>
    <w:rsid w:val="001607B0"/>
    <w:rsid w:val="00160A0E"/>
    <w:rsid w:val="00160E8C"/>
    <w:rsid w:val="001610C4"/>
    <w:rsid w:val="0016118A"/>
    <w:rsid w:val="0016137C"/>
    <w:rsid w:val="0016149E"/>
    <w:rsid w:val="001614D2"/>
    <w:rsid w:val="001617A7"/>
    <w:rsid w:val="001617EA"/>
    <w:rsid w:val="0016185A"/>
    <w:rsid w:val="00161ACF"/>
    <w:rsid w:val="00161C3B"/>
    <w:rsid w:val="00161E82"/>
    <w:rsid w:val="00161E95"/>
    <w:rsid w:val="00161F52"/>
    <w:rsid w:val="0016232C"/>
    <w:rsid w:val="001623C6"/>
    <w:rsid w:val="0016248A"/>
    <w:rsid w:val="001624BE"/>
    <w:rsid w:val="00162663"/>
    <w:rsid w:val="00162844"/>
    <w:rsid w:val="00162D6C"/>
    <w:rsid w:val="00163202"/>
    <w:rsid w:val="001633FB"/>
    <w:rsid w:val="00163475"/>
    <w:rsid w:val="0016372B"/>
    <w:rsid w:val="00163B33"/>
    <w:rsid w:val="00163CCB"/>
    <w:rsid w:val="00163CF5"/>
    <w:rsid w:val="00163DEA"/>
    <w:rsid w:val="00163EEC"/>
    <w:rsid w:val="001642EC"/>
    <w:rsid w:val="00164336"/>
    <w:rsid w:val="001644B9"/>
    <w:rsid w:val="00164511"/>
    <w:rsid w:val="00164540"/>
    <w:rsid w:val="00164595"/>
    <w:rsid w:val="0016474C"/>
    <w:rsid w:val="0016487E"/>
    <w:rsid w:val="00164A44"/>
    <w:rsid w:val="00164AF8"/>
    <w:rsid w:val="00164B24"/>
    <w:rsid w:val="00164E2F"/>
    <w:rsid w:val="0016501C"/>
    <w:rsid w:val="001655DE"/>
    <w:rsid w:val="001656F8"/>
    <w:rsid w:val="001657EE"/>
    <w:rsid w:val="001658DD"/>
    <w:rsid w:val="00165C3F"/>
    <w:rsid w:val="00165D2D"/>
    <w:rsid w:val="00165DFC"/>
    <w:rsid w:val="00165E00"/>
    <w:rsid w:val="00166144"/>
    <w:rsid w:val="00166218"/>
    <w:rsid w:val="00166338"/>
    <w:rsid w:val="00166548"/>
    <w:rsid w:val="00166873"/>
    <w:rsid w:val="00166B1F"/>
    <w:rsid w:val="00166BEC"/>
    <w:rsid w:val="00166CB4"/>
    <w:rsid w:val="00166EC0"/>
    <w:rsid w:val="001670CE"/>
    <w:rsid w:val="00167268"/>
    <w:rsid w:val="00167279"/>
    <w:rsid w:val="00167704"/>
    <w:rsid w:val="00167C61"/>
    <w:rsid w:val="00167FB3"/>
    <w:rsid w:val="00170046"/>
    <w:rsid w:val="00170430"/>
    <w:rsid w:val="001704D4"/>
    <w:rsid w:val="00170795"/>
    <w:rsid w:val="00170812"/>
    <w:rsid w:val="001715B4"/>
    <w:rsid w:val="0017163C"/>
    <w:rsid w:val="00171969"/>
    <w:rsid w:val="001719DA"/>
    <w:rsid w:val="00171E02"/>
    <w:rsid w:val="00171E3E"/>
    <w:rsid w:val="00171FD6"/>
    <w:rsid w:val="001720B5"/>
    <w:rsid w:val="0017217F"/>
    <w:rsid w:val="001721A8"/>
    <w:rsid w:val="0017220E"/>
    <w:rsid w:val="0017250C"/>
    <w:rsid w:val="0017254A"/>
    <w:rsid w:val="00172672"/>
    <w:rsid w:val="00172975"/>
    <w:rsid w:val="00172ADD"/>
    <w:rsid w:val="00172C1D"/>
    <w:rsid w:val="00172C2D"/>
    <w:rsid w:val="00172D13"/>
    <w:rsid w:val="00172D88"/>
    <w:rsid w:val="00172E35"/>
    <w:rsid w:val="001730F9"/>
    <w:rsid w:val="0017338B"/>
    <w:rsid w:val="00173A6C"/>
    <w:rsid w:val="00173B02"/>
    <w:rsid w:val="00173C31"/>
    <w:rsid w:val="00173D21"/>
    <w:rsid w:val="00173EE2"/>
    <w:rsid w:val="001745E9"/>
    <w:rsid w:val="001747E8"/>
    <w:rsid w:val="00174926"/>
    <w:rsid w:val="00174B4C"/>
    <w:rsid w:val="00174F4D"/>
    <w:rsid w:val="0017550F"/>
    <w:rsid w:val="001755BC"/>
    <w:rsid w:val="00175660"/>
    <w:rsid w:val="001757A5"/>
    <w:rsid w:val="001758A8"/>
    <w:rsid w:val="00175A22"/>
    <w:rsid w:val="00175BF1"/>
    <w:rsid w:val="00175E78"/>
    <w:rsid w:val="00175F35"/>
    <w:rsid w:val="0017611B"/>
    <w:rsid w:val="00176352"/>
    <w:rsid w:val="00176498"/>
    <w:rsid w:val="0017671D"/>
    <w:rsid w:val="00176E81"/>
    <w:rsid w:val="00177245"/>
    <w:rsid w:val="001772FB"/>
    <w:rsid w:val="00177377"/>
    <w:rsid w:val="00177585"/>
    <w:rsid w:val="0017785D"/>
    <w:rsid w:val="00177D3D"/>
    <w:rsid w:val="00177E63"/>
    <w:rsid w:val="001805AB"/>
    <w:rsid w:val="00180730"/>
    <w:rsid w:val="001807C9"/>
    <w:rsid w:val="0018085D"/>
    <w:rsid w:val="00180B3C"/>
    <w:rsid w:val="00180E2F"/>
    <w:rsid w:val="00180E7E"/>
    <w:rsid w:val="00180ED3"/>
    <w:rsid w:val="001812E2"/>
    <w:rsid w:val="00181617"/>
    <w:rsid w:val="00181F0F"/>
    <w:rsid w:val="0018237B"/>
    <w:rsid w:val="001824B9"/>
    <w:rsid w:val="00182D60"/>
    <w:rsid w:val="00183409"/>
    <w:rsid w:val="00183414"/>
    <w:rsid w:val="0018356F"/>
    <w:rsid w:val="00183C36"/>
    <w:rsid w:val="00183F23"/>
    <w:rsid w:val="0018404A"/>
    <w:rsid w:val="0018406A"/>
    <w:rsid w:val="00184085"/>
    <w:rsid w:val="0018414B"/>
    <w:rsid w:val="0018424D"/>
    <w:rsid w:val="00184379"/>
    <w:rsid w:val="00184576"/>
    <w:rsid w:val="00184821"/>
    <w:rsid w:val="0018498D"/>
    <w:rsid w:val="001849B7"/>
    <w:rsid w:val="00184B01"/>
    <w:rsid w:val="00184C15"/>
    <w:rsid w:val="00184D3B"/>
    <w:rsid w:val="00184DF3"/>
    <w:rsid w:val="00185242"/>
    <w:rsid w:val="001853A2"/>
    <w:rsid w:val="001853CA"/>
    <w:rsid w:val="0018570F"/>
    <w:rsid w:val="001857C8"/>
    <w:rsid w:val="00185955"/>
    <w:rsid w:val="0018597E"/>
    <w:rsid w:val="00185BF2"/>
    <w:rsid w:val="00185CCB"/>
    <w:rsid w:val="00185DAC"/>
    <w:rsid w:val="00185F16"/>
    <w:rsid w:val="0018613F"/>
    <w:rsid w:val="00186A85"/>
    <w:rsid w:val="001870E2"/>
    <w:rsid w:val="00187465"/>
    <w:rsid w:val="00187861"/>
    <w:rsid w:val="00187EDB"/>
    <w:rsid w:val="00187FC8"/>
    <w:rsid w:val="001900A5"/>
    <w:rsid w:val="00190164"/>
    <w:rsid w:val="001908C7"/>
    <w:rsid w:val="00190AE5"/>
    <w:rsid w:val="00190BD2"/>
    <w:rsid w:val="00190F4C"/>
    <w:rsid w:val="0019105A"/>
    <w:rsid w:val="00191214"/>
    <w:rsid w:val="0019122E"/>
    <w:rsid w:val="00191409"/>
    <w:rsid w:val="0019161C"/>
    <w:rsid w:val="00191ACE"/>
    <w:rsid w:val="00191B1F"/>
    <w:rsid w:val="00191B39"/>
    <w:rsid w:val="00191B3C"/>
    <w:rsid w:val="00191C15"/>
    <w:rsid w:val="00191C3A"/>
    <w:rsid w:val="00191E30"/>
    <w:rsid w:val="00191E74"/>
    <w:rsid w:val="00192082"/>
    <w:rsid w:val="00192342"/>
    <w:rsid w:val="0019239D"/>
    <w:rsid w:val="001924B2"/>
    <w:rsid w:val="00192FC8"/>
    <w:rsid w:val="001933BB"/>
    <w:rsid w:val="001934B8"/>
    <w:rsid w:val="00193628"/>
    <w:rsid w:val="001936AE"/>
    <w:rsid w:val="001937BF"/>
    <w:rsid w:val="001937F6"/>
    <w:rsid w:val="00193A8A"/>
    <w:rsid w:val="00193B14"/>
    <w:rsid w:val="00193C0A"/>
    <w:rsid w:val="00193C64"/>
    <w:rsid w:val="00194765"/>
    <w:rsid w:val="0019480A"/>
    <w:rsid w:val="001949CA"/>
    <w:rsid w:val="001949E5"/>
    <w:rsid w:val="00194E98"/>
    <w:rsid w:val="00195031"/>
    <w:rsid w:val="00195342"/>
    <w:rsid w:val="00195376"/>
    <w:rsid w:val="00195837"/>
    <w:rsid w:val="00195C52"/>
    <w:rsid w:val="0019617A"/>
    <w:rsid w:val="0019622E"/>
    <w:rsid w:val="00196483"/>
    <w:rsid w:val="001966C1"/>
    <w:rsid w:val="001967F8"/>
    <w:rsid w:val="00196B82"/>
    <w:rsid w:val="00196C80"/>
    <w:rsid w:val="00196DDD"/>
    <w:rsid w:val="00196DEC"/>
    <w:rsid w:val="00196ED9"/>
    <w:rsid w:val="00196F31"/>
    <w:rsid w:val="0019729C"/>
    <w:rsid w:val="001972BA"/>
    <w:rsid w:val="00197385"/>
    <w:rsid w:val="00197852"/>
    <w:rsid w:val="00197CF0"/>
    <w:rsid w:val="001A0546"/>
    <w:rsid w:val="001A062D"/>
    <w:rsid w:val="001A0C2B"/>
    <w:rsid w:val="001A0E5F"/>
    <w:rsid w:val="001A10E4"/>
    <w:rsid w:val="001A1849"/>
    <w:rsid w:val="001A190F"/>
    <w:rsid w:val="001A19BD"/>
    <w:rsid w:val="001A1AA7"/>
    <w:rsid w:val="001A1D26"/>
    <w:rsid w:val="001A2356"/>
    <w:rsid w:val="001A24CC"/>
    <w:rsid w:val="001A25CE"/>
    <w:rsid w:val="001A2B8B"/>
    <w:rsid w:val="001A2EFC"/>
    <w:rsid w:val="001A3829"/>
    <w:rsid w:val="001A3AD4"/>
    <w:rsid w:val="001A423E"/>
    <w:rsid w:val="001A4473"/>
    <w:rsid w:val="001A4512"/>
    <w:rsid w:val="001A487F"/>
    <w:rsid w:val="001A4AC6"/>
    <w:rsid w:val="001A4C88"/>
    <w:rsid w:val="001A4F67"/>
    <w:rsid w:val="001A5195"/>
    <w:rsid w:val="001A535F"/>
    <w:rsid w:val="001A5517"/>
    <w:rsid w:val="001A593D"/>
    <w:rsid w:val="001A5D68"/>
    <w:rsid w:val="001A6325"/>
    <w:rsid w:val="001A6387"/>
    <w:rsid w:val="001A6840"/>
    <w:rsid w:val="001A6B1D"/>
    <w:rsid w:val="001A768E"/>
    <w:rsid w:val="001B001C"/>
    <w:rsid w:val="001B02A8"/>
    <w:rsid w:val="001B02F8"/>
    <w:rsid w:val="001B0309"/>
    <w:rsid w:val="001B0591"/>
    <w:rsid w:val="001B0F80"/>
    <w:rsid w:val="001B167F"/>
    <w:rsid w:val="001B189F"/>
    <w:rsid w:val="001B1C3F"/>
    <w:rsid w:val="001B2385"/>
    <w:rsid w:val="001B2535"/>
    <w:rsid w:val="001B254A"/>
    <w:rsid w:val="001B254C"/>
    <w:rsid w:val="001B256A"/>
    <w:rsid w:val="001B2749"/>
    <w:rsid w:val="001B2785"/>
    <w:rsid w:val="001B2961"/>
    <w:rsid w:val="001B2A02"/>
    <w:rsid w:val="001B2ABF"/>
    <w:rsid w:val="001B2FB6"/>
    <w:rsid w:val="001B30D8"/>
    <w:rsid w:val="001B32AB"/>
    <w:rsid w:val="001B32B8"/>
    <w:rsid w:val="001B32FB"/>
    <w:rsid w:val="001B3666"/>
    <w:rsid w:val="001B3864"/>
    <w:rsid w:val="001B387B"/>
    <w:rsid w:val="001B38AB"/>
    <w:rsid w:val="001B39F9"/>
    <w:rsid w:val="001B3AFF"/>
    <w:rsid w:val="001B3BD7"/>
    <w:rsid w:val="001B3D10"/>
    <w:rsid w:val="001B4005"/>
    <w:rsid w:val="001B41A9"/>
    <w:rsid w:val="001B41F3"/>
    <w:rsid w:val="001B423F"/>
    <w:rsid w:val="001B454A"/>
    <w:rsid w:val="001B455A"/>
    <w:rsid w:val="001B4571"/>
    <w:rsid w:val="001B4601"/>
    <w:rsid w:val="001B4863"/>
    <w:rsid w:val="001B49CF"/>
    <w:rsid w:val="001B4FF3"/>
    <w:rsid w:val="001B54D9"/>
    <w:rsid w:val="001B5573"/>
    <w:rsid w:val="001B5582"/>
    <w:rsid w:val="001B55FA"/>
    <w:rsid w:val="001B5646"/>
    <w:rsid w:val="001B58D6"/>
    <w:rsid w:val="001B59A3"/>
    <w:rsid w:val="001B59DE"/>
    <w:rsid w:val="001B5B61"/>
    <w:rsid w:val="001B5B80"/>
    <w:rsid w:val="001B5CB7"/>
    <w:rsid w:val="001B5E27"/>
    <w:rsid w:val="001B5FEE"/>
    <w:rsid w:val="001B61D7"/>
    <w:rsid w:val="001B6317"/>
    <w:rsid w:val="001B6997"/>
    <w:rsid w:val="001B6A49"/>
    <w:rsid w:val="001B7121"/>
    <w:rsid w:val="001B725A"/>
    <w:rsid w:val="001B748B"/>
    <w:rsid w:val="001B7CBE"/>
    <w:rsid w:val="001C0072"/>
    <w:rsid w:val="001C02BF"/>
    <w:rsid w:val="001C0341"/>
    <w:rsid w:val="001C03CA"/>
    <w:rsid w:val="001C06B7"/>
    <w:rsid w:val="001C0EB4"/>
    <w:rsid w:val="001C1076"/>
    <w:rsid w:val="001C1288"/>
    <w:rsid w:val="001C17CF"/>
    <w:rsid w:val="001C184B"/>
    <w:rsid w:val="001C1981"/>
    <w:rsid w:val="001C1A01"/>
    <w:rsid w:val="001C27A1"/>
    <w:rsid w:val="001C29A7"/>
    <w:rsid w:val="001C2A1F"/>
    <w:rsid w:val="001C2CFD"/>
    <w:rsid w:val="001C2DF1"/>
    <w:rsid w:val="001C2EB3"/>
    <w:rsid w:val="001C33F1"/>
    <w:rsid w:val="001C340F"/>
    <w:rsid w:val="001C3821"/>
    <w:rsid w:val="001C383C"/>
    <w:rsid w:val="001C38F3"/>
    <w:rsid w:val="001C3C1E"/>
    <w:rsid w:val="001C3D34"/>
    <w:rsid w:val="001C3D49"/>
    <w:rsid w:val="001C3D5A"/>
    <w:rsid w:val="001C3EF8"/>
    <w:rsid w:val="001C3FCE"/>
    <w:rsid w:val="001C455B"/>
    <w:rsid w:val="001C46E6"/>
    <w:rsid w:val="001C48F2"/>
    <w:rsid w:val="001C4A24"/>
    <w:rsid w:val="001C4C9A"/>
    <w:rsid w:val="001C4CF5"/>
    <w:rsid w:val="001C4FA9"/>
    <w:rsid w:val="001C5943"/>
    <w:rsid w:val="001C5972"/>
    <w:rsid w:val="001C59D1"/>
    <w:rsid w:val="001C59E2"/>
    <w:rsid w:val="001C5B6C"/>
    <w:rsid w:val="001C5D02"/>
    <w:rsid w:val="001C5E12"/>
    <w:rsid w:val="001C61C7"/>
    <w:rsid w:val="001C61CB"/>
    <w:rsid w:val="001C629F"/>
    <w:rsid w:val="001C657E"/>
    <w:rsid w:val="001C6A74"/>
    <w:rsid w:val="001C70AD"/>
    <w:rsid w:val="001C75E4"/>
    <w:rsid w:val="001C7658"/>
    <w:rsid w:val="001C77B7"/>
    <w:rsid w:val="001D01CB"/>
    <w:rsid w:val="001D09E0"/>
    <w:rsid w:val="001D0C60"/>
    <w:rsid w:val="001D0E6A"/>
    <w:rsid w:val="001D0F4B"/>
    <w:rsid w:val="001D1006"/>
    <w:rsid w:val="001D1F9C"/>
    <w:rsid w:val="001D21D1"/>
    <w:rsid w:val="001D2694"/>
    <w:rsid w:val="001D27C3"/>
    <w:rsid w:val="001D2B09"/>
    <w:rsid w:val="001D2BCA"/>
    <w:rsid w:val="001D2D3F"/>
    <w:rsid w:val="001D308E"/>
    <w:rsid w:val="001D35D5"/>
    <w:rsid w:val="001D3A75"/>
    <w:rsid w:val="001D4108"/>
    <w:rsid w:val="001D443F"/>
    <w:rsid w:val="001D4604"/>
    <w:rsid w:val="001D4790"/>
    <w:rsid w:val="001D4BFC"/>
    <w:rsid w:val="001D50F1"/>
    <w:rsid w:val="001D51CB"/>
    <w:rsid w:val="001D545F"/>
    <w:rsid w:val="001D5736"/>
    <w:rsid w:val="001D5904"/>
    <w:rsid w:val="001D5CEB"/>
    <w:rsid w:val="001D61BB"/>
    <w:rsid w:val="001D646C"/>
    <w:rsid w:val="001D683C"/>
    <w:rsid w:val="001D69B4"/>
    <w:rsid w:val="001D6B71"/>
    <w:rsid w:val="001D7319"/>
    <w:rsid w:val="001D7684"/>
    <w:rsid w:val="001D7C6F"/>
    <w:rsid w:val="001D7F94"/>
    <w:rsid w:val="001E045E"/>
    <w:rsid w:val="001E0621"/>
    <w:rsid w:val="001E07F5"/>
    <w:rsid w:val="001E0982"/>
    <w:rsid w:val="001E1095"/>
    <w:rsid w:val="001E111F"/>
    <w:rsid w:val="001E12FA"/>
    <w:rsid w:val="001E1586"/>
    <w:rsid w:val="001E20BC"/>
    <w:rsid w:val="001E22EE"/>
    <w:rsid w:val="001E2409"/>
    <w:rsid w:val="001E262E"/>
    <w:rsid w:val="001E2746"/>
    <w:rsid w:val="001E2842"/>
    <w:rsid w:val="001E2D16"/>
    <w:rsid w:val="001E32F5"/>
    <w:rsid w:val="001E360F"/>
    <w:rsid w:val="001E36B9"/>
    <w:rsid w:val="001E37D2"/>
    <w:rsid w:val="001E3AE5"/>
    <w:rsid w:val="001E3B25"/>
    <w:rsid w:val="001E3F8C"/>
    <w:rsid w:val="001E3FF6"/>
    <w:rsid w:val="001E4369"/>
    <w:rsid w:val="001E4714"/>
    <w:rsid w:val="001E48BC"/>
    <w:rsid w:val="001E48DF"/>
    <w:rsid w:val="001E4C6D"/>
    <w:rsid w:val="001E4E4B"/>
    <w:rsid w:val="001E4FC7"/>
    <w:rsid w:val="001E506A"/>
    <w:rsid w:val="001E5111"/>
    <w:rsid w:val="001E5275"/>
    <w:rsid w:val="001E5960"/>
    <w:rsid w:val="001E5C24"/>
    <w:rsid w:val="001E5CA8"/>
    <w:rsid w:val="001E5EFA"/>
    <w:rsid w:val="001E615F"/>
    <w:rsid w:val="001E61DB"/>
    <w:rsid w:val="001E6549"/>
    <w:rsid w:val="001E6767"/>
    <w:rsid w:val="001E6A58"/>
    <w:rsid w:val="001E6B7D"/>
    <w:rsid w:val="001E6D11"/>
    <w:rsid w:val="001E76ED"/>
    <w:rsid w:val="001E7751"/>
    <w:rsid w:val="001E77BA"/>
    <w:rsid w:val="001E7832"/>
    <w:rsid w:val="001E7B36"/>
    <w:rsid w:val="001E7B89"/>
    <w:rsid w:val="001F0000"/>
    <w:rsid w:val="001F021F"/>
    <w:rsid w:val="001F02B4"/>
    <w:rsid w:val="001F03CB"/>
    <w:rsid w:val="001F0F09"/>
    <w:rsid w:val="001F1341"/>
    <w:rsid w:val="001F1505"/>
    <w:rsid w:val="001F16E3"/>
    <w:rsid w:val="001F1726"/>
    <w:rsid w:val="001F1784"/>
    <w:rsid w:val="001F1854"/>
    <w:rsid w:val="001F1988"/>
    <w:rsid w:val="001F1998"/>
    <w:rsid w:val="001F1DA1"/>
    <w:rsid w:val="001F1E8E"/>
    <w:rsid w:val="001F2029"/>
    <w:rsid w:val="001F2073"/>
    <w:rsid w:val="001F2275"/>
    <w:rsid w:val="001F23A7"/>
    <w:rsid w:val="001F23CF"/>
    <w:rsid w:val="001F257B"/>
    <w:rsid w:val="001F289E"/>
    <w:rsid w:val="001F2AB2"/>
    <w:rsid w:val="001F2C6D"/>
    <w:rsid w:val="001F30D9"/>
    <w:rsid w:val="001F3101"/>
    <w:rsid w:val="001F31E2"/>
    <w:rsid w:val="001F334B"/>
    <w:rsid w:val="001F33BA"/>
    <w:rsid w:val="001F33D6"/>
    <w:rsid w:val="001F372C"/>
    <w:rsid w:val="001F3BD3"/>
    <w:rsid w:val="001F3C8E"/>
    <w:rsid w:val="001F3CD2"/>
    <w:rsid w:val="001F4001"/>
    <w:rsid w:val="001F453B"/>
    <w:rsid w:val="001F4597"/>
    <w:rsid w:val="001F484C"/>
    <w:rsid w:val="001F4B65"/>
    <w:rsid w:val="001F4BBE"/>
    <w:rsid w:val="001F4E85"/>
    <w:rsid w:val="001F5116"/>
    <w:rsid w:val="001F51F0"/>
    <w:rsid w:val="001F5309"/>
    <w:rsid w:val="001F5480"/>
    <w:rsid w:val="001F5490"/>
    <w:rsid w:val="001F5597"/>
    <w:rsid w:val="001F563B"/>
    <w:rsid w:val="001F57A5"/>
    <w:rsid w:val="001F5812"/>
    <w:rsid w:val="001F5A72"/>
    <w:rsid w:val="001F5C2D"/>
    <w:rsid w:val="001F5F3B"/>
    <w:rsid w:val="001F5FC4"/>
    <w:rsid w:val="001F5FF3"/>
    <w:rsid w:val="001F60B3"/>
    <w:rsid w:val="001F6404"/>
    <w:rsid w:val="001F6581"/>
    <w:rsid w:val="001F6631"/>
    <w:rsid w:val="001F67E3"/>
    <w:rsid w:val="001F6B15"/>
    <w:rsid w:val="001F6B26"/>
    <w:rsid w:val="001F6D62"/>
    <w:rsid w:val="001F6E1A"/>
    <w:rsid w:val="001F7062"/>
    <w:rsid w:val="001F789E"/>
    <w:rsid w:val="001F7C3F"/>
    <w:rsid w:val="001F7D68"/>
    <w:rsid w:val="001F7E93"/>
    <w:rsid w:val="002000B7"/>
    <w:rsid w:val="002004E9"/>
    <w:rsid w:val="0020111A"/>
    <w:rsid w:val="002012A3"/>
    <w:rsid w:val="00201466"/>
    <w:rsid w:val="002014D6"/>
    <w:rsid w:val="00202070"/>
    <w:rsid w:val="00202194"/>
    <w:rsid w:val="00202345"/>
    <w:rsid w:val="002026A8"/>
    <w:rsid w:val="002027BD"/>
    <w:rsid w:val="00202B7C"/>
    <w:rsid w:val="00202F4D"/>
    <w:rsid w:val="00203050"/>
    <w:rsid w:val="0020319A"/>
    <w:rsid w:val="002032D0"/>
    <w:rsid w:val="00203397"/>
    <w:rsid w:val="00203EBB"/>
    <w:rsid w:val="002049F8"/>
    <w:rsid w:val="00204A66"/>
    <w:rsid w:val="00205117"/>
    <w:rsid w:val="0020514B"/>
    <w:rsid w:val="002053EF"/>
    <w:rsid w:val="00205425"/>
    <w:rsid w:val="0020568E"/>
    <w:rsid w:val="002056EE"/>
    <w:rsid w:val="0020572A"/>
    <w:rsid w:val="0020596A"/>
    <w:rsid w:val="00205983"/>
    <w:rsid w:val="00205A11"/>
    <w:rsid w:val="00205B1A"/>
    <w:rsid w:val="0020601B"/>
    <w:rsid w:val="00206036"/>
    <w:rsid w:val="002060FB"/>
    <w:rsid w:val="00206191"/>
    <w:rsid w:val="00206318"/>
    <w:rsid w:val="0020636C"/>
    <w:rsid w:val="0020663D"/>
    <w:rsid w:val="0020686F"/>
    <w:rsid w:val="00206953"/>
    <w:rsid w:val="002069EA"/>
    <w:rsid w:val="00206BEE"/>
    <w:rsid w:val="00206CE0"/>
    <w:rsid w:val="00206E4B"/>
    <w:rsid w:val="00206E70"/>
    <w:rsid w:val="00206EF5"/>
    <w:rsid w:val="00207119"/>
    <w:rsid w:val="002072E9"/>
    <w:rsid w:val="0020747C"/>
    <w:rsid w:val="0020748D"/>
    <w:rsid w:val="00207626"/>
    <w:rsid w:val="002079EF"/>
    <w:rsid w:val="00207A7D"/>
    <w:rsid w:val="00207B0A"/>
    <w:rsid w:val="00207BD4"/>
    <w:rsid w:val="00207F6E"/>
    <w:rsid w:val="00210106"/>
    <w:rsid w:val="00210463"/>
    <w:rsid w:val="0021090B"/>
    <w:rsid w:val="00210ACF"/>
    <w:rsid w:val="00210DBF"/>
    <w:rsid w:val="00210DF9"/>
    <w:rsid w:val="00210EA5"/>
    <w:rsid w:val="00211063"/>
    <w:rsid w:val="002111A7"/>
    <w:rsid w:val="002112E7"/>
    <w:rsid w:val="002116C5"/>
    <w:rsid w:val="0021185E"/>
    <w:rsid w:val="0021194C"/>
    <w:rsid w:val="002119BB"/>
    <w:rsid w:val="00211C91"/>
    <w:rsid w:val="00211D27"/>
    <w:rsid w:val="00211DF9"/>
    <w:rsid w:val="0021208A"/>
    <w:rsid w:val="00212125"/>
    <w:rsid w:val="00212331"/>
    <w:rsid w:val="0021235F"/>
    <w:rsid w:val="002123E5"/>
    <w:rsid w:val="00212537"/>
    <w:rsid w:val="00212572"/>
    <w:rsid w:val="00212760"/>
    <w:rsid w:val="002127DC"/>
    <w:rsid w:val="00212C5B"/>
    <w:rsid w:val="002132C5"/>
    <w:rsid w:val="00213325"/>
    <w:rsid w:val="0021354E"/>
    <w:rsid w:val="002139FE"/>
    <w:rsid w:val="00213C52"/>
    <w:rsid w:val="00213DBB"/>
    <w:rsid w:val="00213FAF"/>
    <w:rsid w:val="00214009"/>
    <w:rsid w:val="00214485"/>
    <w:rsid w:val="002144C7"/>
    <w:rsid w:val="002149D1"/>
    <w:rsid w:val="00214AAE"/>
    <w:rsid w:val="00214DD0"/>
    <w:rsid w:val="00214FA9"/>
    <w:rsid w:val="002152E0"/>
    <w:rsid w:val="0021589F"/>
    <w:rsid w:val="002158AC"/>
    <w:rsid w:val="00215998"/>
    <w:rsid w:val="00215B23"/>
    <w:rsid w:val="00215E0B"/>
    <w:rsid w:val="00216075"/>
    <w:rsid w:val="002161FB"/>
    <w:rsid w:val="0021693F"/>
    <w:rsid w:val="00216A28"/>
    <w:rsid w:val="00216C48"/>
    <w:rsid w:val="00216C4A"/>
    <w:rsid w:val="00217024"/>
    <w:rsid w:val="002170E6"/>
    <w:rsid w:val="0021752E"/>
    <w:rsid w:val="002175BD"/>
    <w:rsid w:val="002175FF"/>
    <w:rsid w:val="0021791F"/>
    <w:rsid w:val="00217BFD"/>
    <w:rsid w:val="0022033A"/>
    <w:rsid w:val="00220384"/>
    <w:rsid w:val="0022067D"/>
    <w:rsid w:val="0022077B"/>
    <w:rsid w:val="002209A5"/>
    <w:rsid w:val="00220BA0"/>
    <w:rsid w:val="00220CB6"/>
    <w:rsid w:val="00220EE1"/>
    <w:rsid w:val="002211BE"/>
    <w:rsid w:val="00221400"/>
    <w:rsid w:val="0022198A"/>
    <w:rsid w:val="00221CDE"/>
    <w:rsid w:val="00221D4C"/>
    <w:rsid w:val="0022241C"/>
    <w:rsid w:val="00222537"/>
    <w:rsid w:val="00222599"/>
    <w:rsid w:val="002225D7"/>
    <w:rsid w:val="0022262C"/>
    <w:rsid w:val="002226BD"/>
    <w:rsid w:val="00222904"/>
    <w:rsid w:val="00222A93"/>
    <w:rsid w:val="00222CF3"/>
    <w:rsid w:val="00222EF1"/>
    <w:rsid w:val="00222F6F"/>
    <w:rsid w:val="00222F96"/>
    <w:rsid w:val="002231D4"/>
    <w:rsid w:val="002232C9"/>
    <w:rsid w:val="002233D0"/>
    <w:rsid w:val="0022358B"/>
    <w:rsid w:val="00223859"/>
    <w:rsid w:val="00223C99"/>
    <w:rsid w:val="00223CC1"/>
    <w:rsid w:val="00223E5C"/>
    <w:rsid w:val="00223FE8"/>
    <w:rsid w:val="00224045"/>
    <w:rsid w:val="0022426B"/>
    <w:rsid w:val="00224384"/>
    <w:rsid w:val="002248ED"/>
    <w:rsid w:val="00224A37"/>
    <w:rsid w:val="00224AAB"/>
    <w:rsid w:val="00224D66"/>
    <w:rsid w:val="00224F39"/>
    <w:rsid w:val="00224FBF"/>
    <w:rsid w:val="00225037"/>
    <w:rsid w:val="00225089"/>
    <w:rsid w:val="00225148"/>
    <w:rsid w:val="00225195"/>
    <w:rsid w:val="00225286"/>
    <w:rsid w:val="002252BB"/>
    <w:rsid w:val="002253E7"/>
    <w:rsid w:val="002259E0"/>
    <w:rsid w:val="00225A92"/>
    <w:rsid w:val="0022667D"/>
    <w:rsid w:val="00226985"/>
    <w:rsid w:val="00226BAC"/>
    <w:rsid w:val="00226D2B"/>
    <w:rsid w:val="00226D7C"/>
    <w:rsid w:val="00227370"/>
    <w:rsid w:val="00227434"/>
    <w:rsid w:val="002277F7"/>
    <w:rsid w:val="002279F6"/>
    <w:rsid w:val="00227A6F"/>
    <w:rsid w:val="00227C65"/>
    <w:rsid w:val="00227E50"/>
    <w:rsid w:val="00230071"/>
    <w:rsid w:val="00230330"/>
    <w:rsid w:val="0023046D"/>
    <w:rsid w:val="00230CCC"/>
    <w:rsid w:val="00231365"/>
    <w:rsid w:val="002313CE"/>
    <w:rsid w:val="0023181B"/>
    <w:rsid w:val="00231B60"/>
    <w:rsid w:val="00231D53"/>
    <w:rsid w:val="002326E6"/>
    <w:rsid w:val="00232A14"/>
    <w:rsid w:val="00232AEA"/>
    <w:rsid w:val="00232E05"/>
    <w:rsid w:val="0023304D"/>
    <w:rsid w:val="00233050"/>
    <w:rsid w:val="0023338E"/>
    <w:rsid w:val="0023361D"/>
    <w:rsid w:val="0023403F"/>
    <w:rsid w:val="0023426A"/>
    <w:rsid w:val="00234672"/>
    <w:rsid w:val="002346BC"/>
    <w:rsid w:val="0023483E"/>
    <w:rsid w:val="002348B4"/>
    <w:rsid w:val="00234CD1"/>
    <w:rsid w:val="0023578D"/>
    <w:rsid w:val="002357BF"/>
    <w:rsid w:val="00235BAA"/>
    <w:rsid w:val="00235C4A"/>
    <w:rsid w:val="00235F64"/>
    <w:rsid w:val="00236057"/>
    <w:rsid w:val="00236295"/>
    <w:rsid w:val="00236316"/>
    <w:rsid w:val="00236643"/>
    <w:rsid w:val="00236967"/>
    <w:rsid w:val="00236A30"/>
    <w:rsid w:val="00236C70"/>
    <w:rsid w:val="00236D16"/>
    <w:rsid w:val="00237145"/>
    <w:rsid w:val="00237198"/>
    <w:rsid w:val="00237412"/>
    <w:rsid w:val="00237633"/>
    <w:rsid w:val="002377C7"/>
    <w:rsid w:val="0023780D"/>
    <w:rsid w:val="00237EB3"/>
    <w:rsid w:val="00240147"/>
    <w:rsid w:val="00240301"/>
    <w:rsid w:val="00240585"/>
    <w:rsid w:val="00240617"/>
    <w:rsid w:val="002409D1"/>
    <w:rsid w:val="00240B25"/>
    <w:rsid w:val="00240C11"/>
    <w:rsid w:val="00240FAC"/>
    <w:rsid w:val="00241010"/>
    <w:rsid w:val="00241100"/>
    <w:rsid w:val="00241460"/>
    <w:rsid w:val="0024156A"/>
    <w:rsid w:val="002416E0"/>
    <w:rsid w:val="0024173E"/>
    <w:rsid w:val="00241DE0"/>
    <w:rsid w:val="00241E94"/>
    <w:rsid w:val="00241E9E"/>
    <w:rsid w:val="00242037"/>
    <w:rsid w:val="002421EC"/>
    <w:rsid w:val="0024225F"/>
    <w:rsid w:val="0024253D"/>
    <w:rsid w:val="002428DB"/>
    <w:rsid w:val="00242D68"/>
    <w:rsid w:val="00242FB3"/>
    <w:rsid w:val="002431FC"/>
    <w:rsid w:val="002432AB"/>
    <w:rsid w:val="00243344"/>
    <w:rsid w:val="002435FA"/>
    <w:rsid w:val="002437A4"/>
    <w:rsid w:val="00243953"/>
    <w:rsid w:val="0024396C"/>
    <w:rsid w:val="002439C2"/>
    <w:rsid w:val="00243B69"/>
    <w:rsid w:val="00243F8D"/>
    <w:rsid w:val="0024432B"/>
    <w:rsid w:val="0024441D"/>
    <w:rsid w:val="00244723"/>
    <w:rsid w:val="00244C5C"/>
    <w:rsid w:val="00244E23"/>
    <w:rsid w:val="00244E53"/>
    <w:rsid w:val="0024513F"/>
    <w:rsid w:val="002451A5"/>
    <w:rsid w:val="00245237"/>
    <w:rsid w:val="00245497"/>
    <w:rsid w:val="00245541"/>
    <w:rsid w:val="00245651"/>
    <w:rsid w:val="0024572B"/>
    <w:rsid w:val="00245E49"/>
    <w:rsid w:val="00245E83"/>
    <w:rsid w:val="00246139"/>
    <w:rsid w:val="002462B3"/>
    <w:rsid w:val="00246640"/>
    <w:rsid w:val="002469E7"/>
    <w:rsid w:val="00246ADD"/>
    <w:rsid w:val="00246BD7"/>
    <w:rsid w:val="00246CED"/>
    <w:rsid w:val="002470C3"/>
    <w:rsid w:val="002471E9"/>
    <w:rsid w:val="0024724E"/>
    <w:rsid w:val="0024767A"/>
    <w:rsid w:val="00247921"/>
    <w:rsid w:val="00247986"/>
    <w:rsid w:val="002479B8"/>
    <w:rsid w:val="00247A57"/>
    <w:rsid w:val="00250573"/>
    <w:rsid w:val="00250FCB"/>
    <w:rsid w:val="002511DF"/>
    <w:rsid w:val="00251A10"/>
    <w:rsid w:val="00251A63"/>
    <w:rsid w:val="00251AB4"/>
    <w:rsid w:val="00251E29"/>
    <w:rsid w:val="00251F15"/>
    <w:rsid w:val="00251F71"/>
    <w:rsid w:val="002520A3"/>
    <w:rsid w:val="00252234"/>
    <w:rsid w:val="002522BB"/>
    <w:rsid w:val="00252A5D"/>
    <w:rsid w:val="00252F9A"/>
    <w:rsid w:val="00253083"/>
    <w:rsid w:val="002536FE"/>
    <w:rsid w:val="00253768"/>
    <w:rsid w:val="00253B48"/>
    <w:rsid w:val="00253BB4"/>
    <w:rsid w:val="00253C11"/>
    <w:rsid w:val="0025404F"/>
    <w:rsid w:val="00254414"/>
    <w:rsid w:val="002546FB"/>
    <w:rsid w:val="002549D0"/>
    <w:rsid w:val="00254D39"/>
    <w:rsid w:val="00254F7F"/>
    <w:rsid w:val="00255364"/>
    <w:rsid w:val="002557D8"/>
    <w:rsid w:val="00255909"/>
    <w:rsid w:val="00255A26"/>
    <w:rsid w:val="00255AC2"/>
    <w:rsid w:val="00256101"/>
    <w:rsid w:val="00256323"/>
    <w:rsid w:val="002563B8"/>
    <w:rsid w:val="0025645E"/>
    <w:rsid w:val="00256ADD"/>
    <w:rsid w:val="00256C3F"/>
    <w:rsid w:val="0025733F"/>
    <w:rsid w:val="002576AE"/>
    <w:rsid w:val="002576D4"/>
    <w:rsid w:val="002579FE"/>
    <w:rsid w:val="0026016E"/>
    <w:rsid w:val="00260259"/>
    <w:rsid w:val="002604AD"/>
    <w:rsid w:val="0026058C"/>
    <w:rsid w:val="002605A9"/>
    <w:rsid w:val="002608E9"/>
    <w:rsid w:val="00260BF0"/>
    <w:rsid w:val="00260FCE"/>
    <w:rsid w:val="002612E7"/>
    <w:rsid w:val="00261B2B"/>
    <w:rsid w:val="00261F66"/>
    <w:rsid w:val="0026268F"/>
    <w:rsid w:val="002626BC"/>
    <w:rsid w:val="00262888"/>
    <w:rsid w:val="00262AAF"/>
    <w:rsid w:val="00262C5A"/>
    <w:rsid w:val="00262DD7"/>
    <w:rsid w:val="00262E30"/>
    <w:rsid w:val="002631D8"/>
    <w:rsid w:val="002633BE"/>
    <w:rsid w:val="00263862"/>
    <w:rsid w:val="002638B4"/>
    <w:rsid w:val="00263C48"/>
    <w:rsid w:val="00263E59"/>
    <w:rsid w:val="00263F46"/>
    <w:rsid w:val="0026400A"/>
    <w:rsid w:val="00264458"/>
    <w:rsid w:val="00264549"/>
    <w:rsid w:val="0026486A"/>
    <w:rsid w:val="00264D2C"/>
    <w:rsid w:val="00264DCF"/>
    <w:rsid w:val="002650E6"/>
    <w:rsid w:val="00265301"/>
    <w:rsid w:val="00265422"/>
    <w:rsid w:val="00265B0A"/>
    <w:rsid w:val="00266081"/>
    <w:rsid w:val="002668D7"/>
    <w:rsid w:val="0026693A"/>
    <w:rsid w:val="00266A5E"/>
    <w:rsid w:val="00266AF7"/>
    <w:rsid w:val="0026705C"/>
    <w:rsid w:val="00267367"/>
    <w:rsid w:val="002676E8"/>
    <w:rsid w:val="0026774A"/>
    <w:rsid w:val="002677F1"/>
    <w:rsid w:val="0026784B"/>
    <w:rsid w:val="002679B0"/>
    <w:rsid w:val="00267BC0"/>
    <w:rsid w:val="00267F05"/>
    <w:rsid w:val="002700CB"/>
    <w:rsid w:val="002700D4"/>
    <w:rsid w:val="002701CF"/>
    <w:rsid w:val="0027046F"/>
    <w:rsid w:val="002708FC"/>
    <w:rsid w:val="002709C0"/>
    <w:rsid w:val="00270F6F"/>
    <w:rsid w:val="00270FC5"/>
    <w:rsid w:val="002710BE"/>
    <w:rsid w:val="002710FD"/>
    <w:rsid w:val="002713B1"/>
    <w:rsid w:val="00271482"/>
    <w:rsid w:val="0027148A"/>
    <w:rsid w:val="002716E9"/>
    <w:rsid w:val="00271B59"/>
    <w:rsid w:val="00271BA2"/>
    <w:rsid w:val="00271E5A"/>
    <w:rsid w:val="0027284D"/>
    <w:rsid w:val="002729BD"/>
    <w:rsid w:val="00272D50"/>
    <w:rsid w:val="00272F24"/>
    <w:rsid w:val="00273183"/>
    <w:rsid w:val="00273734"/>
    <w:rsid w:val="0027374E"/>
    <w:rsid w:val="0027389F"/>
    <w:rsid w:val="0027390D"/>
    <w:rsid w:val="00273D50"/>
    <w:rsid w:val="00274128"/>
    <w:rsid w:val="00274213"/>
    <w:rsid w:val="0027422B"/>
    <w:rsid w:val="00274238"/>
    <w:rsid w:val="0027439C"/>
    <w:rsid w:val="002747C7"/>
    <w:rsid w:val="00274987"/>
    <w:rsid w:val="002749A9"/>
    <w:rsid w:val="00274A85"/>
    <w:rsid w:val="00274D44"/>
    <w:rsid w:val="002752A0"/>
    <w:rsid w:val="0027539B"/>
    <w:rsid w:val="002753C3"/>
    <w:rsid w:val="002759DC"/>
    <w:rsid w:val="00275C74"/>
    <w:rsid w:val="0027651D"/>
    <w:rsid w:val="00276A2F"/>
    <w:rsid w:val="00276AF4"/>
    <w:rsid w:val="00277186"/>
    <w:rsid w:val="0027722A"/>
    <w:rsid w:val="002772DE"/>
    <w:rsid w:val="002776C7"/>
    <w:rsid w:val="00277AC5"/>
    <w:rsid w:val="00277CA3"/>
    <w:rsid w:val="00277D84"/>
    <w:rsid w:val="00277EB8"/>
    <w:rsid w:val="00277F38"/>
    <w:rsid w:val="00280155"/>
    <w:rsid w:val="0028020C"/>
    <w:rsid w:val="002802AA"/>
    <w:rsid w:val="002803A4"/>
    <w:rsid w:val="00280496"/>
    <w:rsid w:val="002805E6"/>
    <w:rsid w:val="00280606"/>
    <w:rsid w:val="00280966"/>
    <w:rsid w:val="00280A81"/>
    <w:rsid w:val="00281029"/>
    <w:rsid w:val="002813DD"/>
    <w:rsid w:val="0028160F"/>
    <w:rsid w:val="002817DE"/>
    <w:rsid w:val="00281959"/>
    <w:rsid w:val="002819BB"/>
    <w:rsid w:val="00281B1E"/>
    <w:rsid w:val="00281B82"/>
    <w:rsid w:val="00281D14"/>
    <w:rsid w:val="00282347"/>
    <w:rsid w:val="00282A56"/>
    <w:rsid w:val="00282C8F"/>
    <w:rsid w:val="00283054"/>
    <w:rsid w:val="0028316D"/>
    <w:rsid w:val="002835B5"/>
    <w:rsid w:val="002836B2"/>
    <w:rsid w:val="0028374B"/>
    <w:rsid w:val="002838AF"/>
    <w:rsid w:val="00283921"/>
    <w:rsid w:val="00283B46"/>
    <w:rsid w:val="00283BAF"/>
    <w:rsid w:val="00283CAB"/>
    <w:rsid w:val="00283EAA"/>
    <w:rsid w:val="002842E8"/>
    <w:rsid w:val="00284541"/>
    <w:rsid w:val="00284656"/>
    <w:rsid w:val="0028476F"/>
    <w:rsid w:val="00284A57"/>
    <w:rsid w:val="00284BBC"/>
    <w:rsid w:val="00284C79"/>
    <w:rsid w:val="00284D48"/>
    <w:rsid w:val="00284DA6"/>
    <w:rsid w:val="0028514C"/>
    <w:rsid w:val="002852B1"/>
    <w:rsid w:val="00285325"/>
    <w:rsid w:val="0028541F"/>
    <w:rsid w:val="002855B1"/>
    <w:rsid w:val="00286008"/>
    <w:rsid w:val="002862CF"/>
    <w:rsid w:val="00286439"/>
    <w:rsid w:val="0028660E"/>
    <w:rsid w:val="0028681C"/>
    <w:rsid w:val="0028690B"/>
    <w:rsid w:val="00286AF6"/>
    <w:rsid w:val="00286C7C"/>
    <w:rsid w:val="00286EC4"/>
    <w:rsid w:val="00286F38"/>
    <w:rsid w:val="00286F89"/>
    <w:rsid w:val="00287287"/>
    <w:rsid w:val="002872AD"/>
    <w:rsid w:val="002874D1"/>
    <w:rsid w:val="0028750A"/>
    <w:rsid w:val="00287567"/>
    <w:rsid w:val="0028756D"/>
    <w:rsid w:val="002876BE"/>
    <w:rsid w:val="00287727"/>
    <w:rsid w:val="0028780D"/>
    <w:rsid w:val="002879C9"/>
    <w:rsid w:val="00287DAD"/>
    <w:rsid w:val="00287F18"/>
    <w:rsid w:val="00290113"/>
    <w:rsid w:val="0029029E"/>
    <w:rsid w:val="00290340"/>
    <w:rsid w:val="002903A5"/>
    <w:rsid w:val="00290564"/>
    <w:rsid w:val="00290B53"/>
    <w:rsid w:val="00290BCB"/>
    <w:rsid w:val="00290E80"/>
    <w:rsid w:val="00291137"/>
    <w:rsid w:val="002911E7"/>
    <w:rsid w:val="0029123B"/>
    <w:rsid w:val="00291325"/>
    <w:rsid w:val="0029150F"/>
    <w:rsid w:val="0029164C"/>
    <w:rsid w:val="002917F8"/>
    <w:rsid w:val="0029190F"/>
    <w:rsid w:val="00291AC4"/>
    <w:rsid w:val="00291B58"/>
    <w:rsid w:val="00291D6A"/>
    <w:rsid w:val="0029202D"/>
    <w:rsid w:val="00292123"/>
    <w:rsid w:val="002922E6"/>
    <w:rsid w:val="00292363"/>
    <w:rsid w:val="002923B0"/>
    <w:rsid w:val="002924B0"/>
    <w:rsid w:val="002925DC"/>
    <w:rsid w:val="00292824"/>
    <w:rsid w:val="00292B5A"/>
    <w:rsid w:val="00292F50"/>
    <w:rsid w:val="002930E5"/>
    <w:rsid w:val="00293153"/>
    <w:rsid w:val="002931C3"/>
    <w:rsid w:val="0029338B"/>
    <w:rsid w:val="002936ED"/>
    <w:rsid w:val="002936EE"/>
    <w:rsid w:val="00293D4C"/>
    <w:rsid w:val="00293DA2"/>
    <w:rsid w:val="0029411F"/>
    <w:rsid w:val="00294188"/>
    <w:rsid w:val="002941BD"/>
    <w:rsid w:val="002941D8"/>
    <w:rsid w:val="002943EA"/>
    <w:rsid w:val="002944D2"/>
    <w:rsid w:val="0029454B"/>
    <w:rsid w:val="002945E1"/>
    <w:rsid w:val="0029465E"/>
    <w:rsid w:val="0029472F"/>
    <w:rsid w:val="00294B4C"/>
    <w:rsid w:val="00294BA4"/>
    <w:rsid w:val="00294BED"/>
    <w:rsid w:val="00294C62"/>
    <w:rsid w:val="00294E38"/>
    <w:rsid w:val="00294E7E"/>
    <w:rsid w:val="002952F5"/>
    <w:rsid w:val="0029545E"/>
    <w:rsid w:val="0029567F"/>
    <w:rsid w:val="002957EF"/>
    <w:rsid w:val="0029582F"/>
    <w:rsid w:val="00295A89"/>
    <w:rsid w:val="00295FFD"/>
    <w:rsid w:val="00296146"/>
    <w:rsid w:val="0029671F"/>
    <w:rsid w:val="00297171"/>
    <w:rsid w:val="00297266"/>
    <w:rsid w:val="0029747A"/>
    <w:rsid w:val="002974D6"/>
    <w:rsid w:val="00297614"/>
    <w:rsid w:val="002976FD"/>
    <w:rsid w:val="00297701"/>
    <w:rsid w:val="00297753"/>
    <w:rsid w:val="002A01BF"/>
    <w:rsid w:val="002A03D0"/>
    <w:rsid w:val="002A0E15"/>
    <w:rsid w:val="002A0EC1"/>
    <w:rsid w:val="002A102D"/>
    <w:rsid w:val="002A118C"/>
    <w:rsid w:val="002A135D"/>
    <w:rsid w:val="002A141C"/>
    <w:rsid w:val="002A15A3"/>
    <w:rsid w:val="002A1719"/>
    <w:rsid w:val="002A18D3"/>
    <w:rsid w:val="002A19BC"/>
    <w:rsid w:val="002A1FC5"/>
    <w:rsid w:val="002A216E"/>
    <w:rsid w:val="002A21C0"/>
    <w:rsid w:val="002A24C1"/>
    <w:rsid w:val="002A269A"/>
    <w:rsid w:val="002A26C4"/>
    <w:rsid w:val="002A27AB"/>
    <w:rsid w:val="002A287E"/>
    <w:rsid w:val="002A2955"/>
    <w:rsid w:val="002A2AE0"/>
    <w:rsid w:val="002A2B9A"/>
    <w:rsid w:val="002A2C90"/>
    <w:rsid w:val="002A2E41"/>
    <w:rsid w:val="002A2FA1"/>
    <w:rsid w:val="002A3057"/>
    <w:rsid w:val="002A373E"/>
    <w:rsid w:val="002A4065"/>
    <w:rsid w:val="002A4941"/>
    <w:rsid w:val="002A4C79"/>
    <w:rsid w:val="002A4E2D"/>
    <w:rsid w:val="002A50FC"/>
    <w:rsid w:val="002A515F"/>
    <w:rsid w:val="002A519D"/>
    <w:rsid w:val="002A5368"/>
    <w:rsid w:val="002A5564"/>
    <w:rsid w:val="002A590A"/>
    <w:rsid w:val="002A5932"/>
    <w:rsid w:val="002A5B1F"/>
    <w:rsid w:val="002A5DCC"/>
    <w:rsid w:val="002A5F01"/>
    <w:rsid w:val="002A6076"/>
    <w:rsid w:val="002A67C0"/>
    <w:rsid w:val="002A688D"/>
    <w:rsid w:val="002A6D7B"/>
    <w:rsid w:val="002A6DC2"/>
    <w:rsid w:val="002A6DCB"/>
    <w:rsid w:val="002A6FBC"/>
    <w:rsid w:val="002A7320"/>
    <w:rsid w:val="002A799E"/>
    <w:rsid w:val="002A79B8"/>
    <w:rsid w:val="002A7B58"/>
    <w:rsid w:val="002A7E20"/>
    <w:rsid w:val="002B008B"/>
    <w:rsid w:val="002B019B"/>
    <w:rsid w:val="002B0348"/>
    <w:rsid w:val="002B0399"/>
    <w:rsid w:val="002B06E9"/>
    <w:rsid w:val="002B0B68"/>
    <w:rsid w:val="002B0BD6"/>
    <w:rsid w:val="002B144C"/>
    <w:rsid w:val="002B1482"/>
    <w:rsid w:val="002B15A5"/>
    <w:rsid w:val="002B1643"/>
    <w:rsid w:val="002B185E"/>
    <w:rsid w:val="002B191E"/>
    <w:rsid w:val="002B1DB1"/>
    <w:rsid w:val="002B1EB2"/>
    <w:rsid w:val="002B1EB5"/>
    <w:rsid w:val="002B1F75"/>
    <w:rsid w:val="002B23BC"/>
    <w:rsid w:val="002B24E7"/>
    <w:rsid w:val="002B2E13"/>
    <w:rsid w:val="002B2ED7"/>
    <w:rsid w:val="002B3020"/>
    <w:rsid w:val="002B3022"/>
    <w:rsid w:val="002B3265"/>
    <w:rsid w:val="002B3414"/>
    <w:rsid w:val="002B361C"/>
    <w:rsid w:val="002B3736"/>
    <w:rsid w:val="002B3777"/>
    <w:rsid w:val="002B3859"/>
    <w:rsid w:val="002B393A"/>
    <w:rsid w:val="002B3A6A"/>
    <w:rsid w:val="002B3B96"/>
    <w:rsid w:val="002B3C14"/>
    <w:rsid w:val="002B4130"/>
    <w:rsid w:val="002B4445"/>
    <w:rsid w:val="002B4736"/>
    <w:rsid w:val="002B4BBA"/>
    <w:rsid w:val="002B4BF0"/>
    <w:rsid w:val="002B4D05"/>
    <w:rsid w:val="002B4E94"/>
    <w:rsid w:val="002B4ED2"/>
    <w:rsid w:val="002B517F"/>
    <w:rsid w:val="002B53CD"/>
    <w:rsid w:val="002B5A00"/>
    <w:rsid w:val="002B5A48"/>
    <w:rsid w:val="002B5D49"/>
    <w:rsid w:val="002B60BA"/>
    <w:rsid w:val="002B6407"/>
    <w:rsid w:val="002B64F2"/>
    <w:rsid w:val="002B69A4"/>
    <w:rsid w:val="002B7392"/>
    <w:rsid w:val="002B754D"/>
    <w:rsid w:val="002B75D4"/>
    <w:rsid w:val="002B7944"/>
    <w:rsid w:val="002B7BD7"/>
    <w:rsid w:val="002B7E7D"/>
    <w:rsid w:val="002B7FB1"/>
    <w:rsid w:val="002C004B"/>
    <w:rsid w:val="002C0384"/>
    <w:rsid w:val="002C03AD"/>
    <w:rsid w:val="002C123B"/>
    <w:rsid w:val="002C156E"/>
    <w:rsid w:val="002C16C2"/>
    <w:rsid w:val="002C1A6F"/>
    <w:rsid w:val="002C1D87"/>
    <w:rsid w:val="002C1DAA"/>
    <w:rsid w:val="002C1F5F"/>
    <w:rsid w:val="002C20A4"/>
    <w:rsid w:val="002C20BB"/>
    <w:rsid w:val="002C2136"/>
    <w:rsid w:val="002C243B"/>
    <w:rsid w:val="002C2872"/>
    <w:rsid w:val="002C28D4"/>
    <w:rsid w:val="002C28F7"/>
    <w:rsid w:val="002C2C5D"/>
    <w:rsid w:val="002C2D03"/>
    <w:rsid w:val="002C2D60"/>
    <w:rsid w:val="002C2F6F"/>
    <w:rsid w:val="002C3248"/>
    <w:rsid w:val="002C368D"/>
    <w:rsid w:val="002C3A12"/>
    <w:rsid w:val="002C3A2E"/>
    <w:rsid w:val="002C3B6E"/>
    <w:rsid w:val="002C40AC"/>
    <w:rsid w:val="002C41CF"/>
    <w:rsid w:val="002C43A9"/>
    <w:rsid w:val="002C45AB"/>
    <w:rsid w:val="002C477F"/>
    <w:rsid w:val="002C5202"/>
    <w:rsid w:val="002C522E"/>
    <w:rsid w:val="002C534B"/>
    <w:rsid w:val="002C53DD"/>
    <w:rsid w:val="002C5880"/>
    <w:rsid w:val="002C5AD0"/>
    <w:rsid w:val="002C5B0E"/>
    <w:rsid w:val="002C609B"/>
    <w:rsid w:val="002C60AD"/>
    <w:rsid w:val="002C626B"/>
    <w:rsid w:val="002C6833"/>
    <w:rsid w:val="002C692E"/>
    <w:rsid w:val="002C69C2"/>
    <w:rsid w:val="002C6A0A"/>
    <w:rsid w:val="002C6A18"/>
    <w:rsid w:val="002C6B51"/>
    <w:rsid w:val="002C6F21"/>
    <w:rsid w:val="002C70E4"/>
    <w:rsid w:val="002C71E7"/>
    <w:rsid w:val="002C7354"/>
    <w:rsid w:val="002C741B"/>
    <w:rsid w:val="002C7802"/>
    <w:rsid w:val="002D014F"/>
    <w:rsid w:val="002D040F"/>
    <w:rsid w:val="002D05BF"/>
    <w:rsid w:val="002D0919"/>
    <w:rsid w:val="002D09E8"/>
    <w:rsid w:val="002D0A55"/>
    <w:rsid w:val="002D0C96"/>
    <w:rsid w:val="002D137C"/>
    <w:rsid w:val="002D1440"/>
    <w:rsid w:val="002D15FB"/>
    <w:rsid w:val="002D162A"/>
    <w:rsid w:val="002D192B"/>
    <w:rsid w:val="002D1E29"/>
    <w:rsid w:val="002D1E31"/>
    <w:rsid w:val="002D2041"/>
    <w:rsid w:val="002D2046"/>
    <w:rsid w:val="002D221F"/>
    <w:rsid w:val="002D2249"/>
    <w:rsid w:val="002D2977"/>
    <w:rsid w:val="002D299A"/>
    <w:rsid w:val="002D2B13"/>
    <w:rsid w:val="002D2B50"/>
    <w:rsid w:val="002D2BD5"/>
    <w:rsid w:val="002D2D89"/>
    <w:rsid w:val="002D2EB1"/>
    <w:rsid w:val="002D36F0"/>
    <w:rsid w:val="002D3BE2"/>
    <w:rsid w:val="002D3C58"/>
    <w:rsid w:val="002D3CAF"/>
    <w:rsid w:val="002D3DBA"/>
    <w:rsid w:val="002D3FBA"/>
    <w:rsid w:val="002D41AC"/>
    <w:rsid w:val="002D43FD"/>
    <w:rsid w:val="002D4B77"/>
    <w:rsid w:val="002D4E50"/>
    <w:rsid w:val="002D540B"/>
    <w:rsid w:val="002D544C"/>
    <w:rsid w:val="002D545A"/>
    <w:rsid w:val="002D58C0"/>
    <w:rsid w:val="002D5B4F"/>
    <w:rsid w:val="002D5C11"/>
    <w:rsid w:val="002D5C8E"/>
    <w:rsid w:val="002D5E70"/>
    <w:rsid w:val="002D5EAD"/>
    <w:rsid w:val="002D6404"/>
    <w:rsid w:val="002D6489"/>
    <w:rsid w:val="002D6A1E"/>
    <w:rsid w:val="002D6E21"/>
    <w:rsid w:val="002D7022"/>
    <w:rsid w:val="002D702A"/>
    <w:rsid w:val="002D7124"/>
    <w:rsid w:val="002D71AF"/>
    <w:rsid w:val="002D730C"/>
    <w:rsid w:val="002D73F6"/>
    <w:rsid w:val="002D79DD"/>
    <w:rsid w:val="002D7CB6"/>
    <w:rsid w:val="002D7CCF"/>
    <w:rsid w:val="002D7D5D"/>
    <w:rsid w:val="002D7FD4"/>
    <w:rsid w:val="002E003D"/>
    <w:rsid w:val="002E026E"/>
    <w:rsid w:val="002E04CD"/>
    <w:rsid w:val="002E0F52"/>
    <w:rsid w:val="002E16C5"/>
    <w:rsid w:val="002E1986"/>
    <w:rsid w:val="002E19FB"/>
    <w:rsid w:val="002E1EE6"/>
    <w:rsid w:val="002E1F3A"/>
    <w:rsid w:val="002E224E"/>
    <w:rsid w:val="002E2348"/>
    <w:rsid w:val="002E2473"/>
    <w:rsid w:val="002E26AC"/>
    <w:rsid w:val="002E2808"/>
    <w:rsid w:val="002E2876"/>
    <w:rsid w:val="002E291F"/>
    <w:rsid w:val="002E2A8B"/>
    <w:rsid w:val="002E2C7E"/>
    <w:rsid w:val="002E37C9"/>
    <w:rsid w:val="002E3914"/>
    <w:rsid w:val="002E3B48"/>
    <w:rsid w:val="002E3D4E"/>
    <w:rsid w:val="002E3F0C"/>
    <w:rsid w:val="002E3F86"/>
    <w:rsid w:val="002E402B"/>
    <w:rsid w:val="002E46DE"/>
    <w:rsid w:val="002E4718"/>
    <w:rsid w:val="002E47C2"/>
    <w:rsid w:val="002E47F5"/>
    <w:rsid w:val="002E49CA"/>
    <w:rsid w:val="002E4C22"/>
    <w:rsid w:val="002E4C79"/>
    <w:rsid w:val="002E4D7E"/>
    <w:rsid w:val="002E50D3"/>
    <w:rsid w:val="002E527C"/>
    <w:rsid w:val="002E56EC"/>
    <w:rsid w:val="002E58C8"/>
    <w:rsid w:val="002E5919"/>
    <w:rsid w:val="002E5B4B"/>
    <w:rsid w:val="002E5B8D"/>
    <w:rsid w:val="002E5C9F"/>
    <w:rsid w:val="002E5F8E"/>
    <w:rsid w:val="002E613C"/>
    <w:rsid w:val="002E6258"/>
    <w:rsid w:val="002E65A4"/>
    <w:rsid w:val="002E6990"/>
    <w:rsid w:val="002E6AD4"/>
    <w:rsid w:val="002E6BDD"/>
    <w:rsid w:val="002E6CA4"/>
    <w:rsid w:val="002E7094"/>
    <w:rsid w:val="002E70C0"/>
    <w:rsid w:val="002E7225"/>
    <w:rsid w:val="002E7367"/>
    <w:rsid w:val="002E73E1"/>
    <w:rsid w:val="002E7474"/>
    <w:rsid w:val="002E766D"/>
    <w:rsid w:val="002E769C"/>
    <w:rsid w:val="002E76A7"/>
    <w:rsid w:val="002F00DB"/>
    <w:rsid w:val="002F044A"/>
    <w:rsid w:val="002F051C"/>
    <w:rsid w:val="002F057C"/>
    <w:rsid w:val="002F0613"/>
    <w:rsid w:val="002F0A47"/>
    <w:rsid w:val="002F0BD7"/>
    <w:rsid w:val="002F0FB3"/>
    <w:rsid w:val="002F15B2"/>
    <w:rsid w:val="002F1922"/>
    <w:rsid w:val="002F1E01"/>
    <w:rsid w:val="002F1FAC"/>
    <w:rsid w:val="002F2292"/>
    <w:rsid w:val="002F2574"/>
    <w:rsid w:val="002F25E6"/>
    <w:rsid w:val="002F26C8"/>
    <w:rsid w:val="002F3140"/>
    <w:rsid w:val="002F3276"/>
    <w:rsid w:val="002F3B6D"/>
    <w:rsid w:val="002F3B9A"/>
    <w:rsid w:val="002F4213"/>
    <w:rsid w:val="002F4335"/>
    <w:rsid w:val="002F4466"/>
    <w:rsid w:val="002F47C0"/>
    <w:rsid w:val="002F4A50"/>
    <w:rsid w:val="002F4CC7"/>
    <w:rsid w:val="002F4ECF"/>
    <w:rsid w:val="002F5301"/>
    <w:rsid w:val="002F551D"/>
    <w:rsid w:val="002F5613"/>
    <w:rsid w:val="002F5B52"/>
    <w:rsid w:val="002F5BA0"/>
    <w:rsid w:val="002F5E82"/>
    <w:rsid w:val="002F6104"/>
    <w:rsid w:val="002F616F"/>
    <w:rsid w:val="002F680B"/>
    <w:rsid w:val="002F6949"/>
    <w:rsid w:val="002F6C0B"/>
    <w:rsid w:val="002F6D8F"/>
    <w:rsid w:val="002F7392"/>
    <w:rsid w:val="002F746B"/>
    <w:rsid w:val="002F76AE"/>
    <w:rsid w:val="002F7789"/>
    <w:rsid w:val="002F77E8"/>
    <w:rsid w:val="002F78B3"/>
    <w:rsid w:val="002F7A69"/>
    <w:rsid w:val="002F7ABB"/>
    <w:rsid w:val="002F7BEA"/>
    <w:rsid w:val="002F7F0E"/>
    <w:rsid w:val="00300082"/>
    <w:rsid w:val="00300185"/>
    <w:rsid w:val="003002B8"/>
    <w:rsid w:val="003002E6"/>
    <w:rsid w:val="003005BA"/>
    <w:rsid w:val="003005EE"/>
    <w:rsid w:val="00300649"/>
    <w:rsid w:val="00300698"/>
    <w:rsid w:val="00300A18"/>
    <w:rsid w:val="00300FEC"/>
    <w:rsid w:val="00301190"/>
    <w:rsid w:val="00301274"/>
    <w:rsid w:val="003012C1"/>
    <w:rsid w:val="0030133E"/>
    <w:rsid w:val="00301687"/>
    <w:rsid w:val="00301750"/>
    <w:rsid w:val="00301979"/>
    <w:rsid w:val="00301AF6"/>
    <w:rsid w:val="00301D0A"/>
    <w:rsid w:val="00301FFD"/>
    <w:rsid w:val="00302194"/>
    <w:rsid w:val="003025B4"/>
    <w:rsid w:val="003029D7"/>
    <w:rsid w:val="00302B18"/>
    <w:rsid w:val="00302DAF"/>
    <w:rsid w:val="00303371"/>
    <w:rsid w:val="00303733"/>
    <w:rsid w:val="003039FB"/>
    <w:rsid w:val="00303D1A"/>
    <w:rsid w:val="00303F96"/>
    <w:rsid w:val="0030417A"/>
    <w:rsid w:val="00304290"/>
    <w:rsid w:val="003043AF"/>
    <w:rsid w:val="00304B1A"/>
    <w:rsid w:val="00304B9E"/>
    <w:rsid w:val="00304D45"/>
    <w:rsid w:val="00305263"/>
    <w:rsid w:val="0030532B"/>
    <w:rsid w:val="003053DD"/>
    <w:rsid w:val="003053E3"/>
    <w:rsid w:val="0030556D"/>
    <w:rsid w:val="00305635"/>
    <w:rsid w:val="00305857"/>
    <w:rsid w:val="003058F3"/>
    <w:rsid w:val="00305F8A"/>
    <w:rsid w:val="003061CD"/>
    <w:rsid w:val="00306235"/>
    <w:rsid w:val="003062A4"/>
    <w:rsid w:val="00306786"/>
    <w:rsid w:val="003067C4"/>
    <w:rsid w:val="00306A42"/>
    <w:rsid w:val="00306B43"/>
    <w:rsid w:val="003072A3"/>
    <w:rsid w:val="00307334"/>
    <w:rsid w:val="00307561"/>
    <w:rsid w:val="003076F5"/>
    <w:rsid w:val="003077CB"/>
    <w:rsid w:val="00307855"/>
    <w:rsid w:val="0030798B"/>
    <w:rsid w:val="00307A72"/>
    <w:rsid w:val="00307C33"/>
    <w:rsid w:val="00307DAA"/>
    <w:rsid w:val="00307DC2"/>
    <w:rsid w:val="00307EAA"/>
    <w:rsid w:val="003106A5"/>
    <w:rsid w:val="0031089C"/>
    <w:rsid w:val="00310976"/>
    <w:rsid w:val="00310CC8"/>
    <w:rsid w:val="00310F4C"/>
    <w:rsid w:val="003110F8"/>
    <w:rsid w:val="003111A0"/>
    <w:rsid w:val="003113B9"/>
    <w:rsid w:val="0031178C"/>
    <w:rsid w:val="0031191C"/>
    <w:rsid w:val="00311AFC"/>
    <w:rsid w:val="00311C3F"/>
    <w:rsid w:val="00312333"/>
    <w:rsid w:val="003124EC"/>
    <w:rsid w:val="003129E9"/>
    <w:rsid w:val="00312B38"/>
    <w:rsid w:val="00312C28"/>
    <w:rsid w:val="00312D10"/>
    <w:rsid w:val="00312F8F"/>
    <w:rsid w:val="003131FD"/>
    <w:rsid w:val="0031324B"/>
    <w:rsid w:val="00313301"/>
    <w:rsid w:val="003134F4"/>
    <w:rsid w:val="0031373C"/>
    <w:rsid w:val="003139EA"/>
    <w:rsid w:val="00313BEF"/>
    <w:rsid w:val="00313DEB"/>
    <w:rsid w:val="00313EA7"/>
    <w:rsid w:val="00313F66"/>
    <w:rsid w:val="003145DD"/>
    <w:rsid w:val="00314645"/>
    <w:rsid w:val="003146E4"/>
    <w:rsid w:val="00314BF4"/>
    <w:rsid w:val="00314C95"/>
    <w:rsid w:val="003151D7"/>
    <w:rsid w:val="00315248"/>
    <w:rsid w:val="0031535F"/>
    <w:rsid w:val="0031545C"/>
    <w:rsid w:val="0031551D"/>
    <w:rsid w:val="0031555D"/>
    <w:rsid w:val="003158BA"/>
    <w:rsid w:val="00315D41"/>
    <w:rsid w:val="00315E62"/>
    <w:rsid w:val="003160DB"/>
    <w:rsid w:val="0031619D"/>
    <w:rsid w:val="00316231"/>
    <w:rsid w:val="00316BD4"/>
    <w:rsid w:val="003173A3"/>
    <w:rsid w:val="00317551"/>
    <w:rsid w:val="0031787F"/>
    <w:rsid w:val="00317EA3"/>
    <w:rsid w:val="0032065B"/>
    <w:rsid w:val="0032092F"/>
    <w:rsid w:val="00320A44"/>
    <w:rsid w:val="00320B71"/>
    <w:rsid w:val="00320B8B"/>
    <w:rsid w:val="00320F46"/>
    <w:rsid w:val="00320F68"/>
    <w:rsid w:val="00320FF7"/>
    <w:rsid w:val="0032148B"/>
    <w:rsid w:val="0032151D"/>
    <w:rsid w:val="00321858"/>
    <w:rsid w:val="00321E05"/>
    <w:rsid w:val="00321FDF"/>
    <w:rsid w:val="003220F1"/>
    <w:rsid w:val="00322202"/>
    <w:rsid w:val="003223B4"/>
    <w:rsid w:val="0032268E"/>
    <w:rsid w:val="003226F1"/>
    <w:rsid w:val="0032280E"/>
    <w:rsid w:val="00322A79"/>
    <w:rsid w:val="00322CC5"/>
    <w:rsid w:val="00322D98"/>
    <w:rsid w:val="00322DBB"/>
    <w:rsid w:val="00322FD0"/>
    <w:rsid w:val="0032305E"/>
    <w:rsid w:val="00323C1E"/>
    <w:rsid w:val="00323C2C"/>
    <w:rsid w:val="00323CC2"/>
    <w:rsid w:val="003248D9"/>
    <w:rsid w:val="00324910"/>
    <w:rsid w:val="0032494D"/>
    <w:rsid w:val="00324BBA"/>
    <w:rsid w:val="00324BEA"/>
    <w:rsid w:val="003251AD"/>
    <w:rsid w:val="003253B5"/>
    <w:rsid w:val="00325651"/>
    <w:rsid w:val="00325879"/>
    <w:rsid w:val="0032590F"/>
    <w:rsid w:val="00325A22"/>
    <w:rsid w:val="00325B80"/>
    <w:rsid w:val="00326135"/>
    <w:rsid w:val="00326362"/>
    <w:rsid w:val="0032641E"/>
    <w:rsid w:val="00326456"/>
    <w:rsid w:val="0032650E"/>
    <w:rsid w:val="00326822"/>
    <w:rsid w:val="00326828"/>
    <w:rsid w:val="00326C10"/>
    <w:rsid w:val="00326E51"/>
    <w:rsid w:val="00327035"/>
    <w:rsid w:val="003270F3"/>
    <w:rsid w:val="00327191"/>
    <w:rsid w:val="00327286"/>
    <w:rsid w:val="0032742E"/>
    <w:rsid w:val="003277CD"/>
    <w:rsid w:val="003278D7"/>
    <w:rsid w:val="00327D72"/>
    <w:rsid w:val="00327ED0"/>
    <w:rsid w:val="0033009E"/>
    <w:rsid w:val="00330279"/>
    <w:rsid w:val="003302C0"/>
    <w:rsid w:val="00330435"/>
    <w:rsid w:val="0033059E"/>
    <w:rsid w:val="00330F0D"/>
    <w:rsid w:val="0033128A"/>
    <w:rsid w:val="0033159E"/>
    <w:rsid w:val="003316B4"/>
    <w:rsid w:val="00331B28"/>
    <w:rsid w:val="003320E9"/>
    <w:rsid w:val="003321D1"/>
    <w:rsid w:val="00333013"/>
    <w:rsid w:val="0033365E"/>
    <w:rsid w:val="003339FB"/>
    <w:rsid w:val="00333F1B"/>
    <w:rsid w:val="00334132"/>
    <w:rsid w:val="0033443F"/>
    <w:rsid w:val="0033444D"/>
    <w:rsid w:val="003345A1"/>
    <w:rsid w:val="00334902"/>
    <w:rsid w:val="00335186"/>
    <w:rsid w:val="00335396"/>
    <w:rsid w:val="0033553B"/>
    <w:rsid w:val="00335C80"/>
    <w:rsid w:val="00335CE6"/>
    <w:rsid w:val="00335D83"/>
    <w:rsid w:val="00336504"/>
    <w:rsid w:val="003369A2"/>
    <w:rsid w:val="003369A4"/>
    <w:rsid w:val="003369CA"/>
    <w:rsid w:val="00336DBF"/>
    <w:rsid w:val="003370DB"/>
    <w:rsid w:val="00337395"/>
    <w:rsid w:val="003374CE"/>
    <w:rsid w:val="00337648"/>
    <w:rsid w:val="00337818"/>
    <w:rsid w:val="003378FF"/>
    <w:rsid w:val="0033798D"/>
    <w:rsid w:val="00337D76"/>
    <w:rsid w:val="0034011B"/>
    <w:rsid w:val="0034025D"/>
    <w:rsid w:val="003406BB"/>
    <w:rsid w:val="00340851"/>
    <w:rsid w:val="0034087B"/>
    <w:rsid w:val="0034087C"/>
    <w:rsid w:val="00340898"/>
    <w:rsid w:val="003409C9"/>
    <w:rsid w:val="00340D28"/>
    <w:rsid w:val="00340F95"/>
    <w:rsid w:val="003410B9"/>
    <w:rsid w:val="0034120F"/>
    <w:rsid w:val="0034154D"/>
    <w:rsid w:val="003415F5"/>
    <w:rsid w:val="00341B52"/>
    <w:rsid w:val="00341CF2"/>
    <w:rsid w:val="00341D08"/>
    <w:rsid w:val="00341E6E"/>
    <w:rsid w:val="00341F6E"/>
    <w:rsid w:val="003421E4"/>
    <w:rsid w:val="00342262"/>
    <w:rsid w:val="003427F0"/>
    <w:rsid w:val="003429E8"/>
    <w:rsid w:val="00342BB8"/>
    <w:rsid w:val="00342D61"/>
    <w:rsid w:val="00342F74"/>
    <w:rsid w:val="003431E8"/>
    <w:rsid w:val="00343216"/>
    <w:rsid w:val="003436F4"/>
    <w:rsid w:val="00343727"/>
    <w:rsid w:val="0034395D"/>
    <w:rsid w:val="00344063"/>
    <w:rsid w:val="00344268"/>
    <w:rsid w:val="003443F8"/>
    <w:rsid w:val="003444B2"/>
    <w:rsid w:val="0034454C"/>
    <w:rsid w:val="00344DFD"/>
    <w:rsid w:val="00344F80"/>
    <w:rsid w:val="00344FD7"/>
    <w:rsid w:val="0034502B"/>
    <w:rsid w:val="00345277"/>
    <w:rsid w:val="0034529F"/>
    <w:rsid w:val="003452C5"/>
    <w:rsid w:val="003453CF"/>
    <w:rsid w:val="00345511"/>
    <w:rsid w:val="003455B6"/>
    <w:rsid w:val="0034567D"/>
    <w:rsid w:val="0034580E"/>
    <w:rsid w:val="00345931"/>
    <w:rsid w:val="0034599F"/>
    <w:rsid w:val="00345A8D"/>
    <w:rsid w:val="00345C55"/>
    <w:rsid w:val="00345C97"/>
    <w:rsid w:val="00345FED"/>
    <w:rsid w:val="0034611A"/>
    <w:rsid w:val="0034666F"/>
    <w:rsid w:val="00346830"/>
    <w:rsid w:val="003469D3"/>
    <w:rsid w:val="00346C47"/>
    <w:rsid w:val="00346CB2"/>
    <w:rsid w:val="003470D8"/>
    <w:rsid w:val="00347B5A"/>
    <w:rsid w:val="00347D50"/>
    <w:rsid w:val="00347D61"/>
    <w:rsid w:val="00350260"/>
    <w:rsid w:val="003503A1"/>
    <w:rsid w:val="00350442"/>
    <w:rsid w:val="00350675"/>
    <w:rsid w:val="003509B3"/>
    <w:rsid w:val="00350A08"/>
    <w:rsid w:val="00350BE1"/>
    <w:rsid w:val="00350DEF"/>
    <w:rsid w:val="00350F3C"/>
    <w:rsid w:val="003511FC"/>
    <w:rsid w:val="003512C9"/>
    <w:rsid w:val="00351750"/>
    <w:rsid w:val="00351CC4"/>
    <w:rsid w:val="00351F41"/>
    <w:rsid w:val="00352152"/>
    <w:rsid w:val="003521E3"/>
    <w:rsid w:val="003523D3"/>
    <w:rsid w:val="00352665"/>
    <w:rsid w:val="00352785"/>
    <w:rsid w:val="0035287F"/>
    <w:rsid w:val="00352A36"/>
    <w:rsid w:val="00352BAD"/>
    <w:rsid w:val="00352F6C"/>
    <w:rsid w:val="003531B9"/>
    <w:rsid w:val="00353421"/>
    <w:rsid w:val="00353452"/>
    <w:rsid w:val="003534A8"/>
    <w:rsid w:val="00353C64"/>
    <w:rsid w:val="00353E1B"/>
    <w:rsid w:val="00353EAC"/>
    <w:rsid w:val="003540F2"/>
    <w:rsid w:val="003541D9"/>
    <w:rsid w:val="00354257"/>
    <w:rsid w:val="0035426B"/>
    <w:rsid w:val="00354331"/>
    <w:rsid w:val="00354580"/>
    <w:rsid w:val="003546C1"/>
    <w:rsid w:val="00354AAF"/>
    <w:rsid w:val="00354CAD"/>
    <w:rsid w:val="00354DD2"/>
    <w:rsid w:val="00354E42"/>
    <w:rsid w:val="003551FB"/>
    <w:rsid w:val="003555E5"/>
    <w:rsid w:val="00355705"/>
    <w:rsid w:val="0035573E"/>
    <w:rsid w:val="00355A96"/>
    <w:rsid w:val="00355CC5"/>
    <w:rsid w:val="00355DAE"/>
    <w:rsid w:val="003562AE"/>
    <w:rsid w:val="003562E2"/>
    <w:rsid w:val="003563D7"/>
    <w:rsid w:val="00356866"/>
    <w:rsid w:val="003568C4"/>
    <w:rsid w:val="0035690C"/>
    <w:rsid w:val="00356BCC"/>
    <w:rsid w:val="00356D2E"/>
    <w:rsid w:val="00356DED"/>
    <w:rsid w:val="00357001"/>
    <w:rsid w:val="00357114"/>
    <w:rsid w:val="003572DC"/>
    <w:rsid w:val="003573D0"/>
    <w:rsid w:val="003575B3"/>
    <w:rsid w:val="00357644"/>
    <w:rsid w:val="00357753"/>
    <w:rsid w:val="003579CA"/>
    <w:rsid w:val="00357B72"/>
    <w:rsid w:val="00357EAE"/>
    <w:rsid w:val="00360402"/>
    <w:rsid w:val="0036059D"/>
    <w:rsid w:val="00360775"/>
    <w:rsid w:val="00360977"/>
    <w:rsid w:val="00360B99"/>
    <w:rsid w:val="00360C88"/>
    <w:rsid w:val="00360D59"/>
    <w:rsid w:val="00361085"/>
    <w:rsid w:val="0036112B"/>
    <w:rsid w:val="0036119E"/>
    <w:rsid w:val="00361236"/>
    <w:rsid w:val="0036173B"/>
    <w:rsid w:val="003618E9"/>
    <w:rsid w:val="003619B7"/>
    <w:rsid w:val="00361B09"/>
    <w:rsid w:val="00361C89"/>
    <w:rsid w:val="00361CA2"/>
    <w:rsid w:val="003620C9"/>
    <w:rsid w:val="003622FF"/>
    <w:rsid w:val="00362322"/>
    <w:rsid w:val="003627D4"/>
    <w:rsid w:val="00362E38"/>
    <w:rsid w:val="00362EBF"/>
    <w:rsid w:val="0036300A"/>
    <w:rsid w:val="0036302B"/>
    <w:rsid w:val="003630C1"/>
    <w:rsid w:val="003632A0"/>
    <w:rsid w:val="003633D2"/>
    <w:rsid w:val="00363664"/>
    <w:rsid w:val="0036374A"/>
    <w:rsid w:val="003638BC"/>
    <w:rsid w:val="00363C2D"/>
    <w:rsid w:val="00363E8D"/>
    <w:rsid w:val="00364157"/>
    <w:rsid w:val="00364291"/>
    <w:rsid w:val="00364451"/>
    <w:rsid w:val="003644F5"/>
    <w:rsid w:val="003648B6"/>
    <w:rsid w:val="00364B01"/>
    <w:rsid w:val="00364E6C"/>
    <w:rsid w:val="00364FAE"/>
    <w:rsid w:val="00365072"/>
    <w:rsid w:val="003655E4"/>
    <w:rsid w:val="0036566A"/>
    <w:rsid w:val="00365EFB"/>
    <w:rsid w:val="00365FB9"/>
    <w:rsid w:val="003663B8"/>
    <w:rsid w:val="00366407"/>
    <w:rsid w:val="00366743"/>
    <w:rsid w:val="00366A7B"/>
    <w:rsid w:val="00366E28"/>
    <w:rsid w:val="00366F0A"/>
    <w:rsid w:val="00367048"/>
    <w:rsid w:val="003671A6"/>
    <w:rsid w:val="00367666"/>
    <w:rsid w:val="00367C7B"/>
    <w:rsid w:val="00367ECE"/>
    <w:rsid w:val="0037032C"/>
    <w:rsid w:val="0037073F"/>
    <w:rsid w:val="00370A40"/>
    <w:rsid w:val="00370EBD"/>
    <w:rsid w:val="0037132E"/>
    <w:rsid w:val="0037156A"/>
    <w:rsid w:val="00371809"/>
    <w:rsid w:val="00371817"/>
    <w:rsid w:val="00371957"/>
    <w:rsid w:val="003719AA"/>
    <w:rsid w:val="00371BC3"/>
    <w:rsid w:val="00371C05"/>
    <w:rsid w:val="00371E0F"/>
    <w:rsid w:val="00371F58"/>
    <w:rsid w:val="00372574"/>
    <w:rsid w:val="003726A4"/>
    <w:rsid w:val="00372808"/>
    <w:rsid w:val="0037280B"/>
    <w:rsid w:val="003728AC"/>
    <w:rsid w:val="00372A48"/>
    <w:rsid w:val="00372AFA"/>
    <w:rsid w:val="00372EB3"/>
    <w:rsid w:val="00373450"/>
    <w:rsid w:val="0037367E"/>
    <w:rsid w:val="00373F81"/>
    <w:rsid w:val="003742BA"/>
    <w:rsid w:val="003742BC"/>
    <w:rsid w:val="00374678"/>
    <w:rsid w:val="00374C82"/>
    <w:rsid w:val="00374EB6"/>
    <w:rsid w:val="00375AEE"/>
    <w:rsid w:val="00375D50"/>
    <w:rsid w:val="00375DDC"/>
    <w:rsid w:val="00375EA9"/>
    <w:rsid w:val="00376224"/>
    <w:rsid w:val="003762F8"/>
    <w:rsid w:val="003764DD"/>
    <w:rsid w:val="00377351"/>
    <w:rsid w:val="003773E5"/>
    <w:rsid w:val="0037772C"/>
    <w:rsid w:val="003778DF"/>
    <w:rsid w:val="00377902"/>
    <w:rsid w:val="00377999"/>
    <w:rsid w:val="00377A1D"/>
    <w:rsid w:val="0038025B"/>
    <w:rsid w:val="0038044B"/>
    <w:rsid w:val="00380524"/>
    <w:rsid w:val="00380938"/>
    <w:rsid w:val="00380AF7"/>
    <w:rsid w:val="00380BE4"/>
    <w:rsid w:val="00380D99"/>
    <w:rsid w:val="00380F27"/>
    <w:rsid w:val="003817BE"/>
    <w:rsid w:val="00381A01"/>
    <w:rsid w:val="00381AA3"/>
    <w:rsid w:val="00381BBA"/>
    <w:rsid w:val="00381E9A"/>
    <w:rsid w:val="00381EBA"/>
    <w:rsid w:val="00381F51"/>
    <w:rsid w:val="00382017"/>
    <w:rsid w:val="00382230"/>
    <w:rsid w:val="0038227C"/>
    <w:rsid w:val="003823B6"/>
    <w:rsid w:val="003824A6"/>
    <w:rsid w:val="00382908"/>
    <w:rsid w:val="00383420"/>
    <w:rsid w:val="00383477"/>
    <w:rsid w:val="003834D3"/>
    <w:rsid w:val="003835C5"/>
    <w:rsid w:val="0038381F"/>
    <w:rsid w:val="003838C5"/>
    <w:rsid w:val="003839B4"/>
    <w:rsid w:val="00383BED"/>
    <w:rsid w:val="00383C7F"/>
    <w:rsid w:val="00384378"/>
    <w:rsid w:val="003844FC"/>
    <w:rsid w:val="00384524"/>
    <w:rsid w:val="003849DB"/>
    <w:rsid w:val="00384DC5"/>
    <w:rsid w:val="00384ED6"/>
    <w:rsid w:val="00385095"/>
    <w:rsid w:val="003850DB"/>
    <w:rsid w:val="00385104"/>
    <w:rsid w:val="0038531D"/>
    <w:rsid w:val="0038576D"/>
    <w:rsid w:val="0038584C"/>
    <w:rsid w:val="00385B38"/>
    <w:rsid w:val="00385C26"/>
    <w:rsid w:val="00385CB4"/>
    <w:rsid w:val="00385F25"/>
    <w:rsid w:val="003861C4"/>
    <w:rsid w:val="003861CC"/>
    <w:rsid w:val="003864ED"/>
    <w:rsid w:val="0038650E"/>
    <w:rsid w:val="00386F2F"/>
    <w:rsid w:val="00386FE5"/>
    <w:rsid w:val="00387274"/>
    <w:rsid w:val="003874B7"/>
    <w:rsid w:val="0038767C"/>
    <w:rsid w:val="00387984"/>
    <w:rsid w:val="00387AFB"/>
    <w:rsid w:val="00387EDF"/>
    <w:rsid w:val="00387F62"/>
    <w:rsid w:val="003902AC"/>
    <w:rsid w:val="003903F4"/>
    <w:rsid w:val="0039072F"/>
    <w:rsid w:val="003907E4"/>
    <w:rsid w:val="003908E2"/>
    <w:rsid w:val="00390C8E"/>
    <w:rsid w:val="00390E77"/>
    <w:rsid w:val="00390F0F"/>
    <w:rsid w:val="00391471"/>
    <w:rsid w:val="0039147B"/>
    <w:rsid w:val="0039147F"/>
    <w:rsid w:val="003919B5"/>
    <w:rsid w:val="00391A4C"/>
    <w:rsid w:val="00391CC2"/>
    <w:rsid w:val="00391CF6"/>
    <w:rsid w:val="00391D97"/>
    <w:rsid w:val="00392437"/>
    <w:rsid w:val="00392854"/>
    <w:rsid w:val="00392C51"/>
    <w:rsid w:val="00392D22"/>
    <w:rsid w:val="0039302F"/>
    <w:rsid w:val="0039338A"/>
    <w:rsid w:val="00393C2B"/>
    <w:rsid w:val="00393F27"/>
    <w:rsid w:val="00394187"/>
    <w:rsid w:val="00394415"/>
    <w:rsid w:val="003947E5"/>
    <w:rsid w:val="00394AE5"/>
    <w:rsid w:val="00394C97"/>
    <w:rsid w:val="00394DCB"/>
    <w:rsid w:val="00394EEC"/>
    <w:rsid w:val="00394F36"/>
    <w:rsid w:val="00394FFC"/>
    <w:rsid w:val="0039525C"/>
    <w:rsid w:val="003954C7"/>
    <w:rsid w:val="003955E7"/>
    <w:rsid w:val="003958A5"/>
    <w:rsid w:val="003958FF"/>
    <w:rsid w:val="00395A18"/>
    <w:rsid w:val="00395A1A"/>
    <w:rsid w:val="00395C52"/>
    <w:rsid w:val="00395C89"/>
    <w:rsid w:val="003960C1"/>
    <w:rsid w:val="00396317"/>
    <w:rsid w:val="00396446"/>
    <w:rsid w:val="00396A20"/>
    <w:rsid w:val="00396BE1"/>
    <w:rsid w:val="00396E0A"/>
    <w:rsid w:val="00396E18"/>
    <w:rsid w:val="00396E40"/>
    <w:rsid w:val="00396E4D"/>
    <w:rsid w:val="00397077"/>
    <w:rsid w:val="00397233"/>
    <w:rsid w:val="003972AB"/>
    <w:rsid w:val="00397E19"/>
    <w:rsid w:val="003A021E"/>
    <w:rsid w:val="003A024F"/>
    <w:rsid w:val="003A04DA"/>
    <w:rsid w:val="003A068E"/>
    <w:rsid w:val="003A103E"/>
    <w:rsid w:val="003A137A"/>
    <w:rsid w:val="003A1DA8"/>
    <w:rsid w:val="003A1EC1"/>
    <w:rsid w:val="003A1EF2"/>
    <w:rsid w:val="003A2091"/>
    <w:rsid w:val="003A2099"/>
    <w:rsid w:val="003A2308"/>
    <w:rsid w:val="003A2B3B"/>
    <w:rsid w:val="003A2C71"/>
    <w:rsid w:val="003A2DBB"/>
    <w:rsid w:val="003A3184"/>
    <w:rsid w:val="003A37B8"/>
    <w:rsid w:val="003A3A50"/>
    <w:rsid w:val="003A3A93"/>
    <w:rsid w:val="003A3D35"/>
    <w:rsid w:val="003A43B7"/>
    <w:rsid w:val="003A4487"/>
    <w:rsid w:val="003A4620"/>
    <w:rsid w:val="003A490F"/>
    <w:rsid w:val="003A49C1"/>
    <w:rsid w:val="003A547F"/>
    <w:rsid w:val="003A56C9"/>
    <w:rsid w:val="003A58AF"/>
    <w:rsid w:val="003A5ADD"/>
    <w:rsid w:val="003A5AFD"/>
    <w:rsid w:val="003A5D3E"/>
    <w:rsid w:val="003A5EE8"/>
    <w:rsid w:val="003A6129"/>
    <w:rsid w:val="003A61B9"/>
    <w:rsid w:val="003A62C9"/>
    <w:rsid w:val="003A6907"/>
    <w:rsid w:val="003A6C94"/>
    <w:rsid w:val="003A6E6C"/>
    <w:rsid w:val="003A6FBF"/>
    <w:rsid w:val="003A7152"/>
    <w:rsid w:val="003A72F2"/>
    <w:rsid w:val="003A738E"/>
    <w:rsid w:val="003A741B"/>
    <w:rsid w:val="003A755C"/>
    <w:rsid w:val="003A760F"/>
    <w:rsid w:val="003A799B"/>
    <w:rsid w:val="003A7AA6"/>
    <w:rsid w:val="003A7AD4"/>
    <w:rsid w:val="003A7E08"/>
    <w:rsid w:val="003A7E9D"/>
    <w:rsid w:val="003A7F84"/>
    <w:rsid w:val="003B0107"/>
    <w:rsid w:val="003B01AA"/>
    <w:rsid w:val="003B0522"/>
    <w:rsid w:val="003B094F"/>
    <w:rsid w:val="003B0E0D"/>
    <w:rsid w:val="003B0FD4"/>
    <w:rsid w:val="003B102D"/>
    <w:rsid w:val="003B11FB"/>
    <w:rsid w:val="003B131D"/>
    <w:rsid w:val="003B165B"/>
    <w:rsid w:val="003B1847"/>
    <w:rsid w:val="003B1BAB"/>
    <w:rsid w:val="003B1D2D"/>
    <w:rsid w:val="003B1EDD"/>
    <w:rsid w:val="003B1F13"/>
    <w:rsid w:val="003B1F25"/>
    <w:rsid w:val="003B2727"/>
    <w:rsid w:val="003B284E"/>
    <w:rsid w:val="003B2926"/>
    <w:rsid w:val="003B2B83"/>
    <w:rsid w:val="003B2D57"/>
    <w:rsid w:val="003B2E72"/>
    <w:rsid w:val="003B2F08"/>
    <w:rsid w:val="003B2FE6"/>
    <w:rsid w:val="003B3167"/>
    <w:rsid w:val="003B3275"/>
    <w:rsid w:val="003B35CC"/>
    <w:rsid w:val="003B3899"/>
    <w:rsid w:val="003B3C3B"/>
    <w:rsid w:val="003B3D72"/>
    <w:rsid w:val="003B40AF"/>
    <w:rsid w:val="003B43EF"/>
    <w:rsid w:val="003B457E"/>
    <w:rsid w:val="003B4631"/>
    <w:rsid w:val="003B4697"/>
    <w:rsid w:val="003B47E0"/>
    <w:rsid w:val="003B4898"/>
    <w:rsid w:val="003B4C39"/>
    <w:rsid w:val="003B504A"/>
    <w:rsid w:val="003B5212"/>
    <w:rsid w:val="003B5681"/>
    <w:rsid w:val="003B56F7"/>
    <w:rsid w:val="003B59E6"/>
    <w:rsid w:val="003B5E15"/>
    <w:rsid w:val="003B5F78"/>
    <w:rsid w:val="003B60D6"/>
    <w:rsid w:val="003B613E"/>
    <w:rsid w:val="003B67F7"/>
    <w:rsid w:val="003B6924"/>
    <w:rsid w:val="003B6E32"/>
    <w:rsid w:val="003B70FF"/>
    <w:rsid w:val="003B723F"/>
    <w:rsid w:val="003B7282"/>
    <w:rsid w:val="003B73E0"/>
    <w:rsid w:val="003B74FE"/>
    <w:rsid w:val="003B76B8"/>
    <w:rsid w:val="003B773E"/>
    <w:rsid w:val="003C01F6"/>
    <w:rsid w:val="003C035C"/>
    <w:rsid w:val="003C0590"/>
    <w:rsid w:val="003C0756"/>
    <w:rsid w:val="003C07A7"/>
    <w:rsid w:val="003C07CB"/>
    <w:rsid w:val="003C085A"/>
    <w:rsid w:val="003C087A"/>
    <w:rsid w:val="003C0CE3"/>
    <w:rsid w:val="003C1155"/>
    <w:rsid w:val="003C14E3"/>
    <w:rsid w:val="003C179F"/>
    <w:rsid w:val="003C1A79"/>
    <w:rsid w:val="003C1C51"/>
    <w:rsid w:val="003C2186"/>
    <w:rsid w:val="003C22F4"/>
    <w:rsid w:val="003C23A6"/>
    <w:rsid w:val="003C24A3"/>
    <w:rsid w:val="003C250F"/>
    <w:rsid w:val="003C2779"/>
    <w:rsid w:val="003C27DE"/>
    <w:rsid w:val="003C2A5D"/>
    <w:rsid w:val="003C2B6C"/>
    <w:rsid w:val="003C2BAB"/>
    <w:rsid w:val="003C32AC"/>
    <w:rsid w:val="003C3615"/>
    <w:rsid w:val="003C3857"/>
    <w:rsid w:val="003C3FA5"/>
    <w:rsid w:val="003C40B4"/>
    <w:rsid w:val="003C41C7"/>
    <w:rsid w:val="003C4514"/>
    <w:rsid w:val="003C47D8"/>
    <w:rsid w:val="003C491D"/>
    <w:rsid w:val="003C530E"/>
    <w:rsid w:val="003C5ED2"/>
    <w:rsid w:val="003C5FB8"/>
    <w:rsid w:val="003C6541"/>
    <w:rsid w:val="003C68E4"/>
    <w:rsid w:val="003C6905"/>
    <w:rsid w:val="003C6CE3"/>
    <w:rsid w:val="003C6FDD"/>
    <w:rsid w:val="003C7352"/>
    <w:rsid w:val="003C7453"/>
    <w:rsid w:val="003C7727"/>
    <w:rsid w:val="003C7981"/>
    <w:rsid w:val="003C7A25"/>
    <w:rsid w:val="003D0280"/>
    <w:rsid w:val="003D0417"/>
    <w:rsid w:val="003D09A7"/>
    <w:rsid w:val="003D0BEA"/>
    <w:rsid w:val="003D0C84"/>
    <w:rsid w:val="003D1088"/>
    <w:rsid w:val="003D11CD"/>
    <w:rsid w:val="003D15D5"/>
    <w:rsid w:val="003D18ED"/>
    <w:rsid w:val="003D1AE2"/>
    <w:rsid w:val="003D1E07"/>
    <w:rsid w:val="003D1E32"/>
    <w:rsid w:val="003D1FA8"/>
    <w:rsid w:val="003D29CF"/>
    <w:rsid w:val="003D29EF"/>
    <w:rsid w:val="003D2A17"/>
    <w:rsid w:val="003D2A63"/>
    <w:rsid w:val="003D3106"/>
    <w:rsid w:val="003D378D"/>
    <w:rsid w:val="003D391B"/>
    <w:rsid w:val="003D39E6"/>
    <w:rsid w:val="003D3DF1"/>
    <w:rsid w:val="003D3EE9"/>
    <w:rsid w:val="003D4177"/>
    <w:rsid w:val="003D450D"/>
    <w:rsid w:val="003D45DF"/>
    <w:rsid w:val="003D48AF"/>
    <w:rsid w:val="003D49CF"/>
    <w:rsid w:val="003D4B25"/>
    <w:rsid w:val="003D4E48"/>
    <w:rsid w:val="003D502C"/>
    <w:rsid w:val="003D521B"/>
    <w:rsid w:val="003D537B"/>
    <w:rsid w:val="003D5398"/>
    <w:rsid w:val="003D59CC"/>
    <w:rsid w:val="003D5AD8"/>
    <w:rsid w:val="003D5B71"/>
    <w:rsid w:val="003D5C87"/>
    <w:rsid w:val="003D5D01"/>
    <w:rsid w:val="003D65EB"/>
    <w:rsid w:val="003D6957"/>
    <w:rsid w:val="003D6A08"/>
    <w:rsid w:val="003D6A86"/>
    <w:rsid w:val="003D6BA8"/>
    <w:rsid w:val="003D70EC"/>
    <w:rsid w:val="003D743A"/>
    <w:rsid w:val="003D7601"/>
    <w:rsid w:val="003D76B5"/>
    <w:rsid w:val="003D76C1"/>
    <w:rsid w:val="003D78CC"/>
    <w:rsid w:val="003D7BA0"/>
    <w:rsid w:val="003D7D18"/>
    <w:rsid w:val="003D7D5C"/>
    <w:rsid w:val="003D7E49"/>
    <w:rsid w:val="003E01E3"/>
    <w:rsid w:val="003E0374"/>
    <w:rsid w:val="003E052B"/>
    <w:rsid w:val="003E05CE"/>
    <w:rsid w:val="003E0616"/>
    <w:rsid w:val="003E075F"/>
    <w:rsid w:val="003E0CDB"/>
    <w:rsid w:val="003E1342"/>
    <w:rsid w:val="003E1727"/>
    <w:rsid w:val="003E1906"/>
    <w:rsid w:val="003E19ED"/>
    <w:rsid w:val="003E1C97"/>
    <w:rsid w:val="003E20AC"/>
    <w:rsid w:val="003E22EE"/>
    <w:rsid w:val="003E2395"/>
    <w:rsid w:val="003E23E3"/>
    <w:rsid w:val="003E23F2"/>
    <w:rsid w:val="003E25D5"/>
    <w:rsid w:val="003E2B9A"/>
    <w:rsid w:val="003E2BC9"/>
    <w:rsid w:val="003E2CC4"/>
    <w:rsid w:val="003E2F22"/>
    <w:rsid w:val="003E31B5"/>
    <w:rsid w:val="003E31EB"/>
    <w:rsid w:val="003E3486"/>
    <w:rsid w:val="003E3503"/>
    <w:rsid w:val="003E35E4"/>
    <w:rsid w:val="003E3617"/>
    <w:rsid w:val="003E3704"/>
    <w:rsid w:val="003E384E"/>
    <w:rsid w:val="003E38A1"/>
    <w:rsid w:val="003E3AC9"/>
    <w:rsid w:val="003E3AEB"/>
    <w:rsid w:val="003E3E15"/>
    <w:rsid w:val="003E42D0"/>
    <w:rsid w:val="003E43AB"/>
    <w:rsid w:val="003E4D42"/>
    <w:rsid w:val="003E4E61"/>
    <w:rsid w:val="003E50D9"/>
    <w:rsid w:val="003E52EC"/>
    <w:rsid w:val="003E53DF"/>
    <w:rsid w:val="003E54D7"/>
    <w:rsid w:val="003E55FE"/>
    <w:rsid w:val="003E5640"/>
    <w:rsid w:val="003E5662"/>
    <w:rsid w:val="003E58B7"/>
    <w:rsid w:val="003E5CDD"/>
    <w:rsid w:val="003E5CF3"/>
    <w:rsid w:val="003E5FBD"/>
    <w:rsid w:val="003E6109"/>
    <w:rsid w:val="003E63ED"/>
    <w:rsid w:val="003E7DFA"/>
    <w:rsid w:val="003F002D"/>
    <w:rsid w:val="003F00E3"/>
    <w:rsid w:val="003F033B"/>
    <w:rsid w:val="003F03DB"/>
    <w:rsid w:val="003F068F"/>
    <w:rsid w:val="003F085D"/>
    <w:rsid w:val="003F086C"/>
    <w:rsid w:val="003F0C2F"/>
    <w:rsid w:val="003F0F34"/>
    <w:rsid w:val="003F0F7A"/>
    <w:rsid w:val="003F1340"/>
    <w:rsid w:val="003F146A"/>
    <w:rsid w:val="003F1733"/>
    <w:rsid w:val="003F182B"/>
    <w:rsid w:val="003F1CE8"/>
    <w:rsid w:val="003F1E7C"/>
    <w:rsid w:val="003F201B"/>
    <w:rsid w:val="003F2046"/>
    <w:rsid w:val="003F214E"/>
    <w:rsid w:val="003F23B1"/>
    <w:rsid w:val="003F2414"/>
    <w:rsid w:val="003F262C"/>
    <w:rsid w:val="003F272D"/>
    <w:rsid w:val="003F2766"/>
    <w:rsid w:val="003F280B"/>
    <w:rsid w:val="003F2D10"/>
    <w:rsid w:val="003F3317"/>
    <w:rsid w:val="003F340B"/>
    <w:rsid w:val="003F3784"/>
    <w:rsid w:val="003F37BE"/>
    <w:rsid w:val="003F3825"/>
    <w:rsid w:val="003F3917"/>
    <w:rsid w:val="003F3AD5"/>
    <w:rsid w:val="003F3F9A"/>
    <w:rsid w:val="003F4032"/>
    <w:rsid w:val="003F4093"/>
    <w:rsid w:val="003F418E"/>
    <w:rsid w:val="003F470C"/>
    <w:rsid w:val="003F492B"/>
    <w:rsid w:val="003F4DCB"/>
    <w:rsid w:val="003F5049"/>
    <w:rsid w:val="003F5275"/>
    <w:rsid w:val="003F5429"/>
    <w:rsid w:val="003F58ED"/>
    <w:rsid w:val="003F601F"/>
    <w:rsid w:val="003F6286"/>
    <w:rsid w:val="003F64B1"/>
    <w:rsid w:val="003F654B"/>
    <w:rsid w:val="003F7057"/>
    <w:rsid w:val="003F757B"/>
    <w:rsid w:val="003F7A26"/>
    <w:rsid w:val="003F7AF0"/>
    <w:rsid w:val="003F7D23"/>
    <w:rsid w:val="003F7D26"/>
    <w:rsid w:val="0040019C"/>
    <w:rsid w:val="0040037D"/>
    <w:rsid w:val="00400645"/>
    <w:rsid w:val="004006A3"/>
    <w:rsid w:val="0040070E"/>
    <w:rsid w:val="004007A9"/>
    <w:rsid w:val="00400A5A"/>
    <w:rsid w:val="00400F63"/>
    <w:rsid w:val="00401368"/>
    <w:rsid w:val="00401F82"/>
    <w:rsid w:val="0040275E"/>
    <w:rsid w:val="00402984"/>
    <w:rsid w:val="00402DB1"/>
    <w:rsid w:val="00402FD6"/>
    <w:rsid w:val="004031C3"/>
    <w:rsid w:val="0040328D"/>
    <w:rsid w:val="00403A39"/>
    <w:rsid w:val="00403A43"/>
    <w:rsid w:val="00403A53"/>
    <w:rsid w:val="00403A93"/>
    <w:rsid w:val="0040449A"/>
    <w:rsid w:val="004046B5"/>
    <w:rsid w:val="00404A4C"/>
    <w:rsid w:val="00404BAF"/>
    <w:rsid w:val="00404DC8"/>
    <w:rsid w:val="0040512F"/>
    <w:rsid w:val="004051C0"/>
    <w:rsid w:val="004053A8"/>
    <w:rsid w:val="00405490"/>
    <w:rsid w:val="00405A18"/>
    <w:rsid w:val="00405AD9"/>
    <w:rsid w:val="00405BB4"/>
    <w:rsid w:val="00405FF5"/>
    <w:rsid w:val="004063AE"/>
    <w:rsid w:val="004066DF"/>
    <w:rsid w:val="00406A1F"/>
    <w:rsid w:val="00406EDC"/>
    <w:rsid w:val="00407BEB"/>
    <w:rsid w:val="00407DC3"/>
    <w:rsid w:val="00407DCA"/>
    <w:rsid w:val="00410940"/>
    <w:rsid w:val="004109BA"/>
    <w:rsid w:val="00410BEF"/>
    <w:rsid w:val="00410C44"/>
    <w:rsid w:val="00410D97"/>
    <w:rsid w:val="0041131D"/>
    <w:rsid w:val="0041151C"/>
    <w:rsid w:val="00411592"/>
    <w:rsid w:val="00411674"/>
    <w:rsid w:val="0041193D"/>
    <w:rsid w:val="00411DDD"/>
    <w:rsid w:val="00411EB8"/>
    <w:rsid w:val="00411FEE"/>
    <w:rsid w:val="0041240C"/>
    <w:rsid w:val="00412623"/>
    <w:rsid w:val="004127E0"/>
    <w:rsid w:val="004128C1"/>
    <w:rsid w:val="00412AFE"/>
    <w:rsid w:val="004130CA"/>
    <w:rsid w:val="00413796"/>
    <w:rsid w:val="004137A7"/>
    <w:rsid w:val="00413FA9"/>
    <w:rsid w:val="0041412C"/>
    <w:rsid w:val="004144C5"/>
    <w:rsid w:val="00414891"/>
    <w:rsid w:val="00414899"/>
    <w:rsid w:val="004149B0"/>
    <w:rsid w:val="00414CFC"/>
    <w:rsid w:val="0041516F"/>
    <w:rsid w:val="00415266"/>
    <w:rsid w:val="00415316"/>
    <w:rsid w:val="004157B3"/>
    <w:rsid w:val="004158B3"/>
    <w:rsid w:val="004159C8"/>
    <w:rsid w:val="00415B1B"/>
    <w:rsid w:val="00415BE0"/>
    <w:rsid w:val="00415FAE"/>
    <w:rsid w:val="00416077"/>
    <w:rsid w:val="004160D0"/>
    <w:rsid w:val="004163F0"/>
    <w:rsid w:val="004165BD"/>
    <w:rsid w:val="004167C8"/>
    <w:rsid w:val="004172F0"/>
    <w:rsid w:val="0041757C"/>
    <w:rsid w:val="00417778"/>
    <w:rsid w:val="00417984"/>
    <w:rsid w:val="004200B2"/>
    <w:rsid w:val="004203CB"/>
    <w:rsid w:val="004209B1"/>
    <w:rsid w:val="004209D1"/>
    <w:rsid w:val="00420ADA"/>
    <w:rsid w:val="00420DAE"/>
    <w:rsid w:val="00420F9A"/>
    <w:rsid w:val="00421314"/>
    <w:rsid w:val="00421394"/>
    <w:rsid w:val="004214F5"/>
    <w:rsid w:val="0042157A"/>
    <w:rsid w:val="004215D6"/>
    <w:rsid w:val="00421751"/>
    <w:rsid w:val="004217AF"/>
    <w:rsid w:val="00421D5C"/>
    <w:rsid w:val="00421EA5"/>
    <w:rsid w:val="004223DD"/>
    <w:rsid w:val="004224A2"/>
    <w:rsid w:val="004224EE"/>
    <w:rsid w:val="00422D78"/>
    <w:rsid w:val="00422F5E"/>
    <w:rsid w:val="00423057"/>
    <w:rsid w:val="004231E0"/>
    <w:rsid w:val="00423DAE"/>
    <w:rsid w:val="00423DBF"/>
    <w:rsid w:val="00423EDA"/>
    <w:rsid w:val="00424023"/>
    <w:rsid w:val="00424046"/>
    <w:rsid w:val="004243BF"/>
    <w:rsid w:val="004243F6"/>
    <w:rsid w:val="0042457F"/>
    <w:rsid w:val="0042512C"/>
    <w:rsid w:val="0042512E"/>
    <w:rsid w:val="0042513C"/>
    <w:rsid w:val="00425252"/>
    <w:rsid w:val="004255F8"/>
    <w:rsid w:val="0042576C"/>
    <w:rsid w:val="00425A57"/>
    <w:rsid w:val="00425E6B"/>
    <w:rsid w:val="004261C5"/>
    <w:rsid w:val="0042627A"/>
    <w:rsid w:val="0042644F"/>
    <w:rsid w:val="004268BA"/>
    <w:rsid w:val="00426C6D"/>
    <w:rsid w:val="00426D11"/>
    <w:rsid w:val="00426F70"/>
    <w:rsid w:val="0042726C"/>
    <w:rsid w:val="0042743B"/>
    <w:rsid w:val="00427485"/>
    <w:rsid w:val="00427651"/>
    <w:rsid w:val="0042767B"/>
    <w:rsid w:val="00427A09"/>
    <w:rsid w:val="00427BE1"/>
    <w:rsid w:val="00430127"/>
    <w:rsid w:val="0043016A"/>
    <w:rsid w:val="00430546"/>
    <w:rsid w:val="00430BD9"/>
    <w:rsid w:val="00430BF3"/>
    <w:rsid w:val="00430CF0"/>
    <w:rsid w:val="00430E02"/>
    <w:rsid w:val="00430E45"/>
    <w:rsid w:val="00431126"/>
    <w:rsid w:val="00431752"/>
    <w:rsid w:val="00431ED6"/>
    <w:rsid w:val="004320DB"/>
    <w:rsid w:val="0043216A"/>
    <w:rsid w:val="00432194"/>
    <w:rsid w:val="004322F6"/>
    <w:rsid w:val="00432347"/>
    <w:rsid w:val="0043244A"/>
    <w:rsid w:val="004324C0"/>
    <w:rsid w:val="004325C5"/>
    <w:rsid w:val="0043318C"/>
    <w:rsid w:val="0043363E"/>
    <w:rsid w:val="0043367C"/>
    <w:rsid w:val="00433708"/>
    <w:rsid w:val="00433A4A"/>
    <w:rsid w:val="00433ACD"/>
    <w:rsid w:val="00433B18"/>
    <w:rsid w:val="00433C04"/>
    <w:rsid w:val="00434047"/>
    <w:rsid w:val="004340C3"/>
    <w:rsid w:val="004340E8"/>
    <w:rsid w:val="00434229"/>
    <w:rsid w:val="0043473F"/>
    <w:rsid w:val="00434990"/>
    <w:rsid w:val="00434CE3"/>
    <w:rsid w:val="00434D24"/>
    <w:rsid w:val="00434DC1"/>
    <w:rsid w:val="00434E28"/>
    <w:rsid w:val="004353B3"/>
    <w:rsid w:val="004355D3"/>
    <w:rsid w:val="004359BC"/>
    <w:rsid w:val="00435B67"/>
    <w:rsid w:val="00435CA4"/>
    <w:rsid w:val="00435CC0"/>
    <w:rsid w:val="0043649C"/>
    <w:rsid w:val="0043689B"/>
    <w:rsid w:val="004369C9"/>
    <w:rsid w:val="00436CAA"/>
    <w:rsid w:val="004377F2"/>
    <w:rsid w:val="00437D43"/>
    <w:rsid w:val="004403C8"/>
    <w:rsid w:val="0044073A"/>
    <w:rsid w:val="00440A19"/>
    <w:rsid w:val="00440E46"/>
    <w:rsid w:val="00440F75"/>
    <w:rsid w:val="00441025"/>
    <w:rsid w:val="0044110A"/>
    <w:rsid w:val="0044114F"/>
    <w:rsid w:val="0044135A"/>
    <w:rsid w:val="0044139F"/>
    <w:rsid w:val="0044160C"/>
    <w:rsid w:val="0044187A"/>
    <w:rsid w:val="00441A74"/>
    <w:rsid w:val="00441DF8"/>
    <w:rsid w:val="004423A7"/>
    <w:rsid w:val="00442424"/>
    <w:rsid w:val="0044260D"/>
    <w:rsid w:val="00442620"/>
    <w:rsid w:val="004429A3"/>
    <w:rsid w:val="00442C86"/>
    <w:rsid w:val="004432F9"/>
    <w:rsid w:val="00443574"/>
    <w:rsid w:val="0044375C"/>
    <w:rsid w:val="00443920"/>
    <w:rsid w:val="00443991"/>
    <w:rsid w:val="00443A6D"/>
    <w:rsid w:val="00443B55"/>
    <w:rsid w:val="00443B60"/>
    <w:rsid w:val="00443C09"/>
    <w:rsid w:val="00443CF9"/>
    <w:rsid w:val="00443DAB"/>
    <w:rsid w:val="00443F46"/>
    <w:rsid w:val="00443FE6"/>
    <w:rsid w:val="004443E9"/>
    <w:rsid w:val="0044453D"/>
    <w:rsid w:val="00444796"/>
    <w:rsid w:val="004447A5"/>
    <w:rsid w:val="00444D2A"/>
    <w:rsid w:val="00444EF5"/>
    <w:rsid w:val="004452FB"/>
    <w:rsid w:val="004454B5"/>
    <w:rsid w:val="004458DA"/>
    <w:rsid w:val="00445AE6"/>
    <w:rsid w:val="00445F1D"/>
    <w:rsid w:val="0044600E"/>
    <w:rsid w:val="00446036"/>
    <w:rsid w:val="0044603B"/>
    <w:rsid w:val="004461A4"/>
    <w:rsid w:val="00446AA5"/>
    <w:rsid w:val="00446AB9"/>
    <w:rsid w:val="00446F83"/>
    <w:rsid w:val="00446FC2"/>
    <w:rsid w:val="00447405"/>
    <w:rsid w:val="0044787F"/>
    <w:rsid w:val="00447890"/>
    <w:rsid w:val="004479C7"/>
    <w:rsid w:val="00447AD7"/>
    <w:rsid w:val="00447D5E"/>
    <w:rsid w:val="00447E83"/>
    <w:rsid w:val="00450748"/>
    <w:rsid w:val="004508BA"/>
    <w:rsid w:val="004509B1"/>
    <w:rsid w:val="004509C6"/>
    <w:rsid w:val="00450AB2"/>
    <w:rsid w:val="00450B70"/>
    <w:rsid w:val="004512BA"/>
    <w:rsid w:val="0045168A"/>
    <w:rsid w:val="00451998"/>
    <w:rsid w:val="00451AF8"/>
    <w:rsid w:val="00451BAE"/>
    <w:rsid w:val="00451D3C"/>
    <w:rsid w:val="00451D3F"/>
    <w:rsid w:val="00451E83"/>
    <w:rsid w:val="00451EB0"/>
    <w:rsid w:val="00451F6C"/>
    <w:rsid w:val="00451F85"/>
    <w:rsid w:val="004521EB"/>
    <w:rsid w:val="00452273"/>
    <w:rsid w:val="004529CC"/>
    <w:rsid w:val="00452A96"/>
    <w:rsid w:val="00452A9E"/>
    <w:rsid w:val="00452B5D"/>
    <w:rsid w:val="00452C2D"/>
    <w:rsid w:val="00452D30"/>
    <w:rsid w:val="004530D3"/>
    <w:rsid w:val="00453316"/>
    <w:rsid w:val="00453572"/>
    <w:rsid w:val="00454034"/>
    <w:rsid w:val="004540AB"/>
    <w:rsid w:val="004542E4"/>
    <w:rsid w:val="0045438C"/>
    <w:rsid w:val="004543E4"/>
    <w:rsid w:val="00454868"/>
    <w:rsid w:val="00454C0B"/>
    <w:rsid w:val="00454CE5"/>
    <w:rsid w:val="00454CE6"/>
    <w:rsid w:val="00454D18"/>
    <w:rsid w:val="00454DBF"/>
    <w:rsid w:val="00455201"/>
    <w:rsid w:val="0045534A"/>
    <w:rsid w:val="004558CE"/>
    <w:rsid w:val="004558D3"/>
    <w:rsid w:val="004562E2"/>
    <w:rsid w:val="004565AC"/>
    <w:rsid w:val="00456A46"/>
    <w:rsid w:val="00456AEB"/>
    <w:rsid w:val="00456BA2"/>
    <w:rsid w:val="00456EB1"/>
    <w:rsid w:val="00457085"/>
    <w:rsid w:val="00457292"/>
    <w:rsid w:val="00457555"/>
    <w:rsid w:val="0045765D"/>
    <w:rsid w:val="00457ACC"/>
    <w:rsid w:val="00457F16"/>
    <w:rsid w:val="004600A8"/>
    <w:rsid w:val="004602BF"/>
    <w:rsid w:val="004602D4"/>
    <w:rsid w:val="004607E0"/>
    <w:rsid w:val="00460BE3"/>
    <w:rsid w:val="00460CBA"/>
    <w:rsid w:val="0046125F"/>
    <w:rsid w:val="00461569"/>
    <w:rsid w:val="004616ED"/>
    <w:rsid w:val="004617C5"/>
    <w:rsid w:val="00461B67"/>
    <w:rsid w:val="00461BAA"/>
    <w:rsid w:val="004620CD"/>
    <w:rsid w:val="00462690"/>
    <w:rsid w:val="00462695"/>
    <w:rsid w:val="004626E9"/>
    <w:rsid w:val="00462947"/>
    <w:rsid w:val="00462A69"/>
    <w:rsid w:val="00462B2B"/>
    <w:rsid w:val="00462E45"/>
    <w:rsid w:val="00462FAA"/>
    <w:rsid w:val="0046348A"/>
    <w:rsid w:val="004636B4"/>
    <w:rsid w:val="0046390E"/>
    <w:rsid w:val="00463A60"/>
    <w:rsid w:val="00463B69"/>
    <w:rsid w:val="00463C4B"/>
    <w:rsid w:val="00463E07"/>
    <w:rsid w:val="00463F84"/>
    <w:rsid w:val="00464495"/>
    <w:rsid w:val="004646C9"/>
    <w:rsid w:val="004646EA"/>
    <w:rsid w:val="0046471E"/>
    <w:rsid w:val="00464778"/>
    <w:rsid w:val="004647C9"/>
    <w:rsid w:val="00464C48"/>
    <w:rsid w:val="00464D83"/>
    <w:rsid w:val="00464DDB"/>
    <w:rsid w:val="00464EC2"/>
    <w:rsid w:val="00464EE4"/>
    <w:rsid w:val="00464FF3"/>
    <w:rsid w:val="0046540F"/>
    <w:rsid w:val="00465564"/>
    <w:rsid w:val="00465648"/>
    <w:rsid w:val="004657D4"/>
    <w:rsid w:val="00465A16"/>
    <w:rsid w:val="00465A78"/>
    <w:rsid w:val="00466472"/>
    <w:rsid w:val="004669DE"/>
    <w:rsid w:val="00466CF4"/>
    <w:rsid w:val="00466CFA"/>
    <w:rsid w:val="004674B4"/>
    <w:rsid w:val="0046777B"/>
    <w:rsid w:val="00467929"/>
    <w:rsid w:val="00467951"/>
    <w:rsid w:val="00467A5C"/>
    <w:rsid w:val="00470121"/>
    <w:rsid w:val="0047018A"/>
    <w:rsid w:val="00470B62"/>
    <w:rsid w:val="0047128B"/>
    <w:rsid w:val="0047137D"/>
    <w:rsid w:val="00471458"/>
    <w:rsid w:val="004716B3"/>
    <w:rsid w:val="00471853"/>
    <w:rsid w:val="00472289"/>
    <w:rsid w:val="00472345"/>
    <w:rsid w:val="00472504"/>
    <w:rsid w:val="004726EE"/>
    <w:rsid w:val="00472822"/>
    <w:rsid w:val="00472924"/>
    <w:rsid w:val="00472FF5"/>
    <w:rsid w:val="00473481"/>
    <w:rsid w:val="004734C7"/>
    <w:rsid w:val="0047354D"/>
    <w:rsid w:val="004736C9"/>
    <w:rsid w:val="00473A31"/>
    <w:rsid w:val="00473CD4"/>
    <w:rsid w:val="00473EA7"/>
    <w:rsid w:val="00473F43"/>
    <w:rsid w:val="004741BD"/>
    <w:rsid w:val="004744A4"/>
    <w:rsid w:val="00475029"/>
    <w:rsid w:val="0047526F"/>
    <w:rsid w:val="004752BB"/>
    <w:rsid w:val="00475443"/>
    <w:rsid w:val="004754A6"/>
    <w:rsid w:val="00475527"/>
    <w:rsid w:val="004755D8"/>
    <w:rsid w:val="00475982"/>
    <w:rsid w:val="00475A97"/>
    <w:rsid w:val="00475F69"/>
    <w:rsid w:val="00476131"/>
    <w:rsid w:val="004761C4"/>
    <w:rsid w:val="00476216"/>
    <w:rsid w:val="00476587"/>
    <w:rsid w:val="00476961"/>
    <w:rsid w:val="00476B58"/>
    <w:rsid w:val="00476F5A"/>
    <w:rsid w:val="00477181"/>
    <w:rsid w:val="004778EC"/>
    <w:rsid w:val="00477D62"/>
    <w:rsid w:val="00477EDB"/>
    <w:rsid w:val="00477FF4"/>
    <w:rsid w:val="004800DA"/>
    <w:rsid w:val="00480200"/>
    <w:rsid w:val="004802A4"/>
    <w:rsid w:val="00480461"/>
    <w:rsid w:val="004805F7"/>
    <w:rsid w:val="0048063B"/>
    <w:rsid w:val="00480B09"/>
    <w:rsid w:val="00480D72"/>
    <w:rsid w:val="00480EF7"/>
    <w:rsid w:val="004810AA"/>
    <w:rsid w:val="004810B2"/>
    <w:rsid w:val="004811F5"/>
    <w:rsid w:val="0048137F"/>
    <w:rsid w:val="0048161C"/>
    <w:rsid w:val="004816B5"/>
    <w:rsid w:val="004816E2"/>
    <w:rsid w:val="00481796"/>
    <w:rsid w:val="00481B75"/>
    <w:rsid w:val="00481BA2"/>
    <w:rsid w:val="004820CF"/>
    <w:rsid w:val="004822B4"/>
    <w:rsid w:val="004824C0"/>
    <w:rsid w:val="00482609"/>
    <w:rsid w:val="00482736"/>
    <w:rsid w:val="00482881"/>
    <w:rsid w:val="00482889"/>
    <w:rsid w:val="00482B93"/>
    <w:rsid w:val="00483058"/>
    <w:rsid w:val="004831E9"/>
    <w:rsid w:val="0048329C"/>
    <w:rsid w:val="004832B3"/>
    <w:rsid w:val="00483393"/>
    <w:rsid w:val="004833EB"/>
    <w:rsid w:val="004834B3"/>
    <w:rsid w:val="004836DC"/>
    <w:rsid w:val="00483877"/>
    <w:rsid w:val="00483AE8"/>
    <w:rsid w:val="00483AFE"/>
    <w:rsid w:val="00483E5F"/>
    <w:rsid w:val="00483EB2"/>
    <w:rsid w:val="00483FFE"/>
    <w:rsid w:val="00484342"/>
    <w:rsid w:val="00484461"/>
    <w:rsid w:val="0048448F"/>
    <w:rsid w:val="0048482F"/>
    <w:rsid w:val="00484B83"/>
    <w:rsid w:val="00484C1D"/>
    <w:rsid w:val="00484E90"/>
    <w:rsid w:val="00484F8C"/>
    <w:rsid w:val="004852B5"/>
    <w:rsid w:val="00485303"/>
    <w:rsid w:val="00485603"/>
    <w:rsid w:val="00485687"/>
    <w:rsid w:val="0048587D"/>
    <w:rsid w:val="00485E67"/>
    <w:rsid w:val="00486299"/>
    <w:rsid w:val="004865C4"/>
    <w:rsid w:val="004865E6"/>
    <w:rsid w:val="004867CD"/>
    <w:rsid w:val="00486895"/>
    <w:rsid w:val="00486AA1"/>
    <w:rsid w:val="00486C13"/>
    <w:rsid w:val="00486C57"/>
    <w:rsid w:val="00486DBC"/>
    <w:rsid w:val="00486DE9"/>
    <w:rsid w:val="00486DF4"/>
    <w:rsid w:val="00486E42"/>
    <w:rsid w:val="00487128"/>
    <w:rsid w:val="004872BE"/>
    <w:rsid w:val="004872CE"/>
    <w:rsid w:val="004873BE"/>
    <w:rsid w:val="004876DD"/>
    <w:rsid w:val="00487C14"/>
    <w:rsid w:val="00487C71"/>
    <w:rsid w:val="00487EC8"/>
    <w:rsid w:val="004902DD"/>
    <w:rsid w:val="0049035D"/>
    <w:rsid w:val="004904A1"/>
    <w:rsid w:val="00490608"/>
    <w:rsid w:val="0049066E"/>
    <w:rsid w:val="0049076D"/>
    <w:rsid w:val="004907B0"/>
    <w:rsid w:val="00491395"/>
    <w:rsid w:val="004913DE"/>
    <w:rsid w:val="00491AB0"/>
    <w:rsid w:val="00491E87"/>
    <w:rsid w:val="004925B9"/>
    <w:rsid w:val="00492863"/>
    <w:rsid w:val="00492C44"/>
    <w:rsid w:val="00492CD7"/>
    <w:rsid w:val="00492CE2"/>
    <w:rsid w:val="00492D47"/>
    <w:rsid w:val="0049302D"/>
    <w:rsid w:val="0049313D"/>
    <w:rsid w:val="00493683"/>
    <w:rsid w:val="00493766"/>
    <w:rsid w:val="0049377D"/>
    <w:rsid w:val="00493867"/>
    <w:rsid w:val="00493A76"/>
    <w:rsid w:val="00493C94"/>
    <w:rsid w:val="00493CC5"/>
    <w:rsid w:val="00493D46"/>
    <w:rsid w:val="00493F7C"/>
    <w:rsid w:val="004948C9"/>
    <w:rsid w:val="00494AA2"/>
    <w:rsid w:val="00494ADD"/>
    <w:rsid w:val="00494B0F"/>
    <w:rsid w:val="00494BFB"/>
    <w:rsid w:val="00494C93"/>
    <w:rsid w:val="0049520F"/>
    <w:rsid w:val="004952F6"/>
    <w:rsid w:val="004953EA"/>
    <w:rsid w:val="0049540F"/>
    <w:rsid w:val="00495815"/>
    <w:rsid w:val="00495AB9"/>
    <w:rsid w:val="00495F75"/>
    <w:rsid w:val="00495F76"/>
    <w:rsid w:val="004966D6"/>
    <w:rsid w:val="004967B6"/>
    <w:rsid w:val="00496877"/>
    <w:rsid w:val="00496A53"/>
    <w:rsid w:val="00496E4D"/>
    <w:rsid w:val="0049702F"/>
    <w:rsid w:val="004970C3"/>
    <w:rsid w:val="004974EA"/>
    <w:rsid w:val="00497D48"/>
    <w:rsid w:val="00497DD5"/>
    <w:rsid w:val="00497F4E"/>
    <w:rsid w:val="004A0343"/>
    <w:rsid w:val="004A04F7"/>
    <w:rsid w:val="004A0715"/>
    <w:rsid w:val="004A0941"/>
    <w:rsid w:val="004A0A48"/>
    <w:rsid w:val="004A0A9B"/>
    <w:rsid w:val="004A0BBA"/>
    <w:rsid w:val="004A0BE9"/>
    <w:rsid w:val="004A14D8"/>
    <w:rsid w:val="004A1B39"/>
    <w:rsid w:val="004A1EE7"/>
    <w:rsid w:val="004A297A"/>
    <w:rsid w:val="004A2B69"/>
    <w:rsid w:val="004A2BB4"/>
    <w:rsid w:val="004A2CB4"/>
    <w:rsid w:val="004A2CBA"/>
    <w:rsid w:val="004A2D2B"/>
    <w:rsid w:val="004A2D59"/>
    <w:rsid w:val="004A3147"/>
    <w:rsid w:val="004A34C7"/>
    <w:rsid w:val="004A38AA"/>
    <w:rsid w:val="004A3A58"/>
    <w:rsid w:val="004A3E5C"/>
    <w:rsid w:val="004A3E76"/>
    <w:rsid w:val="004A3FD7"/>
    <w:rsid w:val="004A41D5"/>
    <w:rsid w:val="004A4232"/>
    <w:rsid w:val="004A435B"/>
    <w:rsid w:val="004A48C4"/>
    <w:rsid w:val="004A4ADB"/>
    <w:rsid w:val="004A4CAA"/>
    <w:rsid w:val="004A4D92"/>
    <w:rsid w:val="004A4F28"/>
    <w:rsid w:val="004A4FA9"/>
    <w:rsid w:val="004A55C4"/>
    <w:rsid w:val="004A59D3"/>
    <w:rsid w:val="004A5D43"/>
    <w:rsid w:val="004A6308"/>
    <w:rsid w:val="004A639A"/>
    <w:rsid w:val="004A65F2"/>
    <w:rsid w:val="004A6A29"/>
    <w:rsid w:val="004A716B"/>
    <w:rsid w:val="004A7657"/>
    <w:rsid w:val="004A7BEF"/>
    <w:rsid w:val="004A7E38"/>
    <w:rsid w:val="004A7EFA"/>
    <w:rsid w:val="004B02D0"/>
    <w:rsid w:val="004B05FD"/>
    <w:rsid w:val="004B08DC"/>
    <w:rsid w:val="004B0A09"/>
    <w:rsid w:val="004B103B"/>
    <w:rsid w:val="004B11D7"/>
    <w:rsid w:val="004B1335"/>
    <w:rsid w:val="004B18FE"/>
    <w:rsid w:val="004B19E9"/>
    <w:rsid w:val="004B1AAF"/>
    <w:rsid w:val="004B1CED"/>
    <w:rsid w:val="004B1DAD"/>
    <w:rsid w:val="004B1FAA"/>
    <w:rsid w:val="004B2214"/>
    <w:rsid w:val="004B2D28"/>
    <w:rsid w:val="004B2FCA"/>
    <w:rsid w:val="004B31CA"/>
    <w:rsid w:val="004B389C"/>
    <w:rsid w:val="004B38E5"/>
    <w:rsid w:val="004B3B98"/>
    <w:rsid w:val="004B3DE0"/>
    <w:rsid w:val="004B3E4E"/>
    <w:rsid w:val="004B3F3D"/>
    <w:rsid w:val="004B3F6E"/>
    <w:rsid w:val="004B3FEB"/>
    <w:rsid w:val="004B402B"/>
    <w:rsid w:val="004B40EF"/>
    <w:rsid w:val="004B41A4"/>
    <w:rsid w:val="004B47D7"/>
    <w:rsid w:val="004B49EB"/>
    <w:rsid w:val="004B4EBE"/>
    <w:rsid w:val="004B4F13"/>
    <w:rsid w:val="004B525A"/>
    <w:rsid w:val="004B548D"/>
    <w:rsid w:val="004B56BD"/>
    <w:rsid w:val="004B583C"/>
    <w:rsid w:val="004B584D"/>
    <w:rsid w:val="004B59D6"/>
    <w:rsid w:val="004B5CB2"/>
    <w:rsid w:val="004B5D6E"/>
    <w:rsid w:val="004B6564"/>
    <w:rsid w:val="004B661E"/>
    <w:rsid w:val="004B66DC"/>
    <w:rsid w:val="004B66E5"/>
    <w:rsid w:val="004B6BDC"/>
    <w:rsid w:val="004B6DBD"/>
    <w:rsid w:val="004B7178"/>
    <w:rsid w:val="004B7234"/>
    <w:rsid w:val="004B72D6"/>
    <w:rsid w:val="004B757F"/>
    <w:rsid w:val="004B7ABB"/>
    <w:rsid w:val="004B7CC0"/>
    <w:rsid w:val="004C010B"/>
    <w:rsid w:val="004C06FE"/>
    <w:rsid w:val="004C08C7"/>
    <w:rsid w:val="004C09ED"/>
    <w:rsid w:val="004C112F"/>
    <w:rsid w:val="004C1253"/>
    <w:rsid w:val="004C12BD"/>
    <w:rsid w:val="004C13AB"/>
    <w:rsid w:val="004C15F5"/>
    <w:rsid w:val="004C18D0"/>
    <w:rsid w:val="004C1A20"/>
    <w:rsid w:val="004C1BFB"/>
    <w:rsid w:val="004C1C62"/>
    <w:rsid w:val="004C1CB0"/>
    <w:rsid w:val="004C1CED"/>
    <w:rsid w:val="004C1F19"/>
    <w:rsid w:val="004C20B3"/>
    <w:rsid w:val="004C20C8"/>
    <w:rsid w:val="004C2119"/>
    <w:rsid w:val="004C2173"/>
    <w:rsid w:val="004C217E"/>
    <w:rsid w:val="004C3053"/>
    <w:rsid w:val="004C3123"/>
    <w:rsid w:val="004C3646"/>
    <w:rsid w:val="004C36E6"/>
    <w:rsid w:val="004C3876"/>
    <w:rsid w:val="004C398F"/>
    <w:rsid w:val="004C3A32"/>
    <w:rsid w:val="004C3A63"/>
    <w:rsid w:val="004C3FD4"/>
    <w:rsid w:val="004C4015"/>
    <w:rsid w:val="004C4289"/>
    <w:rsid w:val="004C4312"/>
    <w:rsid w:val="004C4383"/>
    <w:rsid w:val="004C47D7"/>
    <w:rsid w:val="004C4A3F"/>
    <w:rsid w:val="004C4B0A"/>
    <w:rsid w:val="004C4B47"/>
    <w:rsid w:val="004C4FB5"/>
    <w:rsid w:val="004C51CB"/>
    <w:rsid w:val="004C5512"/>
    <w:rsid w:val="004C59D4"/>
    <w:rsid w:val="004C59EC"/>
    <w:rsid w:val="004C5A55"/>
    <w:rsid w:val="004C5BD7"/>
    <w:rsid w:val="004C5E81"/>
    <w:rsid w:val="004C61E6"/>
    <w:rsid w:val="004C6C55"/>
    <w:rsid w:val="004C72C2"/>
    <w:rsid w:val="004C7356"/>
    <w:rsid w:val="004C757C"/>
    <w:rsid w:val="004C758C"/>
    <w:rsid w:val="004C75C5"/>
    <w:rsid w:val="004C7922"/>
    <w:rsid w:val="004C7998"/>
    <w:rsid w:val="004C7D2A"/>
    <w:rsid w:val="004C7D43"/>
    <w:rsid w:val="004D00C6"/>
    <w:rsid w:val="004D03F1"/>
    <w:rsid w:val="004D07F5"/>
    <w:rsid w:val="004D0F76"/>
    <w:rsid w:val="004D0FA4"/>
    <w:rsid w:val="004D0FB1"/>
    <w:rsid w:val="004D164C"/>
    <w:rsid w:val="004D1972"/>
    <w:rsid w:val="004D19A4"/>
    <w:rsid w:val="004D1B95"/>
    <w:rsid w:val="004D1BD2"/>
    <w:rsid w:val="004D1C36"/>
    <w:rsid w:val="004D2029"/>
    <w:rsid w:val="004D22D9"/>
    <w:rsid w:val="004D267B"/>
    <w:rsid w:val="004D2AA5"/>
    <w:rsid w:val="004D2BEA"/>
    <w:rsid w:val="004D2D38"/>
    <w:rsid w:val="004D2D4B"/>
    <w:rsid w:val="004D2E66"/>
    <w:rsid w:val="004D2F25"/>
    <w:rsid w:val="004D2F42"/>
    <w:rsid w:val="004D322D"/>
    <w:rsid w:val="004D37C7"/>
    <w:rsid w:val="004D3846"/>
    <w:rsid w:val="004D392F"/>
    <w:rsid w:val="004D3AC9"/>
    <w:rsid w:val="004D3E69"/>
    <w:rsid w:val="004D40C1"/>
    <w:rsid w:val="004D422C"/>
    <w:rsid w:val="004D443A"/>
    <w:rsid w:val="004D45C0"/>
    <w:rsid w:val="004D4B2C"/>
    <w:rsid w:val="004D4CD9"/>
    <w:rsid w:val="004D5213"/>
    <w:rsid w:val="004D53A3"/>
    <w:rsid w:val="004D58A7"/>
    <w:rsid w:val="004D5B9E"/>
    <w:rsid w:val="004D5C1D"/>
    <w:rsid w:val="004D5FDC"/>
    <w:rsid w:val="004D5FF3"/>
    <w:rsid w:val="004D64BD"/>
    <w:rsid w:val="004D67B4"/>
    <w:rsid w:val="004D698C"/>
    <w:rsid w:val="004D69A5"/>
    <w:rsid w:val="004D6BA2"/>
    <w:rsid w:val="004D6BA9"/>
    <w:rsid w:val="004D6FD8"/>
    <w:rsid w:val="004D703B"/>
    <w:rsid w:val="004D72EA"/>
    <w:rsid w:val="004D75ED"/>
    <w:rsid w:val="004D763B"/>
    <w:rsid w:val="004D7AFA"/>
    <w:rsid w:val="004D7BC3"/>
    <w:rsid w:val="004E00C6"/>
    <w:rsid w:val="004E021B"/>
    <w:rsid w:val="004E026F"/>
    <w:rsid w:val="004E06B4"/>
    <w:rsid w:val="004E07CF"/>
    <w:rsid w:val="004E0ACE"/>
    <w:rsid w:val="004E16A9"/>
    <w:rsid w:val="004E1D74"/>
    <w:rsid w:val="004E1E22"/>
    <w:rsid w:val="004E1E35"/>
    <w:rsid w:val="004E1F46"/>
    <w:rsid w:val="004E20FC"/>
    <w:rsid w:val="004E2482"/>
    <w:rsid w:val="004E269E"/>
    <w:rsid w:val="004E2A8A"/>
    <w:rsid w:val="004E2ACE"/>
    <w:rsid w:val="004E2D9B"/>
    <w:rsid w:val="004E2F2C"/>
    <w:rsid w:val="004E2F9C"/>
    <w:rsid w:val="004E3179"/>
    <w:rsid w:val="004E355E"/>
    <w:rsid w:val="004E3ADD"/>
    <w:rsid w:val="004E3D95"/>
    <w:rsid w:val="004E3E08"/>
    <w:rsid w:val="004E450B"/>
    <w:rsid w:val="004E45C8"/>
    <w:rsid w:val="004E474F"/>
    <w:rsid w:val="004E48A9"/>
    <w:rsid w:val="004E51F9"/>
    <w:rsid w:val="004E5381"/>
    <w:rsid w:val="004E5CF2"/>
    <w:rsid w:val="004E5F94"/>
    <w:rsid w:val="004E6025"/>
    <w:rsid w:val="004E67BD"/>
    <w:rsid w:val="004E6869"/>
    <w:rsid w:val="004E7265"/>
    <w:rsid w:val="004E73E1"/>
    <w:rsid w:val="004E73F8"/>
    <w:rsid w:val="004E78EF"/>
    <w:rsid w:val="004E7A2C"/>
    <w:rsid w:val="004E7A36"/>
    <w:rsid w:val="004F009D"/>
    <w:rsid w:val="004F02D3"/>
    <w:rsid w:val="004F03C3"/>
    <w:rsid w:val="004F0457"/>
    <w:rsid w:val="004F0866"/>
    <w:rsid w:val="004F096C"/>
    <w:rsid w:val="004F0BD1"/>
    <w:rsid w:val="004F11E0"/>
    <w:rsid w:val="004F11E3"/>
    <w:rsid w:val="004F154F"/>
    <w:rsid w:val="004F15A3"/>
    <w:rsid w:val="004F16A7"/>
    <w:rsid w:val="004F1864"/>
    <w:rsid w:val="004F194E"/>
    <w:rsid w:val="004F1AB6"/>
    <w:rsid w:val="004F1ACD"/>
    <w:rsid w:val="004F1CEE"/>
    <w:rsid w:val="004F1EF3"/>
    <w:rsid w:val="004F1FD0"/>
    <w:rsid w:val="004F2143"/>
    <w:rsid w:val="004F2326"/>
    <w:rsid w:val="004F23BD"/>
    <w:rsid w:val="004F2578"/>
    <w:rsid w:val="004F2776"/>
    <w:rsid w:val="004F2A3D"/>
    <w:rsid w:val="004F2D1C"/>
    <w:rsid w:val="004F32B8"/>
    <w:rsid w:val="004F3409"/>
    <w:rsid w:val="004F373A"/>
    <w:rsid w:val="004F3AD0"/>
    <w:rsid w:val="004F3B41"/>
    <w:rsid w:val="004F3C1C"/>
    <w:rsid w:val="004F3DCC"/>
    <w:rsid w:val="004F476F"/>
    <w:rsid w:val="004F4885"/>
    <w:rsid w:val="004F492D"/>
    <w:rsid w:val="004F4BD5"/>
    <w:rsid w:val="004F4FA8"/>
    <w:rsid w:val="004F53A1"/>
    <w:rsid w:val="004F562A"/>
    <w:rsid w:val="004F575A"/>
    <w:rsid w:val="004F57D8"/>
    <w:rsid w:val="004F5920"/>
    <w:rsid w:val="004F5B3D"/>
    <w:rsid w:val="004F62DC"/>
    <w:rsid w:val="004F672F"/>
    <w:rsid w:val="004F6DA1"/>
    <w:rsid w:val="004F6E16"/>
    <w:rsid w:val="004F732B"/>
    <w:rsid w:val="004F73BC"/>
    <w:rsid w:val="004F73BF"/>
    <w:rsid w:val="004F7495"/>
    <w:rsid w:val="004F74EE"/>
    <w:rsid w:val="004F7518"/>
    <w:rsid w:val="004F7917"/>
    <w:rsid w:val="004F7938"/>
    <w:rsid w:val="004F7C3A"/>
    <w:rsid w:val="004F7D29"/>
    <w:rsid w:val="004F7D9E"/>
    <w:rsid w:val="004F7E41"/>
    <w:rsid w:val="005002CB"/>
    <w:rsid w:val="005004FD"/>
    <w:rsid w:val="0050064D"/>
    <w:rsid w:val="005006C6"/>
    <w:rsid w:val="00500D17"/>
    <w:rsid w:val="00500DC3"/>
    <w:rsid w:val="005010AF"/>
    <w:rsid w:val="005013A1"/>
    <w:rsid w:val="00501681"/>
    <w:rsid w:val="00501DD6"/>
    <w:rsid w:val="00501E32"/>
    <w:rsid w:val="0050226E"/>
    <w:rsid w:val="005022FE"/>
    <w:rsid w:val="0050257E"/>
    <w:rsid w:val="005025CD"/>
    <w:rsid w:val="005027B6"/>
    <w:rsid w:val="00502B35"/>
    <w:rsid w:val="00503109"/>
    <w:rsid w:val="00503AA6"/>
    <w:rsid w:val="00503CDE"/>
    <w:rsid w:val="00503DBE"/>
    <w:rsid w:val="0050427F"/>
    <w:rsid w:val="005043F7"/>
    <w:rsid w:val="0050492A"/>
    <w:rsid w:val="00504F22"/>
    <w:rsid w:val="00505091"/>
    <w:rsid w:val="00505648"/>
    <w:rsid w:val="0050591D"/>
    <w:rsid w:val="00505A3E"/>
    <w:rsid w:val="00505C61"/>
    <w:rsid w:val="00505F5E"/>
    <w:rsid w:val="005060AC"/>
    <w:rsid w:val="00506773"/>
    <w:rsid w:val="0050678C"/>
    <w:rsid w:val="005068DD"/>
    <w:rsid w:val="00506983"/>
    <w:rsid w:val="0050750A"/>
    <w:rsid w:val="0050798F"/>
    <w:rsid w:val="00507C9F"/>
    <w:rsid w:val="00507CE2"/>
    <w:rsid w:val="00507D1D"/>
    <w:rsid w:val="00510090"/>
    <w:rsid w:val="005108E5"/>
    <w:rsid w:val="0051098F"/>
    <w:rsid w:val="00510C78"/>
    <w:rsid w:val="00510CC8"/>
    <w:rsid w:val="00510E3E"/>
    <w:rsid w:val="00510F0A"/>
    <w:rsid w:val="0051100C"/>
    <w:rsid w:val="00511142"/>
    <w:rsid w:val="005111EB"/>
    <w:rsid w:val="00511470"/>
    <w:rsid w:val="00511664"/>
    <w:rsid w:val="005117AE"/>
    <w:rsid w:val="00511C2B"/>
    <w:rsid w:val="00511D7E"/>
    <w:rsid w:val="00511EBC"/>
    <w:rsid w:val="00511F02"/>
    <w:rsid w:val="0051203D"/>
    <w:rsid w:val="005120C1"/>
    <w:rsid w:val="00512165"/>
    <w:rsid w:val="00512362"/>
    <w:rsid w:val="00512680"/>
    <w:rsid w:val="00512779"/>
    <w:rsid w:val="00512B12"/>
    <w:rsid w:val="00512E2E"/>
    <w:rsid w:val="00512EF7"/>
    <w:rsid w:val="00512F09"/>
    <w:rsid w:val="00512FA3"/>
    <w:rsid w:val="0051300E"/>
    <w:rsid w:val="00513079"/>
    <w:rsid w:val="00513340"/>
    <w:rsid w:val="00513495"/>
    <w:rsid w:val="00513580"/>
    <w:rsid w:val="005137E7"/>
    <w:rsid w:val="0051386B"/>
    <w:rsid w:val="00513889"/>
    <w:rsid w:val="00513BAA"/>
    <w:rsid w:val="00513EA6"/>
    <w:rsid w:val="00513F39"/>
    <w:rsid w:val="00514482"/>
    <w:rsid w:val="0051488D"/>
    <w:rsid w:val="00514F3B"/>
    <w:rsid w:val="00514F7E"/>
    <w:rsid w:val="005154FD"/>
    <w:rsid w:val="00515671"/>
    <w:rsid w:val="00515781"/>
    <w:rsid w:val="005158B5"/>
    <w:rsid w:val="00515909"/>
    <w:rsid w:val="00516393"/>
    <w:rsid w:val="00516C76"/>
    <w:rsid w:val="00516D1B"/>
    <w:rsid w:val="00516E8D"/>
    <w:rsid w:val="005172FB"/>
    <w:rsid w:val="00517332"/>
    <w:rsid w:val="00517656"/>
    <w:rsid w:val="00517810"/>
    <w:rsid w:val="005178C6"/>
    <w:rsid w:val="005178D1"/>
    <w:rsid w:val="00517CC4"/>
    <w:rsid w:val="00517D25"/>
    <w:rsid w:val="00517E8C"/>
    <w:rsid w:val="005200DD"/>
    <w:rsid w:val="0052048F"/>
    <w:rsid w:val="005205D9"/>
    <w:rsid w:val="00520874"/>
    <w:rsid w:val="00520A19"/>
    <w:rsid w:val="00520C30"/>
    <w:rsid w:val="00520EA9"/>
    <w:rsid w:val="00521083"/>
    <w:rsid w:val="005211B7"/>
    <w:rsid w:val="005212F5"/>
    <w:rsid w:val="0052144F"/>
    <w:rsid w:val="005215D9"/>
    <w:rsid w:val="0052160D"/>
    <w:rsid w:val="00521694"/>
    <w:rsid w:val="00521A30"/>
    <w:rsid w:val="00521C82"/>
    <w:rsid w:val="00521DAE"/>
    <w:rsid w:val="00521DF9"/>
    <w:rsid w:val="005220C5"/>
    <w:rsid w:val="005222BA"/>
    <w:rsid w:val="005227DB"/>
    <w:rsid w:val="00522B4A"/>
    <w:rsid w:val="00522C60"/>
    <w:rsid w:val="00522FB0"/>
    <w:rsid w:val="005231AF"/>
    <w:rsid w:val="005236C8"/>
    <w:rsid w:val="00523A8E"/>
    <w:rsid w:val="00523C87"/>
    <w:rsid w:val="00523D2D"/>
    <w:rsid w:val="00523E02"/>
    <w:rsid w:val="00523E22"/>
    <w:rsid w:val="00523EFF"/>
    <w:rsid w:val="00523F00"/>
    <w:rsid w:val="00523F15"/>
    <w:rsid w:val="00523F1A"/>
    <w:rsid w:val="005241EC"/>
    <w:rsid w:val="005243B1"/>
    <w:rsid w:val="005243DD"/>
    <w:rsid w:val="005249B1"/>
    <w:rsid w:val="00524D42"/>
    <w:rsid w:val="0052522D"/>
    <w:rsid w:val="0052535A"/>
    <w:rsid w:val="005256C0"/>
    <w:rsid w:val="005260FE"/>
    <w:rsid w:val="0052647E"/>
    <w:rsid w:val="00526521"/>
    <w:rsid w:val="005266BA"/>
    <w:rsid w:val="0052670E"/>
    <w:rsid w:val="005268D9"/>
    <w:rsid w:val="005268E3"/>
    <w:rsid w:val="00526B3D"/>
    <w:rsid w:val="00526BB2"/>
    <w:rsid w:val="00526CDE"/>
    <w:rsid w:val="00526EE7"/>
    <w:rsid w:val="005274B6"/>
    <w:rsid w:val="005276FA"/>
    <w:rsid w:val="00527BC6"/>
    <w:rsid w:val="00527BE8"/>
    <w:rsid w:val="0053031D"/>
    <w:rsid w:val="00530B0F"/>
    <w:rsid w:val="00531615"/>
    <w:rsid w:val="0053168D"/>
    <w:rsid w:val="005317E6"/>
    <w:rsid w:val="005322F7"/>
    <w:rsid w:val="005324CB"/>
    <w:rsid w:val="005327E3"/>
    <w:rsid w:val="00532BDA"/>
    <w:rsid w:val="005332AD"/>
    <w:rsid w:val="005335A8"/>
    <w:rsid w:val="005337FE"/>
    <w:rsid w:val="00533951"/>
    <w:rsid w:val="0053398F"/>
    <w:rsid w:val="00533A8F"/>
    <w:rsid w:val="00534222"/>
    <w:rsid w:val="00534874"/>
    <w:rsid w:val="00534A95"/>
    <w:rsid w:val="00535893"/>
    <w:rsid w:val="005358A8"/>
    <w:rsid w:val="00535A6D"/>
    <w:rsid w:val="00535E40"/>
    <w:rsid w:val="005361FF"/>
    <w:rsid w:val="0053633E"/>
    <w:rsid w:val="00536597"/>
    <w:rsid w:val="00536C40"/>
    <w:rsid w:val="00536CA2"/>
    <w:rsid w:val="00536F8E"/>
    <w:rsid w:val="0053708B"/>
    <w:rsid w:val="0053732C"/>
    <w:rsid w:val="005376CD"/>
    <w:rsid w:val="005377C2"/>
    <w:rsid w:val="00537808"/>
    <w:rsid w:val="00537BD8"/>
    <w:rsid w:val="00540209"/>
    <w:rsid w:val="005406AA"/>
    <w:rsid w:val="005409BC"/>
    <w:rsid w:val="00540ABE"/>
    <w:rsid w:val="00540C73"/>
    <w:rsid w:val="00540D6C"/>
    <w:rsid w:val="00540EA7"/>
    <w:rsid w:val="00540F49"/>
    <w:rsid w:val="0054111A"/>
    <w:rsid w:val="00541187"/>
    <w:rsid w:val="00541219"/>
    <w:rsid w:val="005414E2"/>
    <w:rsid w:val="00541C93"/>
    <w:rsid w:val="00541CEA"/>
    <w:rsid w:val="00541CF2"/>
    <w:rsid w:val="00541F7D"/>
    <w:rsid w:val="005421A8"/>
    <w:rsid w:val="005425BA"/>
    <w:rsid w:val="00542D18"/>
    <w:rsid w:val="00542E43"/>
    <w:rsid w:val="005430D1"/>
    <w:rsid w:val="005432E3"/>
    <w:rsid w:val="00543381"/>
    <w:rsid w:val="0054389E"/>
    <w:rsid w:val="00543EB5"/>
    <w:rsid w:val="005440BA"/>
    <w:rsid w:val="00544210"/>
    <w:rsid w:val="00544640"/>
    <w:rsid w:val="0054472E"/>
    <w:rsid w:val="00544B7B"/>
    <w:rsid w:val="00544BA2"/>
    <w:rsid w:val="00544D44"/>
    <w:rsid w:val="005454F1"/>
    <w:rsid w:val="005458AD"/>
    <w:rsid w:val="00545981"/>
    <w:rsid w:val="00545A2D"/>
    <w:rsid w:val="00545A74"/>
    <w:rsid w:val="00545C9A"/>
    <w:rsid w:val="0054653A"/>
    <w:rsid w:val="0054695A"/>
    <w:rsid w:val="005469E3"/>
    <w:rsid w:val="00546BFE"/>
    <w:rsid w:val="00546D90"/>
    <w:rsid w:val="0054726B"/>
    <w:rsid w:val="00547356"/>
    <w:rsid w:val="005473F0"/>
    <w:rsid w:val="00547615"/>
    <w:rsid w:val="0054762F"/>
    <w:rsid w:val="0054769D"/>
    <w:rsid w:val="00547B26"/>
    <w:rsid w:val="00547DD8"/>
    <w:rsid w:val="005506CF"/>
    <w:rsid w:val="00550CD2"/>
    <w:rsid w:val="00550F80"/>
    <w:rsid w:val="005510D0"/>
    <w:rsid w:val="00551108"/>
    <w:rsid w:val="005513A1"/>
    <w:rsid w:val="00551A8B"/>
    <w:rsid w:val="005520F8"/>
    <w:rsid w:val="005521DA"/>
    <w:rsid w:val="00552440"/>
    <w:rsid w:val="0055264C"/>
    <w:rsid w:val="0055278A"/>
    <w:rsid w:val="00552981"/>
    <w:rsid w:val="00552C25"/>
    <w:rsid w:val="00552C7C"/>
    <w:rsid w:val="00552E37"/>
    <w:rsid w:val="00552E9C"/>
    <w:rsid w:val="00553098"/>
    <w:rsid w:val="0055329D"/>
    <w:rsid w:val="005536CF"/>
    <w:rsid w:val="0055378C"/>
    <w:rsid w:val="005538A1"/>
    <w:rsid w:val="00554188"/>
    <w:rsid w:val="00554759"/>
    <w:rsid w:val="005547E1"/>
    <w:rsid w:val="005548AD"/>
    <w:rsid w:val="00554BC2"/>
    <w:rsid w:val="00554C76"/>
    <w:rsid w:val="00554D5A"/>
    <w:rsid w:val="00554EC2"/>
    <w:rsid w:val="00555197"/>
    <w:rsid w:val="00555484"/>
    <w:rsid w:val="0055585B"/>
    <w:rsid w:val="00555E9B"/>
    <w:rsid w:val="00556206"/>
    <w:rsid w:val="005563AF"/>
    <w:rsid w:val="005564DB"/>
    <w:rsid w:val="005566E5"/>
    <w:rsid w:val="00556DF5"/>
    <w:rsid w:val="00556F2D"/>
    <w:rsid w:val="00557249"/>
    <w:rsid w:val="00557430"/>
    <w:rsid w:val="005576DA"/>
    <w:rsid w:val="00557933"/>
    <w:rsid w:val="00557BB5"/>
    <w:rsid w:val="00557D8D"/>
    <w:rsid w:val="00557E53"/>
    <w:rsid w:val="00560442"/>
    <w:rsid w:val="00560638"/>
    <w:rsid w:val="005606C2"/>
    <w:rsid w:val="00560908"/>
    <w:rsid w:val="00560AD2"/>
    <w:rsid w:val="00560C3A"/>
    <w:rsid w:val="005611E2"/>
    <w:rsid w:val="00561279"/>
    <w:rsid w:val="005615E1"/>
    <w:rsid w:val="0056166C"/>
    <w:rsid w:val="00561AC8"/>
    <w:rsid w:val="00561D0A"/>
    <w:rsid w:val="00561FA3"/>
    <w:rsid w:val="00562170"/>
    <w:rsid w:val="005621E6"/>
    <w:rsid w:val="005621EE"/>
    <w:rsid w:val="005624EC"/>
    <w:rsid w:val="005627C1"/>
    <w:rsid w:val="0056280B"/>
    <w:rsid w:val="005628AE"/>
    <w:rsid w:val="005629EF"/>
    <w:rsid w:val="00562B12"/>
    <w:rsid w:val="00562C85"/>
    <w:rsid w:val="00562FD5"/>
    <w:rsid w:val="00562FFF"/>
    <w:rsid w:val="0056328D"/>
    <w:rsid w:val="005632AB"/>
    <w:rsid w:val="00563592"/>
    <w:rsid w:val="00563A83"/>
    <w:rsid w:val="00563CA6"/>
    <w:rsid w:val="00563CDE"/>
    <w:rsid w:val="00563F03"/>
    <w:rsid w:val="00563F8F"/>
    <w:rsid w:val="00563FD9"/>
    <w:rsid w:val="00564053"/>
    <w:rsid w:val="00564090"/>
    <w:rsid w:val="005640AA"/>
    <w:rsid w:val="00564240"/>
    <w:rsid w:val="00564337"/>
    <w:rsid w:val="00564831"/>
    <w:rsid w:val="00565025"/>
    <w:rsid w:val="005651EB"/>
    <w:rsid w:val="005652C7"/>
    <w:rsid w:val="00565319"/>
    <w:rsid w:val="005654BA"/>
    <w:rsid w:val="005657C4"/>
    <w:rsid w:val="005658EB"/>
    <w:rsid w:val="00565C25"/>
    <w:rsid w:val="00565E1F"/>
    <w:rsid w:val="00566475"/>
    <w:rsid w:val="00566937"/>
    <w:rsid w:val="00566A49"/>
    <w:rsid w:val="00566C9C"/>
    <w:rsid w:val="00566D98"/>
    <w:rsid w:val="00567020"/>
    <w:rsid w:val="0056734D"/>
    <w:rsid w:val="00567430"/>
    <w:rsid w:val="0056773A"/>
    <w:rsid w:val="005678DE"/>
    <w:rsid w:val="00567B17"/>
    <w:rsid w:val="00567CB3"/>
    <w:rsid w:val="005702E4"/>
    <w:rsid w:val="00570438"/>
    <w:rsid w:val="005706EB"/>
    <w:rsid w:val="005707EA"/>
    <w:rsid w:val="00570A03"/>
    <w:rsid w:val="00570B7F"/>
    <w:rsid w:val="00570EFC"/>
    <w:rsid w:val="00570F3F"/>
    <w:rsid w:val="00570FBE"/>
    <w:rsid w:val="005711A4"/>
    <w:rsid w:val="00571204"/>
    <w:rsid w:val="0057142C"/>
    <w:rsid w:val="00571654"/>
    <w:rsid w:val="0057186A"/>
    <w:rsid w:val="00571916"/>
    <w:rsid w:val="005719EB"/>
    <w:rsid w:val="00571A4E"/>
    <w:rsid w:val="00571DB4"/>
    <w:rsid w:val="0057205D"/>
    <w:rsid w:val="00572392"/>
    <w:rsid w:val="005723D9"/>
    <w:rsid w:val="00572952"/>
    <w:rsid w:val="00572FD6"/>
    <w:rsid w:val="005730F1"/>
    <w:rsid w:val="0057314F"/>
    <w:rsid w:val="00573493"/>
    <w:rsid w:val="0057376B"/>
    <w:rsid w:val="005740DC"/>
    <w:rsid w:val="00574143"/>
    <w:rsid w:val="0057423B"/>
    <w:rsid w:val="0057424E"/>
    <w:rsid w:val="005749BC"/>
    <w:rsid w:val="00574E59"/>
    <w:rsid w:val="0057527A"/>
    <w:rsid w:val="005753CD"/>
    <w:rsid w:val="00575523"/>
    <w:rsid w:val="005755DD"/>
    <w:rsid w:val="00575615"/>
    <w:rsid w:val="00575809"/>
    <w:rsid w:val="005759C1"/>
    <w:rsid w:val="00575DEB"/>
    <w:rsid w:val="00575E04"/>
    <w:rsid w:val="0057621F"/>
    <w:rsid w:val="0057669F"/>
    <w:rsid w:val="0057677D"/>
    <w:rsid w:val="00576877"/>
    <w:rsid w:val="00576D8F"/>
    <w:rsid w:val="0057710B"/>
    <w:rsid w:val="00577237"/>
    <w:rsid w:val="005773C5"/>
    <w:rsid w:val="005773FF"/>
    <w:rsid w:val="00577556"/>
    <w:rsid w:val="00577563"/>
    <w:rsid w:val="00577744"/>
    <w:rsid w:val="005779E3"/>
    <w:rsid w:val="00577A6C"/>
    <w:rsid w:val="00577E8F"/>
    <w:rsid w:val="00577F73"/>
    <w:rsid w:val="00580145"/>
    <w:rsid w:val="00580C19"/>
    <w:rsid w:val="00580D83"/>
    <w:rsid w:val="0058117C"/>
    <w:rsid w:val="0058129D"/>
    <w:rsid w:val="005815D0"/>
    <w:rsid w:val="005816D4"/>
    <w:rsid w:val="00581E1A"/>
    <w:rsid w:val="00581FE7"/>
    <w:rsid w:val="0058215D"/>
    <w:rsid w:val="0058255D"/>
    <w:rsid w:val="0058257E"/>
    <w:rsid w:val="005827A7"/>
    <w:rsid w:val="00582A60"/>
    <w:rsid w:val="00582C9C"/>
    <w:rsid w:val="00582F20"/>
    <w:rsid w:val="00582FF6"/>
    <w:rsid w:val="0058302F"/>
    <w:rsid w:val="005831AA"/>
    <w:rsid w:val="005834D9"/>
    <w:rsid w:val="00583869"/>
    <w:rsid w:val="00583AAB"/>
    <w:rsid w:val="00583ACA"/>
    <w:rsid w:val="00583B09"/>
    <w:rsid w:val="00583C35"/>
    <w:rsid w:val="00583D96"/>
    <w:rsid w:val="00583F8F"/>
    <w:rsid w:val="00584160"/>
    <w:rsid w:val="0058419F"/>
    <w:rsid w:val="00584643"/>
    <w:rsid w:val="005848EC"/>
    <w:rsid w:val="00584A71"/>
    <w:rsid w:val="00584D20"/>
    <w:rsid w:val="00585095"/>
    <w:rsid w:val="005850C6"/>
    <w:rsid w:val="005850EF"/>
    <w:rsid w:val="005855A5"/>
    <w:rsid w:val="005855E1"/>
    <w:rsid w:val="0058573F"/>
    <w:rsid w:val="00585A74"/>
    <w:rsid w:val="005865A6"/>
    <w:rsid w:val="005866B0"/>
    <w:rsid w:val="00586718"/>
    <w:rsid w:val="00586AF7"/>
    <w:rsid w:val="0058703B"/>
    <w:rsid w:val="0058730C"/>
    <w:rsid w:val="005873F5"/>
    <w:rsid w:val="00587442"/>
    <w:rsid w:val="005874BF"/>
    <w:rsid w:val="00587BE5"/>
    <w:rsid w:val="00587CC0"/>
    <w:rsid w:val="005901A5"/>
    <w:rsid w:val="005901D2"/>
    <w:rsid w:val="0059035E"/>
    <w:rsid w:val="00590682"/>
    <w:rsid w:val="00590A86"/>
    <w:rsid w:val="00590B11"/>
    <w:rsid w:val="00590E83"/>
    <w:rsid w:val="005912E0"/>
    <w:rsid w:val="0059154B"/>
    <w:rsid w:val="00591EA3"/>
    <w:rsid w:val="00591F87"/>
    <w:rsid w:val="0059249F"/>
    <w:rsid w:val="00592585"/>
    <w:rsid w:val="00592B0F"/>
    <w:rsid w:val="0059305D"/>
    <w:rsid w:val="00593EE1"/>
    <w:rsid w:val="00594099"/>
    <w:rsid w:val="00594651"/>
    <w:rsid w:val="005947E0"/>
    <w:rsid w:val="00594C35"/>
    <w:rsid w:val="00594E7A"/>
    <w:rsid w:val="0059511B"/>
    <w:rsid w:val="0059520C"/>
    <w:rsid w:val="00595261"/>
    <w:rsid w:val="0059527C"/>
    <w:rsid w:val="0059575E"/>
    <w:rsid w:val="005957D7"/>
    <w:rsid w:val="005958CB"/>
    <w:rsid w:val="005963CB"/>
    <w:rsid w:val="0059682B"/>
    <w:rsid w:val="0059684D"/>
    <w:rsid w:val="005968CF"/>
    <w:rsid w:val="00596B1A"/>
    <w:rsid w:val="005970F9"/>
    <w:rsid w:val="0059717B"/>
    <w:rsid w:val="0059725D"/>
    <w:rsid w:val="00597362"/>
    <w:rsid w:val="005973D8"/>
    <w:rsid w:val="0059765A"/>
    <w:rsid w:val="00597BCC"/>
    <w:rsid w:val="00597D83"/>
    <w:rsid w:val="00597EAF"/>
    <w:rsid w:val="005A00CC"/>
    <w:rsid w:val="005A0522"/>
    <w:rsid w:val="005A065D"/>
    <w:rsid w:val="005A0698"/>
    <w:rsid w:val="005A0791"/>
    <w:rsid w:val="005A0B5F"/>
    <w:rsid w:val="005A0CFB"/>
    <w:rsid w:val="005A10E5"/>
    <w:rsid w:val="005A1420"/>
    <w:rsid w:val="005A1B32"/>
    <w:rsid w:val="005A1BFF"/>
    <w:rsid w:val="005A1CC1"/>
    <w:rsid w:val="005A20AD"/>
    <w:rsid w:val="005A2209"/>
    <w:rsid w:val="005A2631"/>
    <w:rsid w:val="005A274E"/>
    <w:rsid w:val="005A285E"/>
    <w:rsid w:val="005A28B7"/>
    <w:rsid w:val="005A2A4F"/>
    <w:rsid w:val="005A2B92"/>
    <w:rsid w:val="005A2CA3"/>
    <w:rsid w:val="005A2CFC"/>
    <w:rsid w:val="005A2FA4"/>
    <w:rsid w:val="005A2FAE"/>
    <w:rsid w:val="005A3297"/>
    <w:rsid w:val="005A338A"/>
    <w:rsid w:val="005A33F2"/>
    <w:rsid w:val="005A3457"/>
    <w:rsid w:val="005A35B3"/>
    <w:rsid w:val="005A37C8"/>
    <w:rsid w:val="005A3A1D"/>
    <w:rsid w:val="005A3EB0"/>
    <w:rsid w:val="005A407C"/>
    <w:rsid w:val="005A40E4"/>
    <w:rsid w:val="005A4999"/>
    <w:rsid w:val="005A4A56"/>
    <w:rsid w:val="005A4AAD"/>
    <w:rsid w:val="005A4BAB"/>
    <w:rsid w:val="005A4F21"/>
    <w:rsid w:val="005A507C"/>
    <w:rsid w:val="005A58BE"/>
    <w:rsid w:val="005A65DF"/>
    <w:rsid w:val="005A671C"/>
    <w:rsid w:val="005A682D"/>
    <w:rsid w:val="005A6897"/>
    <w:rsid w:val="005A6F59"/>
    <w:rsid w:val="005A7291"/>
    <w:rsid w:val="005A75A6"/>
    <w:rsid w:val="005A7866"/>
    <w:rsid w:val="005A7C54"/>
    <w:rsid w:val="005B0165"/>
    <w:rsid w:val="005B0329"/>
    <w:rsid w:val="005B038D"/>
    <w:rsid w:val="005B03F7"/>
    <w:rsid w:val="005B0738"/>
    <w:rsid w:val="005B09BC"/>
    <w:rsid w:val="005B0E72"/>
    <w:rsid w:val="005B0F38"/>
    <w:rsid w:val="005B1041"/>
    <w:rsid w:val="005B1F03"/>
    <w:rsid w:val="005B24C8"/>
    <w:rsid w:val="005B251F"/>
    <w:rsid w:val="005B2B38"/>
    <w:rsid w:val="005B2B71"/>
    <w:rsid w:val="005B2C1B"/>
    <w:rsid w:val="005B2FC9"/>
    <w:rsid w:val="005B3117"/>
    <w:rsid w:val="005B3148"/>
    <w:rsid w:val="005B3204"/>
    <w:rsid w:val="005B33CF"/>
    <w:rsid w:val="005B34C3"/>
    <w:rsid w:val="005B3593"/>
    <w:rsid w:val="005B3FBF"/>
    <w:rsid w:val="005B40EA"/>
    <w:rsid w:val="005B4F3F"/>
    <w:rsid w:val="005B5037"/>
    <w:rsid w:val="005B58FC"/>
    <w:rsid w:val="005B5B3E"/>
    <w:rsid w:val="005B5E4C"/>
    <w:rsid w:val="005B5E55"/>
    <w:rsid w:val="005B6243"/>
    <w:rsid w:val="005B66D2"/>
    <w:rsid w:val="005B6A10"/>
    <w:rsid w:val="005B6BAC"/>
    <w:rsid w:val="005B6E96"/>
    <w:rsid w:val="005B7086"/>
    <w:rsid w:val="005B7451"/>
    <w:rsid w:val="005B7797"/>
    <w:rsid w:val="005B79DC"/>
    <w:rsid w:val="005B7B9C"/>
    <w:rsid w:val="005B7C91"/>
    <w:rsid w:val="005B7CF1"/>
    <w:rsid w:val="005B7FE6"/>
    <w:rsid w:val="005C031F"/>
    <w:rsid w:val="005C044C"/>
    <w:rsid w:val="005C072F"/>
    <w:rsid w:val="005C111F"/>
    <w:rsid w:val="005C120D"/>
    <w:rsid w:val="005C121D"/>
    <w:rsid w:val="005C133E"/>
    <w:rsid w:val="005C137D"/>
    <w:rsid w:val="005C13F3"/>
    <w:rsid w:val="005C1528"/>
    <w:rsid w:val="005C1552"/>
    <w:rsid w:val="005C162E"/>
    <w:rsid w:val="005C19A6"/>
    <w:rsid w:val="005C1C6E"/>
    <w:rsid w:val="005C1EB9"/>
    <w:rsid w:val="005C1F51"/>
    <w:rsid w:val="005C20CD"/>
    <w:rsid w:val="005C22A1"/>
    <w:rsid w:val="005C2738"/>
    <w:rsid w:val="005C280F"/>
    <w:rsid w:val="005C2927"/>
    <w:rsid w:val="005C29F0"/>
    <w:rsid w:val="005C34C0"/>
    <w:rsid w:val="005C3B86"/>
    <w:rsid w:val="005C3B95"/>
    <w:rsid w:val="005C436E"/>
    <w:rsid w:val="005C4617"/>
    <w:rsid w:val="005C48A6"/>
    <w:rsid w:val="005C4E6A"/>
    <w:rsid w:val="005C51E2"/>
    <w:rsid w:val="005C53E8"/>
    <w:rsid w:val="005C5C6A"/>
    <w:rsid w:val="005C6333"/>
    <w:rsid w:val="005C6352"/>
    <w:rsid w:val="005C6358"/>
    <w:rsid w:val="005C67E9"/>
    <w:rsid w:val="005C6901"/>
    <w:rsid w:val="005C6965"/>
    <w:rsid w:val="005C6CE0"/>
    <w:rsid w:val="005C6EE5"/>
    <w:rsid w:val="005C7A42"/>
    <w:rsid w:val="005C7A50"/>
    <w:rsid w:val="005C7BB9"/>
    <w:rsid w:val="005C7CEE"/>
    <w:rsid w:val="005C7D73"/>
    <w:rsid w:val="005C7E9E"/>
    <w:rsid w:val="005C7F97"/>
    <w:rsid w:val="005C7FFC"/>
    <w:rsid w:val="005D015E"/>
    <w:rsid w:val="005D0165"/>
    <w:rsid w:val="005D024C"/>
    <w:rsid w:val="005D03A2"/>
    <w:rsid w:val="005D05BB"/>
    <w:rsid w:val="005D08FB"/>
    <w:rsid w:val="005D0BDC"/>
    <w:rsid w:val="005D0E04"/>
    <w:rsid w:val="005D0E82"/>
    <w:rsid w:val="005D1283"/>
    <w:rsid w:val="005D12F2"/>
    <w:rsid w:val="005D1520"/>
    <w:rsid w:val="005D1556"/>
    <w:rsid w:val="005D1572"/>
    <w:rsid w:val="005D1668"/>
    <w:rsid w:val="005D16C1"/>
    <w:rsid w:val="005D1A35"/>
    <w:rsid w:val="005D2078"/>
    <w:rsid w:val="005D20F1"/>
    <w:rsid w:val="005D2138"/>
    <w:rsid w:val="005D228A"/>
    <w:rsid w:val="005D2AA7"/>
    <w:rsid w:val="005D2B50"/>
    <w:rsid w:val="005D2EE0"/>
    <w:rsid w:val="005D2FB1"/>
    <w:rsid w:val="005D31CB"/>
    <w:rsid w:val="005D321D"/>
    <w:rsid w:val="005D33FF"/>
    <w:rsid w:val="005D340B"/>
    <w:rsid w:val="005D343A"/>
    <w:rsid w:val="005D3728"/>
    <w:rsid w:val="005D38F2"/>
    <w:rsid w:val="005D392E"/>
    <w:rsid w:val="005D3A79"/>
    <w:rsid w:val="005D3C47"/>
    <w:rsid w:val="005D3F24"/>
    <w:rsid w:val="005D410D"/>
    <w:rsid w:val="005D4247"/>
    <w:rsid w:val="005D43C1"/>
    <w:rsid w:val="005D482D"/>
    <w:rsid w:val="005D4AC7"/>
    <w:rsid w:val="005D4DE3"/>
    <w:rsid w:val="005D4F63"/>
    <w:rsid w:val="005D52D5"/>
    <w:rsid w:val="005D5431"/>
    <w:rsid w:val="005D596D"/>
    <w:rsid w:val="005D5D1B"/>
    <w:rsid w:val="005D5ECC"/>
    <w:rsid w:val="005D6009"/>
    <w:rsid w:val="005D604A"/>
    <w:rsid w:val="005D621F"/>
    <w:rsid w:val="005D6414"/>
    <w:rsid w:val="005D641C"/>
    <w:rsid w:val="005D6545"/>
    <w:rsid w:val="005D6633"/>
    <w:rsid w:val="005D690D"/>
    <w:rsid w:val="005D7223"/>
    <w:rsid w:val="005D7ACB"/>
    <w:rsid w:val="005E000B"/>
    <w:rsid w:val="005E0294"/>
    <w:rsid w:val="005E0392"/>
    <w:rsid w:val="005E03CA"/>
    <w:rsid w:val="005E05EA"/>
    <w:rsid w:val="005E0E28"/>
    <w:rsid w:val="005E12EA"/>
    <w:rsid w:val="005E16E7"/>
    <w:rsid w:val="005E183F"/>
    <w:rsid w:val="005E18C5"/>
    <w:rsid w:val="005E1DD5"/>
    <w:rsid w:val="005E1E7B"/>
    <w:rsid w:val="005E20A3"/>
    <w:rsid w:val="005E214F"/>
    <w:rsid w:val="005E2267"/>
    <w:rsid w:val="005E24F6"/>
    <w:rsid w:val="005E268E"/>
    <w:rsid w:val="005E2862"/>
    <w:rsid w:val="005E2BB9"/>
    <w:rsid w:val="005E2BE1"/>
    <w:rsid w:val="005E2CC4"/>
    <w:rsid w:val="005E2DE1"/>
    <w:rsid w:val="005E2EBE"/>
    <w:rsid w:val="005E3779"/>
    <w:rsid w:val="005E38C1"/>
    <w:rsid w:val="005E3CB7"/>
    <w:rsid w:val="005E41C6"/>
    <w:rsid w:val="005E4441"/>
    <w:rsid w:val="005E4B99"/>
    <w:rsid w:val="005E4C20"/>
    <w:rsid w:val="005E4D96"/>
    <w:rsid w:val="005E4F47"/>
    <w:rsid w:val="005E504D"/>
    <w:rsid w:val="005E50E1"/>
    <w:rsid w:val="005E53EE"/>
    <w:rsid w:val="005E53F2"/>
    <w:rsid w:val="005E595D"/>
    <w:rsid w:val="005E595E"/>
    <w:rsid w:val="005E5ADB"/>
    <w:rsid w:val="005E5B94"/>
    <w:rsid w:val="005E5F50"/>
    <w:rsid w:val="005E6CFD"/>
    <w:rsid w:val="005E704E"/>
    <w:rsid w:val="005E7294"/>
    <w:rsid w:val="005E7981"/>
    <w:rsid w:val="005E7B46"/>
    <w:rsid w:val="005E7BD1"/>
    <w:rsid w:val="005F005F"/>
    <w:rsid w:val="005F01E1"/>
    <w:rsid w:val="005F0507"/>
    <w:rsid w:val="005F07CA"/>
    <w:rsid w:val="005F0848"/>
    <w:rsid w:val="005F0970"/>
    <w:rsid w:val="005F0A5F"/>
    <w:rsid w:val="005F0AA7"/>
    <w:rsid w:val="005F0C50"/>
    <w:rsid w:val="005F125B"/>
    <w:rsid w:val="005F1ADE"/>
    <w:rsid w:val="005F202A"/>
    <w:rsid w:val="005F227B"/>
    <w:rsid w:val="005F2363"/>
    <w:rsid w:val="005F259D"/>
    <w:rsid w:val="005F296D"/>
    <w:rsid w:val="005F3783"/>
    <w:rsid w:val="005F37C3"/>
    <w:rsid w:val="005F38C6"/>
    <w:rsid w:val="005F3F20"/>
    <w:rsid w:val="005F4204"/>
    <w:rsid w:val="005F45AC"/>
    <w:rsid w:val="005F4725"/>
    <w:rsid w:val="005F4984"/>
    <w:rsid w:val="005F4CD0"/>
    <w:rsid w:val="005F4DE1"/>
    <w:rsid w:val="005F4E09"/>
    <w:rsid w:val="005F4F22"/>
    <w:rsid w:val="005F5065"/>
    <w:rsid w:val="005F51C6"/>
    <w:rsid w:val="005F561E"/>
    <w:rsid w:val="005F5906"/>
    <w:rsid w:val="005F5A55"/>
    <w:rsid w:val="005F5D47"/>
    <w:rsid w:val="005F5EA1"/>
    <w:rsid w:val="005F5EE1"/>
    <w:rsid w:val="005F60E9"/>
    <w:rsid w:val="005F6770"/>
    <w:rsid w:val="005F69C6"/>
    <w:rsid w:val="005F6CA3"/>
    <w:rsid w:val="005F6D6D"/>
    <w:rsid w:val="005F6FE8"/>
    <w:rsid w:val="005F7360"/>
    <w:rsid w:val="005F743D"/>
    <w:rsid w:val="005F77CA"/>
    <w:rsid w:val="005F781C"/>
    <w:rsid w:val="005F79EA"/>
    <w:rsid w:val="005F7C45"/>
    <w:rsid w:val="005F7CE1"/>
    <w:rsid w:val="005F7D04"/>
    <w:rsid w:val="0060065B"/>
    <w:rsid w:val="006007C0"/>
    <w:rsid w:val="00600A53"/>
    <w:rsid w:val="00600AB1"/>
    <w:rsid w:val="00600B38"/>
    <w:rsid w:val="00600DC5"/>
    <w:rsid w:val="00600DEC"/>
    <w:rsid w:val="00600E45"/>
    <w:rsid w:val="00600EA6"/>
    <w:rsid w:val="00601262"/>
    <w:rsid w:val="00601287"/>
    <w:rsid w:val="006012E9"/>
    <w:rsid w:val="00601470"/>
    <w:rsid w:val="00602085"/>
    <w:rsid w:val="006023DB"/>
    <w:rsid w:val="00602421"/>
    <w:rsid w:val="006024AA"/>
    <w:rsid w:val="0060257D"/>
    <w:rsid w:val="00602968"/>
    <w:rsid w:val="00602B22"/>
    <w:rsid w:val="00602D15"/>
    <w:rsid w:val="00602E9D"/>
    <w:rsid w:val="00602F92"/>
    <w:rsid w:val="0060346D"/>
    <w:rsid w:val="0060364A"/>
    <w:rsid w:val="0060369E"/>
    <w:rsid w:val="006039B6"/>
    <w:rsid w:val="00603B8F"/>
    <w:rsid w:val="00603C9C"/>
    <w:rsid w:val="00603CAB"/>
    <w:rsid w:val="00603CF4"/>
    <w:rsid w:val="00603D58"/>
    <w:rsid w:val="00603E0F"/>
    <w:rsid w:val="00604023"/>
    <w:rsid w:val="00604218"/>
    <w:rsid w:val="00604499"/>
    <w:rsid w:val="006047F7"/>
    <w:rsid w:val="00604992"/>
    <w:rsid w:val="006049CE"/>
    <w:rsid w:val="00604B14"/>
    <w:rsid w:val="00604C86"/>
    <w:rsid w:val="00605A43"/>
    <w:rsid w:val="00605D03"/>
    <w:rsid w:val="006063F8"/>
    <w:rsid w:val="0060653A"/>
    <w:rsid w:val="0060655E"/>
    <w:rsid w:val="00606B10"/>
    <w:rsid w:val="00606BF9"/>
    <w:rsid w:val="00606D62"/>
    <w:rsid w:val="00606E4B"/>
    <w:rsid w:val="00606F09"/>
    <w:rsid w:val="00607039"/>
    <w:rsid w:val="006071E0"/>
    <w:rsid w:val="00607324"/>
    <w:rsid w:val="00607448"/>
    <w:rsid w:val="0060779C"/>
    <w:rsid w:val="0060791C"/>
    <w:rsid w:val="00607AA4"/>
    <w:rsid w:val="00607ADB"/>
    <w:rsid w:val="00607B93"/>
    <w:rsid w:val="00607FB4"/>
    <w:rsid w:val="006100CF"/>
    <w:rsid w:val="00610402"/>
    <w:rsid w:val="006104B6"/>
    <w:rsid w:val="0061053E"/>
    <w:rsid w:val="00610555"/>
    <w:rsid w:val="0061056B"/>
    <w:rsid w:val="0061099D"/>
    <w:rsid w:val="00610B1B"/>
    <w:rsid w:val="00610E03"/>
    <w:rsid w:val="0061104F"/>
    <w:rsid w:val="00611647"/>
    <w:rsid w:val="0061176A"/>
    <w:rsid w:val="006119AF"/>
    <w:rsid w:val="00611D6C"/>
    <w:rsid w:val="00611D97"/>
    <w:rsid w:val="00612076"/>
    <w:rsid w:val="00612220"/>
    <w:rsid w:val="0061271F"/>
    <w:rsid w:val="006128B5"/>
    <w:rsid w:val="00612A66"/>
    <w:rsid w:val="00612D9F"/>
    <w:rsid w:val="0061307C"/>
    <w:rsid w:val="00613394"/>
    <w:rsid w:val="00613753"/>
    <w:rsid w:val="00613900"/>
    <w:rsid w:val="00613D2C"/>
    <w:rsid w:val="00613EAD"/>
    <w:rsid w:val="00614072"/>
    <w:rsid w:val="00614382"/>
    <w:rsid w:val="0061457F"/>
    <w:rsid w:val="00614584"/>
    <w:rsid w:val="00614629"/>
    <w:rsid w:val="00614972"/>
    <w:rsid w:val="00614B4B"/>
    <w:rsid w:val="00614D9C"/>
    <w:rsid w:val="0061525C"/>
    <w:rsid w:val="0061548F"/>
    <w:rsid w:val="006155A2"/>
    <w:rsid w:val="00615632"/>
    <w:rsid w:val="0061587E"/>
    <w:rsid w:val="00615D87"/>
    <w:rsid w:val="00615FCA"/>
    <w:rsid w:val="00616030"/>
    <w:rsid w:val="006162FD"/>
    <w:rsid w:val="006165C9"/>
    <w:rsid w:val="00616661"/>
    <w:rsid w:val="006166F4"/>
    <w:rsid w:val="006166FA"/>
    <w:rsid w:val="006167ED"/>
    <w:rsid w:val="00616972"/>
    <w:rsid w:val="00616AD9"/>
    <w:rsid w:val="00616B20"/>
    <w:rsid w:val="0061757E"/>
    <w:rsid w:val="0061769B"/>
    <w:rsid w:val="00617741"/>
    <w:rsid w:val="00617819"/>
    <w:rsid w:val="006179F6"/>
    <w:rsid w:val="00617D06"/>
    <w:rsid w:val="00617E22"/>
    <w:rsid w:val="00617E7C"/>
    <w:rsid w:val="006200DE"/>
    <w:rsid w:val="0062032F"/>
    <w:rsid w:val="00620602"/>
    <w:rsid w:val="00620670"/>
    <w:rsid w:val="006207F8"/>
    <w:rsid w:val="006208D7"/>
    <w:rsid w:val="00620A08"/>
    <w:rsid w:val="00620DCA"/>
    <w:rsid w:val="00620DF6"/>
    <w:rsid w:val="00620E1B"/>
    <w:rsid w:val="0062136B"/>
    <w:rsid w:val="006214E7"/>
    <w:rsid w:val="00621B43"/>
    <w:rsid w:val="00621D46"/>
    <w:rsid w:val="00621D56"/>
    <w:rsid w:val="0062206C"/>
    <w:rsid w:val="00622FAE"/>
    <w:rsid w:val="00623062"/>
    <w:rsid w:val="00623123"/>
    <w:rsid w:val="0062326B"/>
    <w:rsid w:val="00624617"/>
    <w:rsid w:val="00624648"/>
    <w:rsid w:val="00624761"/>
    <w:rsid w:val="00624CAE"/>
    <w:rsid w:val="00624CC7"/>
    <w:rsid w:val="0062500F"/>
    <w:rsid w:val="006250B2"/>
    <w:rsid w:val="006250F0"/>
    <w:rsid w:val="00625D25"/>
    <w:rsid w:val="00625DAC"/>
    <w:rsid w:val="006260B9"/>
    <w:rsid w:val="00626447"/>
    <w:rsid w:val="006266F1"/>
    <w:rsid w:val="006269D3"/>
    <w:rsid w:val="00626D02"/>
    <w:rsid w:val="00626DCB"/>
    <w:rsid w:val="006277DC"/>
    <w:rsid w:val="00627C54"/>
    <w:rsid w:val="00627CB6"/>
    <w:rsid w:val="00627F75"/>
    <w:rsid w:val="00627FE1"/>
    <w:rsid w:val="0063006F"/>
    <w:rsid w:val="0063023C"/>
    <w:rsid w:val="006304D7"/>
    <w:rsid w:val="00630857"/>
    <w:rsid w:val="0063099C"/>
    <w:rsid w:val="00630B68"/>
    <w:rsid w:val="00630BC2"/>
    <w:rsid w:val="00631868"/>
    <w:rsid w:val="00631AB7"/>
    <w:rsid w:val="00631D11"/>
    <w:rsid w:val="00631DB3"/>
    <w:rsid w:val="00631E37"/>
    <w:rsid w:val="00631F9A"/>
    <w:rsid w:val="006324A9"/>
    <w:rsid w:val="00632864"/>
    <w:rsid w:val="00632A06"/>
    <w:rsid w:val="00632B62"/>
    <w:rsid w:val="00633442"/>
    <w:rsid w:val="006338F6"/>
    <w:rsid w:val="00633B71"/>
    <w:rsid w:val="00633C85"/>
    <w:rsid w:val="00633EAF"/>
    <w:rsid w:val="00633EE3"/>
    <w:rsid w:val="006342CF"/>
    <w:rsid w:val="00634BEC"/>
    <w:rsid w:val="00634DDD"/>
    <w:rsid w:val="00635194"/>
    <w:rsid w:val="006351B0"/>
    <w:rsid w:val="006352A8"/>
    <w:rsid w:val="006352EC"/>
    <w:rsid w:val="006353CB"/>
    <w:rsid w:val="006353D1"/>
    <w:rsid w:val="00635482"/>
    <w:rsid w:val="0063583B"/>
    <w:rsid w:val="00635FE9"/>
    <w:rsid w:val="00636095"/>
    <w:rsid w:val="00636521"/>
    <w:rsid w:val="00636B10"/>
    <w:rsid w:val="00636B83"/>
    <w:rsid w:val="00636B94"/>
    <w:rsid w:val="00636CB9"/>
    <w:rsid w:val="00636D8F"/>
    <w:rsid w:val="00636F0C"/>
    <w:rsid w:val="00637265"/>
    <w:rsid w:val="006379CF"/>
    <w:rsid w:val="00637AF8"/>
    <w:rsid w:val="00637AF9"/>
    <w:rsid w:val="00637D03"/>
    <w:rsid w:val="00637D80"/>
    <w:rsid w:val="006401D3"/>
    <w:rsid w:val="00640635"/>
    <w:rsid w:val="006407E4"/>
    <w:rsid w:val="00640941"/>
    <w:rsid w:val="006409BD"/>
    <w:rsid w:val="00640ADA"/>
    <w:rsid w:val="00640BCD"/>
    <w:rsid w:val="00640D5B"/>
    <w:rsid w:val="00640D82"/>
    <w:rsid w:val="00640E8F"/>
    <w:rsid w:val="00640F98"/>
    <w:rsid w:val="006410B7"/>
    <w:rsid w:val="00641530"/>
    <w:rsid w:val="00641B97"/>
    <w:rsid w:val="00641DF1"/>
    <w:rsid w:val="00641E33"/>
    <w:rsid w:val="00641EF4"/>
    <w:rsid w:val="00642097"/>
    <w:rsid w:val="006421F3"/>
    <w:rsid w:val="00642606"/>
    <w:rsid w:val="00642719"/>
    <w:rsid w:val="006427AD"/>
    <w:rsid w:val="0064291A"/>
    <w:rsid w:val="006429A4"/>
    <w:rsid w:val="00642BA4"/>
    <w:rsid w:val="0064316C"/>
    <w:rsid w:val="00643475"/>
    <w:rsid w:val="006437AA"/>
    <w:rsid w:val="00643911"/>
    <w:rsid w:val="00643950"/>
    <w:rsid w:val="00643C44"/>
    <w:rsid w:val="00643CA8"/>
    <w:rsid w:val="00643E70"/>
    <w:rsid w:val="00643F5D"/>
    <w:rsid w:val="00643FAF"/>
    <w:rsid w:val="006442F3"/>
    <w:rsid w:val="00644389"/>
    <w:rsid w:val="006443DA"/>
    <w:rsid w:val="00644474"/>
    <w:rsid w:val="0064477B"/>
    <w:rsid w:val="00644ADB"/>
    <w:rsid w:val="00644B58"/>
    <w:rsid w:val="00644BA6"/>
    <w:rsid w:val="00644BB1"/>
    <w:rsid w:val="0064537A"/>
    <w:rsid w:val="00645671"/>
    <w:rsid w:val="00645700"/>
    <w:rsid w:val="00645970"/>
    <w:rsid w:val="00645D43"/>
    <w:rsid w:val="00645E97"/>
    <w:rsid w:val="006460A7"/>
    <w:rsid w:val="0064615D"/>
    <w:rsid w:val="006462DA"/>
    <w:rsid w:val="006463B2"/>
    <w:rsid w:val="006467FC"/>
    <w:rsid w:val="006474E7"/>
    <w:rsid w:val="006474FF"/>
    <w:rsid w:val="006475CD"/>
    <w:rsid w:val="00647714"/>
    <w:rsid w:val="00647A2C"/>
    <w:rsid w:val="00647AEB"/>
    <w:rsid w:val="00647B78"/>
    <w:rsid w:val="00647D34"/>
    <w:rsid w:val="006501D4"/>
    <w:rsid w:val="006503B1"/>
    <w:rsid w:val="006506E0"/>
    <w:rsid w:val="00650A75"/>
    <w:rsid w:val="00650A96"/>
    <w:rsid w:val="00650B1C"/>
    <w:rsid w:val="00650FE9"/>
    <w:rsid w:val="00651113"/>
    <w:rsid w:val="00651149"/>
    <w:rsid w:val="00651260"/>
    <w:rsid w:val="00651294"/>
    <w:rsid w:val="0065131F"/>
    <w:rsid w:val="006516E8"/>
    <w:rsid w:val="00651852"/>
    <w:rsid w:val="006518AD"/>
    <w:rsid w:val="006518E6"/>
    <w:rsid w:val="00651B88"/>
    <w:rsid w:val="00651FEB"/>
    <w:rsid w:val="00652484"/>
    <w:rsid w:val="006529D6"/>
    <w:rsid w:val="00652A6F"/>
    <w:rsid w:val="00652ACF"/>
    <w:rsid w:val="00652DEF"/>
    <w:rsid w:val="00652EAA"/>
    <w:rsid w:val="00652EE1"/>
    <w:rsid w:val="006538FC"/>
    <w:rsid w:val="00653A98"/>
    <w:rsid w:val="00653B5A"/>
    <w:rsid w:val="00653C1E"/>
    <w:rsid w:val="00653E17"/>
    <w:rsid w:val="00653E22"/>
    <w:rsid w:val="00653E72"/>
    <w:rsid w:val="00653F8F"/>
    <w:rsid w:val="00654153"/>
    <w:rsid w:val="006542C7"/>
    <w:rsid w:val="00654873"/>
    <w:rsid w:val="00654883"/>
    <w:rsid w:val="006548D1"/>
    <w:rsid w:val="00654C16"/>
    <w:rsid w:val="00654DE0"/>
    <w:rsid w:val="00654F28"/>
    <w:rsid w:val="006550A7"/>
    <w:rsid w:val="0065575C"/>
    <w:rsid w:val="00655AB2"/>
    <w:rsid w:val="00655E2A"/>
    <w:rsid w:val="00656C68"/>
    <w:rsid w:val="00656DBE"/>
    <w:rsid w:val="00657038"/>
    <w:rsid w:val="0065761B"/>
    <w:rsid w:val="00657871"/>
    <w:rsid w:val="00657A1D"/>
    <w:rsid w:val="00657B66"/>
    <w:rsid w:val="00657BD8"/>
    <w:rsid w:val="00657E79"/>
    <w:rsid w:val="00657FAB"/>
    <w:rsid w:val="006602BA"/>
    <w:rsid w:val="00660435"/>
    <w:rsid w:val="0066056F"/>
    <w:rsid w:val="00660751"/>
    <w:rsid w:val="00660759"/>
    <w:rsid w:val="00660811"/>
    <w:rsid w:val="006608DD"/>
    <w:rsid w:val="00660ADB"/>
    <w:rsid w:val="00660C16"/>
    <w:rsid w:val="00660D37"/>
    <w:rsid w:val="00660D85"/>
    <w:rsid w:val="00660F9F"/>
    <w:rsid w:val="00660FD0"/>
    <w:rsid w:val="006610F5"/>
    <w:rsid w:val="00661181"/>
    <w:rsid w:val="0066137D"/>
    <w:rsid w:val="00661546"/>
    <w:rsid w:val="006619B7"/>
    <w:rsid w:val="00661A63"/>
    <w:rsid w:val="00662320"/>
    <w:rsid w:val="006623DE"/>
    <w:rsid w:val="006625AF"/>
    <w:rsid w:val="00662850"/>
    <w:rsid w:val="00662D6D"/>
    <w:rsid w:val="00662E00"/>
    <w:rsid w:val="006630BC"/>
    <w:rsid w:val="006633CA"/>
    <w:rsid w:val="006635F9"/>
    <w:rsid w:val="006637F3"/>
    <w:rsid w:val="00663A00"/>
    <w:rsid w:val="00663D9E"/>
    <w:rsid w:val="00663FB1"/>
    <w:rsid w:val="00663FF9"/>
    <w:rsid w:val="006640A3"/>
    <w:rsid w:val="006641D2"/>
    <w:rsid w:val="006642F6"/>
    <w:rsid w:val="006645E4"/>
    <w:rsid w:val="00664875"/>
    <w:rsid w:val="00664CBC"/>
    <w:rsid w:val="00665070"/>
    <w:rsid w:val="0066526A"/>
    <w:rsid w:val="0066526C"/>
    <w:rsid w:val="006652EA"/>
    <w:rsid w:val="0066551A"/>
    <w:rsid w:val="00665616"/>
    <w:rsid w:val="0066593B"/>
    <w:rsid w:val="00665A99"/>
    <w:rsid w:val="00665B76"/>
    <w:rsid w:val="00665DC1"/>
    <w:rsid w:val="00665EEF"/>
    <w:rsid w:val="00665FBA"/>
    <w:rsid w:val="00666703"/>
    <w:rsid w:val="0066687F"/>
    <w:rsid w:val="006669FC"/>
    <w:rsid w:val="0066727B"/>
    <w:rsid w:val="006673F8"/>
    <w:rsid w:val="0066768D"/>
    <w:rsid w:val="00667A1E"/>
    <w:rsid w:val="00667CDF"/>
    <w:rsid w:val="00670123"/>
    <w:rsid w:val="006701E3"/>
    <w:rsid w:val="0067030D"/>
    <w:rsid w:val="00670409"/>
    <w:rsid w:val="00670934"/>
    <w:rsid w:val="00670AB9"/>
    <w:rsid w:val="00670C8F"/>
    <w:rsid w:val="00670E03"/>
    <w:rsid w:val="0067114C"/>
    <w:rsid w:val="00671864"/>
    <w:rsid w:val="006718A6"/>
    <w:rsid w:val="00671B91"/>
    <w:rsid w:val="00672116"/>
    <w:rsid w:val="00672528"/>
    <w:rsid w:val="00672D0D"/>
    <w:rsid w:val="00672E69"/>
    <w:rsid w:val="00672E9B"/>
    <w:rsid w:val="0067301B"/>
    <w:rsid w:val="006736FF"/>
    <w:rsid w:val="00673AA7"/>
    <w:rsid w:val="00673C4D"/>
    <w:rsid w:val="00673C5E"/>
    <w:rsid w:val="00673EA6"/>
    <w:rsid w:val="006740C2"/>
    <w:rsid w:val="0067435B"/>
    <w:rsid w:val="00674BA8"/>
    <w:rsid w:val="00674BE4"/>
    <w:rsid w:val="00674DFE"/>
    <w:rsid w:val="00675041"/>
    <w:rsid w:val="006750E2"/>
    <w:rsid w:val="006751AF"/>
    <w:rsid w:val="006754CD"/>
    <w:rsid w:val="00675755"/>
    <w:rsid w:val="00675784"/>
    <w:rsid w:val="00675796"/>
    <w:rsid w:val="00675958"/>
    <w:rsid w:val="00675AD4"/>
    <w:rsid w:val="0067632F"/>
    <w:rsid w:val="00676352"/>
    <w:rsid w:val="006763E8"/>
    <w:rsid w:val="006764B4"/>
    <w:rsid w:val="006764BE"/>
    <w:rsid w:val="00676546"/>
    <w:rsid w:val="0067676F"/>
    <w:rsid w:val="006769B6"/>
    <w:rsid w:val="00676B0C"/>
    <w:rsid w:val="00676FF0"/>
    <w:rsid w:val="00677EFE"/>
    <w:rsid w:val="00680879"/>
    <w:rsid w:val="00680A4F"/>
    <w:rsid w:val="00680CFF"/>
    <w:rsid w:val="00680EA9"/>
    <w:rsid w:val="0068105F"/>
    <w:rsid w:val="0068119A"/>
    <w:rsid w:val="006816F6"/>
    <w:rsid w:val="0068175E"/>
    <w:rsid w:val="0068178E"/>
    <w:rsid w:val="00681CC9"/>
    <w:rsid w:val="0068208C"/>
    <w:rsid w:val="0068221C"/>
    <w:rsid w:val="006827D9"/>
    <w:rsid w:val="00682C59"/>
    <w:rsid w:val="0068341A"/>
    <w:rsid w:val="00683830"/>
    <w:rsid w:val="00683D83"/>
    <w:rsid w:val="006841D2"/>
    <w:rsid w:val="006848CA"/>
    <w:rsid w:val="00684A26"/>
    <w:rsid w:val="00684E1F"/>
    <w:rsid w:val="006851A7"/>
    <w:rsid w:val="0068570C"/>
    <w:rsid w:val="0068576D"/>
    <w:rsid w:val="006859C9"/>
    <w:rsid w:val="00685BFC"/>
    <w:rsid w:val="00685C49"/>
    <w:rsid w:val="00685C7A"/>
    <w:rsid w:val="00685CF7"/>
    <w:rsid w:val="00685E2E"/>
    <w:rsid w:val="00685EBE"/>
    <w:rsid w:val="00686497"/>
    <w:rsid w:val="00686676"/>
    <w:rsid w:val="00686795"/>
    <w:rsid w:val="00687264"/>
    <w:rsid w:val="00687426"/>
    <w:rsid w:val="0068760D"/>
    <w:rsid w:val="006876F9"/>
    <w:rsid w:val="00687E75"/>
    <w:rsid w:val="006900D8"/>
    <w:rsid w:val="00690374"/>
    <w:rsid w:val="006905C0"/>
    <w:rsid w:val="006905D2"/>
    <w:rsid w:val="006907B7"/>
    <w:rsid w:val="006907F3"/>
    <w:rsid w:val="00690AEC"/>
    <w:rsid w:val="00690C69"/>
    <w:rsid w:val="00690F54"/>
    <w:rsid w:val="0069106F"/>
    <w:rsid w:val="00691172"/>
    <w:rsid w:val="00691247"/>
    <w:rsid w:val="00691368"/>
    <w:rsid w:val="00691881"/>
    <w:rsid w:val="00691BFC"/>
    <w:rsid w:val="00691CEF"/>
    <w:rsid w:val="00692023"/>
    <w:rsid w:val="0069215B"/>
    <w:rsid w:val="00692222"/>
    <w:rsid w:val="006924A8"/>
    <w:rsid w:val="00692619"/>
    <w:rsid w:val="00692630"/>
    <w:rsid w:val="00692B2C"/>
    <w:rsid w:val="00692CF7"/>
    <w:rsid w:val="00692DFA"/>
    <w:rsid w:val="006932AF"/>
    <w:rsid w:val="006932EB"/>
    <w:rsid w:val="0069344B"/>
    <w:rsid w:val="006939F2"/>
    <w:rsid w:val="00693BC8"/>
    <w:rsid w:val="00693F4D"/>
    <w:rsid w:val="00694249"/>
    <w:rsid w:val="00694A5E"/>
    <w:rsid w:val="00694BA7"/>
    <w:rsid w:val="00694E93"/>
    <w:rsid w:val="00695173"/>
    <w:rsid w:val="006958CB"/>
    <w:rsid w:val="00695A23"/>
    <w:rsid w:val="00695EFB"/>
    <w:rsid w:val="00695F70"/>
    <w:rsid w:val="00696E78"/>
    <w:rsid w:val="0069703D"/>
    <w:rsid w:val="006970AE"/>
    <w:rsid w:val="006973A0"/>
    <w:rsid w:val="006976D9"/>
    <w:rsid w:val="00697F00"/>
    <w:rsid w:val="006A0446"/>
    <w:rsid w:val="006A0684"/>
    <w:rsid w:val="006A0B8F"/>
    <w:rsid w:val="006A0CD1"/>
    <w:rsid w:val="006A0DAB"/>
    <w:rsid w:val="006A113A"/>
    <w:rsid w:val="006A1497"/>
    <w:rsid w:val="006A1613"/>
    <w:rsid w:val="006A1A0E"/>
    <w:rsid w:val="006A1CB3"/>
    <w:rsid w:val="006A1F9B"/>
    <w:rsid w:val="006A2137"/>
    <w:rsid w:val="006A2235"/>
    <w:rsid w:val="006A22F8"/>
    <w:rsid w:val="006A3AFC"/>
    <w:rsid w:val="006A3B63"/>
    <w:rsid w:val="006A3C93"/>
    <w:rsid w:val="006A3DE0"/>
    <w:rsid w:val="006A3F3E"/>
    <w:rsid w:val="006A4350"/>
    <w:rsid w:val="006A452F"/>
    <w:rsid w:val="006A4877"/>
    <w:rsid w:val="006A4A5E"/>
    <w:rsid w:val="006A4BB3"/>
    <w:rsid w:val="006A4CB7"/>
    <w:rsid w:val="006A4E4D"/>
    <w:rsid w:val="006A51B6"/>
    <w:rsid w:val="006A52D1"/>
    <w:rsid w:val="006A5392"/>
    <w:rsid w:val="006A5634"/>
    <w:rsid w:val="006A589B"/>
    <w:rsid w:val="006A58E3"/>
    <w:rsid w:val="006A596D"/>
    <w:rsid w:val="006A5AD5"/>
    <w:rsid w:val="006A61A7"/>
    <w:rsid w:val="006A6265"/>
    <w:rsid w:val="006A6595"/>
    <w:rsid w:val="006A66AA"/>
    <w:rsid w:val="006A6A76"/>
    <w:rsid w:val="006A6E35"/>
    <w:rsid w:val="006A70ED"/>
    <w:rsid w:val="006A7601"/>
    <w:rsid w:val="006A7901"/>
    <w:rsid w:val="006A7EA4"/>
    <w:rsid w:val="006B0206"/>
    <w:rsid w:val="006B0243"/>
    <w:rsid w:val="006B0685"/>
    <w:rsid w:val="006B086A"/>
    <w:rsid w:val="006B0875"/>
    <w:rsid w:val="006B0974"/>
    <w:rsid w:val="006B09F2"/>
    <w:rsid w:val="006B0BEC"/>
    <w:rsid w:val="006B0DF8"/>
    <w:rsid w:val="006B0E1C"/>
    <w:rsid w:val="006B0E57"/>
    <w:rsid w:val="006B0EE7"/>
    <w:rsid w:val="006B0FAC"/>
    <w:rsid w:val="006B101F"/>
    <w:rsid w:val="006B11BC"/>
    <w:rsid w:val="006B11D6"/>
    <w:rsid w:val="006B18B1"/>
    <w:rsid w:val="006B1A07"/>
    <w:rsid w:val="006B1ABD"/>
    <w:rsid w:val="006B1AE5"/>
    <w:rsid w:val="006B1E2E"/>
    <w:rsid w:val="006B1F4E"/>
    <w:rsid w:val="006B1FFF"/>
    <w:rsid w:val="006B2132"/>
    <w:rsid w:val="006B22B2"/>
    <w:rsid w:val="006B23B0"/>
    <w:rsid w:val="006B2406"/>
    <w:rsid w:val="006B247E"/>
    <w:rsid w:val="006B26B3"/>
    <w:rsid w:val="006B26D1"/>
    <w:rsid w:val="006B288F"/>
    <w:rsid w:val="006B2AD0"/>
    <w:rsid w:val="006B2B13"/>
    <w:rsid w:val="006B2F4F"/>
    <w:rsid w:val="006B3337"/>
    <w:rsid w:val="006B3357"/>
    <w:rsid w:val="006B346D"/>
    <w:rsid w:val="006B3B90"/>
    <w:rsid w:val="006B4085"/>
    <w:rsid w:val="006B42E7"/>
    <w:rsid w:val="006B45F7"/>
    <w:rsid w:val="006B46BC"/>
    <w:rsid w:val="006B48DD"/>
    <w:rsid w:val="006B49AC"/>
    <w:rsid w:val="006B4B64"/>
    <w:rsid w:val="006B4B79"/>
    <w:rsid w:val="006B535C"/>
    <w:rsid w:val="006B5607"/>
    <w:rsid w:val="006B5683"/>
    <w:rsid w:val="006B5A28"/>
    <w:rsid w:val="006B5C94"/>
    <w:rsid w:val="006B5D13"/>
    <w:rsid w:val="006B60FA"/>
    <w:rsid w:val="006B630B"/>
    <w:rsid w:val="006B6815"/>
    <w:rsid w:val="006B68B1"/>
    <w:rsid w:val="006B6953"/>
    <w:rsid w:val="006B6971"/>
    <w:rsid w:val="006B6EB3"/>
    <w:rsid w:val="006B7187"/>
    <w:rsid w:val="006B7223"/>
    <w:rsid w:val="006B7DC9"/>
    <w:rsid w:val="006B7E39"/>
    <w:rsid w:val="006C0002"/>
    <w:rsid w:val="006C0352"/>
    <w:rsid w:val="006C0BE1"/>
    <w:rsid w:val="006C0F83"/>
    <w:rsid w:val="006C0FF2"/>
    <w:rsid w:val="006C10A9"/>
    <w:rsid w:val="006C165E"/>
    <w:rsid w:val="006C186F"/>
    <w:rsid w:val="006C18E1"/>
    <w:rsid w:val="006C1934"/>
    <w:rsid w:val="006C1E85"/>
    <w:rsid w:val="006C20F4"/>
    <w:rsid w:val="006C23C7"/>
    <w:rsid w:val="006C23F3"/>
    <w:rsid w:val="006C2709"/>
    <w:rsid w:val="006C2918"/>
    <w:rsid w:val="006C31F2"/>
    <w:rsid w:val="006C324D"/>
    <w:rsid w:val="006C3250"/>
    <w:rsid w:val="006C3433"/>
    <w:rsid w:val="006C34DA"/>
    <w:rsid w:val="006C3623"/>
    <w:rsid w:val="006C3C0E"/>
    <w:rsid w:val="006C3D1C"/>
    <w:rsid w:val="006C3E16"/>
    <w:rsid w:val="006C3F32"/>
    <w:rsid w:val="006C4216"/>
    <w:rsid w:val="006C485E"/>
    <w:rsid w:val="006C4B99"/>
    <w:rsid w:val="006C4C84"/>
    <w:rsid w:val="006C4D09"/>
    <w:rsid w:val="006C4FD7"/>
    <w:rsid w:val="006C50AA"/>
    <w:rsid w:val="006C531E"/>
    <w:rsid w:val="006C5534"/>
    <w:rsid w:val="006C57F9"/>
    <w:rsid w:val="006C58AC"/>
    <w:rsid w:val="006C5A92"/>
    <w:rsid w:val="006C5AC1"/>
    <w:rsid w:val="006C5BF8"/>
    <w:rsid w:val="006C5F1A"/>
    <w:rsid w:val="006C63C6"/>
    <w:rsid w:val="006C66AA"/>
    <w:rsid w:val="006C689E"/>
    <w:rsid w:val="006C6BBC"/>
    <w:rsid w:val="006C6D1C"/>
    <w:rsid w:val="006C6DE1"/>
    <w:rsid w:val="006C765F"/>
    <w:rsid w:val="006C7A88"/>
    <w:rsid w:val="006C7B29"/>
    <w:rsid w:val="006C7C23"/>
    <w:rsid w:val="006C7C7B"/>
    <w:rsid w:val="006C7D5A"/>
    <w:rsid w:val="006C7FD4"/>
    <w:rsid w:val="006D00D1"/>
    <w:rsid w:val="006D0143"/>
    <w:rsid w:val="006D014D"/>
    <w:rsid w:val="006D037C"/>
    <w:rsid w:val="006D0763"/>
    <w:rsid w:val="006D0A37"/>
    <w:rsid w:val="006D0D76"/>
    <w:rsid w:val="006D0E11"/>
    <w:rsid w:val="006D0E39"/>
    <w:rsid w:val="006D0F58"/>
    <w:rsid w:val="006D1296"/>
    <w:rsid w:val="006D1345"/>
    <w:rsid w:val="006D1446"/>
    <w:rsid w:val="006D14DD"/>
    <w:rsid w:val="006D175F"/>
    <w:rsid w:val="006D194F"/>
    <w:rsid w:val="006D1C84"/>
    <w:rsid w:val="006D1E82"/>
    <w:rsid w:val="006D22B6"/>
    <w:rsid w:val="006D23CE"/>
    <w:rsid w:val="006D28D3"/>
    <w:rsid w:val="006D2EFB"/>
    <w:rsid w:val="006D30AB"/>
    <w:rsid w:val="006D3302"/>
    <w:rsid w:val="006D358C"/>
    <w:rsid w:val="006D38AB"/>
    <w:rsid w:val="006D3C10"/>
    <w:rsid w:val="006D3E32"/>
    <w:rsid w:val="006D4238"/>
    <w:rsid w:val="006D4389"/>
    <w:rsid w:val="006D44CA"/>
    <w:rsid w:val="006D4557"/>
    <w:rsid w:val="006D4ADB"/>
    <w:rsid w:val="006D4BA4"/>
    <w:rsid w:val="006D4ECB"/>
    <w:rsid w:val="006D4F1F"/>
    <w:rsid w:val="006D511A"/>
    <w:rsid w:val="006D5327"/>
    <w:rsid w:val="006D541F"/>
    <w:rsid w:val="006D54A9"/>
    <w:rsid w:val="006D5504"/>
    <w:rsid w:val="006D556F"/>
    <w:rsid w:val="006D574F"/>
    <w:rsid w:val="006D5B9A"/>
    <w:rsid w:val="006D5BBB"/>
    <w:rsid w:val="006D5D7B"/>
    <w:rsid w:val="006D61BF"/>
    <w:rsid w:val="006D6209"/>
    <w:rsid w:val="006D6280"/>
    <w:rsid w:val="006D62DB"/>
    <w:rsid w:val="006D6697"/>
    <w:rsid w:val="006D6C4D"/>
    <w:rsid w:val="006D6CC2"/>
    <w:rsid w:val="006D6F7A"/>
    <w:rsid w:val="006D7118"/>
    <w:rsid w:val="006D7262"/>
    <w:rsid w:val="006D73D9"/>
    <w:rsid w:val="006D75E1"/>
    <w:rsid w:val="006D7D73"/>
    <w:rsid w:val="006D7DD3"/>
    <w:rsid w:val="006D7F64"/>
    <w:rsid w:val="006D7F8F"/>
    <w:rsid w:val="006E0026"/>
    <w:rsid w:val="006E01FF"/>
    <w:rsid w:val="006E08FE"/>
    <w:rsid w:val="006E0A0F"/>
    <w:rsid w:val="006E12A2"/>
    <w:rsid w:val="006E14B4"/>
    <w:rsid w:val="006E1507"/>
    <w:rsid w:val="006E1743"/>
    <w:rsid w:val="006E1A0F"/>
    <w:rsid w:val="006E1E99"/>
    <w:rsid w:val="006E2515"/>
    <w:rsid w:val="006E27E8"/>
    <w:rsid w:val="006E2972"/>
    <w:rsid w:val="006E2B6E"/>
    <w:rsid w:val="006E2DB0"/>
    <w:rsid w:val="006E325E"/>
    <w:rsid w:val="006E32E1"/>
    <w:rsid w:val="006E353C"/>
    <w:rsid w:val="006E39C1"/>
    <w:rsid w:val="006E3D5F"/>
    <w:rsid w:val="006E400B"/>
    <w:rsid w:val="006E4142"/>
    <w:rsid w:val="006E4287"/>
    <w:rsid w:val="006E42FE"/>
    <w:rsid w:val="006E443E"/>
    <w:rsid w:val="006E46E7"/>
    <w:rsid w:val="006E47BF"/>
    <w:rsid w:val="006E4A88"/>
    <w:rsid w:val="006E4F99"/>
    <w:rsid w:val="006E4FFF"/>
    <w:rsid w:val="006E5088"/>
    <w:rsid w:val="006E5156"/>
    <w:rsid w:val="006E52A2"/>
    <w:rsid w:val="006E533C"/>
    <w:rsid w:val="006E5366"/>
    <w:rsid w:val="006E5967"/>
    <w:rsid w:val="006E5B1F"/>
    <w:rsid w:val="006E5C43"/>
    <w:rsid w:val="006E5FD4"/>
    <w:rsid w:val="006E63D2"/>
    <w:rsid w:val="006E6442"/>
    <w:rsid w:val="006E6483"/>
    <w:rsid w:val="006E64B8"/>
    <w:rsid w:val="006E65CB"/>
    <w:rsid w:val="006E68A9"/>
    <w:rsid w:val="006E6D45"/>
    <w:rsid w:val="006E6D62"/>
    <w:rsid w:val="006E7098"/>
    <w:rsid w:val="006E734B"/>
    <w:rsid w:val="006E74F5"/>
    <w:rsid w:val="006E7506"/>
    <w:rsid w:val="006E7688"/>
    <w:rsid w:val="006E7B60"/>
    <w:rsid w:val="006E7EE6"/>
    <w:rsid w:val="006F01A9"/>
    <w:rsid w:val="006F0839"/>
    <w:rsid w:val="006F0923"/>
    <w:rsid w:val="006F093F"/>
    <w:rsid w:val="006F099E"/>
    <w:rsid w:val="006F11C5"/>
    <w:rsid w:val="006F1357"/>
    <w:rsid w:val="006F17BD"/>
    <w:rsid w:val="006F1944"/>
    <w:rsid w:val="006F1EDA"/>
    <w:rsid w:val="006F221A"/>
    <w:rsid w:val="006F2430"/>
    <w:rsid w:val="006F252E"/>
    <w:rsid w:val="006F292D"/>
    <w:rsid w:val="006F2C8F"/>
    <w:rsid w:val="006F2CE2"/>
    <w:rsid w:val="006F30D2"/>
    <w:rsid w:val="006F3339"/>
    <w:rsid w:val="006F3754"/>
    <w:rsid w:val="006F4302"/>
    <w:rsid w:val="006F4445"/>
    <w:rsid w:val="006F4900"/>
    <w:rsid w:val="006F494A"/>
    <w:rsid w:val="006F4A62"/>
    <w:rsid w:val="006F4C5D"/>
    <w:rsid w:val="006F4C6F"/>
    <w:rsid w:val="006F5366"/>
    <w:rsid w:val="006F53D8"/>
    <w:rsid w:val="006F561A"/>
    <w:rsid w:val="006F5790"/>
    <w:rsid w:val="006F5A25"/>
    <w:rsid w:val="006F5A26"/>
    <w:rsid w:val="006F5F04"/>
    <w:rsid w:val="006F606E"/>
    <w:rsid w:val="006F61D4"/>
    <w:rsid w:val="006F6212"/>
    <w:rsid w:val="006F6438"/>
    <w:rsid w:val="006F66DD"/>
    <w:rsid w:val="006F681F"/>
    <w:rsid w:val="006F69A3"/>
    <w:rsid w:val="006F7327"/>
    <w:rsid w:val="006F7921"/>
    <w:rsid w:val="006F795A"/>
    <w:rsid w:val="006F7F73"/>
    <w:rsid w:val="007000E8"/>
    <w:rsid w:val="00700117"/>
    <w:rsid w:val="007004C2"/>
    <w:rsid w:val="007006C8"/>
    <w:rsid w:val="00700C7B"/>
    <w:rsid w:val="00700C7E"/>
    <w:rsid w:val="007011B2"/>
    <w:rsid w:val="007018D9"/>
    <w:rsid w:val="0070195D"/>
    <w:rsid w:val="00701CAE"/>
    <w:rsid w:val="00702075"/>
    <w:rsid w:val="007020C6"/>
    <w:rsid w:val="007020D7"/>
    <w:rsid w:val="0070212B"/>
    <w:rsid w:val="00702234"/>
    <w:rsid w:val="0070296C"/>
    <w:rsid w:val="007029CA"/>
    <w:rsid w:val="00702B34"/>
    <w:rsid w:val="00702BFA"/>
    <w:rsid w:val="00702D07"/>
    <w:rsid w:val="00702DBF"/>
    <w:rsid w:val="00702FAF"/>
    <w:rsid w:val="0070329A"/>
    <w:rsid w:val="0070345B"/>
    <w:rsid w:val="007036E0"/>
    <w:rsid w:val="007038C7"/>
    <w:rsid w:val="0070394B"/>
    <w:rsid w:val="00703C6D"/>
    <w:rsid w:val="00703CA2"/>
    <w:rsid w:val="00703ED5"/>
    <w:rsid w:val="00703FFE"/>
    <w:rsid w:val="007040E8"/>
    <w:rsid w:val="0070437E"/>
    <w:rsid w:val="00704579"/>
    <w:rsid w:val="0070458F"/>
    <w:rsid w:val="007045D6"/>
    <w:rsid w:val="00704743"/>
    <w:rsid w:val="007049DD"/>
    <w:rsid w:val="00704CB2"/>
    <w:rsid w:val="00704F8C"/>
    <w:rsid w:val="0070564F"/>
    <w:rsid w:val="00705677"/>
    <w:rsid w:val="00705BE8"/>
    <w:rsid w:val="0070648A"/>
    <w:rsid w:val="00706CF5"/>
    <w:rsid w:val="00706DCE"/>
    <w:rsid w:val="00706F09"/>
    <w:rsid w:val="007071F8"/>
    <w:rsid w:val="00707837"/>
    <w:rsid w:val="00707F1F"/>
    <w:rsid w:val="00710669"/>
    <w:rsid w:val="0071099C"/>
    <w:rsid w:val="00710A81"/>
    <w:rsid w:val="00710C76"/>
    <w:rsid w:val="00710E6E"/>
    <w:rsid w:val="00711776"/>
    <w:rsid w:val="007117F0"/>
    <w:rsid w:val="00711813"/>
    <w:rsid w:val="00711B80"/>
    <w:rsid w:val="00711C05"/>
    <w:rsid w:val="00711F9B"/>
    <w:rsid w:val="00711FD9"/>
    <w:rsid w:val="007129EA"/>
    <w:rsid w:val="00712A54"/>
    <w:rsid w:val="00712DCB"/>
    <w:rsid w:val="00713179"/>
    <w:rsid w:val="00713E80"/>
    <w:rsid w:val="00713F12"/>
    <w:rsid w:val="00713F86"/>
    <w:rsid w:val="00714285"/>
    <w:rsid w:val="00714378"/>
    <w:rsid w:val="0071442A"/>
    <w:rsid w:val="00714855"/>
    <w:rsid w:val="007149B5"/>
    <w:rsid w:val="00714A48"/>
    <w:rsid w:val="00714B7F"/>
    <w:rsid w:val="0071514A"/>
    <w:rsid w:val="00715588"/>
    <w:rsid w:val="007155A5"/>
    <w:rsid w:val="00715BEC"/>
    <w:rsid w:val="0071648A"/>
    <w:rsid w:val="007164A5"/>
    <w:rsid w:val="0071682E"/>
    <w:rsid w:val="00716A31"/>
    <w:rsid w:val="00716A45"/>
    <w:rsid w:val="00716DCC"/>
    <w:rsid w:val="00716F5D"/>
    <w:rsid w:val="007170D3"/>
    <w:rsid w:val="00717907"/>
    <w:rsid w:val="00717A50"/>
    <w:rsid w:val="00717E43"/>
    <w:rsid w:val="00717E8A"/>
    <w:rsid w:val="00717FCE"/>
    <w:rsid w:val="007201A0"/>
    <w:rsid w:val="0072026C"/>
    <w:rsid w:val="007209A2"/>
    <w:rsid w:val="007209B8"/>
    <w:rsid w:val="007209E1"/>
    <w:rsid w:val="007209F2"/>
    <w:rsid w:val="00720D6F"/>
    <w:rsid w:val="0072138A"/>
    <w:rsid w:val="0072172A"/>
    <w:rsid w:val="007219FF"/>
    <w:rsid w:val="00721D8C"/>
    <w:rsid w:val="007221A9"/>
    <w:rsid w:val="00722428"/>
    <w:rsid w:val="0072258B"/>
    <w:rsid w:val="007226B6"/>
    <w:rsid w:val="0072282A"/>
    <w:rsid w:val="007228F0"/>
    <w:rsid w:val="00722A4B"/>
    <w:rsid w:val="00722C96"/>
    <w:rsid w:val="00722CDE"/>
    <w:rsid w:val="00722E8F"/>
    <w:rsid w:val="0072357D"/>
    <w:rsid w:val="007236D1"/>
    <w:rsid w:val="00723AF2"/>
    <w:rsid w:val="00724065"/>
    <w:rsid w:val="00724172"/>
    <w:rsid w:val="00724561"/>
    <w:rsid w:val="00724598"/>
    <w:rsid w:val="0072482D"/>
    <w:rsid w:val="00724BF1"/>
    <w:rsid w:val="00724C39"/>
    <w:rsid w:val="00724CB4"/>
    <w:rsid w:val="00724E47"/>
    <w:rsid w:val="007250C6"/>
    <w:rsid w:val="0072566D"/>
    <w:rsid w:val="00725745"/>
    <w:rsid w:val="00725821"/>
    <w:rsid w:val="00725C0B"/>
    <w:rsid w:val="00725CE2"/>
    <w:rsid w:val="00726037"/>
    <w:rsid w:val="007260C9"/>
    <w:rsid w:val="0072639D"/>
    <w:rsid w:val="00726A7C"/>
    <w:rsid w:val="00726B81"/>
    <w:rsid w:val="007270B2"/>
    <w:rsid w:val="007273AF"/>
    <w:rsid w:val="007277B3"/>
    <w:rsid w:val="007277BF"/>
    <w:rsid w:val="00727814"/>
    <w:rsid w:val="00727A24"/>
    <w:rsid w:val="00727C0D"/>
    <w:rsid w:val="00727C6D"/>
    <w:rsid w:val="00730085"/>
    <w:rsid w:val="00730269"/>
    <w:rsid w:val="007302B8"/>
    <w:rsid w:val="00730547"/>
    <w:rsid w:val="007306E3"/>
    <w:rsid w:val="0073082E"/>
    <w:rsid w:val="007309ED"/>
    <w:rsid w:val="00731EFD"/>
    <w:rsid w:val="0073206A"/>
    <w:rsid w:val="00732541"/>
    <w:rsid w:val="007328BF"/>
    <w:rsid w:val="007335F3"/>
    <w:rsid w:val="00733749"/>
    <w:rsid w:val="007338CE"/>
    <w:rsid w:val="00733C3D"/>
    <w:rsid w:val="00734132"/>
    <w:rsid w:val="007345CC"/>
    <w:rsid w:val="00734657"/>
    <w:rsid w:val="007347A1"/>
    <w:rsid w:val="007347CE"/>
    <w:rsid w:val="00734B0E"/>
    <w:rsid w:val="00734B86"/>
    <w:rsid w:val="00734D45"/>
    <w:rsid w:val="00735113"/>
    <w:rsid w:val="00735131"/>
    <w:rsid w:val="007351C8"/>
    <w:rsid w:val="007354F0"/>
    <w:rsid w:val="00735500"/>
    <w:rsid w:val="00735628"/>
    <w:rsid w:val="007356CB"/>
    <w:rsid w:val="0073591F"/>
    <w:rsid w:val="00735A78"/>
    <w:rsid w:val="00735E22"/>
    <w:rsid w:val="0073637F"/>
    <w:rsid w:val="00736C45"/>
    <w:rsid w:val="00736D2B"/>
    <w:rsid w:val="00736E69"/>
    <w:rsid w:val="00736FE1"/>
    <w:rsid w:val="007370F8"/>
    <w:rsid w:val="007370FC"/>
    <w:rsid w:val="00737262"/>
    <w:rsid w:val="007372F5"/>
    <w:rsid w:val="00737341"/>
    <w:rsid w:val="00737564"/>
    <w:rsid w:val="007376DC"/>
    <w:rsid w:val="00737806"/>
    <w:rsid w:val="0073782E"/>
    <w:rsid w:val="00737A4F"/>
    <w:rsid w:val="00737B0A"/>
    <w:rsid w:val="00737B1F"/>
    <w:rsid w:val="00737B44"/>
    <w:rsid w:val="00737F39"/>
    <w:rsid w:val="00740068"/>
    <w:rsid w:val="007400FB"/>
    <w:rsid w:val="0074019A"/>
    <w:rsid w:val="00740239"/>
    <w:rsid w:val="00740495"/>
    <w:rsid w:val="00740FDE"/>
    <w:rsid w:val="00741007"/>
    <w:rsid w:val="00741077"/>
    <w:rsid w:val="0074138C"/>
    <w:rsid w:val="00741757"/>
    <w:rsid w:val="007419F1"/>
    <w:rsid w:val="00741C5B"/>
    <w:rsid w:val="00741EB8"/>
    <w:rsid w:val="00742248"/>
    <w:rsid w:val="007424D0"/>
    <w:rsid w:val="0074287C"/>
    <w:rsid w:val="0074319D"/>
    <w:rsid w:val="0074340C"/>
    <w:rsid w:val="00743733"/>
    <w:rsid w:val="007438A6"/>
    <w:rsid w:val="0074455F"/>
    <w:rsid w:val="00744669"/>
    <w:rsid w:val="007448A4"/>
    <w:rsid w:val="00744C0D"/>
    <w:rsid w:val="00744DD8"/>
    <w:rsid w:val="00744EEE"/>
    <w:rsid w:val="00745010"/>
    <w:rsid w:val="007451D2"/>
    <w:rsid w:val="0074558B"/>
    <w:rsid w:val="0074566A"/>
    <w:rsid w:val="007458F7"/>
    <w:rsid w:val="00745E76"/>
    <w:rsid w:val="00746039"/>
    <w:rsid w:val="007463E7"/>
    <w:rsid w:val="00746504"/>
    <w:rsid w:val="007465E3"/>
    <w:rsid w:val="0074682B"/>
    <w:rsid w:val="00746955"/>
    <w:rsid w:val="00746D14"/>
    <w:rsid w:val="007473CA"/>
    <w:rsid w:val="00747959"/>
    <w:rsid w:val="00747D89"/>
    <w:rsid w:val="00750302"/>
    <w:rsid w:val="007505F7"/>
    <w:rsid w:val="007505F9"/>
    <w:rsid w:val="00750945"/>
    <w:rsid w:val="00750BB6"/>
    <w:rsid w:val="00750EA2"/>
    <w:rsid w:val="00750F6A"/>
    <w:rsid w:val="00751830"/>
    <w:rsid w:val="00751925"/>
    <w:rsid w:val="00751FAF"/>
    <w:rsid w:val="00752262"/>
    <w:rsid w:val="007525C4"/>
    <w:rsid w:val="00752959"/>
    <w:rsid w:val="007529C5"/>
    <w:rsid w:val="00752A6E"/>
    <w:rsid w:val="00752AE1"/>
    <w:rsid w:val="00752CFE"/>
    <w:rsid w:val="00752D8F"/>
    <w:rsid w:val="00752FDE"/>
    <w:rsid w:val="00753298"/>
    <w:rsid w:val="00753357"/>
    <w:rsid w:val="00753446"/>
    <w:rsid w:val="00753813"/>
    <w:rsid w:val="00753916"/>
    <w:rsid w:val="00753991"/>
    <w:rsid w:val="00753C96"/>
    <w:rsid w:val="00753F3F"/>
    <w:rsid w:val="00753F56"/>
    <w:rsid w:val="00754080"/>
    <w:rsid w:val="00754125"/>
    <w:rsid w:val="007541A5"/>
    <w:rsid w:val="00754454"/>
    <w:rsid w:val="0075473B"/>
    <w:rsid w:val="00754843"/>
    <w:rsid w:val="0075492A"/>
    <w:rsid w:val="00754AC6"/>
    <w:rsid w:val="00754D33"/>
    <w:rsid w:val="0075535D"/>
    <w:rsid w:val="00755403"/>
    <w:rsid w:val="0075551F"/>
    <w:rsid w:val="00755AED"/>
    <w:rsid w:val="00756078"/>
    <w:rsid w:val="007562CA"/>
    <w:rsid w:val="00756740"/>
    <w:rsid w:val="0075690E"/>
    <w:rsid w:val="00756DBB"/>
    <w:rsid w:val="00756F17"/>
    <w:rsid w:val="007572FC"/>
    <w:rsid w:val="00757C5E"/>
    <w:rsid w:val="007600E9"/>
    <w:rsid w:val="007602BD"/>
    <w:rsid w:val="00760415"/>
    <w:rsid w:val="00760789"/>
    <w:rsid w:val="0076098D"/>
    <w:rsid w:val="00760AF0"/>
    <w:rsid w:val="007610BC"/>
    <w:rsid w:val="0076117A"/>
    <w:rsid w:val="00761414"/>
    <w:rsid w:val="00761547"/>
    <w:rsid w:val="0076155D"/>
    <w:rsid w:val="0076157C"/>
    <w:rsid w:val="00761599"/>
    <w:rsid w:val="00761708"/>
    <w:rsid w:val="00761CDC"/>
    <w:rsid w:val="00762039"/>
    <w:rsid w:val="007621BF"/>
    <w:rsid w:val="007621FE"/>
    <w:rsid w:val="00762832"/>
    <w:rsid w:val="00762F60"/>
    <w:rsid w:val="00763003"/>
    <w:rsid w:val="007634F5"/>
    <w:rsid w:val="007637DD"/>
    <w:rsid w:val="00763E6D"/>
    <w:rsid w:val="00763EB9"/>
    <w:rsid w:val="00764100"/>
    <w:rsid w:val="00764367"/>
    <w:rsid w:val="007643D7"/>
    <w:rsid w:val="00764BC2"/>
    <w:rsid w:val="00764CCB"/>
    <w:rsid w:val="00764E04"/>
    <w:rsid w:val="00764E43"/>
    <w:rsid w:val="007650DB"/>
    <w:rsid w:val="00765399"/>
    <w:rsid w:val="00765430"/>
    <w:rsid w:val="00765503"/>
    <w:rsid w:val="00765668"/>
    <w:rsid w:val="007656F5"/>
    <w:rsid w:val="00765743"/>
    <w:rsid w:val="007659D8"/>
    <w:rsid w:val="00765C19"/>
    <w:rsid w:val="00765E9E"/>
    <w:rsid w:val="00765ECC"/>
    <w:rsid w:val="00765F7B"/>
    <w:rsid w:val="0076627A"/>
    <w:rsid w:val="007662AC"/>
    <w:rsid w:val="007664D8"/>
    <w:rsid w:val="00766524"/>
    <w:rsid w:val="007666ED"/>
    <w:rsid w:val="00766775"/>
    <w:rsid w:val="00766CDB"/>
    <w:rsid w:val="00766E29"/>
    <w:rsid w:val="00766FB6"/>
    <w:rsid w:val="00767013"/>
    <w:rsid w:val="007675F6"/>
    <w:rsid w:val="007676BC"/>
    <w:rsid w:val="00767866"/>
    <w:rsid w:val="007678DD"/>
    <w:rsid w:val="00767B8F"/>
    <w:rsid w:val="00767BAE"/>
    <w:rsid w:val="00767D1D"/>
    <w:rsid w:val="00767DAE"/>
    <w:rsid w:val="007700A8"/>
    <w:rsid w:val="00770210"/>
    <w:rsid w:val="00770262"/>
    <w:rsid w:val="007705F7"/>
    <w:rsid w:val="00770AB3"/>
    <w:rsid w:val="00770B24"/>
    <w:rsid w:val="00770D67"/>
    <w:rsid w:val="00770E58"/>
    <w:rsid w:val="0077104F"/>
    <w:rsid w:val="007710AD"/>
    <w:rsid w:val="00771334"/>
    <w:rsid w:val="00771657"/>
    <w:rsid w:val="00771879"/>
    <w:rsid w:val="0077187E"/>
    <w:rsid w:val="007718B5"/>
    <w:rsid w:val="00771A07"/>
    <w:rsid w:val="00771BC5"/>
    <w:rsid w:val="00771E63"/>
    <w:rsid w:val="00771EDB"/>
    <w:rsid w:val="00772549"/>
    <w:rsid w:val="007725D3"/>
    <w:rsid w:val="0077276C"/>
    <w:rsid w:val="00772AC9"/>
    <w:rsid w:val="00772EEE"/>
    <w:rsid w:val="0077328D"/>
    <w:rsid w:val="007733F1"/>
    <w:rsid w:val="0077360F"/>
    <w:rsid w:val="007738BC"/>
    <w:rsid w:val="00773AB1"/>
    <w:rsid w:val="00773BC5"/>
    <w:rsid w:val="00773DBD"/>
    <w:rsid w:val="00774411"/>
    <w:rsid w:val="007749D3"/>
    <w:rsid w:val="00774C2E"/>
    <w:rsid w:val="00774F03"/>
    <w:rsid w:val="00775239"/>
    <w:rsid w:val="00775502"/>
    <w:rsid w:val="00775812"/>
    <w:rsid w:val="0077597B"/>
    <w:rsid w:val="00775C2F"/>
    <w:rsid w:val="00775C87"/>
    <w:rsid w:val="00775D7C"/>
    <w:rsid w:val="00775FA4"/>
    <w:rsid w:val="007760AC"/>
    <w:rsid w:val="00776235"/>
    <w:rsid w:val="007767AE"/>
    <w:rsid w:val="00776C2C"/>
    <w:rsid w:val="00777300"/>
    <w:rsid w:val="00777626"/>
    <w:rsid w:val="00777B00"/>
    <w:rsid w:val="00777C4D"/>
    <w:rsid w:val="00777F21"/>
    <w:rsid w:val="007803D4"/>
    <w:rsid w:val="007807F8"/>
    <w:rsid w:val="00780BAB"/>
    <w:rsid w:val="00780C45"/>
    <w:rsid w:val="00780DAB"/>
    <w:rsid w:val="00780DB8"/>
    <w:rsid w:val="00780FD3"/>
    <w:rsid w:val="007811C7"/>
    <w:rsid w:val="007819BB"/>
    <w:rsid w:val="00781B2D"/>
    <w:rsid w:val="00782014"/>
    <w:rsid w:val="00782127"/>
    <w:rsid w:val="00782B22"/>
    <w:rsid w:val="00782B9F"/>
    <w:rsid w:val="00782CA5"/>
    <w:rsid w:val="00782D91"/>
    <w:rsid w:val="00782DEF"/>
    <w:rsid w:val="00782ED2"/>
    <w:rsid w:val="007831CD"/>
    <w:rsid w:val="0078321B"/>
    <w:rsid w:val="0078385B"/>
    <w:rsid w:val="00783A8D"/>
    <w:rsid w:val="007840FC"/>
    <w:rsid w:val="00784151"/>
    <w:rsid w:val="0078443A"/>
    <w:rsid w:val="00784539"/>
    <w:rsid w:val="0078484D"/>
    <w:rsid w:val="007848B9"/>
    <w:rsid w:val="00784DA2"/>
    <w:rsid w:val="00784E1E"/>
    <w:rsid w:val="00784F00"/>
    <w:rsid w:val="00785145"/>
    <w:rsid w:val="00785311"/>
    <w:rsid w:val="007853B6"/>
    <w:rsid w:val="007854AD"/>
    <w:rsid w:val="0078593D"/>
    <w:rsid w:val="00785EC8"/>
    <w:rsid w:val="007862FF"/>
    <w:rsid w:val="00786336"/>
    <w:rsid w:val="00786418"/>
    <w:rsid w:val="0078659E"/>
    <w:rsid w:val="007867E7"/>
    <w:rsid w:val="007868D0"/>
    <w:rsid w:val="00786A28"/>
    <w:rsid w:val="00786B9B"/>
    <w:rsid w:val="00786BAD"/>
    <w:rsid w:val="007877FF"/>
    <w:rsid w:val="0078792F"/>
    <w:rsid w:val="00787931"/>
    <w:rsid w:val="00787964"/>
    <w:rsid w:val="00787A2B"/>
    <w:rsid w:val="00787AD2"/>
    <w:rsid w:val="00787D42"/>
    <w:rsid w:val="00787E5A"/>
    <w:rsid w:val="0079077C"/>
    <w:rsid w:val="00790CCC"/>
    <w:rsid w:val="00790DDC"/>
    <w:rsid w:val="00791402"/>
    <w:rsid w:val="00791581"/>
    <w:rsid w:val="007919DF"/>
    <w:rsid w:val="00791B6B"/>
    <w:rsid w:val="00791B70"/>
    <w:rsid w:val="00792751"/>
    <w:rsid w:val="007927E6"/>
    <w:rsid w:val="007929E5"/>
    <w:rsid w:val="00792A67"/>
    <w:rsid w:val="00792BE1"/>
    <w:rsid w:val="00792D16"/>
    <w:rsid w:val="00792D25"/>
    <w:rsid w:val="00792F2B"/>
    <w:rsid w:val="007934AE"/>
    <w:rsid w:val="007934B5"/>
    <w:rsid w:val="0079370F"/>
    <w:rsid w:val="00793994"/>
    <w:rsid w:val="00793D88"/>
    <w:rsid w:val="00793EFA"/>
    <w:rsid w:val="00793F2A"/>
    <w:rsid w:val="00794266"/>
    <w:rsid w:val="00794518"/>
    <w:rsid w:val="00794675"/>
    <w:rsid w:val="00794683"/>
    <w:rsid w:val="00794C2D"/>
    <w:rsid w:val="00794D7C"/>
    <w:rsid w:val="00794FEB"/>
    <w:rsid w:val="007953D4"/>
    <w:rsid w:val="007953DF"/>
    <w:rsid w:val="00795667"/>
    <w:rsid w:val="00795698"/>
    <w:rsid w:val="0079569F"/>
    <w:rsid w:val="0079581F"/>
    <w:rsid w:val="00795895"/>
    <w:rsid w:val="00795CC5"/>
    <w:rsid w:val="00795F34"/>
    <w:rsid w:val="00796015"/>
    <w:rsid w:val="00796428"/>
    <w:rsid w:val="007967D8"/>
    <w:rsid w:val="00796904"/>
    <w:rsid w:val="00796A52"/>
    <w:rsid w:val="00796E33"/>
    <w:rsid w:val="00797109"/>
    <w:rsid w:val="00797336"/>
    <w:rsid w:val="0079744A"/>
    <w:rsid w:val="00797700"/>
    <w:rsid w:val="007977B0"/>
    <w:rsid w:val="007979B1"/>
    <w:rsid w:val="00797AAF"/>
    <w:rsid w:val="00797D9C"/>
    <w:rsid w:val="00797DF8"/>
    <w:rsid w:val="00797E5E"/>
    <w:rsid w:val="007A0164"/>
    <w:rsid w:val="007A0217"/>
    <w:rsid w:val="007A02CC"/>
    <w:rsid w:val="007A05A5"/>
    <w:rsid w:val="007A0804"/>
    <w:rsid w:val="007A08F5"/>
    <w:rsid w:val="007A0BC7"/>
    <w:rsid w:val="007A0DA6"/>
    <w:rsid w:val="007A1373"/>
    <w:rsid w:val="007A176E"/>
    <w:rsid w:val="007A186C"/>
    <w:rsid w:val="007A1D5D"/>
    <w:rsid w:val="007A22A0"/>
    <w:rsid w:val="007A2379"/>
    <w:rsid w:val="007A23B0"/>
    <w:rsid w:val="007A25A3"/>
    <w:rsid w:val="007A30D0"/>
    <w:rsid w:val="007A328E"/>
    <w:rsid w:val="007A3362"/>
    <w:rsid w:val="007A3840"/>
    <w:rsid w:val="007A3C42"/>
    <w:rsid w:val="007A3CD8"/>
    <w:rsid w:val="007A3D2E"/>
    <w:rsid w:val="007A3DD9"/>
    <w:rsid w:val="007A3E38"/>
    <w:rsid w:val="007A417C"/>
    <w:rsid w:val="007A45D5"/>
    <w:rsid w:val="007A45FD"/>
    <w:rsid w:val="007A479C"/>
    <w:rsid w:val="007A48C9"/>
    <w:rsid w:val="007A49D1"/>
    <w:rsid w:val="007A4BAE"/>
    <w:rsid w:val="007A4D2E"/>
    <w:rsid w:val="007A4D36"/>
    <w:rsid w:val="007A4D67"/>
    <w:rsid w:val="007A4D71"/>
    <w:rsid w:val="007A4E23"/>
    <w:rsid w:val="007A4ED1"/>
    <w:rsid w:val="007A50F5"/>
    <w:rsid w:val="007A51DA"/>
    <w:rsid w:val="007A5641"/>
    <w:rsid w:val="007A5793"/>
    <w:rsid w:val="007A5AFE"/>
    <w:rsid w:val="007A5B2D"/>
    <w:rsid w:val="007A5D64"/>
    <w:rsid w:val="007A60E1"/>
    <w:rsid w:val="007A6315"/>
    <w:rsid w:val="007A6348"/>
    <w:rsid w:val="007A64E9"/>
    <w:rsid w:val="007A6800"/>
    <w:rsid w:val="007A754B"/>
    <w:rsid w:val="007A78B2"/>
    <w:rsid w:val="007A7AAB"/>
    <w:rsid w:val="007A7D09"/>
    <w:rsid w:val="007B0073"/>
    <w:rsid w:val="007B0126"/>
    <w:rsid w:val="007B044D"/>
    <w:rsid w:val="007B056B"/>
    <w:rsid w:val="007B05D0"/>
    <w:rsid w:val="007B06CB"/>
    <w:rsid w:val="007B087F"/>
    <w:rsid w:val="007B0AF2"/>
    <w:rsid w:val="007B0E61"/>
    <w:rsid w:val="007B106C"/>
    <w:rsid w:val="007B127C"/>
    <w:rsid w:val="007B1387"/>
    <w:rsid w:val="007B14D5"/>
    <w:rsid w:val="007B1873"/>
    <w:rsid w:val="007B18E2"/>
    <w:rsid w:val="007B1A71"/>
    <w:rsid w:val="007B1DD6"/>
    <w:rsid w:val="007B1EB6"/>
    <w:rsid w:val="007B2074"/>
    <w:rsid w:val="007B2504"/>
    <w:rsid w:val="007B27D2"/>
    <w:rsid w:val="007B3114"/>
    <w:rsid w:val="007B313D"/>
    <w:rsid w:val="007B320E"/>
    <w:rsid w:val="007B3648"/>
    <w:rsid w:val="007B37E6"/>
    <w:rsid w:val="007B3BA5"/>
    <w:rsid w:val="007B3E25"/>
    <w:rsid w:val="007B3ED8"/>
    <w:rsid w:val="007B3FC3"/>
    <w:rsid w:val="007B4563"/>
    <w:rsid w:val="007B4874"/>
    <w:rsid w:val="007B4AA1"/>
    <w:rsid w:val="007B4D58"/>
    <w:rsid w:val="007B4E5A"/>
    <w:rsid w:val="007B4E73"/>
    <w:rsid w:val="007B4FF7"/>
    <w:rsid w:val="007B5571"/>
    <w:rsid w:val="007B59EF"/>
    <w:rsid w:val="007B5ABF"/>
    <w:rsid w:val="007B5B4D"/>
    <w:rsid w:val="007B5D80"/>
    <w:rsid w:val="007B5D8D"/>
    <w:rsid w:val="007B6187"/>
    <w:rsid w:val="007B6277"/>
    <w:rsid w:val="007B6393"/>
    <w:rsid w:val="007B641A"/>
    <w:rsid w:val="007B6601"/>
    <w:rsid w:val="007B6931"/>
    <w:rsid w:val="007B6ED8"/>
    <w:rsid w:val="007B7351"/>
    <w:rsid w:val="007B73D9"/>
    <w:rsid w:val="007B7443"/>
    <w:rsid w:val="007B7E72"/>
    <w:rsid w:val="007C0402"/>
    <w:rsid w:val="007C089B"/>
    <w:rsid w:val="007C09C9"/>
    <w:rsid w:val="007C0AD3"/>
    <w:rsid w:val="007C0C2F"/>
    <w:rsid w:val="007C18E2"/>
    <w:rsid w:val="007C1E5A"/>
    <w:rsid w:val="007C1FF1"/>
    <w:rsid w:val="007C208C"/>
    <w:rsid w:val="007C2387"/>
    <w:rsid w:val="007C2485"/>
    <w:rsid w:val="007C2527"/>
    <w:rsid w:val="007C26E5"/>
    <w:rsid w:val="007C27B7"/>
    <w:rsid w:val="007C28CC"/>
    <w:rsid w:val="007C2E55"/>
    <w:rsid w:val="007C37F7"/>
    <w:rsid w:val="007C3CF6"/>
    <w:rsid w:val="007C3D53"/>
    <w:rsid w:val="007C485C"/>
    <w:rsid w:val="007C48B3"/>
    <w:rsid w:val="007C4A48"/>
    <w:rsid w:val="007C4D9E"/>
    <w:rsid w:val="007C4E59"/>
    <w:rsid w:val="007C4F09"/>
    <w:rsid w:val="007C52E4"/>
    <w:rsid w:val="007C530A"/>
    <w:rsid w:val="007C536F"/>
    <w:rsid w:val="007C569E"/>
    <w:rsid w:val="007C5917"/>
    <w:rsid w:val="007C5FC8"/>
    <w:rsid w:val="007C60A8"/>
    <w:rsid w:val="007C61C7"/>
    <w:rsid w:val="007C6231"/>
    <w:rsid w:val="007C6526"/>
    <w:rsid w:val="007C6570"/>
    <w:rsid w:val="007C6C56"/>
    <w:rsid w:val="007C6F94"/>
    <w:rsid w:val="007C7469"/>
    <w:rsid w:val="007C7965"/>
    <w:rsid w:val="007C7DAE"/>
    <w:rsid w:val="007C7EC3"/>
    <w:rsid w:val="007C7EC7"/>
    <w:rsid w:val="007C7F5F"/>
    <w:rsid w:val="007D021D"/>
    <w:rsid w:val="007D03FA"/>
    <w:rsid w:val="007D055E"/>
    <w:rsid w:val="007D0680"/>
    <w:rsid w:val="007D0747"/>
    <w:rsid w:val="007D07D7"/>
    <w:rsid w:val="007D0A78"/>
    <w:rsid w:val="007D0FC9"/>
    <w:rsid w:val="007D0FEC"/>
    <w:rsid w:val="007D13E5"/>
    <w:rsid w:val="007D16AF"/>
    <w:rsid w:val="007D1948"/>
    <w:rsid w:val="007D2027"/>
    <w:rsid w:val="007D228B"/>
    <w:rsid w:val="007D22CF"/>
    <w:rsid w:val="007D287D"/>
    <w:rsid w:val="007D2962"/>
    <w:rsid w:val="007D2C37"/>
    <w:rsid w:val="007D31DB"/>
    <w:rsid w:val="007D33B6"/>
    <w:rsid w:val="007D344F"/>
    <w:rsid w:val="007D3B90"/>
    <w:rsid w:val="007D3C55"/>
    <w:rsid w:val="007D4145"/>
    <w:rsid w:val="007D4208"/>
    <w:rsid w:val="007D42A9"/>
    <w:rsid w:val="007D44D9"/>
    <w:rsid w:val="007D452D"/>
    <w:rsid w:val="007D4615"/>
    <w:rsid w:val="007D47A8"/>
    <w:rsid w:val="007D4D64"/>
    <w:rsid w:val="007D4F8F"/>
    <w:rsid w:val="007D4FBD"/>
    <w:rsid w:val="007D50BB"/>
    <w:rsid w:val="007D528B"/>
    <w:rsid w:val="007D5577"/>
    <w:rsid w:val="007D55AF"/>
    <w:rsid w:val="007D582E"/>
    <w:rsid w:val="007D5962"/>
    <w:rsid w:val="007D5B5F"/>
    <w:rsid w:val="007D5C67"/>
    <w:rsid w:val="007D5CA6"/>
    <w:rsid w:val="007D601B"/>
    <w:rsid w:val="007D607A"/>
    <w:rsid w:val="007D65A7"/>
    <w:rsid w:val="007D66B5"/>
    <w:rsid w:val="007D68C0"/>
    <w:rsid w:val="007D6B6D"/>
    <w:rsid w:val="007D6DC0"/>
    <w:rsid w:val="007D6E64"/>
    <w:rsid w:val="007D724F"/>
    <w:rsid w:val="007D78BC"/>
    <w:rsid w:val="007D7C9D"/>
    <w:rsid w:val="007D7CBE"/>
    <w:rsid w:val="007D7F18"/>
    <w:rsid w:val="007D7F2A"/>
    <w:rsid w:val="007E0176"/>
    <w:rsid w:val="007E0335"/>
    <w:rsid w:val="007E0419"/>
    <w:rsid w:val="007E04CD"/>
    <w:rsid w:val="007E0535"/>
    <w:rsid w:val="007E05E8"/>
    <w:rsid w:val="007E08C0"/>
    <w:rsid w:val="007E0C1F"/>
    <w:rsid w:val="007E0D87"/>
    <w:rsid w:val="007E0F32"/>
    <w:rsid w:val="007E11E3"/>
    <w:rsid w:val="007E1667"/>
    <w:rsid w:val="007E178D"/>
    <w:rsid w:val="007E1D7D"/>
    <w:rsid w:val="007E1E95"/>
    <w:rsid w:val="007E1F50"/>
    <w:rsid w:val="007E1F91"/>
    <w:rsid w:val="007E2184"/>
    <w:rsid w:val="007E21AB"/>
    <w:rsid w:val="007E2343"/>
    <w:rsid w:val="007E27E3"/>
    <w:rsid w:val="007E2881"/>
    <w:rsid w:val="007E306E"/>
    <w:rsid w:val="007E31F3"/>
    <w:rsid w:val="007E32C5"/>
    <w:rsid w:val="007E34DD"/>
    <w:rsid w:val="007E3573"/>
    <w:rsid w:val="007E37AF"/>
    <w:rsid w:val="007E382F"/>
    <w:rsid w:val="007E39B0"/>
    <w:rsid w:val="007E3AAE"/>
    <w:rsid w:val="007E3AC3"/>
    <w:rsid w:val="007E43F5"/>
    <w:rsid w:val="007E452F"/>
    <w:rsid w:val="007E471D"/>
    <w:rsid w:val="007E48B3"/>
    <w:rsid w:val="007E4E3E"/>
    <w:rsid w:val="007E52EE"/>
    <w:rsid w:val="007E52FA"/>
    <w:rsid w:val="007E5357"/>
    <w:rsid w:val="007E53EB"/>
    <w:rsid w:val="007E57A2"/>
    <w:rsid w:val="007E5800"/>
    <w:rsid w:val="007E5B15"/>
    <w:rsid w:val="007E5C56"/>
    <w:rsid w:val="007E5F82"/>
    <w:rsid w:val="007E622D"/>
    <w:rsid w:val="007E682B"/>
    <w:rsid w:val="007E696C"/>
    <w:rsid w:val="007E69D9"/>
    <w:rsid w:val="007E69DD"/>
    <w:rsid w:val="007E6CAD"/>
    <w:rsid w:val="007E74E4"/>
    <w:rsid w:val="007E75E1"/>
    <w:rsid w:val="007E78C1"/>
    <w:rsid w:val="007E7995"/>
    <w:rsid w:val="007E7B0B"/>
    <w:rsid w:val="007E7C74"/>
    <w:rsid w:val="007E7D72"/>
    <w:rsid w:val="007E7FAE"/>
    <w:rsid w:val="007F000F"/>
    <w:rsid w:val="007F017D"/>
    <w:rsid w:val="007F02F7"/>
    <w:rsid w:val="007F0360"/>
    <w:rsid w:val="007F041B"/>
    <w:rsid w:val="007F06C0"/>
    <w:rsid w:val="007F0871"/>
    <w:rsid w:val="007F0924"/>
    <w:rsid w:val="007F0C2A"/>
    <w:rsid w:val="007F0D10"/>
    <w:rsid w:val="007F0E53"/>
    <w:rsid w:val="007F12D2"/>
    <w:rsid w:val="007F1442"/>
    <w:rsid w:val="007F17F4"/>
    <w:rsid w:val="007F1A00"/>
    <w:rsid w:val="007F1EC6"/>
    <w:rsid w:val="007F2757"/>
    <w:rsid w:val="007F2761"/>
    <w:rsid w:val="007F283A"/>
    <w:rsid w:val="007F297B"/>
    <w:rsid w:val="007F2ECB"/>
    <w:rsid w:val="007F2F02"/>
    <w:rsid w:val="007F3402"/>
    <w:rsid w:val="007F3569"/>
    <w:rsid w:val="007F3DE3"/>
    <w:rsid w:val="007F3E6E"/>
    <w:rsid w:val="007F3F0E"/>
    <w:rsid w:val="007F4093"/>
    <w:rsid w:val="007F4924"/>
    <w:rsid w:val="007F4D8F"/>
    <w:rsid w:val="007F4DF9"/>
    <w:rsid w:val="007F4EEE"/>
    <w:rsid w:val="007F5069"/>
    <w:rsid w:val="007F51E3"/>
    <w:rsid w:val="007F58C4"/>
    <w:rsid w:val="007F5C22"/>
    <w:rsid w:val="007F617F"/>
    <w:rsid w:val="007F62DD"/>
    <w:rsid w:val="007F6797"/>
    <w:rsid w:val="007F69F4"/>
    <w:rsid w:val="007F6AB5"/>
    <w:rsid w:val="007F6B2D"/>
    <w:rsid w:val="007F6B41"/>
    <w:rsid w:val="007F72D0"/>
    <w:rsid w:val="007F73A7"/>
    <w:rsid w:val="007F77E6"/>
    <w:rsid w:val="007F7834"/>
    <w:rsid w:val="007F7A50"/>
    <w:rsid w:val="007F7BF8"/>
    <w:rsid w:val="007F7C62"/>
    <w:rsid w:val="007F7F86"/>
    <w:rsid w:val="0080028E"/>
    <w:rsid w:val="008002F2"/>
    <w:rsid w:val="0080040C"/>
    <w:rsid w:val="008004BC"/>
    <w:rsid w:val="00800B9B"/>
    <w:rsid w:val="00800BE2"/>
    <w:rsid w:val="00801246"/>
    <w:rsid w:val="00801525"/>
    <w:rsid w:val="00801547"/>
    <w:rsid w:val="008017FC"/>
    <w:rsid w:val="00801C32"/>
    <w:rsid w:val="00801CC3"/>
    <w:rsid w:val="008022AE"/>
    <w:rsid w:val="00802323"/>
    <w:rsid w:val="00802429"/>
    <w:rsid w:val="008024BD"/>
    <w:rsid w:val="0080250C"/>
    <w:rsid w:val="00802699"/>
    <w:rsid w:val="0080272A"/>
    <w:rsid w:val="00802ACF"/>
    <w:rsid w:val="00802F9F"/>
    <w:rsid w:val="00803500"/>
    <w:rsid w:val="00803710"/>
    <w:rsid w:val="008038D6"/>
    <w:rsid w:val="0080397A"/>
    <w:rsid w:val="00803F47"/>
    <w:rsid w:val="0080402D"/>
    <w:rsid w:val="0080437F"/>
    <w:rsid w:val="008054F0"/>
    <w:rsid w:val="00805500"/>
    <w:rsid w:val="00805568"/>
    <w:rsid w:val="00805988"/>
    <w:rsid w:val="00805E99"/>
    <w:rsid w:val="00806236"/>
    <w:rsid w:val="00806358"/>
    <w:rsid w:val="0080642F"/>
    <w:rsid w:val="008065CC"/>
    <w:rsid w:val="00806869"/>
    <w:rsid w:val="00806A6F"/>
    <w:rsid w:val="00806BD7"/>
    <w:rsid w:val="00807018"/>
    <w:rsid w:val="00807089"/>
    <w:rsid w:val="00807797"/>
    <w:rsid w:val="00807A5E"/>
    <w:rsid w:val="00807C4A"/>
    <w:rsid w:val="0081007B"/>
    <w:rsid w:val="008101B3"/>
    <w:rsid w:val="008102A0"/>
    <w:rsid w:val="00810514"/>
    <w:rsid w:val="0081067B"/>
    <w:rsid w:val="008106FA"/>
    <w:rsid w:val="008108DB"/>
    <w:rsid w:val="008109DF"/>
    <w:rsid w:val="00810C4E"/>
    <w:rsid w:val="00810C57"/>
    <w:rsid w:val="00810CC0"/>
    <w:rsid w:val="00810CCD"/>
    <w:rsid w:val="00810ECE"/>
    <w:rsid w:val="00811015"/>
    <w:rsid w:val="008110EE"/>
    <w:rsid w:val="00811601"/>
    <w:rsid w:val="00811712"/>
    <w:rsid w:val="00811981"/>
    <w:rsid w:val="008119FA"/>
    <w:rsid w:val="00811D38"/>
    <w:rsid w:val="0081222F"/>
    <w:rsid w:val="00812887"/>
    <w:rsid w:val="00812995"/>
    <w:rsid w:val="008129EF"/>
    <w:rsid w:val="00812F40"/>
    <w:rsid w:val="00813091"/>
    <w:rsid w:val="008138D1"/>
    <w:rsid w:val="00813D8C"/>
    <w:rsid w:val="008141E4"/>
    <w:rsid w:val="008148D2"/>
    <w:rsid w:val="008150DA"/>
    <w:rsid w:val="008155D5"/>
    <w:rsid w:val="00815841"/>
    <w:rsid w:val="00815C1B"/>
    <w:rsid w:val="00817126"/>
    <w:rsid w:val="0081717E"/>
    <w:rsid w:val="008175A0"/>
    <w:rsid w:val="00817746"/>
    <w:rsid w:val="00817767"/>
    <w:rsid w:val="00817BCC"/>
    <w:rsid w:val="00817BD5"/>
    <w:rsid w:val="00817DD3"/>
    <w:rsid w:val="00817F7B"/>
    <w:rsid w:val="00817F9D"/>
    <w:rsid w:val="00817FE0"/>
    <w:rsid w:val="008205E6"/>
    <w:rsid w:val="008209B8"/>
    <w:rsid w:val="00820BD1"/>
    <w:rsid w:val="00820C11"/>
    <w:rsid w:val="00820F44"/>
    <w:rsid w:val="00821429"/>
    <w:rsid w:val="008216DC"/>
    <w:rsid w:val="00821816"/>
    <w:rsid w:val="0082231F"/>
    <w:rsid w:val="0082249D"/>
    <w:rsid w:val="00822526"/>
    <w:rsid w:val="008225AD"/>
    <w:rsid w:val="00822705"/>
    <w:rsid w:val="008227DE"/>
    <w:rsid w:val="00822865"/>
    <w:rsid w:val="00822A39"/>
    <w:rsid w:val="008230B0"/>
    <w:rsid w:val="00823223"/>
    <w:rsid w:val="008235DA"/>
    <w:rsid w:val="00823843"/>
    <w:rsid w:val="0082393E"/>
    <w:rsid w:val="008239B9"/>
    <w:rsid w:val="00823A59"/>
    <w:rsid w:val="00823F44"/>
    <w:rsid w:val="008248EB"/>
    <w:rsid w:val="00824DBE"/>
    <w:rsid w:val="008253BB"/>
    <w:rsid w:val="008253C9"/>
    <w:rsid w:val="00825692"/>
    <w:rsid w:val="008257BE"/>
    <w:rsid w:val="008259E4"/>
    <w:rsid w:val="00825BA8"/>
    <w:rsid w:val="00825EB4"/>
    <w:rsid w:val="00825F1A"/>
    <w:rsid w:val="00825F4F"/>
    <w:rsid w:val="008262C6"/>
    <w:rsid w:val="00826757"/>
    <w:rsid w:val="008269A2"/>
    <w:rsid w:val="00826A61"/>
    <w:rsid w:val="00826CFE"/>
    <w:rsid w:val="0082725E"/>
    <w:rsid w:val="00827489"/>
    <w:rsid w:val="00827666"/>
    <w:rsid w:val="00827809"/>
    <w:rsid w:val="00827BA2"/>
    <w:rsid w:val="00827CD4"/>
    <w:rsid w:val="00827E33"/>
    <w:rsid w:val="0083046E"/>
    <w:rsid w:val="00830566"/>
    <w:rsid w:val="00830B07"/>
    <w:rsid w:val="00830F5A"/>
    <w:rsid w:val="008311FE"/>
    <w:rsid w:val="0083150C"/>
    <w:rsid w:val="008315D0"/>
    <w:rsid w:val="00831803"/>
    <w:rsid w:val="00831A78"/>
    <w:rsid w:val="00831B32"/>
    <w:rsid w:val="00831C63"/>
    <w:rsid w:val="0083228A"/>
    <w:rsid w:val="00832331"/>
    <w:rsid w:val="00832459"/>
    <w:rsid w:val="00832852"/>
    <w:rsid w:val="00832D17"/>
    <w:rsid w:val="00833810"/>
    <w:rsid w:val="00833D74"/>
    <w:rsid w:val="008342E8"/>
    <w:rsid w:val="00834357"/>
    <w:rsid w:val="0083440D"/>
    <w:rsid w:val="008345B9"/>
    <w:rsid w:val="008346CB"/>
    <w:rsid w:val="00834AA6"/>
    <w:rsid w:val="00834DAD"/>
    <w:rsid w:val="008351C4"/>
    <w:rsid w:val="00835353"/>
    <w:rsid w:val="008358AE"/>
    <w:rsid w:val="00835F12"/>
    <w:rsid w:val="008365CD"/>
    <w:rsid w:val="00836A0F"/>
    <w:rsid w:val="00836CC2"/>
    <w:rsid w:val="00837155"/>
    <w:rsid w:val="00837670"/>
    <w:rsid w:val="0083786A"/>
    <w:rsid w:val="008378DE"/>
    <w:rsid w:val="008379B4"/>
    <w:rsid w:val="00837C4E"/>
    <w:rsid w:val="00837DC6"/>
    <w:rsid w:val="00837E25"/>
    <w:rsid w:val="00837F54"/>
    <w:rsid w:val="008401D2"/>
    <w:rsid w:val="0084027C"/>
    <w:rsid w:val="00840910"/>
    <w:rsid w:val="00840B07"/>
    <w:rsid w:val="00841A8E"/>
    <w:rsid w:val="00841B42"/>
    <w:rsid w:val="00841C90"/>
    <w:rsid w:val="00841EB5"/>
    <w:rsid w:val="00841FCA"/>
    <w:rsid w:val="008422CD"/>
    <w:rsid w:val="008422E0"/>
    <w:rsid w:val="00842361"/>
    <w:rsid w:val="008428EC"/>
    <w:rsid w:val="008429A9"/>
    <w:rsid w:val="00842BAF"/>
    <w:rsid w:val="008430A5"/>
    <w:rsid w:val="00843316"/>
    <w:rsid w:val="0084389D"/>
    <w:rsid w:val="00843A91"/>
    <w:rsid w:val="00843B91"/>
    <w:rsid w:val="00843E76"/>
    <w:rsid w:val="00844051"/>
    <w:rsid w:val="00844316"/>
    <w:rsid w:val="00844553"/>
    <w:rsid w:val="0084497A"/>
    <w:rsid w:val="00844A04"/>
    <w:rsid w:val="00844BDE"/>
    <w:rsid w:val="00844CB0"/>
    <w:rsid w:val="00844D34"/>
    <w:rsid w:val="00844E7C"/>
    <w:rsid w:val="00844F8A"/>
    <w:rsid w:val="00845378"/>
    <w:rsid w:val="0084549E"/>
    <w:rsid w:val="008455F2"/>
    <w:rsid w:val="0084566A"/>
    <w:rsid w:val="008456DC"/>
    <w:rsid w:val="00845D06"/>
    <w:rsid w:val="00845E80"/>
    <w:rsid w:val="0084601E"/>
    <w:rsid w:val="008462EE"/>
    <w:rsid w:val="00846C09"/>
    <w:rsid w:val="00846E49"/>
    <w:rsid w:val="00846ECD"/>
    <w:rsid w:val="00847A9F"/>
    <w:rsid w:val="00847AD9"/>
    <w:rsid w:val="00847D3D"/>
    <w:rsid w:val="00847D4F"/>
    <w:rsid w:val="0085021D"/>
    <w:rsid w:val="00850220"/>
    <w:rsid w:val="00850222"/>
    <w:rsid w:val="00850372"/>
    <w:rsid w:val="008507EB"/>
    <w:rsid w:val="00850869"/>
    <w:rsid w:val="00850D33"/>
    <w:rsid w:val="00851130"/>
    <w:rsid w:val="0085120C"/>
    <w:rsid w:val="008512A0"/>
    <w:rsid w:val="00851D5A"/>
    <w:rsid w:val="00851FBF"/>
    <w:rsid w:val="008520CB"/>
    <w:rsid w:val="00852615"/>
    <w:rsid w:val="0085261B"/>
    <w:rsid w:val="008527ED"/>
    <w:rsid w:val="00852BD6"/>
    <w:rsid w:val="00852DE8"/>
    <w:rsid w:val="00853291"/>
    <w:rsid w:val="00853361"/>
    <w:rsid w:val="008533E7"/>
    <w:rsid w:val="008534C1"/>
    <w:rsid w:val="008534D7"/>
    <w:rsid w:val="008538D6"/>
    <w:rsid w:val="008540AC"/>
    <w:rsid w:val="00854C10"/>
    <w:rsid w:val="00854CD5"/>
    <w:rsid w:val="00854D62"/>
    <w:rsid w:val="00855740"/>
    <w:rsid w:val="00855C1E"/>
    <w:rsid w:val="00855DE0"/>
    <w:rsid w:val="00856073"/>
    <w:rsid w:val="0085635C"/>
    <w:rsid w:val="00856824"/>
    <w:rsid w:val="008569C6"/>
    <w:rsid w:val="00856E5F"/>
    <w:rsid w:val="00856F43"/>
    <w:rsid w:val="00856FE0"/>
    <w:rsid w:val="0085744B"/>
    <w:rsid w:val="00857455"/>
    <w:rsid w:val="008575E9"/>
    <w:rsid w:val="008576AE"/>
    <w:rsid w:val="0085779B"/>
    <w:rsid w:val="00860025"/>
    <w:rsid w:val="0086023B"/>
    <w:rsid w:val="008605A3"/>
    <w:rsid w:val="008605F7"/>
    <w:rsid w:val="0086071E"/>
    <w:rsid w:val="00860A55"/>
    <w:rsid w:val="00860DCA"/>
    <w:rsid w:val="00861150"/>
    <w:rsid w:val="0086127C"/>
    <w:rsid w:val="008612C4"/>
    <w:rsid w:val="008618A5"/>
    <w:rsid w:val="00861956"/>
    <w:rsid w:val="00861B20"/>
    <w:rsid w:val="00861C37"/>
    <w:rsid w:val="00861E8E"/>
    <w:rsid w:val="00861F51"/>
    <w:rsid w:val="00862311"/>
    <w:rsid w:val="00862494"/>
    <w:rsid w:val="00862591"/>
    <w:rsid w:val="0086261E"/>
    <w:rsid w:val="008626EF"/>
    <w:rsid w:val="0086288F"/>
    <w:rsid w:val="008628C6"/>
    <w:rsid w:val="008629C3"/>
    <w:rsid w:val="00862E33"/>
    <w:rsid w:val="008631C5"/>
    <w:rsid w:val="00863334"/>
    <w:rsid w:val="00863358"/>
    <w:rsid w:val="0086366D"/>
    <w:rsid w:val="0086387C"/>
    <w:rsid w:val="00863AF7"/>
    <w:rsid w:val="00864411"/>
    <w:rsid w:val="008645C6"/>
    <w:rsid w:val="008645D9"/>
    <w:rsid w:val="00864F04"/>
    <w:rsid w:val="00865104"/>
    <w:rsid w:val="008651C6"/>
    <w:rsid w:val="008651E9"/>
    <w:rsid w:val="00865505"/>
    <w:rsid w:val="00865549"/>
    <w:rsid w:val="00865720"/>
    <w:rsid w:val="008659F9"/>
    <w:rsid w:val="00865EBE"/>
    <w:rsid w:val="00866628"/>
    <w:rsid w:val="00866965"/>
    <w:rsid w:val="00866B11"/>
    <w:rsid w:val="00866D4C"/>
    <w:rsid w:val="00866E33"/>
    <w:rsid w:val="008670D8"/>
    <w:rsid w:val="0086721E"/>
    <w:rsid w:val="00867458"/>
    <w:rsid w:val="00867C02"/>
    <w:rsid w:val="00867C23"/>
    <w:rsid w:val="008700A3"/>
    <w:rsid w:val="00870528"/>
    <w:rsid w:val="0087059C"/>
    <w:rsid w:val="008708C0"/>
    <w:rsid w:val="00870BF4"/>
    <w:rsid w:val="00870D60"/>
    <w:rsid w:val="00870FDF"/>
    <w:rsid w:val="00871005"/>
    <w:rsid w:val="00871228"/>
    <w:rsid w:val="00871369"/>
    <w:rsid w:val="0087157E"/>
    <w:rsid w:val="008716E2"/>
    <w:rsid w:val="00871B40"/>
    <w:rsid w:val="00871C25"/>
    <w:rsid w:val="00872330"/>
    <w:rsid w:val="00872616"/>
    <w:rsid w:val="00872932"/>
    <w:rsid w:val="00872B6E"/>
    <w:rsid w:val="00872C6B"/>
    <w:rsid w:val="00872E98"/>
    <w:rsid w:val="00872FD1"/>
    <w:rsid w:val="008734F9"/>
    <w:rsid w:val="00873891"/>
    <w:rsid w:val="00873967"/>
    <w:rsid w:val="00873A46"/>
    <w:rsid w:val="00873B03"/>
    <w:rsid w:val="008740FF"/>
    <w:rsid w:val="00874145"/>
    <w:rsid w:val="00874170"/>
    <w:rsid w:val="008742B4"/>
    <w:rsid w:val="008743BD"/>
    <w:rsid w:val="008744B5"/>
    <w:rsid w:val="0087466F"/>
    <w:rsid w:val="00874B52"/>
    <w:rsid w:val="00874E4A"/>
    <w:rsid w:val="00874F44"/>
    <w:rsid w:val="008750CB"/>
    <w:rsid w:val="0087543D"/>
    <w:rsid w:val="0087574D"/>
    <w:rsid w:val="008757C5"/>
    <w:rsid w:val="00875946"/>
    <w:rsid w:val="00875B2A"/>
    <w:rsid w:val="00875F77"/>
    <w:rsid w:val="00876005"/>
    <w:rsid w:val="00876327"/>
    <w:rsid w:val="008763D1"/>
    <w:rsid w:val="008764AE"/>
    <w:rsid w:val="00876978"/>
    <w:rsid w:val="00876A3B"/>
    <w:rsid w:val="00876D48"/>
    <w:rsid w:val="00876D74"/>
    <w:rsid w:val="0087701D"/>
    <w:rsid w:val="008774CE"/>
    <w:rsid w:val="008777D8"/>
    <w:rsid w:val="00877884"/>
    <w:rsid w:val="008778C1"/>
    <w:rsid w:val="00877928"/>
    <w:rsid w:val="00877ACB"/>
    <w:rsid w:val="00877C23"/>
    <w:rsid w:val="00877DFD"/>
    <w:rsid w:val="008801F5"/>
    <w:rsid w:val="00880251"/>
    <w:rsid w:val="008803F0"/>
    <w:rsid w:val="00880557"/>
    <w:rsid w:val="00880642"/>
    <w:rsid w:val="00880974"/>
    <w:rsid w:val="00880B91"/>
    <w:rsid w:val="00880E51"/>
    <w:rsid w:val="00881300"/>
    <w:rsid w:val="00881753"/>
    <w:rsid w:val="00881AD1"/>
    <w:rsid w:val="00881B0E"/>
    <w:rsid w:val="00881C5C"/>
    <w:rsid w:val="00881CCD"/>
    <w:rsid w:val="00881E27"/>
    <w:rsid w:val="00881E38"/>
    <w:rsid w:val="00882755"/>
    <w:rsid w:val="008828EF"/>
    <w:rsid w:val="00882AA3"/>
    <w:rsid w:val="0088302A"/>
    <w:rsid w:val="008832EE"/>
    <w:rsid w:val="008833DA"/>
    <w:rsid w:val="008839ED"/>
    <w:rsid w:val="00883C23"/>
    <w:rsid w:val="00883CE2"/>
    <w:rsid w:val="00884202"/>
    <w:rsid w:val="00884322"/>
    <w:rsid w:val="008843C5"/>
    <w:rsid w:val="00884628"/>
    <w:rsid w:val="00884B1D"/>
    <w:rsid w:val="0088505D"/>
    <w:rsid w:val="0088511C"/>
    <w:rsid w:val="0088546E"/>
    <w:rsid w:val="00885681"/>
    <w:rsid w:val="00885912"/>
    <w:rsid w:val="00885C6B"/>
    <w:rsid w:val="00885E45"/>
    <w:rsid w:val="00885E65"/>
    <w:rsid w:val="0088626F"/>
    <w:rsid w:val="00886DC5"/>
    <w:rsid w:val="00886E50"/>
    <w:rsid w:val="00886E76"/>
    <w:rsid w:val="00886FB1"/>
    <w:rsid w:val="00887479"/>
    <w:rsid w:val="008875A3"/>
    <w:rsid w:val="008875D5"/>
    <w:rsid w:val="008877F9"/>
    <w:rsid w:val="00887856"/>
    <w:rsid w:val="00887FFA"/>
    <w:rsid w:val="008902DE"/>
    <w:rsid w:val="00890699"/>
    <w:rsid w:val="008907BF"/>
    <w:rsid w:val="00890B1D"/>
    <w:rsid w:val="00890F30"/>
    <w:rsid w:val="0089121B"/>
    <w:rsid w:val="0089134E"/>
    <w:rsid w:val="00891355"/>
    <w:rsid w:val="00891395"/>
    <w:rsid w:val="008913AB"/>
    <w:rsid w:val="0089163D"/>
    <w:rsid w:val="0089168C"/>
    <w:rsid w:val="00891FCB"/>
    <w:rsid w:val="0089206F"/>
    <w:rsid w:val="008921B5"/>
    <w:rsid w:val="0089259E"/>
    <w:rsid w:val="00892872"/>
    <w:rsid w:val="00892CB3"/>
    <w:rsid w:val="00892DB4"/>
    <w:rsid w:val="00892F97"/>
    <w:rsid w:val="008931E8"/>
    <w:rsid w:val="0089326D"/>
    <w:rsid w:val="00893562"/>
    <w:rsid w:val="0089384C"/>
    <w:rsid w:val="00893C97"/>
    <w:rsid w:val="00893CEF"/>
    <w:rsid w:val="00894075"/>
    <w:rsid w:val="00894220"/>
    <w:rsid w:val="008942B4"/>
    <w:rsid w:val="00894CE6"/>
    <w:rsid w:val="0089516B"/>
    <w:rsid w:val="008953A0"/>
    <w:rsid w:val="00895506"/>
    <w:rsid w:val="00895A52"/>
    <w:rsid w:val="00895ABD"/>
    <w:rsid w:val="00895FAB"/>
    <w:rsid w:val="00896102"/>
    <w:rsid w:val="0089634F"/>
    <w:rsid w:val="00896426"/>
    <w:rsid w:val="0089668F"/>
    <w:rsid w:val="0089674A"/>
    <w:rsid w:val="00896946"/>
    <w:rsid w:val="00896E82"/>
    <w:rsid w:val="00897022"/>
    <w:rsid w:val="00897B45"/>
    <w:rsid w:val="00897C4F"/>
    <w:rsid w:val="00897E14"/>
    <w:rsid w:val="00897F30"/>
    <w:rsid w:val="008A008A"/>
    <w:rsid w:val="008A0129"/>
    <w:rsid w:val="008A040F"/>
    <w:rsid w:val="008A0491"/>
    <w:rsid w:val="008A0784"/>
    <w:rsid w:val="008A0EC4"/>
    <w:rsid w:val="008A12B7"/>
    <w:rsid w:val="008A12FB"/>
    <w:rsid w:val="008A188A"/>
    <w:rsid w:val="008A1B46"/>
    <w:rsid w:val="008A1B64"/>
    <w:rsid w:val="008A1EA8"/>
    <w:rsid w:val="008A1FBE"/>
    <w:rsid w:val="008A2068"/>
    <w:rsid w:val="008A2155"/>
    <w:rsid w:val="008A220C"/>
    <w:rsid w:val="008A22D6"/>
    <w:rsid w:val="008A2874"/>
    <w:rsid w:val="008A29D0"/>
    <w:rsid w:val="008A30F7"/>
    <w:rsid w:val="008A32AC"/>
    <w:rsid w:val="008A34AC"/>
    <w:rsid w:val="008A3788"/>
    <w:rsid w:val="008A3CB8"/>
    <w:rsid w:val="008A41CB"/>
    <w:rsid w:val="008A4396"/>
    <w:rsid w:val="008A4A93"/>
    <w:rsid w:val="008A505C"/>
    <w:rsid w:val="008A5193"/>
    <w:rsid w:val="008A58F2"/>
    <w:rsid w:val="008A59CA"/>
    <w:rsid w:val="008A59E3"/>
    <w:rsid w:val="008A5DA4"/>
    <w:rsid w:val="008A61B9"/>
    <w:rsid w:val="008A660B"/>
    <w:rsid w:val="008A6EB8"/>
    <w:rsid w:val="008A6EF3"/>
    <w:rsid w:val="008A71FB"/>
    <w:rsid w:val="008A746A"/>
    <w:rsid w:val="008A7CB2"/>
    <w:rsid w:val="008A7CD4"/>
    <w:rsid w:val="008A7D19"/>
    <w:rsid w:val="008B04A6"/>
    <w:rsid w:val="008B0710"/>
    <w:rsid w:val="008B0D4F"/>
    <w:rsid w:val="008B110D"/>
    <w:rsid w:val="008B1133"/>
    <w:rsid w:val="008B12CE"/>
    <w:rsid w:val="008B132E"/>
    <w:rsid w:val="008B142A"/>
    <w:rsid w:val="008B16AA"/>
    <w:rsid w:val="008B17EB"/>
    <w:rsid w:val="008B1B6F"/>
    <w:rsid w:val="008B1F43"/>
    <w:rsid w:val="008B265E"/>
    <w:rsid w:val="008B2A67"/>
    <w:rsid w:val="008B3321"/>
    <w:rsid w:val="008B343E"/>
    <w:rsid w:val="008B344F"/>
    <w:rsid w:val="008B3817"/>
    <w:rsid w:val="008B3839"/>
    <w:rsid w:val="008B3BE8"/>
    <w:rsid w:val="008B3D3D"/>
    <w:rsid w:val="008B3FB9"/>
    <w:rsid w:val="008B454F"/>
    <w:rsid w:val="008B4554"/>
    <w:rsid w:val="008B45A1"/>
    <w:rsid w:val="008B4748"/>
    <w:rsid w:val="008B491E"/>
    <w:rsid w:val="008B4B12"/>
    <w:rsid w:val="008B4F96"/>
    <w:rsid w:val="008B5220"/>
    <w:rsid w:val="008B5491"/>
    <w:rsid w:val="008B55F3"/>
    <w:rsid w:val="008B5962"/>
    <w:rsid w:val="008B5B4A"/>
    <w:rsid w:val="008B6066"/>
    <w:rsid w:val="008B62D5"/>
    <w:rsid w:val="008B6638"/>
    <w:rsid w:val="008B6800"/>
    <w:rsid w:val="008B6862"/>
    <w:rsid w:val="008B6AF0"/>
    <w:rsid w:val="008B6B78"/>
    <w:rsid w:val="008B7B6F"/>
    <w:rsid w:val="008B7DF8"/>
    <w:rsid w:val="008B7FF1"/>
    <w:rsid w:val="008C0266"/>
    <w:rsid w:val="008C0357"/>
    <w:rsid w:val="008C03D2"/>
    <w:rsid w:val="008C06DC"/>
    <w:rsid w:val="008C0B5A"/>
    <w:rsid w:val="008C0C4C"/>
    <w:rsid w:val="008C0DD8"/>
    <w:rsid w:val="008C0E92"/>
    <w:rsid w:val="008C0EFF"/>
    <w:rsid w:val="008C1AB7"/>
    <w:rsid w:val="008C1C99"/>
    <w:rsid w:val="008C1E2A"/>
    <w:rsid w:val="008C22C0"/>
    <w:rsid w:val="008C24A8"/>
    <w:rsid w:val="008C25C0"/>
    <w:rsid w:val="008C2625"/>
    <w:rsid w:val="008C2857"/>
    <w:rsid w:val="008C29FD"/>
    <w:rsid w:val="008C2C75"/>
    <w:rsid w:val="008C2D81"/>
    <w:rsid w:val="008C3155"/>
    <w:rsid w:val="008C319D"/>
    <w:rsid w:val="008C35AB"/>
    <w:rsid w:val="008C3624"/>
    <w:rsid w:val="008C36E7"/>
    <w:rsid w:val="008C370D"/>
    <w:rsid w:val="008C3757"/>
    <w:rsid w:val="008C37BF"/>
    <w:rsid w:val="008C3A12"/>
    <w:rsid w:val="008C3CBC"/>
    <w:rsid w:val="008C3E2C"/>
    <w:rsid w:val="008C3EAA"/>
    <w:rsid w:val="008C3F06"/>
    <w:rsid w:val="008C4312"/>
    <w:rsid w:val="008C46D8"/>
    <w:rsid w:val="008C48BE"/>
    <w:rsid w:val="008C49C7"/>
    <w:rsid w:val="008C4BDD"/>
    <w:rsid w:val="008C4C03"/>
    <w:rsid w:val="008C5291"/>
    <w:rsid w:val="008C53A2"/>
    <w:rsid w:val="008C552B"/>
    <w:rsid w:val="008C5537"/>
    <w:rsid w:val="008C5596"/>
    <w:rsid w:val="008C583B"/>
    <w:rsid w:val="008C5AE4"/>
    <w:rsid w:val="008C5B25"/>
    <w:rsid w:val="008C5B90"/>
    <w:rsid w:val="008C61EC"/>
    <w:rsid w:val="008C62DA"/>
    <w:rsid w:val="008C639F"/>
    <w:rsid w:val="008C6445"/>
    <w:rsid w:val="008C68CA"/>
    <w:rsid w:val="008C71E1"/>
    <w:rsid w:val="008C725C"/>
    <w:rsid w:val="008C76A8"/>
    <w:rsid w:val="008C7743"/>
    <w:rsid w:val="008C7843"/>
    <w:rsid w:val="008D0287"/>
    <w:rsid w:val="008D0557"/>
    <w:rsid w:val="008D0A49"/>
    <w:rsid w:val="008D0D2C"/>
    <w:rsid w:val="008D0D73"/>
    <w:rsid w:val="008D10A5"/>
    <w:rsid w:val="008D132F"/>
    <w:rsid w:val="008D14C2"/>
    <w:rsid w:val="008D179C"/>
    <w:rsid w:val="008D1923"/>
    <w:rsid w:val="008D1A21"/>
    <w:rsid w:val="008D1BD0"/>
    <w:rsid w:val="008D1C1C"/>
    <w:rsid w:val="008D1D64"/>
    <w:rsid w:val="008D2204"/>
    <w:rsid w:val="008D223D"/>
    <w:rsid w:val="008D25D3"/>
    <w:rsid w:val="008D2949"/>
    <w:rsid w:val="008D2959"/>
    <w:rsid w:val="008D2A6C"/>
    <w:rsid w:val="008D2CFB"/>
    <w:rsid w:val="008D3CCC"/>
    <w:rsid w:val="008D3D19"/>
    <w:rsid w:val="008D3DDD"/>
    <w:rsid w:val="008D3E4B"/>
    <w:rsid w:val="008D3F0B"/>
    <w:rsid w:val="008D43B6"/>
    <w:rsid w:val="008D4415"/>
    <w:rsid w:val="008D44F4"/>
    <w:rsid w:val="008D45F4"/>
    <w:rsid w:val="008D481C"/>
    <w:rsid w:val="008D4BD5"/>
    <w:rsid w:val="008D53F8"/>
    <w:rsid w:val="008D569C"/>
    <w:rsid w:val="008D5A38"/>
    <w:rsid w:val="008D651E"/>
    <w:rsid w:val="008D6693"/>
    <w:rsid w:val="008D67A1"/>
    <w:rsid w:val="008D687F"/>
    <w:rsid w:val="008D6C2E"/>
    <w:rsid w:val="008D6CC0"/>
    <w:rsid w:val="008D6CEA"/>
    <w:rsid w:val="008D6F1A"/>
    <w:rsid w:val="008D7019"/>
    <w:rsid w:val="008D7058"/>
    <w:rsid w:val="008D70F7"/>
    <w:rsid w:val="008D7344"/>
    <w:rsid w:val="008D7605"/>
    <w:rsid w:val="008D7BB7"/>
    <w:rsid w:val="008E057C"/>
    <w:rsid w:val="008E05DF"/>
    <w:rsid w:val="008E081C"/>
    <w:rsid w:val="008E08C3"/>
    <w:rsid w:val="008E094D"/>
    <w:rsid w:val="008E0A74"/>
    <w:rsid w:val="008E0BB9"/>
    <w:rsid w:val="008E0BFC"/>
    <w:rsid w:val="008E1467"/>
    <w:rsid w:val="008E14DF"/>
    <w:rsid w:val="008E1A1A"/>
    <w:rsid w:val="008E1AC5"/>
    <w:rsid w:val="008E1FB3"/>
    <w:rsid w:val="008E2246"/>
    <w:rsid w:val="008E29B2"/>
    <w:rsid w:val="008E3148"/>
    <w:rsid w:val="008E31CB"/>
    <w:rsid w:val="008E3340"/>
    <w:rsid w:val="008E3419"/>
    <w:rsid w:val="008E38B7"/>
    <w:rsid w:val="008E38C0"/>
    <w:rsid w:val="008E3A96"/>
    <w:rsid w:val="008E3C0D"/>
    <w:rsid w:val="008E3F35"/>
    <w:rsid w:val="008E3F92"/>
    <w:rsid w:val="008E4087"/>
    <w:rsid w:val="008E4216"/>
    <w:rsid w:val="008E46CF"/>
    <w:rsid w:val="008E48D2"/>
    <w:rsid w:val="008E4D80"/>
    <w:rsid w:val="008E50B5"/>
    <w:rsid w:val="008E5534"/>
    <w:rsid w:val="008E5B4F"/>
    <w:rsid w:val="008E619A"/>
    <w:rsid w:val="008E61FF"/>
    <w:rsid w:val="008E6243"/>
    <w:rsid w:val="008E64FF"/>
    <w:rsid w:val="008E678D"/>
    <w:rsid w:val="008E6AD2"/>
    <w:rsid w:val="008E6B45"/>
    <w:rsid w:val="008E6F78"/>
    <w:rsid w:val="008E716A"/>
    <w:rsid w:val="008E740B"/>
    <w:rsid w:val="008E79AF"/>
    <w:rsid w:val="008E7B03"/>
    <w:rsid w:val="008F0066"/>
    <w:rsid w:val="008F01C7"/>
    <w:rsid w:val="008F037E"/>
    <w:rsid w:val="008F0902"/>
    <w:rsid w:val="008F0D27"/>
    <w:rsid w:val="008F0E10"/>
    <w:rsid w:val="008F10FA"/>
    <w:rsid w:val="008F11B6"/>
    <w:rsid w:val="008F12F3"/>
    <w:rsid w:val="008F133A"/>
    <w:rsid w:val="008F1468"/>
    <w:rsid w:val="008F1A2B"/>
    <w:rsid w:val="008F1A8E"/>
    <w:rsid w:val="008F1B41"/>
    <w:rsid w:val="008F22F0"/>
    <w:rsid w:val="008F2875"/>
    <w:rsid w:val="008F2C42"/>
    <w:rsid w:val="008F2D8C"/>
    <w:rsid w:val="008F2E7D"/>
    <w:rsid w:val="008F367D"/>
    <w:rsid w:val="008F37B4"/>
    <w:rsid w:val="008F3A17"/>
    <w:rsid w:val="008F3ADF"/>
    <w:rsid w:val="008F3AF0"/>
    <w:rsid w:val="008F3DE0"/>
    <w:rsid w:val="008F3E0B"/>
    <w:rsid w:val="008F40C2"/>
    <w:rsid w:val="008F440E"/>
    <w:rsid w:val="008F457A"/>
    <w:rsid w:val="008F4AE2"/>
    <w:rsid w:val="008F4BB4"/>
    <w:rsid w:val="008F4E2B"/>
    <w:rsid w:val="008F4EE6"/>
    <w:rsid w:val="008F53CC"/>
    <w:rsid w:val="008F541C"/>
    <w:rsid w:val="008F5426"/>
    <w:rsid w:val="008F550D"/>
    <w:rsid w:val="008F5A40"/>
    <w:rsid w:val="008F5D3C"/>
    <w:rsid w:val="008F5DAA"/>
    <w:rsid w:val="008F6033"/>
    <w:rsid w:val="008F6232"/>
    <w:rsid w:val="008F6358"/>
    <w:rsid w:val="008F65FF"/>
    <w:rsid w:val="008F666A"/>
    <w:rsid w:val="008F6727"/>
    <w:rsid w:val="008F6B7D"/>
    <w:rsid w:val="008F6CDB"/>
    <w:rsid w:val="008F7306"/>
    <w:rsid w:val="008F7579"/>
    <w:rsid w:val="008F7702"/>
    <w:rsid w:val="008F7CC5"/>
    <w:rsid w:val="00900134"/>
    <w:rsid w:val="0090024A"/>
    <w:rsid w:val="0090039D"/>
    <w:rsid w:val="009004AE"/>
    <w:rsid w:val="00900605"/>
    <w:rsid w:val="0090085B"/>
    <w:rsid w:val="00900873"/>
    <w:rsid w:val="00900928"/>
    <w:rsid w:val="00900B01"/>
    <w:rsid w:val="00900DF2"/>
    <w:rsid w:val="00900E67"/>
    <w:rsid w:val="00901170"/>
    <w:rsid w:val="0090138E"/>
    <w:rsid w:val="009013AA"/>
    <w:rsid w:val="00901420"/>
    <w:rsid w:val="009015F3"/>
    <w:rsid w:val="00901B33"/>
    <w:rsid w:val="00901BB8"/>
    <w:rsid w:val="00901D64"/>
    <w:rsid w:val="00902040"/>
    <w:rsid w:val="00902290"/>
    <w:rsid w:val="00902306"/>
    <w:rsid w:val="0090266D"/>
    <w:rsid w:val="00902959"/>
    <w:rsid w:val="009029C8"/>
    <w:rsid w:val="00902FAF"/>
    <w:rsid w:val="00903103"/>
    <w:rsid w:val="0090312A"/>
    <w:rsid w:val="00903264"/>
    <w:rsid w:val="00903E38"/>
    <w:rsid w:val="00903E57"/>
    <w:rsid w:val="0090403B"/>
    <w:rsid w:val="0090436B"/>
    <w:rsid w:val="00904751"/>
    <w:rsid w:val="00904A8B"/>
    <w:rsid w:val="00904DA1"/>
    <w:rsid w:val="00904E0E"/>
    <w:rsid w:val="00904E4C"/>
    <w:rsid w:val="009058B8"/>
    <w:rsid w:val="009058DC"/>
    <w:rsid w:val="009059DF"/>
    <w:rsid w:val="00905A80"/>
    <w:rsid w:val="00905B72"/>
    <w:rsid w:val="00905C46"/>
    <w:rsid w:val="00905F66"/>
    <w:rsid w:val="00906165"/>
    <w:rsid w:val="00906190"/>
    <w:rsid w:val="00906318"/>
    <w:rsid w:val="009063F8"/>
    <w:rsid w:val="009064E1"/>
    <w:rsid w:val="0090698E"/>
    <w:rsid w:val="00906BCC"/>
    <w:rsid w:val="00907132"/>
    <w:rsid w:val="009071EE"/>
    <w:rsid w:val="00907254"/>
    <w:rsid w:val="0090786C"/>
    <w:rsid w:val="00907AC8"/>
    <w:rsid w:val="00907BDB"/>
    <w:rsid w:val="00910517"/>
    <w:rsid w:val="009109E9"/>
    <w:rsid w:val="00910AA2"/>
    <w:rsid w:val="00911277"/>
    <w:rsid w:val="009112B6"/>
    <w:rsid w:val="009113F7"/>
    <w:rsid w:val="009115FA"/>
    <w:rsid w:val="00911732"/>
    <w:rsid w:val="00911871"/>
    <w:rsid w:val="00911B39"/>
    <w:rsid w:val="00911B46"/>
    <w:rsid w:val="00911C01"/>
    <w:rsid w:val="00911D80"/>
    <w:rsid w:val="00912199"/>
    <w:rsid w:val="009121AB"/>
    <w:rsid w:val="009123D7"/>
    <w:rsid w:val="009125BA"/>
    <w:rsid w:val="0091266D"/>
    <w:rsid w:val="009128B5"/>
    <w:rsid w:val="009128B8"/>
    <w:rsid w:val="00912AE3"/>
    <w:rsid w:val="00912C93"/>
    <w:rsid w:val="00912CB3"/>
    <w:rsid w:val="00913074"/>
    <w:rsid w:val="009132F6"/>
    <w:rsid w:val="0091334A"/>
    <w:rsid w:val="0091345D"/>
    <w:rsid w:val="009134A6"/>
    <w:rsid w:val="009139D4"/>
    <w:rsid w:val="00913BD7"/>
    <w:rsid w:val="00913D0D"/>
    <w:rsid w:val="00913D1C"/>
    <w:rsid w:val="00913D57"/>
    <w:rsid w:val="00913F1E"/>
    <w:rsid w:val="0091418C"/>
    <w:rsid w:val="00914198"/>
    <w:rsid w:val="0091425A"/>
    <w:rsid w:val="009142B4"/>
    <w:rsid w:val="009144B4"/>
    <w:rsid w:val="00914761"/>
    <w:rsid w:val="009147DE"/>
    <w:rsid w:val="00914803"/>
    <w:rsid w:val="0091496D"/>
    <w:rsid w:val="00914D34"/>
    <w:rsid w:val="00914EE0"/>
    <w:rsid w:val="0091509E"/>
    <w:rsid w:val="00915456"/>
    <w:rsid w:val="00915504"/>
    <w:rsid w:val="0091555C"/>
    <w:rsid w:val="009157F6"/>
    <w:rsid w:val="009157FE"/>
    <w:rsid w:val="00915CC2"/>
    <w:rsid w:val="00915D9D"/>
    <w:rsid w:val="009160A6"/>
    <w:rsid w:val="0091630A"/>
    <w:rsid w:val="00916409"/>
    <w:rsid w:val="009167EC"/>
    <w:rsid w:val="0091690A"/>
    <w:rsid w:val="00916AB2"/>
    <w:rsid w:val="00916B74"/>
    <w:rsid w:val="00916BE0"/>
    <w:rsid w:val="00916DB5"/>
    <w:rsid w:val="00916F93"/>
    <w:rsid w:val="009171B2"/>
    <w:rsid w:val="009172EE"/>
    <w:rsid w:val="0091751A"/>
    <w:rsid w:val="00917523"/>
    <w:rsid w:val="00917C54"/>
    <w:rsid w:val="00917CC2"/>
    <w:rsid w:val="0092040F"/>
    <w:rsid w:val="009204CF"/>
    <w:rsid w:val="00920988"/>
    <w:rsid w:val="00920A89"/>
    <w:rsid w:val="00920B3A"/>
    <w:rsid w:val="00921335"/>
    <w:rsid w:val="00921AE0"/>
    <w:rsid w:val="00921C05"/>
    <w:rsid w:val="009220ED"/>
    <w:rsid w:val="00922391"/>
    <w:rsid w:val="00922652"/>
    <w:rsid w:val="00922BA1"/>
    <w:rsid w:val="00923881"/>
    <w:rsid w:val="00923927"/>
    <w:rsid w:val="00923B05"/>
    <w:rsid w:val="00923B3E"/>
    <w:rsid w:val="00923F65"/>
    <w:rsid w:val="00924338"/>
    <w:rsid w:val="009245F5"/>
    <w:rsid w:val="009248B0"/>
    <w:rsid w:val="0092553B"/>
    <w:rsid w:val="00925662"/>
    <w:rsid w:val="0092575B"/>
    <w:rsid w:val="009257C8"/>
    <w:rsid w:val="009259F0"/>
    <w:rsid w:val="00925AB6"/>
    <w:rsid w:val="00925B20"/>
    <w:rsid w:val="00925D89"/>
    <w:rsid w:val="009260C1"/>
    <w:rsid w:val="0092626D"/>
    <w:rsid w:val="009262AD"/>
    <w:rsid w:val="00926526"/>
    <w:rsid w:val="0092655E"/>
    <w:rsid w:val="00926950"/>
    <w:rsid w:val="00926B2A"/>
    <w:rsid w:val="00926CFD"/>
    <w:rsid w:val="00926FCA"/>
    <w:rsid w:val="00927378"/>
    <w:rsid w:val="009274E9"/>
    <w:rsid w:val="00927674"/>
    <w:rsid w:val="009276AD"/>
    <w:rsid w:val="0092786D"/>
    <w:rsid w:val="00927B46"/>
    <w:rsid w:val="00927C98"/>
    <w:rsid w:val="00927D6A"/>
    <w:rsid w:val="00927D6F"/>
    <w:rsid w:val="00927DCA"/>
    <w:rsid w:val="00927E22"/>
    <w:rsid w:val="00927EC5"/>
    <w:rsid w:val="009301BD"/>
    <w:rsid w:val="0093029B"/>
    <w:rsid w:val="009304EC"/>
    <w:rsid w:val="00930A62"/>
    <w:rsid w:val="00930D52"/>
    <w:rsid w:val="00931009"/>
    <w:rsid w:val="00931025"/>
    <w:rsid w:val="00931045"/>
    <w:rsid w:val="009312B1"/>
    <w:rsid w:val="0093153A"/>
    <w:rsid w:val="00931A7F"/>
    <w:rsid w:val="00931FD6"/>
    <w:rsid w:val="00931FEF"/>
    <w:rsid w:val="009321F3"/>
    <w:rsid w:val="00932229"/>
    <w:rsid w:val="0093239B"/>
    <w:rsid w:val="009324A4"/>
    <w:rsid w:val="0093256B"/>
    <w:rsid w:val="00932BD7"/>
    <w:rsid w:val="00933375"/>
    <w:rsid w:val="009335D2"/>
    <w:rsid w:val="00933827"/>
    <w:rsid w:val="00933D90"/>
    <w:rsid w:val="00933EB6"/>
    <w:rsid w:val="00934040"/>
    <w:rsid w:val="009346AE"/>
    <w:rsid w:val="00935199"/>
    <w:rsid w:val="009357F0"/>
    <w:rsid w:val="009358D4"/>
    <w:rsid w:val="00935A6C"/>
    <w:rsid w:val="009360DD"/>
    <w:rsid w:val="00936284"/>
    <w:rsid w:val="00936390"/>
    <w:rsid w:val="0093655C"/>
    <w:rsid w:val="00936674"/>
    <w:rsid w:val="00936992"/>
    <w:rsid w:val="00936AA9"/>
    <w:rsid w:val="00936DAF"/>
    <w:rsid w:val="00936F92"/>
    <w:rsid w:val="00937192"/>
    <w:rsid w:val="009371BF"/>
    <w:rsid w:val="00937676"/>
    <w:rsid w:val="00937711"/>
    <w:rsid w:val="009377EF"/>
    <w:rsid w:val="00937857"/>
    <w:rsid w:val="00937C1B"/>
    <w:rsid w:val="00937C44"/>
    <w:rsid w:val="0094000A"/>
    <w:rsid w:val="00940094"/>
    <w:rsid w:val="00940138"/>
    <w:rsid w:val="009404A3"/>
    <w:rsid w:val="009406B4"/>
    <w:rsid w:val="009408F2"/>
    <w:rsid w:val="00940A9B"/>
    <w:rsid w:val="00940B88"/>
    <w:rsid w:val="00940BEA"/>
    <w:rsid w:val="00940D87"/>
    <w:rsid w:val="00940EFE"/>
    <w:rsid w:val="00940F72"/>
    <w:rsid w:val="00941069"/>
    <w:rsid w:val="0094107C"/>
    <w:rsid w:val="0094117A"/>
    <w:rsid w:val="00941235"/>
    <w:rsid w:val="00941287"/>
    <w:rsid w:val="00941701"/>
    <w:rsid w:val="00941707"/>
    <w:rsid w:val="00941D1C"/>
    <w:rsid w:val="00941E8F"/>
    <w:rsid w:val="0094212E"/>
    <w:rsid w:val="009421D1"/>
    <w:rsid w:val="00942436"/>
    <w:rsid w:val="00942592"/>
    <w:rsid w:val="00942884"/>
    <w:rsid w:val="00942B34"/>
    <w:rsid w:val="00942F03"/>
    <w:rsid w:val="009430C4"/>
    <w:rsid w:val="0094330A"/>
    <w:rsid w:val="009437A7"/>
    <w:rsid w:val="00943876"/>
    <w:rsid w:val="00943B0B"/>
    <w:rsid w:val="00943E78"/>
    <w:rsid w:val="009440A5"/>
    <w:rsid w:val="00944659"/>
    <w:rsid w:val="009446A3"/>
    <w:rsid w:val="00944912"/>
    <w:rsid w:val="00944969"/>
    <w:rsid w:val="009449DA"/>
    <w:rsid w:val="00944D2C"/>
    <w:rsid w:val="00944DF4"/>
    <w:rsid w:val="00944FDA"/>
    <w:rsid w:val="00945062"/>
    <w:rsid w:val="00945084"/>
    <w:rsid w:val="009451BE"/>
    <w:rsid w:val="00945324"/>
    <w:rsid w:val="009454A4"/>
    <w:rsid w:val="009456AA"/>
    <w:rsid w:val="009456EA"/>
    <w:rsid w:val="009458B8"/>
    <w:rsid w:val="00945AA8"/>
    <w:rsid w:val="00945CCE"/>
    <w:rsid w:val="00945E00"/>
    <w:rsid w:val="00945E9B"/>
    <w:rsid w:val="00945FC0"/>
    <w:rsid w:val="009461BF"/>
    <w:rsid w:val="00946537"/>
    <w:rsid w:val="009467D5"/>
    <w:rsid w:val="009467E0"/>
    <w:rsid w:val="00946C72"/>
    <w:rsid w:val="00946CB8"/>
    <w:rsid w:val="00946CED"/>
    <w:rsid w:val="00946D31"/>
    <w:rsid w:val="00946D87"/>
    <w:rsid w:val="00947378"/>
    <w:rsid w:val="00947386"/>
    <w:rsid w:val="009478EC"/>
    <w:rsid w:val="00947A40"/>
    <w:rsid w:val="00947A70"/>
    <w:rsid w:val="00947ABA"/>
    <w:rsid w:val="00947E29"/>
    <w:rsid w:val="009500A5"/>
    <w:rsid w:val="00950223"/>
    <w:rsid w:val="00950500"/>
    <w:rsid w:val="00951083"/>
    <w:rsid w:val="009510F4"/>
    <w:rsid w:val="00951182"/>
    <w:rsid w:val="0095133F"/>
    <w:rsid w:val="009516FF"/>
    <w:rsid w:val="00951825"/>
    <w:rsid w:val="00951881"/>
    <w:rsid w:val="00951AE5"/>
    <w:rsid w:val="00951F84"/>
    <w:rsid w:val="00952274"/>
    <w:rsid w:val="0095244B"/>
    <w:rsid w:val="009524F2"/>
    <w:rsid w:val="00952B05"/>
    <w:rsid w:val="00952DC3"/>
    <w:rsid w:val="00953020"/>
    <w:rsid w:val="009531E5"/>
    <w:rsid w:val="009534AD"/>
    <w:rsid w:val="0095368D"/>
    <w:rsid w:val="009536D0"/>
    <w:rsid w:val="00953754"/>
    <w:rsid w:val="0095392E"/>
    <w:rsid w:val="00953C38"/>
    <w:rsid w:val="00953D6F"/>
    <w:rsid w:val="00953DDA"/>
    <w:rsid w:val="00953F93"/>
    <w:rsid w:val="009540AE"/>
    <w:rsid w:val="009543DD"/>
    <w:rsid w:val="0095483B"/>
    <w:rsid w:val="00954879"/>
    <w:rsid w:val="0095492E"/>
    <w:rsid w:val="00954AEF"/>
    <w:rsid w:val="00954CB4"/>
    <w:rsid w:val="00954CC1"/>
    <w:rsid w:val="00954E5F"/>
    <w:rsid w:val="009551F2"/>
    <w:rsid w:val="009552BB"/>
    <w:rsid w:val="00955313"/>
    <w:rsid w:val="009556C1"/>
    <w:rsid w:val="0095571A"/>
    <w:rsid w:val="0095590B"/>
    <w:rsid w:val="0095592A"/>
    <w:rsid w:val="00955F05"/>
    <w:rsid w:val="009560FC"/>
    <w:rsid w:val="0095616A"/>
    <w:rsid w:val="00956202"/>
    <w:rsid w:val="00956618"/>
    <w:rsid w:val="009568A7"/>
    <w:rsid w:val="00956A4F"/>
    <w:rsid w:val="00956E12"/>
    <w:rsid w:val="00956E8A"/>
    <w:rsid w:val="0095701B"/>
    <w:rsid w:val="009571E7"/>
    <w:rsid w:val="0095748F"/>
    <w:rsid w:val="00957751"/>
    <w:rsid w:val="00957849"/>
    <w:rsid w:val="00957FF9"/>
    <w:rsid w:val="00960224"/>
    <w:rsid w:val="0096023A"/>
    <w:rsid w:val="0096086D"/>
    <w:rsid w:val="00960E1C"/>
    <w:rsid w:val="00961066"/>
    <w:rsid w:val="0096109B"/>
    <w:rsid w:val="00961127"/>
    <w:rsid w:val="009611B9"/>
    <w:rsid w:val="009612ED"/>
    <w:rsid w:val="00961465"/>
    <w:rsid w:val="009616AE"/>
    <w:rsid w:val="009616B4"/>
    <w:rsid w:val="009619AF"/>
    <w:rsid w:val="0096294B"/>
    <w:rsid w:val="00962D8B"/>
    <w:rsid w:val="00962FCB"/>
    <w:rsid w:val="00963039"/>
    <w:rsid w:val="009632B5"/>
    <w:rsid w:val="00963301"/>
    <w:rsid w:val="0096332C"/>
    <w:rsid w:val="009633CB"/>
    <w:rsid w:val="00963B8A"/>
    <w:rsid w:val="00963D4B"/>
    <w:rsid w:val="0096447D"/>
    <w:rsid w:val="009644F5"/>
    <w:rsid w:val="00964533"/>
    <w:rsid w:val="00964782"/>
    <w:rsid w:val="009647BF"/>
    <w:rsid w:val="00964FA3"/>
    <w:rsid w:val="00965061"/>
    <w:rsid w:val="009650CC"/>
    <w:rsid w:val="00965795"/>
    <w:rsid w:val="009657C0"/>
    <w:rsid w:val="00965D09"/>
    <w:rsid w:val="00965DE7"/>
    <w:rsid w:val="00965F37"/>
    <w:rsid w:val="00966103"/>
    <w:rsid w:val="00966521"/>
    <w:rsid w:val="009665BF"/>
    <w:rsid w:val="009665D1"/>
    <w:rsid w:val="00966621"/>
    <w:rsid w:val="009667DB"/>
    <w:rsid w:val="00966B5F"/>
    <w:rsid w:val="00966C06"/>
    <w:rsid w:val="00966D55"/>
    <w:rsid w:val="009671B2"/>
    <w:rsid w:val="009675C9"/>
    <w:rsid w:val="00967A0D"/>
    <w:rsid w:val="00967AB6"/>
    <w:rsid w:val="00967CA6"/>
    <w:rsid w:val="00967EFC"/>
    <w:rsid w:val="00967FB1"/>
    <w:rsid w:val="00970302"/>
    <w:rsid w:val="0097044C"/>
    <w:rsid w:val="009704C3"/>
    <w:rsid w:val="00970519"/>
    <w:rsid w:val="009705C2"/>
    <w:rsid w:val="0097070E"/>
    <w:rsid w:val="00970890"/>
    <w:rsid w:val="00970F49"/>
    <w:rsid w:val="009712E9"/>
    <w:rsid w:val="0097151A"/>
    <w:rsid w:val="00971C52"/>
    <w:rsid w:val="009720C6"/>
    <w:rsid w:val="009722D8"/>
    <w:rsid w:val="0097258E"/>
    <w:rsid w:val="009725FC"/>
    <w:rsid w:val="009727FE"/>
    <w:rsid w:val="00972903"/>
    <w:rsid w:val="009729BD"/>
    <w:rsid w:val="00972BC3"/>
    <w:rsid w:val="00973020"/>
    <w:rsid w:val="00973993"/>
    <w:rsid w:val="00973AD1"/>
    <w:rsid w:val="0097426B"/>
    <w:rsid w:val="0097426E"/>
    <w:rsid w:val="009742B9"/>
    <w:rsid w:val="00974483"/>
    <w:rsid w:val="0097449A"/>
    <w:rsid w:val="00974518"/>
    <w:rsid w:val="0097491F"/>
    <w:rsid w:val="00974A9F"/>
    <w:rsid w:val="00974DBC"/>
    <w:rsid w:val="00974E75"/>
    <w:rsid w:val="00975015"/>
    <w:rsid w:val="0097510E"/>
    <w:rsid w:val="0097547B"/>
    <w:rsid w:val="00975553"/>
    <w:rsid w:val="00975577"/>
    <w:rsid w:val="00975673"/>
    <w:rsid w:val="009756F5"/>
    <w:rsid w:val="00975708"/>
    <w:rsid w:val="00975716"/>
    <w:rsid w:val="00975AD0"/>
    <w:rsid w:val="00975CE0"/>
    <w:rsid w:val="00975D8C"/>
    <w:rsid w:val="00975DF8"/>
    <w:rsid w:val="00975F25"/>
    <w:rsid w:val="009763EF"/>
    <w:rsid w:val="009767B8"/>
    <w:rsid w:val="009767C3"/>
    <w:rsid w:val="0097696F"/>
    <w:rsid w:val="00976F72"/>
    <w:rsid w:val="00977420"/>
    <w:rsid w:val="0097746B"/>
    <w:rsid w:val="009776F4"/>
    <w:rsid w:val="00977CCF"/>
    <w:rsid w:val="009800D0"/>
    <w:rsid w:val="0098026C"/>
    <w:rsid w:val="0098062D"/>
    <w:rsid w:val="009806A4"/>
    <w:rsid w:val="00980958"/>
    <w:rsid w:val="00980A72"/>
    <w:rsid w:val="0098118D"/>
    <w:rsid w:val="009811E6"/>
    <w:rsid w:val="00981680"/>
    <w:rsid w:val="0098192B"/>
    <w:rsid w:val="009819F2"/>
    <w:rsid w:val="00981E03"/>
    <w:rsid w:val="00982498"/>
    <w:rsid w:val="009825CD"/>
    <w:rsid w:val="009827B0"/>
    <w:rsid w:val="0098289A"/>
    <w:rsid w:val="00982945"/>
    <w:rsid w:val="00982A77"/>
    <w:rsid w:val="00982D69"/>
    <w:rsid w:val="00982E8B"/>
    <w:rsid w:val="009830C3"/>
    <w:rsid w:val="009831C0"/>
    <w:rsid w:val="00983736"/>
    <w:rsid w:val="00983933"/>
    <w:rsid w:val="00983D37"/>
    <w:rsid w:val="009846A3"/>
    <w:rsid w:val="009846F9"/>
    <w:rsid w:val="009848B6"/>
    <w:rsid w:val="00984C81"/>
    <w:rsid w:val="00984CB6"/>
    <w:rsid w:val="00985345"/>
    <w:rsid w:val="00985618"/>
    <w:rsid w:val="0098576E"/>
    <w:rsid w:val="00985826"/>
    <w:rsid w:val="00986416"/>
    <w:rsid w:val="00986C51"/>
    <w:rsid w:val="00986D7D"/>
    <w:rsid w:val="00986E4C"/>
    <w:rsid w:val="00986EC5"/>
    <w:rsid w:val="0098709A"/>
    <w:rsid w:val="009871A3"/>
    <w:rsid w:val="009871CA"/>
    <w:rsid w:val="009872A2"/>
    <w:rsid w:val="00987532"/>
    <w:rsid w:val="00987A26"/>
    <w:rsid w:val="00987AC7"/>
    <w:rsid w:val="00987C5B"/>
    <w:rsid w:val="00987D1F"/>
    <w:rsid w:val="00987DF8"/>
    <w:rsid w:val="00987FEE"/>
    <w:rsid w:val="0099018C"/>
    <w:rsid w:val="0099037E"/>
    <w:rsid w:val="009903D4"/>
    <w:rsid w:val="00990404"/>
    <w:rsid w:val="00990803"/>
    <w:rsid w:val="0099099D"/>
    <w:rsid w:val="00990AF2"/>
    <w:rsid w:val="00990D7D"/>
    <w:rsid w:val="00990D8C"/>
    <w:rsid w:val="00990F0C"/>
    <w:rsid w:val="00990F60"/>
    <w:rsid w:val="00991197"/>
    <w:rsid w:val="0099125C"/>
    <w:rsid w:val="00991468"/>
    <w:rsid w:val="00991532"/>
    <w:rsid w:val="00991A47"/>
    <w:rsid w:val="00991C0E"/>
    <w:rsid w:val="00991F8C"/>
    <w:rsid w:val="009921E3"/>
    <w:rsid w:val="009924A1"/>
    <w:rsid w:val="00992597"/>
    <w:rsid w:val="0099298C"/>
    <w:rsid w:val="00992BB0"/>
    <w:rsid w:val="00992D69"/>
    <w:rsid w:val="00992F12"/>
    <w:rsid w:val="009931CB"/>
    <w:rsid w:val="00993563"/>
    <w:rsid w:val="0099359F"/>
    <w:rsid w:val="009936D6"/>
    <w:rsid w:val="00993AAB"/>
    <w:rsid w:val="00993ACA"/>
    <w:rsid w:val="00993CA4"/>
    <w:rsid w:val="00993F32"/>
    <w:rsid w:val="009942A1"/>
    <w:rsid w:val="00994564"/>
    <w:rsid w:val="00994EE1"/>
    <w:rsid w:val="0099529A"/>
    <w:rsid w:val="00995355"/>
    <w:rsid w:val="009954B2"/>
    <w:rsid w:val="009956EA"/>
    <w:rsid w:val="009957CD"/>
    <w:rsid w:val="0099588B"/>
    <w:rsid w:val="009959BB"/>
    <w:rsid w:val="00995BF6"/>
    <w:rsid w:val="00995F91"/>
    <w:rsid w:val="009960F8"/>
    <w:rsid w:val="0099627D"/>
    <w:rsid w:val="009967E0"/>
    <w:rsid w:val="00996843"/>
    <w:rsid w:val="009968CC"/>
    <w:rsid w:val="00996AD6"/>
    <w:rsid w:val="00996DE2"/>
    <w:rsid w:val="00996F18"/>
    <w:rsid w:val="009972EC"/>
    <w:rsid w:val="0099733C"/>
    <w:rsid w:val="009974D2"/>
    <w:rsid w:val="00997838"/>
    <w:rsid w:val="00997A2C"/>
    <w:rsid w:val="00997F38"/>
    <w:rsid w:val="00997F5B"/>
    <w:rsid w:val="009A04ED"/>
    <w:rsid w:val="009A06D9"/>
    <w:rsid w:val="009A0B29"/>
    <w:rsid w:val="009A0D58"/>
    <w:rsid w:val="009A0FD1"/>
    <w:rsid w:val="009A12CE"/>
    <w:rsid w:val="009A13CA"/>
    <w:rsid w:val="009A16F8"/>
    <w:rsid w:val="009A1A83"/>
    <w:rsid w:val="009A1AA9"/>
    <w:rsid w:val="009A1EC0"/>
    <w:rsid w:val="009A227C"/>
    <w:rsid w:val="009A23CC"/>
    <w:rsid w:val="009A2566"/>
    <w:rsid w:val="009A2A5E"/>
    <w:rsid w:val="009A2B1F"/>
    <w:rsid w:val="009A2CB5"/>
    <w:rsid w:val="009A320C"/>
    <w:rsid w:val="009A3589"/>
    <w:rsid w:val="009A4087"/>
    <w:rsid w:val="009A4105"/>
    <w:rsid w:val="009A4417"/>
    <w:rsid w:val="009A47F9"/>
    <w:rsid w:val="009A4B21"/>
    <w:rsid w:val="009A4B38"/>
    <w:rsid w:val="009A4B73"/>
    <w:rsid w:val="009A4CB6"/>
    <w:rsid w:val="009A5098"/>
    <w:rsid w:val="009A51EB"/>
    <w:rsid w:val="009A52E7"/>
    <w:rsid w:val="009A58DD"/>
    <w:rsid w:val="009A58E9"/>
    <w:rsid w:val="009A5A50"/>
    <w:rsid w:val="009A5BB9"/>
    <w:rsid w:val="009A5C2F"/>
    <w:rsid w:val="009A5CDC"/>
    <w:rsid w:val="009A5EA1"/>
    <w:rsid w:val="009A6072"/>
    <w:rsid w:val="009A66F1"/>
    <w:rsid w:val="009A67FE"/>
    <w:rsid w:val="009A6822"/>
    <w:rsid w:val="009A68AF"/>
    <w:rsid w:val="009A6AAF"/>
    <w:rsid w:val="009A6AC3"/>
    <w:rsid w:val="009A6C46"/>
    <w:rsid w:val="009A6E30"/>
    <w:rsid w:val="009A6E9E"/>
    <w:rsid w:val="009A741C"/>
    <w:rsid w:val="009A76BE"/>
    <w:rsid w:val="009A775F"/>
    <w:rsid w:val="009B02CF"/>
    <w:rsid w:val="009B041B"/>
    <w:rsid w:val="009B0628"/>
    <w:rsid w:val="009B0930"/>
    <w:rsid w:val="009B0FC2"/>
    <w:rsid w:val="009B0FEF"/>
    <w:rsid w:val="009B114B"/>
    <w:rsid w:val="009B16CE"/>
    <w:rsid w:val="009B1B0E"/>
    <w:rsid w:val="009B1BF6"/>
    <w:rsid w:val="009B1BFA"/>
    <w:rsid w:val="009B1CDB"/>
    <w:rsid w:val="009B1F3B"/>
    <w:rsid w:val="009B200B"/>
    <w:rsid w:val="009B20EA"/>
    <w:rsid w:val="009B214C"/>
    <w:rsid w:val="009B276D"/>
    <w:rsid w:val="009B2AAC"/>
    <w:rsid w:val="009B2B38"/>
    <w:rsid w:val="009B2CFF"/>
    <w:rsid w:val="009B3031"/>
    <w:rsid w:val="009B3244"/>
    <w:rsid w:val="009B34CD"/>
    <w:rsid w:val="009B353C"/>
    <w:rsid w:val="009B3837"/>
    <w:rsid w:val="009B3971"/>
    <w:rsid w:val="009B39B7"/>
    <w:rsid w:val="009B39CD"/>
    <w:rsid w:val="009B4094"/>
    <w:rsid w:val="009B44F8"/>
    <w:rsid w:val="009B45A9"/>
    <w:rsid w:val="009B4762"/>
    <w:rsid w:val="009B4975"/>
    <w:rsid w:val="009B4DE9"/>
    <w:rsid w:val="009B4F70"/>
    <w:rsid w:val="009B524D"/>
    <w:rsid w:val="009B57C4"/>
    <w:rsid w:val="009B58AF"/>
    <w:rsid w:val="009B58F3"/>
    <w:rsid w:val="009B5F53"/>
    <w:rsid w:val="009B5FC7"/>
    <w:rsid w:val="009B610B"/>
    <w:rsid w:val="009B64D7"/>
    <w:rsid w:val="009B65A0"/>
    <w:rsid w:val="009B67F2"/>
    <w:rsid w:val="009B683A"/>
    <w:rsid w:val="009B6A60"/>
    <w:rsid w:val="009B6CB8"/>
    <w:rsid w:val="009B6F41"/>
    <w:rsid w:val="009B6FF9"/>
    <w:rsid w:val="009B77CC"/>
    <w:rsid w:val="009B7BF7"/>
    <w:rsid w:val="009C0B9E"/>
    <w:rsid w:val="009C0E47"/>
    <w:rsid w:val="009C128B"/>
    <w:rsid w:val="009C1357"/>
    <w:rsid w:val="009C16A7"/>
    <w:rsid w:val="009C1CC8"/>
    <w:rsid w:val="009C1CF6"/>
    <w:rsid w:val="009C1F65"/>
    <w:rsid w:val="009C1FB7"/>
    <w:rsid w:val="009C211E"/>
    <w:rsid w:val="009C2297"/>
    <w:rsid w:val="009C237F"/>
    <w:rsid w:val="009C24A5"/>
    <w:rsid w:val="009C25AF"/>
    <w:rsid w:val="009C2674"/>
    <w:rsid w:val="009C2712"/>
    <w:rsid w:val="009C27D8"/>
    <w:rsid w:val="009C2C41"/>
    <w:rsid w:val="009C31CF"/>
    <w:rsid w:val="009C32B4"/>
    <w:rsid w:val="009C3320"/>
    <w:rsid w:val="009C3516"/>
    <w:rsid w:val="009C3624"/>
    <w:rsid w:val="009C393C"/>
    <w:rsid w:val="009C3C5E"/>
    <w:rsid w:val="009C3D70"/>
    <w:rsid w:val="009C3D7C"/>
    <w:rsid w:val="009C3E14"/>
    <w:rsid w:val="009C3E35"/>
    <w:rsid w:val="009C3F60"/>
    <w:rsid w:val="009C405B"/>
    <w:rsid w:val="009C42EA"/>
    <w:rsid w:val="009C45DD"/>
    <w:rsid w:val="009C49D7"/>
    <w:rsid w:val="009C4C03"/>
    <w:rsid w:val="009C4FD4"/>
    <w:rsid w:val="009C5229"/>
    <w:rsid w:val="009C5363"/>
    <w:rsid w:val="009C5624"/>
    <w:rsid w:val="009C5855"/>
    <w:rsid w:val="009C6064"/>
    <w:rsid w:val="009C65D8"/>
    <w:rsid w:val="009C67CD"/>
    <w:rsid w:val="009C686B"/>
    <w:rsid w:val="009C6B2E"/>
    <w:rsid w:val="009C6BF6"/>
    <w:rsid w:val="009C6CF4"/>
    <w:rsid w:val="009C6D4C"/>
    <w:rsid w:val="009C7129"/>
    <w:rsid w:val="009C7147"/>
    <w:rsid w:val="009C731B"/>
    <w:rsid w:val="009C7549"/>
    <w:rsid w:val="009C7A90"/>
    <w:rsid w:val="009C7DD9"/>
    <w:rsid w:val="009D0062"/>
    <w:rsid w:val="009D00F4"/>
    <w:rsid w:val="009D04BF"/>
    <w:rsid w:val="009D0C0E"/>
    <w:rsid w:val="009D0C8D"/>
    <w:rsid w:val="009D0FE6"/>
    <w:rsid w:val="009D1053"/>
    <w:rsid w:val="009D1153"/>
    <w:rsid w:val="009D14D2"/>
    <w:rsid w:val="009D16BE"/>
    <w:rsid w:val="009D1781"/>
    <w:rsid w:val="009D1F23"/>
    <w:rsid w:val="009D1F29"/>
    <w:rsid w:val="009D1F81"/>
    <w:rsid w:val="009D1FB3"/>
    <w:rsid w:val="009D23CB"/>
    <w:rsid w:val="009D2420"/>
    <w:rsid w:val="009D2796"/>
    <w:rsid w:val="009D28FC"/>
    <w:rsid w:val="009D2BA2"/>
    <w:rsid w:val="009D2BFF"/>
    <w:rsid w:val="009D2D1B"/>
    <w:rsid w:val="009D2F22"/>
    <w:rsid w:val="009D3420"/>
    <w:rsid w:val="009D381B"/>
    <w:rsid w:val="009D3A1F"/>
    <w:rsid w:val="009D3A64"/>
    <w:rsid w:val="009D3A88"/>
    <w:rsid w:val="009D3BE8"/>
    <w:rsid w:val="009D3D28"/>
    <w:rsid w:val="009D3F8D"/>
    <w:rsid w:val="009D42E2"/>
    <w:rsid w:val="009D4348"/>
    <w:rsid w:val="009D44F8"/>
    <w:rsid w:val="009D4852"/>
    <w:rsid w:val="009D48E4"/>
    <w:rsid w:val="009D4907"/>
    <w:rsid w:val="009D4B44"/>
    <w:rsid w:val="009D4B82"/>
    <w:rsid w:val="009D4BCE"/>
    <w:rsid w:val="009D4E4F"/>
    <w:rsid w:val="009D4ED3"/>
    <w:rsid w:val="009D5173"/>
    <w:rsid w:val="009D52AE"/>
    <w:rsid w:val="009D5367"/>
    <w:rsid w:val="009D54DA"/>
    <w:rsid w:val="009D54EF"/>
    <w:rsid w:val="009D5738"/>
    <w:rsid w:val="009D57E9"/>
    <w:rsid w:val="009D58BE"/>
    <w:rsid w:val="009D5BFF"/>
    <w:rsid w:val="009D5F35"/>
    <w:rsid w:val="009D6086"/>
    <w:rsid w:val="009D61A7"/>
    <w:rsid w:val="009D66E1"/>
    <w:rsid w:val="009D6B02"/>
    <w:rsid w:val="009D6BD3"/>
    <w:rsid w:val="009D6C80"/>
    <w:rsid w:val="009D6F2F"/>
    <w:rsid w:val="009D6FC6"/>
    <w:rsid w:val="009D7077"/>
    <w:rsid w:val="009D711B"/>
    <w:rsid w:val="009D72C4"/>
    <w:rsid w:val="009D73F8"/>
    <w:rsid w:val="009D78EF"/>
    <w:rsid w:val="009D7C8A"/>
    <w:rsid w:val="009D7EDD"/>
    <w:rsid w:val="009E001F"/>
    <w:rsid w:val="009E0123"/>
    <w:rsid w:val="009E0146"/>
    <w:rsid w:val="009E04E7"/>
    <w:rsid w:val="009E0709"/>
    <w:rsid w:val="009E08D4"/>
    <w:rsid w:val="009E0D2D"/>
    <w:rsid w:val="009E104D"/>
    <w:rsid w:val="009E1333"/>
    <w:rsid w:val="009E1680"/>
    <w:rsid w:val="009E19E8"/>
    <w:rsid w:val="009E1B4A"/>
    <w:rsid w:val="009E1C81"/>
    <w:rsid w:val="009E233C"/>
    <w:rsid w:val="009E26C8"/>
    <w:rsid w:val="009E2B73"/>
    <w:rsid w:val="009E2C60"/>
    <w:rsid w:val="009E2F51"/>
    <w:rsid w:val="009E2FAC"/>
    <w:rsid w:val="009E30FF"/>
    <w:rsid w:val="009E3100"/>
    <w:rsid w:val="009E3273"/>
    <w:rsid w:val="009E333D"/>
    <w:rsid w:val="009E34CF"/>
    <w:rsid w:val="009E3BCD"/>
    <w:rsid w:val="009E3CD0"/>
    <w:rsid w:val="009E3EFA"/>
    <w:rsid w:val="009E4143"/>
    <w:rsid w:val="009E4219"/>
    <w:rsid w:val="009E434D"/>
    <w:rsid w:val="009E4467"/>
    <w:rsid w:val="009E449B"/>
    <w:rsid w:val="009E4925"/>
    <w:rsid w:val="009E49C0"/>
    <w:rsid w:val="009E4BCB"/>
    <w:rsid w:val="009E500D"/>
    <w:rsid w:val="009E50F0"/>
    <w:rsid w:val="009E56CE"/>
    <w:rsid w:val="009E5A0E"/>
    <w:rsid w:val="009E5C1B"/>
    <w:rsid w:val="009E61FA"/>
    <w:rsid w:val="009E63CE"/>
    <w:rsid w:val="009E641E"/>
    <w:rsid w:val="009E6735"/>
    <w:rsid w:val="009E6B42"/>
    <w:rsid w:val="009E6B4A"/>
    <w:rsid w:val="009E6C64"/>
    <w:rsid w:val="009E6D24"/>
    <w:rsid w:val="009E7179"/>
    <w:rsid w:val="009E737B"/>
    <w:rsid w:val="009E741E"/>
    <w:rsid w:val="009E765E"/>
    <w:rsid w:val="009E7F01"/>
    <w:rsid w:val="009F019D"/>
    <w:rsid w:val="009F0266"/>
    <w:rsid w:val="009F054F"/>
    <w:rsid w:val="009F0741"/>
    <w:rsid w:val="009F0894"/>
    <w:rsid w:val="009F0E93"/>
    <w:rsid w:val="009F1072"/>
    <w:rsid w:val="009F1366"/>
    <w:rsid w:val="009F13F5"/>
    <w:rsid w:val="009F1509"/>
    <w:rsid w:val="009F15AA"/>
    <w:rsid w:val="009F18D6"/>
    <w:rsid w:val="009F1F32"/>
    <w:rsid w:val="009F20B1"/>
    <w:rsid w:val="009F22AA"/>
    <w:rsid w:val="009F2356"/>
    <w:rsid w:val="009F2668"/>
    <w:rsid w:val="009F2E47"/>
    <w:rsid w:val="009F33B5"/>
    <w:rsid w:val="009F3406"/>
    <w:rsid w:val="009F3417"/>
    <w:rsid w:val="009F344A"/>
    <w:rsid w:val="009F37A6"/>
    <w:rsid w:val="009F3A47"/>
    <w:rsid w:val="009F3ACF"/>
    <w:rsid w:val="009F3BF6"/>
    <w:rsid w:val="009F3C8A"/>
    <w:rsid w:val="009F3D98"/>
    <w:rsid w:val="009F3F55"/>
    <w:rsid w:val="009F4095"/>
    <w:rsid w:val="009F419A"/>
    <w:rsid w:val="009F45EC"/>
    <w:rsid w:val="009F4689"/>
    <w:rsid w:val="009F46D4"/>
    <w:rsid w:val="009F4B72"/>
    <w:rsid w:val="009F4C0A"/>
    <w:rsid w:val="009F4D38"/>
    <w:rsid w:val="009F5578"/>
    <w:rsid w:val="009F57C2"/>
    <w:rsid w:val="009F57CB"/>
    <w:rsid w:val="009F58FF"/>
    <w:rsid w:val="009F59DE"/>
    <w:rsid w:val="009F5E3F"/>
    <w:rsid w:val="009F60C2"/>
    <w:rsid w:val="009F60C7"/>
    <w:rsid w:val="009F6236"/>
    <w:rsid w:val="009F6294"/>
    <w:rsid w:val="009F64C5"/>
    <w:rsid w:val="009F6520"/>
    <w:rsid w:val="009F65E0"/>
    <w:rsid w:val="009F6C6F"/>
    <w:rsid w:val="009F6FCA"/>
    <w:rsid w:val="009F70BF"/>
    <w:rsid w:val="009F7110"/>
    <w:rsid w:val="009F7122"/>
    <w:rsid w:val="009F71BB"/>
    <w:rsid w:val="009F71BF"/>
    <w:rsid w:val="009F735B"/>
    <w:rsid w:val="009F73CC"/>
    <w:rsid w:val="009F7470"/>
    <w:rsid w:val="009F771A"/>
    <w:rsid w:val="009F7837"/>
    <w:rsid w:val="009F7C77"/>
    <w:rsid w:val="00A00041"/>
    <w:rsid w:val="00A00152"/>
    <w:rsid w:val="00A0019A"/>
    <w:rsid w:val="00A001DD"/>
    <w:rsid w:val="00A00229"/>
    <w:rsid w:val="00A002EC"/>
    <w:rsid w:val="00A003C4"/>
    <w:rsid w:val="00A0044D"/>
    <w:rsid w:val="00A00623"/>
    <w:rsid w:val="00A00AD8"/>
    <w:rsid w:val="00A00CDB"/>
    <w:rsid w:val="00A00CF4"/>
    <w:rsid w:val="00A00E52"/>
    <w:rsid w:val="00A00F03"/>
    <w:rsid w:val="00A01532"/>
    <w:rsid w:val="00A01896"/>
    <w:rsid w:val="00A01A79"/>
    <w:rsid w:val="00A01BD8"/>
    <w:rsid w:val="00A01C94"/>
    <w:rsid w:val="00A01D03"/>
    <w:rsid w:val="00A01D2B"/>
    <w:rsid w:val="00A01E5C"/>
    <w:rsid w:val="00A01E74"/>
    <w:rsid w:val="00A02292"/>
    <w:rsid w:val="00A025AF"/>
    <w:rsid w:val="00A025FE"/>
    <w:rsid w:val="00A02698"/>
    <w:rsid w:val="00A02892"/>
    <w:rsid w:val="00A028D7"/>
    <w:rsid w:val="00A029AE"/>
    <w:rsid w:val="00A02A1D"/>
    <w:rsid w:val="00A02D3C"/>
    <w:rsid w:val="00A0319C"/>
    <w:rsid w:val="00A032AF"/>
    <w:rsid w:val="00A032C5"/>
    <w:rsid w:val="00A03514"/>
    <w:rsid w:val="00A0365C"/>
    <w:rsid w:val="00A0369D"/>
    <w:rsid w:val="00A03971"/>
    <w:rsid w:val="00A03A3A"/>
    <w:rsid w:val="00A03A7C"/>
    <w:rsid w:val="00A03DA1"/>
    <w:rsid w:val="00A03DA7"/>
    <w:rsid w:val="00A0417F"/>
    <w:rsid w:val="00A04470"/>
    <w:rsid w:val="00A04ADA"/>
    <w:rsid w:val="00A04C44"/>
    <w:rsid w:val="00A04E76"/>
    <w:rsid w:val="00A0517B"/>
    <w:rsid w:val="00A052AA"/>
    <w:rsid w:val="00A05AE7"/>
    <w:rsid w:val="00A05BB7"/>
    <w:rsid w:val="00A05EE2"/>
    <w:rsid w:val="00A061AA"/>
    <w:rsid w:val="00A069AA"/>
    <w:rsid w:val="00A06C63"/>
    <w:rsid w:val="00A06DE0"/>
    <w:rsid w:val="00A07225"/>
    <w:rsid w:val="00A075F6"/>
    <w:rsid w:val="00A07722"/>
    <w:rsid w:val="00A07D9A"/>
    <w:rsid w:val="00A07F2F"/>
    <w:rsid w:val="00A10427"/>
    <w:rsid w:val="00A10786"/>
    <w:rsid w:val="00A107BC"/>
    <w:rsid w:val="00A1094B"/>
    <w:rsid w:val="00A10A75"/>
    <w:rsid w:val="00A10C3F"/>
    <w:rsid w:val="00A10D0D"/>
    <w:rsid w:val="00A10DD6"/>
    <w:rsid w:val="00A111DE"/>
    <w:rsid w:val="00A113D0"/>
    <w:rsid w:val="00A11472"/>
    <w:rsid w:val="00A115D1"/>
    <w:rsid w:val="00A11641"/>
    <w:rsid w:val="00A116E4"/>
    <w:rsid w:val="00A11B40"/>
    <w:rsid w:val="00A11D6B"/>
    <w:rsid w:val="00A11F02"/>
    <w:rsid w:val="00A122EA"/>
    <w:rsid w:val="00A12324"/>
    <w:rsid w:val="00A123F0"/>
    <w:rsid w:val="00A1259C"/>
    <w:rsid w:val="00A125EB"/>
    <w:rsid w:val="00A127A0"/>
    <w:rsid w:val="00A12865"/>
    <w:rsid w:val="00A128F5"/>
    <w:rsid w:val="00A12C93"/>
    <w:rsid w:val="00A131EB"/>
    <w:rsid w:val="00A13499"/>
    <w:rsid w:val="00A13580"/>
    <w:rsid w:val="00A13795"/>
    <w:rsid w:val="00A13AEA"/>
    <w:rsid w:val="00A13D2A"/>
    <w:rsid w:val="00A1432D"/>
    <w:rsid w:val="00A1498C"/>
    <w:rsid w:val="00A14A72"/>
    <w:rsid w:val="00A14E04"/>
    <w:rsid w:val="00A15154"/>
    <w:rsid w:val="00A155CE"/>
    <w:rsid w:val="00A15676"/>
    <w:rsid w:val="00A158F3"/>
    <w:rsid w:val="00A15A0B"/>
    <w:rsid w:val="00A15A4A"/>
    <w:rsid w:val="00A15EC4"/>
    <w:rsid w:val="00A16379"/>
    <w:rsid w:val="00A163B0"/>
    <w:rsid w:val="00A164A7"/>
    <w:rsid w:val="00A16508"/>
    <w:rsid w:val="00A1679D"/>
    <w:rsid w:val="00A16C52"/>
    <w:rsid w:val="00A16FDC"/>
    <w:rsid w:val="00A171F9"/>
    <w:rsid w:val="00A1737A"/>
    <w:rsid w:val="00A17456"/>
    <w:rsid w:val="00A176CC"/>
    <w:rsid w:val="00A177D4"/>
    <w:rsid w:val="00A17B53"/>
    <w:rsid w:val="00A20D1D"/>
    <w:rsid w:val="00A212D7"/>
    <w:rsid w:val="00A215B6"/>
    <w:rsid w:val="00A217DF"/>
    <w:rsid w:val="00A21B3C"/>
    <w:rsid w:val="00A21BF0"/>
    <w:rsid w:val="00A21CEC"/>
    <w:rsid w:val="00A22036"/>
    <w:rsid w:val="00A2223D"/>
    <w:rsid w:val="00A22352"/>
    <w:rsid w:val="00A22649"/>
    <w:rsid w:val="00A22A11"/>
    <w:rsid w:val="00A22DCB"/>
    <w:rsid w:val="00A22ECC"/>
    <w:rsid w:val="00A233A4"/>
    <w:rsid w:val="00A23664"/>
    <w:rsid w:val="00A23709"/>
    <w:rsid w:val="00A2375A"/>
    <w:rsid w:val="00A2377F"/>
    <w:rsid w:val="00A2389A"/>
    <w:rsid w:val="00A23954"/>
    <w:rsid w:val="00A23BA8"/>
    <w:rsid w:val="00A23CF4"/>
    <w:rsid w:val="00A23D45"/>
    <w:rsid w:val="00A2431C"/>
    <w:rsid w:val="00A24968"/>
    <w:rsid w:val="00A2499F"/>
    <w:rsid w:val="00A24A4F"/>
    <w:rsid w:val="00A24BD6"/>
    <w:rsid w:val="00A24CF9"/>
    <w:rsid w:val="00A250C6"/>
    <w:rsid w:val="00A25157"/>
    <w:rsid w:val="00A252CE"/>
    <w:rsid w:val="00A25835"/>
    <w:rsid w:val="00A2594D"/>
    <w:rsid w:val="00A25BDC"/>
    <w:rsid w:val="00A25F5C"/>
    <w:rsid w:val="00A2623D"/>
    <w:rsid w:val="00A262B0"/>
    <w:rsid w:val="00A2633F"/>
    <w:rsid w:val="00A26453"/>
    <w:rsid w:val="00A26A42"/>
    <w:rsid w:val="00A26A53"/>
    <w:rsid w:val="00A26AB9"/>
    <w:rsid w:val="00A26C83"/>
    <w:rsid w:val="00A26CDC"/>
    <w:rsid w:val="00A26F6E"/>
    <w:rsid w:val="00A271EA"/>
    <w:rsid w:val="00A27234"/>
    <w:rsid w:val="00A273E7"/>
    <w:rsid w:val="00A27F5A"/>
    <w:rsid w:val="00A3042E"/>
    <w:rsid w:val="00A307FE"/>
    <w:rsid w:val="00A30C4C"/>
    <w:rsid w:val="00A30D01"/>
    <w:rsid w:val="00A30DEF"/>
    <w:rsid w:val="00A30F1A"/>
    <w:rsid w:val="00A30F7A"/>
    <w:rsid w:val="00A3105C"/>
    <w:rsid w:val="00A3125F"/>
    <w:rsid w:val="00A3187F"/>
    <w:rsid w:val="00A31A58"/>
    <w:rsid w:val="00A31CDD"/>
    <w:rsid w:val="00A325C5"/>
    <w:rsid w:val="00A32B9A"/>
    <w:rsid w:val="00A32CC9"/>
    <w:rsid w:val="00A33014"/>
    <w:rsid w:val="00A331EB"/>
    <w:rsid w:val="00A33DD6"/>
    <w:rsid w:val="00A3429C"/>
    <w:rsid w:val="00A344F5"/>
    <w:rsid w:val="00A345D1"/>
    <w:rsid w:val="00A34689"/>
    <w:rsid w:val="00A346D9"/>
    <w:rsid w:val="00A34742"/>
    <w:rsid w:val="00A34782"/>
    <w:rsid w:val="00A347B3"/>
    <w:rsid w:val="00A347CC"/>
    <w:rsid w:val="00A348A6"/>
    <w:rsid w:val="00A34A1C"/>
    <w:rsid w:val="00A34DD7"/>
    <w:rsid w:val="00A35568"/>
    <w:rsid w:val="00A3584D"/>
    <w:rsid w:val="00A359FA"/>
    <w:rsid w:val="00A35B69"/>
    <w:rsid w:val="00A35CF2"/>
    <w:rsid w:val="00A35EEA"/>
    <w:rsid w:val="00A35F76"/>
    <w:rsid w:val="00A3627A"/>
    <w:rsid w:val="00A36643"/>
    <w:rsid w:val="00A36A77"/>
    <w:rsid w:val="00A36B18"/>
    <w:rsid w:val="00A36CF5"/>
    <w:rsid w:val="00A36FC2"/>
    <w:rsid w:val="00A373A6"/>
    <w:rsid w:val="00A373DD"/>
    <w:rsid w:val="00A37B5D"/>
    <w:rsid w:val="00A37BA7"/>
    <w:rsid w:val="00A40109"/>
    <w:rsid w:val="00A40432"/>
    <w:rsid w:val="00A40532"/>
    <w:rsid w:val="00A40D7A"/>
    <w:rsid w:val="00A40EB1"/>
    <w:rsid w:val="00A40F18"/>
    <w:rsid w:val="00A4110B"/>
    <w:rsid w:val="00A4115C"/>
    <w:rsid w:val="00A411A4"/>
    <w:rsid w:val="00A41326"/>
    <w:rsid w:val="00A4145E"/>
    <w:rsid w:val="00A4162C"/>
    <w:rsid w:val="00A417CA"/>
    <w:rsid w:val="00A42083"/>
    <w:rsid w:val="00A4211C"/>
    <w:rsid w:val="00A42548"/>
    <w:rsid w:val="00A42631"/>
    <w:rsid w:val="00A42757"/>
    <w:rsid w:val="00A42BB1"/>
    <w:rsid w:val="00A42E00"/>
    <w:rsid w:val="00A4313D"/>
    <w:rsid w:val="00A43567"/>
    <w:rsid w:val="00A43759"/>
    <w:rsid w:val="00A4392F"/>
    <w:rsid w:val="00A43C27"/>
    <w:rsid w:val="00A43C88"/>
    <w:rsid w:val="00A43E4D"/>
    <w:rsid w:val="00A44601"/>
    <w:rsid w:val="00A44666"/>
    <w:rsid w:val="00A446E2"/>
    <w:rsid w:val="00A4507D"/>
    <w:rsid w:val="00A451D2"/>
    <w:rsid w:val="00A451DD"/>
    <w:rsid w:val="00A452C9"/>
    <w:rsid w:val="00A4541F"/>
    <w:rsid w:val="00A45488"/>
    <w:rsid w:val="00A45697"/>
    <w:rsid w:val="00A4570B"/>
    <w:rsid w:val="00A45908"/>
    <w:rsid w:val="00A45950"/>
    <w:rsid w:val="00A45FC2"/>
    <w:rsid w:val="00A462BC"/>
    <w:rsid w:val="00A467DE"/>
    <w:rsid w:val="00A46C88"/>
    <w:rsid w:val="00A472E0"/>
    <w:rsid w:val="00A477A0"/>
    <w:rsid w:val="00A47803"/>
    <w:rsid w:val="00A478E8"/>
    <w:rsid w:val="00A47A49"/>
    <w:rsid w:val="00A47B8C"/>
    <w:rsid w:val="00A47E78"/>
    <w:rsid w:val="00A47F02"/>
    <w:rsid w:val="00A50038"/>
    <w:rsid w:val="00A5048E"/>
    <w:rsid w:val="00A5060C"/>
    <w:rsid w:val="00A5060D"/>
    <w:rsid w:val="00A506A4"/>
    <w:rsid w:val="00A506FA"/>
    <w:rsid w:val="00A5079C"/>
    <w:rsid w:val="00A50CC9"/>
    <w:rsid w:val="00A50D21"/>
    <w:rsid w:val="00A50EBF"/>
    <w:rsid w:val="00A50F3B"/>
    <w:rsid w:val="00A51147"/>
    <w:rsid w:val="00A5124D"/>
    <w:rsid w:val="00A51386"/>
    <w:rsid w:val="00A51679"/>
    <w:rsid w:val="00A51FE1"/>
    <w:rsid w:val="00A52082"/>
    <w:rsid w:val="00A520D3"/>
    <w:rsid w:val="00A521F2"/>
    <w:rsid w:val="00A523BE"/>
    <w:rsid w:val="00A523E1"/>
    <w:rsid w:val="00A523FC"/>
    <w:rsid w:val="00A52716"/>
    <w:rsid w:val="00A52AD7"/>
    <w:rsid w:val="00A52E5C"/>
    <w:rsid w:val="00A52FAD"/>
    <w:rsid w:val="00A5320D"/>
    <w:rsid w:val="00A53555"/>
    <w:rsid w:val="00A53670"/>
    <w:rsid w:val="00A536D1"/>
    <w:rsid w:val="00A536D9"/>
    <w:rsid w:val="00A53860"/>
    <w:rsid w:val="00A538AA"/>
    <w:rsid w:val="00A53A1A"/>
    <w:rsid w:val="00A53A73"/>
    <w:rsid w:val="00A53ACF"/>
    <w:rsid w:val="00A53AD7"/>
    <w:rsid w:val="00A53B9C"/>
    <w:rsid w:val="00A53C70"/>
    <w:rsid w:val="00A53E35"/>
    <w:rsid w:val="00A53F5C"/>
    <w:rsid w:val="00A5446D"/>
    <w:rsid w:val="00A54470"/>
    <w:rsid w:val="00A5466A"/>
    <w:rsid w:val="00A550E1"/>
    <w:rsid w:val="00A55716"/>
    <w:rsid w:val="00A557BC"/>
    <w:rsid w:val="00A55CCC"/>
    <w:rsid w:val="00A55DA8"/>
    <w:rsid w:val="00A56063"/>
    <w:rsid w:val="00A560F9"/>
    <w:rsid w:val="00A5628C"/>
    <w:rsid w:val="00A5661A"/>
    <w:rsid w:val="00A5686D"/>
    <w:rsid w:val="00A56DFB"/>
    <w:rsid w:val="00A56E41"/>
    <w:rsid w:val="00A56EBC"/>
    <w:rsid w:val="00A57131"/>
    <w:rsid w:val="00A5750C"/>
    <w:rsid w:val="00A577FC"/>
    <w:rsid w:val="00A57872"/>
    <w:rsid w:val="00A5799D"/>
    <w:rsid w:val="00A57B8B"/>
    <w:rsid w:val="00A57D8F"/>
    <w:rsid w:val="00A57F65"/>
    <w:rsid w:val="00A57F9D"/>
    <w:rsid w:val="00A57FF3"/>
    <w:rsid w:val="00A60698"/>
    <w:rsid w:val="00A6077B"/>
    <w:rsid w:val="00A60795"/>
    <w:rsid w:val="00A608B2"/>
    <w:rsid w:val="00A60AA8"/>
    <w:rsid w:val="00A60B01"/>
    <w:rsid w:val="00A60C63"/>
    <w:rsid w:val="00A60DBB"/>
    <w:rsid w:val="00A61057"/>
    <w:rsid w:val="00A61426"/>
    <w:rsid w:val="00A614C6"/>
    <w:rsid w:val="00A616F3"/>
    <w:rsid w:val="00A61824"/>
    <w:rsid w:val="00A61883"/>
    <w:rsid w:val="00A61A8F"/>
    <w:rsid w:val="00A61D31"/>
    <w:rsid w:val="00A61E72"/>
    <w:rsid w:val="00A621F4"/>
    <w:rsid w:val="00A6229B"/>
    <w:rsid w:val="00A622E1"/>
    <w:rsid w:val="00A623DF"/>
    <w:rsid w:val="00A623ED"/>
    <w:rsid w:val="00A62467"/>
    <w:rsid w:val="00A62471"/>
    <w:rsid w:val="00A624DB"/>
    <w:rsid w:val="00A627D9"/>
    <w:rsid w:val="00A62829"/>
    <w:rsid w:val="00A62AFF"/>
    <w:rsid w:val="00A62D16"/>
    <w:rsid w:val="00A63007"/>
    <w:rsid w:val="00A63194"/>
    <w:rsid w:val="00A631E0"/>
    <w:rsid w:val="00A6342D"/>
    <w:rsid w:val="00A634C6"/>
    <w:rsid w:val="00A6364B"/>
    <w:rsid w:val="00A63F98"/>
    <w:rsid w:val="00A6405B"/>
    <w:rsid w:val="00A640DB"/>
    <w:rsid w:val="00A646AC"/>
    <w:rsid w:val="00A64A4B"/>
    <w:rsid w:val="00A64B8C"/>
    <w:rsid w:val="00A64BBD"/>
    <w:rsid w:val="00A64DC3"/>
    <w:rsid w:val="00A64E08"/>
    <w:rsid w:val="00A64F84"/>
    <w:rsid w:val="00A65364"/>
    <w:rsid w:val="00A653E4"/>
    <w:rsid w:val="00A6559E"/>
    <w:rsid w:val="00A65737"/>
    <w:rsid w:val="00A65BA6"/>
    <w:rsid w:val="00A65BBF"/>
    <w:rsid w:val="00A65C6F"/>
    <w:rsid w:val="00A66003"/>
    <w:rsid w:val="00A661C3"/>
    <w:rsid w:val="00A6641B"/>
    <w:rsid w:val="00A66C29"/>
    <w:rsid w:val="00A66D12"/>
    <w:rsid w:val="00A66D62"/>
    <w:rsid w:val="00A679B2"/>
    <w:rsid w:val="00A67D30"/>
    <w:rsid w:val="00A67D52"/>
    <w:rsid w:val="00A67D6F"/>
    <w:rsid w:val="00A7004B"/>
    <w:rsid w:val="00A702F5"/>
    <w:rsid w:val="00A704FC"/>
    <w:rsid w:val="00A7066F"/>
    <w:rsid w:val="00A708B2"/>
    <w:rsid w:val="00A708D2"/>
    <w:rsid w:val="00A70B32"/>
    <w:rsid w:val="00A70B5C"/>
    <w:rsid w:val="00A70DBF"/>
    <w:rsid w:val="00A70E4D"/>
    <w:rsid w:val="00A70E7C"/>
    <w:rsid w:val="00A70FC9"/>
    <w:rsid w:val="00A71455"/>
    <w:rsid w:val="00A7151C"/>
    <w:rsid w:val="00A7167A"/>
    <w:rsid w:val="00A7169B"/>
    <w:rsid w:val="00A717D4"/>
    <w:rsid w:val="00A71B86"/>
    <w:rsid w:val="00A71CB7"/>
    <w:rsid w:val="00A71CC8"/>
    <w:rsid w:val="00A71CF3"/>
    <w:rsid w:val="00A720E2"/>
    <w:rsid w:val="00A726C9"/>
    <w:rsid w:val="00A7280A"/>
    <w:rsid w:val="00A72A43"/>
    <w:rsid w:val="00A72C5E"/>
    <w:rsid w:val="00A72CDE"/>
    <w:rsid w:val="00A733FC"/>
    <w:rsid w:val="00A73462"/>
    <w:rsid w:val="00A7349F"/>
    <w:rsid w:val="00A73879"/>
    <w:rsid w:val="00A73A32"/>
    <w:rsid w:val="00A73AA9"/>
    <w:rsid w:val="00A73B57"/>
    <w:rsid w:val="00A73C3A"/>
    <w:rsid w:val="00A73DB2"/>
    <w:rsid w:val="00A74182"/>
    <w:rsid w:val="00A744AA"/>
    <w:rsid w:val="00A74738"/>
    <w:rsid w:val="00A7473D"/>
    <w:rsid w:val="00A74A71"/>
    <w:rsid w:val="00A74A7A"/>
    <w:rsid w:val="00A74A85"/>
    <w:rsid w:val="00A74CB8"/>
    <w:rsid w:val="00A751BE"/>
    <w:rsid w:val="00A75C70"/>
    <w:rsid w:val="00A76029"/>
    <w:rsid w:val="00A76316"/>
    <w:rsid w:val="00A76320"/>
    <w:rsid w:val="00A7634D"/>
    <w:rsid w:val="00A763BE"/>
    <w:rsid w:val="00A7646C"/>
    <w:rsid w:val="00A76604"/>
    <w:rsid w:val="00A766FF"/>
    <w:rsid w:val="00A76D0B"/>
    <w:rsid w:val="00A76E24"/>
    <w:rsid w:val="00A76F04"/>
    <w:rsid w:val="00A76F2E"/>
    <w:rsid w:val="00A77177"/>
    <w:rsid w:val="00A7719D"/>
    <w:rsid w:val="00A77274"/>
    <w:rsid w:val="00A77D6B"/>
    <w:rsid w:val="00A80004"/>
    <w:rsid w:val="00A80087"/>
    <w:rsid w:val="00A8032A"/>
    <w:rsid w:val="00A803BA"/>
    <w:rsid w:val="00A804B1"/>
    <w:rsid w:val="00A8088A"/>
    <w:rsid w:val="00A80CE1"/>
    <w:rsid w:val="00A80EAA"/>
    <w:rsid w:val="00A818C1"/>
    <w:rsid w:val="00A81A9E"/>
    <w:rsid w:val="00A81BFB"/>
    <w:rsid w:val="00A81C2B"/>
    <w:rsid w:val="00A81E66"/>
    <w:rsid w:val="00A81F44"/>
    <w:rsid w:val="00A82008"/>
    <w:rsid w:val="00A82351"/>
    <w:rsid w:val="00A8241A"/>
    <w:rsid w:val="00A82444"/>
    <w:rsid w:val="00A82487"/>
    <w:rsid w:val="00A824B0"/>
    <w:rsid w:val="00A82BDD"/>
    <w:rsid w:val="00A82BDF"/>
    <w:rsid w:val="00A82E46"/>
    <w:rsid w:val="00A82F5B"/>
    <w:rsid w:val="00A83262"/>
    <w:rsid w:val="00A83364"/>
    <w:rsid w:val="00A83396"/>
    <w:rsid w:val="00A83998"/>
    <w:rsid w:val="00A84048"/>
    <w:rsid w:val="00A843D5"/>
    <w:rsid w:val="00A84B65"/>
    <w:rsid w:val="00A84D31"/>
    <w:rsid w:val="00A850F8"/>
    <w:rsid w:val="00A852AC"/>
    <w:rsid w:val="00A8536E"/>
    <w:rsid w:val="00A85777"/>
    <w:rsid w:val="00A85854"/>
    <w:rsid w:val="00A85935"/>
    <w:rsid w:val="00A85946"/>
    <w:rsid w:val="00A85CDD"/>
    <w:rsid w:val="00A85F37"/>
    <w:rsid w:val="00A86100"/>
    <w:rsid w:val="00A86279"/>
    <w:rsid w:val="00A86835"/>
    <w:rsid w:val="00A86C0B"/>
    <w:rsid w:val="00A86CDB"/>
    <w:rsid w:val="00A86FBA"/>
    <w:rsid w:val="00A87405"/>
    <w:rsid w:val="00A87546"/>
    <w:rsid w:val="00A87670"/>
    <w:rsid w:val="00A87715"/>
    <w:rsid w:val="00A87C6B"/>
    <w:rsid w:val="00A87C81"/>
    <w:rsid w:val="00A87EAB"/>
    <w:rsid w:val="00A90068"/>
    <w:rsid w:val="00A902FF"/>
    <w:rsid w:val="00A903CE"/>
    <w:rsid w:val="00A9053E"/>
    <w:rsid w:val="00A90880"/>
    <w:rsid w:val="00A90BED"/>
    <w:rsid w:val="00A90FA9"/>
    <w:rsid w:val="00A91202"/>
    <w:rsid w:val="00A9147A"/>
    <w:rsid w:val="00A91491"/>
    <w:rsid w:val="00A917EC"/>
    <w:rsid w:val="00A91958"/>
    <w:rsid w:val="00A91AB8"/>
    <w:rsid w:val="00A91F16"/>
    <w:rsid w:val="00A92457"/>
    <w:rsid w:val="00A92547"/>
    <w:rsid w:val="00A9271A"/>
    <w:rsid w:val="00A9276E"/>
    <w:rsid w:val="00A92947"/>
    <w:rsid w:val="00A92ADD"/>
    <w:rsid w:val="00A92BE2"/>
    <w:rsid w:val="00A92C7E"/>
    <w:rsid w:val="00A92CBA"/>
    <w:rsid w:val="00A92E4E"/>
    <w:rsid w:val="00A93287"/>
    <w:rsid w:val="00A932DE"/>
    <w:rsid w:val="00A932F2"/>
    <w:rsid w:val="00A9380B"/>
    <w:rsid w:val="00A938A8"/>
    <w:rsid w:val="00A93BD4"/>
    <w:rsid w:val="00A93EBF"/>
    <w:rsid w:val="00A9432C"/>
    <w:rsid w:val="00A94798"/>
    <w:rsid w:val="00A94822"/>
    <w:rsid w:val="00A94A2C"/>
    <w:rsid w:val="00A94A60"/>
    <w:rsid w:val="00A94FB0"/>
    <w:rsid w:val="00A95F47"/>
    <w:rsid w:val="00A9622B"/>
    <w:rsid w:val="00A96327"/>
    <w:rsid w:val="00A96831"/>
    <w:rsid w:val="00A96B24"/>
    <w:rsid w:val="00A96BA2"/>
    <w:rsid w:val="00A96E39"/>
    <w:rsid w:val="00A972C5"/>
    <w:rsid w:val="00A97550"/>
    <w:rsid w:val="00A97652"/>
    <w:rsid w:val="00A97A96"/>
    <w:rsid w:val="00A97B3B"/>
    <w:rsid w:val="00A97D8C"/>
    <w:rsid w:val="00AA0127"/>
    <w:rsid w:val="00AA04BD"/>
    <w:rsid w:val="00AA054A"/>
    <w:rsid w:val="00AA05AB"/>
    <w:rsid w:val="00AA05D0"/>
    <w:rsid w:val="00AA0986"/>
    <w:rsid w:val="00AA0ACC"/>
    <w:rsid w:val="00AA0CE7"/>
    <w:rsid w:val="00AA0F65"/>
    <w:rsid w:val="00AA11DC"/>
    <w:rsid w:val="00AA12CA"/>
    <w:rsid w:val="00AA151F"/>
    <w:rsid w:val="00AA1527"/>
    <w:rsid w:val="00AA166E"/>
    <w:rsid w:val="00AA1846"/>
    <w:rsid w:val="00AA1A36"/>
    <w:rsid w:val="00AA200A"/>
    <w:rsid w:val="00AA20BD"/>
    <w:rsid w:val="00AA21B6"/>
    <w:rsid w:val="00AA259B"/>
    <w:rsid w:val="00AA26C9"/>
    <w:rsid w:val="00AA274A"/>
    <w:rsid w:val="00AA2F10"/>
    <w:rsid w:val="00AA2F1C"/>
    <w:rsid w:val="00AA2F4F"/>
    <w:rsid w:val="00AA30C4"/>
    <w:rsid w:val="00AA3159"/>
    <w:rsid w:val="00AA3179"/>
    <w:rsid w:val="00AA3369"/>
    <w:rsid w:val="00AA3770"/>
    <w:rsid w:val="00AA3A9B"/>
    <w:rsid w:val="00AA3D27"/>
    <w:rsid w:val="00AA3E8C"/>
    <w:rsid w:val="00AA43D4"/>
    <w:rsid w:val="00AA4478"/>
    <w:rsid w:val="00AA4514"/>
    <w:rsid w:val="00AA4694"/>
    <w:rsid w:val="00AA4E84"/>
    <w:rsid w:val="00AA4F32"/>
    <w:rsid w:val="00AA5040"/>
    <w:rsid w:val="00AA5688"/>
    <w:rsid w:val="00AA574B"/>
    <w:rsid w:val="00AA57C6"/>
    <w:rsid w:val="00AA5889"/>
    <w:rsid w:val="00AA5BE1"/>
    <w:rsid w:val="00AA6173"/>
    <w:rsid w:val="00AA6212"/>
    <w:rsid w:val="00AA6595"/>
    <w:rsid w:val="00AA67DD"/>
    <w:rsid w:val="00AA6803"/>
    <w:rsid w:val="00AA6817"/>
    <w:rsid w:val="00AA69C9"/>
    <w:rsid w:val="00AA71D9"/>
    <w:rsid w:val="00AA7272"/>
    <w:rsid w:val="00AA7574"/>
    <w:rsid w:val="00AA7674"/>
    <w:rsid w:val="00AA76EA"/>
    <w:rsid w:val="00AA7A97"/>
    <w:rsid w:val="00AA7DB0"/>
    <w:rsid w:val="00AA7E8A"/>
    <w:rsid w:val="00AA7EC4"/>
    <w:rsid w:val="00AB029C"/>
    <w:rsid w:val="00AB029D"/>
    <w:rsid w:val="00AB037A"/>
    <w:rsid w:val="00AB03AA"/>
    <w:rsid w:val="00AB03DD"/>
    <w:rsid w:val="00AB081D"/>
    <w:rsid w:val="00AB0FB9"/>
    <w:rsid w:val="00AB1250"/>
    <w:rsid w:val="00AB1BB2"/>
    <w:rsid w:val="00AB1BBF"/>
    <w:rsid w:val="00AB2B73"/>
    <w:rsid w:val="00AB2C11"/>
    <w:rsid w:val="00AB2C4D"/>
    <w:rsid w:val="00AB2D05"/>
    <w:rsid w:val="00AB2E77"/>
    <w:rsid w:val="00AB3094"/>
    <w:rsid w:val="00AB33DA"/>
    <w:rsid w:val="00AB346E"/>
    <w:rsid w:val="00AB3846"/>
    <w:rsid w:val="00AB385E"/>
    <w:rsid w:val="00AB4177"/>
    <w:rsid w:val="00AB4495"/>
    <w:rsid w:val="00AB474E"/>
    <w:rsid w:val="00AB4D60"/>
    <w:rsid w:val="00AB569A"/>
    <w:rsid w:val="00AB5734"/>
    <w:rsid w:val="00AB5B00"/>
    <w:rsid w:val="00AB5D1E"/>
    <w:rsid w:val="00AB686A"/>
    <w:rsid w:val="00AB6B94"/>
    <w:rsid w:val="00AB715D"/>
    <w:rsid w:val="00AB7262"/>
    <w:rsid w:val="00AB749D"/>
    <w:rsid w:val="00AB74D6"/>
    <w:rsid w:val="00AB758F"/>
    <w:rsid w:val="00AB7618"/>
    <w:rsid w:val="00AB77D3"/>
    <w:rsid w:val="00AB7807"/>
    <w:rsid w:val="00AB7839"/>
    <w:rsid w:val="00AB7D30"/>
    <w:rsid w:val="00AC04DF"/>
    <w:rsid w:val="00AC04F2"/>
    <w:rsid w:val="00AC0503"/>
    <w:rsid w:val="00AC0540"/>
    <w:rsid w:val="00AC0569"/>
    <w:rsid w:val="00AC07F8"/>
    <w:rsid w:val="00AC0C67"/>
    <w:rsid w:val="00AC0DC8"/>
    <w:rsid w:val="00AC1115"/>
    <w:rsid w:val="00AC128A"/>
    <w:rsid w:val="00AC13DC"/>
    <w:rsid w:val="00AC17F4"/>
    <w:rsid w:val="00AC1833"/>
    <w:rsid w:val="00AC1B31"/>
    <w:rsid w:val="00AC1B63"/>
    <w:rsid w:val="00AC1D53"/>
    <w:rsid w:val="00AC1D55"/>
    <w:rsid w:val="00AC1DBF"/>
    <w:rsid w:val="00AC1DCC"/>
    <w:rsid w:val="00AC1E0B"/>
    <w:rsid w:val="00AC1E14"/>
    <w:rsid w:val="00AC1F3E"/>
    <w:rsid w:val="00AC24B4"/>
    <w:rsid w:val="00AC2868"/>
    <w:rsid w:val="00AC28AC"/>
    <w:rsid w:val="00AC2BC8"/>
    <w:rsid w:val="00AC2BC9"/>
    <w:rsid w:val="00AC2E1F"/>
    <w:rsid w:val="00AC320E"/>
    <w:rsid w:val="00AC33A5"/>
    <w:rsid w:val="00AC375A"/>
    <w:rsid w:val="00AC3B41"/>
    <w:rsid w:val="00AC3C01"/>
    <w:rsid w:val="00AC41FB"/>
    <w:rsid w:val="00AC42BB"/>
    <w:rsid w:val="00AC488C"/>
    <w:rsid w:val="00AC4995"/>
    <w:rsid w:val="00AC4BBD"/>
    <w:rsid w:val="00AC4E48"/>
    <w:rsid w:val="00AC5232"/>
    <w:rsid w:val="00AC527D"/>
    <w:rsid w:val="00AC5674"/>
    <w:rsid w:val="00AC56F8"/>
    <w:rsid w:val="00AC5889"/>
    <w:rsid w:val="00AC5D8C"/>
    <w:rsid w:val="00AC5DCB"/>
    <w:rsid w:val="00AC5EEA"/>
    <w:rsid w:val="00AC62DD"/>
    <w:rsid w:val="00AC64CC"/>
    <w:rsid w:val="00AC66F2"/>
    <w:rsid w:val="00AC67AB"/>
    <w:rsid w:val="00AC68E2"/>
    <w:rsid w:val="00AC69C9"/>
    <w:rsid w:val="00AC6AE3"/>
    <w:rsid w:val="00AC6AF5"/>
    <w:rsid w:val="00AC6B07"/>
    <w:rsid w:val="00AC6B22"/>
    <w:rsid w:val="00AC6ECD"/>
    <w:rsid w:val="00AC75F8"/>
    <w:rsid w:val="00AC77A4"/>
    <w:rsid w:val="00AC781B"/>
    <w:rsid w:val="00AC7A52"/>
    <w:rsid w:val="00AC7A65"/>
    <w:rsid w:val="00AC7B7B"/>
    <w:rsid w:val="00AC7EA9"/>
    <w:rsid w:val="00AD01D8"/>
    <w:rsid w:val="00AD029B"/>
    <w:rsid w:val="00AD038F"/>
    <w:rsid w:val="00AD073D"/>
    <w:rsid w:val="00AD104C"/>
    <w:rsid w:val="00AD105C"/>
    <w:rsid w:val="00AD1119"/>
    <w:rsid w:val="00AD1146"/>
    <w:rsid w:val="00AD15ED"/>
    <w:rsid w:val="00AD1630"/>
    <w:rsid w:val="00AD1748"/>
    <w:rsid w:val="00AD19F0"/>
    <w:rsid w:val="00AD1C87"/>
    <w:rsid w:val="00AD1CF6"/>
    <w:rsid w:val="00AD1F2B"/>
    <w:rsid w:val="00AD1FA6"/>
    <w:rsid w:val="00AD2159"/>
    <w:rsid w:val="00AD21EE"/>
    <w:rsid w:val="00AD2917"/>
    <w:rsid w:val="00AD29C6"/>
    <w:rsid w:val="00AD3164"/>
    <w:rsid w:val="00AD3224"/>
    <w:rsid w:val="00AD378C"/>
    <w:rsid w:val="00AD3AE4"/>
    <w:rsid w:val="00AD3B42"/>
    <w:rsid w:val="00AD3FBF"/>
    <w:rsid w:val="00AD4175"/>
    <w:rsid w:val="00AD42F5"/>
    <w:rsid w:val="00AD4A05"/>
    <w:rsid w:val="00AD4BBB"/>
    <w:rsid w:val="00AD4E27"/>
    <w:rsid w:val="00AD5014"/>
    <w:rsid w:val="00AD5282"/>
    <w:rsid w:val="00AD5457"/>
    <w:rsid w:val="00AD6138"/>
    <w:rsid w:val="00AD6567"/>
    <w:rsid w:val="00AD65AE"/>
    <w:rsid w:val="00AD669D"/>
    <w:rsid w:val="00AD66B5"/>
    <w:rsid w:val="00AD6DB2"/>
    <w:rsid w:val="00AD7202"/>
    <w:rsid w:val="00AD7226"/>
    <w:rsid w:val="00AD7506"/>
    <w:rsid w:val="00AD7701"/>
    <w:rsid w:val="00AD7805"/>
    <w:rsid w:val="00AD7A51"/>
    <w:rsid w:val="00AD7DDB"/>
    <w:rsid w:val="00AE04C3"/>
    <w:rsid w:val="00AE05F0"/>
    <w:rsid w:val="00AE0946"/>
    <w:rsid w:val="00AE0B7E"/>
    <w:rsid w:val="00AE0F79"/>
    <w:rsid w:val="00AE0F8F"/>
    <w:rsid w:val="00AE107B"/>
    <w:rsid w:val="00AE1081"/>
    <w:rsid w:val="00AE1192"/>
    <w:rsid w:val="00AE11BA"/>
    <w:rsid w:val="00AE1254"/>
    <w:rsid w:val="00AE1272"/>
    <w:rsid w:val="00AE1520"/>
    <w:rsid w:val="00AE16AB"/>
    <w:rsid w:val="00AE1815"/>
    <w:rsid w:val="00AE1ADB"/>
    <w:rsid w:val="00AE1B57"/>
    <w:rsid w:val="00AE1CC9"/>
    <w:rsid w:val="00AE1E0F"/>
    <w:rsid w:val="00AE2364"/>
    <w:rsid w:val="00AE2590"/>
    <w:rsid w:val="00AE29DC"/>
    <w:rsid w:val="00AE2B3B"/>
    <w:rsid w:val="00AE2C37"/>
    <w:rsid w:val="00AE2DC4"/>
    <w:rsid w:val="00AE2E48"/>
    <w:rsid w:val="00AE2EAF"/>
    <w:rsid w:val="00AE2EC3"/>
    <w:rsid w:val="00AE337F"/>
    <w:rsid w:val="00AE373A"/>
    <w:rsid w:val="00AE3891"/>
    <w:rsid w:val="00AE3A65"/>
    <w:rsid w:val="00AE3B3C"/>
    <w:rsid w:val="00AE3D7C"/>
    <w:rsid w:val="00AE4122"/>
    <w:rsid w:val="00AE42C0"/>
    <w:rsid w:val="00AE4B0F"/>
    <w:rsid w:val="00AE4ED7"/>
    <w:rsid w:val="00AE52F7"/>
    <w:rsid w:val="00AE5643"/>
    <w:rsid w:val="00AE571A"/>
    <w:rsid w:val="00AE5927"/>
    <w:rsid w:val="00AE602C"/>
    <w:rsid w:val="00AE6393"/>
    <w:rsid w:val="00AE63E4"/>
    <w:rsid w:val="00AE641D"/>
    <w:rsid w:val="00AE64EA"/>
    <w:rsid w:val="00AE67D9"/>
    <w:rsid w:val="00AE6919"/>
    <w:rsid w:val="00AE6923"/>
    <w:rsid w:val="00AE693F"/>
    <w:rsid w:val="00AE69F5"/>
    <w:rsid w:val="00AE6AC9"/>
    <w:rsid w:val="00AE6D5E"/>
    <w:rsid w:val="00AE6DE8"/>
    <w:rsid w:val="00AE6EA3"/>
    <w:rsid w:val="00AE6FB3"/>
    <w:rsid w:val="00AE710F"/>
    <w:rsid w:val="00AE71AF"/>
    <w:rsid w:val="00AE730F"/>
    <w:rsid w:val="00AE7553"/>
    <w:rsid w:val="00AE78C4"/>
    <w:rsid w:val="00AE7DF9"/>
    <w:rsid w:val="00AE7F89"/>
    <w:rsid w:val="00AF030C"/>
    <w:rsid w:val="00AF0327"/>
    <w:rsid w:val="00AF072D"/>
    <w:rsid w:val="00AF086A"/>
    <w:rsid w:val="00AF0AE4"/>
    <w:rsid w:val="00AF0B3B"/>
    <w:rsid w:val="00AF0B85"/>
    <w:rsid w:val="00AF0F57"/>
    <w:rsid w:val="00AF0F6A"/>
    <w:rsid w:val="00AF1257"/>
    <w:rsid w:val="00AF14CC"/>
    <w:rsid w:val="00AF1501"/>
    <w:rsid w:val="00AF185E"/>
    <w:rsid w:val="00AF1AF0"/>
    <w:rsid w:val="00AF1E3D"/>
    <w:rsid w:val="00AF1FCE"/>
    <w:rsid w:val="00AF1FF7"/>
    <w:rsid w:val="00AF2253"/>
    <w:rsid w:val="00AF23DD"/>
    <w:rsid w:val="00AF27E2"/>
    <w:rsid w:val="00AF2AAF"/>
    <w:rsid w:val="00AF2AF2"/>
    <w:rsid w:val="00AF2CF7"/>
    <w:rsid w:val="00AF2E24"/>
    <w:rsid w:val="00AF30C6"/>
    <w:rsid w:val="00AF3570"/>
    <w:rsid w:val="00AF372A"/>
    <w:rsid w:val="00AF373E"/>
    <w:rsid w:val="00AF3787"/>
    <w:rsid w:val="00AF3A2D"/>
    <w:rsid w:val="00AF4254"/>
    <w:rsid w:val="00AF43CC"/>
    <w:rsid w:val="00AF4549"/>
    <w:rsid w:val="00AF48A8"/>
    <w:rsid w:val="00AF4BF6"/>
    <w:rsid w:val="00AF4C44"/>
    <w:rsid w:val="00AF4DE4"/>
    <w:rsid w:val="00AF4EBE"/>
    <w:rsid w:val="00AF5415"/>
    <w:rsid w:val="00AF5428"/>
    <w:rsid w:val="00AF5578"/>
    <w:rsid w:val="00AF55D3"/>
    <w:rsid w:val="00AF5691"/>
    <w:rsid w:val="00AF57D1"/>
    <w:rsid w:val="00AF58F6"/>
    <w:rsid w:val="00AF5901"/>
    <w:rsid w:val="00AF5E42"/>
    <w:rsid w:val="00AF5E63"/>
    <w:rsid w:val="00AF5E8C"/>
    <w:rsid w:val="00AF6088"/>
    <w:rsid w:val="00AF6406"/>
    <w:rsid w:val="00AF6457"/>
    <w:rsid w:val="00AF6589"/>
    <w:rsid w:val="00AF668A"/>
    <w:rsid w:val="00AF66BE"/>
    <w:rsid w:val="00AF6ACC"/>
    <w:rsid w:val="00AF6F32"/>
    <w:rsid w:val="00AF7434"/>
    <w:rsid w:val="00AF7619"/>
    <w:rsid w:val="00AF7A69"/>
    <w:rsid w:val="00AF7B86"/>
    <w:rsid w:val="00AF7D82"/>
    <w:rsid w:val="00AF7EC6"/>
    <w:rsid w:val="00AF7ED4"/>
    <w:rsid w:val="00B00BDB"/>
    <w:rsid w:val="00B00E06"/>
    <w:rsid w:val="00B010DA"/>
    <w:rsid w:val="00B0139C"/>
    <w:rsid w:val="00B014C1"/>
    <w:rsid w:val="00B01C14"/>
    <w:rsid w:val="00B01DF1"/>
    <w:rsid w:val="00B02951"/>
    <w:rsid w:val="00B02980"/>
    <w:rsid w:val="00B02CA4"/>
    <w:rsid w:val="00B032A8"/>
    <w:rsid w:val="00B0332B"/>
    <w:rsid w:val="00B034FD"/>
    <w:rsid w:val="00B036EB"/>
    <w:rsid w:val="00B0384C"/>
    <w:rsid w:val="00B03B8E"/>
    <w:rsid w:val="00B03D8B"/>
    <w:rsid w:val="00B03D93"/>
    <w:rsid w:val="00B03F0F"/>
    <w:rsid w:val="00B04490"/>
    <w:rsid w:val="00B04520"/>
    <w:rsid w:val="00B04778"/>
    <w:rsid w:val="00B04B3F"/>
    <w:rsid w:val="00B04C31"/>
    <w:rsid w:val="00B04D3A"/>
    <w:rsid w:val="00B04E7B"/>
    <w:rsid w:val="00B05050"/>
    <w:rsid w:val="00B05073"/>
    <w:rsid w:val="00B05144"/>
    <w:rsid w:val="00B05460"/>
    <w:rsid w:val="00B055FE"/>
    <w:rsid w:val="00B05A0D"/>
    <w:rsid w:val="00B05BEF"/>
    <w:rsid w:val="00B05D97"/>
    <w:rsid w:val="00B06344"/>
    <w:rsid w:val="00B06757"/>
    <w:rsid w:val="00B068FF"/>
    <w:rsid w:val="00B06CC9"/>
    <w:rsid w:val="00B06EC3"/>
    <w:rsid w:val="00B07047"/>
    <w:rsid w:val="00B0717A"/>
    <w:rsid w:val="00B07316"/>
    <w:rsid w:val="00B07556"/>
    <w:rsid w:val="00B07616"/>
    <w:rsid w:val="00B10339"/>
    <w:rsid w:val="00B103C3"/>
    <w:rsid w:val="00B103E2"/>
    <w:rsid w:val="00B10421"/>
    <w:rsid w:val="00B106DC"/>
    <w:rsid w:val="00B10877"/>
    <w:rsid w:val="00B109BA"/>
    <w:rsid w:val="00B10BA4"/>
    <w:rsid w:val="00B11419"/>
    <w:rsid w:val="00B11509"/>
    <w:rsid w:val="00B11A30"/>
    <w:rsid w:val="00B11E87"/>
    <w:rsid w:val="00B12031"/>
    <w:rsid w:val="00B1298D"/>
    <w:rsid w:val="00B1345F"/>
    <w:rsid w:val="00B137FC"/>
    <w:rsid w:val="00B139A4"/>
    <w:rsid w:val="00B139C6"/>
    <w:rsid w:val="00B144C2"/>
    <w:rsid w:val="00B14788"/>
    <w:rsid w:val="00B14867"/>
    <w:rsid w:val="00B14D2F"/>
    <w:rsid w:val="00B15128"/>
    <w:rsid w:val="00B152B7"/>
    <w:rsid w:val="00B158CF"/>
    <w:rsid w:val="00B15B74"/>
    <w:rsid w:val="00B15B91"/>
    <w:rsid w:val="00B16013"/>
    <w:rsid w:val="00B16335"/>
    <w:rsid w:val="00B164D9"/>
    <w:rsid w:val="00B167C2"/>
    <w:rsid w:val="00B169A3"/>
    <w:rsid w:val="00B16A7B"/>
    <w:rsid w:val="00B16AAB"/>
    <w:rsid w:val="00B16F31"/>
    <w:rsid w:val="00B170C6"/>
    <w:rsid w:val="00B1739F"/>
    <w:rsid w:val="00B17400"/>
    <w:rsid w:val="00B175BF"/>
    <w:rsid w:val="00B17D08"/>
    <w:rsid w:val="00B202D3"/>
    <w:rsid w:val="00B20A1A"/>
    <w:rsid w:val="00B20A78"/>
    <w:rsid w:val="00B20AD4"/>
    <w:rsid w:val="00B20F33"/>
    <w:rsid w:val="00B21B52"/>
    <w:rsid w:val="00B21BE9"/>
    <w:rsid w:val="00B21DAD"/>
    <w:rsid w:val="00B21F44"/>
    <w:rsid w:val="00B223C1"/>
    <w:rsid w:val="00B2247C"/>
    <w:rsid w:val="00B22D0F"/>
    <w:rsid w:val="00B22E6E"/>
    <w:rsid w:val="00B22ECA"/>
    <w:rsid w:val="00B23029"/>
    <w:rsid w:val="00B23100"/>
    <w:rsid w:val="00B23296"/>
    <w:rsid w:val="00B232CA"/>
    <w:rsid w:val="00B233E1"/>
    <w:rsid w:val="00B23479"/>
    <w:rsid w:val="00B23654"/>
    <w:rsid w:val="00B23F6A"/>
    <w:rsid w:val="00B24204"/>
    <w:rsid w:val="00B242D1"/>
    <w:rsid w:val="00B243AD"/>
    <w:rsid w:val="00B2451C"/>
    <w:rsid w:val="00B24539"/>
    <w:rsid w:val="00B246C1"/>
    <w:rsid w:val="00B247E5"/>
    <w:rsid w:val="00B24D28"/>
    <w:rsid w:val="00B24E92"/>
    <w:rsid w:val="00B24F0B"/>
    <w:rsid w:val="00B24FBA"/>
    <w:rsid w:val="00B25038"/>
    <w:rsid w:val="00B256E9"/>
    <w:rsid w:val="00B2571F"/>
    <w:rsid w:val="00B257E9"/>
    <w:rsid w:val="00B25B8F"/>
    <w:rsid w:val="00B25BFB"/>
    <w:rsid w:val="00B25DFA"/>
    <w:rsid w:val="00B26188"/>
    <w:rsid w:val="00B26227"/>
    <w:rsid w:val="00B26242"/>
    <w:rsid w:val="00B26257"/>
    <w:rsid w:val="00B263FE"/>
    <w:rsid w:val="00B26F64"/>
    <w:rsid w:val="00B2737C"/>
    <w:rsid w:val="00B278B1"/>
    <w:rsid w:val="00B27933"/>
    <w:rsid w:val="00B27D06"/>
    <w:rsid w:val="00B27DB1"/>
    <w:rsid w:val="00B27FAF"/>
    <w:rsid w:val="00B3008D"/>
    <w:rsid w:val="00B3037F"/>
    <w:rsid w:val="00B30421"/>
    <w:rsid w:val="00B3052E"/>
    <w:rsid w:val="00B3054E"/>
    <w:rsid w:val="00B31341"/>
    <w:rsid w:val="00B3166C"/>
    <w:rsid w:val="00B3171A"/>
    <w:rsid w:val="00B31974"/>
    <w:rsid w:val="00B31F70"/>
    <w:rsid w:val="00B32194"/>
    <w:rsid w:val="00B32264"/>
    <w:rsid w:val="00B3231B"/>
    <w:rsid w:val="00B326C6"/>
    <w:rsid w:val="00B328E2"/>
    <w:rsid w:val="00B32A3C"/>
    <w:rsid w:val="00B32CA4"/>
    <w:rsid w:val="00B32E9F"/>
    <w:rsid w:val="00B33091"/>
    <w:rsid w:val="00B33331"/>
    <w:rsid w:val="00B33791"/>
    <w:rsid w:val="00B33A56"/>
    <w:rsid w:val="00B33ACD"/>
    <w:rsid w:val="00B33EC3"/>
    <w:rsid w:val="00B345EE"/>
    <w:rsid w:val="00B3473B"/>
    <w:rsid w:val="00B34975"/>
    <w:rsid w:val="00B34AFA"/>
    <w:rsid w:val="00B34B7D"/>
    <w:rsid w:val="00B34E33"/>
    <w:rsid w:val="00B34EDF"/>
    <w:rsid w:val="00B34EF6"/>
    <w:rsid w:val="00B34F68"/>
    <w:rsid w:val="00B35564"/>
    <w:rsid w:val="00B35B40"/>
    <w:rsid w:val="00B35C34"/>
    <w:rsid w:val="00B35C8C"/>
    <w:rsid w:val="00B3608F"/>
    <w:rsid w:val="00B360B6"/>
    <w:rsid w:val="00B361F0"/>
    <w:rsid w:val="00B362EB"/>
    <w:rsid w:val="00B363E5"/>
    <w:rsid w:val="00B36419"/>
    <w:rsid w:val="00B36A53"/>
    <w:rsid w:val="00B36E6F"/>
    <w:rsid w:val="00B36E74"/>
    <w:rsid w:val="00B3775B"/>
    <w:rsid w:val="00B403C0"/>
    <w:rsid w:val="00B405D8"/>
    <w:rsid w:val="00B40CBD"/>
    <w:rsid w:val="00B40DA6"/>
    <w:rsid w:val="00B40DAE"/>
    <w:rsid w:val="00B4116D"/>
    <w:rsid w:val="00B4118B"/>
    <w:rsid w:val="00B413BC"/>
    <w:rsid w:val="00B414C3"/>
    <w:rsid w:val="00B415FE"/>
    <w:rsid w:val="00B41B6C"/>
    <w:rsid w:val="00B41CEC"/>
    <w:rsid w:val="00B41E59"/>
    <w:rsid w:val="00B4211B"/>
    <w:rsid w:val="00B42496"/>
    <w:rsid w:val="00B425DB"/>
    <w:rsid w:val="00B42654"/>
    <w:rsid w:val="00B429C6"/>
    <w:rsid w:val="00B42AB9"/>
    <w:rsid w:val="00B42B1F"/>
    <w:rsid w:val="00B42B68"/>
    <w:rsid w:val="00B42EE4"/>
    <w:rsid w:val="00B43081"/>
    <w:rsid w:val="00B439E3"/>
    <w:rsid w:val="00B43ABA"/>
    <w:rsid w:val="00B43ABD"/>
    <w:rsid w:val="00B43C4B"/>
    <w:rsid w:val="00B43DC6"/>
    <w:rsid w:val="00B43EDB"/>
    <w:rsid w:val="00B43FB9"/>
    <w:rsid w:val="00B44136"/>
    <w:rsid w:val="00B44738"/>
    <w:rsid w:val="00B44782"/>
    <w:rsid w:val="00B44ADD"/>
    <w:rsid w:val="00B44D55"/>
    <w:rsid w:val="00B44F4D"/>
    <w:rsid w:val="00B4506E"/>
    <w:rsid w:val="00B45223"/>
    <w:rsid w:val="00B45413"/>
    <w:rsid w:val="00B45A95"/>
    <w:rsid w:val="00B45F52"/>
    <w:rsid w:val="00B45FDD"/>
    <w:rsid w:val="00B461F6"/>
    <w:rsid w:val="00B46348"/>
    <w:rsid w:val="00B46619"/>
    <w:rsid w:val="00B469DF"/>
    <w:rsid w:val="00B46C1B"/>
    <w:rsid w:val="00B4709E"/>
    <w:rsid w:val="00B4723D"/>
    <w:rsid w:val="00B472E8"/>
    <w:rsid w:val="00B47459"/>
    <w:rsid w:val="00B474CD"/>
    <w:rsid w:val="00B474E6"/>
    <w:rsid w:val="00B4782F"/>
    <w:rsid w:val="00B47864"/>
    <w:rsid w:val="00B479B8"/>
    <w:rsid w:val="00B50041"/>
    <w:rsid w:val="00B50179"/>
    <w:rsid w:val="00B50278"/>
    <w:rsid w:val="00B50492"/>
    <w:rsid w:val="00B504BE"/>
    <w:rsid w:val="00B50657"/>
    <w:rsid w:val="00B50AFA"/>
    <w:rsid w:val="00B50CE9"/>
    <w:rsid w:val="00B50EBD"/>
    <w:rsid w:val="00B5121C"/>
    <w:rsid w:val="00B5155D"/>
    <w:rsid w:val="00B51718"/>
    <w:rsid w:val="00B51812"/>
    <w:rsid w:val="00B518C2"/>
    <w:rsid w:val="00B51B4D"/>
    <w:rsid w:val="00B51C7E"/>
    <w:rsid w:val="00B51D78"/>
    <w:rsid w:val="00B5218D"/>
    <w:rsid w:val="00B524D4"/>
    <w:rsid w:val="00B524E6"/>
    <w:rsid w:val="00B52C06"/>
    <w:rsid w:val="00B5314D"/>
    <w:rsid w:val="00B53295"/>
    <w:rsid w:val="00B53310"/>
    <w:rsid w:val="00B5349D"/>
    <w:rsid w:val="00B53693"/>
    <w:rsid w:val="00B537CC"/>
    <w:rsid w:val="00B53868"/>
    <w:rsid w:val="00B53A68"/>
    <w:rsid w:val="00B53DE5"/>
    <w:rsid w:val="00B540E1"/>
    <w:rsid w:val="00B541F5"/>
    <w:rsid w:val="00B5449D"/>
    <w:rsid w:val="00B548D1"/>
    <w:rsid w:val="00B54C88"/>
    <w:rsid w:val="00B553F0"/>
    <w:rsid w:val="00B55727"/>
    <w:rsid w:val="00B5587D"/>
    <w:rsid w:val="00B559DD"/>
    <w:rsid w:val="00B56114"/>
    <w:rsid w:val="00B56323"/>
    <w:rsid w:val="00B5646C"/>
    <w:rsid w:val="00B56668"/>
    <w:rsid w:val="00B56693"/>
    <w:rsid w:val="00B5695F"/>
    <w:rsid w:val="00B56B89"/>
    <w:rsid w:val="00B56CB5"/>
    <w:rsid w:val="00B5728B"/>
    <w:rsid w:val="00B575EA"/>
    <w:rsid w:val="00B57C5D"/>
    <w:rsid w:val="00B57E2C"/>
    <w:rsid w:val="00B57EBE"/>
    <w:rsid w:val="00B57ECB"/>
    <w:rsid w:val="00B6003A"/>
    <w:rsid w:val="00B60C16"/>
    <w:rsid w:val="00B60E18"/>
    <w:rsid w:val="00B60E1A"/>
    <w:rsid w:val="00B60F18"/>
    <w:rsid w:val="00B611B1"/>
    <w:rsid w:val="00B6135A"/>
    <w:rsid w:val="00B6196E"/>
    <w:rsid w:val="00B61B90"/>
    <w:rsid w:val="00B62089"/>
    <w:rsid w:val="00B620A9"/>
    <w:rsid w:val="00B624E0"/>
    <w:rsid w:val="00B62522"/>
    <w:rsid w:val="00B62749"/>
    <w:rsid w:val="00B62984"/>
    <w:rsid w:val="00B63039"/>
    <w:rsid w:val="00B63186"/>
    <w:rsid w:val="00B63C4A"/>
    <w:rsid w:val="00B644C4"/>
    <w:rsid w:val="00B6457A"/>
    <w:rsid w:val="00B6457E"/>
    <w:rsid w:val="00B6459E"/>
    <w:rsid w:val="00B647B2"/>
    <w:rsid w:val="00B648B8"/>
    <w:rsid w:val="00B64976"/>
    <w:rsid w:val="00B64BDD"/>
    <w:rsid w:val="00B64C23"/>
    <w:rsid w:val="00B64F53"/>
    <w:rsid w:val="00B65043"/>
    <w:rsid w:val="00B655D1"/>
    <w:rsid w:val="00B65939"/>
    <w:rsid w:val="00B659FC"/>
    <w:rsid w:val="00B65E54"/>
    <w:rsid w:val="00B65F80"/>
    <w:rsid w:val="00B66146"/>
    <w:rsid w:val="00B66399"/>
    <w:rsid w:val="00B66580"/>
    <w:rsid w:val="00B66756"/>
    <w:rsid w:val="00B66803"/>
    <w:rsid w:val="00B669AB"/>
    <w:rsid w:val="00B66A4F"/>
    <w:rsid w:val="00B66E8B"/>
    <w:rsid w:val="00B66EF0"/>
    <w:rsid w:val="00B66FA4"/>
    <w:rsid w:val="00B671AF"/>
    <w:rsid w:val="00B67202"/>
    <w:rsid w:val="00B67315"/>
    <w:rsid w:val="00B67854"/>
    <w:rsid w:val="00B67B9F"/>
    <w:rsid w:val="00B67D49"/>
    <w:rsid w:val="00B700C2"/>
    <w:rsid w:val="00B706CB"/>
    <w:rsid w:val="00B70757"/>
    <w:rsid w:val="00B70942"/>
    <w:rsid w:val="00B70AC6"/>
    <w:rsid w:val="00B70AC9"/>
    <w:rsid w:val="00B7101D"/>
    <w:rsid w:val="00B71047"/>
    <w:rsid w:val="00B71708"/>
    <w:rsid w:val="00B71712"/>
    <w:rsid w:val="00B72051"/>
    <w:rsid w:val="00B72A34"/>
    <w:rsid w:val="00B72AD3"/>
    <w:rsid w:val="00B72DAF"/>
    <w:rsid w:val="00B72E6F"/>
    <w:rsid w:val="00B72ED0"/>
    <w:rsid w:val="00B731A4"/>
    <w:rsid w:val="00B73291"/>
    <w:rsid w:val="00B73335"/>
    <w:rsid w:val="00B734A6"/>
    <w:rsid w:val="00B73620"/>
    <w:rsid w:val="00B73816"/>
    <w:rsid w:val="00B73851"/>
    <w:rsid w:val="00B73984"/>
    <w:rsid w:val="00B7404B"/>
    <w:rsid w:val="00B7436D"/>
    <w:rsid w:val="00B74728"/>
    <w:rsid w:val="00B74AEC"/>
    <w:rsid w:val="00B74B34"/>
    <w:rsid w:val="00B74D8C"/>
    <w:rsid w:val="00B74EDD"/>
    <w:rsid w:val="00B74EF8"/>
    <w:rsid w:val="00B7513F"/>
    <w:rsid w:val="00B75533"/>
    <w:rsid w:val="00B755A3"/>
    <w:rsid w:val="00B7576B"/>
    <w:rsid w:val="00B75783"/>
    <w:rsid w:val="00B76177"/>
    <w:rsid w:val="00B76368"/>
    <w:rsid w:val="00B7638C"/>
    <w:rsid w:val="00B7649F"/>
    <w:rsid w:val="00B766B0"/>
    <w:rsid w:val="00B76714"/>
    <w:rsid w:val="00B76BE5"/>
    <w:rsid w:val="00B76C9C"/>
    <w:rsid w:val="00B76FBA"/>
    <w:rsid w:val="00B77870"/>
    <w:rsid w:val="00B77971"/>
    <w:rsid w:val="00B800D0"/>
    <w:rsid w:val="00B80225"/>
    <w:rsid w:val="00B80316"/>
    <w:rsid w:val="00B80451"/>
    <w:rsid w:val="00B80522"/>
    <w:rsid w:val="00B805E0"/>
    <w:rsid w:val="00B8071C"/>
    <w:rsid w:val="00B807FD"/>
    <w:rsid w:val="00B808D8"/>
    <w:rsid w:val="00B80998"/>
    <w:rsid w:val="00B80DDD"/>
    <w:rsid w:val="00B80E87"/>
    <w:rsid w:val="00B80EC6"/>
    <w:rsid w:val="00B81194"/>
    <w:rsid w:val="00B81820"/>
    <w:rsid w:val="00B81945"/>
    <w:rsid w:val="00B81B26"/>
    <w:rsid w:val="00B823A0"/>
    <w:rsid w:val="00B82706"/>
    <w:rsid w:val="00B82C6A"/>
    <w:rsid w:val="00B82C7A"/>
    <w:rsid w:val="00B82CA8"/>
    <w:rsid w:val="00B8305F"/>
    <w:rsid w:val="00B8308E"/>
    <w:rsid w:val="00B83297"/>
    <w:rsid w:val="00B834CF"/>
    <w:rsid w:val="00B8350D"/>
    <w:rsid w:val="00B83848"/>
    <w:rsid w:val="00B8384A"/>
    <w:rsid w:val="00B83879"/>
    <w:rsid w:val="00B839E6"/>
    <w:rsid w:val="00B84087"/>
    <w:rsid w:val="00B843BA"/>
    <w:rsid w:val="00B84516"/>
    <w:rsid w:val="00B84942"/>
    <w:rsid w:val="00B84B56"/>
    <w:rsid w:val="00B84C66"/>
    <w:rsid w:val="00B84CEE"/>
    <w:rsid w:val="00B85103"/>
    <w:rsid w:val="00B851B1"/>
    <w:rsid w:val="00B85923"/>
    <w:rsid w:val="00B85A0A"/>
    <w:rsid w:val="00B85AAA"/>
    <w:rsid w:val="00B85E5F"/>
    <w:rsid w:val="00B85E7B"/>
    <w:rsid w:val="00B863D0"/>
    <w:rsid w:val="00B864D0"/>
    <w:rsid w:val="00B865A1"/>
    <w:rsid w:val="00B8688F"/>
    <w:rsid w:val="00B86950"/>
    <w:rsid w:val="00B86A99"/>
    <w:rsid w:val="00B86CF7"/>
    <w:rsid w:val="00B86F61"/>
    <w:rsid w:val="00B87222"/>
    <w:rsid w:val="00B875B1"/>
    <w:rsid w:val="00B87638"/>
    <w:rsid w:val="00B87C09"/>
    <w:rsid w:val="00B87D82"/>
    <w:rsid w:val="00B87E00"/>
    <w:rsid w:val="00B90020"/>
    <w:rsid w:val="00B90242"/>
    <w:rsid w:val="00B90444"/>
    <w:rsid w:val="00B90AE2"/>
    <w:rsid w:val="00B90B0D"/>
    <w:rsid w:val="00B90B1C"/>
    <w:rsid w:val="00B90F62"/>
    <w:rsid w:val="00B914FC"/>
    <w:rsid w:val="00B927E5"/>
    <w:rsid w:val="00B9288C"/>
    <w:rsid w:val="00B92A2D"/>
    <w:rsid w:val="00B92DFE"/>
    <w:rsid w:val="00B92FBA"/>
    <w:rsid w:val="00B93042"/>
    <w:rsid w:val="00B932FF"/>
    <w:rsid w:val="00B93373"/>
    <w:rsid w:val="00B93374"/>
    <w:rsid w:val="00B93835"/>
    <w:rsid w:val="00B939A1"/>
    <w:rsid w:val="00B939B8"/>
    <w:rsid w:val="00B939F3"/>
    <w:rsid w:val="00B93C97"/>
    <w:rsid w:val="00B93E61"/>
    <w:rsid w:val="00B93ED7"/>
    <w:rsid w:val="00B942D9"/>
    <w:rsid w:val="00B94394"/>
    <w:rsid w:val="00B9482B"/>
    <w:rsid w:val="00B9499C"/>
    <w:rsid w:val="00B94DF1"/>
    <w:rsid w:val="00B95030"/>
    <w:rsid w:val="00B951CA"/>
    <w:rsid w:val="00B951EA"/>
    <w:rsid w:val="00B954CF"/>
    <w:rsid w:val="00B955C9"/>
    <w:rsid w:val="00B955E5"/>
    <w:rsid w:val="00B95845"/>
    <w:rsid w:val="00B95C3F"/>
    <w:rsid w:val="00B95FD3"/>
    <w:rsid w:val="00B963EB"/>
    <w:rsid w:val="00B96577"/>
    <w:rsid w:val="00B968BA"/>
    <w:rsid w:val="00B96A66"/>
    <w:rsid w:val="00B96E6D"/>
    <w:rsid w:val="00B97024"/>
    <w:rsid w:val="00B971D1"/>
    <w:rsid w:val="00B975B1"/>
    <w:rsid w:val="00B97766"/>
    <w:rsid w:val="00B9787F"/>
    <w:rsid w:val="00B97F57"/>
    <w:rsid w:val="00BA05A6"/>
    <w:rsid w:val="00BA0664"/>
    <w:rsid w:val="00BA06CD"/>
    <w:rsid w:val="00BA07F0"/>
    <w:rsid w:val="00BA095F"/>
    <w:rsid w:val="00BA0AFB"/>
    <w:rsid w:val="00BA0D6A"/>
    <w:rsid w:val="00BA0D99"/>
    <w:rsid w:val="00BA11FE"/>
    <w:rsid w:val="00BA1371"/>
    <w:rsid w:val="00BA138B"/>
    <w:rsid w:val="00BA1828"/>
    <w:rsid w:val="00BA18BA"/>
    <w:rsid w:val="00BA1BC0"/>
    <w:rsid w:val="00BA1D7F"/>
    <w:rsid w:val="00BA1E26"/>
    <w:rsid w:val="00BA1E3B"/>
    <w:rsid w:val="00BA2032"/>
    <w:rsid w:val="00BA2145"/>
    <w:rsid w:val="00BA2552"/>
    <w:rsid w:val="00BA2985"/>
    <w:rsid w:val="00BA29C8"/>
    <w:rsid w:val="00BA2D15"/>
    <w:rsid w:val="00BA2E24"/>
    <w:rsid w:val="00BA2E34"/>
    <w:rsid w:val="00BA2EC5"/>
    <w:rsid w:val="00BA2FAF"/>
    <w:rsid w:val="00BA367C"/>
    <w:rsid w:val="00BA3B96"/>
    <w:rsid w:val="00BA3BF5"/>
    <w:rsid w:val="00BA3C3E"/>
    <w:rsid w:val="00BA3CAD"/>
    <w:rsid w:val="00BA3E67"/>
    <w:rsid w:val="00BA44D1"/>
    <w:rsid w:val="00BA4584"/>
    <w:rsid w:val="00BA4853"/>
    <w:rsid w:val="00BA4EF4"/>
    <w:rsid w:val="00BA503D"/>
    <w:rsid w:val="00BA50ED"/>
    <w:rsid w:val="00BA535D"/>
    <w:rsid w:val="00BA5487"/>
    <w:rsid w:val="00BA59AA"/>
    <w:rsid w:val="00BA5D97"/>
    <w:rsid w:val="00BA5E71"/>
    <w:rsid w:val="00BA5F2E"/>
    <w:rsid w:val="00BA60EB"/>
    <w:rsid w:val="00BA620D"/>
    <w:rsid w:val="00BA621C"/>
    <w:rsid w:val="00BA629A"/>
    <w:rsid w:val="00BA6968"/>
    <w:rsid w:val="00BA6B04"/>
    <w:rsid w:val="00BA6B55"/>
    <w:rsid w:val="00BA7210"/>
    <w:rsid w:val="00BA736A"/>
    <w:rsid w:val="00BA73E7"/>
    <w:rsid w:val="00BB00FE"/>
    <w:rsid w:val="00BB0294"/>
    <w:rsid w:val="00BB0466"/>
    <w:rsid w:val="00BB054A"/>
    <w:rsid w:val="00BB056A"/>
    <w:rsid w:val="00BB0777"/>
    <w:rsid w:val="00BB08B2"/>
    <w:rsid w:val="00BB0DEB"/>
    <w:rsid w:val="00BB0FE6"/>
    <w:rsid w:val="00BB105F"/>
    <w:rsid w:val="00BB156B"/>
    <w:rsid w:val="00BB1BE4"/>
    <w:rsid w:val="00BB1E2A"/>
    <w:rsid w:val="00BB1EF2"/>
    <w:rsid w:val="00BB1FE3"/>
    <w:rsid w:val="00BB2505"/>
    <w:rsid w:val="00BB2707"/>
    <w:rsid w:val="00BB281C"/>
    <w:rsid w:val="00BB2C8F"/>
    <w:rsid w:val="00BB2E64"/>
    <w:rsid w:val="00BB2EDE"/>
    <w:rsid w:val="00BB31C8"/>
    <w:rsid w:val="00BB32A5"/>
    <w:rsid w:val="00BB32BF"/>
    <w:rsid w:val="00BB3A2C"/>
    <w:rsid w:val="00BB3A5A"/>
    <w:rsid w:val="00BB3A68"/>
    <w:rsid w:val="00BB3E18"/>
    <w:rsid w:val="00BB3F1D"/>
    <w:rsid w:val="00BB3FF3"/>
    <w:rsid w:val="00BB4217"/>
    <w:rsid w:val="00BB4450"/>
    <w:rsid w:val="00BB44E8"/>
    <w:rsid w:val="00BB4982"/>
    <w:rsid w:val="00BB4A1F"/>
    <w:rsid w:val="00BB505F"/>
    <w:rsid w:val="00BB5410"/>
    <w:rsid w:val="00BB54D3"/>
    <w:rsid w:val="00BB54F8"/>
    <w:rsid w:val="00BB564B"/>
    <w:rsid w:val="00BB583F"/>
    <w:rsid w:val="00BB5B4F"/>
    <w:rsid w:val="00BB5C01"/>
    <w:rsid w:val="00BB5FF2"/>
    <w:rsid w:val="00BB6005"/>
    <w:rsid w:val="00BB601E"/>
    <w:rsid w:val="00BB63A1"/>
    <w:rsid w:val="00BB648B"/>
    <w:rsid w:val="00BB694A"/>
    <w:rsid w:val="00BB6C6E"/>
    <w:rsid w:val="00BB6D0D"/>
    <w:rsid w:val="00BB70A7"/>
    <w:rsid w:val="00BB71F8"/>
    <w:rsid w:val="00BB72E3"/>
    <w:rsid w:val="00BB7A3D"/>
    <w:rsid w:val="00BB7C25"/>
    <w:rsid w:val="00BC038E"/>
    <w:rsid w:val="00BC0476"/>
    <w:rsid w:val="00BC0AEE"/>
    <w:rsid w:val="00BC138F"/>
    <w:rsid w:val="00BC1520"/>
    <w:rsid w:val="00BC1564"/>
    <w:rsid w:val="00BC18DD"/>
    <w:rsid w:val="00BC1BF5"/>
    <w:rsid w:val="00BC25E6"/>
    <w:rsid w:val="00BC28EC"/>
    <w:rsid w:val="00BC2BE6"/>
    <w:rsid w:val="00BC2E0E"/>
    <w:rsid w:val="00BC319F"/>
    <w:rsid w:val="00BC31A3"/>
    <w:rsid w:val="00BC3212"/>
    <w:rsid w:val="00BC33C2"/>
    <w:rsid w:val="00BC35D8"/>
    <w:rsid w:val="00BC389C"/>
    <w:rsid w:val="00BC3D51"/>
    <w:rsid w:val="00BC3FCB"/>
    <w:rsid w:val="00BC4385"/>
    <w:rsid w:val="00BC456E"/>
    <w:rsid w:val="00BC474E"/>
    <w:rsid w:val="00BC4A7C"/>
    <w:rsid w:val="00BC4BAD"/>
    <w:rsid w:val="00BC5020"/>
    <w:rsid w:val="00BC50D6"/>
    <w:rsid w:val="00BC513D"/>
    <w:rsid w:val="00BC52D3"/>
    <w:rsid w:val="00BC531C"/>
    <w:rsid w:val="00BC541A"/>
    <w:rsid w:val="00BC54AB"/>
    <w:rsid w:val="00BC55AA"/>
    <w:rsid w:val="00BC5626"/>
    <w:rsid w:val="00BC5736"/>
    <w:rsid w:val="00BC579A"/>
    <w:rsid w:val="00BC57AF"/>
    <w:rsid w:val="00BC57C6"/>
    <w:rsid w:val="00BC5833"/>
    <w:rsid w:val="00BC58AB"/>
    <w:rsid w:val="00BC6158"/>
    <w:rsid w:val="00BC6C0F"/>
    <w:rsid w:val="00BC6C7A"/>
    <w:rsid w:val="00BC6C98"/>
    <w:rsid w:val="00BC7564"/>
    <w:rsid w:val="00BC7688"/>
    <w:rsid w:val="00BC77E5"/>
    <w:rsid w:val="00BC7A33"/>
    <w:rsid w:val="00BC7A3F"/>
    <w:rsid w:val="00BC7D7F"/>
    <w:rsid w:val="00BD082E"/>
    <w:rsid w:val="00BD0BE4"/>
    <w:rsid w:val="00BD130E"/>
    <w:rsid w:val="00BD133D"/>
    <w:rsid w:val="00BD155D"/>
    <w:rsid w:val="00BD1712"/>
    <w:rsid w:val="00BD176C"/>
    <w:rsid w:val="00BD1AD3"/>
    <w:rsid w:val="00BD1C4C"/>
    <w:rsid w:val="00BD1C76"/>
    <w:rsid w:val="00BD1DE3"/>
    <w:rsid w:val="00BD1EC8"/>
    <w:rsid w:val="00BD1ECD"/>
    <w:rsid w:val="00BD1FC6"/>
    <w:rsid w:val="00BD256D"/>
    <w:rsid w:val="00BD258B"/>
    <w:rsid w:val="00BD268B"/>
    <w:rsid w:val="00BD292D"/>
    <w:rsid w:val="00BD296C"/>
    <w:rsid w:val="00BD29DE"/>
    <w:rsid w:val="00BD2A82"/>
    <w:rsid w:val="00BD31B1"/>
    <w:rsid w:val="00BD33E2"/>
    <w:rsid w:val="00BD365A"/>
    <w:rsid w:val="00BD40E3"/>
    <w:rsid w:val="00BD45D4"/>
    <w:rsid w:val="00BD481B"/>
    <w:rsid w:val="00BD488B"/>
    <w:rsid w:val="00BD4A06"/>
    <w:rsid w:val="00BD4B2E"/>
    <w:rsid w:val="00BD4D7D"/>
    <w:rsid w:val="00BD4D91"/>
    <w:rsid w:val="00BD4E05"/>
    <w:rsid w:val="00BD4E6B"/>
    <w:rsid w:val="00BD4F14"/>
    <w:rsid w:val="00BD50BE"/>
    <w:rsid w:val="00BD50F3"/>
    <w:rsid w:val="00BD5122"/>
    <w:rsid w:val="00BD5193"/>
    <w:rsid w:val="00BD5562"/>
    <w:rsid w:val="00BD56D1"/>
    <w:rsid w:val="00BD5809"/>
    <w:rsid w:val="00BD5A6E"/>
    <w:rsid w:val="00BD5B08"/>
    <w:rsid w:val="00BD5D19"/>
    <w:rsid w:val="00BD5F4C"/>
    <w:rsid w:val="00BD60AA"/>
    <w:rsid w:val="00BD613B"/>
    <w:rsid w:val="00BD6227"/>
    <w:rsid w:val="00BD66BC"/>
    <w:rsid w:val="00BD675F"/>
    <w:rsid w:val="00BD69AD"/>
    <w:rsid w:val="00BD6C47"/>
    <w:rsid w:val="00BD6DB1"/>
    <w:rsid w:val="00BD700B"/>
    <w:rsid w:val="00BD732A"/>
    <w:rsid w:val="00BD76AC"/>
    <w:rsid w:val="00BD773B"/>
    <w:rsid w:val="00BD7D71"/>
    <w:rsid w:val="00BD7E33"/>
    <w:rsid w:val="00BD7FFA"/>
    <w:rsid w:val="00BE015C"/>
    <w:rsid w:val="00BE0FC1"/>
    <w:rsid w:val="00BE125B"/>
    <w:rsid w:val="00BE12BC"/>
    <w:rsid w:val="00BE12D6"/>
    <w:rsid w:val="00BE1318"/>
    <w:rsid w:val="00BE1425"/>
    <w:rsid w:val="00BE1451"/>
    <w:rsid w:val="00BE174B"/>
    <w:rsid w:val="00BE19B3"/>
    <w:rsid w:val="00BE1BD6"/>
    <w:rsid w:val="00BE1F25"/>
    <w:rsid w:val="00BE1F34"/>
    <w:rsid w:val="00BE2170"/>
    <w:rsid w:val="00BE21CC"/>
    <w:rsid w:val="00BE239D"/>
    <w:rsid w:val="00BE2423"/>
    <w:rsid w:val="00BE2555"/>
    <w:rsid w:val="00BE2582"/>
    <w:rsid w:val="00BE282D"/>
    <w:rsid w:val="00BE284F"/>
    <w:rsid w:val="00BE2866"/>
    <w:rsid w:val="00BE2892"/>
    <w:rsid w:val="00BE2AB9"/>
    <w:rsid w:val="00BE2AC2"/>
    <w:rsid w:val="00BE2BC6"/>
    <w:rsid w:val="00BE2DB5"/>
    <w:rsid w:val="00BE2DF0"/>
    <w:rsid w:val="00BE3386"/>
    <w:rsid w:val="00BE346F"/>
    <w:rsid w:val="00BE37BE"/>
    <w:rsid w:val="00BE3BA3"/>
    <w:rsid w:val="00BE3C41"/>
    <w:rsid w:val="00BE3C77"/>
    <w:rsid w:val="00BE4213"/>
    <w:rsid w:val="00BE4C82"/>
    <w:rsid w:val="00BE4E73"/>
    <w:rsid w:val="00BE4ECD"/>
    <w:rsid w:val="00BE4F94"/>
    <w:rsid w:val="00BE5275"/>
    <w:rsid w:val="00BE5853"/>
    <w:rsid w:val="00BE5BDD"/>
    <w:rsid w:val="00BE6492"/>
    <w:rsid w:val="00BE651D"/>
    <w:rsid w:val="00BE669B"/>
    <w:rsid w:val="00BE69E5"/>
    <w:rsid w:val="00BE6F7E"/>
    <w:rsid w:val="00BE724D"/>
    <w:rsid w:val="00BE7601"/>
    <w:rsid w:val="00BE76D9"/>
    <w:rsid w:val="00BE78E4"/>
    <w:rsid w:val="00BE7D4C"/>
    <w:rsid w:val="00BE7F5E"/>
    <w:rsid w:val="00BF003F"/>
    <w:rsid w:val="00BF007D"/>
    <w:rsid w:val="00BF00F8"/>
    <w:rsid w:val="00BF0162"/>
    <w:rsid w:val="00BF0410"/>
    <w:rsid w:val="00BF06D0"/>
    <w:rsid w:val="00BF0AA6"/>
    <w:rsid w:val="00BF0B05"/>
    <w:rsid w:val="00BF0C4B"/>
    <w:rsid w:val="00BF0CDE"/>
    <w:rsid w:val="00BF0D85"/>
    <w:rsid w:val="00BF1245"/>
    <w:rsid w:val="00BF1358"/>
    <w:rsid w:val="00BF13B7"/>
    <w:rsid w:val="00BF18CC"/>
    <w:rsid w:val="00BF1C6F"/>
    <w:rsid w:val="00BF1CB7"/>
    <w:rsid w:val="00BF1CD4"/>
    <w:rsid w:val="00BF23D8"/>
    <w:rsid w:val="00BF2A1F"/>
    <w:rsid w:val="00BF2F76"/>
    <w:rsid w:val="00BF367E"/>
    <w:rsid w:val="00BF3736"/>
    <w:rsid w:val="00BF3785"/>
    <w:rsid w:val="00BF390D"/>
    <w:rsid w:val="00BF3BFE"/>
    <w:rsid w:val="00BF3C5A"/>
    <w:rsid w:val="00BF3C65"/>
    <w:rsid w:val="00BF3D1C"/>
    <w:rsid w:val="00BF3D58"/>
    <w:rsid w:val="00BF4629"/>
    <w:rsid w:val="00BF4708"/>
    <w:rsid w:val="00BF4772"/>
    <w:rsid w:val="00BF482F"/>
    <w:rsid w:val="00BF49A1"/>
    <w:rsid w:val="00BF4B15"/>
    <w:rsid w:val="00BF4B68"/>
    <w:rsid w:val="00BF517D"/>
    <w:rsid w:val="00BF526A"/>
    <w:rsid w:val="00BF5362"/>
    <w:rsid w:val="00BF5472"/>
    <w:rsid w:val="00BF554D"/>
    <w:rsid w:val="00BF56F0"/>
    <w:rsid w:val="00BF584C"/>
    <w:rsid w:val="00BF5BBD"/>
    <w:rsid w:val="00BF5DA1"/>
    <w:rsid w:val="00BF5E0C"/>
    <w:rsid w:val="00BF5F6F"/>
    <w:rsid w:val="00BF6681"/>
    <w:rsid w:val="00BF6C2D"/>
    <w:rsid w:val="00BF6DCF"/>
    <w:rsid w:val="00BF6EDC"/>
    <w:rsid w:val="00BF6EE7"/>
    <w:rsid w:val="00BF6F98"/>
    <w:rsid w:val="00BF767E"/>
    <w:rsid w:val="00BF7BB2"/>
    <w:rsid w:val="00BF7E13"/>
    <w:rsid w:val="00C004FD"/>
    <w:rsid w:val="00C00908"/>
    <w:rsid w:val="00C00A9D"/>
    <w:rsid w:val="00C00AB4"/>
    <w:rsid w:val="00C00ABA"/>
    <w:rsid w:val="00C00ADB"/>
    <w:rsid w:val="00C00D18"/>
    <w:rsid w:val="00C00E83"/>
    <w:rsid w:val="00C00FD0"/>
    <w:rsid w:val="00C011A4"/>
    <w:rsid w:val="00C012D5"/>
    <w:rsid w:val="00C014B0"/>
    <w:rsid w:val="00C01555"/>
    <w:rsid w:val="00C015F5"/>
    <w:rsid w:val="00C01811"/>
    <w:rsid w:val="00C01E6F"/>
    <w:rsid w:val="00C01F14"/>
    <w:rsid w:val="00C021B3"/>
    <w:rsid w:val="00C02317"/>
    <w:rsid w:val="00C023EC"/>
    <w:rsid w:val="00C0371E"/>
    <w:rsid w:val="00C03955"/>
    <w:rsid w:val="00C039E4"/>
    <w:rsid w:val="00C04109"/>
    <w:rsid w:val="00C04669"/>
    <w:rsid w:val="00C0497A"/>
    <w:rsid w:val="00C04A96"/>
    <w:rsid w:val="00C04DE9"/>
    <w:rsid w:val="00C05586"/>
    <w:rsid w:val="00C05596"/>
    <w:rsid w:val="00C05721"/>
    <w:rsid w:val="00C057B5"/>
    <w:rsid w:val="00C0599D"/>
    <w:rsid w:val="00C05B10"/>
    <w:rsid w:val="00C05E3F"/>
    <w:rsid w:val="00C0630A"/>
    <w:rsid w:val="00C0647B"/>
    <w:rsid w:val="00C0678A"/>
    <w:rsid w:val="00C0682C"/>
    <w:rsid w:val="00C0694B"/>
    <w:rsid w:val="00C06AF0"/>
    <w:rsid w:val="00C07322"/>
    <w:rsid w:val="00C073FD"/>
    <w:rsid w:val="00C074AD"/>
    <w:rsid w:val="00C07521"/>
    <w:rsid w:val="00C07CB9"/>
    <w:rsid w:val="00C108DF"/>
    <w:rsid w:val="00C1097C"/>
    <w:rsid w:val="00C10AAE"/>
    <w:rsid w:val="00C10CE2"/>
    <w:rsid w:val="00C10F4D"/>
    <w:rsid w:val="00C10F87"/>
    <w:rsid w:val="00C11051"/>
    <w:rsid w:val="00C1117F"/>
    <w:rsid w:val="00C1122D"/>
    <w:rsid w:val="00C1188E"/>
    <w:rsid w:val="00C11BF5"/>
    <w:rsid w:val="00C11EB3"/>
    <w:rsid w:val="00C12047"/>
    <w:rsid w:val="00C124A3"/>
    <w:rsid w:val="00C128D1"/>
    <w:rsid w:val="00C12B2F"/>
    <w:rsid w:val="00C12F4D"/>
    <w:rsid w:val="00C12FCD"/>
    <w:rsid w:val="00C13067"/>
    <w:rsid w:val="00C13096"/>
    <w:rsid w:val="00C13359"/>
    <w:rsid w:val="00C13E1E"/>
    <w:rsid w:val="00C14273"/>
    <w:rsid w:val="00C142D6"/>
    <w:rsid w:val="00C143AC"/>
    <w:rsid w:val="00C143C5"/>
    <w:rsid w:val="00C1448E"/>
    <w:rsid w:val="00C144AE"/>
    <w:rsid w:val="00C145AD"/>
    <w:rsid w:val="00C146BA"/>
    <w:rsid w:val="00C1479F"/>
    <w:rsid w:val="00C1509D"/>
    <w:rsid w:val="00C152BA"/>
    <w:rsid w:val="00C15422"/>
    <w:rsid w:val="00C155F4"/>
    <w:rsid w:val="00C156C7"/>
    <w:rsid w:val="00C15723"/>
    <w:rsid w:val="00C15821"/>
    <w:rsid w:val="00C158E7"/>
    <w:rsid w:val="00C159E3"/>
    <w:rsid w:val="00C15AD0"/>
    <w:rsid w:val="00C15B38"/>
    <w:rsid w:val="00C15DF9"/>
    <w:rsid w:val="00C16794"/>
    <w:rsid w:val="00C16B99"/>
    <w:rsid w:val="00C16D0F"/>
    <w:rsid w:val="00C16D3F"/>
    <w:rsid w:val="00C1714B"/>
    <w:rsid w:val="00C175C6"/>
    <w:rsid w:val="00C17946"/>
    <w:rsid w:val="00C17AEF"/>
    <w:rsid w:val="00C17EAD"/>
    <w:rsid w:val="00C2065E"/>
    <w:rsid w:val="00C207E5"/>
    <w:rsid w:val="00C208EF"/>
    <w:rsid w:val="00C20B1D"/>
    <w:rsid w:val="00C20D23"/>
    <w:rsid w:val="00C20D42"/>
    <w:rsid w:val="00C20D69"/>
    <w:rsid w:val="00C20DDB"/>
    <w:rsid w:val="00C20DE4"/>
    <w:rsid w:val="00C210CE"/>
    <w:rsid w:val="00C21199"/>
    <w:rsid w:val="00C212DB"/>
    <w:rsid w:val="00C21EB3"/>
    <w:rsid w:val="00C21F0F"/>
    <w:rsid w:val="00C21F5C"/>
    <w:rsid w:val="00C2251A"/>
    <w:rsid w:val="00C226FF"/>
    <w:rsid w:val="00C22834"/>
    <w:rsid w:val="00C22A2C"/>
    <w:rsid w:val="00C22ADE"/>
    <w:rsid w:val="00C22AF1"/>
    <w:rsid w:val="00C22B06"/>
    <w:rsid w:val="00C22BDF"/>
    <w:rsid w:val="00C22C7E"/>
    <w:rsid w:val="00C22FE4"/>
    <w:rsid w:val="00C230CE"/>
    <w:rsid w:val="00C2335D"/>
    <w:rsid w:val="00C233AB"/>
    <w:rsid w:val="00C2340A"/>
    <w:rsid w:val="00C23692"/>
    <w:rsid w:val="00C23A04"/>
    <w:rsid w:val="00C23C5B"/>
    <w:rsid w:val="00C23C86"/>
    <w:rsid w:val="00C23D00"/>
    <w:rsid w:val="00C23E2D"/>
    <w:rsid w:val="00C24360"/>
    <w:rsid w:val="00C243E5"/>
    <w:rsid w:val="00C246F9"/>
    <w:rsid w:val="00C247A0"/>
    <w:rsid w:val="00C24B8B"/>
    <w:rsid w:val="00C25410"/>
    <w:rsid w:val="00C255E8"/>
    <w:rsid w:val="00C25632"/>
    <w:rsid w:val="00C25664"/>
    <w:rsid w:val="00C25BB6"/>
    <w:rsid w:val="00C25BE7"/>
    <w:rsid w:val="00C25CD1"/>
    <w:rsid w:val="00C25DB3"/>
    <w:rsid w:val="00C2653A"/>
    <w:rsid w:val="00C269B0"/>
    <w:rsid w:val="00C26A42"/>
    <w:rsid w:val="00C26AE5"/>
    <w:rsid w:val="00C26B3A"/>
    <w:rsid w:val="00C26F60"/>
    <w:rsid w:val="00C27117"/>
    <w:rsid w:val="00C2724D"/>
    <w:rsid w:val="00C27344"/>
    <w:rsid w:val="00C2741F"/>
    <w:rsid w:val="00C274A9"/>
    <w:rsid w:val="00C277A6"/>
    <w:rsid w:val="00C27D07"/>
    <w:rsid w:val="00C27E0C"/>
    <w:rsid w:val="00C27EA7"/>
    <w:rsid w:val="00C30078"/>
    <w:rsid w:val="00C300FD"/>
    <w:rsid w:val="00C30377"/>
    <w:rsid w:val="00C30496"/>
    <w:rsid w:val="00C30560"/>
    <w:rsid w:val="00C30999"/>
    <w:rsid w:val="00C30BD8"/>
    <w:rsid w:val="00C30C0D"/>
    <w:rsid w:val="00C30F53"/>
    <w:rsid w:val="00C31228"/>
    <w:rsid w:val="00C318ED"/>
    <w:rsid w:val="00C31B2D"/>
    <w:rsid w:val="00C31BBE"/>
    <w:rsid w:val="00C32038"/>
    <w:rsid w:val="00C3242F"/>
    <w:rsid w:val="00C32746"/>
    <w:rsid w:val="00C32E26"/>
    <w:rsid w:val="00C32F5B"/>
    <w:rsid w:val="00C33099"/>
    <w:rsid w:val="00C3353C"/>
    <w:rsid w:val="00C33BE6"/>
    <w:rsid w:val="00C33C00"/>
    <w:rsid w:val="00C33C24"/>
    <w:rsid w:val="00C33CB7"/>
    <w:rsid w:val="00C33D55"/>
    <w:rsid w:val="00C33E37"/>
    <w:rsid w:val="00C33FCB"/>
    <w:rsid w:val="00C340F9"/>
    <w:rsid w:val="00C344F6"/>
    <w:rsid w:val="00C34584"/>
    <w:rsid w:val="00C346CC"/>
    <w:rsid w:val="00C34A61"/>
    <w:rsid w:val="00C34A8B"/>
    <w:rsid w:val="00C34D18"/>
    <w:rsid w:val="00C35397"/>
    <w:rsid w:val="00C35694"/>
    <w:rsid w:val="00C3594C"/>
    <w:rsid w:val="00C360A2"/>
    <w:rsid w:val="00C361E6"/>
    <w:rsid w:val="00C36414"/>
    <w:rsid w:val="00C364DD"/>
    <w:rsid w:val="00C36904"/>
    <w:rsid w:val="00C36968"/>
    <w:rsid w:val="00C36ADD"/>
    <w:rsid w:val="00C36CF3"/>
    <w:rsid w:val="00C36E90"/>
    <w:rsid w:val="00C36EF0"/>
    <w:rsid w:val="00C37154"/>
    <w:rsid w:val="00C372C3"/>
    <w:rsid w:val="00C37470"/>
    <w:rsid w:val="00C37592"/>
    <w:rsid w:val="00C376CD"/>
    <w:rsid w:val="00C3777A"/>
    <w:rsid w:val="00C37782"/>
    <w:rsid w:val="00C37EE7"/>
    <w:rsid w:val="00C40161"/>
    <w:rsid w:val="00C40593"/>
    <w:rsid w:val="00C40885"/>
    <w:rsid w:val="00C409E9"/>
    <w:rsid w:val="00C40AA4"/>
    <w:rsid w:val="00C4118B"/>
    <w:rsid w:val="00C4144F"/>
    <w:rsid w:val="00C41BCB"/>
    <w:rsid w:val="00C41DDE"/>
    <w:rsid w:val="00C4216C"/>
    <w:rsid w:val="00C424C9"/>
    <w:rsid w:val="00C425D8"/>
    <w:rsid w:val="00C429AD"/>
    <w:rsid w:val="00C42C81"/>
    <w:rsid w:val="00C43060"/>
    <w:rsid w:val="00C4327F"/>
    <w:rsid w:val="00C43738"/>
    <w:rsid w:val="00C43AB0"/>
    <w:rsid w:val="00C44384"/>
    <w:rsid w:val="00C44477"/>
    <w:rsid w:val="00C4464C"/>
    <w:rsid w:val="00C44944"/>
    <w:rsid w:val="00C44D41"/>
    <w:rsid w:val="00C44E04"/>
    <w:rsid w:val="00C44EDD"/>
    <w:rsid w:val="00C44FF6"/>
    <w:rsid w:val="00C4504F"/>
    <w:rsid w:val="00C452EC"/>
    <w:rsid w:val="00C45AB6"/>
    <w:rsid w:val="00C45AEC"/>
    <w:rsid w:val="00C45C32"/>
    <w:rsid w:val="00C45D7D"/>
    <w:rsid w:val="00C45F59"/>
    <w:rsid w:val="00C461ED"/>
    <w:rsid w:val="00C465A3"/>
    <w:rsid w:val="00C465B4"/>
    <w:rsid w:val="00C46850"/>
    <w:rsid w:val="00C468ED"/>
    <w:rsid w:val="00C469CF"/>
    <w:rsid w:val="00C46A0B"/>
    <w:rsid w:val="00C46CBE"/>
    <w:rsid w:val="00C473B0"/>
    <w:rsid w:val="00C47477"/>
    <w:rsid w:val="00C47A33"/>
    <w:rsid w:val="00C47B87"/>
    <w:rsid w:val="00C47BFA"/>
    <w:rsid w:val="00C47ECC"/>
    <w:rsid w:val="00C50108"/>
    <w:rsid w:val="00C50745"/>
    <w:rsid w:val="00C5093B"/>
    <w:rsid w:val="00C50BBD"/>
    <w:rsid w:val="00C50D2E"/>
    <w:rsid w:val="00C50D73"/>
    <w:rsid w:val="00C50E55"/>
    <w:rsid w:val="00C51158"/>
    <w:rsid w:val="00C513CE"/>
    <w:rsid w:val="00C51570"/>
    <w:rsid w:val="00C5188C"/>
    <w:rsid w:val="00C51A4D"/>
    <w:rsid w:val="00C51D19"/>
    <w:rsid w:val="00C51ECE"/>
    <w:rsid w:val="00C51EEA"/>
    <w:rsid w:val="00C52010"/>
    <w:rsid w:val="00C52242"/>
    <w:rsid w:val="00C522D1"/>
    <w:rsid w:val="00C524D0"/>
    <w:rsid w:val="00C52500"/>
    <w:rsid w:val="00C52AD0"/>
    <w:rsid w:val="00C52CC8"/>
    <w:rsid w:val="00C52DC2"/>
    <w:rsid w:val="00C5320E"/>
    <w:rsid w:val="00C533C6"/>
    <w:rsid w:val="00C53464"/>
    <w:rsid w:val="00C53A54"/>
    <w:rsid w:val="00C53AEA"/>
    <w:rsid w:val="00C53C5C"/>
    <w:rsid w:val="00C53D73"/>
    <w:rsid w:val="00C54234"/>
    <w:rsid w:val="00C54499"/>
    <w:rsid w:val="00C5450B"/>
    <w:rsid w:val="00C54552"/>
    <w:rsid w:val="00C546D1"/>
    <w:rsid w:val="00C54857"/>
    <w:rsid w:val="00C54DDD"/>
    <w:rsid w:val="00C553BB"/>
    <w:rsid w:val="00C55414"/>
    <w:rsid w:val="00C55565"/>
    <w:rsid w:val="00C555F0"/>
    <w:rsid w:val="00C556AD"/>
    <w:rsid w:val="00C55BBC"/>
    <w:rsid w:val="00C55C1D"/>
    <w:rsid w:val="00C55CB2"/>
    <w:rsid w:val="00C55D2F"/>
    <w:rsid w:val="00C55DD6"/>
    <w:rsid w:val="00C55F5F"/>
    <w:rsid w:val="00C561DC"/>
    <w:rsid w:val="00C5658B"/>
    <w:rsid w:val="00C5696E"/>
    <w:rsid w:val="00C56AC5"/>
    <w:rsid w:val="00C56EE2"/>
    <w:rsid w:val="00C56F66"/>
    <w:rsid w:val="00C57485"/>
    <w:rsid w:val="00C5797B"/>
    <w:rsid w:val="00C57B9C"/>
    <w:rsid w:val="00C57CBB"/>
    <w:rsid w:val="00C57DEB"/>
    <w:rsid w:val="00C57E50"/>
    <w:rsid w:val="00C57EDD"/>
    <w:rsid w:val="00C6014D"/>
    <w:rsid w:val="00C60523"/>
    <w:rsid w:val="00C607B1"/>
    <w:rsid w:val="00C608D8"/>
    <w:rsid w:val="00C60A02"/>
    <w:rsid w:val="00C60D39"/>
    <w:rsid w:val="00C60F31"/>
    <w:rsid w:val="00C60F89"/>
    <w:rsid w:val="00C6105D"/>
    <w:rsid w:val="00C612F9"/>
    <w:rsid w:val="00C6131B"/>
    <w:rsid w:val="00C6143F"/>
    <w:rsid w:val="00C61472"/>
    <w:rsid w:val="00C61713"/>
    <w:rsid w:val="00C61A8E"/>
    <w:rsid w:val="00C61B51"/>
    <w:rsid w:val="00C61D02"/>
    <w:rsid w:val="00C61FBC"/>
    <w:rsid w:val="00C62D51"/>
    <w:rsid w:val="00C62EDA"/>
    <w:rsid w:val="00C632C4"/>
    <w:rsid w:val="00C63664"/>
    <w:rsid w:val="00C63755"/>
    <w:rsid w:val="00C63849"/>
    <w:rsid w:val="00C63A88"/>
    <w:rsid w:val="00C63AF2"/>
    <w:rsid w:val="00C63B10"/>
    <w:rsid w:val="00C63B95"/>
    <w:rsid w:val="00C640AD"/>
    <w:rsid w:val="00C64AA3"/>
    <w:rsid w:val="00C650BE"/>
    <w:rsid w:val="00C652AE"/>
    <w:rsid w:val="00C65411"/>
    <w:rsid w:val="00C6548D"/>
    <w:rsid w:val="00C65F2E"/>
    <w:rsid w:val="00C6669E"/>
    <w:rsid w:val="00C66DC3"/>
    <w:rsid w:val="00C66DE7"/>
    <w:rsid w:val="00C66E1B"/>
    <w:rsid w:val="00C67459"/>
    <w:rsid w:val="00C675B3"/>
    <w:rsid w:val="00C67691"/>
    <w:rsid w:val="00C67862"/>
    <w:rsid w:val="00C67E6A"/>
    <w:rsid w:val="00C67F53"/>
    <w:rsid w:val="00C67FD0"/>
    <w:rsid w:val="00C7008F"/>
    <w:rsid w:val="00C70092"/>
    <w:rsid w:val="00C70594"/>
    <w:rsid w:val="00C7076B"/>
    <w:rsid w:val="00C70D6D"/>
    <w:rsid w:val="00C713C8"/>
    <w:rsid w:val="00C713F5"/>
    <w:rsid w:val="00C7146E"/>
    <w:rsid w:val="00C7168F"/>
    <w:rsid w:val="00C71690"/>
    <w:rsid w:val="00C7174E"/>
    <w:rsid w:val="00C717D0"/>
    <w:rsid w:val="00C71BCB"/>
    <w:rsid w:val="00C71FFC"/>
    <w:rsid w:val="00C72212"/>
    <w:rsid w:val="00C72394"/>
    <w:rsid w:val="00C724E1"/>
    <w:rsid w:val="00C7271C"/>
    <w:rsid w:val="00C72733"/>
    <w:rsid w:val="00C7279D"/>
    <w:rsid w:val="00C72D2F"/>
    <w:rsid w:val="00C72FD3"/>
    <w:rsid w:val="00C731FA"/>
    <w:rsid w:val="00C736F8"/>
    <w:rsid w:val="00C7382C"/>
    <w:rsid w:val="00C73957"/>
    <w:rsid w:val="00C73DA6"/>
    <w:rsid w:val="00C74190"/>
    <w:rsid w:val="00C7423B"/>
    <w:rsid w:val="00C742C7"/>
    <w:rsid w:val="00C745CA"/>
    <w:rsid w:val="00C74BFC"/>
    <w:rsid w:val="00C74C07"/>
    <w:rsid w:val="00C74D85"/>
    <w:rsid w:val="00C74EA5"/>
    <w:rsid w:val="00C74ECF"/>
    <w:rsid w:val="00C75252"/>
    <w:rsid w:val="00C753C5"/>
    <w:rsid w:val="00C755A6"/>
    <w:rsid w:val="00C7561E"/>
    <w:rsid w:val="00C75BDB"/>
    <w:rsid w:val="00C75E51"/>
    <w:rsid w:val="00C7621F"/>
    <w:rsid w:val="00C762AF"/>
    <w:rsid w:val="00C76669"/>
    <w:rsid w:val="00C76C53"/>
    <w:rsid w:val="00C76F7D"/>
    <w:rsid w:val="00C76FF8"/>
    <w:rsid w:val="00C7708F"/>
    <w:rsid w:val="00C7729C"/>
    <w:rsid w:val="00C777AE"/>
    <w:rsid w:val="00C77B17"/>
    <w:rsid w:val="00C77F7B"/>
    <w:rsid w:val="00C801D2"/>
    <w:rsid w:val="00C80213"/>
    <w:rsid w:val="00C806DD"/>
    <w:rsid w:val="00C8070E"/>
    <w:rsid w:val="00C8078B"/>
    <w:rsid w:val="00C80E20"/>
    <w:rsid w:val="00C811BF"/>
    <w:rsid w:val="00C811E4"/>
    <w:rsid w:val="00C819A4"/>
    <w:rsid w:val="00C819E1"/>
    <w:rsid w:val="00C81BA4"/>
    <w:rsid w:val="00C82322"/>
    <w:rsid w:val="00C832B0"/>
    <w:rsid w:val="00C83358"/>
    <w:rsid w:val="00C83663"/>
    <w:rsid w:val="00C83757"/>
    <w:rsid w:val="00C838E8"/>
    <w:rsid w:val="00C839D4"/>
    <w:rsid w:val="00C839F2"/>
    <w:rsid w:val="00C83B57"/>
    <w:rsid w:val="00C83BCA"/>
    <w:rsid w:val="00C83EC7"/>
    <w:rsid w:val="00C83F40"/>
    <w:rsid w:val="00C842AC"/>
    <w:rsid w:val="00C84613"/>
    <w:rsid w:val="00C846E7"/>
    <w:rsid w:val="00C8486E"/>
    <w:rsid w:val="00C84A37"/>
    <w:rsid w:val="00C84D4C"/>
    <w:rsid w:val="00C84E21"/>
    <w:rsid w:val="00C85048"/>
    <w:rsid w:val="00C8526A"/>
    <w:rsid w:val="00C8551B"/>
    <w:rsid w:val="00C857E5"/>
    <w:rsid w:val="00C85B94"/>
    <w:rsid w:val="00C85C53"/>
    <w:rsid w:val="00C85FD7"/>
    <w:rsid w:val="00C865B8"/>
    <w:rsid w:val="00C86756"/>
    <w:rsid w:val="00C86B69"/>
    <w:rsid w:val="00C86B78"/>
    <w:rsid w:val="00C86FC0"/>
    <w:rsid w:val="00C875F2"/>
    <w:rsid w:val="00C878BA"/>
    <w:rsid w:val="00C87906"/>
    <w:rsid w:val="00C87B54"/>
    <w:rsid w:val="00C87D31"/>
    <w:rsid w:val="00C87E62"/>
    <w:rsid w:val="00C87F5D"/>
    <w:rsid w:val="00C87F6C"/>
    <w:rsid w:val="00C90162"/>
    <w:rsid w:val="00C9049A"/>
    <w:rsid w:val="00C90601"/>
    <w:rsid w:val="00C90A32"/>
    <w:rsid w:val="00C90A4B"/>
    <w:rsid w:val="00C90FEF"/>
    <w:rsid w:val="00C9108C"/>
    <w:rsid w:val="00C91336"/>
    <w:rsid w:val="00C91391"/>
    <w:rsid w:val="00C91969"/>
    <w:rsid w:val="00C91AE0"/>
    <w:rsid w:val="00C91B2F"/>
    <w:rsid w:val="00C91BE0"/>
    <w:rsid w:val="00C91D29"/>
    <w:rsid w:val="00C91DE5"/>
    <w:rsid w:val="00C91E10"/>
    <w:rsid w:val="00C91EC7"/>
    <w:rsid w:val="00C92594"/>
    <w:rsid w:val="00C925D6"/>
    <w:rsid w:val="00C92840"/>
    <w:rsid w:val="00C928B2"/>
    <w:rsid w:val="00C92B06"/>
    <w:rsid w:val="00C934A9"/>
    <w:rsid w:val="00C93702"/>
    <w:rsid w:val="00C93919"/>
    <w:rsid w:val="00C93C6D"/>
    <w:rsid w:val="00C93D92"/>
    <w:rsid w:val="00C9423F"/>
    <w:rsid w:val="00C947F4"/>
    <w:rsid w:val="00C94D51"/>
    <w:rsid w:val="00C94FF1"/>
    <w:rsid w:val="00C95470"/>
    <w:rsid w:val="00C95B00"/>
    <w:rsid w:val="00C95B9E"/>
    <w:rsid w:val="00C95F29"/>
    <w:rsid w:val="00C96038"/>
    <w:rsid w:val="00C963C2"/>
    <w:rsid w:val="00C964AB"/>
    <w:rsid w:val="00C96B72"/>
    <w:rsid w:val="00C96F23"/>
    <w:rsid w:val="00C97040"/>
    <w:rsid w:val="00C971AC"/>
    <w:rsid w:val="00C9733E"/>
    <w:rsid w:val="00C97750"/>
    <w:rsid w:val="00C97871"/>
    <w:rsid w:val="00C97B96"/>
    <w:rsid w:val="00C97BB7"/>
    <w:rsid w:val="00C97CA4"/>
    <w:rsid w:val="00C97DE9"/>
    <w:rsid w:val="00C97FF9"/>
    <w:rsid w:val="00CA01D9"/>
    <w:rsid w:val="00CA03FB"/>
    <w:rsid w:val="00CA09DC"/>
    <w:rsid w:val="00CA0EC8"/>
    <w:rsid w:val="00CA1171"/>
    <w:rsid w:val="00CA1218"/>
    <w:rsid w:val="00CA13D9"/>
    <w:rsid w:val="00CA149D"/>
    <w:rsid w:val="00CA1522"/>
    <w:rsid w:val="00CA167B"/>
    <w:rsid w:val="00CA169B"/>
    <w:rsid w:val="00CA178B"/>
    <w:rsid w:val="00CA19A2"/>
    <w:rsid w:val="00CA1A1E"/>
    <w:rsid w:val="00CA1A4B"/>
    <w:rsid w:val="00CA1CBF"/>
    <w:rsid w:val="00CA1EB8"/>
    <w:rsid w:val="00CA20D0"/>
    <w:rsid w:val="00CA2265"/>
    <w:rsid w:val="00CA25B5"/>
    <w:rsid w:val="00CA2667"/>
    <w:rsid w:val="00CA2E14"/>
    <w:rsid w:val="00CA2E22"/>
    <w:rsid w:val="00CA3066"/>
    <w:rsid w:val="00CA328A"/>
    <w:rsid w:val="00CA34B3"/>
    <w:rsid w:val="00CA3716"/>
    <w:rsid w:val="00CA380E"/>
    <w:rsid w:val="00CA3833"/>
    <w:rsid w:val="00CA3FBF"/>
    <w:rsid w:val="00CA4206"/>
    <w:rsid w:val="00CA4478"/>
    <w:rsid w:val="00CA471E"/>
    <w:rsid w:val="00CA479E"/>
    <w:rsid w:val="00CA48FB"/>
    <w:rsid w:val="00CA4913"/>
    <w:rsid w:val="00CA497F"/>
    <w:rsid w:val="00CA4BC1"/>
    <w:rsid w:val="00CA4C39"/>
    <w:rsid w:val="00CA4E57"/>
    <w:rsid w:val="00CA54E6"/>
    <w:rsid w:val="00CA595C"/>
    <w:rsid w:val="00CA5990"/>
    <w:rsid w:val="00CA5BC3"/>
    <w:rsid w:val="00CA5EF2"/>
    <w:rsid w:val="00CA6667"/>
    <w:rsid w:val="00CA66DC"/>
    <w:rsid w:val="00CA72BC"/>
    <w:rsid w:val="00CA754C"/>
    <w:rsid w:val="00CA7562"/>
    <w:rsid w:val="00CA78A1"/>
    <w:rsid w:val="00CA7BF7"/>
    <w:rsid w:val="00CA7C1C"/>
    <w:rsid w:val="00CA7C8E"/>
    <w:rsid w:val="00CB008A"/>
    <w:rsid w:val="00CB0364"/>
    <w:rsid w:val="00CB07C6"/>
    <w:rsid w:val="00CB082B"/>
    <w:rsid w:val="00CB09F8"/>
    <w:rsid w:val="00CB0A57"/>
    <w:rsid w:val="00CB136E"/>
    <w:rsid w:val="00CB1393"/>
    <w:rsid w:val="00CB14ED"/>
    <w:rsid w:val="00CB182D"/>
    <w:rsid w:val="00CB1D71"/>
    <w:rsid w:val="00CB32C7"/>
    <w:rsid w:val="00CB3581"/>
    <w:rsid w:val="00CB371D"/>
    <w:rsid w:val="00CB3989"/>
    <w:rsid w:val="00CB3B7E"/>
    <w:rsid w:val="00CB427C"/>
    <w:rsid w:val="00CB4539"/>
    <w:rsid w:val="00CB4596"/>
    <w:rsid w:val="00CB48C7"/>
    <w:rsid w:val="00CB4A1D"/>
    <w:rsid w:val="00CB5240"/>
    <w:rsid w:val="00CB524B"/>
    <w:rsid w:val="00CB52FF"/>
    <w:rsid w:val="00CB5560"/>
    <w:rsid w:val="00CB565B"/>
    <w:rsid w:val="00CB576D"/>
    <w:rsid w:val="00CB5AC9"/>
    <w:rsid w:val="00CB5B29"/>
    <w:rsid w:val="00CB5BDB"/>
    <w:rsid w:val="00CB6362"/>
    <w:rsid w:val="00CB64C3"/>
    <w:rsid w:val="00CB66FD"/>
    <w:rsid w:val="00CB68B2"/>
    <w:rsid w:val="00CB6C87"/>
    <w:rsid w:val="00CB6D66"/>
    <w:rsid w:val="00CB7281"/>
    <w:rsid w:val="00CB7460"/>
    <w:rsid w:val="00CB758B"/>
    <w:rsid w:val="00CB76E3"/>
    <w:rsid w:val="00CB7773"/>
    <w:rsid w:val="00CB7890"/>
    <w:rsid w:val="00CB7E28"/>
    <w:rsid w:val="00CC0112"/>
    <w:rsid w:val="00CC0262"/>
    <w:rsid w:val="00CC086C"/>
    <w:rsid w:val="00CC0903"/>
    <w:rsid w:val="00CC0BF1"/>
    <w:rsid w:val="00CC1664"/>
    <w:rsid w:val="00CC16AA"/>
    <w:rsid w:val="00CC1943"/>
    <w:rsid w:val="00CC22F7"/>
    <w:rsid w:val="00CC2398"/>
    <w:rsid w:val="00CC2ABE"/>
    <w:rsid w:val="00CC2BAB"/>
    <w:rsid w:val="00CC2BD1"/>
    <w:rsid w:val="00CC2C29"/>
    <w:rsid w:val="00CC2CD5"/>
    <w:rsid w:val="00CC34D9"/>
    <w:rsid w:val="00CC3618"/>
    <w:rsid w:val="00CC3F43"/>
    <w:rsid w:val="00CC408C"/>
    <w:rsid w:val="00CC44B5"/>
    <w:rsid w:val="00CC47BC"/>
    <w:rsid w:val="00CC4860"/>
    <w:rsid w:val="00CC491A"/>
    <w:rsid w:val="00CC4BBF"/>
    <w:rsid w:val="00CC4F1A"/>
    <w:rsid w:val="00CC4F57"/>
    <w:rsid w:val="00CC5191"/>
    <w:rsid w:val="00CC5376"/>
    <w:rsid w:val="00CC53BE"/>
    <w:rsid w:val="00CC5484"/>
    <w:rsid w:val="00CC57B4"/>
    <w:rsid w:val="00CC5C97"/>
    <w:rsid w:val="00CC5FD8"/>
    <w:rsid w:val="00CC61C2"/>
    <w:rsid w:val="00CC648B"/>
    <w:rsid w:val="00CC683C"/>
    <w:rsid w:val="00CC6979"/>
    <w:rsid w:val="00CC6ABA"/>
    <w:rsid w:val="00CC7089"/>
    <w:rsid w:val="00CC7292"/>
    <w:rsid w:val="00CC7312"/>
    <w:rsid w:val="00CC74DF"/>
    <w:rsid w:val="00CC7A20"/>
    <w:rsid w:val="00CC7AAD"/>
    <w:rsid w:val="00CC7AEE"/>
    <w:rsid w:val="00CC7DEC"/>
    <w:rsid w:val="00CC7F29"/>
    <w:rsid w:val="00CD028C"/>
    <w:rsid w:val="00CD06CC"/>
    <w:rsid w:val="00CD0C90"/>
    <w:rsid w:val="00CD0DF2"/>
    <w:rsid w:val="00CD1287"/>
    <w:rsid w:val="00CD17B0"/>
    <w:rsid w:val="00CD1B41"/>
    <w:rsid w:val="00CD1D5D"/>
    <w:rsid w:val="00CD1E1D"/>
    <w:rsid w:val="00CD1EE4"/>
    <w:rsid w:val="00CD24A9"/>
    <w:rsid w:val="00CD26CC"/>
    <w:rsid w:val="00CD2832"/>
    <w:rsid w:val="00CD2E12"/>
    <w:rsid w:val="00CD3747"/>
    <w:rsid w:val="00CD388A"/>
    <w:rsid w:val="00CD395C"/>
    <w:rsid w:val="00CD3ECD"/>
    <w:rsid w:val="00CD3EEC"/>
    <w:rsid w:val="00CD3F27"/>
    <w:rsid w:val="00CD42D3"/>
    <w:rsid w:val="00CD485B"/>
    <w:rsid w:val="00CD4869"/>
    <w:rsid w:val="00CD49B4"/>
    <w:rsid w:val="00CD4E4F"/>
    <w:rsid w:val="00CD54E9"/>
    <w:rsid w:val="00CD5638"/>
    <w:rsid w:val="00CD5676"/>
    <w:rsid w:val="00CD5722"/>
    <w:rsid w:val="00CD5831"/>
    <w:rsid w:val="00CD5877"/>
    <w:rsid w:val="00CD5AF6"/>
    <w:rsid w:val="00CD5BFC"/>
    <w:rsid w:val="00CD5E43"/>
    <w:rsid w:val="00CD607A"/>
    <w:rsid w:val="00CD60BC"/>
    <w:rsid w:val="00CD6361"/>
    <w:rsid w:val="00CD64CA"/>
    <w:rsid w:val="00CD6580"/>
    <w:rsid w:val="00CD66B6"/>
    <w:rsid w:val="00CD67B5"/>
    <w:rsid w:val="00CD68D2"/>
    <w:rsid w:val="00CD6A7F"/>
    <w:rsid w:val="00CD6E3B"/>
    <w:rsid w:val="00CD6F05"/>
    <w:rsid w:val="00CD7392"/>
    <w:rsid w:val="00CD76DE"/>
    <w:rsid w:val="00CD7884"/>
    <w:rsid w:val="00CD7F79"/>
    <w:rsid w:val="00CE0076"/>
    <w:rsid w:val="00CE020A"/>
    <w:rsid w:val="00CE0431"/>
    <w:rsid w:val="00CE0BEF"/>
    <w:rsid w:val="00CE0D4C"/>
    <w:rsid w:val="00CE0F0F"/>
    <w:rsid w:val="00CE1015"/>
    <w:rsid w:val="00CE104D"/>
    <w:rsid w:val="00CE10AB"/>
    <w:rsid w:val="00CE1300"/>
    <w:rsid w:val="00CE183A"/>
    <w:rsid w:val="00CE200D"/>
    <w:rsid w:val="00CE20D5"/>
    <w:rsid w:val="00CE2180"/>
    <w:rsid w:val="00CE2402"/>
    <w:rsid w:val="00CE2483"/>
    <w:rsid w:val="00CE2771"/>
    <w:rsid w:val="00CE2870"/>
    <w:rsid w:val="00CE292A"/>
    <w:rsid w:val="00CE29FB"/>
    <w:rsid w:val="00CE2B5F"/>
    <w:rsid w:val="00CE2F40"/>
    <w:rsid w:val="00CE2FC3"/>
    <w:rsid w:val="00CE30EA"/>
    <w:rsid w:val="00CE353E"/>
    <w:rsid w:val="00CE3790"/>
    <w:rsid w:val="00CE3AF4"/>
    <w:rsid w:val="00CE3DCC"/>
    <w:rsid w:val="00CE3F81"/>
    <w:rsid w:val="00CE43B0"/>
    <w:rsid w:val="00CE43B8"/>
    <w:rsid w:val="00CE46DB"/>
    <w:rsid w:val="00CE4892"/>
    <w:rsid w:val="00CE4956"/>
    <w:rsid w:val="00CE49D8"/>
    <w:rsid w:val="00CE4A0D"/>
    <w:rsid w:val="00CE4E0D"/>
    <w:rsid w:val="00CE4EEB"/>
    <w:rsid w:val="00CE4FEE"/>
    <w:rsid w:val="00CE51FB"/>
    <w:rsid w:val="00CE5267"/>
    <w:rsid w:val="00CE5594"/>
    <w:rsid w:val="00CE5692"/>
    <w:rsid w:val="00CE57AE"/>
    <w:rsid w:val="00CE5E61"/>
    <w:rsid w:val="00CE63F0"/>
    <w:rsid w:val="00CE7583"/>
    <w:rsid w:val="00CE7603"/>
    <w:rsid w:val="00CE7BE8"/>
    <w:rsid w:val="00CE7BFF"/>
    <w:rsid w:val="00CF056F"/>
    <w:rsid w:val="00CF0665"/>
    <w:rsid w:val="00CF0C93"/>
    <w:rsid w:val="00CF113E"/>
    <w:rsid w:val="00CF1198"/>
    <w:rsid w:val="00CF1587"/>
    <w:rsid w:val="00CF173C"/>
    <w:rsid w:val="00CF19F1"/>
    <w:rsid w:val="00CF1BEC"/>
    <w:rsid w:val="00CF1CE3"/>
    <w:rsid w:val="00CF1E45"/>
    <w:rsid w:val="00CF212C"/>
    <w:rsid w:val="00CF24D0"/>
    <w:rsid w:val="00CF2A48"/>
    <w:rsid w:val="00CF2A89"/>
    <w:rsid w:val="00CF302F"/>
    <w:rsid w:val="00CF31D2"/>
    <w:rsid w:val="00CF3550"/>
    <w:rsid w:val="00CF391F"/>
    <w:rsid w:val="00CF3A3B"/>
    <w:rsid w:val="00CF3AEB"/>
    <w:rsid w:val="00CF3CA6"/>
    <w:rsid w:val="00CF3D9D"/>
    <w:rsid w:val="00CF4142"/>
    <w:rsid w:val="00CF4275"/>
    <w:rsid w:val="00CF4342"/>
    <w:rsid w:val="00CF4417"/>
    <w:rsid w:val="00CF451E"/>
    <w:rsid w:val="00CF45D1"/>
    <w:rsid w:val="00CF45F3"/>
    <w:rsid w:val="00CF4676"/>
    <w:rsid w:val="00CF48FC"/>
    <w:rsid w:val="00CF4A01"/>
    <w:rsid w:val="00CF4F36"/>
    <w:rsid w:val="00CF51E5"/>
    <w:rsid w:val="00CF533C"/>
    <w:rsid w:val="00CF538C"/>
    <w:rsid w:val="00CF5586"/>
    <w:rsid w:val="00CF5689"/>
    <w:rsid w:val="00CF597C"/>
    <w:rsid w:val="00CF64BE"/>
    <w:rsid w:val="00CF6952"/>
    <w:rsid w:val="00CF69CE"/>
    <w:rsid w:val="00CF69F4"/>
    <w:rsid w:val="00CF6D0E"/>
    <w:rsid w:val="00CF6FF5"/>
    <w:rsid w:val="00CF7537"/>
    <w:rsid w:val="00CF7561"/>
    <w:rsid w:val="00CF75C6"/>
    <w:rsid w:val="00CF79D7"/>
    <w:rsid w:val="00CF7A7A"/>
    <w:rsid w:val="00CF7A94"/>
    <w:rsid w:val="00CF7B15"/>
    <w:rsid w:val="00D001D5"/>
    <w:rsid w:val="00D002F1"/>
    <w:rsid w:val="00D008F1"/>
    <w:rsid w:val="00D00AEA"/>
    <w:rsid w:val="00D00BC5"/>
    <w:rsid w:val="00D00EC9"/>
    <w:rsid w:val="00D01A96"/>
    <w:rsid w:val="00D01B0D"/>
    <w:rsid w:val="00D01B1D"/>
    <w:rsid w:val="00D01DE4"/>
    <w:rsid w:val="00D01E6A"/>
    <w:rsid w:val="00D02143"/>
    <w:rsid w:val="00D0230C"/>
    <w:rsid w:val="00D026E3"/>
    <w:rsid w:val="00D02E6C"/>
    <w:rsid w:val="00D02EC5"/>
    <w:rsid w:val="00D03163"/>
    <w:rsid w:val="00D0333C"/>
    <w:rsid w:val="00D03A75"/>
    <w:rsid w:val="00D03B0C"/>
    <w:rsid w:val="00D03CC1"/>
    <w:rsid w:val="00D03DFB"/>
    <w:rsid w:val="00D03F17"/>
    <w:rsid w:val="00D04030"/>
    <w:rsid w:val="00D04081"/>
    <w:rsid w:val="00D04273"/>
    <w:rsid w:val="00D042D7"/>
    <w:rsid w:val="00D04486"/>
    <w:rsid w:val="00D04C0D"/>
    <w:rsid w:val="00D04EF1"/>
    <w:rsid w:val="00D0538A"/>
    <w:rsid w:val="00D05422"/>
    <w:rsid w:val="00D054A6"/>
    <w:rsid w:val="00D057DB"/>
    <w:rsid w:val="00D05890"/>
    <w:rsid w:val="00D058E4"/>
    <w:rsid w:val="00D059EA"/>
    <w:rsid w:val="00D059EC"/>
    <w:rsid w:val="00D05DE7"/>
    <w:rsid w:val="00D05F31"/>
    <w:rsid w:val="00D060D4"/>
    <w:rsid w:val="00D060EC"/>
    <w:rsid w:val="00D06110"/>
    <w:rsid w:val="00D0612D"/>
    <w:rsid w:val="00D06634"/>
    <w:rsid w:val="00D06824"/>
    <w:rsid w:val="00D06B25"/>
    <w:rsid w:val="00D06D42"/>
    <w:rsid w:val="00D071E9"/>
    <w:rsid w:val="00D07638"/>
    <w:rsid w:val="00D079FB"/>
    <w:rsid w:val="00D07E0E"/>
    <w:rsid w:val="00D07EB4"/>
    <w:rsid w:val="00D10078"/>
    <w:rsid w:val="00D102FB"/>
    <w:rsid w:val="00D1057B"/>
    <w:rsid w:val="00D1062F"/>
    <w:rsid w:val="00D107B1"/>
    <w:rsid w:val="00D10D01"/>
    <w:rsid w:val="00D11005"/>
    <w:rsid w:val="00D110DA"/>
    <w:rsid w:val="00D1134B"/>
    <w:rsid w:val="00D11516"/>
    <w:rsid w:val="00D11552"/>
    <w:rsid w:val="00D11BBD"/>
    <w:rsid w:val="00D12381"/>
    <w:rsid w:val="00D12765"/>
    <w:rsid w:val="00D12777"/>
    <w:rsid w:val="00D12915"/>
    <w:rsid w:val="00D12D33"/>
    <w:rsid w:val="00D12D5E"/>
    <w:rsid w:val="00D12EE4"/>
    <w:rsid w:val="00D13262"/>
    <w:rsid w:val="00D1349F"/>
    <w:rsid w:val="00D135C2"/>
    <w:rsid w:val="00D13722"/>
    <w:rsid w:val="00D13812"/>
    <w:rsid w:val="00D13884"/>
    <w:rsid w:val="00D13897"/>
    <w:rsid w:val="00D141E7"/>
    <w:rsid w:val="00D14357"/>
    <w:rsid w:val="00D14405"/>
    <w:rsid w:val="00D1470B"/>
    <w:rsid w:val="00D14993"/>
    <w:rsid w:val="00D151A1"/>
    <w:rsid w:val="00D15426"/>
    <w:rsid w:val="00D15691"/>
    <w:rsid w:val="00D15927"/>
    <w:rsid w:val="00D15BC5"/>
    <w:rsid w:val="00D15D7D"/>
    <w:rsid w:val="00D16112"/>
    <w:rsid w:val="00D16283"/>
    <w:rsid w:val="00D1646D"/>
    <w:rsid w:val="00D16488"/>
    <w:rsid w:val="00D165FF"/>
    <w:rsid w:val="00D16628"/>
    <w:rsid w:val="00D16717"/>
    <w:rsid w:val="00D16945"/>
    <w:rsid w:val="00D16A03"/>
    <w:rsid w:val="00D16B78"/>
    <w:rsid w:val="00D16CE7"/>
    <w:rsid w:val="00D16F44"/>
    <w:rsid w:val="00D170C3"/>
    <w:rsid w:val="00D17ABE"/>
    <w:rsid w:val="00D17B7C"/>
    <w:rsid w:val="00D201F8"/>
    <w:rsid w:val="00D20395"/>
    <w:rsid w:val="00D203BF"/>
    <w:rsid w:val="00D20481"/>
    <w:rsid w:val="00D20946"/>
    <w:rsid w:val="00D20A2C"/>
    <w:rsid w:val="00D20ADC"/>
    <w:rsid w:val="00D20BBA"/>
    <w:rsid w:val="00D2117B"/>
    <w:rsid w:val="00D215DF"/>
    <w:rsid w:val="00D216B4"/>
    <w:rsid w:val="00D21A20"/>
    <w:rsid w:val="00D21E25"/>
    <w:rsid w:val="00D22402"/>
    <w:rsid w:val="00D22406"/>
    <w:rsid w:val="00D22B4D"/>
    <w:rsid w:val="00D22F7C"/>
    <w:rsid w:val="00D23068"/>
    <w:rsid w:val="00D230E9"/>
    <w:rsid w:val="00D23156"/>
    <w:rsid w:val="00D2315A"/>
    <w:rsid w:val="00D233AD"/>
    <w:rsid w:val="00D23523"/>
    <w:rsid w:val="00D23536"/>
    <w:rsid w:val="00D23FA6"/>
    <w:rsid w:val="00D240D5"/>
    <w:rsid w:val="00D24160"/>
    <w:rsid w:val="00D241B4"/>
    <w:rsid w:val="00D242D3"/>
    <w:rsid w:val="00D249A7"/>
    <w:rsid w:val="00D2515C"/>
    <w:rsid w:val="00D25168"/>
    <w:rsid w:val="00D251EA"/>
    <w:rsid w:val="00D2521B"/>
    <w:rsid w:val="00D25813"/>
    <w:rsid w:val="00D25BCE"/>
    <w:rsid w:val="00D25C2B"/>
    <w:rsid w:val="00D25C63"/>
    <w:rsid w:val="00D26245"/>
    <w:rsid w:val="00D2625E"/>
    <w:rsid w:val="00D263A3"/>
    <w:rsid w:val="00D263FE"/>
    <w:rsid w:val="00D266BB"/>
    <w:rsid w:val="00D26832"/>
    <w:rsid w:val="00D26E46"/>
    <w:rsid w:val="00D26FC7"/>
    <w:rsid w:val="00D27135"/>
    <w:rsid w:val="00D273C5"/>
    <w:rsid w:val="00D274A8"/>
    <w:rsid w:val="00D2755D"/>
    <w:rsid w:val="00D27629"/>
    <w:rsid w:val="00D279EB"/>
    <w:rsid w:val="00D27A96"/>
    <w:rsid w:val="00D27B49"/>
    <w:rsid w:val="00D27D83"/>
    <w:rsid w:val="00D27F7F"/>
    <w:rsid w:val="00D3029A"/>
    <w:rsid w:val="00D304F8"/>
    <w:rsid w:val="00D3053A"/>
    <w:rsid w:val="00D30559"/>
    <w:rsid w:val="00D306C8"/>
    <w:rsid w:val="00D306E2"/>
    <w:rsid w:val="00D30B4A"/>
    <w:rsid w:val="00D30B74"/>
    <w:rsid w:val="00D30BCE"/>
    <w:rsid w:val="00D30F3C"/>
    <w:rsid w:val="00D3184E"/>
    <w:rsid w:val="00D31ADD"/>
    <w:rsid w:val="00D31F20"/>
    <w:rsid w:val="00D322C9"/>
    <w:rsid w:val="00D32605"/>
    <w:rsid w:val="00D3281F"/>
    <w:rsid w:val="00D32AAB"/>
    <w:rsid w:val="00D32B0F"/>
    <w:rsid w:val="00D32B46"/>
    <w:rsid w:val="00D32D2D"/>
    <w:rsid w:val="00D32DB3"/>
    <w:rsid w:val="00D32F6E"/>
    <w:rsid w:val="00D33491"/>
    <w:rsid w:val="00D33651"/>
    <w:rsid w:val="00D33885"/>
    <w:rsid w:val="00D3396F"/>
    <w:rsid w:val="00D33BCC"/>
    <w:rsid w:val="00D33D27"/>
    <w:rsid w:val="00D34397"/>
    <w:rsid w:val="00D3461C"/>
    <w:rsid w:val="00D346CA"/>
    <w:rsid w:val="00D34B39"/>
    <w:rsid w:val="00D34DF2"/>
    <w:rsid w:val="00D34EA0"/>
    <w:rsid w:val="00D34FCC"/>
    <w:rsid w:val="00D350C3"/>
    <w:rsid w:val="00D35258"/>
    <w:rsid w:val="00D352AA"/>
    <w:rsid w:val="00D35327"/>
    <w:rsid w:val="00D355CC"/>
    <w:rsid w:val="00D357CC"/>
    <w:rsid w:val="00D35D8B"/>
    <w:rsid w:val="00D36044"/>
    <w:rsid w:val="00D362F6"/>
    <w:rsid w:val="00D3685D"/>
    <w:rsid w:val="00D36ADC"/>
    <w:rsid w:val="00D370F9"/>
    <w:rsid w:val="00D373D1"/>
    <w:rsid w:val="00D3777F"/>
    <w:rsid w:val="00D377C3"/>
    <w:rsid w:val="00D3782C"/>
    <w:rsid w:val="00D37B57"/>
    <w:rsid w:val="00D37C90"/>
    <w:rsid w:val="00D37E57"/>
    <w:rsid w:val="00D404A1"/>
    <w:rsid w:val="00D4063F"/>
    <w:rsid w:val="00D40A05"/>
    <w:rsid w:val="00D40AFC"/>
    <w:rsid w:val="00D410DF"/>
    <w:rsid w:val="00D41263"/>
    <w:rsid w:val="00D416D9"/>
    <w:rsid w:val="00D4172C"/>
    <w:rsid w:val="00D41778"/>
    <w:rsid w:val="00D41B29"/>
    <w:rsid w:val="00D41BC0"/>
    <w:rsid w:val="00D41D14"/>
    <w:rsid w:val="00D41FE8"/>
    <w:rsid w:val="00D42071"/>
    <w:rsid w:val="00D420DC"/>
    <w:rsid w:val="00D42106"/>
    <w:rsid w:val="00D42168"/>
    <w:rsid w:val="00D422CD"/>
    <w:rsid w:val="00D42498"/>
    <w:rsid w:val="00D42E3C"/>
    <w:rsid w:val="00D43346"/>
    <w:rsid w:val="00D4392D"/>
    <w:rsid w:val="00D439EE"/>
    <w:rsid w:val="00D440BD"/>
    <w:rsid w:val="00D440DA"/>
    <w:rsid w:val="00D4422A"/>
    <w:rsid w:val="00D44263"/>
    <w:rsid w:val="00D4433D"/>
    <w:rsid w:val="00D44489"/>
    <w:rsid w:val="00D44733"/>
    <w:rsid w:val="00D44A15"/>
    <w:rsid w:val="00D44ABE"/>
    <w:rsid w:val="00D44C0F"/>
    <w:rsid w:val="00D44DC1"/>
    <w:rsid w:val="00D450DF"/>
    <w:rsid w:val="00D4530E"/>
    <w:rsid w:val="00D45749"/>
    <w:rsid w:val="00D4580A"/>
    <w:rsid w:val="00D4586E"/>
    <w:rsid w:val="00D45A13"/>
    <w:rsid w:val="00D45AD8"/>
    <w:rsid w:val="00D45ADD"/>
    <w:rsid w:val="00D45BD8"/>
    <w:rsid w:val="00D46066"/>
    <w:rsid w:val="00D461BF"/>
    <w:rsid w:val="00D464FB"/>
    <w:rsid w:val="00D46A3C"/>
    <w:rsid w:val="00D46E95"/>
    <w:rsid w:val="00D4702B"/>
    <w:rsid w:val="00D474A3"/>
    <w:rsid w:val="00D47654"/>
    <w:rsid w:val="00D47750"/>
    <w:rsid w:val="00D4793D"/>
    <w:rsid w:val="00D47AFE"/>
    <w:rsid w:val="00D47CB0"/>
    <w:rsid w:val="00D5054A"/>
    <w:rsid w:val="00D505B5"/>
    <w:rsid w:val="00D50809"/>
    <w:rsid w:val="00D508D0"/>
    <w:rsid w:val="00D50E4B"/>
    <w:rsid w:val="00D50FF9"/>
    <w:rsid w:val="00D512D1"/>
    <w:rsid w:val="00D51481"/>
    <w:rsid w:val="00D514BF"/>
    <w:rsid w:val="00D51521"/>
    <w:rsid w:val="00D5170D"/>
    <w:rsid w:val="00D5184A"/>
    <w:rsid w:val="00D518B9"/>
    <w:rsid w:val="00D518E4"/>
    <w:rsid w:val="00D519D8"/>
    <w:rsid w:val="00D51C4F"/>
    <w:rsid w:val="00D51E83"/>
    <w:rsid w:val="00D51F14"/>
    <w:rsid w:val="00D51F70"/>
    <w:rsid w:val="00D5205E"/>
    <w:rsid w:val="00D52314"/>
    <w:rsid w:val="00D52B85"/>
    <w:rsid w:val="00D52C16"/>
    <w:rsid w:val="00D53348"/>
    <w:rsid w:val="00D5343F"/>
    <w:rsid w:val="00D53531"/>
    <w:rsid w:val="00D54085"/>
    <w:rsid w:val="00D54306"/>
    <w:rsid w:val="00D5443C"/>
    <w:rsid w:val="00D545DC"/>
    <w:rsid w:val="00D546E5"/>
    <w:rsid w:val="00D547DB"/>
    <w:rsid w:val="00D547FB"/>
    <w:rsid w:val="00D54C9D"/>
    <w:rsid w:val="00D54E36"/>
    <w:rsid w:val="00D54E85"/>
    <w:rsid w:val="00D5507D"/>
    <w:rsid w:val="00D55086"/>
    <w:rsid w:val="00D55561"/>
    <w:rsid w:val="00D55656"/>
    <w:rsid w:val="00D55EB9"/>
    <w:rsid w:val="00D560C6"/>
    <w:rsid w:val="00D56271"/>
    <w:rsid w:val="00D5630C"/>
    <w:rsid w:val="00D56745"/>
    <w:rsid w:val="00D56943"/>
    <w:rsid w:val="00D569A3"/>
    <w:rsid w:val="00D569F4"/>
    <w:rsid w:val="00D56AB3"/>
    <w:rsid w:val="00D56AD9"/>
    <w:rsid w:val="00D56C41"/>
    <w:rsid w:val="00D56DCA"/>
    <w:rsid w:val="00D56E90"/>
    <w:rsid w:val="00D56F32"/>
    <w:rsid w:val="00D573A3"/>
    <w:rsid w:val="00D573CB"/>
    <w:rsid w:val="00D57629"/>
    <w:rsid w:val="00D5787A"/>
    <w:rsid w:val="00D57B2B"/>
    <w:rsid w:val="00D60312"/>
    <w:rsid w:val="00D603E7"/>
    <w:rsid w:val="00D6074B"/>
    <w:rsid w:val="00D6111D"/>
    <w:rsid w:val="00D6122E"/>
    <w:rsid w:val="00D61593"/>
    <w:rsid w:val="00D61B78"/>
    <w:rsid w:val="00D61BF5"/>
    <w:rsid w:val="00D61C2C"/>
    <w:rsid w:val="00D61E80"/>
    <w:rsid w:val="00D61F93"/>
    <w:rsid w:val="00D6212A"/>
    <w:rsid w:val="00D624F9"/>
    <w:rsid w:val="00D62607"/>
    <w:rsid w:val="00D6264A"/>
    <w:rsid w:val="00D629CE"/>
    <w:rsid w:val="00D62A2C"/>
    <w:rsid w:val="00D62A8C"/>
    <w:rsid w:val="00D62F89"/>
    <w:rsid w:val="00D62FC4"/>
    <w:rsid w:val="00D63383"/>
    <w:rsid w:val="00D63505"/>
    <w:rsid w:val="00D6375C"/>
    <w:rsid w:val="00D63934"/>
    <w:rsid w:val="00D63A2D"/>
    <w:rsid w:val="00D63A35"/>
    <w:rsid w:val="00D63E87"/>
    <w:rsid w:val="00D63EC7"/>
    <w:rsid w:val="00D644B3"/>
    <w:rsid w:val="00D645EA"/>
    <w:rsid w:val="00D64849"/>
    <w:rsid w:val="00D64C17"/>
    <w:rsid w:val="00D64C89"/>
    <w:rsid w:val="00D64D8A"/>
    <w:rsid w:val="00D64F01"/>
    <w:rsid w:val="00D6505C"/>
    <w:rsid w:val="00D65165"/>
    <w:rsid w:val="00D651E0"/>
    <w:rsid w:val="00D653B7"/>
    <w:rsid w:val="00D654CF"/>
    <w:rsid w:val="00D65684"/>
    <w:rsid w:val="00D656EA"/>
    <w:rsid w:val="00D65A24"/>
    <w:rsid w:val="00D65C96"/>
    <w:rsid w:val="00D65DF6"/>
    <w:rsid w:val="00D65F5F"/>
    <w:rsid w:val="00D65FA5"/>
    <w:rsid w:val="00D665FD"/>
    <w:rsid w:val="00D66B56"/>
    <w:rsid w:val="00D66BA8"/>
    <w:rsid w:val="00D66BDE"/>
    <w:rsid w:val="00D66C89"/>
    <w:rsid w:val="00D67101"/>
    <w:rsid w:val="00D674AC"/>
    <w:rsid w:val="00D674C6"/>
    <w:rsid w:val="00D6751C"/>
    <w:rsid w:val="00D677C5"/>
    <w:rsid w:val="00D6782C"/>
    <w:rsid w:val="00D678FE"/>
    <w:rsid w:val="00D679DD"/>
    <w:rsid w:val="00D67A0E"/>
    <w:rsid w:val="00D67B1D"/>
    <w:rsid w:val="00D67C62"/>
    <w:rsid w:val="00D67D70"/>
    <w:rsid w:val="00D67F62"/>
    <w:rsid w:val="00D7019F"/>
    <w:rsid w:val="00D70555"/>
    <w:rsid w:val="00D705CB"/>
    <w:rsid w:val="00D7080A"/>
    <w:rsid w:val="00D7086E"/>
    <w:rsid w:val="00D70915"/>
    <w:rsid w:val="00D70AE1"/>
    <w:rsid w:val="00D70C9C"/>
    <w:rsid w:val="00D70D97"/>
    <w:rsid w:val="00D70F13"/>
    <w:rsid w:val="00D70F9B"/>
    <w:rsid w:val="00D71285"/>
    <w:rsid w:val="00D716D7"/>
    <w:rsid w:val="00D717F2"/>
    <w:rsid w:val="00D71CC1"/>
    <w:rsid w:val="00D720A8"/>
    <w:rsid w:val="00D725C3"/>
    <w:rsid w:val="00D72B7F"/>
    <w:rsid w:val="00D72FAD"/>
    <w:rsid w:val="00D731DC"/>
    <w:rsid w:val="00D73540"/>
    <w:rsid w:val="00D73669"/>
    <w:rsid w:val="00D737FF"/>
    <w:rsid w:val="00D73858"/>
    <w:rsid w:val="00D7387D"/>
    <w:rsid w:val="00D73BEE"/>
    <w:rsid w:val="00D73D38"/>
    <w:rsid w:val="00D73E27"/>
    <w:rsid w:val="00D73F89"/>
    <w:rsid w:val="00D7465B"/>
    <w:rsid w:val="00D74834"/>
    <w:rsid w:val="00D74A02"/>
    <w:rsid w:val="00D74BAA"/>
    <w:rsid w:val="00D74D3D"/>
    <w:rsid w:val="00D74F8A"/>
    <w:rsid w:val="00D7554B"/>
    <w:rsid w:val="00D755F7"/>
    <w:rsid w:val="00D75798"/>
    <w:rsid w:val="00D75838"/>
    <w:rsid w:val="00D75895"/>
    <w:rsid w:val="00D75AF7"/>
    <w:rsid w:val="00D75B2F"/>
    <w:rsid w:val="00D75B9B"/>
    <w:rsid w:val="00D75FE4"/>
    <w:rsid w:val="00D76356"/>
    <w:rsid w:val="00D76362"/>
    <w:rsid w:val="00D765E4"/>
    <w:rsid w:val="00D7677E"/>
    <w:rsid w:val="00D76AAB"/>
    <w:rsid w:val="00D76CEF"/>
    <w:rsid w:val="00D76E69"/>
    <w:rsid w:val="00D77472"/>
    <w:rsid w:val="00D775B1"/>
    <w:rsid w:val="00D7787D"/>
    <w:rsid w:val="00D779C5"/>
    <w:rsid w:val="00D77B46"/>
    <w:rsid w:val="00D77E0C"/>
    <w:rsid w:val="00D803EF"/>
    <w:rsid w:val="00D80550"/>
    <w:rsid w:val="00D80586"/>
    <w:rsid w:val="00D805F4"/>
    <w:rsid w:val="00D80636"/>
    <w:rsid w:val="00D80A06"/>
    <w:rsid w:val="00D80C97"/>
    <w:rsid w:val="00D81050"/>
    <w:rsid w:val="00D811DB"/>
    <w:rsid w:val="00D81586"/>
    <w:rsid w:val="00D816CA"/>
    <w:rsid w:val="00D816DA"/>
    <w:rsid w:val="00D818E1"/>
    <w:rsid w:val="00D81AB3"/>
    <w:rsid w:val="00D81BD2"/>
    <w:rsid w:val="00D81D38"/>
    <w:rsid w:val="00D81EFD"/>
    <w:rsid w:val="00D8240D"/>
    <w:rsid w:val="00D82482"/>
    <w:rsid w:val="00D8266F"/>
    <w:rsid w:val="00D826DF"/>
    <w:rsid w:val="00D83331"/>
    <w:rsid w:val="00D8342F"/>
    <w:rsid w:val="00D839B6"/>
    <w:rsid w:val="00D84079"/>
    <w:rsid w:val="00D84825"/>
    <w:rsid w:val="00D849B2"/>
    <w:rsid w:val="00D849C8"/>
    <w:rsid w:val="00D84C7E"/>
    <w:rsid w:val="00D8535D"/>
    <w:rsid w:val="00D8547A"/>
    <w:rsid w:val="00D8554E"/>
    <w:rsid w:val="00D859E5"/>
    <w:rsid w:val="00D85AA5"/>
    <w:rsid w:val="00D85BF6"/>
    <w:rsid w:val="00D86036"/>
    <w:rsid w:val="00D860D0"/>
    <w:rsid w:val="00D8623A"/>
    <w:rsid w:val="00D8699A"/>
    <w:rsid w:val="00D86AB4"/>
    <w:rsid w:val="00D86D9D"/>
    <w:rsid w:val="00D86DE3"/>
    <w:rsid w:val="00D87336"/>
    <w:rsid w:val="00D87437"/>
    <w:rsid w:val="00D87666"/>
    <w:rsid w:val="00D8767E"/>
    <w:rsid w:val="00D87752"/>
    <w:rsid w:val="00D87A8A"/>
    <w:rsid w:val="00D87DA8"/>
    <w:rsid w:val="00D9007C"/>
    <w:rsid w:val="00D901E6"/>
    <w:rsid w:val="00D90278"/>
    <w:rsid w:val="00D902C3"/>
    <w:rsid w:val="00D904F5"/>
    <w:rsid w:val="00D90A07"/>
    <w:rsid w:val="00D90A2E"/>
    <w:rsid w:val="00D90E4D"/>
    <w:rsid w:val="00D90FE5"/>
    <w:rsid w:val="00D91002"/>
    <w:rsid w:val="00D91184"/>
    <w:rsid w:val="00D91230"/>
    <w:rsid w:val="00D9143F"/>
    <w:rsid w:val="00D9146F"/>
    <w:rsid w:val="00D91F0E"/>
    <w:rsid w:val="00D91FA2"/>
    <w:rsid w:val="00D920D3"/>
    <w:rsid w:val="00D927C6"/>
    <w:rsid w:val="00D92E1D"/>
    <w:rsid w:val="00D93051"/>
    <w:rsid w:val="00D9361E"/>
    <w:rsid w:val="00D93689"/>
    <w:rsid w:val="00D93696"/>
    <w:rsid w:val="00D93EAE"/>
    <w:rsid w:val="00D93F22"/>
    <w:rsid w:val="00D940AF"/>
    <w:rsid w:val="00D9414B"/>
    <w:rsid w:val="00D941C1"/>
    <w:rsid w:val="00D94211"/>
    <w:rsid w:val="00D94328"/>
    <w:rsid w:val="00D943EA"/>
    <w:rsid w:val="00D94416"/>
    <w:rsid w:val="00D945C6"/>
    <w:rsid w:val="00D94A40"/>
    <w:rsid w:val="00D94D48"/>
    <w:rsid w:val="00D94EE0"/>
    <w:rsid w:val="00D9544C"/>
    <w:rsid w:val="00D9555B"/>
    <w:rsid w:val="00D9580B"/>
    <w:rsid w:val="00D95CCE"/>
    <w:rsid w:val="00D95F7E"/>
    <w:rsid w:val="00D96783"/>
    <w:rsid w:val="00D96A7E"/>
    <w:rsid w:val="00D96DC7"/>
    <w:rsid w:val="00D96EF7"/>
    <w:rsid w:val="00D96F15"/>
    <w:rsid w:val="00D97207"/>
    <w:rsid w:val="00D97311"/>
    <w:rsid w:val="00D97547"/>
    <w:rsid w:val="00D975A0"/>
    <w:rsid w:val="00D9774D"/>
    <w:rsid w:val="00D97A0A"/>
    <w:rsid w:val="00D97D33"/>
    <w:rsid w:val="00D97F37"/>
    <w:rsid w:val="00DA05F6"/>
    <w:rsid w:val="00DA0612"/>
    <w:rsid w:val="00DA0688"/>
    <w:rsid w:val="00DA09D6"/>
    <w:rsid w:val="00DA0BB3"/>
    <w:rsid w:val="00DA1039"/>
    <w:rsid w:val="00DA12F3"/>
    <w:rsid w:val="00DA1615"/>
    <w:rsid w:val="00DA1B2A"/>
    <w:rsid w:val="00DA1C60"/>
    <w:rsid w:val="00DA1E23"/>
    <w:rsid w:val="00DA22D3"/>
    <w:rsid w:val="00DA2324"/>
    <w:rsid w:val="00DA24C7"/>
    <w:rsid w:val="00DA254B"/>
    <w:rsid w:val="00DA2BC3"/>
    <w:rsid w:val="00DA2E8F"/>
    <w:rsid w:val="00DA318C"/>
    <w:rsid w:val="00DA32EC"/>
    <w:rsid w:val="00DA33DA"/>
    <w:rsid w:val="00DA3562"/>
    <w:rsid w:val="00DA370F"/>
    <w:rsid w:val="00DA3A1F"/>
    <w:rsid w:val="00DA3AB1"/>
    <w:rsid w:val="00DA3B6E"/>
    <w:rsid w:val="00DA3C42"/>
    <w:rsid w:val="00DA3F13"/>
    <w:rsid w:val="00DA46B4"/>
    <w:rsid w:val="00DA46CB"/>
    <w:rsid w:val="00DA47E1"/>
    <w:rsid w:val="00DA4AA1"/>
    <w:rsid w:val="00DA50B2"/>
    <w:rsid w:val="00DA50DA"/>
    <w:rsid w:val="00DA544F"/>
    <w:rsid w:val="00DA5689"/>
    <w:rsid w:val="00DA57CF"/>
    <w:rsid w:val="00DA5934"/>
    <w:rsid w:val="00DA594E"/>
    <w:rsid w:val="00DA5ED4"/>
    <w:rsid w:val="00DA6040"/>
    <w:rsid w:val="00DA62C3"/>
    <w:rsid w:val="00DA64B1"/>
    <w:rsid w:val="00DA64DD"/>
    <w:rsid w:val="00DA6693"/>
    <w:rsid w:val="00DA6975"/>
    <w:rsid w:val="00DA6AF7"/>
    <w:rsid w:val="00DA6CBB"/>
    <w:rsid w:val="00DA6D83"/>
    <w:rsid w:val="00DA6DCF"/>
    <w:rsid w:val="00DA725C"/>
    <w:rsid w:val="00DA75A3"/>
    <w:rsid w:val="00DA76F4"/>
    <w:rsid w:val="00DA7BA5"/>
    <w:rsid w:val="00DA7C29"/>
    <w:rsid w:val="00DA7C7E"/>
    <w:rsid w:val="00DA7D63"/>
    <w:rsid w:val="00DB00A0"/>
    <w:rsid w:val="00DB0210"/>
    <w:rsid w:val="00DB0912"/>
    <w:rsid w:val="00DB0B72"/>
    <w:rsid w:val="00DB103D"/>
    <w:rsid w:val="00DB1498"/>
    <w:rsid w:val="00DB1704"/>
    <w:rsid w:val="00DB1AD4"/>
    <w:rsid w:val="00DB1DCD"/>
    <w:rsid w:val="00DB260C"/>
    <w:rsid w:val="00DB2674"/>
    <w:rsid w:val="00DB2717"/>
    <w:rsid w:val="00DB2BA4"/>
    <w:rsid w:val="00DB2DFB"/>
    <w:rsid w:val="00DB312A"/>
    <w:rsid w:val="00DB347A"/>
    <w:rsid w:val="00DB37FD"/>
    <w:rsid w:val="00DB383A"/>
    <w:rsid w:val="00DB39C0"/>
    <w:rsid w:val="00DB3DAC"/>
    <w:rsid w:val="00DB4D49"/>
    <w:rsid w:val="00DB4E20"/>
    <w:rsid w:val="00DB5121"/>
    <w:rsid w:val="00DB52E0"/>
    <w:rsid w:val="00DB54A3"/>
    <w:rsid w:val="00DB57B0"/>
    <w:rsid w:val="00DB5A34"/>
    <w:rsid w:val="00DB5A4F"/>
    <w:rsid w:val="00DB5B77"/>
    <w:rsid w:val="00DB5EB1"/>
    <w:rsid w:val="00DB631E"/>
    <w:rsid w:val="00DB647E"/>
    <w:rsid w:val="00DB64A0"/>
    <w:rsid w:val="00DB6556"/>
    <w:rsid w:val="00DB6740"/>
    <w:rsid w:val="00DB6AC9"/>
    <w:rsid w:val="00DB6CF5"/>
    <w:rsid w:val="00DB7021"/>
    <w:rsid w:val="00DB73DA"/>
    <w:rsid w:val="00DB7591"/>
    <w:rsid w:val="00DB75BD"/>
    <w:rsid w:val="00DB7786"/>
    <w:rsid w:val="00DB7814"/>
    <w:rsid w:val="00DB7BF2"/>
    <w:rsid w:val="00DC0385"/>
    <w:rsid w:val="00DC03B8"/>
    <w:rsid w:val="00DC0427"/>
    <w:rsid w:val="00DC08F6"/>
    <w:rsid w:val="00DC0D6B"/>
    <w:rsid w:val="00DC0E8E"/>
    <w:rsid w:val="00DC1173"/>
    <w:rsid w:val="00DC135D"/>
    <w:rsid w:val="00DC1FF7"/>
    <w:rsid w:val="00DC24AB"/>
    <w:rsid w:val="00DC2A57"/>
    <w:rsid w:val="00DC3097"/>
    <w:rsid w:val="00DC36B2"/>
    <w:rsid w:val="00DC3745"/>
    <w:rsid w:val="00DC3C8F"/>
    <w:rsid w:val="00DC42AD"/>
    <w:rsid w:val="00DC42B6"/>
    <w:rsid w:val="00DC4409"/>
    <w:rsid w:val="00DC49D6"/>
    <w:rsid w:val="00DC4F03"/>
    <w:rsid w:val="00DC5078"/>
    <w:rsid w:val="00DC50BE"/>
    <w:rsid w:val="00DC53AA"/>
    <w:rsid w:val="00DC5E0E"/>
    <w:rsid w:val="00DC5F3A"/>
    <w:rsid w:val="00DC6124"/>
    <w:rsid w:val="00DC617F"/>
    <w:rsid w:val="00DC6508"/>
    <w:rsid w:val="00DC662A"/>
    <w:rsid w:val="00DC670C"/>
    <w:rsid w:val="00DC699B"/>
    <w:rsid w:val="00DC6E0D"/>
    <w:rsid w:val="00DC73F2"/>
    <w:rsid w:val="00DC7645"/>
    <w:rsid w:val="00DC7835"/>
    <w:rsid w:val="00DC79E0"/>
    <w:rsid w:val="00DD0071"/>
    <w:rsid w:val="00DD02F8"/>
    <w:rsid w:val="00DD040B"/>
    <w:rsid w:val="00DD04A2"/>
    <w:rsid w:val="00DD06E5"/>
    <w:rsid w:val="00DD071F"/>
    <w:rsid w:val="00DD098C"/>
    <w:rsid w:val="00DD0D1E"/>
    <w:rsid w:val="00DD0DA7"/>
    <w:rsid w:val="00DD0DC8"/>
    <w:rsid w:val="00DD0E56"/>
    <w:rsid w:val="00DD0F21"/>
    <w:rsid w:val="00DD1014"/>
    <w:rsid w:val="00DD13B7"/>
    <w:rsid w:val="00DD13CB"/>
    <w:rsid w:val="00DD1670"/>
    <w:rsid w:val="00DD1745"/>
    <w:rsid w:val="00DD176E"/>
    <w:rsid w:val="00DD1A49"/>
    <w:rsid w:val="00DD1BF2"/>
    <w:rsid w:val="00DD1D34"/>
    <w:rsid w:val="00DD1D36"/>
    <w:rsid w:val="00DD1EA1"/>
    <w:rsid w:val="00DD1FDF"/>
    <w:rsid w:val="00DD2512"/>
    <w:rsid w:val="00DD257F"/>
    <w:rsid w:val="00DD25A8"/>
    <w:rsid w:val="00DD266A"/>
    <w:rsid w:val="00DD26D1"/>
    <w:rsid w:val="00DD281A"/>
    <w:rsid w:val="00DD28AA"/>
    <w:rsid w:val="00DD28AD"/>
    <w:rsid w:val="00DD2CDD"/>
    <w:rsid w:val="00DD2F77"/>
    <w:rsid w:val="00DD308B"/>
    <w:rsid w:val="00DD311A"/>
    <w:rsid w:val="00DD316D"/>
    <w:rsid w:val="00DD3245"/>
    <w:rsid w:val="00DD3D5E"/>
    <w:rsid w:val="00DD4479"/>
    <w:rsid w:val="00DD47AC"/>
    <w:rsid w:val="00DD4947"/>
    <w:rsid w:val="00DD551B"/>
    <w:rsid w:val="00DD576C"/>
    <w:rsid w:val="00DD582D"/>
    <w:rsid w:val="00DD5B89"/>
    <w:rsid w:val="00DD5D08"/>
    <w:rsid w:val="00DD6558"/>
    <w:rsid w:val="00DD6581"/>
    <w:rsid w:val="00DD6656"/>
    <w:rsid w:val="00DD675C"/>
    <w:rsid w:val="00DD6814"/>
    <w:rsid w:val="00DD68C3"/>
    <w:rsid w:val="00DD6923"/>
    <w:rsid w:val="00DD6DFD"/>
    <w:rsid w:val="00DD6F5B"/>
    <w:rsid w:val="00DD7071"/>
    <w:rsid w:val="00DD7394"/>
    <w:rsid w:val="00DD7998"/>
    <w:rsid w:val="00DD7BA8"/>
    <w:rsid w:val="00DD7C00"/>
    <w:rsid w:val="00DE01E5"/>
    <w:rsid w:val="00DE022C"/>
    <w:rsid w:val="00DE0AAE"/>
    <w:rsid w:val="00DE1097"/>
    <w:rsid w:val="00DE10C3"/>
    <w:rsid w:val="00DE1698"/>
    <w:rsid w:val="00DE17E0"/>
    <w:rsid w:val="00DE1A02"/>
    <w:rsid w:val="00DE1E0B"/>
    <w:rsid w:val="00DE1F11"/>
    <w:rsid w:val="00DE1F96"/>
    <w:rsid w:val="00DE20B6"/>
    <w:rsid w:val="00DE21B1"/>
    <w:rsid w:val="00DE2275"/>
    <w:rsid w:val="00DE23AC"/>
    <w:rsid w:val="00DE2680"/>
    <w:rsid w:val="00DE2815"/>
    <w:rsid w:val="00DE2B02"/>
    <w:rsid w:val="00DE3174"/>
    <w:rsid w:val="00DE31C5"/>
    <w:rsid w:val="00DE320E"/>
    <w:rsid w:val="00DE330C"/>
    <w:rsid w:val="00DE36C7"/>
    <w:rsid w:val="00DE382B"/>
    <w:rsid w:val="00DE3A4A"/>
    <w:rsid w:val="00DE3E35"/>
    <w:rsid w:val="00DE3E74"/>
    <w:rsid w:val="00DE4363"/>
    <w:rsid w:val="00DE437C"/>
    <w:rsid w:val="00DE4423"/>
    <w:rsid w:val="00DE4597"/>
    <w:rsid w:val="00DE4631"/>
    <w:rsid w:val="00DE46D4"/>
    <w:rsid w:val="00DE473D"/>
    <w:rsid w:val="00DE484E"/>
    <w:rsid w:val="00DE4A33"/>
    <w:rsid w:val="00DE4DB0"/>
    <w:rsid w:val="00DE51B0"/>
    <w:rsid w:val="00DE5609"/>
    <w:rsid w:val="00DE5BB7"/>
    <w:rsid w:val="00DE5D38"/>
    <w:rsid w:val="00DE5FA5"/>
    <w:rsid w:val="00DE5FCD"/>
    <w:rsid w:val="00DE6216"/>
    <w:rsid w:val="00DE6394"/>
    <w:rsid w:val="00DE64A2"/>
    <w:rsid w:val="00DE656D"/>
    <w:rsid w:val="00DE6632"/>
    <w:rsid w:val="00DE67E2"/>
    <w:rsid w:val="00DE67EB"/>
    <w:rsid w:val="00DE6A9B"/>
    <w:rsid w:val="00DE6C7E"/>
    <w:rsid w:val="00DE6ED7"/>
    <w:rsid w:val="00DE732C"/>
    <w:rsid w:val="00DE7381"/>
    <w:rsid w:val="00DE740E"/>
    <w:rsid w:val="00DE76D7"/>
    <w:rsid w:val="00DE7A0F"/>
    <w:rsid w:val="00DE7B59"/>
    <w:rsid w:val="00DE7C86"/>
    <w:rsid w:val="00DE7D00"/>
    <w:rsid w:val="00DF00F0"/>
    <w:rsid w:val="00DF01DA"/>
    <w:rsid w:val="00DF04BA"/>
    <w:rsid w:val="00DF0FAD"/>
    <w:rsid w:val="00DF11E9"/>
    <w:rsid w:val="00DF14E2"/>
    <w:rsid w:val="00DF17AD"/>
    <w:rsid w:val="00DF1A87"/>
    <w:rsid w:val="00DF1BE7"/>
    <w:rsid w:val="00DF1CCA"/>
    <w:rsid w:val="00DF20FB"/>
    <w:rsid w:val="00DF2279"/>
    <w:rsid w:val="00DF2480"/>
    <w:rsid w:val="00DF24F4"/>
    <w:rsid w:val="00DF25EA"/>
    <w:rsid w:val="00DF2894"/>
    <w:rsid w:val="00DF28C1"/>
    <w:rsid w:val="00DF28F3"/>
    <w:rsid w:val="00DF2BC2"/>
    <w:rsid w:val="00DF31A2"/>
    <w:rsid w:val="00DF31C9"/>
    <w:rsid w:val="00DF3542"/>
    <w:rsid w:val="00DF3CEE"/>
    <w:rsid w:val="00DF3EB4"/>
    <w:rsid w:val="00DF4250"/>
    <w:rsid w:val="00DF47DF"/>
    <w:rsid w:val="00DF4CAD"/>
    <w:rsid w:val="00DF500A"/>
    <w:rsid w:val="00DF5317"/>
    <w:rsid w:val="00DF53BA"/>
    <w:rsid w:val="00DF53C6"/>
    <w:rsid w:val="00DF58AA"/>
    <w:rsid w:val="00DF58DC"/>
    <w:rsid w:val="00DF5A51"/>
    <w:rsid w:val="00DF5CA5"/>
    <w:rsid w:val="00DF60D0"/>
    <w:rsid w:val="00DF6923"/>
    <w:rsid w:val="00DF6950"/>
    <w:rsid w:val="00DF6D51"/>
    <w:rsid w:val="00DF6DBD"/>
    <w:rsid w:val="00DF7052"/>
    <w:rsid w:val="00DF71B1"/>
    <w:rsid w:val="00DF7321"/>
    <w:rsid w:val="00DF7574"/>
    <w:rsid w:val="00DF7C98"/>
    <w:rsid w:val="00DF7F9D"/>
    <w:rsid w:val="00E00295"/>
    <w:rsid w:val="00E0049A"/>
    <w:rsid w:val="00E0065E"/>
    <w:rsid w:val="00E007CC"/>
    <w:rsid w:val="00E008DA"/>
    <w:rsid w:val="00E00A1C"/>
    <w:rsid w:val="00E00B1B"/>
    <w:rsid w:val="00E00C3B"/>
    <w:rsid w:val="00E00ED6"/>
    <w:rsid w:val="00E00F42"/>
    <w:rsid w:val="00E00F55"/>
    <w:rsid w:val="00E01104"/>
    <w:rsid w:val="00E0119E"/>
    <w:rsid w:val="00E0135F"/>
    <w:rsid w:val="00E018A0"/>
    <w:rsid w:val="00E019A0"/>
    <w:rsid w:val="00E019E2"/>
    <w:rsid w:val="00E01A99"/>
    <w:rsid w:val="00E01B92"/>
    <w:rsid w:val="00E01D1B"/>
    <w:rsid w:val="00E01E9D"/>
    <w:rsid w:val="00E0202C"/>
    <w:rsid w:val="00E02039"/>
    <w:rsid w:val="00E0255E"/>
    <w:rsid w:val="00E0278F"/>
    <w:rsid w:val="00E02906"/>
    <w:rsid w:val="00E02C91"/>
    <w:rsid w:val="00E02CED"/>
    <w:rsid w:val="00E03058"/>
    <w:rsid w:val="00E032BF"/>
    <w:rsid w:val="00E03600"/>
    <w:rsid w:val="00E03690"/>
    <w:rsid w:val="00E040B6"/>
    <w:rsid w:val="00E040E4"/>
    <w:rsid w:val="00E043F1"/>
    <w:rsid w:val="00E0440F"/>
    <w:rsid w:val="00E04EB9"/>
    <w:rsid w:val="00E04F00"/>
    <w:rsid w:val="00E0515F"/>
    <w:rsid w:val="00E05219"/>
    <w:rsid w:val="00E0546C"/>
    <w:rsid w:val="00E055A6"/>
    <w:rsid w:val="00E0572F"/>
    <w:rsid w:val="00E057D7"/>
    <w:rsid w:val="00E05B3E"/>
    <w:rsid w:val="00E05BFC"/>
    <w:rsid w:val="00E05D0A"/>
    <w:rsid w:val="00E05DC0"/>
    <w:rsid w:val="00E05E4B"/>
    <w:rsid w:val="00E05F63"/>
    <w:rsid w:val="00E0606A"/>
    <w:rsid w:val="00E06193"/>
    <w:rsid w:val="00E06326"/>
    <w:rsid w:val="00E064B6"/>
    <w:rsid w:val="00E06517"/>
    <w:rsid w:val="00E067E9"/>
    <w:rsid w:val="00E06935"/>
    <w:rsid w:val="00E06B06"/>
    <w:rsid w:val="00E06BF1"/>
    <w:rsid w:val="00E06CAC"/>
    <w:rsid w:val="00E06E4E"/>
    <w:rsid w:val="00E06F5A"/>
    <w:rsid w:val="00E07379"/>
    <w:rsid w:val="00E07452"/>
    <w:rsid w:val="00E074A1"/>
    <w:rsid w:val="00E0759A"/>
    <w:rsid w:val="00E076A0"/>
    <w:rsid w:val="00E0780F"/>
    <w:rsid w:val="00E07D1D"/>
    <w:rsid w:val="00E07D5B"/>
    <w:rsid w:val="00E103BE"/>
    <w:rsid w:val="00E10A31"/>
    <w:rsid w:val="00E10C4C"/>
    <w:rsid w:val="00E10EF1"/>
    <w:rsid w:val="00E10FA0"/>
    <w:rsid w:val="00E11229"/>
    <w:rsid w:val="00E1146B"/>
    <w:rsid w:val="00E11528"/>
    <w:rsid w:val="00E117F3"/>
    <w:rsid w:val="00E1185F"/>
    <w:rsid w:val="00E11A94"/>
    <w:rsid w:val="00E11D77"/>
    <w:rsid w:val="00E1209E"/>
    <w:rsid w:val="00E120BC"/>
    <w:rsid w:val="00E1247E"/>
    <w:rsid w:val="00E12773"/>
    <w:rsid w:val="00E128AF"/>
    <w:rsid w:val="00E12A45"/>
    <w:rsid w:val="00E12B28"/>
    <w:rsid w:val="00E12D1C"/>
    <w:rsid w:val="00E134F3"/>
    <w:rsid w:val="00E13510"/>
    <w:rsid w:val="00E13573"/>
    <w:rsid w:val="00E13D46"/>
    <w:rsid w:val="00E13ED8"/>
    <w:rsid w:val="00E14322"/>
    <w:rsid w:val="00E14367"/>
    <w:rsid w:val="00E145BC"/>
    <w:rsid w:val="00E146E6"/>
    <w:rsid w:val="00E1485A"/>
    <w:rsid w:val="00E149A5"/>
    <w:rsid w:val="00E15045"/>
    <w:rsid w:val="00E150CF"/>
    <w:rsid w:val="00E1596B"/>
    <w:rsid w:val="00E15BC4"/>
    <w:rsid w:val="00E15BCC"/>
    <w:rsid w:val="00E15D6C"/>
    <w:rsid w:val="00E15F0D"/>
    <w:rsid w:val="00E162A1"/>
    <w:rsid w:val="00E16346"/>
    <w:rsid w:val="00E167CD"/>
    <w:rsid w:val="00E17032"/>
    <w:rsid w:val="00E170E8"/>
    <w:rsid w:val="00E17251"/>
    <w:rsid w:val="00E17486"/>
    <w:rsid w:val="00E17628"/>
    <w:rsid w:val="00E178DF"/>
    <w:rsid w:val="00E17908"/>
    <w:rsid w:val="00E17B59"/>
    <w:rsid w:val="00E17F3E"/>
    <w:rsid w:val="00E20382"/>
    <w:rsid w:val="00E20586"/>
    <w:rsid w:val="00E206F2"/>
    <w:rsid w:val="00E206FB"/>
    <w:rsid w:val="00E2081E"/>
    <w:rsid w:val="00E208C5"/>
    <w:rsid w:val="00E20A3D"/>
    <w:rsid w:val="00E211E1"/>
    <w:rsid w:val="00E211E4"/>
    <w:rsid w:val="00E214E9"/>
    <w:rsid w:val="00E2171E"/>
    <w:rsid w:val="00E217A2"/>
    <w:rsid w:val="00E218EA"/>
    <w:rsid w:val="00E21E5D"/>
    <w:rsid w:val="00E2201F"/>
    <w:rsid w:val="00E222C1"/>
    <w:rsid w:val="00E22607"/>
    <w:rsid w:val="00E22655"/>
    <w:rsid w:val="00E2280C"/>
    <w:rsid w:val="00E22AA1"/>
    <w:rsid w:val="00E23051"/>
    <w:rsid w:val="00E23815"/>
    <w:rsid w:val="00E23A4C"/>
    <w:rsid w:val="00E23FDF"/>
    <w:rsid w:val="00E23FF2"/>
    <w:rsid w:val="00E24150"/>
    <w:rsid w:val="00E24216"/>
    <w:rsid w:val="00E2431B"/>
    <w:rsid w:val="00E2432D"/>
    <w:rsid w:val="00E244D1"/>
    <w:rsid w:val="00E24EAB"/>
    <w:rsid w:val="00E2530D"/>
    <w:rsid w:val="00E25424"/>
    <w:rsid w:val="00E254E0"/>
    <w:rsid w:val="00E255B6"/>
    <w:rsid w:val="00E25743"/>
    <w:rsid w:val="00E25B59"/>
    <w:rsid w:val="00E25DDF"/>
    <w:rsid w:val="00E260E3"/>
    <w:rsid w:val="00E263ED"/>
    <w:rsid w:val="00E2663E"/>
    <w:rsid w:val="00E26701"/>
    <w:rsid w:val="00E2685C"/>
    <w:rsid w:val="00E2701E"/>
    <w:rsid w:val="00E270DA"/>
    <w:rsid w:val="00E27107"/>
    <w:rsid w:val="00E2736F"/>
    <w:rsid w:val="00E2743B"/>
    <w:rsid w:val="00E27683"/>
    <w:rsid w:val="00E27913"/>
    <w:rsid w:val="00E27B1A"/>
    <w:rsid w:val="00E30F9F"/>
    <w:rsid w:val="00E3136C"/>
    <w:rsid w:val="00E31791"/>
    <w:rsid w:val="00E317EB"/>
    <w:rsid w:val="00E31BA5"/>
    <w:rsid w:val="00E31C4F"/>
    <w:rsid w:val="00E31CEC"/>
    <w:rsid w:val="00E321B8"/>
    <w:rsid w:val="00E3229E"/>
    <w:rsid w:val="00E32423"/>
    <w:rsid w:val="00E327D9"/>
    <w:rsid w:val="00E32A15"/>
    <w:rsid w:val="00E32B1F"/>
    <w:rsid w:val="00E32C16"/>
    <w:rsid w:val="00E32CBD"/>
    <w:rsid w:val="00E33117"/>
    <w:rsid w:val="00E33399"/>
    <w:rsid w:val="00E337CA"/>
    <w:rsid w:val="00E339B0"/>
    <w:rsid w:val="00E34108"/>
    <w:rsid w:val="00E3423F"/>
    <w:rsid w:val="00E3433B"/>
    <w:rsid w:val="00E34394"/>
    <w:rsid w:val="00E3448E"/>
    <w:rsid w:val="00E34548"/>
    <w:rsid w:val="00E34703"/>
    <w:rsid w:val="00E348B9"/>
    <w:rsid w:val="00E3503C"/>
    <w:rsid w:val="00E35247"/>
    <w:rsid w:val="00E3556E"/>
    <w:rsid w:val="00E35866"/>
    <w:rsid w:val="00E3595E"/>
    <w:rsid w:val="00E35BC0"/>
    <w:rsid w:val="00E360C9"/>
    <w:rsid w:val="00E36495"/>
    <w:rsid w:val="00E36512"/>
    <w:rsid w:val="00E36779"/>
    <w:rsid w:val="00E36A15"/>
    <w:rsid w:val="00E36A86"/>
    <w:rsid w:val="00E36A9A"/>
    <w:rsid w:val="00E36EAB"/>
    <w:rsid w:val="00E37055"/>
    <w:rsid w:val="00E37374"/>
    <w:rsid w:val="00E3738C"/>
    <w:rsid w:val="00E3745F"/>
    <w:rsid w:val="00E374F9"/>
    <w:rsid w:val="00E37579"/>
    <w:rsid w:val="00E3794A"/>
    <w:rsid w:val="00E37A77"/>
    <w:rsid w:val="00E37D12"/>
    <w:rsid w:val="00E37D16"/>
    <w:rsid w:val="00E400B6"/>
    <w:rsid w:val="00E4054A"/>
    <w:rsid w:val="00E4074A"/>
    <w:rsid w:val="00E40789"/>
    <w:rsid w:val="00E40794"/>
    <w:rsid w:val="00E40A1E"/>
    <w:rsid w:val="00E415B0"/>
    <w:rsid w:val="00E416AD"/>
    <w:rsid w:val="00E416B8"/>
    <w:rsid w:val="00E416FA"/>
    <w:rsid w:val="00E4182E"/>
    <w:rsid w:val="00E4189B"/>
    <w:rsid w:val="00E41A6C"/>
    <w:rsid w:val="00E41A97"/>
    <w:rsid w:val="00E41B0B"/>
    <w:rsid w:val="00E41CB5"/>
    <w:rsid w:val="00E41F39"/>
    <w:rsid w:val="00E4207D"/>
    <w:rsid w:val="00E420D2"/>
    <w:rsid w:val="00E4252F"/>
    <w:rsid w:val="00E4258D"/>
    <w:rsid w:val="00E4262B"/>
    <w:rsid w:val="00E42642"/>
    <w:rsid w:val="00E4278D"/>
    <w:rsid w:val="00E42A75"/>
    <w:rsid w:val="00E42B15"/>
    <w:rsid w:val="00E42C0B"/>
    <w:rsid w:val="00E42C54"/>
    <w:rsid w:val="00E42EAB"/>
    <w:rsid w:val="00E42F0D"/>
    <w:rsid w:val="00E43107"/>
    <w:rsid w:val="00E43289"/>
    <w:rsid w:val="00E4330F"/>
    <w:rsid w:val="00E435D0"/>
    <w:rsid w:val="00E43A4E"/>
    <w:rsid w:val="00E44080"/>
    <w:rsid w:val="00E44101"/>
    <w:rsid w:val="00E447E5"/>
    <w:rsid w:val="00E44990"/>
    <w:rsid w:val="00E44A0F"/>
    <w:rsid w:val="00E44AC2"/>
    <w:rsid w:val="00E44ADA"/>
    <w:rsid w:val="00E450C8"/>
    <w:rsid w:val="00E450DE"/>
    <w:rsid w:val="00E4530A"/>
    <w:rsid w:val="00E45372"/>
    <w:rsid w:val="00E455A8"/>
    <w:rsid w:val="00E46179"/>
    <w:rsid w:val="00E4628B"/>
    <w:rsid w:val="00E467C3"/>
    <w:rsid w:val="00E4684F"/>
    <w:rsid w:val="00E46A52"/>
    <w:rsid w:val="00E46BAA"/>
    <w:rsid w:val="00E46C96"/>
    <w:rsid w:val="00E46CD7"/>
    <w:rsid w:val="00E46F90"/>
    <w:rsid w:val="00E472D5"/>
    <w:rsid w:val="00E4794A"/>
    <w:rsid w:val="00E479C9"/>
    <w:rsid w:val="00E47D1D"/>
    <w:rsid w:val="00E47FD9"/>
    <w:rsid w:val="00E50193"/>
    <w:rsid w:val="00E50273"/>
    <w:rsid w:val="00E5060F"/>
    <w:rsid w:val="00E506E9"/>
    <w:rsid w:val="00E50B2A"/>
    <w:rsid w:val="00E50B52"/>
    <w:rsid w:val="00E50DB7"/>
    <w:rsid w:val="00E50E59"/>
    <w:rsid w:val="00E510FA"/>
    <w:rsid w:val="00E51630"/>
    <w:rsid w:val="00E51971"/>
    <w:rsid w:val="00E51973"/>
    <w:rsid w:val="00E51D85"/>
    <w:rsid w:val="00E5210E"/>
    <w:rsid w:val="00E5211D"/>
    <w:rsid w:val="00E526B3"/>
    <w:rsid w:val="00E52A28"/>
    <w:rsid w:val="00E52B0D"/>
    <w:rsid w:val="00E52C60"/>
    <w:rsid w:val="00E52D18"/>
    <w:rsid w:val="00E52D9A"/>
    <w:rsid w:val="00E52E2B"/>
    <w:rsid w:val="00E533B4"/>
    <w:rsid w:val="00E535EC"/>
    <w:rsid w:val="00E53696"/>
    <w:rsid w:val="00E536D3"/>
    <w:rsid w:val="00E537F4"/>
    <w:rsid w:val="00E53B61"/>
    <w:rsid w:val="00E54159"/>
    <w:rsid w:val="00E5419E"/>
    <w:rsid w:val="00E541EA"/>
    <w:rsid w:val="00E541EE"/>
    <w:rsid w:val="00E5460C"/>
    <w:rsid w:val="00E5466F"/>
    <w:rsid w:val="00E5472A"/>
    <w:rsid w:val="00E54897"/>
    <w:rsid w:val="00E54B4E"/>
    <w:rsid w:val="00E54BA2"/>
    <w:rsid w:val="00E54C08"/>
    <w:rsid w:val="00E5505D"/>
    <w:rsid w:val="00E55297"/>
    <w:rsid w:val="00E55340"/>
    <w:rsid w:val="00E55476"/>
    <w:rsid w:val="00E55B9E"/>
    <w:rsid w:val="00E55F7A"/>
    <w:rsid w:val="00E56E5B"/>
    <w:rsid w:val="00E56E98"/>
    <w:rsid w:val="00E56FEA"/>
    <w:rsid w:val="00E5731C"/>
    <w:rsid w:val="00E57580"/>
    <w:rsid w:val="00E57A24"/>
    <w:rsid w:val="00E57B6E"/>
    <w:rsid w:val="00E57C38"/>
    <w:rsid w:val="00E57CAF"/>
    <w:rsid w:val="00E57D90"/>
    <w:rsid w:val="00E600FB"/>
    <w:rsid w:val="00E60700"/>
    <w:rsid w:val="00E6077D"/>
    <w:rsid w:val="00E60864"/>
    <w:rsid w:val="00E60AFB"/>
    <w:rsid w:val="00E60DD3"/>
    <w:rsid w:val="00E60DE2"/>
    <w:rsid w:val="00E61002"/>
    <w:rsid w:val="00E6109E"/>
    <w:rsid w:val="00E61372"/>
    <w:rsid w:val="00E614C3"/>
    <w:rsid w:val="00E6163E"/>
    <w:rsid w:val="00E6177C"/>
    <w:rsid w:val="00E61804"/>
    <w:rsid w:val="00E61B55"/>
    <w:rsid w:val="00E61BC1"/>
    <w:rsid w:val="00E61C8C"/>
    <w:rsid w:val="00E61F78"/>
    <w:rsid w:val="00E6234D"/>
    <w:rsid w:val="00E624BC"/>
    <w:rsid w:val="00E62668"/>
    <w:rsid w:val="00E626E6"/>
    <w:rsid w:val="00E62A8E"/>
    <w:rsid w:val="00E62D07"/>
    <w:rsid w:val="00E63230"/>
    <w:rsid w:val="00E6371E"/>
    <w:rsid w:val="00E63E32"/>
    <w:rsid w:val="00E63F47"/>
    <w:rsid w:val="00E63F68"/>
    <w:rsid w:val="00E64062"/>
    <w:rsid w:val="00E64571"/>
    <w:rsid w:val="00E646BF"/>
    <w:rsid w:val="00E64A19"/>
    <w:rsid w:val="00E64A8C"/>
    <w:rsid w:val="00E64B12"/>
    <w:rsid w:val="00E64FC5"/>
    <w:rsid w:val="00E65191"/>
    <w:rsid w:val="00E65223"/>
    <w:rsid w:val="00E65284"/>
    <w:rsid w:val="00E653B3"/>
    <w:rsid w:val="00E65BBD"/>
    <w:rsid w:val="00E65DCD"/>
    <w:rsid w:val="00E65E0B"/>
    <w:rsid w:val="00E66501"/>
    <w:rsid w:val="00E66705"/>
    <w:rsid w:val="00E667DE"/>
    <w:rsid w:val="00E668C9"/>
    <w:rsid w:val="00E66A08"/>
    <w:rsid w:val="00E66B38"/>
    <w:rsid w:val="00E66C85"/>
    <w:rsid w:val="00E67183"/>
    <w:rsid w:val="00E67319"/>
    <w:rsid w:val="00E67634"/>
    <w:rsid w:val="00E676CD"/>
    <w:rsid w:val="00E6773B"/>
    <w:rsid w:val="00E67D81"/>
    <w:rsid w:val="00E67DB4"/>
    <w:rsid w:val="00E67DB9"/>
    <w:rsid w:val="00E67DD2"/>
    <w:rsid w:val="00E67F9A"/>
    <w:rsid w:val="00E70069"/>
    <w:rsid w:val="00E70098"/>
    <w:rsid w:val="00E702CA"/>
    <w:rsid w:val="00E70409"/>
    <w:rsid w:val="00E70426"/>
    <w:rsid w:val="00E70753"/>
    <w:rsid w:val="00E70C5D"/>
    <w:rsid w:val="00E7103C"/>
    <w:rsid w:val="00E71176"/>
    <w:rsid w:val="00E71257"/>
    <w:rsid w:val="00E712FE"/>
    <w:rsid w:val="00E713EF"/>
    <w:rsid w:val="00E71B2F"/>
    <w:rsid w:val="00E72054"/>
    <w:rsid w:val="00E72155"/>
    <w:rsid w:val="00E7230D"/>
    <w:rsid w:val="00E724A2"/>
    <w:rsid w:val="00E724AB"/>
    <w:rsid w:val="00E727E8"/>
    <w:rsid w:val="00E729BE"/>
    <w:rsid w:val="00E72B73"/>
    <w:rsid w:val="00E72FEB"/>
    <w:rsid w:val="00E73117"/>
    <w:rsid w:val="00E7336B"/>
    <w:rsid w:val="00E7359C"/>
    <w:rsid w:val="00E73685"/>
    <w:rsid w:val="00E73716"/>
    <w:rsid w:val="00E73AC8"/>
    <w:rsid w:val="00E73B42"/>
    <w:rsid w:val="00E73E11"/>
    <w:rsid w:val="00E73F8C"/>
    <w:rsid w:val="00E74136"/>
    <w:rsid w:val="00E742D1"/>
    <w:rsid w:val="00E74379"/>
    <w:rsid w:val="00E7437E"/>
    <w:rsid w:val="00E745F4"/>
    <w:rsid w:val="00E7487C"/>
    <w:rsid w:val="00E74946"/>
    <w:rsid w:val="00E74D53"/>
    <w:rsid w:val="00E750B7"/>
    <w:rsid w:val="00E751DF"/>
    <w:rsid w:val="00E75242"/>
    <w:rsid w:val="00E75283"/>
    <w:rsid w:val="00E753D8"/>
    <w:rsid w:val="00E7561C"/>
    <w:rsid w:val="00E758ED"/>
    <w:rsid w:val="00E75E03"/>
    <w:rsid w:val="00E75E4B"/>
    <w:rsid w:val="00E761E4"/>
    <w:rsid w:val="00E76429"/>
    <w:rsid w:val="00E7653D"/>
    <w:rsid w:val="00E7687C"/>
    <w:rsid w:val="00E76D0E"/>
    <w:rsid w:val="00E7709E"/>
    <w:rsid w:val="00E773F3"/>
    <w:rsid w:val="00E77C59"/>
    <w:rsid w:val="00E77DA2"/>
    <w:rsid w:val="00E77FF3"/>
    <w:rsid w:val="00E80506"/>
    <w:rsid w:val="00E80698"/>
    <w:rsid w:val="00E80951"/>
    <w:rsid w:val="00E81059"/>
    <w:rsid w:val="00E812C9"/>
    <w:rsid w:val="00E8134B"/>
    <w:rsid w:val="00E81501"/>
    <w:rsid w:val="00E81704"/>
    <w:rsid w:val="00E8193C"/>
    <w:rsid w:val="00E819B3"/>
    <w:rsid w:val="00E81DD8"/>
    <w:rsid w:val="00E81FF0"/>
    <w:rsid w:val="00E825C9"/>
    <w:rsid w:val="00E8275A"/>
    <w:rsid w:val="00E82B8F"/>
    <w:rsid w:val="00E83107"/>
    <w:rsid w:val="00E83324"/>
    <w:rsid w:val="00E83375"/>
    <w:rsid w:val="00E8361B"/>
    <w:rsid w:val="00E836BB"/>
    <w:rsid w:val="00E83BE7"/>
    <w:rsid w:val="00E847B5"/>
    <w:rsid w:val="00E84881"/>
    <w:rsid w:val="00E84A61"/>
    <w:rsid w:val="00E84ADD"/>
    <w:rsid w:val="00E84C77"/>
    <w:rsid w:val="00E84C88"/>
    <w:rsid w:val="00E84CBD"/>
    <w:rsid w:val="00E84CD8"/>
    <w:rsid w:val="00E84E31"/>
    <w:rsid w:val="00E84FC9"/>
    <w:rsid w:val="00E852D0"/>
    <w:rsid w:val="00E85452"/>
    <w:rsid w:val="00E85497"/>
    <w:rsid w:val="00E85DA0"/>
    <w:rsid w:val="00E85E83"/>
    <w:rsid w:val="00E860F1"/>
    <w:rsid w:val="00E861B2"/>
    <w:rsid w:val="00E87577"/>
    <w:rsid w:val="00E875E0"/>
    <w:rsid w:val="00E8790B"/>
    <w:rsid w:val="00E902D7"/>
    <w:rsid w:val="00E903F3"/>
    <w:rsid w:val="00E904C5"/>
    <w:rsid w:val="00E9080B"/>
    <w:rsid w:val="00E90B0F"/>
    <w:rsid w:val="00E90C34"/>
    <w:rsid w:val="00E910F5"/>
    <w:rsid w:val="00E91444"/>
    <w:rsid w:val="00E9145D"/>
    <w:rsid w:val="00E917C2"/>
    <w:rsid w:val="00E9198F"/>
    <w:rsid w:val="00E91A50"/>
    <w:rsid w:val="00E91EF5"/>
    <w:rsid w:val="00E91F1F"/>
    <w:rsid w:val="00E91F6F"/>
    <w:rsid w:val="00E91F88"/>
    <w:rsid w:val="00E920C1"/>
    <w:rsid w:val="00E929E0"/>
    <w:rsid w:val="00E929EF"/>
    <w:rsid w:val="00E92A53"/>
    <w:rsid w:val="00E92F49"/>
    <w:rsid w:val="00E930C3"/>
    <w:rsid w:val="00E9316D"/>
    <w:rsid w:val="00E9327E"/>
    <w:rsid w:val="00E935A0"/>
    <w:rsid w:val="00E93654"/>
    <w:rsid w:val="00E93795"/>
    <w:rsid w:val="00E938E5"/>
    <w:rsid w:val="00E939C0"/>
    <w:rsid w:val="00E93A08"/>
    <w:rsid w:val="00E93AE9"/>
    <w:rsid w:val="00E93BC1"/>
    <w:rsid w:val="00E93BF0"/>
    <w:rsid w:val="00E93D49"/>
    <w:rsid w:val="00E93FAC"/>
    <w:rsid w:val="00E940A7"/>
    <w:rsid w:val="00E9471E"/>
    <w:rsid w:val="00E9473F"/>
    <w:rsid w:val="00E947DB"/>
    <w:rsid w:val="00E94E1D"/>
    <w:rsid w:val="00E94FAC"/>
    <w:rsid w:val="00E9518F"/>
    <w:rsid w:val="00E951CF"/>
    <w:rsid w:val="00E9525E"/>
    <w:rsid w:val="00E9549B"/>
    <w:rsid w:val="00E95565"/>
    <w:rsid w:val="00E957C2"/>
    <w:rsid w:val="00E957ED"/>
    <w:rsid w:val="00E95AE7"/>
    <w:rsid w:val="00E95BDA"/>
    <w:rsid w:val="00E95E11"/>
    <w:rsid w:val="00E95EEF"/>
    <w:rsid w:val="00E95FDF"/>
    <w:rsid w:val="00E9634A"/>
    <w:rsid w:val="00E963B7"/>
    <w:rsid w:val="00E965BD"/>
    <w:rsid w:val="00E96B37"/>
    <w:rsid w:val="00E96BDD"/>
    <w:rsid w:val="00E96FD1"/>
    <w:rsid w:val="00E970CB"/>
    <w:rsid w:val="00E970E1"/>
    <w:rsid w:val="00E97351"/>
    <w:rsid w:val="00E97545"/>
    <w:rsid w:val="00E97790"/>
    <w:rsid w:val="00E97AB3"/>
    <w:rsid w:val="00E97AEF"/>
    <w:rsid w:val="00E97B53"/>
    <w:rsid w:val="00E97FB1"/>
    <w:rsid w:val="00E97FC4"/>
    <w:rsid w:val="00E97FD8"/>
    <w:rsid w:val="00EA0049"/>
    <w:rsid w:val="00EA00DC"/>
    <w:rsid w:val="00EA010B"/>
    <w:rsid w:val="00EA018C"/>
    <w:rsid w:val="00EA0233"/>
    <w:rsid w:val="00EA03CE"/>
    <w:rsid w:val="00EA05E5"/>
    <w:rsid w:val="00EA068B"/>
    <w:rsid w:val="00EA06A0"/>
    <w:rsid w:val="00EA06A4"/>
    <w:rsid w:val="00EA0AF7"/>
    <w:rsid w:val="00EA0DC1"/>
    <w:rsid w:val="00EA0E31"/>
    <w:rsid w:val="00EA0F4D"/>
    <w:rsid w:val="00EA0FB5"/>
    <w:rsid w:val="00EA10C4"/>
    <w:rsid w:val="00EA150B"/>
    <w:rsid w:val="00EA185B"/>
    <w:rsid w:val="00EA1883"/>
    <w:rsid w:val="00EA1A09"/>
    <w:rsid w:val="00EA1AE7"/>
    <w:rsid w:val="00EA1C6A"/>
    <w:rsid w:val="00EA1E0D"/>
    <w:rsid w:val="00EA1FE6"/>
    <w:rsid w:val="00EA2195"/>
    <w:rsid w:val="00EA21BD"/>
    <w:rsid w:val="00EA22D3"/>
    <w:rsid w:val="00EA27B3"/>
    <w:rsid w:val="00EA2A3C"/>
    <w:rsid w:val="00EA2D3A"/>
    <w:rsid w:val="00EA2FB2"/>
    <w:rsid w:val="00EA300D"/>
    <w:rsid w:val="00EA3082"/>
    <w:rsid w:val="00EA36B8"/>
    <w:rsid w:val="00EA3A16"/>
    <w:rsid w:val="00EA3B30"/>
    <w:rsid w:val="00EA3CA8"/>
    <w:rsid w:val="00EA3DDD"/>
    <w:rsid w:val="00EA400A"/>
    <w:rsid w:val="00EA418F"/>
    <w:rsid w:val="00EA4375"/>
    <w:rsid w:val="00EA4509"/>
    <w:rsid w:val="00EA4615"/>
    <w:rsid w:val="00EA4628"/>
    <w:rsid w:val="00EA471E"/>
    <w:rsid w:val="00EA4860"/>
    <w:rsid w:val="00EA497D"/>
    <w:rsid w:val="00EA4AEE"/>
    <w:rsid w:val="00EA4CA0"/>
    <w:rsid w:val="00EA4F6A"/>
    <w:rsid w:val="00EA5089"/>
    <w:rsid w:val="00EA50C1"/>
    <w:rsid w:val="00EA50E0"/>
    <w:rsid w:val="00EA5711"/>
    <w:rsid w:val="00EA5DE7"/>
    <w:rsid w:val="00EA5E56"/>
    <w:rsid w:val="00EA5F8D"/>
    <w:rsid w:val="00EA63B8"/>
    <w:rsid w:val="00EA6499"/>
    <w:rsid w:val="00EA6556"/>
    <w:rsid w:val="00EA6BF8"/>
    <w:rsid w:val="00EA6CF7"/>
    <w:rsid w:val="00EA6E7E"/>
    <w:rsid w:val="00EA782B"/>
    <w:rsid w:val="00EA7F37"/>
    <w:rsid w:val="00EB02B3"/>
    <w:rsid w:val="00EB060A"/>
    <w:rsid w:val="00EB07A4"/>
    <w:rsid w:val="00EB0B10"/>
    <w:rsid w:val="00EB0DE9"/>
    <w:rsid w:val="00EB0E0E"/>
    <w:rsid w:val="00EB12F5"/>
    <w:rsid w:val="00EB13AA"/>
    <w:rsid w:val="00EB1514"/>
    <w:rsid w:val="00EB187C"/>
    <w:rsid w:val="00EB19E7"/>
    <w:rsid w:val="00EB1A6E"/>
    <w:rsid w:val="00EB1CB0"/>
    <w:rsid w:val="00EB1D58"/>
    <w:rsid w:val="00EB2141"/>
    <w:rsid w:val="00EB223F"/>
    <w:rsid w:val="00EB2262"/>
    <w:rsid w:val="00EB237D"/>
    <w:rsid w:val="00EB242E"/>
    <w:rsid w:val="00EB2637"/>
    <w:rsid w:val="00EB28B0"/>
    <w:rsid w:val="00EB32F7"/>
    <w:rsid w:val="00EB346E"/>
    <w:rsid w:val="00EB34DA"/>
    <w:rsid w:val="00EB36E8"/>
    <w:rsid w:val="00EB3A0E"/>
    <w:rsid w:val="00EB3EB8"/>
    <w:rsid w:val="00EB3ED4"/>
    <w:rsid w:val="00EB3F1F"/>
    <w:rsid w:val="00EB40B1"/>
    <w:rsid w:val="00EB48E0"/>
    <w:rsid w:val="00EB4922"/>
    <w:rsid w:val="00EB4E24"/>
    <w:rsid w:val="00EB51B9"/>
    <w:rsid w:val="00EB542A"/>
    <w:rsid w:val="00EB5623"/>
    <w:rsid w:val="00EB5760"/>
    <w:rsid w:val="00EB59FA"/>
    <w:rsid w:val="00EB5F03"/>
    <w:rsid w:val="00EB627E"/>
    <w:rsid w:val="00EB6550"/>
    <w:rsid w:val="00EB6A3E"/>
    <w:rsid w:val="00EB6F4C"/>
    <w:rsid w:val="00EB7060"/>
    <w:rsid w:val="00EB71B9"/>
    <w:rsid w:val="00EB71C4"/>
    <w:rsid w:val="00EB7687"/>
    <w:rsid w:val="00EB76CB"/>
    <w:rsid w:val="00EB77D1"/>
    <w:rsid w:val="00EB7B28"/>
    <w:rsid w:val="00EB7F18"/>
    <w:rsid w:val="00EC0196"/>
    <w:rsid w:val="00EC0228"/>
    <w:rsid w:val="00EC04C0"/>
    <w:rsid w:val="00EC0784"/>
    <w:rsid w:val="00EC0AE0"/>
    <w:rsid w:val="00EC0AF9"/>
    <w:rsid w:val="00EC0C99"/>
    <w:rsid w:val="00EC0FBE"/>
    <w:rsid w:val="00EC1403"/>
    <w:rsid w:val="00EC1571"/>
    <w:rsid w:val="00EC17D8"/>
    <w:rsid w:val="00EC1A7A"/>
    <w:rsid w:val="00EC1BBE"/>
    <w:rsid w:val="00EC1C7F"/>
    <w:rsid w:val="00EC2167"/>
    <w:rsid w:val="00EC2227"/>
    <w:rsid w:val="00EC26DA"/>
    <w:rsid w:val="00EC2B83"/>
    <w:rsid w:val="00EC2FE1"/>
    <w:rsid w:val="00EC3032"/>
    <w:rsid w:val="00EC30F6"/>
    <w:rsid w:val="00EC332C"/>
    <w:rsid w:val="00EC3516"/>
    <w:rsid w:val="00EC3B28"/>
    <w:rsid w:val="00EC3E21"/>
    <w:rsid w:val="00EC46F3"/>
    <w:rsid w:val="00EC4A5B"/>
    <w:rsid w:val="00EC4CF1"/>
    <w:rsid w:val="00EC5143"/>
    <w:rsid w:val="00EC521A"/>
    <w:rsid w:val="00EC53BF"/>
    <w:rsid w:val="00EC5419"/>
    <w:rsid w:val="00EC56F7"/>
    <w:rsid w:val="00EC57C8"/>
    <w:rsid w:val="00EC592C"/>
    <w:rsid w:val="00EC5B3D"/>
    <w:rsid w:val="00EC5C9E"/>
    <w:rsid w:val="00EC5FCE"/>
    <w:rsid w:val="00EC6080"/>
    <w:rsid w:val="00EC62B8"/>
    <w:rsid w:val="00EC6382"/>
    <w:rsid w:val="00EC6805"/>
    <w:rsid w:val="00EC6A63"/>
    <w:rsid w:val="00EC6B95"/>
    <w:rsid w:val="00EC6C8C"/>
    <w:rsid w:val="00EC6E2E"/>
    <w:rsid w:val="00EC6E3D"/>
    <w:rsid w:val="00EC6EA3"/>
    <w:rsid w:val="00EC6F2E"/>
    <w:rsid w:val="00EC70FF"/>
    <w:rsid w:val="00EC7213"/>
    <w:rsid w:val="00EC7453"/>
    <w:rsid w:val="00EC76CD"/>
    <w:rsid w:val="00EC7C67"/>
    <w:rsid w:val="00EC7E64"/>
    <w:rsid w:val="00EC7ED9"/>
    <w:rsid w:val="00ED04EC"/>
    <w:rsid w:val="00ED05A6"/>
    <w:rsid w:val="00ED064E"/>
    <w:rsid w:val="00ED098F"/>
    <w:rsid w:val="00ED0D28"/>
    <w:rsid w:val="00ED0E0F"/>
    <w:rsid w:val="00ED0E6E"/>
    <w:rsid w:val="00ED0EBD"/>
    <w:rsid w:val="00ED0F6A"/>
    <w:rsid w:val="00ED1045"/>
    <w:rsid w:val="00ED1307"/>
    <w:rsid w:val="00ED138C"/>
    <w:rsid w:val="00ED16F3"/>
    <w:rsid w:val="00ED1737"/>
    <w:rsid w:val="00ED1BA8"/>
    <w:rsid w:val="00ED1F2E"/>
    <w:rsid w:val="00ED2389"/>
    <w:rsid w:val="00ED2413"/>
    <w:rsid w:val="00ED2613"/>
    <w:rsid w:val="00ED26AE"/>
    <w:rsid w:val="00ED274A"/>
    <w:rsid w:val="00ED29D3"/>
    <w:rsid w:val="00ED2EBD"/>
    <w:rsid w:val="00ED2F0F"/>
    <w:rsid w:val="00ED2F47"/>
    <w:rsid w:val="00ED2FA1"/>
    <w:rsid w:val="00ED30C0"/>
    <w:rsid w:val="00ED33FD"/>
    <w:rsid w:val="00ED35B8"/>
    <w:rsid w:val="00ED3FEE"/>
    <w:rsid w:val="00ED465B"/>
    <w:rsid w:val="00ED4AFB"/>
    <w:rsid w:val="00ED4BCA"/>
    <w:rsid w:val="00ED4E0E"/>
    <w:rsid w:val="00ED4E8D"/>
    <w:rsid w:val="00ED4F5F"/>
    <w:rsid w:val="00ED51CC"/>
    <w:rsid w:val="00ED5597"/>
    <w:rsid w:val="00ED57B9"/>
    <w:rsid w:val="00ED65CA"/>
    <w:rsid w:val="00ED67DA"/>
    <w:rsid w:val="00ED6953"/>
    <w:rsid w:val="00ED6B16"/>
    <w:rsid w:val="00ED70A4"/>
    <w:rsid w:val="00ED7314"/>
    <w:rsid w:val="00ED74FF"/>
    <w:rsid w:val="00ED7659"/>
    <w:rsid w:val="00ED7CAE"/>
    <w:rsid w:val="00ED7D60"/>
    <w:rsid w:val="00ED7D6A"/>
    <w:rsid w:val="00ED7EF5"/>
    <w:rsid w:val="00EE01D5"/>
    <w:rsid w:val="00EE0437"/>
    <w:rsid w:val="00EE04AF"/>
    <w:rsid w:val="00EE0814"/>
    <w:rsid w:val="00EE094E"/>
    <w:rsid w:val="00EE0E01"/>
    <w:rsid w:val="00EE0E0E"/>
    <w:rsid w:val="00EE0F7A"/>
    <w:rsid w:val="00EE1093"/>
    <w:rsid w:val="00EE113B"/>
    <w:rsid w:val="00EE126A"/>
    <w:rsid w:val="00EE1AD2"/>
    <w:rsid w:val="00EE1BE0"/>
    <w:rsid w:val="00EE1EC9"/>
    <w:rsid w:val="00EE24A4"/>
    <w:rsid w:val="00EE2A20"/>
    <w:rsid w:val="00EE2A27"/>
    <w:rsid w:val="00EE2B79"/>
    <w:rsid w:val="00EE2FB1"/>
    <w:rsid w:val="00EE2FD0"/>
    <w:rsid w:val="00EE3551"/>
    <w:rsid w:val="00EE37B2"/>
    <w:rsid w:val="00EE394F"/>
    <w:rsid w:val="00EE3BEA"/>
    <w:rsid w:val="00EE3CB9"/>
    <w:rsid w:val="00EE3E0C"/>
    <w:rsid w:val="00EE3E8D"/>
    <w:rsid w:val="00EE437C"/>
    <w:rsid w:val="00EE45A1"/>
    <w:rsid w:val="00EE4D3F"/>
    <w:rsid w:val="00EE512D"/>
    <w:rsid w:val="00EE525B"/>
    <w:rsid w:val="00EE5268"/>
    <w:rsid w:val="00EE54D1"/>
    <w:rsid w:val="00EE5A68"/>
    <w:rsid w:val="00EE5B2B"/>
    <w:rsid w:val="00EE5F04"/>
    <w:rsid w:val="00EE5FE2"/>
    <w:rsid w:val="00EE6875"/>
    <w:rsid w:val="00EE6ABB"/>
    <w:rsid w:val="00EE7029"/>
    <w:rsid w:val="00EE706A"/>
    <w:rsid w:val="00EE7513"/>
    <w:rsid w:val="00EE775A"/>
    <w:rsid w:val="00EE7819"/>
    <w:rsid w:val="00EE7D87"/>
    <w:rsid w:val="00EE7F98"/>
    <w:rsid w:val="00EF02F8"/>
    <w:rsid w:val="00EF064C"/>
    <w:rsid w:val="00EF0983"/>
    <w:rsid w:val="00EF09E2"/>
    <w:rsid w:val="00EF09F9"/>
    <w:rsid w:val="00EF1131"/>
    <w:rsid w:val="00EF168F"/>
    <w:rsid w:val="00EF1695"/>
    <w:rsid w:val="00EF1D3A"/>
    <w:rsid w:val="00EF1E46"/>
    <w:rsid w:val="00EF218A"/>
    <w:rsid w:val="00EF2244"/>
    <w:rsid w:val="00EF22D0"/>
    <w:rsid w:val="00EF27DC"/>
    <w:rsid w:val="00EF2B6A"/>
    <w:rsid w:val="00EF2BC5"/>
    <w:rsid w:val="00EF2C20"/>
    <w:rsid w:val="00EF3269"/>
    <w:rsid w:val="00EF35AB"/>
    <w:rsid w:val="00EF38E0"/>
    <w:rsid w:val="00EF3B46"/>
    <w:rsid w:val="00EF3EE3"/>
    <w:rsid w:val="00EF4220"/>
    <w:rsid w:val="00EF4247"/>
    <w:rsid w:val="00EF4599"/>
    <w:rsid w:val="00EF47BA"/>
    <w:rsid w:val="00EF4F2F"/>
    <w:rsid w:val="00EF5198"/>
    <w:rsid w:val="00EF55E6"/>
    <w:rsid w:val="00EF57C7"/>
    <w:rsid w:val="00EF580D"/>
    <w:rsid w:val="00EF5998"/>
    <w:rsid w:val="00EF59DF"/>
    <w:rsid w:val="00EF5BF3"/>
    <w:rsid w:val="00EF5C81"/>
    <w:rsid w:val="00EF5DB5"/>
    <w:rsid w:val="00EF5F91"/>
    <w:rsid w:val="00EF62B0"/>
    <w:rsid w:val="00EF6350"/>
    <w:rsid w:val="00EF639A"/>
    <w:rsid w:val="00EF65EC"/>
    <w:rsid w:val="00EF667D"/>
    <w:rsid w:val="00EF6A7D"/>
    <w:rsid w:val="00EF6C14"/>
    <w:rsid w:val="00EF6DA1"/>
    <w:rsid w:val="00EF7475"/>
    <w:rsid w:val="00EF7898"/>
    <w:rsid w:val="00EF7A60"/>
    <w:rsid w:val="00EF7B4F"/>
    <w:rsid w:val="00EF7BC6"/>
    <w:rsid w:val="00F0013F"/>
    <w:rsid w:val="00F00320"/>
    <w:rsid w:val="00F009AC"/>
    <w:rsid w:val="00F00ECB"/>
    <w:rsid w:val="00F0127F"/>
    <w:rsid w:val="00F01333"/>
    <w:rsid w:val="00F01536"/>
    <w:rsid w:val="00F01723"/>
    <w:rsid w:val="00F01D82"/>
    <w:rsid w:val="00F01F83"/>
    <w:rsid w:val="00F0211A"/>
    <w:rsid w:val="00F0214C"/>
    <w:rsid w:val="00F026E9"/>
    <w:rsid w:val="00F027C1"/>
    <w:rsid w:val="00F0282F"/>
    <w:rsid w:val="00F0283D"/>
    <w:rsid w:val="00F02B01"/>
    <w:rsid w:val="00F02BE8"/>
    <w:rsid w:val="00F02C6C"/>
    <w:rsid w:val="00F02DFC"/>
    <w:rsid w:val="00F03228"/>
    <w:rsid w:val="00F0398C"/>
    <w:rsid w:val="00F03ED5"/>
    <w:rsid w:val="00F03F08"/>
    <w:rsid w:val="00F0441B"/>
    <w:rsid w:val="00F0464D"/>
    <w:rsid w:val="00F047A1"/>
    <w:rsid w:val="00F04856"/>
    <w:rsid w:val="00F048CD"/>
    <w:rsid w:val="00F04E71"/>
    <w:rsid w:val="00F04E91"/>
    <w:rsid w:val="00F057EB"/>
    <w:rsid w:val="00F05903"/>
    <w:rsid w:val="00F05958"/>
    <w:rsid w:val="00F05A3B"/>
    <w:rsid w:val="00F05B10"/>
    <w:rsid w:val="00F05BAF"/>
    <w:rsid w:val="00F05F75"/>
    <w:rsid w:val="00F06082"/>
    <w:rsid w:val="00F06289"/>
    <w:rsid w:val="00F0662A"/>
    <w:rsid w:val="00F06631"/>
    <w:rsid w:val="00F068B0"/>
    <w:rsid w:val="00F06B90"/>
    <w:rsid w:val="00F06BB9"/>
    <w:rsid w:val="00F06CA0"/>
    <w:rsid w:val="00F06D08"/>
    <w:rsid w:val="00F06D46"/>
    <w:rsid w:val="00F06EE1"/>
    <w:rsid w:val="00F0721F"/>
    <w:rsid w:val="00F075EA"/>
    <w:rsid w:val="00F076EA"/>
    <w:rsid w:val="00F07723"/>
    <w:rsid w:val="00F07845"/>
    <w:rsid w:val="00F078EF"/>
    <w:rsid w:val="00F07A97"/>
    <w:rsid w:val="00F07B12"/>
    <w:rsid w:val="00F1056D"/>
    <w:rsid w:val="00F106A3"/>
    <w:rsid w:val="00F10D92"/>
    <w:rsid w:val="00F10E21"/>
    <w:rsid w:val="00F10E36"/>
    <w:rsid w:val="00F10FE9"/>
    <w:rsid w:val="00F1124C"/>
    <w:rsid w:val="00F11270"/>
    <w:rsid w:val="00F11363"/>
    <w:rsid w:val="00F113FF"/>
    <w:rsid w:val="00F114C5"/>
    <w:rsid w:val="00F11504"/>
    <w:rsid w:val="00F11550"/>
    <w:rsid w:val="00F11839"/>
    <w:rsid w:val="00F11B40"/>
    <w:rsid w:val="00F11C03"/>
    <w:rsid w:val="00F11D82"/>
    <w:rsid w:val="00F11E3B"/>
    <w:rsid w:val="00F11F6D"/>
    <w:rsid w:val="00F120EF"/>
    <w:rsid w:val="00F12274"/>
    <w:rsid w:val="00F123AF"/>
    <w:rsid w:val="00F12818"/>
    <w:rsid w:val="00F12900"/>
    <w:rsid w:val="00F12B94"/>
    <w:rsid w:val="00F12BCB"/>
    <w:rsid w:val="00F12EB2"/>
    <w:rsid w:val="00F13147"/>
    <w:rsid w:val="00F13374"/>
    <w:rsid w:val="00F137D6"/>
    <w:rsid w:val="00F13D6B"/>
    <w:rsid w:val="00F13E96"/>
    <w:rsid w:val="00F14033"/>
    <w:rsid w:val="00F141D8"/>
    <w:rsid w:val="00F14203"/>
    <w:rsid w:val="00F14296"/>
    <w:rsid w:val="00F142A4"/>
    <w:rsid w:val="00F1473B"/>
    <w:rsid w:val="00F149E6"/>
    <w:rsid w:val="00F14A18"/>
    <w:rsid w:val="00F14A2C"/>
    <w:rsid w:val="00F14BEA"/>
    <w:rsid w:val="00F14F6B"/>
    <w:rsid w:val="00F14F92"/>
    <w:rsid w:val="00F150B5"/>
    <w:rsid w:val="00F151F2"/>
    <w:rsid w:val="00F15315"/>
    <w:rsid w:val="00F15482"/>
    <w:rsid w:val="00F15947"/>
    <w:rsid w:val="00F15A90"/>
    <w:rsid w:val="00F15B1C"/>
    <w:rsid w:val="00F15BD9"/>
    <w:rsid w:val="00F15C9B"/>
    <w:rsid w:val="00F15D55"/>
    <w:rsid w:val="00F15E4F"/>
    <w:rsid w:val="00F15EAA"/>
    <w:rsid w:val="00F15EFF"/>
    <w:rsid w:val="00F16002"/>
    <w:rsid w:val="00F16018"/>
    <w:rsid w:val="00F16122"/>
    <w:rsid w:val="00F1690C"/>
    <w:rsid w:val="00F1694B"/>
    <w:rsid w:val="00F16CD2"/>
    <w:rsid w:val="00F16EE6"/>
    <w:rsid w:val="00F17110"/>
    <w:rsid w:val="00F17330"/>
    <w:rsid w:val="00F176C1"/>
    <w:rsid w:val="00F177CB"/>
    <w:rsid w:val="00F17B08"/>
    <w:rsid w:val="00F17C25"/>
    <w:rsid w:val="00F20134"/>
    <w:rsid w:val="00F206F8"/>
    <w:rsid w:val="00F2072D"/>
    <w:rsid w:val="00F20973"/>
    <w:rsid w:val="00F20FB3"/>
    <w:rsid w:val="00F21050"/>
    <w:rsid w:val="00F2110A"/>
    <w:rsid w:val="00F21190"/>
    <w:rsid w:val="00F21210"/>
    <w:rsid w:val="00F21296"/>
    <w:rsid w:val="00F21A53"/>
    <w:rsid w:val="00F21C6E"/>
    <w:rsid w:val="00F21CE9"/>
    <w:rsid w:val="00F220ED"/>
    <w:rsid w:val="00F22164"/>
    <w:rsid w:val="00F22486"/>
    <w:rsid w:val="00F2268E"/>
    <w:rsid w:val="00F22CDD"/>
    <w:rsid w:val="00F22E34"/>
    <w:rsid w:val="00F231B3"/>
    <w:rsid w:val="00F231F6"/>
    <w:rsid w:val="00F2324F"/>
    <w:rsid w:val="00F2333B"/>
    <w:rsid w:val="00F233E8"/>
    <w:rsid w:val="00F23D34"/>
    <w:rsid w:val="00F23D96"/>
    <w:rsid w:val="00F23DC9"/>
    <w:rsid w:val="00F23E11"/>
    <w:rsid w:val="00F23ED5"/>
    <w:rsid w:val="00F23F24"/>
    <w:rsid w:val="00F23FA3"/>
    <w:rsid w:val="00F24664"/>
    <w:rsid w:val="00F252C5"/>
    <w:rsid w:val="00F25890"/>
    <w:rsid w:val="00F25A4D"/>
    <w:rsid w:val="00F25B61"/>
    <w:rsid w:val="00F25BFD"/>
    <w:rsid w:val="00F25D83"/>
    <w:rsid w:val="00F265DA"/>
    <w:rsid w:val="00F2660D"/>
    <w:rsid w:val="00F26753"/>
    <w:rsid w:val="00F26762"/>
    <w:rsid w:val="00F26DA0"/>
    <w:rsid w:val="00F27612"/>
    <w:rsid w:val="00F276EF"/>
    <w:rsid w:val="00F27828"/>
    <w:rsid w:val="00F27867"/>
    <w:rsid w:val="00F27AA1"/>
    <w:rsid w:val="00F27F91"/>
    <w:rsid w:val="00F27F94"/>
    <w:rsid w:val="00F3008D"/>
    <w:rsid w:val="00F305FF"/>
    <w:rsid w:val="00F308BC"/>
    <w:rsid w:val="00F30984"/>
    <w:rsid w:val="00F309D9"/>
    <w:rsid w:val="00F30CB7"/>
    <w:rsid w:val="00F30DC9"/>
    <w:rsid w:val="00F30E33"/>
    <w:rsid w:val="00F30F2B"/>
    <w:rsid w:val="00F30FD9"/>
    <w:rsid w:val="00F31406"/>
    <w:rsid w:val="00F314E6"/>
    <w:rsid w:val="00F3168C"/>
    <w:rsid w:val="00F316E4"/>
    <w:rsid w:val="00F317ED"/>
    <w:rsid w:val="00F31C89"/>
    <w:rsid w:val="00F32244"/>
    <w:rsid w:val="00F32287"/>
    <w:rsid w:val="00F3237D"/>
    <w:rsid w:val="00F325A5"/>
    <w:rsid w:val="00F3284F"/>
    <w:rsid w:val="00F32A5F"/>
    <w:rsid w:val="00F32E68"/>
    <w:rsid w:val="00F3387C"/>
    <w:rsid w:val="00F339CA"/>
    <w:rsid w:val="00F33B17"/>
    <w:rsid w:val="00F33E7C"/>
    <w:rsid w:val="00F33F4C"/>
    <w:rsid w:val="00F33F9F"/>
    <w:rsid w:val="00F34540"/>
    <w:rsid w:val="00F34CA7"/>
    <w:rsid w:val="00F34CCF"/>
    <w:rsid w:val="00F34E0A"/>
    <w:rsid w:val="00F34E16"/>
    <w:rsid w:val="00F34E90"/>
    <w:rsid w:val="00F3522A"/>
    <w:rsid w:val="00F352FD"/>
    <w:rsid w:val="00F35321"/>
    <w:rsid w:val="00F35BB3"/>
    <w:rsid w:val="00F35F12"/>
    <w:rsid w:val="00F36241"/>
    <w:rsid w:val="00F3664E"/>
    <w:rsid w:val="00F36953"/>
    <w:rsid w:val="00F36CD9"/>
    <w:rsid w:val="00F36DE5"/>
    <w:rsid w:val="00F36EBE"/>
    <w:rsid w:val="00F3705F"/>
    <w:rsid w:val="00F37110"/>
    <w:rsid w:val="00F3711A"/>
    <w:rsid w:val="00F372AA"/>
    <w:rsid w:val="00F37791"/>
    <w:rsid w:val="00F377A1"/>
    <w:rsid w:val="00F37899"/>
    <w:rsid w:val="00F37A58"/>
    <w:rsid w:val="00F37CC0"/>
    <w:rsid w:val="00F37D96"/>
    <w:rsid w:val="00F401B3"/>
    <w:rsid w:val="00F40665"/>
    <w:rsid w:val="00F406C9"/>
    <w:rsid w:val="00F4074A"/>
    <w:rsid w:val="00F407B8"/>
    <w:rsid w:val="00F40AA2"/>
    <w:rsid w:val="00F41193"/>
    <w:rsid w:val="00F4137B"/>
    <w:rsid w:val="00F41463"/>
    <w:rsid w:val="00F416EF"/>
    <w:rsid w:val="00F418C7"/>
    <w:rsid w:val="00F41A7B"/>
    <w:rsid w:val="00F41F6A"/>
    <w:rsid w:val="00F42001"/>
    <w:rsid w:val="00F420A5"/>
    <w:rsid w:val="00F42333"/>
    <w:rsid w:val="00F4238F"/>
    <w:rsid w:val="00F423EF"/>
    <w:rsid w:val="00F42687"/>
    <w:rsid w:val="00F4291E"/>
    <w:rsid w:val="00F42921"/>
    <w:rsid w:val="00F42C05"/>
    <w:rsid w:val="00F42C5C"/>
    <w:rsid w:val="00F42DED"/>
    <w:rsid w:val="00F42FEB"/>
    <w:rsid w:val="00F43555"/>
    <w:rsid w:val="00F4358C"/>
    <w:rsid w:val="00F43B49"/>
    <w:rsid w:val="00F43EF4"/>
    <w:rsid w:val="00F4445F"/>
    <w:rsid w:val="00F44682"/>
    <w:rsid w:val="00F448D7"/>
    <w:rsid w:val="00F448DD"/>
    <w:rsid w:val="00F44B1E"/>
    <w:rsid w:val="00F44C2A"/>
    <w:rsid w:val="00F44C8E"/>
    <w:rsid w:val="00F45245"/>
    <w:rsid w:val="00F456C5"/>
    <w:rsid w:val="00F45862"/>
    <w:rsid w:val="00F45B8C"/>
    <w:rsid w:val="00F45ED2"/>
    <w:rsid w:val="00F46518"/>
    <w:rsid w:val="00F4681B"/>
    <w:rsid w:val="00F469BB"/>
    <w:rsid w:val="00F46E66"/>
    <w:rsid w:val="00F470B8"/>
    <w:rsid w:val="00F47217"/>
    <w:rsid w:val="00F47582"/>
    <w:rsid w:val="00F476C6"/>
    <w:rsid w:val="00F5016D"/>
    <w:rsid w:val="00F50409"/>
    <w:rsid w:val="00F505B4"/>
    <w:rsid w:val="00F50861"/>
    <w:rsid w:val="00F509FA"/>
    <w:rsid w:val="00F50B07"/>
    <w:rsid w:val="00F510AA"/>
    <w:rsid w:val="00F51126"/>
    <w:rsid w:val="00F5126C"/>
    <w:rsid w:val="00F51347"/>
    <w:rsid w:val="00F516EC"/>
    <w:rsid w:val="00F51770"/>
    <w:rsid w:val="00F51989"/>
    <w:rsid w:val="00F51998"/>
    <w:rsid w:val="00F51C59"/>
    <w:rsid w:val="00F51CE3"/>
    <w:rsid w:val="00F51E27"/>
    <w:rsid w:val="00F52350"/>
    <w:rsid w:val="00F525E5"/>
    <w:rsid w:val="00F5315F"/>
    <w:rsid w:val="00F53A2A"/>
    <w:rsid w:val="00F53A4D"/>
    <w:rsid w:val="00F53C04"/>
    <w:rsid w:val="00F53CCD"/>
    <w:rsid w:val="00F5416B"/>
    <w:rsid w:val="00F54935"/>
    <w:rsid w:val="00F54CAE"/>
    <w:rsid w:val="00F55307"/>
    <w:rsid w:val="00F554B7"/>
    <w:rsid w:val="00F556B6"/>
    <w:rsid w:val="00F557BA"/>
    <w:rsid w:val="00F55E65"/>
    <w:rsid w:val="00F56394"/>
    <w:rsid w:val="00F56585"/>
    <w:rsid w:val="00F568C0"/>
    <w:rsid w:val="00F568E3"/>
    <w:rsid w:val="00F568E5"/>
    <w:rsid w:val="00F56C3E"/>
    <w:rsid w:val="00F573DA"/>
    <w:rsid w:val="00F57404"/>
    <w:rsid w:val="00F575F4"/>
    <w:rsid w:val="00F577D0"/>
    <w:rsid w:val="00F578BF"/>
    <w:rsid w:val="00F57968"/>
    <w:rsid w:val="00F57A2B"/>
    <w:rsid w:val="00F57E27"/>
    <w:rsid w:val="00F57E62"/>
    <w:rsid w:val="00F6006B"/>
    <w:rsid w:val="00F603BB"/>
    <w:rsid w:val="00F6074D"/>
    <w:rsid w:val="00F607B6"/>
    <w:rsid w:val="00F60874"/>
    <w:rsid w:val="00F60B43"/>
    <w:rsid w:val="00F60FBF"/>
    <w:rsid w:val="00F61127"/>
    <w:rsid w:val="00F6128F"/>
    <w:rsid w:val="00F61319"/>
    <w:rsid w:val="00F613A5"/>
    <w:rsid w:val="00F6148C"/>
    <w:rsid w:val="00F6191A"/>
    <w:rsid w:val="00F619D7"/>
    <w:rsid w:val="00F61AEF"/>
    <w:rsid w:val="00F62253"/>
    <w:rsid w:val="00F62508"/>
    <w:rsid w:val="00F6273F"/>
    <w:rsid w:val="00F628A4"/>
    <w:rsid w:val="00F62A63"/>
    <w:rsid w:val="00F62D2A"/>
    <w:rsid w:val="00F6315E"/>
    <w:rsid w:val="00F63179"/>
    <w:rsid w:val="00F6378C"/>
    <w:rsid w:val="00F63B33"/>
    <w:rsid w:val="00F63C0E"/>
    <w:rsid w:val="00F63C48"/>
    <w:rsid w:val="00F63C5E"/>
    <w:rsid w:val="00F63CF4"/>
    <w:rsid w:val="00F6414A"/>
    <w:rsid w:val="00F6426C"/>
    <w:rsid w:val="00F644FF"/>
    <w:rsid w:val="00F645D0"/>
    <w:rsid w:val="00F6487C"/>
    <w:rsid w:val="00F6504E"/>
    <w:rsid w:val="00F6513A"/>
    <w:rsid w:val="00F65177"/>
    <w:rsid w:val="00F6575B"/>
    <w:rsid w:val="00F658CA"/>
    <w:rsid w:val="00F65917"/>
    <w:rsid w:val="00F65A32"/>
    <w:rsid w:val="00F65B7C"/>
    <w:rsid w:val="00F65F0A"/>
    <w:rsid w:val="00F660A5"/>
    <w:rsid w:val="00F66316"/>
    <w:rsid w:val="00F66830"/>
    <w:rsid w:val="00F66831"/>
    <w:rsid w:val="00F668EB"/>
    <w:rsid w:val="00F66D07"/>
    <w:rsid w:val="00F66E40"/>
    <w:rsid w:val="00F67107"/>
    <w:rsid w:val="00F672C5"/>
    <w:rsid w:val="00F67A90"/>
    <w:rsid w:val="00F70017"/>
    <w:rsid w:val="00F700D9"/>
    <w:rsid w:val="00F70366"/>
    <w:rsid w:val="00F703D2"/>
    <w:rsid w:val="00F70513"/>
    <w:rsid w:val="00F70659"/>
    <w:rsid w:val="00F70841"/>
    <w:rsid w:val="00F70DB2"/>
    <w:rsid w:val="00F70E52"/>
    <w:rsid w:val="00F70EE8"/>
    <w:rsid w:val="00F70F10"/>
    <w:rsid w:val="00F71388"/>
    <w:rsid w:val="00F71730"/>
    <w:rsid w:val="00F71883"/>
    <w:rsid w:val="00F71DE8"/>
    <w:rsid w:val="00F71F15"/>
    <w:rsid w:val="00F720E2"/>
    <w:rsid w:val="00F72436"/>
    <w:rsid w:val="00F72AD9"/>
    <w:rsid w:val="00F72D4E"/>
    <w:rsid w:val="00F72F42"/>
    <w:rsid w:val="00F72FF2"/>
    <w:rsid w:val="00F730C4"/>
    <w:rsid w:val="00F73364"/>
    <w:rsid w:val="00F7370D"/>
    <w:rsid w:val="00F74230"/>
    <w:rsid w:val="00F749CC"/>
    <w:rsid w:val="00F74A46"/>
    <w:rsid w:val="00F74C0F"/>
    <w:rsid w:val="00F75348"/>
    <w:rsid w:val="00F7598C"/>
    <w:rsid w:val="00F75FB6"/>
    <w:rsid w:val="00F760B7"/>
    <w:rsid w:val="00F761D0"/>
    <w:rsid w:val="00F76484"/>
    <w:rsid w:val="00F76725"/>
    <w:rsid w:val="00F769AE"/>
    <w:rsid w:val="00F76A99"/>
    <w:rsid w:val="00F76B18"/>
    <w:rsid w:val="00F76B2B"/>
    <w:rsid w:val="00F76C72"/>
    <w:rsid w:val="00F76DB6"/>
    <w:rsid w:val="00F76DF2"/>
    <w:rsid w:val="00F772E2"/>
    <w:rsid w:val="00F774D0"/>
    <w:rsid w:val="00F774ED"/>
    <w:rsid w:val="00F777EF"/>
    <w:rsid w:val="00F7788E"/>
    <w:rsid w:val="00F77D5C"/>
    <w:rsid w:val="00F77F0E"/>
    <w:rsid w:val="00F77F98"/>
    <w:rsid w:val="00F80194"/>
    <w:rsid w:val="00F801AA"/>
    <w:rsid w:val="00F80708"/>
    <w:rsid w:val="00F81038"/>
    <w:rsid w:val="00F810AF"/>
    <w:rsid w:val="00F81222"/>
    <w:rsid w:val="00F8144F"/>
    <w:rsid w:val="00F817B9"/>
    <w:rsid w:val="00F81997"/>
    <w:rsid w:val="00F81C29"/>
    <w:rsid w:val="00F81C7E"/>
    <w:rsid w:val="00F81DD9"/>
    <w:rsid w:val="00F81E86"/>
    <w:rsid w:val="00F820AD"/>
    <w:rsid w:val="00F82153"/>
    <w:rsid w:val="00F821FA"/>
    <w:rsid w:val="00F824E1"/>
    <w:rsid w:val="00F82601"/>
    <w:rsid w:val="00F8279F"/>
    <w:rsid w:val="00F827B2"/>
    <w:rsid w:val="00F8287E"/>
    <w:rsid w:val="00F82B8E"/>
    <w:rsid w:val="00F82F30"/>
    <w:rsid w:val="00F8304A"/>
    <w:rsid w:val="00F833D0"/>
    <w:rsid w:val="00F833F3"/>
    <w:rsid w:val="00F83476"/>
    <w:rsid w:val="00F836F9"/>
    <w:rsid w:val="00F83889"/>
    <w:rsid w:val="00F83C8D"/>
    <w:rsid w:val="00F83D6E"/>
    <w:rsid w:val="00F83E42"/>
    <w:rsid w:val="00F84019"/>
    <w:rsid w:val="00F8408E"/>
    <w:rsid w:val="00F84BCC"/>
    <w:rsid w:val="00F84E5F"/>
    <w:rsid w:val="00F84F5E"/>
    <w:rsid w:val="00F84FED"/>
    <w:rsid w:val="00F8561D"/>
    <w:rsid w:val="00F8568D"/>
    <w:rsid w:val="00F859E5"/>
    <w:rsid w:val="00F85A28"/>
    <w:rsid w:val="00F85DA5"/>
    <w:rsid w:val="00F85F80"/>
    <w:rsid w:val="00F86080"/>
    <w:rsid w:val="00F860A8"/>
    <w:rsid w:val="00F861C6"/>
    <w:rsid w:val="00F861F8"/>
    <w:rsid w:val="00F86270"/>
    <w:rsid w:val="00F86363"/>
    <w:rsid w:val="00F8678A"/>
    <w:rsid w:val="00F86B67"/>
    <w:rsid w:val="00F86EAA"/>
    <w:rsid w:val="00F86EF2"/>
    <w:rsid w:val="00F86F41"/>
    <w:rsid w:val="00F8703C"/>
    <w:rsid w:val="00F8734E"/>
    <w:rsid w:val="00F87473"/>
    <w:rsid w:val="00F875F6"/>
    <w:rsid w:val="00F87E90"/>
    <w:rsid w:val="00F90087"/>
    <w:rsid w:val="00F9018D"/>
    <w:rsid w:val="00F901C3"/>
    <w:rsid w:val="00F90327"/>
    <w:rsid w:val="00F90434"/>
    <w:rsid w:val="00F9047C"/>
    <w:rsid w:val="00F908AD"/>
    <w:rsid w:val="00F90A27"/>
    <w:rsid w:val="00F90C95"/>
    <w:rsid w:val="00F910E5"/>
    <w:rsid w:val="00F9125B"/>
    <w:rsid w:val="00F91618"/>
    <w:rsid w:val="00F91679"/>
    <w:rsid w:val="00F91993"/>
    <w:rsid w:val="00F91F28"/>
    <w:rsid w:val="00F92381"/>
    <w:rsid w:val="00F92793"/>
    <w:rsid w:val="00F9280F"/>
    <w:rsid w:val="00F92A5C"/>
    <w:rsid w:val="00F92BCF"/>
    <w:rsid w:val="00F92CC6"/>
    <w:rsid w:val="00F92CD8"/>
    <w:rsid w:val="00F933CD"/>
    <w:rsid w:val="00F93998"/>
    <w:rsid w:val="00F93AD9"/>
    <w:rsid w:val="00F93B5E"/>
    <w:rsid w:val="00F93C16"/>
    <w:rsid w:val="00F93C4A"/>
    <w:rsid w:val="00F93C9C"/>
    <w:rsid w:val="00F93EC3"/>
    <w:rsid w:val="00F948B8"/>
    <w:rsid w:val="00F94921"/>
    <w:rsid w:val="00F94FE2"/>
    <w:rsid w:val="00F950D9"/>
    <w:rsid w:val="00F951C6"/>
    <w:rsid w:val="00F95629"/>
    <w:rsid w:val="00F95C4B"/>
    <w:rsid w:val="00F95D95"/>
    <w:rsid w:val="00F96128"/>
    <w:rsid w:val="00F96173"/>
    <w:rsid w:val="00F96234"/>
    <w:rsid w:val="00F9633A"/>
    <w:rsid w:val="00F969A4"/>
    <w:rsid w:val="00F969BD"/>
    <w:rsid w:val="00F96A3C"/>
    <w:rsid w:val="00F96C9E"/>
    <w:rsid w:val="00F9709D"/>
    <w:rsid w:val="00F970CA"/>
    <w:rsid w:val="00F9728A"/>
    <w:rsid w:val="00F972AD"/>
    <w:rsid w:val="00F9742A"/>
    <w:rsid w:val="00F97461"/>
    <w:rsid w:val="00F97516"/>
    <w:rsid w:val="00F976AB"/>
    <w:rsid w:val="00F97DA0"/>
    <w:rsid w:val="00FA01B1"/>
    <w:rsid w:val="00FA0380"/>
    <w:rsid w:val="00FA0393"/>
    <w:rsid w:val="00FA04F0"/>
    <w:rsid w:val="00FA04F4"/>
    <w:rsid w:val="00FA0829"/>
    <w:rsid w:val="00FA0863"/>
    <w:rsid w:val="00FA0A42"/>
    <w:rsid w:val="00FA0B21"/>
    <w:rsid w:val="00FA0BF8"/>
    <w:rsid w:val="00FA11B0"/>
    <w:rsid w:val="00FA13F0"/>
    <w:rsid w:val="00FA15D8"/>
    <w:rsid w:val="00FA164E"/>
    <w:rsid w:val="00FA17B8"/>
    <w:rsid w:val="00FA1A34"/>
    <w:rsid w:val="00FA1A79"/>
    <w:rsid w:val="00FA24EC"/>
    <w:rsid w:val="00FA2F40"/>
    <w:rsid w:val="00FA3010"/>
    <w:rsid w:val="00FA32A5"/>
    <w:rsid w:val="00FA352A"/>
    <w:rsid w:val="00FA36FE"/>
    <w:rsid w:val="00FA3DE3"/>
    <w:rsid w:val="00FA3DF9"/>
    <w:rsid w:val="00FA3EA6"/>
    <w:rsid w:val="00FA3EF2"/>
    <w:rsid w:val="00FA46C9"/>
    <w:rsid w:val="00FA481B"/>
    <w:rsid w:val="00FA49B6"/>
    <w:rsid w:val="00FA4B1B"/>
    <w:rsid w:val="00FA4F95"/>
    <w:rsid w:val="00FA5091"/>
    <w:rsid w:val="00FA5224"/>
    <w:rsid w:val="00FA5262"/>
    <w:rsid w:val="00FA5779"/>
    <w:rsid w:val="00FA5B8C"/>
    <w:rsid w:val="00FA5BDC"/>
    <w:rsid w:val="00FA5D47"/>
    <w:rsid w:val="00FA5FE6"/>
    <w:rsid w:val="00FA60E3"/>
    <w:rsid w:val="00FA61E6"/>
    <w:rsid w:val="00FA62BE"/>
    <w:rsid w:val="00FA64E1"/>
    <w:rsid w:val="00FA656D"/>
    <w:rsid w:val="00FA6652"/>
    <w:rsid w:val="00FA69C9"/>
    <w:rsid w:val="00FA6FBB"/>
    <w:rsid w:val="00FA75CD"/>
    <w:rsid w:val="00FA76EB"/>
    <w:rsid w:val="00FA7912"/>
    <w:rsid w:val="00FA7E81"/>
    <w:rsid w:val="00FB0024"/>
    <w:rsid w:val="00FB022C"/>
    <w:rsid w:val="00FB0284"/>
    <w:rsid w:val="00FB02DF"/>
    <w:rsid w:val="00FB0360"/>
    <w:rsid w:val="00FB041A"/>
    <w:rsid w:val="00FB07B9"/>
    <w:rsid w:val="00FB0A81"/>
    <w:rsid w:val="00FB0BFE"/>
    <w:rsid w:val="00FB0D64"/>
    <w:rsid w:val="00FB0F74"/>
    <w:rsid w:val="00FB1132"/>
    <w:rsid w:val="00FB15CE"/>
    <w:rsid w:val="00FB15FA"/>
    <w:rsid w:val="00FB160D"/>
    <w:rsid w:val="00FB1795"/>
    <w:rsid w:val="00FB17F9"/>
    <w:rsid w:val="00FB1BA5"/>
    <w:rsid w:val="00FB1CD2"/>
    <w:rsid w:val="00FB1D0A"/>
    <w:rsid w:val="00FB1D82"/>
    <w:rsid w:val="00FB1DF6"/>
    <w:rsid w:val="00FB1F55"/>
    <w:rsid w:val="00FB263F"/>
    <w:rsid w:val="00FB2712"/>
    <w:rsid w:val="00FB2950"/>
    <w:rsid w:val="00FB29A8"/>
    <w:rsid w:val="00FB2BCF"/>
    <w:rsid w:val="00FB365F"/>
    <w:rsid w:val="00FB3838"/>
    <w:rsid w:val="00FB3864"/>
    <w:rsid w:val="00FB390B"/>
    <w:rsid w:val="00FB3EAE"/>
    <w:rsid w:val="00FB3FCE"/>
    <w:rsid w:val="00FB4032"/>
    <w:rsid w:val="00FB44C8"/>
    <w:rsid w:val="00FB4741"/>
    <w:rsid w:val="00FB4844"/>
    <w:rsid w:val="00FB4AE4"/>
    <w:rsid w:val="00FB4F89"/>
    <w:rsid w:val="00FB50B7"/>
    <w:rsid w:val="00FB517B"/>
    <w:rsid w:val="00FB577A"/>
    <w:rsid w:val="00FB5783"/>
    <w:rsid w:val="00FB580C"/>
    <w:rsid w:val="00FB58AA"/>
    <w:rsid w:val="00FB5CB5"/>
    <w:rsid w:val="00FB5D0D"/>
    <w:rsid w:val="00FB5F9F"/>
    <w:rsid w:val="00FB6068"/>
    <w:rsid w:val="00FB6086"/>
    <w:rsid w:val="00FB63CF"/>
    <w:rsid w:val="00FB642C"/>
    <w:rsid w:val="00FB665C"/>
    <w:rsid w:val="00FB691C"/>
    <w:rsid w:val="00FB6F6B"/>
    <w:rsid w:val="00FB7061"/>
    <w:rsid w:val="00FB7282"/>
    <w:rsid w:val="00FB7380"/>
    <w:rsid w:val="00FB739D"/>
    <w:rsid w:val="00FB758A"/>
    <w:rsid w:val="00FB76B5"/>
    <w:rsid w:val="00FB7C38"/>
    <w:rsid w:val="00FB7F67"/>
    <w:rsid w:val="00FC00D3"/>
    <w:rsid w:val="00FC00FD"/>
    <w:rsid w:val="00FC0A20"/>
    <w:rsid w:val="00FC0B58"/>
    <w:rsid w:val="00FC0CA1"/>
    <w:rsid w:val="00FC109A"/>
    <w:rsid w:val="00FC117E"/>
    <w:rsid w:val="00FC1509"/>
    <w:rsid w:val="00FC1734"/>
    <w:rsid w:val="00FC19F7"/>
    <w:rsid w:val="00FC1F90"/>
    <w:rsid w:val="00FC23B7"/>
    <w:rsid w:val="00FC2778"/>
    <w:rsid w:val="00FC27B7"/>
    <w:rsid w:val="00FC2AC1"/>
    <w:rsid w:val="00FC2AD9"/>
    <w:rsid w:val="00FC2E5B"/>
    <w:rsid w:val="00FC2E73"/>
    <w:rsid w:val="00FC307B"/>
    <w:rsid w:val="00FC3715"/>
    <w:rsid w:val="00FC3756"/>
    <w:rsid w:val="00FC3D7D"/>
    <w:rsid w:val="00FC4138"/>
    <w:rsid w:val="00FC446D"/>
    <w:rsid w:val="00FC453C"/>
    <w:rsid w:val="00FC465F"/>
    <w:rsid w:val="00FC5025"/>
    <w:rsid w:val="00FC50FC"/>
    <w:rsid w:val="00FC53A1"/>
    <w:rsid w:val="00FC56D1"/>
    <w:rsid w:val="00FC5C57"/>
    <w:rsid w:val="00FC5F9F"/>
    <w:rsid w:val="00FC5FC8"/>
    <w:rsid w:val="00FC6357"/>
    <w:rsid w:val="00FC6BA3"/>
    <w:rsid w:val="00FC7055"/>
    <w:rsid w:val="00FC7178"/>
    <w:rsid w:val="00FC7B21"/>
    <w:rsid w:val="00FC7CCB"/>
    <w:rsid w:val="00FC7FFE"/>
    <w:rsid w:val="00FD00DB"/>
    <w:rsid w:val="00FD0901"/>
    <w:rsid w:val="00FD0A11"/>
    <w:rsid w:val="00FD0BC8"/>
    <w:rsid w:val="00FD0DD9"/>
    <w:rsid w:val="00FD0E13"/>
    <w:rsid w:val="00FD0F3D"/>
    <w:rsid w:val="00FD1674"/>
    <w:rsid w:val="00FD16ED"/>
    <w:rsid w:val="00FD1795"/>
    <w:rsid w:val="00FD17BF"/>
    <w:rsid w:val="00FD1947"/>
    <w:rsid w:val="00FD1F97"/>
    <w:rsid w:val="00FD1FE4"/>
    <w:rsid w:val="00FD2018"/>
    <w:rsid w:val="00FD202A"/>
    <w:rsid w:val="00FD2137"/>
    <w:rsid w:val="00FD26DF"/>
    <w:rsid w:val="00FD2762"/>
    <w:rsid w:val="00FD2822"/>
    <w:rsid w:val="00FD2896"/>
    <w:rsid w:val="00FD2CA3"/>
    <w:rsid w:val="00FD315C"/>
    <w:rsid w:val="00FD321C"/>
    <w:rsid w:val="00FD3303"/>
    <w:rsid w:val="00FD397D"/>
    <w:rsid w:val="00FD3C91"/>
    <w:rsid w:val="00FD3C9A"/>
    <w:rsid w:val="00FD3EB3"/>
    <w:rsid w:val="00FD3ECB"/>
    <w:rsid w:val="00FD4100"/>
    <w:rsid w:val="00FD4286"/>
    <w:rsid w:val="00FD45FE"/>
    <w:rsid w:val="00FD4C31"/>
    <w:rsid w:val="00FD4C74"/>
    <w:rsid w:val="00FD4DA6"/>
    <w:rsid w:val="00FD4DC6"/>
    <w:rsid w:val="00FD4F12"/>
    <w:rsid w:val="00FD538D"/>
    <w:rsid w:val="00FD565E"/>
    <w:rsid w:val="00FD56D0"/>
    <w:rsid w:val="00FD5712"/>
    <w:rsid w:val="00FD57C3"/>
    <w:rsid w:val="00FD5A00"/>
    <w:rsid w:val="00FD5BF2"/>
    <w:rsid w:val="00FD5E1E"/>
    <w:rsid w:val="00FD5F9A"/>
    <w:rsid w:val="00FD60CA"/>
    <w:rsid w:val="00FD64AB"/>
    <w:rsid w:val="00FD64F5"/>
    <w:rsid w:val="00FD66F5"/>
    <w:rsid w:val="00FD68E1"/>
    <w:rsid w:val="00FD69A0"/>
    <w:rsid w:val="00FD6DD7"/>
    <w:rsid w:val="00FD6FB1"/>
    <w:rsid w:val="00FD7497"/>
    <w:rsid w:val="00FD784A"/>
    <w:rsid w:val="00FD7B3B"/>
    <w:rsid w:val="00FE000C"/>
    <w:rsid w:val="00FE026F"/>
    <w:rsid w:val="00FE042D"/>
    <w:rsid w:val="00FE086E"/>
    <w:rsid w:val="00FE0E6A"/>
    <w:rsid w:val="00FE0EFB"/>
    <w:rsid w:val="00FE1037"/>
    <w:rsid w:val="00FE10DE"/>
    <w:rsid w:val="00FE1106"/>
    <w:rsid w:val="00FE14E9"/>
    <w:rsid w:val="00FE15B5"/>
    <w:rsid w:val="00FE1883"/>
    <w:rsid w:val="00FE1A4D"/>
    <w:rsid w:val="00FE1C8C"/>
    <w:rsid w:val="00FE1E77"/>
    <w:rsid w:val="00FE2351"/>
    <w:rsid w:val="00FE251B"/>
    <w:rsid w:val="00FE25B7"/>
    <w:rsid w:val="00FE26D6"/>
    <w:rsid w:val="00FE28BB"/>
    <w:rsid w:val="00FE2989"/>
    <w:rsid w:val="00FE29F5"/>
    <w:rsid w:val="00FE2B5C"/>
    <w:rsid w:val="00FE2EC4"/>
    <w:rsid w:val="00FE3099"/>
    <w:rsid w:val="00FE331B"/>
    <w:rsid w:val="00FE33EF"/>
    <w:rsid w:val="00FE34F9"/>
    <w:rsid w:val="00FE388A"/>
    <w:rsid w:val="00FE3C50"/>
    <w:rsid w:val="00FE4391"/>
    <w:rsid w:val="00FE450B"/>
    <w:rsid w:val="00FE4726"/>
    <w:rsid w:val="00FE48DD"/>
    <w:rsid w:val="00FE50CA"/>
    <w:rsid w:val="00FE5131"/>
    <w:rsid w:val="00FE5334"/>
    <w:rsid w:val="00FE59A9"/>
    <w:rsid w:val="00FE5A8E"/>
    <w:rsid w:val="00FE5C66"/>
    <w:rsid w:val="00FE5C67"/>
    <w:rsid w:val="00FE5D5F"/>
    <w:rsid w:val="00FE604A"/>
    <w:rsid w:val="00FE611F"/>
    <w:rsid w:val="00FE6966"/>
    <w:rsid w:val="00FE6BA4"/>
    <w:rsid w:val="00FE6C01"/>
    <w:rsid w:val="00FE6C04"/>
    <w:rsid w:val="00FE6DFC"/>
    <w:rsid w:val="00FE79C1"/>
    <w:rsid w:val="00FE7AD1"/>
    <w:rsid w:val="00FE7BD9"/>
    <w:rsid w:val="00FE7D16"/>
    <w:rsid w:val="00FE7D31"/>
    <w:rsid w:val="00FF0047"/>
    <w:rsid w:val="00FF018A"/>
    <w:rsid w:val="00FF0491"/>
    <w:rsid w:val="00FF0530"/>
    <w:rsid w:val="00FF0C1B"/>
    <w:rsid w:val="00FF0C5C"/>
    <w:rsid w:val="00FF1041"/>
    <w:rsid w:val="00FF16DD"/>
    <w:rsid w:val="00FF1813"/>
    <w:rsid w:val="00FF197D"/>
    <w:rsid w:val="00FF19E1"/>
    <w:rsid w:val="00FF1A80"/>
    <w:rsid w:val="00FF1C77"/>
    <w:rsid w:val="00FF1DDE"/>
    <w:rsid w:val="00FF243D"/>
    <w:rsid w:val="00FF2AB5"/>
    <w:rsid w:val="00FF2D6F"/>
    <w:rsid w:val="00FF2FAA"/>
    <w:rsid w:val="00FF3108"/>
    <w:rsid w:val="00FF3151"/>
    <w:rsid w:val="00FF3194"/>
    <w:rsid w:val="00FF3301"/>
    <w:rsid w:val="00FF330B"/>
    <w:rsid w:val="00FF36AE"/>
    <w:rsid w:val="00FF37CF"/>
    <w:rsid w:val="00FF39DE"/>
    <w:rsid w:val="00FF3CC9"/>
    <w:rsid w:val="00FF3E34"/>
    <w:rsid w:val="00FF3FDE"/>
    <w:rsid w:val="00FF41B6"/>
    <w:rsid w:val="00FF434B"/>
    <w:rsid w:val="00FF45FB"/>
    <w:rsid w:val="00FF47AA"/>
    <w:rsid w:val="00FF4ABE"/>
    <w:rsid w:val="00FF4BD8"/>
    <w:rsid w:val="00FF4E4F"/>
    <w:rsid w:val="00FF541A"/>
    <w:rsid w:val="00FF5466"/>
    <w:rsid w:val="00FF5617"/>
    <w:rsid w:val="00FF56A5"/>
    <w:rsid w:val="00FF5B51"/>
    <w:rsid w:val="00FF5CD1"/>
    <w:rsid w:val="00FF5CF6"/>
    <w:rsid w:val="00FF5DF3"/>
    <w:rsid w:val="00FF5E99"/>
    <w:rsid w:val="00FF5EDE"/>
    <w:rsid w:val="00FF6237"/>
    <w:rsid w:val="00FF62C4"/>
    <w:rsid w:val="00FF6693"/>
    <w:rsid w:val="00FF6844"/>
    <w:rsid w:val="00FF6910"/>
    <w:rsid w:val="00FF6E9F"/>
    <w:rsid w:val="00FF7047"/>
    <w:rsid w:val="00FF7134"/>
    <w:rsid w:val="00FF7155"/>
    <w:rsid w:val="00FF763F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2B4D52DA"/>
  <w15:docId w15:val="{E9642C5D-2CE9-4D66-8C2F-022CF871E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793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000EE5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000EE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000EE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000EE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  <w:outlineLvl w:val="5"/>
    </w:pPr>
    <w:rPr>
      <w:rFonts w:ascii="Times New Roman" w:hAnsi="Times New Roman" w:cs="EucrosiaUPC"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18CC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basedOn w:val="DefaultParagraphFont"/>
    <w:link w:val="Heading2"/>
    <w:rsid w:val="0034567D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ink w:val="Heading3"/>
    <w:rsid w:val="00BF18CC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,bt2 Char,body text1 Char"/>
    <w:basedOn w:val="DefaultParagraphFont"/>
    <w:link w:val="BodyText"/>
    <w:rsid w:val="007345CC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,bt2,body text1"/>
    <w:basedOn w:val="Normal"/>
    <w:link w:val="BodyTextChar"/>
    <w:uiPriority w:val="99"/>
    <w:qFormat/>
    <w:rsid w:val="00000EE5"/>
    <w:pPr>
      <w:spacing w:after="120"/>
    </w:pPr>
  </w:style>
  <w:style w:type="character" w:customStyle="1" w:styleId="Heading4Char">
    <w:name w:val="Heading 4 Char"/>
    <w:basedOn w:val="DefaultParagraphFont"/>
    <w:link w:val="Heading4"/>
    <w:rsid w:val="00BF18CC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rsid w:val="00BF18CC"/>
    <w:rPr>
      <w:rFonts w:cs="EucrosiaUPC"/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BF18CC"/>
    <w:rPr>
      <w:rFonts w:cs="EucrosiaUPC"/>
      <w:sz w:val="28"/>
      <w:szCs w:val="28"/>
    </w:rPr>
  </w:style>
  <w:style w:type="character" w:customStyle="1" w:styleId="Heading7Char">
    <w:name w:val="Heading 7 Char"/>
    <w:basedOn w:val="DefaultParagraphFont"/>
    <w:link w:val="Heading7"/>
    <w:rsid w:val="00BF18CC"/>
    <w:rPr>
      <w:rFonts w:cs="EucrosiaUPC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BF18CC"/>
    <w:rPr>
      <w:rFonts w:cs="Eucros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rsid w:val="00BF18CC"/>
    <w:rPr>
      <w:rFonts w:cs="EucrosiaUPC"/>
      <w:sz w:val="28"/>
      <w:szCs w:val="28"/>
      <w:lang w:val="th-TH"/>
    </w:rPr>
  </w:style>
  <w:style w:type="paragraph" w:styleId="Header">
    <w:name w:val="header"/>
    <w:basedOn w:val="Normal"/>
    <w:link w:val="HeaderChar"/>
    <w:rsid w:val="00000EE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F18CC"/>
    <w:rPr>
      <w:rFonts w:ascii="Arial" w:hAnsi="Arial"/>
      <w:sz w:val="18"/>
      <w:szCs w:val="18"/>
    </w:rPr>
  </w:style>
  <w:style w:type="character" w:customStyle="1" w:styleId="AAAddress">
    <w:name w:val="AA Address"/>
    <w:basedOn w:val="DefaultParagraphFont"/>
    <w:uiPriority w:val="99"/>
    <w:rsid w:val="00000EE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uiPriority w:val="99"/>
    <w:rsid w:val="00000EE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000EE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8CC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000EE5"/>
    <w:rPr>
      <w:rFonts w:cs="Times New Roman"/>
      <w:b/>
      <w:bCs/>
    </w:rPr>
  </w:style>
  <w:style w:type="paragraph" w:styleId="ListBullet">
    <w:name w:val="List Bullet"/>
    <w:basedOn w:val="Normal"/>
    <w:rsid w:val="00F0013F"/>
    <w:pPr>
      <w:numPr>
        <w:numId w:val="3"/>
      </w:numPr>
      <w:tabs>
        <w:tab w:val="left" w:pos="284"/>
      </w:tabs>
    </w:pPr>
  </w:style>
  <w:style w:type="paragraph" w:styleId="ListBullet2">
    <w:name w:val="List Bullet 2"/>
    <w:basedOn w:val="Normal"/>
    <w:rsid w:val="00000EE5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000EE5"/>
    <w:pPr>
      <w:numPr>
        <w:numId w:val="1"/>
      </w:numPr>
      <w:tabs>
        <w:tab w:val="clear" w:pos="926"/>
        <w:tab w:val="left" w:pos="851"/>
      </w:tabs>
    </w:pPr>
  </w:style>
  <w:style w:type="paragraph" w:styleId="ListBullet4">
    <w:name w:val="List Bullet 4"/>
    <w:basedOn w:val="Normal"/>
    <w:rsid w:val="00000EE5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000EE5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000EE5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000EE5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000EE5"/>
    <w:pPr>
      <w:ind w:left="284"/>
    </w:pPr>
  </w:style>
  <w:style w:type="paragraph" w:customStyle="1" w:styleId="AAFrameAddress">
    <w:name w:val="AA Frame Address"/>
    <w:basedOn w:val="Heading1"/>
    <w:uiPriority w:val="99"/>
    <w:rsid w:val="00000EE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000EE5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000EE5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000EE5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000EE5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000EE5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000EE5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000EE5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000EE5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000EE5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000EE5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000EE5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000EE5"/>
    <w:pPr>
      <w:ind w:left="2552" w:hanging="284"/>
    </w:pPr>
  </w:style>
  <w:style w:type="paragraph" w:styleId="TOC2">
    <w:name w:val="toc 2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000EE5"/>
    <w:pPr>
      <w:ind w:left="851"/>
    </w:pPr>
  </w:style>
  <w:style w:type="paragraph" w:styleId="TOC5">
    <w:name w:val="toc 5"/>
    <w:basedOn w:val="Normal"/>
    <w:next w:val="Normal"/>
    <w:uiPriority w:val="99"/>
    <w:semiHidden/>
    <w:rsid w:val="00000EE5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000EE5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000EE5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000EE5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000EE5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000EE5"/>
    <w:pPr>
      <w:ind w:left="567" w:hanging="567"/>
    </w:pPr>
  </w:style>
  <w:style w:type="paragraph" w:styleId="ListBullet5">
    <w:name w:val="List Bullet 5"/>
    <w:basedOn w:val="Normal"/>
    <w:uiPriority w:val="99"/>
    <w:rsid w:val="00000EE5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000EE5"/>
    <w:pPr>
      <w:ind w:firstLine="284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F18CC"/>
    <w:rPr>
      <w:rFonts w:ascii="Arial" w:hAnsi="Arial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rsid w:val="00000EE5"/>
    <w:pPr>
      <w:spacing w:after="120"/>
      <w:ind w:left="283"/>
    </w:pPr>
  </w:style>
  <w:style w:type="character" w:customStyle="1" w:styleId="BodyTextIndentChar">
    <w:name w:val="Body Text Indent Char"/>
    <w:aliases w:val="i Char"/>
    <w:basedOn w:val="DefaultParagraphFont"/>
    <w:link w:val="BodyTextIndent"/>
    <w:rsid w:val="00BF18CC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000EE5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F18CC"/>
    <w:rPr>
      <w:rFonts w:ascii="Arial" w:hAnsi="Arial"/>
      <w:sz w:val="18"/>
      <w:szCs w:val="18"/>
    </w:rPr>
  </w:style>
  <w:style w:type="character" w:styleId="Strong">
    <w:name w:val="Strong"/>
    <w:basedOn w:val="DefaultParagraphFont"/>
    <w:uiPriority w:val="99"/>
    <w:qFormat/>
    <w:rsid w:val="00000EE5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000EE5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000EE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uiPriority w:val="99"/>
    <w:rsid w:val="00000EE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000EE5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000EE5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000EE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000EE5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000EE5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000EE5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000EE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000EE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000EE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000EE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000EE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F18CC"/>
    <w:rPr>
      <w:rFonts w:cs="EucrosiaUPC"/>
      <w:sz w:val="28"/>
      <w:szCs w:val="28"/>
    </w:rPr>
  </w:style>
  <w:style w:type="paragraph" w:customStyle="1" w:styleId="a0">
    <w:name w:val="??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a2">
    <w:name w:val="Åº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odyText3">
    <w:name w:val="Body Text 3"/>
    <w:basedOn w:val="Normal"/>
    <w:link w:val="BodyText3Char"/>
    <w:rsid w:val="00000EE5"/>
    <w:pPr>
      <w:spacing w:line="240" w:lineRule="auto"/>
      <w:jc w:val="both"/>
    </w:pPr>
    <w:rPr>
      <w:rFonts w:ascii="Times New Roman" w:hAnsi="Times New Roman" w:cs="EucrosiaUPC"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rsid w:val="00BF18CC"/>
    <w:rPr>
      <w:rFonts w:cs="EucrosiaUPC"/>
      <w:sz w:val="28"/>
      <w:szCs w:val="28"/>
    </w:rPr>
  </w:style>
  <w:style w:type="paragraph" w:customStyle="1" w:styleId="a3">
    <w:name w:val="???????"/>
    <w:basedOn w:val="Normal"/>
    <w:uiPriority w:val="99"/>
    <w:rsid w:val="00000EE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E">
    <w:name w:val="Å§ª×èÍ E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Angsana New" w:hAnsi="Angsana New"/>
      <w:sz w:val="30"/>
      <w:szCs w:val="30"/>
      <w:lang w:val="th-TH"/>
    </w:rPr>
  </w:style>
  <w:style w:type="character" w:customStyle="1" w:styleId="BodyText2Char">
    <w:name w:val="Body Text 2 Char"/>
    <w:basedOn w:val="DefaultParagraphFont"/>
    <w:link w:val="BodyText2"/>
    <w:rsid w:val="00BF18CC"/>
    <w:rPr>
      <w:rFonts w:ascii="Angsana New" w:hAnsi="Angsana New"/>
      <w:sz w:val="30"/>
      <w:szCs w:val="30"/>
      <w:lang w:val="th-TH"/>
    </w:rPr>
  </w:style>
  <w:style w:type="character" w:styleId="PageNumber">
    <w:name w:val="page number"/>
    <w:basedOn w:val="DefaultParagraphFont"/>
    <w:rsid w:val="00000EE5"/>
  </w:style>
  <w:style w:type="paragraph" w:styleId="BalloonText">
    <w:name w:val="Balloon Text"/>
    <w:basedOn w:val="Normal"/>
    <w:link w:val="BalloonTextChar"/>
    <w:semiHidden/>
    <w:rsid w:val="001730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F18CC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FE235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hanging="540"/>
      <w:jc w:val="thaiDistribute"/>
    </w:pPr>
    <w:rPr>
      <w:rFonts w:ascii="Angsana New" w:hAnsi="Angsana New"/>
      <w:b/>
      <w:bCs/>
      <w:sz w:val="30"/>
      <w:szCs w:val="30"/>
      <w:lang w:val="th-TH"/>
    </w:rPr>
  </w:style>
  <w:style w:type="character" w:customStyle="1" w:styleId="AccPolicyHeadingChar">
    <w:name w:val="Acc Policy Heading Char"/>
    <w:basedOn w:val="DefaultParagraphFont"/>
    <w:link w:val="AccPolicyHeading"/>
    <w:uiPriority w:val="99"/>
    <w:rsid w:val="00FE2351"/>
    <w:rPr>
      <w:rFonts w:ascii="Angsana New" w:hAnsi="Angsana New" w:cs="Angsana New"/>
      <w:b/>
      <w:bCs/>
      <w:sz w:val="30"/>
      <w:szCs w:val="30"/>
      <w:lang w:val="th-TH" w:eastAsia="en-US" w:bidi="th-TH"/>
    </w:rPr>
  </w:style>
  <w:style w:type="table" w:styleId="TableGrid">
    <w:name w:val="Table Grid"/>
    <w:basedOn w:val="TableNormal"/>
    <w:uiPriority w:val="39"/>
    <w:rsid w:val="000041DD"/>
    <w:pPr>
      <w:spacing w:line="260" w:lineRule="atLeast"/>
    </w:pPr>
    <w:rPr>
      <w:rFonts w:ascii="CG Times (W1)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link w:val="acctfourfiguresChar"/>
    <w:rsid w:val="00BD33E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1F6581"/>
    <w:rPr>
      <w:sz w:val="22"/>
      <w:lang w:val="en-GB" w:bidi="ar-SA"/>
    </w:rPr>
  </w:style>
  <w:style w:type="paragraph" w:customStyle="1" w:styleId="3">
    <w:name w:val="µÒÃÒ§3ªèÍ§"/>
    <w:basedOn w:val="Normal"/>
    <w:uiPriority w:val="99"/>
    <w:rsid w:val="00D4126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4">
    <w:name w:val="ลบ"/>
    <w:basedOn w:val="Normal"/>
    <w:uiPriority w:val="99"/>
    <w:rsid w:val="00D4126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customStyle="1" w:styleId="30">
    <w:name w:val="?????3????"/>
    <w:basedOn w:val="Normal"/>
    <w:uiPriority w:val="99"/>
    <w:rsid w:val="008C3F0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8C3F0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a5">
    <w:name w:val="ºÇ¡"/>
    <w:basedOn w:val="Normal"/>
    <w:uiPriority w:val="99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1">
    <w:name w:val="ตาราง3ช่อง"/>
    <w:basedOn w:val="Normal"/>
    <w:rsid w:val="0034567D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6">
    <w:name w:val="ข้อความ"/>
    <w:basedOn w:val="Normal"/>
    <w:rsid w:val="0034611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customStyle="1" w:styleId="index">
    <w:name w:val="index"/>
    <w:aliases w:val="ix"/>
    <w:basedOn w:val="BodyText"/>
    <w:rsid w:val="008311F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0E04D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styleId="BlockText">
    <w:name w:val="Block Text"/>
    <w:basedOn w:val="Normal"/>
    <w:rsid w:val="006F19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ordia New" w:hAnsi="Times New Roman" w:cs="Cordia New"/>
      <w:sz w:val="28"/>
      <w:szCs w:val="28"/>
      <w:lang w:val="th-TH"/>
    </w:rPr>
  </w:style>
  <w:style w:type="paragraph" w:customStyle="1" w:styleId="AccPolicyalternative">
    <w:name w:val="Acc Policy alternative"/>
    <w:basedOn w:val="Normal"/>
    <w:link w:val="AccPolicyalternativeChar"/>
    <w:autoRedefine/>
    <w:rsid w:val="00D629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540" w:right="18"/>
      <w:jc w:val="both"/>
    </w:pPr>
    <w:rPr>
      <w:rFonts w:ascii="Angsana New" w:hAnsi="Angsana New"/>
      <w:b/>
      <w:sz w:val="28"/>
      <w:szCs w:val="28"/>
      <w:lang w:eastAsia="en-GB"/>
    </w:rPr>
  </w:style>
  <w:style w:type="character" w:customStyle="1" w:styleId="AccPolicyalternativeChar">
    <w:name w:val="Acc Policy alternative Char"/>
    <w:basedOn w:val="DefaultParagraphFont"/>
    <w:link w:val="AccPolicyalternative"/>
    <w:rsid w:val="00D629CE"/>
    <w:rPr>
      <w:rFonts w:ascii="Angsana New" w:hAnsi="Angsana New"/>
      <w:b/>
      <w:sz w:val="28"/>
      <w:szCs w:val="28"/>
      <w:lang w:eastAsia="en-GB"/>
    </w:rPr>
  </w:style>
  <w:style w:type="paragraph" w:customStyle="1" w:styleId="Default">
    <w:name w:val="Default"/>
    <w:rsid w:val="00F0127F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T0">
    <w:name w:val="????? T"/>
    <w:basedOn w:val="Normal"/>
    <w:uiPriority w:val="99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paragraph" w:styleId="Signature">
    <w:name w:val="Signature"/>
    <w:basedOn w:val="Normal"/>
    <w:link w:val="SignatureChar"/>
    <w:rsid w:val="00BF18CC"/>
    <w:pPr>
      <w:spacing w:line="240" w:lineRule="auto"/>
    </w:pPr>
    <w:rPr>
      <w:rFonts w:cs="Times New Roman"/>
    </w:rPr>
  </w:style>
  <w:style w:type="character" w:customStyle="1" w:styleId="SignatureChar">
    <w:name w:val="Signature Char"/>
    <w:basedOn w:val="DefaultParagraphFont"/>
    <w:link w:val="Signature"/>
    <w:rsid w:val="00BF18CC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BF18CC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BF18C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BF18CC"/>
    <w:pPr>
      <w:spacing w:after="0"/>
    </w:pPr>
  </w:style>
  <w:style w:type="paragraph" w:customStyle="1" w:styleId="acctdividends">
    <w:name w:val="acct dividends"/>
    <w:aliases w:val="a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BF18CC"/>
    <w:pPr>
      <w:spacing w:after="0"/>
    </w:pPr>
  </w:style>
  <w:style w:type="paragraph" w:customStyle="1" w:styleId="acctindent">
    <w:name w:val="acct indent"/>
    <w:aliases w:val="ai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BF18C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BF18C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BF18C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BF18C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BF18C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BF18CC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BF18C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BF18CC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BF18CC"/>
    <w:pPr>
      <w:spacing w:after="0"/>
    </w:pPr>
  </w:style>
  <w:style w:type="paragraph" w:customStyle="1" w:styleId="List1a">
    <w:name w:val="List 1a"/>
    <w:aliases w:val="1a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BF18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basedOn w:val="DefaultParagraphFont"/>
    <w:link w:val="MacroText"/>
    <w:rsid w:val="00BF18CC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BF18C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BF18CC"/>
  </w:style>
  <w:style w:type="paragraph" w:customStyle="1" w:styleId="zreportaddinfo">
    <w:name w:val="zreport addinfo"/>
    <w:basedOn w:val="Normal"/>
    <w:rsid w:val="00BF18C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BF18C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subtitle">
    <w:name w:val="zreport subtitle"/>
    <w:basedOn w:val="zreportname"/>
    <w:rsid w:val="00BF18C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BF18C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BF18CC"/>
    <w:rPr>
      <w:b/>
      <w:bCs/>
    </w:rPr>
  </w:style>
  <w:style w:type="paragraph" w:customStyle="1" w:styleId="nineptbodytext">
    <w:name w:val="nine pt body text"/>
    <w:aliases w:val="9bt"/>
    <w:basedOn w:val="nineptnormal"/>
    <w:rsid w:val="00BF18CC"/>
    <w:pPr>
      <w:spacing w:after="220"/>
    </w:pPr>
  </w:style>
  <w:style w:type="paragraph" w:customStyle="1" w:styleId="nineptnormal">
    <w:name w:val="nine pt normal"/>
    <w:aliases w:val="9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BF18CC"/>
    <w:pPr>
      <w:jc w:val="center"/>
    </w:pPr>
  </w:style>
  <w:style w:type="paragraph" w:customStyle="1" w:styleId="heading">
    <w:name w:val="heading"/>
    <w:aliases w:val="h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BF18C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BF18CC"/>
  </w:style>
  <w:style w:type="paragraph" w:customStyle="1" w:styleId="nineptheadingcentredbold">
    <w:name w:val="nine pt heading centred bold"/>
    <w:aliases w:val="9hc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BF18C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BF18C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BF18CC"/>
    <w:rPr>
      <w:b/>
    </w:rPr>
  </w:style>
  <w:style w:type="paragraph" w:customStyle="1" w:styleId="nineptcolumntab1">
    <w:name w:val="nine pt column tab1"/>
    <w:aliases w:val="a91"/>
    <w:basedOn w:val="nineptnormal"/>
    <w:rsid w:val="00BF18C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BF18C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BF18CC"/>
    <w:pPr>
      <w:jc w:val="center"/>
    </w:pPr>
  </w:style>
  <w:style w:type="paragraph" w:customStyle="1" w:styleId="Normalheading">
    <w:name w:val="Normal heading"/>
    <w:aliases w:val="nh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BF18C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BF18C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BF18C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BF18C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BF18C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BF18C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BF18C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BF18C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BF18C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BF18C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BF18C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BF18CC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BF18C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BF18CC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BF18C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BF18C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BF18C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BF18CC"/>
    <w:pPr>
      <w:spacing w:after="0"/>
    </w:pPr>
  </w:style>
  <w:style w:type="paragraph" w:customStyle="1" w:styleId="smallreturn">
    <w:name w:val="small return"/>
    <w:aliases w:val="sr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BF18CC"/>
    <w:pPr>
      <w:spacing w:after="0"/>
    </w:pPr>
  </w:style>
  <w:style w:type="paragraph" w:customStyle="1" w:styleId="headingbolditalic">
    <w:name w:val="heading bold italic"/>
    <w:aliases w:val="hbi"/>
    <w:basedOn w:val="heading"/>
    <w:rsid w:val="00BF18C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BF18C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BF18CC"/>
    <w:pPr>
      <w:spacing w:after="0"/>
    </w:pPr>
  </w:style>
  <w:style w:type="paragraph" w:customStyle="1" w:styleId="blockbullet">
    <w:name w:val="block bullet"/>
    <w:aliases w:val="bb"/>
    <w:basedOn w:val="block"/>
    <w:rsid w:val="00BF18CC"/>
    <w:pPr>
      <w:numPr>
        <w:numId w:val="16"/>
      </w:numPr>
      <w:tabs>
        <w:tab w:val="clear" w:pos="340"/>
        <w:tab w:val="num" w:pos="907"/>
      </w:tabs>
      <w:ind w:left="907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BF18C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BF18CC"/>
    <w:pPr>
      <w:spacing w:after="0"/>
    </w:pPr>
  </w:style>
  <w:style w:type="paragraph" w:customStyle="1" w:styleId="eightptnormal">
    <w:name w:val="eight pt normal"/>
    <w:aliases w:val="8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BF18C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BF18C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BF18C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BF18CC"/>
    <w:rPr>
      <w:b/>
      <w:bCs/>
    </w:rPr>
  </w:style>
  <w:style w:type="paragraph" w:customStyle="1" w:styleId="eightptbodytext">
    <w:name w:val="eight pt body text"/>
    <w:aliases w:val="8bt"/>
    <w:basedOn w:val="eightptnormal"/>
    <w:rsid w:val="00BF18C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BF18C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BF18C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BF18C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BF18CC"/>
    <w:pPr>
      <w:spacing w:after="0"/>
    </w:pPr>
  </w:style>
  <w:style w:type="paragraph" w:customStyle="1" w:styleId="eightptblock">
    <w:name w:val="eight pt block"/>
    <w:aliases w:val="8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BF18C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BF18C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BF18C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BF18CC"/>
    <w:pPr>
      <w:spacing w:after="0"/>
    </w:pPr>
  </w:style>
  <w:style w:type="paragraph" w:customStyle="1" w:styleId="blockindent">
    <w:name w:val="block indent"/>
    <w:aliases w:val="bi"/>
    <w:basedOn w:val="block"/>
    <w:rsid w:val="00BF18CC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BF18CC"/>
    <w:pPr>
      <w:jc w:val="center"/>
    </w:pPr>
  </w:style>
  <w:style w:type="paragraph" w:customStyle="1" w:styleId="nineptcol">
    <w:name w:val="nine pt %col"/>
    <w:aliases w:val="9%"/>
    <w:basedOn w:val="nineptnormal"/>
    <w:rsid w:val="00BF18C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BF18C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BF18C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BF18CC"/>
    <w:pPr>
      <w:spacing w:after="0"/>
    </w:pPr>
  </w:style>
  <w:style w:type="paragraph" w:customStyle="1" w:styleId="nineptblocklist">
    <w:name w:val="nine pt block list"/>
    <w:aliases w:val="9bl"/>
    <w:basedOn w:val="nineptblock"/>
    <w:rsid w:val="00BF18C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BF18C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BF18C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BF18C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BF18C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BF18C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BF18C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BF18CC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BF18CC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BF18C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BF18C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BF18CC"/>
    <w:pPr>
      <w:spacing w:after="80"/>
    </w:pPr>
  </w:style>
  <w:style w:type="paragraph" w:customStyle="1" w:styleId="nineptratecol">
    <w:name w:val="nine pt rate col"/>
    <w:aliases w:val="a9r"/>
    <w:basedOn w:val="nineptnormal"/>
    <w:rsid w:val="00BF18C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BF18C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BF18C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BF18C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BF18C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BF18C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BF18C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BF18C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BF18C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BF18C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BF18C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BF18CC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BF18C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BF18C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BF18C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BF18C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BF18C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BF18C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BF18C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BF18CC"/>
    <w:pPr>
      <w:spacing w:after="80"/>
    </w:pPr>
  </w:style>
  <w:style w:type="paragraph" w:customStyle="1" w:styleId="blockbullet2">
    <w:name w:val="block bullet 2"/>
    <w:aliases w:val="bb2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BF18C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BF18C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basedOn w:val="DefaultParagraphFont"/>
    <w:link w:val="AccPolicysubhead"/>
    <w:rsid w:val="00BF18CC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BF18CC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BF18C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BF18CC"/>
    <w:pPr>
      <w:spacing w:after="0" w:line="440" w:lineRule="exact"/>
      <w:jc w:val="center"/>
    </w:pPr>
    <w:rPr>
      <w:sz w:val="32"/>
      <w:u w:val="none"/>
    </w:rPr>
  </w:style>
  <w:style w:type="paragraph" w:styleId="DocumentMap">
    <w:name w:val="Document Map"/>
    <w:basedOn w:val="Normal"/>
    <w:link w:val="DocumentMapChar"/>
    <w:rsid w:val="00BF18C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rsid w:val="00BF18CC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BF18CC"/>
    <w:rPr>
      <w:bCs/>
      <w:sz w:val="22"/>
      <w:szCs w:val="22"/>
      <w:lang w:val="en-US" w:eastAsia="en-GB" w:bidi="th-TH"/>
    </w:rPr>
  </w:style>
  <w:style w:type="paragraph" w:styleId="ListParagraph">
    <w:name w:val="List Paragraph"/>
    <w:aliases w:val="List 1 Level Paragraph,Inhaltsverzeichnis,List Paragraph3,ย่อย3,table,List Paragraph5,วงกลม,(ก) List Paragraph,รายการย่อหน้า 1,ย่อหน้า# 1,List Paragraph1,List Title,En tête 1,Table Heading,List Para 1,TOC etc.,List Paragraph - RFP,eq2"/>
    <w:basedOn w:val="Normal"/>
    <w:link w:val="ListParagraphChar"/>
    <w:uiPriority w:val="34"/>
    <w:qFormat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GB"/>
    </w:rPr>
  </w:style>
  <w:style w:type="character" w:customStyle="1" w:styleId="shorttext1">
    <w:name w:val="short_text1"/>
    <w:basedOn w:val="DefaultParagraphFont"/>
    <w:uiPriority w:val="99"/>
    <w:rsid w:val="00BF18CC"/>
    <w:rPr>
      <w:rFonts w:cs="Times New Roman"/>
      <w:sz w:val="29"/>
      <w:szCs w:val="29"/>
    </w:rPr>
  </w:style>
  <w:style w:type="character" w:customStyle="1" w:styleId="hps">
    <w:name w:val="hps"/>
    <w:basedOn w:val="DefaultParagraphFont"/>
    <w:uiPriority w:val="99"/>
    <w:rsid w:val="00BF18CC"/>
    <w:rPr>
      <w:rFonts w:cs="Times New Roman"/>
    </w:rPr>
  </w:style>
  <w:style w:type="character" w:customStyle="1" w:styleId="gt-icon-text1">
    <w:name w:val="gt-icon-text1"/>
    <w:basedOn w:val="DefaultParagraphFont"/>
    <w:uiPriority w:val="99"/>
    <w:rsid w:val="00BF18CC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BF18CC"/>
    <w:rPr>
      <w:rFonts w:cs="Times New Roman"/>
    </w:rPr>
  </w:style>
  <w:style w:type="character" w:customStyle="1" w:styleId="longtext">
    <w:name w:val="long_text"/>
    <w:basedOn w:val="DefaultParagraphFont"/>
    <w:uiPriority w:val="99"/>
    <w:rsid w:val="00BF18CC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BF18CC"/>
    <w:rPr>
      <w:rFonts w:ascii="Consolas" w:hAnsi="Consolas"/>
      <w:sz w:val="21"/>
      <w:szCs w:val="26"/>
    </w:rPr>
  </w:style>
  <w:style w:type="character" w:styleId="CommentReference">
    <w:name w:val="annotation reference"/>
    <w:basedOn w:val="DefaultParagraphFont"/>
    <w:uiPriority w:val="99"/>
    <w:rsid w:val="00BF18C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F18CC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18CC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BF18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18CC"/>
    <w:rPr>
      <w:rFonts w:ascii="Arial" w:hAnsi="Arial"/>
      <w:b/>
      <w:bCs/>
      <w:szCs w:val="25"/>
    </w:rPr>
  </w:style>
  <w:style w:type="paragraph" w:styleId="Revision">
    <w:name w:val="Revision"/>
    <w:hidden/>
    <w:uiPriority w:val="99"/>
    <w:semiHidden/>
    <w:rsid w:val="00BF18CC"/>
    <w:rPr>
      <w:rFonts w:ascii="Arial" w:hAnsi="Arial"/>
      <w:sz w:val="18"/>
      <w:szCs w:val="22"/>
    </w:rPr>
  </w:style>
  <w:style w:type="character" w:styleId="Emphasis">
    <w:name w:val="Emphasis"/>
    <w:basedOn w:val="DefaultParagraphFont"/>
    <w:uiPriority w:val="20"/>
    <w:qFormat/>
    <w:rsid w:val="00BF18CC"/>
    <w:rPr>
      <w:i/>
      <w:iCs/>
    </w:rPr>
  </w:style>
  <w:style w:type="character" w:customStyle="1" w:styleId="Heading1Char1">
    <w:name w:val="Heading 1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rsid w:val="00BF18CC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rsid w:val="00BF18CC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rsid w:val="00BF18CC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1">
    <w:name w:val="Body Text Char1"/>
    <w:aliases w:val="bt Char1,body text Char1,Body Char1,Body Char2"/>
    <w:basedOn w:val="DefaultParagraphFont"/>
    <w:rsid w:val="00BF18CC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basedOn w:val="DefaultParagraphFont"/>
    <w:uiPriority w:val="99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basedOn w:val="BodyTextChar1"/>
    <w:rsid w:val="00BF18CC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basedOn w:val="BodyTextIndentChar1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2Char1">
    <w:name w:val="Body Text 2 Char1"/>
    <w:basedOn w:val="DefaultParagraphFont"/>
    <w:rsid w:val="00BF18CC"/>
    <w:rPr>
      <w:rFonts w:ascii="Book Antiqua" w:eastAsia="Times New Roman" w:hAnsi="Book Antiqua" w:cs="Times New Roman"/>
      <w:szCs w:val="22"/>
    </w:rPr>
  </w:style>
  <w:style w:type="character" w:customStyle="1" w:styleId="BodyText3Char1">
    <w:name w:val="Body Text 3 Char1"/>
    <w:basedOn w:val="DefaultParagraphFont"/>
    <w:rsid w:val="00BF18CC"/>
    <w:rPr>
      <w:rFonts w:ascii="Times New Roman" w:eastAsia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rsid w:val="00BF18CC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CharChar22">
    <w:name w:val="Char Char22"/>
    <w:basedOn w:val="DefaultParagraphFont"/>
    <w:rsid w:val="00BF18CC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BF18CC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BF18CC"/>
  </w:style>
  <w:style w:type="character" w:customStyle="1" w:styleId="st1">
    <w:name w:val="st1"/>
    <w:basedOn w:val="DefaultParagraphFont"/>
    <w:rsid w:val="00BF18CC"/>
  </w:style>
  <w:style w:type="table" w:customStyle="1" w:styleId="TableGrid1">
    <w:name w:val="Table Grid1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negative">
    <w:name w:val="number negative"/>
    <w:basedOn w:val="Normal"/>
    <w:rsid w:val="002D58C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spacing w:line="260" w:lineRule="atLeast"/>
      <w:jc w:val="right"/>
    </w:pPr>
    <w:rPr>
      <w:rFonts w:ascii="Angsana New" w:hAnsi="Angsana New"/>
      <w:sz w:val="20"/>
      <w:szCs w:val="20"/>
      <w:lang w:val="en-GB"/>
    </w:rPr>
  </w:style>
  <w:style w:type="paragraph" w:customStyle="1" w:styleId="NormalIndent2">
    <w:name w:val="Normal Indent2"/>
    <w:basedOn w:val="Normal"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CharCharCharCharCharCharCharCharCharCharCharCharCharCharCharChar">
    <w:name w:val="Char Char Char Char Char Char Char Char Char Char Char Char อักขระ Char Char อักขระ Char Char อักขระ"/>
    <w:basedOn w:val="Normal"/>
    <w:uiPriority w:val="99"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21">
    <w:name w:val="Char Char221"/>
    <w:rsid w:val="0023426A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1">
    <w:name w:val="Char Char211"/>
    <w:rsid w:val="0023426A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1">
    <w:name w:val="Char Char201"/>
    <w:rsid w:val="0023426A"/>
    <w:rPr>
      <w:rFonts w:ascii="Arial" w:eastAsia="Times New Roman" w:hAnsi="Arial" w:cs="Times New Roman"/>
      <w:i/>
      <w:iCs/>
      <w:sz w:val="18"/>
      <w:szCs w:val="18"/>
    </w:rPr>
  </w:style>
  <w:style w:type="paragraph" w:customStyle="1" w:styleId="FSContent">
    <w:name w:val="FS_Content"/>
    <w:basedOn w:val="Normal"/>
    <w:link w:val="FSContentChar"/>
    <w:qFormat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/>
      <w:sz w:val="30"/>
      <w:szCs w:val="30"/>
    </w:rPr>
  </w:style>
  <w:style w:type="character" w:customStyle="1" w:styleId="FSContentChar">
    <w:name w:val="FS_Content Char"/>
    <w:link w:val="FSContent"/>
    <w:rsid w:val="0023426A"/>
    <w:rPr>
      <w:rFonts w:ascii="Angsana New" w:eastAsia="MS Mincho" w:hAnsi="Angsana New"/>
      <w:sz w:val="30"/>
      <w:szCs w:val="30"/>
    </w:rPr>
  </w:style>
  <w:style w:type="paragraph" w:customStyle="1" w:styleId="FSBlank">
    <w:name w:val="FS_Blank"/>
    <w:basedOn w:val="Normal"/>
    <w:link w:val="FSBlankChar"/>
    <w:qFormat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/>
      <w:sz w:val="20"/>
      <w:szCs w:val="20"/>
    </w:rPr>
  </w:style>
  <w:style w:type="character" w:customStyle="1" w:styleId="FSBlankChar">
    <w:name w:val="FS_Blank Char"/>
    <w:link w:val="FSBlank"/>
    <w:rsid w:val="0023426A"/>
    <w:rPr>
      <w:rFonts w:ascii="Angsana New" w:eastAsia="MS Mincho" w:hAnsi="Angsana New"/>
    </w:rPr>
  </w:style>
  <w:style w:type="character" w:styleId="FootnoteReference">
    <w:name w:val="footnote reference"/>
    <w:aliases w:val="fr"/>
    <w:basedOn w:val="DefaultParagraphFont"/>
    <w:semiHidden/>
    <w:unhideWhenUsed/>
    <w:rsid w:val="006A1F9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25148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225148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22514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225148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Pa18">
    <w:name w:val="Pa18"/>
    <w:basedOn w:val="Normal"/>
    <w:next w:val="Normal"/>
    <w:uiPriority w:val="99"/>
    <w:rsid w:val="0022514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22514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F02F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7F02F7"/>
    <w:rPr>
      <w:rFonts w:ascii="Calibri" w:eastAsia="Calibri" w:hAnsi="Calibri" w:cs="Cordia New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7F02F7"/>
    <w:pPr>
      <w:spacing w:line="260" w:lineRule="atLeast"/>
    </w:pPr>
    <w:rPr>
      <w:rFonts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F02F7"/>
    <w:rPr>
      <w:color w:val="800080" w:themeColor="followedHyperlink"/>
      <w:u w:val="single"/>
    </w:rPr>
  </w:style>
  <w:style w:type="table" w:styleId="GridTable1Light-Accent1">
    <w:name w:val="Grid Table 1 Light Accent 1"/>
    <w:basedOn w:val="TableNormal"/>
    <w:uiPriority w:val="46"/>
    <w:rsid w:val="007F02F7"/>
    <w:rPr>
      <w:rFonts w:ascii="Calibri" w:eastAsia="Calibri" w:hAnsi="Calibri" w:cs="Cordia New"/>
      <w:lang w:val="en-GB" w:eastAsia="en-GB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utline">
    <w:name w:val="outline"/>
    <w:basedOn w:val="Normal"/>
    <w:rsid w:val="00820F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40" w:lineRule="auto"/>
      <w:ind w:left="720" w:hanging="360"/>
      <w:jc w:val="both"/>
    </w:pPr>
    <w:rPr>
      <w:rFonts w:ascii="TimesNewRomanPS" w:eastAsiaTheme="minorHAnsi" w:hAnsi="TimesNewRomanPS" w:cs="Tahoma"/>
      <w:sz w:val="20"/>
      <w:szCs w:val="20"/>
    </w:rPr>
  </w:style>
  <w:style w:type="paragraph" w:customStyle="1" w:styleId="RNormal">
    <w:name w:val="RNormal"/>
    <w:basedOn w:val="Normal"/>
    <w:rsid w:val="00E54C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Title">
    <w:name w:val="Title"/>
    <w:basedOn w:val="Normal"/>
    <w:next w:val="Normal"/>
    <w:link w:val="TitleChar"/>
    <w:qFormat/>
    <w:rsid w:val="00E54C08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rsid w:val="00E54C08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NoSpacing">
    <w:name w:val="No Spacing"/>
    <w:uiPriority w:val="1"/>
    <w:qFormat/>
    <w:rsid w:val="00E54C0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customStyle="1" w:styleId="Subhead3">
    <w:name w:val="Subhead 3"/>
    <w:basedOn w:val="Normal"/>
    <w:link w:val="Subhead3Char"/>
    <w:rsid w:val="0087052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870528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87052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870528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870528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870528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870528"/>
    <w:pPr>
      <w:spacing w:line="260" w:lineRule="atLeast"/>
    </w:pPr>
    <w:rPr>
      <w:rFonts w:ascii="Univers 45 Light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870528"/>
    <w:rPr>
      <w:rFonts w:ascii="Univers 45 Light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870528"/>
    <w:pPr>
      <w:spacing w:line="256" w:lineRule="atLeast"/>
    </w:pPr>
    <w:rPr>
      <w:rFonts w:ascii="Univers 45 Light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870528"/>
    <w:pPr>
      <w:spacing w:line="253" w:lineRule="atLeast"/>
    </w:pPr>
    <w:rPr>
      <w:rFonts w:ascii="Univers 45 Light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870528"/>
    <w:rPr>
      <w:rFonts w:ascii="Univers 45 Light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870528"/>
    <w:rPr>
      <w:rFonts w:ascii="Univers 45 Light" w:hAnsi="Univers 45 Light" w:cs="Angsana New"/>
      <w:color w:val="auto"/>
    </w:rPr>
  </w:style>
  <w:style w:type="character" w:customStyle="1" w:styleId="apple-converted-space">
    <w:name w:val="apple-converted-space"/>
    <w:basedOn w:val="DefaultParagraphFont"/>
    <w:rsid w:val="00870528"/>
  </w:style>
  <w:style w:type="paragraph" w:customStyle="1" w:styleId="TableParagraph">
    <w:name w:val="Table Paragraph"/>
    <w:basedOn w:val="Normal"/>
    <w:uiPriority w:val="1"/>
    <w:qFormat/>
    <w:rsid w:val="0087052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customStyle="1" w:styleId="Pa20">
    <w:name w:val="Pa20"/>
    <w:basedOn w:val="Default"/>
    <w:next w:val="Default"/>
    <w:uiPriority w:val="99"/>
    <w:rsid w:val="00870528"/>
    <w:pPr>
      <w:spacing w:line="191" w:lineRule="atLeast"/>
    </w:pPr>
    <w:rPr>
      <w:rFonts w:ascii="Univers LT Std 45 Light" w:hAnsi="Univers LT Std 45 Light" w:cs="Angsana New"/>
      <w:color w:val="auto"/>
      <w:lang w:eastAsia="en-GB"/>
    </w:rPr>
  </w:style>
  <w:style w:type="paragraph" w:customStyle="1" w:styleId="Pa47">
    <w:name w:val="Pa47"/>
    <w:basedOn w:val="Normal"/>
    <w:next w:val="Normal"/>
    <w:uiPriority w:val="99"/>
    <w:rsid w:val="0087052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character" w:customStyle="1" w:styleId="ListParagraphChar">
    <w:name w:val="List Paragraph Char"/>
    <w:aliases w:val="List 1 Level Paragraph Char,Inhaltsverzeichnis Char,List Paragraph3 Char,ย่อย3 Char,table Char,List Paragraph5 Char,วงกลม Char,(ก) List Paragraph Char,รายการย่อหน้า 1 Char,ย่อหน้า# 1 Char,List Paragraph1 Char,List Title Char,eq2 Char"/>
    <w:link w:val="ListParagraph"/>
    <w:uiPriority w:val="34"/>
    <w:qFormat/>
    <w:rsid w:val="003158BA"/>
    <w:rPr>
      <w:rFonts w:ascii="Calibri" w:eastAsia="Calibri" w:hAnsi="Calibri" w:cs="Cordia New"/>
      <w:sz w:val="22"/>
      <w:szCs w:val="28"/>
      <w:lang w:val="en-GB"/>
    </w:rPr>
  </w:style>
  <w:style w:type="character" w:customStyle="1" w:styleId="blockChar">
    <w:name w:val="block Char"/>
    <w:aliases w:val="b Char"/>
    <w:link w:val="block"/>
    <w:locked/>
    <w:rsid w:val="00FA60E3"/>
    <w:rPr>
      <w:sz w:val="22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2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4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7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DC FS">
      <a:majorFont>
        <a:latin typeface="Angsana New"/>
        <a:ea typeface=""/>
        <a:cs typeface="Angsana New"/>
      </a:majorFont>
      <a:minorFont>
        <a:latin typeface="Angsana New"/>
        <a:ea typeface=""/>
        <a:cs typeface="Angsana New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A1805-AEF8-4E62-BA99-60DE9F85E04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364</TotalTime>
  <Pages>3</Pages>
  <Words>599</Words>
  <Characters>2679</Characters>
  <Application>Microsoft Office Word</Application>
  <DocSecurity>0</DocSecurity>
  <Lines>334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Natcha, Uwattanasombut</cp:lastModifiedBy>
  <cp:revision>168</cp:revision>
  <cp:lastPrinted>2023-08-14T19:59:00Z</cp:lastPrinted>
  <dcterms:created xsi:type="dcterms:W3CDTF">2023-05-12T14:31:00Z</dcterms:created>
  <dcterms:modified xsi:type="dcterms:W3CDTF">2023-08-14T20:10:00Z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strictedRibbons">
    <vt:lpwstr>AI-T|CT-T</vt:lpwstr>
  </property>
  <property fmtid="{D5CDD505-2E9C-101B-9397-08002B2CF9AE}" pid="3" name="SiteSource">
    <vt:lpwstr>Workgroup</vt:lpwstr>
  </property>
  <property fmtid="{D5CDD505-2E9C-101B-9397-08002B2CF9AE}" pid="4" name="OnLine">
    <vt:lpwstr>False</vt:lpwstr>
  </property>
  <property fmtid="{D5CDD505-2E9C-101B-9397-08002B2CF9AE}" pid="5" name="IsMembershipServiceImplemented">
    <vt:lpwstr>False</vt:lpwstr>
  </property>
  <property fmtid="{D5CDD505-2E9C-101B-9397-08002B2CF9AE}" pid="6" name="Version">
    <vt:lpwstr>V1</vt:lpwstr>
  </property>
  <property fmtid="{D5CDD505-2E9C-101B-9397-08002B2CF9AE}" pid="7" name="Product">
    <vt:lpwstr>eAudIT2016</vt:lpwstr>
  </property>
  <property fmtid="{D5CDD505-2E9C-101B-9397-08002B2CF9AE}" pid="8" name="ResourceDBName">
    <vt:lpwstr>eAudITAppDB2016_FSAV1</vt:lpwstr>
  </property>
  <property fmtid="{D5CDD505-2E9C-101B-9397-08002B2CF9AE}" pid="9" name="SiteType">
    <vt:lpwstr>Engagement2016</vt:lpwstr>
  </property>
  <property fmtid="{D5CDD505-2E9C-101B-9397-08002B2CF9AE}" pid="10" name="FilePath">
    <vt:lpwstr>C:\ProgramData\eAudIT\DM\e6819730-8a52-4133-be3d-7d13ac41ab58\ReadOnlyDocs\\4.6.2.0030Vending Corporation a161a-12t-.docx</vt:lpwstr>
  </property>
  <property fmtid="{D5CDD505-2E9C-101B-9397-08002B2CF9AE}" pid="11" name="Locale">
    <vt:lpwstr>en</vt:lpwstr>
  </property>
  <property fmtid="{D5CDD505-2E9C-101B-9397-08002B2CF9AE}" pid="12" name="ComponentName">
    <vt:lpwstr>Vending Corporation Co., Ltd. 31-Dec-16</vt:lpwstr>
  </property>
  <property fmtid="{D5CDD505-2E9C-101B-9397-08002B2CF9AE}" pid="13" name="ComponentID">
    <vt:lpwstr>1CC699D1-987D-42BE-8A23-CAD3EA4D3522</vt:lpwstr>
  </property>
  <property fmtid="{D5CDD505-2E9C-101B-9397-08002B2CF9AE}" pid="14" name="DocumentID">
    <vt:lpwstr>CE901F53-6EF2-40BC-9678-897783E4377E</vt:lpwstr>
  </property>
  <property fmtid="{D5CDD505-2E9C-101B-9397-08002B2CF9AE}" pid="15" name="LibraryID">
    <vt:lpwstr>Audit Files</vt:lpwstr>
  </property>
  <property fmtid="{D5CDD505-2E9C-101B-9397-08002B2CF9AE}" pid="16" name="EngagementID">
    <vt:lpwstr>e6819730-8a52-4133-be3d-7d13ac41ab58</vt:lpwstr>
  </property>
</Properties>
</file>