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82B9" w14:textId="77777777" w:rsidR="003D743A" w:rsidRPr="004C12BD" w:rsidRDefault="003D743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  <w:bookmarkStart w:id="0" w:name="Title"/>
    </w:p>
    <w:p w14:paraId="3A38B119" w14:textId="77777777" w:rsidR="00662D6D" w:rsidRPr="00BD488B" w:rsidRDefault="00662D6D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trike/>
        </w:rPr>
      </w:pPr>
    </w:p>
    <w:p w14:paraId="2BEEE74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072B1E1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1C2DC13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2259BCDD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7AF1D02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43F8D4CE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3C08BF13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36970662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ADCA635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DE11977" w14:textId="77777777" w:rsidR="006F6438" w:rsidRPr="00FC3D7D" w:rsidRDefault="006F6438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bookmarkStart w:id="1" w:name="Start"/>
      <w:bookmarkEnd w:id="0"/>
      <w:bookmarkEnd w:id="1"/>
    </w:p>
    <w:p w14:paraId="5E0B4E88" w14:textId="5A0CAEEC" w:rsidR="00F668EB" w:rsidRPr="000F2BBF" w:rsidRDefault="00F668EB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  <w:cs/>
        </w:rPr>
      </w:pPr>
      <w:r w:rsidRPr="000F2BBF">
        <w:rPr>
          <w:rFonts w:ascii="Angsana New" w:hAnsi="Angsana New" w:cs="Angsana New"/>
          <w:sz w:val="52"/>
          <w:szCs w:val="52"/>
          <w:cs/>
        </w:rPr>
        <w:t>บริษัท สบาย เทคโนโลยี จำกัด (มหาชน)</w:t>
      </w:r>
      <w:r w:rsidR="008209B8" w:rsidRPr="000F2BBF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730A15" w14:textId="5D6F2EA7" w:rsidR="006F6438" w:rsidRPr="000F2BBF" w:rsidRDefault="002D2D89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6375"/>
        </w:tabs>
        <w:spacing w:line="240" w:lineRule="auto"/>
        <w:rPr>
          <w:rFonts w:ascii="Angsana New" w:hAnsi="Angsana New" w:cs="Angsana New"/>
          <w:sz w:val="44"/>
          <w:szCs w:val="44"/>
          <w:cs/>
        </w:rPr>
      </w:pPr>
      <w:r w:rsidRPr="000F2BBF">
        <w:rPr>
          <w:rFonts w:ascii="Angsana New" w:hAnsi="Angsana New" w:cs="Angsana New"/>
          <w:sz w:val="44"/>
          <w:szCs w:val="44"/>
        </w:rPr>
        <w:tab/>
      </w:r>
      <w:r w:rsidRPr="000F2BBF">
        <w:rPr>
          <w:rFonts w:ascii="Angsana New" w:hAnsi="Angsana New" w:cs="Angsana New"/>
          <w:sz w:val="44"/>
          <w:szCs w:val="44"/>
        </w:rPr>
        <w:tab/>
      </w:r>
    </w:p>
    <w:p w14:paraId="3864A511" w14:textId="77777777" w:rsidR="00DD02F8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</w:t>
      </w:r>
      <w:r w:rsidR="00DD02F8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ระหว่างกาลแบบย่อ</w:t>
      </w:r>
    </w:p>
    <w:p w14:paraId="0D28F37B" w14:textId="083A186C" w:rsidR="00602085" w:rsidRDefault="00602085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0208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ED7D60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60208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มีนาคม</w:t>
      </w:r>
      <w:r w:rsidR="00ED7D60">
        <w:rPr>
          <w:rFonts w:ascii="Angsana New" w:hAnsi="Angsana New" w:cs="Angsana New"/>
          <w:b w:val="0"/>
          <w:bCs w:val="0"/>
          <w:sz w:val="32"/>
          <w:szCs w:val="32"/>
        </w:rPr>
        <w:t xml:space="preserve"> 2566</w:t>
      </w:r>
    </w:p>
    <w:p w14:paraId="257D1EC2" w14:textId="68EAA781" w:rsidR="002357BF" w:rsidRPr="000F2BBF" w:rsidRDefault="002357BF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C11BC5C" w14:textId="78777507" w:rsidR="002357BF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0F2BBF">
        <w:rPr>
          <w:rFonts w:cs="Angsana New"/>
          <w:b w:val="0"/>
          <w:bCs w:val="0"/>
          <w:sz w:val="32"/>
          <w:szCs w:val="32"/>
          <w:cs/>
        </w:rPr>
        <w:t>รายงาน</w:t>
      </w:r>
      <w:r w:rsidR="00DD02F8" w:rsidRPr="000F2BBF">
        <w:rPr>
          <w:rFonts w:cs="Angsana New" w:hint="cs"/>
          <w:b w:val="0"/>
          <w:bCs w:val="0"/>
          <w:sz w:val="32"/>
          <w:szCs w:val="32"/>
          <w:cs/>
        </w:rPr>
        <w:t>การสอบทาน</w:t>
      </w:r>
      <w:r w:rsidRPr="000F2BBF">
        <w:rPr>
          <w:rFonts w:cs="Angsana New"/>
          <w:b w:val="0"/>
          <w:bCs w:val="0"/>
          <w:sz w:val="32"/>
          <w:szCs w:val="32"/>
          <w:cs/>
        </w:rPr>
        <w:t>ของผู้สอบบัญชีรับอนุญาต</w:t>
      </w:r>
    </w:p>
    <w:p w14:paraId="5F7404FD" w14:textId="77777777" w:rsidR="00C27EA7" w:rsidRPr="000F2BBF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32"/>
          <w:szCs w:val="32"/>
        </w:rPr>
      </w:pPr>
    </w:p>
    <w:p w14:paraId="00F04983" w14:textId="77777777" w:rsidR="003D4E48" w:rsidRPr="000F2BBF" w:rsidRDefault="003D4E48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  <w:sectPr w:rsidR="003D4E48" w:rsidRPr="000F2BBF" w:rsidSect="001C3C1E">
          <w:headerReference w:type="default" r:id="rId8"/>
          <w:footerReference w:type="default" r:id="rId9"/>
          <w:headerReference w:type="first" r:id="rId10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1D40D3C6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5B091AB6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529DE9" w14:textId="630E3642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34478E4" w14:textId="64DE806B" w:rsidR="00277F38" w:rsidRPr="000F2BBF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5A6B799" w14:textId="57DE3349" w:rsidR="008F6358" w:rsidRDefault="008F635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2625509" w14:textId="1164E1C3" w:rsidR="008F6358" w:rsidRDefault="008F635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6359EC0" w14:textId="77777777" w:rsidR="008F6358" w:rsidRPr="000F2BBF" w:rsidRDefault="008F635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80B117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F1670BB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30F7DB3" w14:textId="2FA060BB" w:rsidR="00E54C08" w:rsidRPr="000F2BBF" w:rsidRDefault="00E54C08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0F2BBF">
        <w:rPr>
          <w:rFonts w:ascii="Angsana New" w:hAnsi="Angsana New"/>
          <w:b/>
          <w:bCs/>
          <w:sz w:val="32"/>
          <w:szCs w:val="32"/>
          <w:cs/>
        </w:rPr>
        <w:t>รายงาน</w:t>
      </w:r>
      <w:r w:rsidR="00396E0A" w:rsidRPr="000F2BBF">
        <w:rPr>
          <w:rFonts w:ascii="Angsana New" w:hAnsi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0F2BBF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445622E7" w14:textId="77777777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1D83613C" w14:textId="32C68414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  <w:r w:rsidRPr="000F2BBF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="00340D28" w:rsidRPr="000F2BBF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Pr="000F2BBF">
        <w:rPr>
          <w:rFonts w:ascii="Angsana New" w:hAnsi="Angsana New"/>
          <w:b/>
          <w:bCs/>
          <w:sz w:val="30"/>
          <w:szCs w:val="30"/>
          <w:cs/>
        </w:rPr>
        <w:t>บริษัท สบาย เทคโนโลยี จำกัด (มหาชน)</w:t>
      </w:r>
      <w:bookmarkEnd w:id="2"/>
    </w:p>
    <w:p w14:paraId="260E9728" w14:textId="04C5C76A" w:rsidR="00E54C08" w:rsidRPr="000F2BBF" w:rsidRDefault="00E54C08" w:rsidP="002B1F75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67025CD" w14:textId="5BA8ECAB" w:rsidR="00E54C08" w:rsidRDefault="00EA4375" w:rsidP="002B1F75">
      <w:pPr>
        <w:jc w:val="thaiDistribute"/>
        <w:rPr>
          <w:rFonts w:ascii="Angsana New" w:hAnsi="Angsana New"/>
          <w:sz w:val="30"/>
          <w:szCs w:val="30"/>
        </w:rPr>
      </w:pPr>
      <w:r w:rsidRPr="00EA4375">
        <w:rPr>
          <w:rFonts w:ascii="Angsana New" w:hAnsi="Angsana New"/>
          <w:sz w:val="30"/>
          <w:szCs w:val="30"/>
          <w:cs/>
        </w:rPr>
        <w:t xml:space="preserve">ข้าพเจ้าได้สอบทานงบแสดงฐานะการเงินรวมและงบแสดงฐานะการเงินเฉพาะกิจการ ณ วันที่ </w:t>
      </w:r>
      <w:r w:rsidR="004D164C">
        <w:rPr>
          <w:rFonts w:ascii="Angsana New" w:hAnsi="Angsana New"/>
          <w:sz w:val="30"/>
          <w:szCs w:val="30"/>
        </w:rPr>
        <w:t>31</w:t>
      </w:r>
      <w:r w:rsidRPr="00EA4375">
        <w:rPr>
          <w:rFonts w:ascii="Angsana New" w:hAnsi="Angsana New"/>
          <w:sz w:val="30"/>
          <w:szCs w:val="30"/>
          <w:cs/>
        </w:rPr>
        <w:t xml:space="preserve"> มีนาคม </w:t>
      </w:r>
      <w:r w:rsidR="004D164C">
        <w:rPr>
          <w:rFonts w:ascii="Angsana New" w:hAnsi="Angsana New"/>
          <w:sz w:val="30"/>
          <w:szCs w:val="30"/>
        </w:rPr>
        <w:t>2566</w:t>
      </w:r>
      <w:r w:rsidR="002B1F75">
        <w:rPr>
          <w:rFonts w:ascii="Angsana New" w:hAnsi="Angsana New"/>
          <w:sz w:val="30"/>
          <w:szCs w:val="30"/>
          <w:cs/>
        </w:rPr>
        <w:br/>
      </w:r>
      <w:r w:rsidRPr="00EA4375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     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4D164C">
        <w:rPr>
          <w:rFonts w:ascii="Angsana New" w:hAnsi="Angsana New"/>
          <w:spacing w:val="-6"/>
          <w:sz w:val="30"/>
          <w:szCs w:val="30"/>
          <w:cs/>
        </w:rPr>
        <w:t xml:space="preserve">สำหรับงวดสามเดือนสิ้นสุดวันที่ </w:t>
      </w:r>
      <w:r w:rsidR="004D164C" w:rsidRPr="004D164C">
        <w:rPr>
          <w:rFonts w:ascii="Angsana New" w:hAnsi="Angsana New"/>
          <w:spacing w:val="-6"/>
          <w:sz w:val="30"/>
          <w:szCs w:val="30"/>
        </w:rPr>
        <w:t>31</w:t>
      </w:r>
      <w:r w:rsidRPr="004D164C">
        <w:rPr>
          <w:rFonts w:ascii="Angsana New" w:hAnsi="Angsana New"/>
          <w:spacing w:val="-6"/>
          <w:sz w:val="30"/>
          <w:szCs w:val="30"/>
          <w:cs/>
        </w:rPr>
        <w:t xml:space="preserve"> มีนาคม </w:t>
      </w:r>
      <w:r w:rsidR="004D164C" w:rsidRPr="004D164C">
        <w:rPr>
          <w:rFonts w:ascii="Angsana New" w:hAnsi="Angsana New"/>
          <w:spacing w:val="-6"/>
          <w:sz w:val="30"/>
          <w:szCs w:val="30"/>
        </w:rPr>
        <w:t>2566</w:t>
      </w:r>
      <w:r w:rsidRPr="004D164C">
        <w:rPr>
          <w:rFonts w:ascii="Angsana New" w:hAnsi="Angsana New"/>
          <w:spacing w:val="-6"/>
          <w:sz w:val="30"/>
          <w:szCs w:val="30"/>
          <w:cs/>
        </w:rPr>
        <w:t xml:space="preserve"> และหมายเหตุประกอบงบการเงินแบบย่อ (ข้อมูลทางการเงินระหว่างกาล)</w:t>
      </w:r>
      <w:r w:rsidR="002B1F75">
        <w:rPr>
          <w:rFonts w:ascii="Angsana New" w:hAnsi="Angsana New"/>
          <w:sz w:val="30"/>
          <w:szCs w:val="30"/>
        </w:rPr>
        <w:t xml:space="preserve"> </w:t>
      </w:r>
      <w:r w:rsidRPr="00EA4375">
        <w:rPr>
          <w:rFonts w:ascii="Angsana New" w:hAnsi="Angsana New"/>
          <w:sz w:val="30"/>
          <w:szCs w:val="30"/>
          <w:cs/>
        </w:rPr>
        <w:t xml:space="preserve">ของบริษัท สบาย เทคโนโลยี จำกัด (มหาชน) และบริษัทย่อย และของเฉพาะบริษัท สบาย เทคโนโลยี จำกัด (มหาชน) ตามลำดับ ซึ่งผู้บริหารของกิจการเป็นผู้รับผิดชอบในการจัดทำและนำเสนอข้อมูลทางการเงินระหว่างกาลเหล่านี้                    ตามมาตรฐานการบัญชี ฉบับที่ </w:t>
      </w:r>
      <w:r w:rsidR="004D164C">
        <w:rPr>
          <w:rFonts w:ascii="Angsana New" w:hAnsi="Angsana New"/>
          <w:sz w:val="30"/>
          <w:szCs w:val="30"/>
        </w:rPr>
        <w:t>34</w:t>
      </w:r>
      <w:r w:rsidRPr="00EA4375">
        <w:rPr>
          <w:rFonts w:ascii="Angsana New" w:hAnsi="Angsana New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2318E56" w14:textId="77777777" w:rsidR="002B1F75" w:rsidRPr="000F2BBF" w:rsidRDefault="002B1F75" w:rsidP="002E37C9">
      <w:pPr>
        <w:rPr>
          <w:rFonts w:ascii="Angsana New" w:hAnsi="Angsana New"/>
          <w:b/>
          <w:bCs/>
          <w:sz w:val="30"/>
          <w:szCs w:val="30"/>
        </w:rPr>
      </w:pPr>
    </w:p>
    <w:p w14:paraId="2479DA6F" w14:textId="77777777" w:rsidR="003067C4" w:rsidRPr="000F2BBF" w:rsidRDefault="003067C4" w:rsidP="002E37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BD915A" w14:textId="77777777" w:rsidR="003067C4" w:rsidRPr="000F2BBF" w:rsidRDefault="003067C4" w:rsidP="003067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07E14A9" w14:textId="61435D20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รหัส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="006214E7" w:rsidRPr="000F2BBF">
        <w:rPr>
          <w:rFonts w:ascii="Angsana New" w:hAnsi="Angsana New"/>
          <w:sz w:val="30"/>
          <w:szCs w:val="30"/>
        </w:rPr>
        <w:t>241</w:t>
      </w:r>
      <w:r w:rsidR="001526E8" w:rsidRPr="000F2BBF">
        <w:rPr>
          <w:rFonts w:ascii="Angsana New" w:hAnsi="Angsana New"/>
          <w:sz w:val="30"/>
          <w:szCs w:val="30"/>
        </w:rPr>
        <w:t>0</w:t>
      </w:r>
      <w:r w:rsidRPr="000F2BBF">
        <w:rPr>
          <w:rFonts w:ascii="Angsana New" w:hAnsi="Angsana New"/>
          <w:sz w:val="30"/>
          <w:szCs w:val="30"/>
        </w:rPr>
        <w:t xml:space="preserve"> “</w:t>
      </w:r>
      <w:r w:rsidRPr="000F2BBF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F2BBF">
        <w:rPr>
          <w:rFonts w:ascii="Angsana New" w:hAnsi="Angsana New"/>
          <w:sz w:val="30"/>
          <w:szCs w:val="30"/>
        </w:rPr>
        <w:t>”</w:t>
      </w:r>
      <w:r w:rsidRPr="000F2BBF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Pr="000F2BBF">
        <w:rPr>
          <w:rFonts w:ascii="Angsana New" w:hAnsi="Angsana New"/>
          <w:sz w:val="30"/>
          <w:szCs w:val="30"/>
          <w:cs/>
        </w:rPr>
        <w:br/>
        <w:t>ซึ่งอาจพบได้จากการตรวจสอบ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4FEB42ED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239CD51" w14:textId="77777777" w:rsidR="00A47A49" w:rsidRDefault="00A47A49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  <w:sectPr w:rsidR="00A47A49" w:rsidSect="00A47A49">
          <w:headerReference w:type="default" r:id="rId11"/>
          <w:footerReference w:type="default" r:id="rId12"/>
          <w:type w:val="nextColumn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2BEC0E3E" w14:textId="77777777" w:rsidR="00BA6968" w:rsidRDefault="00BA6968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6BEC4457" w14:textId="77777777" w:rsidR="00BA6968" w:rsidRDefault="00BA6968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35569AD9" w14:textId="77777777" w:rsidR="00BA6968" w:rsidRDefault="00BA6968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477B477" w14:textId="6206AE39" w:rsidR="003067C4" w:rsidRPr="000F2BBF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7F52FAA4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  <w:cs/>
        </w:rPr>
      </w:pPr>
    </w:p>
    <w:p w14:paraId="2D66555F" w14:textId="0E589CF6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pacing w:val="-4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4"/>
          <w:sz w:val="30"/>
          <w:szCs w:val="30"/>
          <w:cs/>
        </w:rPr>
        <w:t>ไม่ได้จัดทำขึ้นตามมาตรฐานการบัญชี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 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>ฉ</w:t>
      </w:r>
      <w:r w:rsidRPr="000F2BBF">
        <w:rPr>
          <w:rFonts w:ascii="Angsana New" w:hAnsi="Angsana New"/>
          <w:spacing w:val="-4"/>
          <w:sz w:val="30"/>
          <w:szCs w:val="30"/>
          <w:cs/>
        </w:rPr>
        <w:t>บับที่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 </w:t>
      </w:r>
      <w:r w:rsidR="006214E7" w:rsidRPr="000F2BBF">
        <w:rPr>
          <w:rFonts w:ascii="Angsana New" w:hAnsi="Angsana New"/>
          <w:spacing w:val="-4"/>
          <w:sz w:val="30"/>
          <w:szCs w:val="30"/>
        </w:rPr>
        <w:t>34</w:t>
      </w:r>
      <w:r w:rsidRPr="000F2BBF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4"/>
          <w:sz w:val="30"/>
          <w:szCs w:val="30"/>
          <w:cs/>
        </w:rPr>
        <w:br/>
      </w:r>
      <w:r w:rsidRPr="000F2BBF">
        <w:rPr>
          <w:rFonts w:ascii="Angsana New" w:hAnsi="Angsana New"/>
          <w:sz w:val="30"/>
          <w:szCs w:val="30"/>
          <w:cs/>
        </w:rPr>
        <w:t>เรื่อง การ</w:t>
      </w:r>
      <w:r w:rsidRPr="000F2BBF">
        <w:rPr>
          <w:rFonts w:ascii="Angsana New" w:hAnsi="Angsana New" w:hint="cs"/>
          <w:sz w:val="30"/>
          <w:szCs w:val="30"/>
          <w:cs/>
        </w:rPr>
        <w:t>ร</w:t>
      </w:r>
      <w:r w:rsidRPr="000F2BBF">
        <w:rPr>
          <w:rFonts w:ascii="Angsana New" w:hAnsi="Angsana New"/>
          <w:sz w:val="30"/>
          <w:szCs w:val="30"/>
          <w:cs/>
        </w:rPr>
        <w:t>ายงานทางการเงินระหว่างกาล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048A6268" w14:textId="4BEDD83E" w:rsidR="00EC7453" w:rsidRPr="000F2BBF" w:rsidRDefault="00EC7453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7E8D9FA8" w14:textId="77777777" w:rsidR="00EC7453" w:rsidRPr="000F2BBF" w:rsidRDefault="00EC7453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D1D794D" w14:textId="77777777" w:rsidR="00580C19" w:rsidRPr="000F2BBF" w:rsidRDefault="00580C19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C12BD87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45FD90C6" w14:textId="77777777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</w:rPr>
        <w:t>(</w:t>
      </w:r>
      <w:r w:rsidRPr="000F2BBF">
        <w:rPr>
          <w:rFonts w:ascii="Angsana New" w:hAnsi="Angsana New" w:hint="cs"/>
          <w:sz w:val="30"/>
          <w:szCs w:val="30"/>
          <w:cs/>
        </w:rPr>
        <w:t>วัชระ ภัทรพิทักษ์</w:t>
      </w:r>
      <w:r w:rsidRPr="000F2BBF">
        <w:rPr>
          <w:rFonts w:ascii="Angsana New" w:hAnsi="Angsana New"/>
          <w:sz w:val="30"/>
          <w:szCs w:val="30"/>
        </w:rPr>
        <w:t>)</w:t>
      </w:r>
    </w:p>
    <w:p w14:paraId="2BA7E6A1" w14:textId="77777777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3477B23" w14:textId="22AB5159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6214E7" w:rsidRPr="000F2BBF">
        <w:rPr>
          <w:rFonts w:ascii="Angsana New" w:hAnsi="Angsana New"/>
          <w:sz w:val="30"/>
          <w:szCs w:val="30"/>
        </w:rPr>
        <w:t>6669</w:t>
      </w:r>
    </w:p>
    <w:p w14:paraId="484BE6F3" w14:textId="77777777" w:rsidR="003067C4" w:rsidRPr="000F2BBF" w:rsidRDefault="003067C4" w:rsidP="003067C4">
      <w:pPr>
        <w:rPr>
          <w:rFonts w:ascii="Angsana New" w:hAnsi="Angsana New"/>
          <w:sz w:val="30"/>
          <w:szCs w:val="30"/>
        </w:rPr>
      </w:pPr>
    </w:p>
    <w:p w14:paraId="22E7CE13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1D9618E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7B805654" w14:textId="0E482EF5" w:rsidR="003067C4" w:rsidRPr="000F2BBF" w:rsidRDefault="008F6358" w:rsidP="003067C4">
      <w:pPr>
        <w:jc w:val="both"/>
        <w:rPr>
          <w:rFonts w:ascii="Angsana New" w:hAnsi="Angsana New"/>
          <w:sz w:val="30"/>
          <w:szCs w:val="30"/>
          <w:cs/>
        </w:rPr>
      </w:pPr>
      <w:r w:rsidRPr="008F6358">
        <w:rPr>
          <w:rFonts w:ascii="Angsana New" w:hAnsi="Angsana New"/>
          <w:sz w:val="30"/>
          <w:szCs w:val="30"/>
        </w:rPr>
        <w:t>1</w:t>
      </w:r>
      <w:r w:rsidR="00FF3151">
        <w:rPr>
          <w:rFonts w:ascii="Angsana New" w:hAnsi="Angsana New"/>
          <w:sz w:val="30"/>
          <w:szCs w:val="30"/>
        </w:rPr>
        <w:t>4</w:t>
      </w:r>
      <w:r w:rsidR="00BB2C8F" w:rsidRPr="008F6358">
        <w:rPr>
          <w:rFonts w:ascii="Angsana New" w:hAnsi="Angsana New"/>
          <w:sz w:val="30"/>
          <w:szCs w:val="30"/>
        </w:rPr>
        <w:t xml:space="preserve"> </w:t>
      </w:r>
      <w:r w:rsidR="00BB2C8F" w:rsidRPr="008F6358">
        <w:rPr>
          <w:rFonts w:ascii="Angsana New" w:hAnsi="Angsana New" w:hint="cs"/>
          <w:sz w:val="30"/>
          <w:szCs w:val="30"/>
          <w:cs/>
        </w:rPr>
        <w:t>พฤษภาคม</w:t>
      </w:r>
      <w:r w:rsidR="00FA3010" w:rsidRPr="008F6358">
        <w:rPr>
          <w:rFonts w:ascii="Angsana New" w:hAnsi="Angsana New" w:hint="cs"/>
          <w:sz w:val="30"/>
          <w:szCs w:val="30"/>
          <w:cs/>
        </w:rPr>
        <w:t xml:space="preserve"> </w:t>
      </w:r>
      <w:r w:rsidR="00FA3010" w:rsidRPr="008F6358">
        <w:rPr>
          <w:rFonts w:ascii="Angsana New" w:hAnsi="Angsana New"/>
          <w:sz w:val="30"/>
          <w:szCs w:val="30"/>
        </w:rPr>
        <w:t>256</w:t>
      </w:r>
      <w:r w:rsidRPr="008F6358">
        <w:rPr>
          <w:rFonts w:ascii="Angsana New" w:hAnsi="Angsana New"/>
          <w:sz w:val="30"/>
          <w:szCs w:val="30"/>
        </w:rPr>
        <w:t>6</w:t>
      </w:r>
    </w:p>
    <w:p w14:paraId="057CDB3E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</w:p>
    <w:p w14:paraId="24BB161C" w14:textId="384BF3AF" w:rsidR="00312F8F" w:rsidRPr="00312F8F" w:rsidRDefault="00312F8F" w:rsidP="00BA69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jc w:val="thaiDistribute"/>
        <w:rPr>
          <w:rFonts w:ascii="Angsana New" w:hAnsi="Angsana New"/>
          <w:spacing w:val="-6"/>
          <w:sz w:val="30"/>
          <w:szCs w:val="30"/>
          <w:highlight w:val="yellow"/>
          <w:cs/>
        </w:rPr>
      </w:pPr>
    </w:p>
    <w:sectPr w:rsidR="00312F8F" w:rsidRPr="00312F8F" w:rsidSect="00BA6968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21F21" w14:textId="77777777" w:rsidR="002253E7" w:rsidRDefault="002253E7" w:rsidP="003D743A">
      <w:r>
        <w:separator/>
      </w:r>
    </w:p>
  </w:endnote>
  <w:endnote w:type="continuationSeparator" w:id="0">
    <w:p w14:paraId="35AB589A" w14:textId="77777777" w:rsidR="002253E7" w:rsidRDefault="002253E7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ADB3" w14:textId="77777777" w:rsidR="00694E93" w:rsidRPr="00EA1E3C" w:rsidRDefault="00694E93" w:rsidP="00AD21EE">
    <w:pPr>
      <w:pStyle w:val="Footer"/>
      <w:ind w:right="360"/>
      <w:rPr>
        <w:rFonts w:ascii="Angsana New" w:hAnsi="Angsana New"/>
        <w:i/>
        <w:iCs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3942491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0"/>
        <w:szCs w:val="30"/>
      </w:rPr>
    </w:sdtEndPr>
    <w:sdtContent>
      <w:p w14:paraId="5546D56D" w14:textId="047A6F28" w:rsidR="00694E93" w:rsidRPr="00227E50" w:rsidRDefault="00000000" w:rsidP="006B7DC9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7756467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0"/>
        <w:szCs w:val="30"/>
      </w:rPr>
    </w:sdtEndPr>
    <w:sdtContent>
      <w:p w14:paraId="7E7B23DB" w14:textId="77777777" w:rsidR="00A47A49" w:rsidRPr="00227E50" w:rsidRDefault="00A47A49" w:rsidP="006B7DC9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227E50">
          <w:rPr>
            <w:rFonts w:ascii="Angsana New" w:hAnsi="Angsana New" w:hint="cs"/>
            <w:sz w:val="30"/>
            <w:szCs w:val="30"/>
          </w:rPr>
          <w:fldChar w:fldCharType="begin"/>
        </w:r>
        <w:r w:rsidRPr="00227E50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227E50">
          <w:rPr>
            <w:rFonts w:ascii="Angsana New" w:hAnsi="Angsana New" w:hint="cs"/>
            <w:sz w:val="30"/>
            <w:szCs w:val="30"/>
          </w:rPr>
          <w:fldChar w:fldCharType="separate"/>
        </w:r>
        <w:r w:rsidRPr="00227E50">
          <w:rPr>
            <w:rFonts w:ascii="Angsana New" w:hAnsi="Angsana New" w:hint="cs"/>
            <w:noProof/>
            <w:sz w:val="30"/>
            <w:szCs w:val="30"/>
          </w:rPr>
          <w:t>6</w:t>
        </w:r>
        <w:r>
          <w:rPr>
            <w:rFonts w:ascii="Angsana New" w:hAnsi="Angsana New" w:hint="cs"/>
            <w:noProof/>
            <w:sz w:val="30"/>
            <w:szCs w:val="30"/>
          </w:rPr>
          <w:t>7</w:t>
        </w:r>
        <w:r w:rsidRPr="00227E50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6184F" w14:textId="77777777" w:rsidR="002253E7" w:rsidRDefault="002253E7" w:rsidP="003D743A">
      <w:r>
        <w:separator/>
      </w:r>
    </w:p>
  </w:footnote>
  <w:footnote w:type="continuationSeparator" w:id="0">
    <w:p w14:paraId="4CE95533" w14:textId="77777777" w:rsidR="002253E7" w:rsidRDefault="002253E7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546B" w14:textId="77777777" w:rsidR="00694E93" w:rsidRDefault="00694E93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  <w:p w14:paraId="043F7C85" w14:textId="77777777" w:rsidR="00694E93" w:rsidRPr="00562FFF" w:rsidRDefault="00694E93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5459" w14:textId="77777777" w:rsidR="00694E93" w:rsidRDefault="00694E93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6B97D411" w14:textId="703DAA81" w:rsidR="00694E93" w:rsidRPr="00D110DA" w:rsidRDefault="00694E93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(เดิมชื่อ บริษัท เวนดิ้ง คอร์ปอเรชั่น จำกัด และบริษัทย่อย)</w:t>
    </w:r>
  </w:p>
  <w:p w14:paraId="3AAF7002" w14:textId="77777777" w:rsidR="00694E93" w:rsidRPr="00235F64" w:rsidRDefault="00694E93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768E2DA" w14:textId="102EBDD9" w:rsidR="00694E93" w:rsidRPr="00BE76D9" w:rsidRDefault="00694E93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2562</w:t>
    </w:r>
  </w:p>
  <w:p w14:paraId="0DD3B524" w14:textId="77777777" w:rsidR="00694E93" w:rsidRPr="000507D5" w:rsidRDefault="00694E93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AB64" w14:textId="77777777" w:rsidR="00694E93" w:rsidRPr="00BE76D9" w:rsidRDefault="00694E93" w:rsidP="00F6148C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293B" w14:textId="77777777" w:rsidR="00694E93" w:rsidRPr="00850869" w:rsidRDefault="00694E93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627CAA"/>
    <w:lvl w:ilvl="0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773A5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0C165CCF"/>
    <w:multiLevelType w:val="hybridMultilevel"/>
    <w:tmpl w:val="7820C37C"/>
    <w:lvl w:ilvl="0" w:tplc="0504DF5C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C7878A2"/>
    <w:multiLevelType w:val="hybridMultilevel"/>
    <w:tmpl w:val="F2CACAE8"/>
    <w:lvl w:ilvl="0" w:tplc="B90EC9C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D2E07"/>
    <w:multiLevelType w:val="hybridMultilevel"/>
    <w:tmpl w:val="9FE6E3D4"/>
    <w:lvl w:ilvl="0" w:tplc="B696343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C0EB8"/>
    <w:multiLevelType w:val="hybridMultilevel"/>
    <w:tmpl w:val="220C95FC"/>
    <w:lvl w:ilvl="0" w:tplc="4FCE046E">
      <w:start w:val="1"/>
      <w:numFmt w:val="decimal"/>
      <w:lvlText w:val="(%1)"/>
      <w:lvlJc w:val="left"/>
      <w:pPr>
        <w:ind w:left="1908" w:hanging="360"/>
      </w:pPr>
      <w:rPr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2628" w:hanging="360"/>
      </w:pPr>
    </w:lvl>
    <w:lvl w:ilvl="2" w:tplc="0409001B">
      <w:start w:val="1"/>
      <w:numFmt w:val="lowerRoman"/>
      <w:lvlText w:val="%3."/>
      <w:lvlJc w:val="right"/>
      <w:pPr>
        <w:ind w:left="3348" w:hanging="180"/>
      </w:pPr>
    </w:lvl>
    <w:lvl w:ilvl="3" w:tplc="0409000F">
      <w:start w:val="1"/>
      <w:numFmt w:val="decimal"/>
      <w:lvlText w:val="%4."/>
      <w:lvlJc w:val="left"/>
      <w:pPr>
        <w:ind w:left="4068" w:hanging="360"/>
      </w:pPr>
    </w:lvl>
    <w:lvl w:ilvl="4" w:tplc="04090019">
      <w:start w:val="1"/>
      <w:numFmt w:val="lowerLetter"/>
      <w:lvlText w:val="%5."/>
      <w:lvlJc w:val="left"/>
      <w:pPr>
        <w:ind w:left="4788" w:hanging="360"/>
      </w:pPr>
    </w:lvl>
    <w:lvl w:ilvl="5" w:tplc="0409001B">
      <w:start w:val="1"/>
      <w:numFmt w:val="lowerRoman"/>
      <w:lvlText w:val="%6."/>
      <w:lvlJc w:val="right"/>
      <w:pPr>
        <w:ind w:left="5508" w:hanging="180"/>
      </w:pPr>
    </w:lvl>
    <w:lvl w:ilvl="6" w:tplc="0409000F">
      <w:start w:val="1"/>
      <w:numFmt w:val="decimal"/>
      <w:lvlText w:val="%7."/>
      <w:lvlJc w:val="left"/>
      <w:pPr>
        <w:ind w:left="6228" w:hanging="360"/>
      </w:pPr>
    </w:lvl>
    <w:lvl w:ilvl="7" w:tplc="04090019">
      <w:start w:val="1"/>
      <w:numFmt w:val="lowerLetter"/>
      <w:lvlText w:val="%8."/>
      <w:lvlJc w:val="left"/>
      <w:pPr>
        <w:ind w:left="6948" w:hanging="360"/>
      </w:pPr>
    </w:lvl>
    <w:lvl w:ilvl="8" w:tplc="0409001B">
      <w:start w:val="1"/>
      <w:numFmt w:val="lowerRoman"/>
      <w:lvlText w:val="%9."/>
      <w:lvlJc w:val="right"/>
      <w:pPr>
        <w:ind w:left="7668" w:hanging="180"/>
      </w:pPr>
    </w:lvl>
  </w:abstractNum>
  <w:abstractNum w:abstractNumId="16" w15:restartNumberingAfterBreak="0">
    <w:nsid w:val="1CFF0D2B"/>
    <w:multiLevelType w:val="hybridMultilevel"/>
    <w:tmpl w:val="7F6CC80A"/>
    <w:lvl w:ilvl="0" w:tplc="3084A1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C76D8A"/>
    <w:multiLevelType w:val="hybridMultilevel"/>
    <w:tmpl w:val="32CC3D5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4DE18A5"/>
    <w:multiLevelType w:val="hybridMultilevel"/>
    <w:tmpl w:val="E2E86D40"/>
    <w:lvl w:ilvl="0" w:tplc="9984EA8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 w15:restartNumberingAfterBreak="0">
    <w:nsid w:val="29EF6FC8"/>
    <w:multiLevelType w:val="hybridMultilevel"/>
    <w:tmpl w:val="684A713C"/>
    <w:lvl w:ilvl="0" w:tplc="55CA940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8152F36"/>
    <w:multiLevelType w:val="hybridMultilevel"/>
    <w:tmpl w:val="823CABE0"/>
    <w:lvl w:ilvl="0" w:tplc="BC4C37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135D2E"/>
    <w:multiLevelType w:val="hybridMultilevel"/>
    <w:tmpl w:val="20D63BA8"/>
    <w:lvl w:ilvl="0" w:tplc="E80A8EE4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FE70F52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1730036"/>
    <w:multiLevelType w:val="hybridMultilevel"/>
    <w:tmpl w:val="232CB38E"/>
    <w:lvl w:ilvl="0" w:tplc="E09A3202">
      <w:start w:val="1"/>
      <w:numFmt w:val="thaiLetters"/>
      <w:lvlText w:val="(%1)"/>
      <w:lvlJc w:val="left"/>
      <w:pPr>
        <w:ind w:left="1260" w:hanging="360"/>
      </w:pPr>
      <w:rPr>
        <w:rFonts w:asciiTheme="majorBidi" w:hAnsiTheme="majorBidi" w:cstheme="majorBidi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 w15:restartNumberingAfterBreak="0">
    <w:nsid w:val="55B2637F"/>
    <w:multiLevelType w:val="multilevel"/>
    <w:tmpl w:val="724EB112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  <w:lang w:bidi="th-TH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56EC737D"/>
    <w:multiLevelType w:val="multilevel"/>
    <w:tmpl w:val="61C078A6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06A1F48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099059C"/>
    <w:multiLevelType w:val="hybridMultilevel"/>
    <w:tmpl w:val="D84C86FE"/>
    <w:lvl w:ilvl="0" w:tplc="D7DEEC82">
      <w:start w:val="1"/>
      <w:numFmt w:val="decimal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4" w15:restartNumberingAfterBreak="0">
    <w:nsid w:val="650B2DD2"/>
    <w:multiLevelType w:val="multilevel"/>
    <w:tmpl w:val="2F726DE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5" w15:restartNumberingAfterBreak="0">
    <w:nsid w:val="65CD2DA5"/>
    <w:multiLevelType w:val="hybridMultilevel"/>
    <w:tmpl w:val="A670AD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6285E29"/>
    <w:multiLevelType w:val="hybridMultilevel"/>
    <w:tmpl w:val="61C078A6"/>
    <w:lvl w:ilvl="0" w:tplc="AF9216DC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9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0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3" w15:restartNumberingAfterBreak="0">
    <w:nsid w:val="767B1B43"/>
    <w:multiLevelType w:val="multilevel"/>
    <w:tmpl w:val="61C078A6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9394145"/>
    <w:multiLevelType w:val="multilevel"/>
    <w:tmpl w:val="4A38C72A"/>
    <w:lvl w:ilvl="0">
      <w:start w:val="10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abstractNum w:abstractNumId="46" w15:restartNumberingAfterBreak="0">
    <w:nsid w:val="7B507873"/>
    <w:multiLevelType w:val="hybridMultilevel"/>
    <w:tmpl w:val="85B86D20"/>
    <w:lvl w:ilvl="0" w:tplc="CACA58F4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573859059">
    <w:abstractNumId w:val="6"/>
  </w:num>
  <w:num w:numId="2" w16cid:durableId="1391340291">
    <w:abstractNumId w:val="5"/>
  </w:num>
  <w:num w:numId="3" w16cid:durableId="1253195935">
    <w:abstractNumId w:val="9"/>
  </w:num>
  <w:num w:numId="4" w16cid:durableId="1612778303">
    <w:abstractNumId w:val="7"/>
  </w:num>
  <w:num w:numId="5" w16cid:durableId="751585298">
    <w:abstractNumId w:val="8"/>
  </w:num>
  <w:num w:numId="6" w16cid:durableId="256907486">
    <w:abstractNumId w:val="3"/>
  </w:num>
  <w:num w:numId="7" w16cid:durableId="1607536391">
    <w:abstractNumId w:val="2"/>
  </w:num>
  <w:num w:numId="8" w16cid:durableId="1485853959">
    <w:abstractNumId w:val="0"/>
  </w:num>
  <w:num w:numId="9" w16cid:durableId="279646879">
    <w:abstractNumId w:val="1"/>
  </w:num>
  <w:num w:numId="10" w16cid:durableId="1150824127">
    <w:abstractNumId w:val="4"/>
  </w:num>
  <w:num w:numId="11" w16cid:durableId="762341699">
    <w:abstractNumId w:val="23"/>
  </w:num>
  <w:num w:numId="12" w16cid:durableId="2088727833">
    <w:abstractNumId w:val="19"/>
  </w:num>
  <w:num w:numId="13" w16cid:durableId="233856962">
    <w:abstractNumId w:val="38"/>
  </w:num>
  <w:num w:numId="14" w16cid:durableId="1435247518">
    <w:abstractNumId w:val="21"/>
  </w:num>
  <w:num w:numId="15" w16cid:durableId="1649703447">
    <w:abstractNumId w:val="24"/>
  </w:num>
  <w:num w:numId="16" w16cid:durableId="589580701">
    <w:abstractNumId w:val="42"/>
  </w:num>
  <w:num w:numId="17" w16cid:durableId="2056267345">
    <w:abstractNumId w:val="44"/>
  </w:num>
  <w:num w:numId="18" w16cid:durableId="1637876923">
    <w:abstractNumId w:val="28"/>
  </w:num>
  <w:num w:numId="19" w16cid:durableId="1648167249">
    <w:abstractNumId w:val="14"/>
  </w:num>
  <w:num w:numId="20" w16cid:durableId="1902672489">
    <w:abstractNumId w:val="13"/>
  </w:num>
  <w:num w:numId="21" w16cid:durableId="627778025">
    <w:abstractNumId w:val="10"/>
  </w:num>
  <w:num w:numId="22" w16cid:durableId="1413623212">
    <w:abstractNumId w:val="40"/>
  </w:num>
  <w:num w:numId="23" w16cid:durableId="128523621">
    <w:abstractNumId w:val="34"/>
  </w:num>
  <w:num w:numId="24" w16cid:durableId="1449470780">
    <w:abstractNumId w:val="45"/>
  </w:num>
  <w:num w:numId="25" w16cid:durableId="121928510">
    <w:abstractNumId w:val="15"/>
  </w:num>
  <w:num w:numId="26" w16cid:durableId="2035812077">
    <w:abstractNumId w:val="37"/>
  </w:num>
  <w:num w:numId="27" w16cid:durableId="1338383434">
    <w:abstractNumId w:val="41"/>
  </w:num>
  <w:num w:numId="28" w16cid:durableId="487863937">
    <w:abstractNumId w:val="26"/>
  </w:num>
  <w:num w:numId="29" w16cid:durableId="290523327">
    <w:abstractNumId w:val="25"/>
  </w:num>
  <w:num w:numId="30" w16cid:durableId="2088073192">
    <w:abstractNumId w:val="18"/>
  </w:num>
  <w:num w:numId="31" w16cid:durableId="1636838890">
    <w:abstractNumId w:val="35"/>
  </w:num>
  <w:num w:numId="32" w16cid:durableId="498737658">
    <w:abstractNumId w:val="39"/>
  </w:num>
  <w:num w:numId="33" w16cid:durableId="475074935">
    <w:abstractNumId w:val="29"/>
  </w:num>
  <w:num w:numId="34" w16cid:durableId="1868785557">
    <w:abstractNumId w:val="36"/>
  </w:num>
  <w:num w:numId="35" w16cid:durableId="1924023944">
    <w:abstractNumId w:val="17"/>
  </w:num>
  <w:num w:numId="36" w16cid:durableId="521936581">
    <w:abstractNumId w:val="27"/>
  </w:num>
  <w:num w:numId="37" w16cid:durableId="235867287">
    <w:abstractNumId w:val="31"/>
  </w:num>
  <w:num w:numId="38" w16cid:durableId="1015496020">
    <w:abstractNumId w:val="43"/>
  </w:num>
  <w:num w:numId="39" w16cid:durableId="1475372171">
    <w:abstractNumId w:val="30"/>
  </w:num>
  <w:num w:numId="40" w16cid:durableId="2130005566">
    <w:abstractNumId w:val="46"/>
  </w:num>
  <w:num w:numId="41" w16cid:durableId="2133818876">
    <w:abstractNumId w:val="11"/>
  </w:num>
  <w:num w:numId="42" w16cid:durableId="82534495">
    <w:abstractNumId w:val="32"/>
  </w:num>
  <w:num w:numId="43" w16cid:durableId="1996835444">
    <w:abstractNumId w:val="16"/>
  </w:num>
  <w:num w:numId="44" w16cid:durableId="1196696822">
    <w:abstractNumId w:val="20"/>
  </w:num>
  <w:num w:numId="45" w16cid:durableId="2049723287">
    <w:abstractNumId w:val="12"/>
  </w:num>
  <w:num w:numId="46" w16cid:durableId="1899659175">
    <w:abstractNumId w:val="33"/>
  </w:num>
  <w:num w:numId="47" w16cid:durableId="888608321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566"/>
    <w:rsid w:val="0000061C"/>
    <w:rsid w:val="000007B9"/>
    <w:rsid w:val="0000082F"/>
    <w:rsid w:val="00000EE5"/>
    <w:rsid w:val="000011BF"/>
    <w:rsid w:val="00001210"/>
    <w:rsid w:val="000012B4"/>
    <w:rsid w:val="00001402"/>
    <w:rsid w:val="000015A3"/>
    <w:rsid w:val="000015CF"/>
    <w:rsid w:val="00001D7F"/>
    <w:rsid w:val="0000200C"/>
    <w:rsid w:val="0000230D"/>
    <w:rsid w:val="00002479"/>
    <w:rsid w:val="0000290A"/>
    <w:rsid w:val="00002C0E"/>
    <w:rsid w:val="00002D9B"/>
    <w:rsid w:val="00002E14"/>
    <w:rsid w:val="00002FD7"/>
    <w:rsid w:val="00003047"/>
    <w:rsid w:val="0000330E"/>
    <w:rsid w:val="000035D8"/>
    <w:rsid w:val="0000364B"/>
    <w:rsid w:val="000038FA"/>
    <w:rsid w:val="000039CC"/>
    <w:rsid w:val="00003B2D"/>
    <w:rsid w:val="00003D29"/>
    <w:rsid w:val="00003EF5"/>
    <w:rsid w:val="00003F94"/>
    <w:rsid w:val="00004185"/>
    <w:rsid w:val="000041DD"/>
    <w:rsid w:val="000044DD"/>
    <w:rsid w:val="000045A2"/>
    <w:rsid w:val="00004769"/>
    <w:rsid w:val="000047E0"/>
    <w:rsid w:val="00004982"/>
    <w:rsid w:val="00004A99"/>
    <w:rsid w:val="00004D33"/>
    <w:rsid w:val="00004E41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676C"/>
    <w:rsid w:val="000068C3"/>
    <w:rsid w:val="000068C4"/>
    <w:rsid w:val="00006A5E"/>
    <w:rsid w:val="00007016"/>
    <w:rsid w:val="0000720D"/>
    <w:rsid w:val="000072EF"/>
    <w:rsid w:val="000079E0"/>
    <w:rsid w:val="00007B22"/>
    <w:rsid w:val="00007CDD"/>
    <w:rsid w:val="00007CEB"/>
    <w:rsid w:val="0001001F"/>
    <w:rsid w:val="00010113"/>
    <w:rsid w:val="00010474"/>
    <w:rsid w:val="0001054B"/>
    <w:rsid w:val="00010892"/>
    <w:rsid w:val="00011098"/>
    <w:rsid w:val="000110FD"/>
    <w:rsid w:val="000112BC"/>
    <w:rsid w:val="000112D6"/>
    <w:rsid w:val="00011992"/>
    <w:rsid w:val="00011BF1"/>
    <w:rsid w:val="00011BFE"/>
    <w:rsid w:val="00011C77"/>
    <w:rsid w:val="00011CE8"/>
    <w:rsid w:val="000122E7"/>
    <w:rsid w:val="00012AC5"/>
    <w:rsid w:val="00012F1B"/>
    <w:rsid w:val="0001354F"/>
    <w:rsid w:val="00013673"/>
    <w:rsid w:val="00013887"/>
    <w:rsid w:val="00013E15"/>
    <w:rsid w:val="00013F04"/>
    <w:rsid w:val="00014239"/>
    <w:rsid w:val="000144D1"/>
    <w:rsid w:val="000149F0"/>
    <w:rsid w:val="00014A61"/>
    <w:rsid w:val="00014BFA"/>
    <w:rsid w:val="00014D0F"/>
    <w:rsid w:val="0001512B"/>
    <w:rsid w:val="00015637"/>
    <w:rsid w:val="0001584A"/>
    <w:rsid w:val="00015B11"/>
    <w:rsid w:val="00015C43"/>
    <w:rsid w:val="00016042"/>
    <w:rsid w:val="00016D87"/>
    <w:rsid w:val="00017B1F"/>
    <w:rsid w:val="00017B35"/>
    <w:rsid w:val="00017BDE"/>
    <w:rsid w:val="00017C87"/>
    <w:rsid w:val="00017D44"/>
    <w:rsid w:val="000200F4"/>
    <w:rsid w:val="000203BB"/>
    <w:rsid w:val="000207FE"/>
    <w:rsid w:val="00020ABE"/>
    <w:rsid w:val="00020B16"/>
    <w:rsid w:val="00020EE7"/>
    <w:rsid w:val="00021140"/>
    <w:rsid w:val="00021251"/>
    <w:rsid w:val="00021283"/>
    <w:rsid w:val="00021715"/>
    <w:rsid w:val="000217C5"/>
    <w:rsid w:val="00021C58"/>
    <w:rsid w:val="00021C6C"/>
    <w:rsid w:val="00021E32"/>
    <w:rsid w:val="00021FDF"/>
    <w:rsid w:val="000223AC"/>
    <w:rsid w:val="0002249E"/>
    <w:rsid w:val="000225A7"/>
    <w:rsid w:val="0002261F"/>
    <w:rsid w:val="0002276C"/>
    <w:rsid w:val="0002285B"/>
    <w:rsid w:val="000228BF"/>
    <w:rsid w:val="00022BDD"/>
    <w:rsid w:val="000231BC"/>
    <w:rsid w:val="000231DB"/>
    <w:rsid w:val="00023260"/>
    <w:rsid w:val="000232BF"/>
    <w:rsid w:val="00023328"/>
    <w:rsid w:val="000239E8"/>
    <w:rsid w:val="00023E80"/>
    <w:rsid w:val="0002402B"/>
    <w:rsid w:val="00024686"/>
    <w:rsid w:val="000246C8"/>
    <w:rsid w:val="0002475E"/>
    <w:rsid w:val="00024812"/>
    <w:rsid w:val="000249B4"/>
    <w:rsid w:val="00024B32"/>
    <w:rsid w:val="00024F7C"/>
    <w:rsid w:val="000255D9"/>
    <w:rsid w:val="00025670"/>
    <w:rsid w:val="00025B21"/>
    <w:rsid w:val="00025DF5"/>
    <w:rsid w:val="000260A3"/>
    <w:rsid w:val="00026CE0"/>
    <w:rsid w:val="00026F42"/>
    <w:rsid w:val="000273AB"/>
    <w:rsid w:val="000273C0"/>
    <w:rsid w:val="000276E5"/>
    <w:rsid w:val="000277B9"/>
    <w:rsid w:val="00027A9C"/>
    <w:rsid w:val="00027DA4"/>
    <w:rsid w:val="00027F78"/>
    <w:rsid w:val="00027F91"/>
    <w:rsid w:val="00027FFE"/>
    <w:rsid w:val="00030249"/>
    <w:rsid w:val="0003026C"/>
    <w:rsid w:val="0003030E"/>
    <w:rsid w:val="000303C4"/>
    <w:rsid w:val="000305E6"/>
    <w:rsid w:val="0003085D"/>
    <w:rsid w:val="00030A73"/>
    <w:rsid w:val="00030AA6"/>
    <w:rsid w:val="00030C00"/>
    <w:rsid w:val="00030E4F"/>
    <w:rsid w:val="00030E78"/>
    <w:rsid w:val="00031244"/>
    <w:rsid w:val="000314DD"/>
    <w:rsid w:val="00031689"/>
    <w:rsid w:val="00031A2A"/>
    <w:rsid w:val="00031D21"/>
    <w:rsid w:val="00031EBA"/>
    <w:rsid w:val="000322DE"/>
    <w:rsid w:val="0003286A"/>
    <w:rsid w:val="00032AC5"/>
    <w:rsid w:val="00032F33"/>
    <w:rsid w:val="00033081"/>
    <w:rsid w:val="00033666"/>
    <w:rsid w:val="00033725"/>
    <w:rsid w:val="000338B6"/>
    <w:rsid w:val="00033A34"/>
    <w:rsid w:val="00033D6E"/>
    <w:rsid w:val="00033DB9"/>
    <w:rsid w:val="00033E01"/>
    <w:rsid w:val="00033E87"/>
    <w:rsid w:val="00033FA6"/>
    <w:rsid w:val="0003409F"/>
    <w:rsid w:val="0003422A"/>
    <w:rsid w:val="00034305"/>
    <w:rsid w:val="0003440C"/>
    <w:rsid w:val="00034628"/>
    <w:rsid w:val="00034B64"/>
    <w:rsid w:val="00034C3F"/>
    <w:rsid w:val="00034FD3"/>
    <w:rsid w:val="00035060"/>
    <w:rsid w:val="00035149"/>
    <w:rsid w:val="0003514A"/>
    <w:rsid w:val="00035452"/>
    <w:rsid w:val="000355ED"/>
    <w:rsid w:val="000358F4"/>
    <w:rsid w:val="00035C4B"/>
    <w:rsid w:val="00035D1B"/>
    <w:rsid w:val="00035D36"/>
    <w:rsid w:val="00035EC1"/>
    <w:rsid w:val="00035FEE"/>
    <w:rsid w:val="00036078"/>
    <w:rsid w:val="0003669F"/>
    <w:rsid w:val="0003687B"/>
    <w:rsid w:val="000368FD"/>
    <w:rsid w:val="00036A62"/>
    <w:rsid w:val="00036AB3"/>
    <w:rsid w:val="00036E9C"/>
    <w:rsid w:val="00036F26"/>
    <w:rsid w:val="00037470"/>
    <w:rsid w:val="00037875"/>
    <w:rsid w:val="00037A8F"/>
    <w:rsid w:val="00037C24"/>
    <w:rsid w:val="00037DFC"/>
    <w:rsid w:val="00037E0F"/>
    <w:rsid w:val="00037F0B"/>
    <w:rsid w:val="00040506"/>
    <w:rsid w:val="000406EB"/>
    <w:rsid w:val="000407B9"/>
    <w:rsid w:val="000407E3"/>
    <w:rsid w:val="000407F5"/>
    <w:rsid w:val="00040D11"/>
    <w:rsid w:val="00040EF6"/>
    <w:rsid w:val="00040FE5"/>
    <w:rsid w:val="00041133"/>
    <w:rsid w:val="000412FC"/>
    <w:rsid w:val="00041863"/>
    <w:rsid w:val="00041A2B"/>
    <w:rsid w:val="00041B09"/>
    <w:rsid w:val="00041C32"/>
    <w:rsid w:val="00042012"/>
    <w:rsid w:val="0004214F"/>
    <w:rsid w:val="000421A4"/>
    <w:rsid w:val="0004243C"/>
    <w:rsid w:val="000424F0"/>
    <w:rsid w:val="000425C5"/>
    <w:rsid w:val="000425FA"/>
    <w:rsid w:val="000431A0"/>
    <w:rsid w:val="000431F8"/>
    <w:rsid w:val="0004322C"/>
    <w:rsid w:val="000433CB"/>
    <w:rsid w:val="000435DB"/>
    <w:rsid w:val="00043849"/>
    <w:rsid w:val="00043956"/>
    <w:rsid w:val="00043A62"/>
    <w:rsid w:val="00043AB4"/>
    <w:rsid w:val="00043E2F"/>
    <w:rsid w:val="000440B9"/>
    <w:rsid w:val="0004410D"/>
    <w:rsid w:val="0004415B"/>
    <w:rsid w:val="0004421C"/>
    <w:rsid w:val="00044280"/>
    <w:rsid w:val="0004447D"/>
    <w:rsid w:val="00044840"/>
    <w:rsid w:val="00044B40"/>
    <w:rsid w:val="00044B42"/>
    <w:rsid w:val="00044C18"/>
    <w:rsid w:val="00044F8D"/>
    <w:rsid w:val="0004506E"/>
    <w:rsid w:val="00045267"/>
    <w:rsid w:val="00045465"/>
    <w:rsid w:val="0004567D"/>
    <w:rsid w:val="000458D2"/>
    <w:rsid w:val="00045B6B"/>
    <w:rsid w:val="00045B99"/>
    <w:rsid w:val="00045BD3"/>
    <w:rsid w:val="00045CF9"/>
    <w:rsid w:val="00045F87"/>
    <w:rsid w:val="000462F6"/>
    <w:rsid w:val="00046344"/>
    <w:rsid w:val="00046BF9"/>
    <w:rsid w:val="00046C25"/>
    <w:rsid w:val="00046DE8"/>
    <w:rsid w:val="00046F41"/>
    <w:rsid w:val="0004719C"/>
    <w:rsid w:val="000471D3"/>
    <w:rsid w:val="0004725F"/>
    <w:rsid w:val="0004740C"/>
    <w:rsid w:val="0004766A"/>
    <w:rsid w:val="00047691"/>
    <w:rsid w:val="000479AD"/>
    <w:rsid w:val="00047D92"/>
    <w:rsid w:val="00047D99"/>
    <w:rsid w:val="00047F49"/>
    <w:rsid w:val="00050595"/>
    <w:rsid w:val="000505C7"/>
    <w:rsid w:val="000505E5"/>
    <w:rsid w:val="000507D5"/>
    <w:rsid w:val="00050A6B"/>
    <w:rsid w:val="00050C9F"/>
    <w:rsid w:val="00050FEC"/>
    <w:rsid w:val="0005108A"/>
    <w:rsid w:val="0005138F"/>
    <w:rsid w:val="000515C3"/>
    <w:rsid w:val="00051757"/>
    <w:rsid w:val="0005187A"/>
    <w:rsid w:val="000518E7"/>
    <w:rsid w:val="000518E9"/>
    <w:rsid w:val="0005196B"/>
    <w:rsid w:val="000519BE"/>
    <w:rsid w:val="000519C7"/>
    <w:rsid w:val="00051FC5"/>
    <w:rsid w:val="000520B1"/>
    <w:rsid w:val="0005220B"/>
    <w:rsid w:val="0005231C"/>
    <w:rsid w:val="000525FE"/>
    <w:rsid w:val="00052821"/>
    <w:rsid w:val="00052C28"/>
    <w:rsid w:val="00052D14"/>
    <w:rsid w:val="00052D35"/>
    <w:rsid w:val="00052D61"/>
    <w:rsid w:val="00052F9C"/>
    <w:rsid w:val="000530C6"/>
    <w:rsid w:val="00053159"/>
    <w:rsid w:val="0005316C"/>
    <w:rsid w:val="0005318B"/>
    <w:rsid w:val="000532F4"/>
    <w:rsid w:val="00053624"/>
    <w:rsid w:val="000537EA"/>
    <w:rsid w:val="00053CB1"/>
    <w:rsid w:val="000541C9"/>
    <w:rsid w:val="0005435E"/>
    <w:rsid w:val="000543C5"/>
    <w:rsid w:val="00054620"/>
    <w:rsid w:val="000547D9"/>
    <w:rsid w:val="0005485B"/>
    <w:rsid w:val="00054DA4"/>
    <w:rsid w:val="00054E3A"/>
    <w:rsid w:val="00054EA5"/>
    <w:rsid w:val="000550F6"/>
    <w:rsid w:val="00055674"/>
    <w:rsid w:val="00055864"/>
    <w:rsid w:val="00055A36"/>
    <w:rsid w:val="0005602B"/>
    <w:rsid w:val="00056197"/>
    <w:rsid w:val="0005649B"/>
    <w:rsid w:val="00056ECE"/>
    <w:rsid w:val="00057D59"/>
    <w:rsid w:val="00057F7A"/>
    <w:rsid w:val="0006043B"/>
    <w:rsid w:val="00060440"/>
    <w:rsid w:val="0006047E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7C7"/>
    <w:rsid w:val="00061A69"/>
    <w:rsid w:val="00061B47"/>
    <w:rsid w:val="00061BC2"/>
    <w:rsid w:val="00061BE0"/>
    <w:rsid w:val="00062003"/>
    <w:rsid w:val="000620E9"/>
    <w:rsid w:val="00062132"/>
    <w:rsid w:val="00062885"/>
    <w:rsid w:val="00062A58"/>
    <w:rsid w:val="00062C85"/>
    <w:rsid w:val="00062DD7"/>
    <w:rsid w:val="00062F98"/>
    <w:rsid w:val="00062FD0"/>
    <w:rsid w:val="00063256"/>
    <w:rsid w:val="00063971"/>
    <w:rsid w:val="000639C3"/>
    <w:rsid w:val="00063A8F"/>
    <w:rsid w:val="00063B38"/>
    <w:rsid w:val="00064164"/>
    <w:rsid w:val="00064280"/>
    <w:rsid w:val="000645F1"/>
    <w:rsid w:val="000648D8"/>
    <w:rsid w:val="00064F0C"/>
    <w:rsid w:val="0006500B"/>
    <w:rsid w:val="0006500F"/>
    <w:rsid w:val="00065124"/>
    <w:rsid w:val="000657E2"/>
    <w:rsid w:val="00065859"/>
    <w:rsid w:val="00065947"/>
    <w:rsid w:val="00065B7F"/>
    <w:rsid w:val="00065DB2"/>
    <w:rsid w:val="00065E6F"/>
    <w:rsid w:val="00066054"/>
    <w:rsid w:val="0006648C"/>
    <w:rsid w:val="00066853"/>
    <w:rsid w:val="000669AF"/>
    <w:rsid w:val="00066A49"/>
    <w:rsid w:val="00066EC9"/>
    <w:rsid w:val="00067191"/>
    <w:rsid w:val="000675E2"/>
    <w:rsid w:val="000676F4"/>
    <w:rsid w:val="00067AA6"/>
    <w:rsid w:val="00067B9C"/>
    <w:rsid w:val="00067F80"/>
    <w:rsid w:val="000702D5"/>
    <w:rsid w:val="0007072F"/>
    <w:rsid w:val="000708D1"/>
    <w:rsid w:val="00070B95"/>
    <w:rsid w:val="00070D43"/>
    <w:rsid w:val="00070EEC"/>
    <w:rsid w:val="0007109A"/>
    <w:rsid w:val="00071457"/>
    <w:rsid w:val="000715F2"/>
    <w:rsid w:val="00071AA8"/>
    <w:rsid w:val="00071B10"/>
    <w:rsid w:val="00071CC1"/>
    <w:rsid w:val="00071FEE"/>
    <w:rsid w:val="000720AD"/>
    <w:rsid w:val="00072339"/>
    <w:rsid w:val="0007243C"/>
    <w:rsid w:val="000727D3"/>
    <w:rsid w:val="00072C19"/>
    <w:rsid w:val="00072F41"/>
    <w:rsid w:val="0007303C"/>
    <w:rsid w:val="0007333A"/>
    <w:rsid w:val="000735E5"/>
    <w:rsid w:val="0007369A"/>
    <w:rsid w:val="00073952"/>
    <w:rsid w:val="000739E3"/>
    <w:rsid w:val="00073A1E"/>
    <w:rsid w:val="00073B05"/>
    <w:rsid w:val="00073E58"/>
    <w:rsid w:val="0007409F"/>
    <w:rsid w:val="0007438D"/>
    <w:rsid w:val="0007457F"/>
    <w:rsid w:val="0007469B"/>
    <w:rsid w:val="00075107"/>
    <w:rsid w:val="000751EB"/>
    <w:rsid w:val="00075337"/>
    <w:rsid w:val="000757D1"/>
    <w:rsid w:val="000758AF"/>
    <w:rsid w:val="00075C23"/>
    <w:rsid w:val="00075C89"/>
    <w:rsid w:val="00075CFD"/>
    <w:rsid w:val="00076484"/>
    <w:rsid w:val="000764FA"/>
    <w:rsid w:val="0007657C"/>
    <w:rsid w:val="000765FC"/>
    <w:rsid w:val="000766DA"/>
    <w:rsid w:val="000766E5"/>
    <w:rsid w:val="000768DD"/>
    <w:rsid w:val="000769B3"/>
    <w:rsid w:val="000769D2"/>
    <w:rsid w:val="00076A81"/>
    <w:rsid w:val="00076B96"/>
    <w:rsid w:val="00076E76"/>
    <w:rsid w:val="00077275"/>
    <w:rsid w:val="000773AD"/>
    <w:rsid w:val="000774D2"/>
    <w:rsid w:val="00077973"/>
    <w:rsid w:val="00077D38"/>
    <w:rsid w:val="00077E47"/>
    <w:rsid w:val="000806E7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1B86"/>
    <w:rsid w:val="00081D6E"/>
    <w:rsid w:val="00081ED5"/>
    <w:rsid w:val="00082172"/>
    <w:rsid w:val="000823F7"/>
    <w:rsid w:val="00082ABC"/>
    <w:rsid w:val="00082C18"/>
    <w:rsid w:val="00082EA8"/>
    <w:rsid w:val="00083276"/>
    <w:rsid w:val="000836D1"/>
    <w:rsid w:val="0008370C"/>
    <w:rsid w:val="00083959"/>
    <w:rsid w:val="00083A63"/>
    <w:rsid w:val="00083C14"/>
    <w:rsid w:val="00084AE4"/>
    <w:rsid w:val="00084B49"/>
    <w:rsid w:val="00084BCE"/>
    <w:rsid w:val="00084F81"/>
    <w:rsid w:val="000850D7"/>
    <w:rsid w:val="00085198"/>
    <w:rsid w:val="000851A5"/>
    <w:rsid w:val="00085566"/>
    <w:rsid w:val="00085869"/>
    <w:rsid w:val="00085A47"/>
    <w:rsid w:val="00085E22"/>
    <w:rsid w:val="00085E36"/>
    <w:rsid w:val="00085FC0"/>
    <w:rsid w:val="0008634C"/>
    <w:rsid w:val="0008659C"/>
    <w:rsid w:val="000867D9"/>
    <w:rsid w:val="00086B37"/>
    <w:rsid w:val="00086E02"/>
    <w:rsid w:val="0008740C"/>
    <w:rsid w:val="000874ED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03F"/>
    <w:rsid w:val="000911D1"/>
    <w:rsid w:val="000912BA"/>
    <w:rsid w:val="000915BA"/>
    <w:rsid w:val="00091765"/>
    <w:rsid w:val="000917AD"/>
    <w:rsid w:val="0009192B"/>
    <w:rsid w:val="000919E1"/>
    <w:rsid w:val="00091B49"/>
    <w:rsid w:val="000924E0"/>
    <w:rsid w:val="00092E69"/>
    <w:rsid w:val="000934C6"/>
    <w:rsid w:val="000935EA"/>
    <w:rsid w:val="000936CF"/>
    <w:rsid w:val="00093A32"/>
    <w:rsid w:val="00093E02"/>
    <w:rsid w:val="00093E11"/>
    <w:rsid w:val="000940CE"/>
    <w:rsid w:val="000941D7"/>
    <w:rsid w:val="00094436"/>
    <w:rsid w:val="0009463F"/>
    <w:rsid w:val="000946BC"/>
    <w:rsid w:val="000947F9"/>
    <w:rsid w:val="00094872"/>
    <w:rsid w:val="000949D1"/>
    <w:rsid w:val="00094DCF"/>
    <w:rsid w:val="00094EC4"/>
    <w:rsid w:val="000950AE"/>
    <w:rsid w:val="00095294"/>
    <w:rsid w:val="000954C2"/>
    <w:rsid w:val="000954C5"/>
    <w:rsid w:val="0009584D"/>
    <w:rsid w:val="00095859"/>
    <w:rsid w:val="00095A61"/>
    <w:rsid w:val="00095B2D"/>
    <w:rsid w:val="00095EDD"/>
    <w:rsid w:val="0009638A"/>
    <w:rsid w:val="000968A5"/>
    <w:rsid w:val="00096991"/>
    <w:rsid w:val="000969EC"/>
    <w:rsid w:val="00096A88"/>
    <w:rsid w:val="00096E03"/>
    <w:rsid w:val="00096F03"/>
    <w:rsid w:val="00097219"/>
    <w:rsid w:val="000973FD"/>
    <w:rsid w:val="0009759D"/>
    <w:rsid w:val="00097BC6"/>
    <w:rsid w:val="00097D74"/>
    <w:rsid w:val="000A00DF"/>
    <w:rsid w:val="000A0322"/>
    <w:rsid w:val="000A03ED"/>
    <w:rsid w:val="000A0F2C"/>
    <w:rsid w:val="000A0F44"/>
    <w:rsid w:val="000A0F5D"/>
    <w:rsid w:val="000A0F75"/>
    <w:rsid w:val="000A0F9C"/>
    <w:rsid w:val="000A1181"/>
    <w:rsid w:val="000A12D2"/>
    <w:rsid w:val="000A14D2"/>
    <w:rsid w:val="000A1903"/>
    <w:rsid w:val="000A1974"/>
    <w:rsid w:val="000A1F4B"/>
    <w:rsid w:val="000A21EF"/>
    <w:rsid w:val="000A248B"/>
    <w:rsid w:val="000A26BA"/>
    <w:rsid w:val="000A2A4C"/>
    <w:rsid w:val="000A2C98"/>
    <w:rsid w:val="000A2E0E"/>
    <w:rsid w:val="000A2FBB"/>
    <w:rsid w:val="000A321C"/>
    <w:rsid w:val="000A348E"/>
    <w:rsid w:val="000A35FD"/>
    <w:rsid w:val="000A397C"/>
    <w:rsid w:val="000A39A0"/>
    <w:rsid w:val="000A39A2"/>
    <w:rsid w:val="000A39CE"/>
    <w:rsid w:val="000A3A7D"/>
    <w:rsid w:val="000A3AD8"/>
    <w:rsid w:val="000A3C2F"/>
    <w:rsid w:val="000A3C98"/>
    <w:rsid w:val="000A3CF8"/>
    <w:rsid w:val="000A40FD"/>
    <w:rsid w:val="000A42D3"/>
    <w:rsid w:val="000A44D1"/>
    <w:rsid w:val="000A4653"/>
    <w:rsid w:val="000A46EF"/>
    <w:rsid w:val="000A4840"/>
    <w:rsid w:val="000A4CCD"/>
    <w:rsid w:val="000A4F5B"/>
    <w:rsid w:val="000A551B"/>
    <w:rsid w:val="000A5560"/>
    <w:rsid w:val="000A56F3"/>
    <w:rsid w:val="000A5EA4"/>
    <w:rsid w:val="000A605C"/>
    <w:rsid w:val="000A6320"/>
    <w:rsid w:val="000A64AE"/>
    <w:rsid w:val="000A66FD"/>
    <w:rsid w:val="000A69B8"/>
    <w:rsid w:val="000A7597"/>
    <w:rsid w:val="000A79CB"/>
    <w:rsid w:val="000A7AFC"/>
    <w:rsid w:val="000A7B81"/>
    <w:rsid w:val="000A7BB6"/>
    <w:rsid w:val="000A7D6E"/>
    <w:rsid w:val="000B0192"/>
    <w:rsid w:val="000B0915"/>
    <w:rsid w:val="000B104D"/>
    <w:rsid w:val="000B1295"/>
    <w:rsid w:val="000B18C4"/>
    <w:rsid w:val="000B1E03"/>
    <w:rsid w:val="000B1E95"/>
    <w:rsid w:val="000B2080"/>
    <w:rsid w:val="000B22AE"/>
    <w:rsid w:val="000B2453"/>
    <w:rsid w:val="000B268D"/>
    <w:rsid w:val="000B26E8"/>
    <w:rsid w:val="000B2C33"/>
    <w:rsid w:val="000B3827"/>
    <w:rsid w:val="000B395E"/>
    <w:rsid w:val="000B3A06"/>
    <w:rsid w:val="000B3F18"/>
    <w:rsid w:val="000B4584"/>
    <w:rsid w:val="000B460D"/>
    <w:rsid w:val="000B4671"/>
    <w:rsid w:val="000B477D"/>
    <w:rsid w:val="000B480F"/>
    <w:rsid w:val="000B4990"/>
    <w:rsid w:val="000B4BED"/>
    <w:rsid w:val="000B4F05"/>
    <w:rsid w:val="000B4FEC"/>
    <w:rsid w:val="000B536C"/>
    <w:rsid w:val="000B545B"/>
    <w:rsid w:val="000B548D"/>
    <w:rsid w:val="000B5510"/>
    <w:rsid w:val="000B5779"/>
    <w:rsid w:val="000B58CC"/>
    <w:rsid w:val="000B5A45"/>
    <w:rsid w:val="000B5F14"/>
    <w:rsid w:val="000B64DE"/>
    <w:rsid w:val="000B67ED"/>
    <w:rsid w:val="000B6803"/>
    <w:rsid w:val="000B695F"/>
    <w:rsid w:val="000B6BA1"/>
    <w:rsid w:val="000B6E94"/>
    <w:rsid w:val="000B7207"/>
    <w:rsid w:val="000B720E"/>
    <w:rsid w:val="000B7248"/>
    <w:rsid w:val="000B7365"/>
    <w:rsid w:val="000B79C5"/>
    <w:rsid w:val="000B7AC3"/>
    <w:rsid w:val="000B7AE5"/>
    <w:rsid w:val="000B7BED"/>
    <w:rsid w:val="000B7D02"/>
    <w:rsid w:val="000C00C4"/>
    <w:rsid w:val="000C021A"/>
    <w:rsid w:val="000C0258"/>
    <w:rsid w:val="000C054F"/>
    <w:rsid w:val="000C095E"/>
    <w:rsid w:val="000C0A40"/>
    <w:rsid w:val="000C0CD9"/>
    <w:rsid w:val="000C0D6E"/>
    <w:rsid w:val="000C0FAA"/>
    <w:rsid w:val="000C1064"/>
    <w:rsid w:val="000C1296"/>
    <w:rsid w:val="000C1527"/>
    <w:rsid w:val="000C1532"/>
    <w:rsid w:val="000C17E8"/>
    <w:rsid w:val="000C1B88"/>
    <w:rsid w:val="000C1BC8"/>
    <w:rsid w:val="000C1FE9"/>
    <w:rsid w:val="000C21BA"/>
    <w:rsid w:val="000C2204"/>
    <w:rsid w:val="000C2390"/>
    <w:rsid w:val="000C25A5"/>
    <w:rsid w:val="000C2AA3"/>
    <w:rsid w:val="000C2BA7"/>
    <w:rsid w:val="000C2C15"/>
    <w:rsid w:val="000C2EF0"/>
    <w:rsid w:val="000C306B"/>
    <w:rsid w:val="000C33F6"/>
    <w:rsid w:val="000C346E"/>
    <w:rsid w:val="000C3768"/>
    <w:rsid w:val="000C3779"/>
    <w:rsid w:val="000C38BC"/>
    <w:rsid w:val="000C3AA9"/>
    <w:rsid w:val="000C3B28"/>
    <w:rsid w:val="000C3BE3"/>
    <w:rsid w:val="000C3C6D"/>
    <w:rsid w:val="000C3D91"/>
    <w:rsid w:val="000C3DEA"/>
    <w:rsid w:val="000C3ED6"/>
    <w:rsid w:val="000C3F0D"/>
    <w:rsid w:val="000C4036"/>
    <w:rsid w:val="000C41C8"/>
    <w:rsid w:val="000C422B"/>
    <w:rsid w:val="000C4601"/>
    <w:rsid w:val="000C4785"/>
    <w:rsid w:val="000C493E"/>
    <w:rsid w:val="000C4E55"/>
    <w:rsid w:val="000C4F84"/>
    <w:rsid w:val="000C5080"/>
    <w:rsid w:val="000C5125"/>
    <w:rsid w:val="000C58FE"/>
    <w:rsid w:val="000C5DEF"/>
    <w:rsid w:val="000C5E91"/>
    <w:rsid w:val="000C5FEA"/>
    <w:rsid w:val="000C6162"/>
    <w:rsid w:val="000C6262"/>
    <w:rsid w:val="000C6A61"/>
    <w:rsid w:val="000C6B9E"/>
    <w:rsid w:val="000C6F61"/>
    <w:rsid w:val="000C7071"/>
    <w:rsid w:val="000C74C4"/>
    <w:rsid w:val="000C77E5"/>
    <w:rsid w:val="000C7CC6"/>
    <w:rsid w:val="000C7E8C"/>
    <w:rsid w:val="000D0097"/>
    <w:rsid w:val="000D0215"/>
    <w:rsid w:val="000D0267"/>
    <w:rsid w:val="000D04E3"/>
    <w:rsid w:val="000D0893"/>
    <w:rsid w:val="000D0906"/>
    <w:rsid w:val="000D09EB"/>
    <w:rsid w:val="000D0BE4"/>
    <w:rsid w:val="000D0C64"/>
    <w:rsid w:val="000D0D29"/>
    <w:rsid w:val="000D0F6C"/>
    <w:rsid w:val="000D1472"/>
    <w:rsid w:val="000D1622"/>
    <w:rsid w:val="000D17A1"/>
    <w:rsid w:val="000D17AF"/>
    <w:rsid w:val="000D19BC"/>
    <w:rsid w:val="000D1C28"/>
    <w:rsid w:val="000D1FC9"/>
    <w:rsid w:val="000D2018"/>
    <w:rsid w:val="000D213C"/>
    <w:rsid w:val="000D22E1"/>
    <w:rsid w:val="000D299F"/>
    <w:rsid w:val="000D349C"/>
    <w:rsid w:val="000D3589"/>
    <w:rsid w:val="000D36AE"/>
    <w:rsid w:val="000D389C"/>
    <w:rsid w:val="000D38BF"/>
    <w:rsid w:val="000D39E3"/>
    <w:rsid w:val="000D3AF2"/>
    <w:rsid w:val="000D3D14"/>
    <w:rsid w:val="000D3E7D"/>
    <w:rsid w:val="000D4017"/>
    <w:rsid w:val="000D402E"/>
    <w:rsid w:val="000D459D"/>
    <w:rsid w:val="000D4886"/>
    <w:rsid w:val="000D489F"/>
    <w:rsid w:val="000D4923"/>
    <w:rsid w:val="000D4C22"/>
    <w:rsid w:val="000D4E09"/>
    <w:rsid w:val="000D4E7E"/>
    <w:rsid w:val="000D4F67"/>
    <w:rsid w:val="000D4F9B"/>
    <w:rsid w:val="000D524B"/>
    <w:rsid w:val="000D56CE"/>
    <w:rsid w:val="000D5807"/>
    <w:rsid w:val="000D5838"/>
    <w:rsid w:val="000D59D4"/>
    <w:rsid w:val="000D5C6F"/>
    <w:rsid w:val="000D5C8D"/>
    <w:rsid w:val="000D5CA3"/>
    <w:rsid w:val="000D6045"/>
    <w:rsid w:val="000D6241"/>
    <w:rsid w:val="000D66A6"/>
    <w:rsid w:val="000D68C7"/>
    <w:rsid w:val="000D691F"/>
    <w:rsid w:val="000D6A9B"/>
    <w:rsid w:val="000D6C25"/>
    <w:rsid w:val="000D6D53"/>
    <w:rsid w:val="000D714D"/>
    <w:rsid w:val="000D7531"/>
    <w:rsid w:val="000D7936"/>
    <w:rsid w:val="000D7D4B"/>
    <w:rsid w:val="000E002A"/>
    <w:rsid w:val="000E0163"/>
    <w:rsid w:val="000E035D"/>
    <w:rsid w:val="000E03A0"/>
    <w:rsid w:val="000E041D"/>
    <w:rsid w:val="000E0423"/>
    <w:rsid w:val="000E04D5"/>
    <w:rsid w:val="000E06F2"/>
    <w:rsid w:val="000E08CA"/>
    <w:rsid w:val="000E09BC"/>
    <w:rsid w:val="000E0E9F"/>
    <w:rsid w:val="000E0EC0"/>
    <w:rsid w:val="000E13FB"/>
    <w:rsid w:val="000E145E"/>
    <w:rsid w:val="000E15F6"/>
    <w:rsid w:val="000E16F8"/>
    <w:rsid w:val="000E1FD4"/>
    <w:rsid w:val="000E21F7"/>
    <w:rsid w:val="000E235C"/>
    <w:rsid w:val="000E235D"/>
    <w:rsid w:val="000E2484"/>
    <w:rsid w:val="000E27AF"/>
    <w:rsid w:val="000E28CA"/>
    <w:rsid w:val="000E2CC8"/>
    <w:rsid w:val="000E2E6F"/>
    <w:rsid w:val="000E2F1D"/>
    <w:rsid w:val="000E3000"/>
    <w:rsid w:val="000E32B0"/>
    <w:rsid w:val="000E34B0"/>
    <w:rsid w:val="000E367D"/>
    <w:rsid w:val="000E38F3"/>
    <w:rsid w:val="000E3ABC"/>
    <w:rsid w:val="000E3D5A"/>
    <w:rsid w:val="000E3E0B"/>
    <w:rsid w:val="000E3F3C"/>
    <w:rsid w:val="000E40D9"/>
    <w:rsid w:val="000E43BB"/>
    <w:rsid w:val="000E43D0"/>
    <w:rsid w:val="000E44D6"/>
    <w:rsid w:val="000E49C0"/>
    <w:rsid w:val="000E4D42"/>
    <w:rsid w:val="000E4F85"/>
    <w:rsid w:val="000E5050"/>
    <w:rsid w:val="000E51BE"/>
    <w:rsid w:val="000E532E"/>
    <w:rsid w:val="000E546A"/>
    <w:rsid w:val="000E56E0"/>
    <w:rsid w:val="000E571C"/>
    <w:rsid w:val="000E5A8D"/>
    <w:rsid w:val="000E5AA2"/>
    <w:rsid w:val="000E628C"/>
    <w:rsid w:val="000E6924"/>
    <w:rsid w:val="000E696C"/>
    <w:rsid w:val="000E7358"/>
    <w:rsid w:val="000E743A"/>
    <w:rsid w:val="000E74A9"/>
    <w:rsid w:val="000E765D"/>
    <w:rsid w:val="000E7E30"/>
    <w:rsid w:val="000E7E80"/>
    <w:rsid w:val="000E7EA7"/>
    <w:rsid w:val="000E7FB3"/>
    <w:rsid w:val="000F04EF"/>
    <w:rsid w:val="000F0867"/>
    <w:rsid w:val="000F0AE0"/>
    <w:rsid w:val="000F104A"/>
    <w:rsid w:val="000F1359"/>
    <w:rsid w:val="000F1AE3"/>
    <w:rsid w:val="000F1BEC"/>
    <w:rsid w:val="000F1F17"/>
    <w:rsid w:val="000F1F5D"/>
    <w:rsid w:val="000F1FED"/>
    <w:rsid w:val="000F28CD"/>
    <w:rsid w:val="000F2939"/>
    <w:rsid w:val="000F29D5"/>
    <w:rsid w:val="000F2BBF"/>
    <w:rsid w:val="000F2C30"/>
    <w:rsid w:val="000F2E33"/>
    <w:rsid w:val="000F2FDD"/>
    <w:rsid w:val="000F327C"/>
    <w:rsid w:val="000F3549"/>
    <w:rsid w:val="000F39AB"/>
    <w:rsid w:val="000F3A4B"/>
    <w:rsid w:val="000F3D67"/>
    <w:rsid w:val="000F402F"/>
    <w:rsid w:val="000F42A3"/>
    <w:rsid w:val="000F4375"/>
    <w:rsid w:val="000F44A5"/>
    <w:rsid w:val="000F469E"/>
    <w:rsid w:val="000F46D1"/>
    <w:rsid w:val="000F47C5"/>
    <w:rsid w:val="000F4937"/>
    <w:rsid w:val="000F4F13"/>
    <w:rsid w:val="000F4F27"/>
    <w:rsid w:val="000F51FB"/>
    <w:rsid w:val="000F53C0"/>
    <w:rsid w:val="000F5635"/>
    <w:rsid w:val="000F580B"/>
    <w:rsid w:val="000F5A07"/>
    <w:rsid w:val="000F5D11"/>
    <w:rsid w:val="000F67B1"/>
    <w:rsid w:val="000F69C5"/>
    <w:rsid w:val="000F6C2A"/>
    <w:rsid w:val="000F6D3B"/>
    <w:rsid w:val="000F6FD1"/>
    <w:rsid w:val="000F71D3"/>
    <w:rsid w:val="000F7489"/>
    <w:rsid w:val="000F7504"/>
    <w:rsid w:val="000F75D0"/>
    <w:rsid w:val="000F75E3"/>
    <w:rsid w:val="000F7604"/>
    <w:rsid w:val="000F78A3"/>
    <w:rsid w:val="000F78EC"/>
    <w:rsid w:val="000F7CA9"/>
    <w:rsid w:val="000F7ED3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1F61"/>
    <w:rsid w:val="00102263"/>
    <w:rsid w:val="0010233C"/>
    <w:rsid w:val="00102784"/>
    <w:rsid w:val="001029BD"/>
    <w:rsid w:val="00102A09"/>
    <w:rsid w:val="00102A14"/>
    <w:rsid w:val="00102B35"/>
    <w:rsid w:val="00102EC6"/>
    <w:rsid w:val="001034DB"/>
    <w:rsid w:val="001046FD"/>
    <w:rsid w:val="00104C59"/>
    <w:rsid w:val="0010529A"/>
    <w:rsid w:val="001052FE"/>
    <w:rsid w:val="00105423"/>
    <w:rsid w:val="00105678"/>
    <w:rsid w:val="00105694"/>
    <w:rsid w:val="0010589C"/>
    <w:rsid w:val="001059EE"/>
    <w:rsid w:val="00105AB3"/>
    <w:rsid w:val="00105B00"/>
    <w:rsid w:val="00105B15"/>
    <w:rsid w:val="00105B2C"/>
    <w:rsid w:val="00105B60"/>
    <w:rsid w:val="0010608E"/>
    <w:rsid w:val="0010610A"/>
    <w:rsid w:val="00106178"/>
    <w:rsid w:val="00106232"/>
    <w:rsid w:val="00106305"/>
    <w:rsid w:val="001065BB"/>
    <w:rsid w:val="00106690"/>
    <w:rsid w:val="00106771"/>
    <w:rsid w:val="00106991"/>
    <w:rsid w:val="00106BF2"/>
    <w:rsid w:val="00106D6D"/>
    <w:rsid w:val="00106EF1"/>
    <w:rsid w:val="00107339"/>
    <w:rsid w:val="0010757A"/>
    <w:rsid w:val="00107752"/>
    <w:rsid w:val="0010783D"/>
    <w:rsid w:val="00107883"/>
    <w:rsid w:val="00107907"/>
    <w:rsid w:val="00110335"/>
    <w:rsid w:val="0011097E"/>
    <w:rsid w:val="00110A1C"/>
    <w:rsid w:val="00110F36"/>
    <w:rsid w:val="00111376"/>
    <w:rsid w:val="001117C5"/>
    <w:rsid w:val="00111A5E"/>
    <w:rsid w:val="00112466"/>
    <w:rsid w:val="0011252E"/>
    <w:rsid w:val="0011270B"/>
    <w:rsid w:val="00112721"/>
    <w:rsid w:val="00112984"/>
    <w:rsid w:val="00112C2A"/>
    <w:rsid w:val="00112DE8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6B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ADE"/>
    <w:rsid w:val="00115B6D"/>
    <w:rsid w:val="00115D52"/>
    <w:rsid w:val="00115FDF"/>
    <w:rsid w:val="0011620B"/>
    <w:rsid w:val="0011642D"/>
    <w:rsid w:val="00116EBB"/>
    <w:rsid w:val="00116FF9"/>
    <w:rsid w:val="00117294"/>
    <w:rsid w:val="00117356"/>
    <w:rsid w:val="00117376"/>
    <w:rsid w:val="001173C8"/>
    <w:rsid w:val="00117800"/>
    <w:rsid w:val="00117A06"/>
    <w:rsid w:val="00117E05"/>
    <w:rsid w:val="00117E34"/>
    <w:rsid w:val="001209A7"/>
    <w:rsid w:val="00120DC6"/>
    <w:rsid w:val="00120E1F"/>
    <w:rsid w:val="001211F7"/>
    <w:rsid w:val="0012146A"/>
    <w:rsid w:val="001215BC"/>
    <w:rsid w:val="001215C0"/>
    <w:rsid w:val="0012162E"/>
    <w:rsid w:val="001217D7"/>
    <w:rsid w:val="001218E2"/>
    <w:rsid w:val="00121B5A"/>
    <w:rsid w:val="00121D23"/>
    <w:rsid w:val="00121E9A"/>
    <w:rsid w:val="00121F2D"/>
    <w:rsid w:val="0012203B"/>
    <w:rsid w:val="001224B1"/>
    <w:rsid w:val="001226A5"/>
    <w:rsid w:val="00122912"/>
    <w:rsid w:val="001229C3"/>
    <w:rsid w:val="00122F64"/>
    <w:rsid w:val="0012343E"/>
    <w:rsid w:val="0012366D"/>
    <w:rsid w:val="001237B8"/>
    <w:rsid w:val="0012384C"/>
    <w:rsid w:val="001238D0"/>
    <w:rsid w:val="00123B42"/>
    <w:rsid w:val="00124551"/>
    <w:rsid w:val="00124611"/>
    <w:rsid w:val="001249F7"/>
    <w:rsid w:val="00124FCC"/>
    <w:rsid w:val="00125792"/>
    <w:rsid w:val="00125845"/>
    <w:rsid w:val="00125AF6"/>
    <w:rsid w:val="00125BF9"/>
    <w:rsid w:val="001261FE"/>
    <w:rsid w:val="001266FA"/>
    <w:rsid w:val="00126A42"/>
    <w:rsid w:val="00126C69"/>
    <w:rsid w:val="00126E40"/>
    <w:rsid w:val="00126E77"/>
    <w:rsid w:val="00126FCF"/>
    <w:rsid w:val="00127407"/>
    <w:rsid w:val="00127BE6"/>
    <w:rsid w:val="00130137"/>
    <w:rsid w:val="00130331"/>
    <w:rsid w:val="001304A5"/>
    <w:rsid w:val="001305FC"/>
    <w:rsid w:val="00130A82"/>
    <w:rsid w:val="00130B13"/>
    <w:rsid w:val="00130B5C"/>
    <w:rsid w:val="00130FE2"/>
    <w:rsid w:val="001310D4"/>
    <w:rsid w:val="00131175"/>
    <w:rsid w:val="001313AD"/>
    <w:rsid w:val="00131634"/>
    <w:rsid w:val="001316CF"/>
    <w:rsid w:val="001318F7"/>
    <w:rsid w:val="00131B50"/>
    <w:rsid w:val="00131DA9"/>
    <w:rsid w:val="00131E14"/>
    <w:rsid w:val="00131E59"/>
    <w:rsid w:val="00132318"/>
    <w:rsid w:val="001323A6"/>
    <w:rsid w:val="00132A4F"/>
    <w:rsid w:val="00132D0D"/>
    <w:rsid w:val="00132D80"/>
    <w:rsid w:val="00132EB4"/>
    <w:rsid w:val="00132EB5"/>
    <w:rsid w:val="00132FEC"/>
    <w:rsid w:val="0013349B"/>
    <w:rsid w:val="00133C80"/>
    <w:rsid w:val="00134119"/>
    <w:rsid w:val="0013415D"/>
    <w:rsid w:val="001344A0"/>
    <w:rsid w:val="0013462F"/>
    <w:rsid w:val="00134AF8"/>
    <w:rsid w:val="00134D47"/>
    <w:rsid w:val="00134D68"/>
    <w:rsid w:val="00134E56"/>
    <w:rsid w:val="00135082"/>
    <w:rsid w:val="001352F5"/>
    <w:rsid w:val="00135395"/>
    <w:rsid w:val="001354A3"/>
    <w:rsid w:val="001354D0"/>
    <w:rsid w:val="00135A10"/>
    <w:rsid w:val="00135B65"/>
    <w:rsid w:val="00135DE2"/>
    <w:rsid w:val="00135E67"/>
    <w:rsid w:val="00135F60"/>
    <w:rsid w:val="00136AAF"/>
    <w:rsid w:val="00136ACF"/>
    <w:rsid w:val="00136B10"/>
    <w:rsid w:val="00136C9A"/>
    <w:rsid w:val="00136EC2"/>
    <w:rsid w:val="001370E4"/>
    <w:rsid w:val="0013712F"/>
    <w:rsid w:val="00137876"/>
    <w:rsid w:val="00137897"/>
    <w:rsid w:val="00137C16"/>
    <w:rsid w:val="00137CEC"/>
    <w:rsid w:val="00137EA8"/>
    <w:rsid w:val="00140095"/>
    <w:rsid w:val="00140C7C"/>
    <w:rsid w:val="00141211"/>
    <w:rsid w:val="0014155A"/>
    <w:rsid w:val="00141781"/>
    <w:rsid w:val="00141E68"/>
    <w:rsid w:val="001428AE"/>
    <w:rsid w:val="00142AF2"/>
    <w:rsid w:val="00142B89"/>
    <w:rsid w:val="00142C73"/>
    <w:rsid w:val="0014314A"/>
    <w:rsid w:val="001433E2"/>
    <w:rsid w:val="00143542"/>
    <w:rsid w:val="00143800"/>
    <w:rsid w:val="00143A6B"/>
    <w:rsid w:val="00143F32"/>
    <w:rsid w:val="00144054"/>
    <w:rsid w:val="0014410D"/>
    <w:rsid w:val="001442EB"/>
    <w:rsid w:val="00144607"/>
    <w:rsid w:val="00144825"/>
    <w:rsid w:val="0014488B"/>
    <w:rsid w:val="00144D02"/>
    <w:rsid w:val="00144E52"/>
    <w:rsid w:val="00145058"/>
    <w:rsid w:val="001453F4"/>
    <w:rsid w:val="0014541C"/>
    <w:rsid w:val="00145EAF"/>
    <w:rsid w:val="001461A1"/>
    <w:rsid w:val="0014645C"/>
    <w:rsid w:val="0014649A"/>
    <w:rsid w:val="0014658A"/>
    <w:rsid w:val="00146723"/>
    <w:rsid w:val="00146B50"/>
    <w:rsid w:val="00146C66"/>
    <w:rsid w:val="00146DF2"/>
    <w:rsid w:val="00146F03"/>
    <w:rsid w:val="00146F3D"/>
    <w:rsid w:val="00147062"/>
    <w:rsid w:val="001471B6"/>
    <w:rsid w:val="001471C0"/>
    <w:rsid w:val="00147394"/>
    <w:rsid w:val="00147501"/>
    <w:rsid w:val="001477D6"/>
    <w:rsid w:val="001477E8"/>
    <w:rsid w:val="001479DC"/>
    <w:rsid w:val="00147B07"/>
    <w:rsid w:val="00147CA8"/>
    <w:rsid w:val="00147CCB"/>
    <w:rsid w:val="00147D36"/>
    <w:rsid w:val="00147DB1"/>
    <w:rsid w:val="00147F9B"/>
    <w:rsid w:val="00150282"/>
    <w:rsid w:val="001505ED"/>
    <w:rsid w:val="001508E9"/>
    <w:rsid w:val="0015125E"/>
    <w:rsid w:val="001516AB"/>
    <w:rsid w:val="00151DFB"/>
    <w:rsid w:val="00151EF3"/>
    <w:rsid w:val="00151F8B"/>
    <w:rsid w:val="00152559"/>
    <w:rsid w:val="001526E8"/>
    <w:rsid w:val="001534AF"/>
    <w:rsid w:val="001537A9"/>
    <w:rsid w:val="00153860"/>
    <w:rsid w:val="00153A0F"/>
    <w:rsid w:val="001543A0"/>
    <w:rsid w:val="001543A9"/>
    <w:rsid w:val="001544AE"/>
    <w:rsid w:val="00154955"/>
    <w:rsid w:val="00154BD6"/>
    <w:rsid w:val="00154CE9"/>
    <w:rsid w:val="00155622"/>
    <w:rsid w:val="001556B4"/>
    <w:rsid w:val="001557D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E10"/>
    <w:rsid w:val="00156F99"/>
    <w:rsid w:val="001572B8"/>
    <w:rsid w:val="00157330"/>
    <w:rsid w:val="00157532"/>
    <w:rsid w:val="00157A2D"/>
    <w:rsid w:val="00157B6D"/>
    <w:rsid w:val="001602DF"/>
    <w:rsid w:val="001604B3"/>
    <w:rsid w:val="00160547"/>
    <w:rsid w:val="00160557"/>
    <w:rsid w:val="001606BB"/>
    <w:rsid w:val="001607B0"/>
    <w:rsid w:val="00160A0E"/>
    <w:rsid w:val="00160E8C"/>
    <w:rsid w:val="001610C4"/>
    <w:rsid w:val="0016118A"/>
    <w:rsid w:val="0016137C"/>
    <w:rsid w:val="0016149E"/>
    <w:rsid w:val="001614D2"/>
    <w:rsid w:val="001617A7"/>
    <w:rsid w:val="001617EA"/>
    <w:rsid w:val="0016185A"/>
    <w:rsid w:val="00161ACF"/>
    <w:rsid w:val="00161C3B"/>
    <w:rsid w:val="00161E82"/>
    <w:rsid w:val="00161E95"/>
    <w:rsid w:val="00161F52"/>
    <w:rsid w:val="0016232C"/>
    <w:rsid w:val="001623C6"/>
    <w:rsid w:val="0016248A"/>
    <w:rsid w:val="001624BE"/>
    <w:rsid w:val="00162663"/>
    <w:rsid w:val="00162844"/>
    <w:rsid w:val="00162D6C"/>
    <w:rsid w:val="00163202"/>
    <w:rsid w:val="001633FB"/>
    <w:rsid w:val="00163475"/>
    <w:rsid w:val="0016372B"/>
    <w:rsid w:val="00163B33"/>
    <w:rsid w:val="00163CCB"/>
    <w:rsid w:val="00163CF5"/>
    <w:rsid w:val="00163DEA"/>
    <w:rsid w:val="00163EEC"/>
    <w:rsid w:val="001642EC"/>
    <w:rsid w:val="00164336"/>
    <w:rsid w:val="001644B9"/>
    <w:rsid w:val="00164511"/>
    <w:rsid w:val="00164540"/>
    <w:rsid w:val="00164595"/>
    <w:rsid w:val="0016474C"/>
    <w:rsid w:val="0016487E"/>
    <w:rsid w:val="00164A44"/>
    <w:rsid w:val="00164AF8"/>
    <w:rsid w:val="00164B24"/>
    <w:rsid w:val="00164E2F"/>
    <w:rsid w:val="0016501C"/>
    <w:rsid w:val="001655DE"/>
    <w:rsid w:val="001656F8"/>
    <w:rsid w:val="001657EE"/>
    <w:rsid w:val="001658DD"/>
    <w:rsid w:val="00165C3F"/>
    <w:rsid w:val="00165D2D"/>
    <w:rsid w:val="00165DFC"/>
    <w:rsid w:val="00165E00"/>
    <w:rsid w:val="00166144"/>
    <w:rsid w:val="00166218"/>
    <w:rsid w:val="00166338"/>
    <w:rsid w:val="00166548"/>
    <w:rsid w:val="00166873"/>
    <w:rsid w:val="00166B1F"/>
    <w:rsid w:val="00166BEC"/>
    <w:rsid w:val="00166CB4"/>
    <w:rsid w:val="00166EC0"/>
    <w:rsid w:val="001670CE"/>
    <w:rsid w:val="00167268"/>
    <w:rsid w:val="00167279"/>
    <w:rsid w:val="00167704"/>
    <w:rsid w:val="00167C61"/>
    <w:rsid w:val="00167FB3"/>
    <w:rsid w:val="00170046"/>
    <w:rsid w:val="00170430"/>
    <w:rsid w:val="001704D4"/>
    <w:rsid w:val="00170795"/>
    <w:rsid w:val="00170812"/>
    <w:rsid w:val="001715B4"/>
    <w:rsid w:val="0017163C"/>
    <w:rsid w:val="00171969"/>
    <w:rsid w:val="001719DA"/>
    <w:rsid w:val="00171E02"/>
    <w:rsid w:val="00171E3E"/>
    <w:rsid w:val="00171FD6"/>
    <w:rsid w:val="001720B5"/>
    <w:rsid w:val="0017217F"/>
    <w:rsid w:val="001721A8"/>
    <w:rsid w:val="0017220E"/>
    <w:rsid w:val="0017250C"/>
    <w:rsid w:val="0017254A"/>
    <w:rsid w:val="00172672"/>
    <w:rsid w:val="00172975"/>
    <w:rsid w:val="00172ADD"/>
    <w:rsid w:val="00172C1D"/>
    <w:rsid w:val="00172C2D"/>
    <w:rsid w:val="00172D13"/>
    <w:rsid w:val="00172D88"/>
    <w:rsid w:val="00172E35"/>
    <w:rsid w:val="001730F9"/>
    <w:rsid w:val="0017338B"/>
    <w:rsid w:val="00173A6C"/>
    <w:rsid w:val="00173B02"/>
    <w:rsid w:val="00173C31"/>
    <w:rsid w:val="00173D21"/>
    <w:rsid w:val="00173EE2"/>
    <w:rsid w:val="001745E9"/>
    <w:rsid w:val="001747E8"/>
    <w:rsid w:val="00174926"/>
    <w:rsid w:val="00174B4C"/>
    <w:rsid w:val="00174F4D"/>
    <w:rsid w:val="0017550F"/>
    <w:rsid w:val="001755BC"/>
    <w:rsid w:val="00175660"/>
    <w:rsid w:val="001757A5"/>
    <w:rsid w:val="001758A8"/>
    <w:rsid w:val="00175A22"/>
    <w:rsid w:val="00175BF1"/>
    <w:rsid w:val="00175E78"/>
    <w:rsid w:val="00175F35"/>
    <w:rsid w:val="0017611B"/>
    <w:rsid w:val="00176352"/>
    <w:rsid w:val="00176498"/>
    <w:rsid w:val="0017671D"/>
    <w:rsid w:val="00176E81"/>
    <w:rsid w:val="00177245"/>
    <w:rsid w:val="001772FB"/>
    <w:rsid w:val="00177377"/>
    <w:rsid w:val="00177585"/>
    <w:rsid w:val="0017785D"/>
    <w:rsid w:val="00177D3D"/>
    <w:rsid w:val="00177E63"/>
    <w:rsid w:val="001805AB"/>
    <w:rsid w:val="00180730"/>
    <w:rsid w:val="001807C9"/>
    <w:rsid w:val="0018085D"/>
    <w:rsid w:val="00180B3C"/>
    <w:rsid w:val="00180E2F"/>
    <w:rsid w:val="00180E7E"/>
    <w:rsid w:val="00180ED3"/>
    <w:rsid w:val="001812E2"/>
    <w:rsid w:val="00181617"/>
    <w:rsid w:val="00181F0F"/>
    <w:rsid w:val="0018237B"/>
    <w:rsid w:val="001824B9"/>
    <w:rsid w:val="00182D60"/>
    <w:rsid w:val="00183409"/>
    <w:rsid w:val="00183414"/>
    <w:rsid w:val="0018356F"/>
    <w:rsid w:val="00183C36"/>
    <w:rsid w:val="00183F23"/>
    <w:rsid w:val="0018404A"/>
    <w:rsid w:val="0018406A"/>
    <w:rsid w:val="00184085"/>
    <w:rsid w:val="0018414B"/>
    <w:rsid w:val="0018424D"/>
    <w:rsid w:val="00184379"/>
    <w:rsid w:val="00184576"/>
    <w:rsid w:val="00184821"/>
    <w:rsid w:val="0018498D"/>
    <w:rsid w:val="001849B7"/>
    <w:rsid w:val="00184B01"/>
    <w:rsid w:val="00184C15"/>
    <w:rsid w:val="00184D3B"/>
    <w:rsid w:val="00184DF3"/>
    <w:rsid w:val="00185242"/>
    <w:rsid w:val="001853A2"/>
    <w:rsid w:val="001853CA"/>
    <w:rsid w:val="0018570F"/>
    <w:rsid w:val="001857C8"/>
    <w:rsid w:val="00185955"/>
    <w:rsid w:val="0018597E"/>
    <w:rsid w:val="00185BF2"/>
    <w:rsid w:val="00185CCB"/>
    <w:rsid w:val="00185DAC"/>
    <w:rsid w:val="00185F16"/>
    <w:rsid w:val="0018613F"/>
    <w:rsid w:val="00186A85"/>
    <w:rsid w:val="001870E2"/>
    <w:rsid w:val="00187465"/>
    <w:rsid w:val="00187861"/>
    <w:rsid w:val="00187EDB"/>
    <w:rsid w:val="00187FC8"/>
    <w:rsid w:val="001900A5"/>
    <w:rsid w:val="00190164"/>
    <w:rsid w:val="001908C7"/>
    <w:rsid w:val="00190AE5"/>
    <w:rsid w:val="00190BD2"/>
    <w:rsid w:val="00190F4C"/>
    <w:rsid w:val="0019105A"/>
    <w:rsid w:val="00191214"/>
    <w:rsid w:val="0019122E"/>
    <w:rsid w:val="00191409"/>
    <w:rsid w:val="0019161C"/>
    <w:rsid w:val="00191ACE"/>
    <w:rsid w:val="00191B1F"/>
    <w:rsid w:val="00191B39"/>
    <w:rsid w:val="00191B3C"/>
    <w:rsid w:val="00191C15"/>
    <w:rsid w:val="00191C3A"/>
    <w:rsid w:val="00191E30"/>
    <w:rsid w:val="00191E74"/>
    <w:rsid w:val="00192082"/>
    <w:rsid w:val="00192342"/>
    <w:rsid w:val="0019239D"/>
    <w:rsid w:val="001924B2"/>
    <w:rsid w:val="00192FC8"/>
    <w:rsid w:val="001933BB"/>
    <w:rsid w:val="001934B8"/>
    <w:rsid w:val="00193628"/>
    <w:rsid w:val="001936AE"/>
    <w:rsid w:val="001937BF"/>
    <w:rsid w:val="001937F6"/>
    <w:rsid w:val="00193A8A"/>
    <w:rsid w:val="00193B14"/>
    <w:rsid w:val="00193C0A"/>
    <w:rsid w:val="00193C64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5C52"/>
    <w:rsid w:val="0019617A"/>
    <w:rsid w:val="0019622E"/>
    <w:rsid w:val="00196483"/>
    <w:rsid w:val="001966C1"/>
    <w:rsid w:val="001967F8"/>
    <w:rsid w:val="00196B82"/>
    <w:rsid w:val="00196C80"/>
    <w:rsid w:val="00196DDD"/>
    <w:rsid w:val="00196DEC"/>
    <w:rsid w:val="00196ED9"/>
    <w:rsid w:val="00196F31"/>
    <w:rsid w:val="0019729C"/>
    <w:rsid w:val="001972BA"/>
    <w:rsid w:val="00197385"/>
    <w:rsid w:val="00197852"/>
    <w:rsid w:val="00197CF0"/>
    <w:rsid w:val="001A0546"/>
    <w:rsid w:val="001A062D"/>
    <w:rsid w:val="001A0C2B"/>
    <w:rsid w:val="001A0E5F"/>
    <w:rsid w:val="001A10E4"/>
    <w:rsid w:val="001A1849"/>
    <w:rsid w:val="001A190F"/>
    <w:rsid w:val="001A19BD"/>
    <w:rsid w:val="001A1AA7"/>
    <w:rsid w:val="001A1D26"/>
    <w:rsid w:val="001A2356"/>
    <w:rsid w:val="001A24CC"/>
    <w:rsid w:val="001A25CE"/>
    <w:rsid w:val="001A2B8B"/>
    <w:rsid w:val="001A2EFC"/>
    <w:rsid w:val="001A3829"/>
    <w:rsid w:val="001A3AD4"/>
    <w:rsid w:val="001A423E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93D"/>
    <w:rsid w:val="001A5D68"/>
    <w:rsid w:val="001A6325"/>
    <w:rsid w:val="001A6387"/>
    <w:rsid w:val="001A6840"/>
    <w:rsid w:val="001A6B1D"/>
    <w:rsid w:val="001A768E"/>
    <w:rsid w:val="001B001C"/>
    <w:rsid w:val="001B02A8"/>
    <w:rsid w:val="001B02F8"/>
    <w:rsid w:val="001B0309"/>
    <w:rsid w:val="001B0591"/>
    <w:rsid w:val="001B0F80"/>
    <w:rsid w:val="001B167F"/>
    <w:rsid w:val="001B189F"/>
    <w:rsid w:val="001B1C3F"/>
    <w:rsid w:val="001B2385"/>
    <w:rsid w:val="001B2535"/>
    <w:rsid w:val="001B254A"/>
    <w:rsid w:val="001B254C"/>
    <w:rsid w:val="001B256A"/>
    <w:rsid w:val="001B2749"/>
    <w:rsid w:val="001B2785"/>
    <w:rsid w:val="001B2961"/>
    <w:rsid w:val="001B2A02"/>
    <w:rsid w:val="001B2ABF"/>
    <w:rsid w:val="001B2FB6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10"/>
    <w:rsid w:val="001B4005"/>
    <w:rsid w:val="001B41A9"/>
    <w:rsid w:val="001B41F3"/>
    <w:rsid w:val="001B423F"/>
    <w:rsid w:val="001B454A"/>
    <w:rsid w:val="001B455A"/>
    <w:rsid w:val="001B4571"/>
    <w:rsid w:val="001B4601"/>
    <w:rsid w:val="001B4863"/>
    <w:rsid w:val="001B49CF"/>
    <w:rsid w:val="001B4FF3"/>
    <w:rsid w:val="001B54D9"/>
    <w:rsid w:val="001B5573"/>
    <w:rsid w:val="001B5582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1D7"/>
    <w:rsid w:val="001B6317"/>
    <w:rsid w:val="001B6997"/>
    <w:rsid w:val="001B6A49"/>
    <w:rsid w:val="001B7121"/>
    <w:rsid w:val="001B725A"/>
    <w:rsid w:val="001B748B"/>
    <w:rsid w:val="001B7CBE"/>
    <w:rsid w:val="001C0072"/>
    <w:rsid w:val="001C02BF"/>
    <w:rsid w:val="001C0341"/>
    <w:rsid w:val="001C03CA"/>
    <w:rsid w:val="001C06B7"/>
    <w:rsid w:val="001C0EB4"/>
    <w:rsid w:val="001C1076"/>
    <w:rsid w:val="001C1288"/>
    <w:rsid w:val="001C17CF"/>
    <w:rsid w:val="001C184B"/>
    <w:rsid w:val="001C1981"/>
    <w:rsid w:val="001C1A01"/>
    <w:rsid w:val="001C27A1"/>
    <w:rsid w:val="001C29A7"/>
    <w:rsid w:val="001C2A1F"/>
    <w:rsid w:val="001C2CFD"/>
    <w:rsid w:val="001C2DF1"/>
    <w:rsid w:val="001C2EB3"/>
    <w:rsid w:val="001C33F1"/>
    <w:rsid w:val="001C340F"/>
    <w:rsid w:val="001C3821"/>
    <w:rsid w:val="001C383C"/>
    <w:rsid w:val="001C38F3"/>
    <w:rsid w:val="001C3C1E"/>
    <w:rsid w:val="001C3D34"/>
    <w:rsid w:val="001C3D49"/>
    <w:rsid w:val="001C3D5A"/>
    <w:rsid w:val="001C3EF8"/>
    <w:rsid w:val="001C3FCE"/>
    <w:rsid w:val="001C455B"/>
    <w:rsid w:val="001C46E6"/>
    <w:rsid w:val="001C48F2"/>
    <w:rsid w:val="001C4A24"/>
    <w:rsid w:val="001C4C9A"/>
    <w:rsid w:val="001C4CF5"/>
    <w:rsid w:val="001C4FA9"/>
    <w:rsid w:val="001C5943"/>
    <w:rsid w:val="001C5972"/>
    <w:rsid w:val="001C59D1"/>
    <w:rsid w:val="001C59E2"/>
    <w:rsid w:val="001C5B6C"/>
    <w:rsid w:val="001C5D02"/>
    <w:rsid w:val="001C5E12"/>
    <w:rsid w:val="001C61C7"/>
    <w:rsid w:val="001C61CB"/>
    <w:rsid w:val="001C629F"/>
    <w:rsid w:val="001C657E"/>
    <w:rsid w:val="001C6A74"/>
    <w:rsid w:val="001C70AD"/>
    <w:rsid w:val="001C75E4"/>
    <w:rsid w:val="001C7658"/>
    <w:rsid w:val="001C77B7"/>
    <w:rsid w:val="001D01CB"/>
    <w:rsid w:val="001D09E0"/>
    <w:rsid w:val="001D0C60"/>
    <w:rsid w:val="001D0E6A"/>
    <w:rsid w:val="001D0F4B"/>
    <w:rsid w:val="001D1006"/>
    <w:rsid w:val="001D1F9C"/>
    <w:rsid w:val="001D21D1"/>
    <w:rsid w:val="001D2694"/>
    <w:rsid w:val="001D27C3"/>
    <w:rsid w:val="001D2B09"/>
    <w:rsid w:val="001D2BCA"/>
    <w:rsid w:val="001D2D3F"/>
    <w:rsid w:val="001D308E"/>
    <w:rsid w:val="001D35D5"/>
    <w:rsid w:val="001D3A75"/>
    <w:rsid w:val="001D4108"/>
    <w:rsid w:val="001D443F"/>
    <w:rsid w:val="001D4604"/>
    <w:rsid w:val="001D4790"/>
    <w:rsid w:val="001D4BFC"/>
    <w:rsid w:val="001D50F1"/>
    <w:rsid w:val="001D51CB"/>
    <w:rsid w:val="001D545F"/>
    <w:rsid w:val="001D5736"/>
    <w:rsid w:val="001D5904"/>
    <w:rsid w:val="001D5CEB"/>
    <w:rsid w:val="001D61BB"/>
    <w:rsid w:val="001D646C"/>
    <w:rsid w:val="001D683C"/>
    <w:rsid w:val="001D69B4"/>
    <w:rsid w:val="001D6B71"/>
    <w:rsid w:val="001D7319"/>
    <w:rsid w:val="001D7684"/>
    <w:rsid w:val="001D7C6F"/>
    <w:rsid w:val="001D7F94"/>
    <w:rsid w:val="001E045E"/>
    <w:rsid w:val="001E0621"/>
    <w:rsid w:val="001E07F5"/>
    <w:rsid w:val="001E0982"/>
    <w:rsid w:val="001E1095"/>
    <w:rsid w:val="001E111F"/>
    <w:rsid w:val="001E12FA"/>
    <w:rsid w:val="001E1586"/>
    <w:rsid w:val="001E20BC"/>
    <w:rsid w:val="001E22EE"/>
    <w:rsid w:val="001E2409"/>
    <w:rsid w:val="001E262E"/>
    <w:rsid w:val="001E2746"/>
    <w:rsid w:val="001E2842"/>
    <w:rsid w:val="001E2D16"/>
    <w:rsid w:val="001E32F5"/>
    <w:rsid w:val="001E360F"/>
    <w:rsid w:val="001E36B9"/>
    <w:rsid w:val="001E37D2"/>
    <w:rsid w:val="001E3AE5"/>
    <w:rsid w:val="001E3B25"/>
    <w:rsid w:val="001E3F8C"/>
    <w:rsid w:val="001E3FF6"/>
    <w:rsid w:val="001E4369"/>
    <w:rsid w:val="001E4714"/>
    <w:rsid w:val="001E48BC"/>
    <w:rsid w:val="001E48DF"/>
    <w:rsid w:val="001E4C6D"/>
    <w:rsid w:val="001E4E4B"/>
    <w:rsid w:val="001E4FC7"/>
    <w:rsid w:val="001E506A"/>
    <w:rsid w:val="001E5111"/>
    <w:rsid w:val="001E5275"/>
    <w:rsid w:val="001E5960"/>
    <w:rsid w:val="001E5C24"/>
    <w:rsid w:val="001E5CA8"/>
    <w:rsid w:val="001E5EFA"/>
    <w:rsid w:val="001E615F"/>
    <w:rsid w:val="001E61DB"/>
    <w:rsid w:val="001E6549"/>
    <w:rsid w:val="001E6767"/>
    <w:rsid w:val="001E6A58"/>
    <w:rsid w:val="001E6B7D"/>
    <w:rsid w:val="001E6D11"/>
    <w:rsid w:val="001E76ED"/>
    <w:rsid w:val="001E7751"/>
    <w:rsid w:val="001E77BA"/>
    <w:rsid w:val="001E7832"/>
    <w:rsid w:val="001E7B36"/>
    <w:rsid w:val="001E7B89"/>
    <w:rsid w:val="001F0000"/>
    <w:rsid w:val="001F021F"/>
    <w:rsid w:val="001F02B4"/>
    <w:rsid w:val="001F03CB"/>
    <w:rsid w:val="001F0F09"/>
    <w:rsid w:val="001F1341"/>
    <w:rsid w:val="001F1505"/>
    <w:rsid w:val="001F16E3"/>
    <w:rsid w:val="001F1726"/>
    <w:rsid w:val="001F1784"/>
    <w:rsid w:val="001F1854"/>
    <w:rsid w:val="001F1988"/>
    <w:rsid w:val="001F1998"/>
    <w:rsid w:val="001F1DA1"/>
    <w:rsid w:val="001F1E8E"/>
    <w:rsid w:val="001F2029"/>
    <w:rsid w:val="001F2073"/>
    <w:rsid w:val="001F2275"/>
    <w:rsid w:val="001F23A7"/>
    <w:rsid w:val="001F23CF"/>
    <w:rsid w:val="001F257B"/>
    <w:rsid w:val="001F289E"/>
    <w:rsid w:val="001F2AB2"/>
    <w:rsid w:val="001F2C6D"/>
    <w:rsid w:val="001F30D9"/>
    <w:rsid w:val="001F3101"/>
    <w:rsid w:val="001F31E2"/>
    <w:rsid w:val="001F334B"/>
    <w:rsid w:val="001F33BA"/>
    <w:rsid w:val="001F33D6"/>
    <w:rsid w:val="001F372C"/>
    <w:rsid w:val="001F3BD3"/>
    <w:rsid w:val="001F3C8E"/>
    <w:rsid w:val="001F3CD2"/>
    <w:rsid w:val="001F4001"/>
    <w:rsid w:val="001F453B"/>
    <w:rsid w:val="001F4597"/>
    <w:rsid w:val="001F484C"/>
    <w:rsid w:val="001F4B65"/>
    <w:rsid w:val="001F4BBE"/>
    <w:rsid w:val="001F4E85"/>
    <w:rsid w:val="001F5116"/>
    <w:rsid w:val="001F51F0"/>
    <w:rsid w:val="001F5309"/>
    <w:rsid w:val="001F5480"/>
    <w:rsid w:val="001F5490"/>
    <w:rsid w:val="001F5597"/>
    <w:rsid w:val="001F563B"/>
    <w:rsid w:val="001F57A5"/>
    <w:rsid w:val="001F5812"/>
    <w:rsid w:val="001F5A72"/>
    <w:rsid w:val="001F5C2D"/>
    <w:rsid w:val="001F5F3B"/>
    <w:rsid w:val="001F5FC4"/>
    <w:rsid w:val="001F5FF3"/>
    <w:rsid w:val="001F60B3"/>
    <w:rsid w:val="001F6404"/>
    <w:rsid w:val="001F6581"/>
    <w:rsid w:val="001F6631"/>
    <w:rsid w:val="001F67E3"/>
    <w:rsid w:val="001F6B15"/>
    <w:rsid w:val="001F6B26"/>
    <w:rsid w:val="001F6D62"/>
    <w:rsid w:val="001F6E1A"/>
    <w:rsid w:val="001F7062"/>
    <w:rsid w:val="001F789E"/>
    <w:rsid w:val="001F7C3F"/>
    <w:rsid w:val="001F7D68"/>
    <w:rsid w:val="001F7E93"/>
    <w:rsid w:val="002000B7"/>
    <w:rsid w:val="002004E9"/>
    <w:rsid w:val="0020111A"/>
    <w:rsid w:val="002012A3"/>
    <w:rsid w:val="00201466"/>
    <w:rsid w:val="002014D6"/>
    <w:rsid w:val="00202070"/>
    <w:rsid w:val="00202194"/>
    <w:rsid w:val="00202345"/>
    <w:rsid w:val="002026A8"/>
    <w:rsid w:val="002027BD"/>
    <w:rsid w:val="00202B7C"/>
    <w:rsid w:val="00202F4D"/>
    <w:rsid w:val="00203050"/>
    <w:rsid w:val="0020319A"/>
    <w:rsid w:val="002032D0"/>
    <w:rsid w:val="00203397"/>
    <w:rsid w:val="00203EBB"/>
    <w:rsid w:val="002049F8"/>
    <w:rsid w:val="00204A66"/>
    <w:rsid w:val="00205117"/>
    <w:rsid w:val="0020514B"/>
    <w:rsid w:val="002053EF"/>
    <w:rsid w:val="00205425"/>
    <w:rsid w:val="0020568E"/>
    <w:rsid w:val="002056EE"/>
    <w:rsid w:val="0020572A"/>
    <w:rsid w:val="0020596A"/>
    <w:rsid w:val="00205983"/>
    <w:rsid w:val="00205A11"/>
    <w:rsid w:val="00205B1A"/>
    <w:rsid w:val="0020601B"/>
    <w:rsid w:val="00206036"/>
    <w:rsid w:val="002060FB"/>
    <w:rsid w:val="00206191"/>
    <w:rsid w:val="00206318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6EF5"/>
    <w:rsid w:val="00207119"/>
    <w:rsid w:val="002072E9"/>
    <w:rsid w:val="0020747C"/>
    <w:rsid w:val="0020748D"/>
    <w:rsid w:val="00207626"/>
    <w:rsid w:val="002079EF"/>
    <w:rsid w:val="00207A7D"/>
    <w:rsid w:val="00207B0A"/>
    <w:rsid w:val="00207BD4"/>
    <w:rsid w:val="00207F6E"/>
    <w:rsid w:val="00210106"/>
    <w:rsid w:val="00210463"/>
    <w:rsid w:val="0021090B"/>
    <w:rsid w:val="00210ACF"/>
    <w:rsid w:val="00210DBF"/>
    <w:rsid w:val="00210DF9"/>
    <w:rsid w:val="00210EA5"/>
    <w:rsid w:val="00211063"/>
    <w:rsid w:val="002111A7"/>
    <w:rsid w:val="002112E7"/>
    <w:rsid w:val="002116C5"/>
    <w:rsid w:val="0021185E"/>
    <w:rsid w:val="0021194C"/>
    <w:rsid w:val="002119BB"/>
    <w:rsid w:val="00211C91"/>
    <w:rsid w:val="00211D27"/>
    <w:rsid w:val="00211DF9"/>
    <w:rsid w:val="0021208A"/>
    <w:rsid w:val="00212125"/>
    <w:rsid w:val="00212331"/>
    <w:rsid w:val="0021235F"/>
    <w:rsid w:val="002123E5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009"/>
    <w:rsid w:val="00214485"/>
    <w:rsid w:val="002144C7"/>
    <w:rsid w:val="002149D1"/>
    <w:rsid w:val="00214AAE"/>
    <w:rsid w:val="00214DD0"/>
    <w:rsid w:val="00214FA9"/>
    <w:rsid w:val="002152E0"/>
    <w:rsid w:val="0021589F"/>
    <w:rsid w:val="002158AC"/>
    <w:rsid w:val="00215998"/>
    <w:rsid w:val="00215B23"/>
    <w:rsid w:val="00215E0B"/>
    <w:rsid w:val="00216075"/>
    <w:rsid w:val="002161FB"/>
    <w:rsid w:val="0021693F"/>
    <w:rsid w:val="00216A28"/>
    <w:rsid w:val="00216C48"/>
    <w:rsid w:val="00216C4A"/>
    <w:rsid w:val="00217024"/>
    <w:rsid w:val="002170E6"/>
    <w:rsid w:val="0021752E"/>
    <w:rsid w:val="002175BD"/>
    <w:rsid w:val="002175FF"/>
    <w:rsid w:val="0021791F"/>
    <w:rsid w:val="00217BFD"/>
    <w:rsid w:val="0022033A"/>
    <w:rsid w:val="00220384"/>
    <w:rsid w:val="0022067D"/>
    <w:rsid w:val="0022077B"/>
    <w:rsid w:val="002209A5"/>
    <w:rsid w:val="00220BA0"/>
    <w:rsid w:val="00220CB6"/>
    <w:rsid w:val="00220EE1"/>
    <w:rsid w:val="002211BE"/>
    <w:rsid w:val="00221400"/>
    <w:rsid w:val="0022198A"/>
    <w:rsid w:val="00221CDE"/>
    <w:rsid w:val="00221D4C"/>
    <w:rsid w:val="0022241C"/>
    <w:rsid w:val="00222537"/>
    <w:rsid w:val="00222599"/>
    <w:rsid w:val="002225D7"/>
    <w:rsid w:val="0022262C"/>
    <w:rsid w:val="002226BD"/>
    <w:rsid w:val="00222904"/>
    <w:rsid w:val="00222A93"/>
    <w:rsid w:val="00222CF3"/>
    <w:rsid w:val="00222EF1"/>
    <w:rsid w:val="00222F6F"/>
    <w:rsid w:val="00222F96"/>
    <w:rsid w:val="002231D4"/>
    <w:rsid w:val="002232C9"/>
    <w:rsid w:val="002233D0"/>
    <w:rsid w:val="0022358B"/>
    <w:rsid w:val="00223859"/>
    <w:rsid w:val="00223C99"/>
    <w:rsid w:val="00223CC1"/>
    <w:rsid w:val="00223E5C"/>
    <w:rsid w:val="00223FE8"/>
    <w:rsid w:val="00224045"/>
    <w:rsid w:val="0022426B"/>
    <w:rsid w:val="00224384"/>
    <w:rsid w:val="002248ED"/>
    <w:rsid w:val="00224A37"/>
    <w:rsid w:val="00224AAB"/>
    <w:rsid w:val="00224D66"/>
    <w:rsid w:val="00224F39"/>
    <w:rsid w:val="00224FBF"/>
    <w:rsid w:val="00225037"/>
    <w:rsid w:val="00225089"/>
    <w:rsid w:val="00225148"/>
    <w:rsid w:val="00225195"/>
    <w:rsid w:val="00225286"/>
    <w:rsid w:val="002252BB"/>
    <w:rsid w:val="002253E7"/>
    <w:rsid w:val="002259E0"/>
    <w:rsid w:val="00225A92"/>
    <w:rsid w:val="0022667D"/>
    <w:rsid w:val="00226985"/>
    <w:rsid w:val="00226BAC"/>
    <w:rsid w:val="00226D2B"/>
    <w:rsid w:val="00226D7C"/>
    <w:rsid w:val="00227370"/>
    <w:rsid w:val="00227434"/>
    <w:rsid w:val="002277F7"/>
    <w:rsid w:val="002279F6"/>
    <w:rsid w:val="00227A6F"/>
    <w:rsid w:val="00227C65"/>
    <w:rsid w:val="00227E50"/>
    <w:rsid w:val="00230071"/>
    <w:rsid w:val="00230330"/>
    <w:rsid w:val="0023046D"/>
    <w:rsid w:val="00230CCC"/>
    <w:rsid w:val="00231365"/>
    <w:rsid w:val="002313CE"/>
    <w:rsid w:val="00231B60"/>
    <w:rsid w:val="00231D53"/>
    <w:rsid w:val="002326E6"/>
    <w:rsid w:val="00232A14"/>
    <w:rsid w:val="00232AEA"/>
    <w:rsid w:val="00232E05"/>
    <w:rsid w:val="0023304D"/>
    <w:rsid w:val="00233050"/>
    <w:rsid w:val="0023338E"/>
    <w:rsid w:val="0023361D"/>
    <w:rsid w:val="0023403F"/>
    <w:rsid w:val="0023426A"/>
    <w:rsid w:val="00234672"/>
    <w:rsid w:val="002346BC"/>
    <w:rsid w:val="0023483E"/>
    <w:rsid w:val="002348B4"/>
    <w:rsid w:val="00234CD1"/>
    <w:rsid w:val="0023578D"/>
    <w:rsid w:val="002357BF"/>
    <w:rsid w:val="00235BAA"/>
    <w:rsid w:val="00235C4A"/>
    <w:rsid w:val="00235F64"/>
    <w:rsid w:val="00236057"/>
    <w:rsid w:val="00236295"/>
    <w:rsid w:val="00236316"/>
    <w:rsid w:val="00236643"/>
    <w:rsid w:val="00236967"/>
    <w:rsid w:val="00236A30"/>
    <w:rsid w:val="00236C70"/>
    <w:rsid w:val="00236D16"/>
    <w:rsid w:val="00237145"/>
    <w:rsid w:val="00237198"/>
    <w:rsid w:val="00237412"/>
    <w:rsid w:val="00237633"/>
    <w:rsid w:val="002377C7"/>
    <w:rsid w:val="0023780D"/>
    <w:rsid w:val="00237EB3"/>
    <w:rsid w:val="00240147"/>
    <w:rsid w:val="00240301"/>
    <w:rsid w:val="00240585"/>
    <w:rsid w:val="00240617"/>
    <w:rsid w:val="002409D1"/>
    <w:rsid w:val="00240B25"/>
    <w:rsid w:val="00240C11"/>
    <w:rsid w:val="00240FAC"/>
    <w:rsid w:val="00241010"/>
    <w:rsid w:val="00241100"/>
    <w:rsid w:val="00241460"/>
    <w:rsid w:val="0024156A"/>
    <w:rsid w:val="002416E0"/>
    <w:rsid w:val="0024173E"/>
    <w:rsid w:val="00241DE0"/>
    <w:rsid w:val="00241E94"/>
    <w:rsid w:val="00241E9E"/>
    <w:rsid w:val="00242037"/>
    <w:rsid w:val="002421EC"/>
    <w:rsid w:val="0024225F"/>
    <w:rsid w:val="0024253D"/>
    <w:rsid w:val="002428DB"/>
    <w:rsid w:val="00242D68"/>
    <w:rsid w:val="00242FB3"/>
    <w:rsid w:val="002431FC"/>
    <w:rsid w:val="002432AB"/>
    <w:rsid w:val="00243344"/>
    <w:rsid w:val="002435FA"/>
    <w:rsid w:val="002437A4"/>
    <w:rsid w:val="00243953"/>
    <w:rsid w:val="0024396C"/>
    <w:rsid w:val="002439C2"/>
    <w:rsid w:val="00243B69"/>
    <w:rsid w:val="00243F8D"/>
    <w:rsid w:val="0024432B"/>
    <w:rsid w:val="0024441D"/>
    <w:rsid w:val="00244723"/>
    <w:rsid w:val="00244C5C"/>
    <w:rsid w:val="00244E23"/>
    <w:rsid w:val="00244E53"/>
    <w:rsid w:val="0024513F"/>
    <w:rsid w:val="002451A5"/>
    <w:rsid w:val="00245237"/>
    <w:rsid w:val="00245497"/>
    <w:rsid w:val="00245541"/>
    <w:rsid w:val="00245651"/>
    <w:rsid w:val="0024572B"/>
    <w:rsid w:val="00245E49"/>
    <w:rsid w:val="00245E83"/>
    <w:rsid w:val="00246139"/>
    <w:rsid w:val="002462B3"/>
    <w:rsid w:val="00246640"/>
    <w:rsid w:val="002469E7"/>
    <w:rsid w:val="00246ADD"/>
    <w:rsid w:val="00246BD7"/>
    <w:rsid w:val="00246CED"/>
    <w:rsid w:val="002470C3"/>
    <w:rsid w:val="002471E9"/>
    <w:rsid w:val="0024724E"/>
    <w:rsid w:val="0024767A"/>
    <w:rsid w:val="00247921"/>
    <w:rsid w:val="00247986"/>
    <w:rsid w:val="002479B8"/>
    <w:rsid w:val="00247A57"/>
    <w:rsid w:val="00250573"/>
    <w:rsid w:val="00250FCB"/>
    <w:rsid w:val="002511DF"/>
    <w:rsid w:val="00251A10"/>
    <w:rsid w:val="00251A63"/>
    <w:rsid w:val="00251AB4"/>
    <w:rsid w:val="00251E29"/>
    <w:rsid w:val="00251F15"/>
    <w:rsid w:val="00251F71"/>
    <w:rsid w:val="002520A3"/>
    <w:rsid w:val="00252234"/>
    <w:rsid w:val="002522BB"/>
    <w:rsid w:val="00252A5D"/>
    <w:rsid w:val="00252F9A"/>
    <w:rsid w:val="00253083"/>
    <w:rsid w:val="002536FE"/>
    <w:rsid w:val="00253768"/>
    <w:rsid w:val="00253B48"/>
    <w:rsid w:val="00253BB4"/>
    <w:rsid w:val="00253C11"/>
    <w:rsid w:val="0025404F"/>
    <w:rsid w:val="00254414"/>
    <w:rsid w:val="002546FB"/>
    <w:rsid w:val="002549D0"/>
    <w:rsid w:val="00254D39"/>
    <w:rsid w:val="00254F7F"/>
    <w:rsid w:val="00255364"/>
    <w:rsid w:val="002557D8"/>
    <w:rsid w:val="00255909"/>
    <w:rsid w:val="00255A26"/>
    <w:rsid w:val="00255AC2"/>
    <w:rsid w:val="00256101"/>
    <w:rsid w:val="00256323"/>
    <w:rsid w:val="002563B8"/>
    <w:rsid w:val="0025645E"/>
    <w:rsid w:val="00256ADD"/>
    <w:rsid w:val="00256C3F"/>
    <w:rsid w:val="0025733F"/>
    <w:rsid w:val="002576AE"/>
    <w:rsid w:val="002576D4"/>
    <w:rsid w:val="002579FE"/>
    <w:rsid w:val="0026016E"/>
    <w:rsid w:val="00260259"/>
    <w:rsid w:val="002604AD"/>
    <w:rsid w:val="0026058C"/>
    <w:rsid w:val="002605A9"/>
    <w:rsid w:val="002608E9"/>
    <w:rsid w:val="00260BF0"/>
    <w:rsid w:val="00260FCE"/>
    <w:rsid w:val="002612E7"/>
    <w:rsid w:val="00261B2B"/>
    <w:rsid w:val="00261F66"/>
    <w:rsid w:val="0026268F"/>
    <w:rsid w:val="002626BC"/>
    <w:rsid w:val="00262888"/>
    <w:rsid w:val="00262AAF"/>
    <w:rsid w:val="00262C5A"/>
    <w:rsid w:val="00262DD7"/>
    <w:rsid w:val="00262E30"/>
    <w:rsid w:val="002631D8"/>
    <w:rsid w:val="002633BE"/>
    <w:rsid w:val="00263862"/>
    <w:rsid w:val="002638B4"/>
    <w:rsid w:val="00263C48"/>
    <w:rsid w:val="00263E59"/>
    <w:rsid w:val="00263F46"/>
    <w:rsid w:val="0026400A"/>
    <w:rsid w:val="00264458"/>
    <w:rsid w:val="00264549"/>
    <w:rsid w:val="0026486A"/>
    <w:rsid w:val="00264D2C"/>
    <w:rsid w:val="00264DCF"/>
    <w:rsid w:val="002650E6"/>
    <w:rsid w:val="00265301"/>
    <w:rsid w:val="00265422"/>
    <w:rsid w:val="00265B0A"/>
    <w:rsid w:val="00266081"/>
    <w:rsid w:val="002668D7"/>
    <w:rsid w:val="0026693A"/>
    <w:rsid w:val="00266A5E"/>
    <w:rsid w:val="00266AF7"/>
    <w:rsid w:val="0026705C"/>
    <w:rsid w:val="00267367"/>
    <w:rsid w:val="002676E8"/>
    <w:rsid w:val="0026774A"/>
    <w:rsid w:val="002677F1"/>
    <w:rsid w:val="0026784B"/>
    <w:rsid w:val="002679B0"/>
    <w:rsid w:val="00267F05"/>
    <w:rsid w:val="002700CB"/>
    <w:rsid w:val="002700D4"/>
    <w:rsid w:val="002701CF"/>
    <w:rsid w:val="0027046F"/>
    <w:rsid w:val="002708FC"/>
    <w:rsid w:val="002709C0"/>
    <w:rsid w:val="00270F6F"/>
    <w:rsid w:val="00270FC5"/>
    <w:rsid w:val="002710BE"/>
    <w:rsid w:val="002710FD"/>
    <w:rsid w:val="002713B1"/>
    <w:rsid w:val="00271482"/>
    <w:rsid w:val="0027148A"/>
    <w:rsid w:val="002716E9"/>
    <w:rsid w:val="00271B59"/>
    <w:rsid w:val="00271BA2"/>
    <w:rsid w:val="00271E5A"/>
    <w:rsid w:val="0027284D"/>
    <w:rsid w:val="002729BD"/>
    <w:rsid w:val="00272D50"/>
    <w:rsid w:val="00272F24"/>
    <w:rsid w:val="00273183"/>
    <w:rsid w:val="00273734"/>
    <w:rsid w:val="0027374E"/>
    <w:rsid w:val="0027389F"/>
    <w:rsid w:val="0027390D"/>
    <w:rsid w:val="00273D50"/>
    <w:rsid w:val="00274128"/>
    <w:rsid w:val="00274213"/>
    <w:rsid w:val="0027422B"/>
    <w:rsid w:val="00274238"/>
    <w:rsid w:val="0027439C"/>
    <w:rsid w:val="002747C7"/>
    <w:rsid w:val="00274987"/>
    <w:rsid w:val="002749A9"/>
    <w:rsid w:val="00274A85"/>
    <w:rsid w:val="00274D44"/>
    <w:rsid w:val="002752A0"/>
    <w:rsid w:val="0027539B"/>
    <w:rsid w:val="002753C3"/>
    <w:rsid w:val="002759DC"/>
    <w:rsid w:val="00275C74"/>
    <w:rsid w:val="0027651D"/>
    <w:rsid w:val="00276A2F"/>
    <w:rsid w:val="00276AF4"/>
    <w:rsid w:val="00277186"/>
    <w:rsid w:val="0027722A"/>
    <w:rsid w:val="002772DE"/>
    <w:rsid w:val="002776C7"/>
    <w:rsid w:val="00277AC5"/>
    <w:rsid w:val="00277CA3"/>
    <w:rsid w:val="00277D84"/>
    <w:rsid w:val="00277EB8"/>
    <w:rsid w:val="00277F38"/>
    <w:rsid w:val="00280155"/>
    <w:rsid w:val="0028020C"/>
    <w:rsid w:val="002802AA"/>
    <w:rsid w:val="002803A4"/>
    <w:rsid w:val="00280496"/>
    <w:rsid w:val="002805E6"/>
    <w:rsid w:val="00280606"/>
    <w:rsid w:val="00280966"/>
    <w:rsid w:val="00280A81"/>
    <w:rsid w:val="00281029"/>
    <w:rsid w:val="002813DD"/>
    <w:rsid w:val="0028160F"/>
    <w:rsid w:val="002817DE"/>
    <w:rsid w:val="00281959"/>
    <w:rsid w:val="002819BB"/>
    <w:rsid w:val="00281B1E"/>
    <w:rsid w:val="00281B82"/>
    <w:rsid w:val="00281D14"/>
    <w:rsid w:val="00282347"/>
    <w:rsid w:val="00282A56"/>
    <w:rsid w:val="00282C8F"/>
    <w:rsid w:val="00283054"/>
    <w:rsid w:val="0028316D"/>
    <w:rsid w:val="002835B5"/>
    <w:rsid w:val="002836B2"/>
    <w:rsid w:val="0028374B"/>
    <w:rsid w:val="002838AF"/>
    <w:rsid w:val="00283921"/>
    <w:rsid w:val="00283B46"/>
    <w:rsid w:val="00283BAF"/>
    <w:rsid w:val="00283CAB"/>
    <w:rsid w:val="00283EAA"/>
    <w:rsid w:val="002842E8"/>
    <w:rsid w:val="00284541"/>
    <w:rsid w:val="00284656"/>
    <w:rsid w:val="0028476F"/>
    <w:rsid w:val="00284A57"/>
    <w:rsid w:val="00284BBC"/>
    <w:rsid w:val="00284C79"/>
    <w:rsid w:val="00284D48"/>
    <w:rsid w:val="00284DA6"/>
    <w:rsid w:val="0028514C"/>
    <w:rsid w:val="002852B1"/>
    <w:rsid w:val="00285325"/>
    <w:rsid w:val="0028541F"/>
    <w:rsid w:val="002855B1"/>
    <w:rsid w:val="00286008"/>
    <w:rsid w:val="002862CF"/>
    <w:rsid w:val="00286439"/>
    <w:rsid w:val="0028660E"/>
    <w:rsid w:val="0028681C"/>
    <w:rsid w:val="0028690B"/>
    <w:rsid w:val="00286AF6"/>
    <w:rsid w:val="00286C7C"/>
    <w:rsid w:val="00286EC4"/>
    <w:rsid w:val="00286F38"/>
    <w:rsid w:val="00286F89"/>
    <w:rsid w:val="00287287"/>
    <w:rsid w:val="002872AD"/>
    <w:rsid w:val="002874D1"/>
    <w:rsid w:val="0028750A"/>
    <w:rsid w:val="00287567"/>
    <w:rsid w:val="0028756D"/>
    <w:rsid w:val="002876BE"/>
    <w:rsid w:val="00287727"/>
    <w:rsid w:val="0028780D"/>
    <w:rsid w:val="002879C9"/>
    <w:rsid w:val="00287DAD"/>
    <w:rsid w:val="00287F18"/>
    <w:rsid w:val="00290113"/>
    <w:rsid w:val="0029029E"/>
    <w:rsid w:val="00290340"/>
    <w:rsid w:val="002903A5"/>
    <w:rsid w:val="00290564"/>
    <w:rsid w:val="00290B53"/>
    <w:rsid w:val="00290BCB"/>
    <w:rsid w:val="00290E80"/>
    <w:rsid w:val="00291137"/>
    <w:rsid w:val="002911E7"/>
    <w:rsid w:val="0029123B"/>
    <w:rsid w:val="00291325"/>
    <w:rsid w:val="0029150F"/>
    <w:rsid w:val="0029164C"/>
    <w:rsid w:val="002917F8"/>
    <w:rsid w:val="0029190F"/>
    <w:rsid w:val="00291AC4"/>
    <w:rsid w:val="00291B58"/>
    <w:rsid w:val="00291D6A"/>
    <w:rsid w:val="0029202D"/>
    <w:rsid w:val="00292123"/>
    <w:rsid w:val="002922E6"/>
    <w:rsid w:val="00292363"/>
    <w:rsid w:val="002923B0"/>
    <w:rsid w:val="002924B0"/>
    <w:rsid w:val="002925DC"/>
    <w:rsid w:val="00292824"/>
    <w:rsid w:val="00292B5A"/>
    <w:rsid w:val="00292F50"/>
    <w:rsid w:val="002930E5"/>
    <w:rsid w:val="00293153"/>
    <w:rsid w:val="002931C3"/>
    <w:rsid w:val="0029338B"/>
    <w:rsid w:val="002936ED"/>
    <w:rsid w:val="002936EE"/>
    <w:rsid w:val="00293D4C"/>
    <w:rsid w:val="00293DA2"/>
    <w:rsid w:val="0029411F"/>
    <w:rsid w:val="00294188"/>
    <w:rsid w:val="002941BD"/>
    <w:rsid w:val="002941D8"/>
    <w:rsid w:val="002943EA"/>
    <w:rsid w:val="002944D2"/>
    <w:rsid w:val="0029454B"/>
    <w:rsid w:val="002945E1"/>
    <w:rsid w:val="0029465E"/>
    <w:rsid w:val="0029472F"/>
    <w:rsid w:val="00294B4C"/>
    <w:rsid w:val="00294BA4"/>
    <w:rsid w:val="00294BED"/>
    <w:rsid w:val="00294C62"/>
    <w:rsid w:val="00294E38"/>
    <w:rsid w:val="00294E7E"/>
    <w:rsid w:val="002952F5"/>
    <w:rsid w:val="0029545E"/>
    <w:rsid w:val="0029567F"/>
    <w:rsid w:val="002957EF"/>
    <w:rsid w:val="0029582F"/>
    <w:rsid w:val="00295A89"/>
    <w:rsid w:val="00295FFD"/>
    <w:rsid w:val="00296146"/>
    <w:rsid w:val="0029671F"/>
    <w:rsid w:val="00297171"/>
    <w:rsid w:val="00297266"/>
    <w:rsid w:val="0029747A"/>
    <w:rsid w:val="002974D6"/>
    <w:rsid w:val="00297614"/>
    <w:rsid w:val="002976FD"/>
    <w:rsid w:val="00297701"/>
    <w:rsid w:val="00297753"/>
    <w:rsid w:val="002A01BF"/>
    <w:rsid w:val="002A03D0"/>
    <w:rsid w:val="002A0E15"/>
    <w:rsid w:val="002A0EC1"/>
    <w:rsid w:val="002A102D"/>
    <w:rsid w:val="002A118C"/>
    <w:rsid w:val="002A135D"/>
    <w:rsid w:val="002A141C"/>
    <w:rsid w:val="002A15A3"/>
    <w:rsid w:val="002A1719"/>
    <w:rsid w:val="002A18D3"/>
    <w:rsid w:val="002A19BC"/>
    <w:rsid w:val="002A1FC5"/>
    <w:rsid w:val="002A216E"/>
    <w:rsid w:val="002A21C0"/>
    <w:rsid w:val="002A24C1"/>
    <w:rsid w:val="002A269A"/>
    <w:rsid w:val="002A26C4"/>
    <w:rsid w:val="002A27AB"/>
    <w:rsid w:val="002A287E"/>
    <w:rsid w:val="002A2955"/>
    <w:rsid w:val="002A2AE0"/>
    <w:rsid w:val="002A2B9A"/>
    <w:rsid w:val="002A2C90"/>
    <w:rsid w:val="002A2E41"/>
    <w:rsid w:val="002A2FA1"/>
    <w:rsid w:val="002A3057"/>
    <w:rsid w:val="002A373E"/>
    <w:rsid w:val="002A4065"/>
    <w:rsid w:val="002A4941"/>
    <w:rsid w:val="002A4C79"/>
    <w:rsid w:val="002A4E2D"/>
    <w:rsid w:val="002A50FC"/>
    <w:rsid w:val="002A515F"/>
    <w:rsid w:val="002A519D"/>
    <w:rsid w:val="002A5368"/>
    <w:rsid w:val="002A5564"/>
    <w:rsid w:val="002A590A"/>
    <w:rsid w:val="002A5932"/>
    <w:rsid w:val="002A5B1F"/>
    <w:rsid w:val="002A5DCC"/>
    <w:rsid w:val="002A5F01"/>
    <w:rsid w:val="002A6076"/>
    <w:rsid w:val="002A67C0"/>
    <w:rsid w:val="002A688D"/>
    <w:rsid w:val="002A6D7B"/>
    <w:rsid w:val="002A6DC2"/>
    <w:rsid w:val="002A6DCB"/>
    <w:rsid w:val="002A6FBC"/>
    <w:rsid w:val="002A7320"/>
    <w:rsid w:val="002A799E"/>
    <w:rsid w:val="002A79B8"/>
    <w:rsid w:val="002A7B58"/>
    <w:rsid w:val="002A7E20"/>
    <w:rsid w:val="002B008B"/>
    <w:rsid w:val="002B019B"/>
    <w:rsid w:val="002B0348"/>
    <w:rsid w:val="002B0399"/>
    <w:rsid w:val="002B06E9"/>
    <w:rsid w:val="002B0B68"/>
    <w:rsid w:val="002B0BD6"/>
    <w:rsid w:val="002B144C"/>
    <w:rsid w:val="002B1482"/>
    <w:rsid w:val="002B15A5"/>
    <w:rsid w:val="002B1643"/>
    <w:rsid w:val="002B185E"/>
    <w:rsid w:val="002B191E"/>
    <w:rsid w:val="002B1DB1"/>
    <w:rsid w:val="002B1EB2"/>
    <w:rsid w:val="002B1EB5"/>
    <w:rsid w:val="002B1F75"/>
    <w:rsid w:val="002B23BC"/>
    <w:rsid w:val="002B24E7"/>
    <w:rsid w:val="002B2E13"/>
    <w:rsid w:val="002B2ED7"/>
    <w:rsid w:val="002B3020"/>
    <w:rsid w:val="002B3022"/>
    <w:rsid w:val="002B3265"/>
    <w:rsid w:val="002B3414"/>
    <w:rsid w:val="002B361C"/>
    <w:rsid w:val="002B3736"/>
    <w:rsid w:val="002B3777"/>
    <w:rsid w:val="002B3859"/>
    <w:rsid w:val="002B393A"/>
    <w:rsid w:val="002B3A6A"/>
    <w:rsid w:val="002B3B96"/>
    <w:rsid w:val="002B3C14"/>
    <w:rsid w:val="002B4130"/>
    <w:rsid w:val="002B4445"/>
    <w:rsid w:val="002B4736"/>
    <w:rsid w:val="002B4BBA"/>
    <w:rsid w:val="002B4BF0"/>
    <w:rsid w:val="002B4D05"/>
    <w:rsid w:val="002B4E94"/>
    <w:rsid w:val="002B4ED2"/>
    <w:rsid w:val="002B517F"/>
    <w:rsid w:val="002B53CD"/>
    <w:rsid w:val="002B5A00"/>
    <w:rsid w:val="002B5A48"/>
    <w:rsid w:val="002B5D49"/>
    <w:rsid w:val="002B60BA"/>
    <w:rsid w:val="002B6407"/>
    <w:rsid w:val="002B64F2"/>
    <w:rsid w:val="002B69A4"/>
    <w:rsid w:val="002B7392"/>
    <w:rsid w:val="002B754D"/>
    <w:rsid w:val="002B75D4"/>
    <w:rsid w:val="002B7944"/>
    <w:rsid w:val="002B7BD7"/>
    <w:rsid w:val="002B7E7D"/>
    <w:rsid w:val="002B7FB1"/>
    <w:rsid w:val="002C004B"/>
    <w:rsid w:val="002C0384"/>
    <w:rsid w:val="002C03AD"/>
    <w:rsid w:val="002C123B"/>
    <w:rsid w:val="002C156E"/>
    <w:rsid w:val="002C16C2"/>
    <w:rsid w:val="002C1A6F"/>
    <w:rsid w:val="002C1D87"/>
    <w:rsid w:val="002C1DAA"/>
    <w:rsid w:val="002C1F5F"/>
    <w:rsid w:val="002C20A4"/>
    <w:rsid w:val="002C20BB"/>
    <w:rsid w:val="002C2136"/>
    <w:rsid w:val="002C243B"/>
    <w:rsid w:val="002C2872"/>
    <w:rsid w:val="002C28D4"/>
    <w:rsid w:val="002C28F7"/>
    <w:rsid w:val="002C2C5D"/>
    <w:rsid w:val="002C2D03"/>
    <w:rsid w:val="002C2D60"/>
    <w:rsid w:val="002C2F6F"/>
    <w:rsid w:val="002C3248"/>
    <w:rsid w:val="002C368D"/>
    <w:rsid w:val="002C3A12"/>
    <w:rsid w:val="002C3A2E"/>
    <w:rsid w:val="002C3B6E"/>
    <w:rsid w:val="002C40AC"/>
    <w:rsid w:val="002C41CF"/>
    <w:rsid w:val="002C43A9"/>
    <w:rsid w:val="002C45AB"/>
    <w:rsid w:val="002C477F"/>
    <w:rsid w:val="002C534B"/>
    <w:rsid w:val="002C53DD"/>
    <w:rsid w:val="002C5880"/>
    <w:rsid w:val="002C5AD0"/>
    <w:rsid w:val="002C5B0E"/>
    <w:rsid w:val="002C609B"/>
    <w:rsid w:val="002C60AD"/>
    <w:rsid w:val="002C626B"/>
    <w:rsid w:val="002C6833"/>
    <w:rsid w:val="002C692E"/>
    <w:rsid w:val="002C69C2"/>
    <w:rsid w:val="002C6A0A"/>
    <w:rsid w:val="002C6A18"/>
    <w:rsid w:val="002C6B51"/>
    <w:rsid w:val="002C6F21"/>
    <w:rsid w:val="002C70E4"/>
    <w:rsid w:val="002C71E7"/>
    <w:rsid w:val="002C7354"/>
    <w:rsid w:val="002C741B"/>
    <w:rsid w:val="002C7802"/>
    <w:rsid w:val="002D014F"/>
    <w:rsid w:val="002D040F"/>
    <w:rsid w:val="002D05BF"/>
    <w:rsid w:val="002D0919"/>
    <w:rsid w:val="002D09E8"/>
    <w:rsid w:val="002D0A55"/>
    <w:rsid w:val="002D0C96"/>
    <w:rsid w:val="002D137C"/>
    <w:rsid w:val="002D1440"/>
    <w:rsid w:val="002D15FB"/>
    <w:rsid w:val="002D162A"/>
    <w:rsid w:val="002D192B"/>
    <w:rsid w:val="002D1E29"/>
    <w:rsid w:val="002D1E31"/>
    <w:rsid w:val="002D2041"/>
    <w:rsid w:val="002D2046"/>
    <w:rsid w:val="002D221F"/>
    <w:rsid w:val="002D2249"/>
    <w:rsid w:val="002D2977"/>
    <w:rsid w:val="002D299A"/>
    <w:rsid w:val="002D2B13"/>
    <w:rsid w:val="002D2B50"/>
    <w:rsid w:val="002D2BD5"/>
    <w:rsid w:val="002D2D89"/>
    <w:rsid w:val="002D2EB1"/>
    <w:rsid w:val="002D36F0"/>
    <w:rsid w:val="002D3BE2"/>
    <w:rsid w:val="002D3C58"/>
    <w:rsid w:val="002D3CAF"/>
    <w:rsid w:val="002D3DBA"/>
    <w:rsid w:val="002D3FBA"/>
    <w:rsid w:val="002D41AC"/>
    <w:rsid w:val="002D43FD"/>
    <w:rsid w:val="002D4B77"/>
    <w:rsid w:val="002D4E50"/>
    <w:rsid w:val="002D540B"/>
    <w:rsid w:val="002D544C"/>
    <w:rsid w:val="002D545A"/>
    <w:rsid w:val="002D58C0"/>
    <w:rsid w:val="002D5B4F"/>
    <w:rsid w:val="002D5C11"/>
    <w:rsid w:val="002D5C8E"/>
    <w:rsid w:val="002D5E70"/>
    <w:rsid w:val="002D5EAD"/>
    <w:rsid w:val="002D6404"/>
    <w:rsid w:val="002D6489"/>
    <w:rsid w:val="002D6A1E"/>
    <w:rsid w:val="002D6E21"/>
    <w:rsid w:val="002D7022"/>
    <w:rsid w:val="002D702A"/>
    <w:rsid w:val="002D7124"/>
    <w:rsid w:val="002D71AF"/>
    <w:rsid w:val="002D730C"/>
    <w:rsid w:val="002D73F6"/>
    <w:rsid w:val="002D79DD"/>
    <w:rsid w:val="002D7CB6"/>
    <w:rsid w:val="002D7CCF"/>
    <w:rsid w:val="002D7D5D"/>
    <w:rsid w:val="002D7FD4"/>
    <w:rsid w:val="002E003D"/>
    <w:rsid w:val="002E026E"/>
    <w:rsid w:val="002E04CD"/>
    <w:rsid w:val="002E0F52"/>
    <w:rsid w:val="002E16C5"/>
    <w:rsid w:val="002E1986"/>
    <w:rsid w:val="002E19FB"/>
    <w:rsid w:val="002E1EE6"/>
    <w:rsid w:val="002E1F3A"/>
    <w:rsid w:val="002E224E"/>
    <w:rsid w:val="002E2348"/>
    <w:rsid w:val="002E2473"/>
    <w:rsid w:val="002E26AC"/>
    <w:rsid w:val="002E2808"/>
    <w:rsid w:val="002E2876"/>
    <w:rsid w:val="002E291F"/>
    <w:rsid w:val="002E2A8B"/>
    <w:rsid w:val="002E2C7E"/>
    <w:rsid w:val="002E37C9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9CA"/>
    <w:rsid w:val="002E4C22"/>
    <w:rsid w:val="002E4C79"/>
    <w:rsid w:val="002E4D7E"/>
    <w:rsid w:val="002E50D3"/>
    <w:rsid w:val="002E527C"/>
    <w:rsid w:val="002E56EC"/>
    <w:rsid w:val="002E58C8"/>
    <w:rsid w:val="002E5919"/>
    <w:rsid w:val="002E5B4B"/>
    <w:rsid w:val="002E5B8D"/>
    <w:rsid w:val="002E5C9F"/>
    <w:rsid w:val="002E5F8E"/>
    <w:rsid w:val="002E613C"/>
    <w:rsid w:val="002E6258"/>
    <w:rsid w:val="002E65A4"/>
    <w:rsid w:val="002E6990"/>
    <w:rsid w:val="002E6AD4"/>
    <w:rsid w:val="002E6BDD"/>
    <w:rsid w:val="002E6CA4"/>
    <w:rsid w:val="002E7094"/>
    <w:rsid w:val="002E70C0"/>
    <w:rsid w:val="002E7225"/>
    <w:rsid w:val="002E7367"/>
    <w:rsid w:val="002E73E1"/>
    <w:rsid w:val="002E7474"/>
    <w:rsid w:val="002E766D"/>
    <w:rsid w:val="002E769C"/>
    <w:rsid w:val="002E76A7"/>
    <w:rsid w:val="002F00DB"/>
    <w:rsid w:val="002F044A"/>
    <w:rsid w:val="002F051C"/>
    <w:rsid w:val="002F057C"/>
    <w:rsid w:val="002F0613"/>
    <w:rsid w:val="002F0A47"/>
    <w:rsid w:val="002F0BD7"/>
    <w:rsid w:val="002F0FB3"/>
    <w:rsid w:val="002F15B2"/>
    <w:rsid w:val="002F1922"/>
    <w:rsid w:val="002F1FAC"/>
    <w:rsid w:val="002F2292"/>
    <w:rsid w:val="002F2574"/>
    <w:rsid w:val="002F25E6"/>
    <w:rsid w:val="002F26C8"/>
    <w:rsid w:val="002F3140"/>
    <w:rsid w:val="002F3276"/>
    <w:rsid w:val="002F3B6D"/>
    <w:rsid w:val="002F3B9A"/>
    <w:rsid w:val="002F4213"/>
    <w:rsid w:val="002F4335"/>
    <w:rsid w:val="002F4466"/>
    <w:rsid w:val="002F47C0"/>
    <w:rsid w:val="002F4A50"/>
    <w:rsid w:val="002F4CC7"/>
    <w:rsid w:val="002F4ECF"/>
    <w:rsid w:val="002F5301"/>
    <w:rsid w:val="002F551D"/>
    <w:rsid w:val="002F5613"/>
    <w:rsid w:val="002F5B52"/>
    <w:rsid w:val="002F5BA0"/>
    <w:rsid w:val="002F5E82"/>
    <w:rsid w:val="002F6104"/>
    <w:rsid w:val="002F616F"/>
    <w:rsid w:val="002F680B"/>
    <w:rsid w:val="002F6949"/>
    <w:rsid w:val="002F6C0B"/>
    <w:rsid w:val="002F6D8F"/>
    <w:rsid w:val="002F7392"/>
    <w:rsid w:val="002F746B"/>
    <w:rsid w:val="002F76AE"/>
    <w:rsid w:val="002F7789"/>
    <w:rsid w:val="002F77E8"/>
    <w:rsid w:val="002F78B3"/>
    <w:rsid w:val="002F7A69"/>
    <w:rsid w:val="002F7ABB"/>
    <w:rsid w:val="002F7BEA"/>
    <w:rsid w:val="002F7F0E"/>
    <w:rsid w:val="00300082"/>
    <w:rsid w:val="00300185"/>
    <w:rsid w:val="003002B8"/>
    <w:rsid w:val="003002E6"/>
    <w:rsid w:val="003005BA"/>
    <w:rsid w:val="003005EE"/>
    <w:rsid w:val="00300649"/>
    <w:rsid w:val="00300698"/>
    <w:rsid w:val="00300A18"/>
    <w:rsid w:val="00300FEC"/>
    <w:rsid w:val="00301190"/>
    <w:rsid w:val="00301274"/>
    <w:rsid w:val="003012C1"/>
    <w:rsid w:val="0030133E"/>
    <w:rsid w:val="00301687"/>
    <w:rsid w:val="00301750"/>
    <w:rsid w:val="00301979"/>
    <w:rsid w:val="00301AF6"/>
    <w:rsid w:val="00301D0A"/>
    <w:rsid w:val="00301FFD"/>
    <w:rsid w:val="00302194"/>
    <w:rsid w:val="003025B4"/>
    <w:rsid w:val="003029D7"/>
    <w:rsid w:val="00302B18"/>
    <w:rsid w:val="00302DAF"/>
    <w:rsid w:val="00303371"/>
    <w:rsid w:val="00303733"/>
    <w:rsid w:val="003039FB"/>
    <w:rsid w:val="00303D1A"/>
    <w:rsid w:val="00303F96"/>
    <w:rsid w:val="0030417A"/>
    <w:rsid w:val="00304290"/>
    <w:rsid w:val="003043AF"/>
    <w:rsid w:val="00304B1A"/>
    <w:rsid w:val="00304B9E"/>
    <w:rsid w:val="00304D45"/>
    <w:rsid w:val="00305263"/>
    <w:rsid w:val="0030532B"/>
    <w:rsid w:val="003053DD"/>
    <w:rsid w:val="003053E3"/>
    <w:rsid w:val="0030556D"/>
    <w:rsid w:val="00305635"/>
    <w:rsid w:val="00305857"/>
    <w:rsid w:val="003058F3"/>
    <w:rsid w:val="00305F8A"/>
    <w:rsid w:val="003061CD"/>
    <w:rsid w:val="00306235"/>
    <w:rsid w:val="003062A4"/>
    <w:rsid w:val="00306786"/>
    <w:rsid w:val="003067C4"/>
    <w:rsid w:val="00306A42"/>
    <w:rsid w:val="00306B43"/>
    <w:rsid w:val="003072A3"/>
    <w:rsid w:val="00307334"/>
    <w:rsid w:val="00307561"/>
    <w:rsid w:val="003076F5"/>
    <w:rsid w:val="003077CB"/>
    <w:rsid w:val="00307855"/>
    <w:rsid w:val="0030798B"/>
    <w:rsid w:val="00307A72"/>
    <w:rsid w:val="00307C33"/>
    <w:rsid w:val="00307DAA"/>
    <w:rsid w:val="00307DC2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78C"/>
    <w:rsid w:val="0031191C"/>
    <w:rsid w:val="00311AFC"/>
    <w:rsid w:val="00311C3F"/>
    <w:rsid w:val="00312333"/>
    <w:rsid w:val="003124EC"/>
    <w:rsid w:val="003129E9"/>
    <w:rsid w:val="00312B38"/>
    <w:rsid w:val="00312C28"/>
    <w:rsid w:val="00312D10"/>
    <w:rsid w:val="00312F8F"/>
    <w:rsid w:val="003131FD"/>
    <w:rsid w:val="0031324B"/>
    <w:rsid w:val="00313301"/>
    <w:rsid w:val="003134F4"/>
    <w:rsid w:val="0031373C"/>
    <w:rsid w:val="003139EA"/>
    <w:rsid w:val="00313BEF"/>
    <w:rsid w:val="00313DEB"/>
    <w:rsid w:val="00313EA7"/>
    <w:rsid w:val="00313F66"/>
    <w:rsid w:val="003145DD"/>
    <w:rsid w:val="00314645"/>
    <w:rsid w:val="003146E4"/>
    <w:rsid w:val="00314BF4"/>
    <w:rsid w:val="00314C95"/>
    <w:rsid w:val="003151D7"/>
    <w:rsid w:val="00315248"/>
    <w:rsid w:val="0031535F"/>
    <w:rsid w:val="0031545C"/>
    <w:rsid w:val="0031551D"/>
    <w:rsid w:val="0031555D"/>
    <w:rsid w:val="003158BA"/>
    <w:rsid w:val="00315D41"/>
    <w:rsid w:val="00315E62"/>
    <w:rsid w:val="003160DB"/>
    <w:rsid w:val="0031619D"/>
    <w:rsid w:val="00316231"/>
    <w:rsid w:val="00316BD4"/>
    <w:rsid w:val="003173A3"/>
    <w:rsid w:val="00317551"/>
    <w:rsid w:val="0031787F"/>
    <w:rsid w:val="00317EA3"/>
    <w:rsid w:val="0032065B"/>
    <w:rsid w:val="0032092F"/>
    <w:rsid w:val="00320A44"/>
    <w:rsid w:val="00320B71"/>
    <w:rsid w:val="00320B8B"/>
    <w:rsid w:val="00320F46"/>
    <w:rsid w:val="00320F68"/>
    <w:rsid w:val="00320FF7"/>
    <w:rsid w:val="0032148B"/>
    <w:rsid w:val="0032151D"/>
    <w:rsid w:val="00321858"/>
    <w:rsid w:val="00321E05"/>
    <w:rsid w:val="00321FDF"/>
    <w:rsid w:val="003220F1"/>
    <w:rsid w:val="00322202"/>
    <w:rsid w:val="003223B4"/>
    <w:rsid w:val="0032268E"/>
    <w:rsid w:val="003226F1"/>
    <w:rsid w:val="0032280E"/>
    <w:rsid w:val="00322A79"/>
    <w:rsid w:val="00322CC5"/>
    <w:rsid w:val="00322D98"/>
    <w:rsid w:val="00322DBB"/>
    <w:rsid w:val="00322FD0"/>
    <w:rsid w:val="0032305E"/>
    <w:rsid w:val="00323C1E"/>
    <w:rsid w:val="00323C2C"/>
    <w:rsid w:val="00323CC2"/>
    <w:rsid w:val="003248D9"/>
    <w:rsid w:val="00324910"/>
    <w:rsid w:val="0032494D"/>
    <w:rsid w:val="00324BBA"/>
    <w:rsid w:val="00324BEA"/>
    <w:rsid w:val="003251AD"/>
    <w:rsid w:val="003253B5"/>
    <w:rsid w:val="00325651"/>
    <w:rsid w:val="00325879"/>
    <w:rsid w:val="0032590F"/>
    <w:rsid w:val="00325A22"/>
    <w:rsid w:val="00325B80"/>
    <w:rsid w:val="00326135"/>
    <w:rsid w:val="00326362"/>
    <w:rsid w:val="0032641E"/>
    <w:rsid w:val="00326456"/>
    <w:rsid w:val="0032650E"/>
    <w:rsid w:val="00326822"/>
    <w:rsid w:val="00326828"/>
    <w:rsid w:val="00326C10"/>
    <w:rsid w:val="00326E51"/>
    <w:rsid w:val="00327035"/>
    <w:rsid w:val="003270F3"/>
    <w:rsid w:val="00327191"/>
    <w:rsid w:val="00327286"/>
    <w:rsid w:val="0032742E"/>
    <w:rsid w:val="003277CD"/>
    <w:rsid w:val="003278D7"/>
    <w:rsid w:val="00327D72"/>
    <w:rsid w:val="00327ED0"/>
    <w:rsid w:val="0033009E"/>
    <w:rsid w:val="00330279"/>
    <w:rsid w:val="003302C0"/>
    <w:rsid w:val="00330435"/>
    <w:rsid w:val="0033059E"/>
    <w:rsid w:val="00330F0D"/>
    <w:rsid w:val="0033128A"/>
    <w:rsid w:val="0033159E"/>
    <w:rsid w:val="003316B4"/>
    <w:rsid w:val="00331B28"/>
    <w:rsid w:val="003320E9"/>
    <w:rsid w:val="003321D1"/>
    <w:rsid w:val="00333013"/>
    <w:rsid w:val="0033365E"/>
    <w:rsid w:val="003339FB"/>
    <w:rsid w:val="00333F1B"/>
    <w:rsid w:val="00334132"/>
    <w:rsid w:val="0033443F"/>
    <w:rsid w:val="0033444D"/>
    <w:rsid w:val="003345A1"/>
    <w:rsid w:val="00334902"/>
    <w:rsid w:val="00335186"/>
    <w:rsid w:val="00335396"/>
    <w:rsid w:val="0033553B"/>
    <w:rsid w:val="00335C80"/>
    <w:rsid w:val="00335CE6"/>
    <w:rsid w:val="00335D83"/>
    <w:rsid w:val="00336504"/>
    <w:rsid w:val="003369A2"/>
    <w:rsid w:val="003369A4"/>
    <w:rsid w:val="003369CA"/>
    <w:rsid w:val="00336DBF"/>
    <w:rsid w:val="003370DB"/>
    <w:rsid w:val="00337395"/>
    <w:rsid w:val="003374CE"/>
    <w:rsid w:val="00337648"/>
    <w:rsid w:val="00337818"/>
    <w:rsid w:val="003378FF"/>
    <w:rsid w:val="0033798D"/>
    <w:rsid w:val="00337D76"/>
    <w:rsid w:val="0034011B"/>
    <w:rsid w:val="0034025D"/>
    <w:rsid w:val="003406BB"/>
    <w:rsid w:val="00340851"/>
    <w:rsid w:val="0034087B"/>
    <w:rsid w:val="0034087C"/>
    <w:rsid w:val="00340898"/>
    <w:rsid w:val="003409C9"/>
    <w:rsid w:val="00340D28"/>
    <w:rsid w:val="00340F95"/>
    <w:rsid w:val="003410B9"/>
    <w:rsid w:val="0034120F"/>
    <w:rsid w:val="0034154D"/>
    <w:rsid w:val="003415F5"/>
    <w:rsid w:val="00341B52"/>
    <w:rsid w:val="00341CF2"/>
    <w:rsid w:val="00341D08"/>
    <w:rsid w:val="00341E6E"/>
    <w:rsid w:val="00341F6E"/>
    <w:rsid w:val="003421E4"/>
    <w:rsid w:val="00342262"/>
    <w:rsid w:val="003427F0"/>
    <w:rsid w:val="003429E8"/>
    <w:rsid w:val="00342BB8"/>
    <w:rsid w:val="00342D61"/>
    <w:rsid w:val="00342F74"/>
    <w:rsid w:val="003431E8"/>
    <w:rsid w:val="00343216"/>
    <w:rsid w:val="003436F4"/>
    <w:rsid w:val="00343727"/>
    <w:rsid w:val="0034395D"/>
    <w:rsid w:val="00344063"/>
    <w:rsid w:val="00344268"/>
    <w:rsid w:val="003443F8"/>
    <w:rsid w:val="003444B2"/>
    <w:rsid w:val="0034454C"/>
    <w:rsid w:val="00344DFD"/>
    <w:rsid w:val="00344F80"/>
    <w:rsid w:val="00344FD7"/>
    <w:rsid w:val="0034502B"/>
    <w:rsid w:val="00345277"/>
    <w:rsid w:val="0034529F"/>
    <w:rsid w:val="003452C5"/>
    <w:rsid w:val="003453CF"/>
    <w:rsid w:val="00345511"/>
    <w:rsid w:val="003455B6"/>
    <w:rsid w:val="0034567D"/>
    <w:rsid w:val="0034580E"/>
    <w:rsid w:val="00345931"/>
    <w:rsid w:val="0034599F"/>
    <w:rsid w:val="00345A8D"/>
    <w:rsid w:val="00345C55"/>
    <w:rsid w:val="00345C97"/>
    <w:rsid w:val="00345FED"/>
    <w:rsid w:val="0034611A"/>
    <w:rsid w:val="0034666F"/>
    <w:rsid w:val="00346830"/>
    <w:rsid w:val="003469D3"/>
    <w:rsid w:val="00346C47"/>
    <w:rsid w:val="00346CB2"/>
    <w:rsid w:val="003470D8"/>
    <w:rsid w:val="00347B5A"/>
    <w:rsid w:val="00347D50"/>
    <w:rsid w:val="00347D61"/>
    <w:rsid w:val="00350260"/>
    <w:rsid w:val="003503A1"/>
    <w:rsid w:val="00350442"/>
    <w:rsid w:val="00350675"/>
    <w:rsid w:val="003509B3"/>
    <w:rsid w:val="00350A08"/>
    <w:rsid w:val="00350BE1"/>
    <w:rsid w:val="00350DEF"/>
    <w:rsid w:val="00350F3C"/>
    <w:rsid w:val="003511FC"/>
    <w:rsid w:val="003512C9"/>
    <w:rsid w:val="00351750"/>
    <w:rsid w:val="00351CC4"/>
    <w:rsid w:val="00351F41"/>
    <w:rsid w:val="00352152"/>
    <w:rsid w:val="003521E3"/>
    <w:rsid w:val="003523D3"/>
    <w:rsid w:val="00352665"/>
    <w:rsid w:val="00352785"/>
    <w:rsid w:val="0035287F"/>
    <w:rsid w:val="00352A36"/>
    <w:rsid w:val="00352BAD"/>
    <w:rsid w:val="00352F6C"/>
    <w:rsid w:val="003531B9"/>
    <w:rsid w:val="00353421"/>
    <w:rsid w:val="00353452"/>
    <w:rsid w:val="003534A8"/>
    <w:rsid w:val="00353C64"/>
    <w:rsid w:val="00353E1B"/>
    <w:rsid w:val="00353EAC"/>
    <w:rsid w:val="003540F2"/>
    <w:rsid w:val="003541D9"/>
    <w:rsid w:val="00354257"/>
    <w:rsid w:val="0035426B"/>
    <w:rsid w:val="00354331"/>
    <w:rsid w:val="00354580"/>
    <w:rsid w:val="003546C1"/>
    <w:rsid w:val="00354AAF"/>
    <w:rsid w:val="00354CAD"/>
    <w:rsid w:val="00354DD2"/>
    <w:rsid w:val="00354E42"/>
    <w:rsid w:val="003551FB"/>
    <w:rsid w:val="003555E5"/>
    <w:rsid w:val="00355705"/>
    <w:rsid w:val="0035573E"/>
    <w:rsid w:val="00355A96"/>
    <w:rsid w:val="00355CC5"/>
    <w:rsid w:val="00355DAE"/>
    <w:rsid w:val="003562AE"/>
    <w:rsid w:val="003562E2"/>
    <w:rsid w:val="003563D7"/>
    <w:rsid w:val="00356866"/>
    <w:rsid w:val="003568C4"/>
    <w:rsid w:val="0035690C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753"/>
    <w:rsid w:val="003579CA"/>
    <w:rsid w:val="00357B72"/>
    <w:rsid w:val="00357EAE"/>
    <w:rsid w:val="00360402"/>
    <w:rsid w:val="0036059D"/>
    <w:rsid w:val="00360775"/>
    <w:rsid w:val="00360977"/>
    <w:rsid w:val="00360B99"/>
    <w:rsid w:val="00360C88"/>
    <w:rsid w:val="00360D59"/>
    <w:rsid w:val="00361085"/>
    <w:rsid w:val="0036112B"/>
    <w:rsid w:val="0036119E"/>
    <w:rsid w:val="00361236"/>
    <w:rsid w:val="0036173B"/>
    <w:rsid w:val="003618E9"/>
    <w:rsid w:val="003619B7"/>
    <w:rsid w:val="00361B09"/>
    <w:rsid w:val="00361C89"/>
    <w:rsid w:val="00361CA2"/>
    <w:rsid w:val="003620C9"/>
    <w:rsid w:val="003622FF"/>
    <w:rsid w:val="00362322"/>
    <w:rsid w:val="003627D4"/>
    <w:rsid w:val="00362E38"/>
    <w:rsid w:val="00362EBF"/>
    <w:rsid w:val="0036300A"/>
    <w:rsid w:val="0036302B"/>
    <w:rsid w:val="003630C1"/>
    <w:rsid w:val="003632A0"/>
    <w:rsid w:val="003633D2"/>
    <w:rsid w:val="00363664"/>
    <w:rsid w:val="0036374A"/>
    <w:rsid w:val="003638BC"/>
    <w:rsid w:val="00363C2D"/>
    <w:rsid w:val="00363E8D"/>
    <w:rsid w:val="00364157"/>
    <w:rsid w:val="00364291"/>
    <w:rsid w:val="00364451"/>
    <w:rsid w:val="003644F5"/>
    <w:rsid w:val="003648B6"/>
    <w:rsid w:val="00364B01"/>
    <w:rsid w:val="00364E6C"/>
    <w:rsid w:val="00364FAE"/>
    <w:rsid w:val="00365072"/>
    <w:rsid w:val="003655E4"/>
    <w:rsid w:val="0036566A"/>
    <w:rsid w:val="00365EFB"/>
    <w:rsid w:val="00365FB9"/>
    <w:rsid w:val="003663B8"/>
    <w:rsid w:val="00366407"/>
    <w:rsid w:val="00366743"/>
    <w:rsid w:val="00366A7B"/>
    <w:rsid w:val="00366E28"/>
    <w:rsid w:val="00366F0A"/>
    <w:rsid w:val="00367048"/>
    <w:rsid w:val="003671A6"/>
    <w:rsid w:val="00367666"/>
    <w:rsid w:val="00367C7B"/>
    <w:rsid w:val="00367ECE"/>
    <w:rsid w:val="0037032C"/>
    <w:rsid w:val="0037073F"/>
    <w:rsid w:val="00370A40"/>
    <w:rsid w:val="00370EBD"/>
    <w:rsid w:val="0037132E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6A4"/>
    <w:rsid w:val="00372808"/>
    <w:rsid w:val="0037280B"/>
    <w:rsid w:val="003728AC"/>
    <w:rsid w:val="00372A48"/>
    <w:rsid w:val="00372AFA"/>
    <w:rsid w:val="00372EB3"/>
    <w:rsid w:val="00373450"/>
    <w:rsid w:val="0037367E"/>
    <w:rsid w:val="00373F81"/>
    <w:rsid w:val="003742BA"/>
    <w:rsid w:val="003742BC"/>
    <w:rsid w:val="00374678"/>
    <w:rsid w:val="00374C82"/>
    <w:rsid w:val="00374EB6"/>
    <w:rsid w:val="00375AEE"/>
    <w:rsid w:val="00375DDC"/>
    <w:rsid w:val="00375EA9"/>
    <w:rsid w:val="00376224"/>
    <w:rsid w:val="003762F8"/>
    <w:rsid w:val="003764DD"/>
    <w:rsid w:val="00377351"/>
    <w:rsid w:val="003773E5"/>
    <w:rsid w:val="0037772C"/>
    <w:rsid w:val="003778DF"/>
    <w:rsid w:val="00377902"/>
    <w:rsid w:val="00377999"/>
    <w:rsid w:val="00377A1D"/>
    <w:rsid w:val="0038025B"/>
    <w:rsid w:val="0038044B"/>
    <w:rsid w:val="00380524"/>
    <w:rsid w:val="00380938"/>
    <w:rsid w:val="00380AF7"/>
    <w:rsid w:val="00380BE4"/>
    <w:rsid w:val="00380D99"/>
    <w:rsid w:val="00380F27"/>
    <w:rsid w:val="003817BE"/>
    <w:rsid w:val="00381A01"/>
    <w:rsid w:val="00381AA3"/>
    <w:rsid w:val="00381BBA"/>
    <w:rsid w:val="00381E9A"/>
    <w:rsid w:val="00381EBA"/>
    <w:rsid w:val="00381F51"/>
    <w:rsid w:val="00382017"/>
    <w:rsid w:val="00382230"/>
    <w:rsid w:val="0038227C"/>
    <w:rsid w:val="003823B6"/>
    <w:rsid w:val="003824A6"/>
    <w:rsid w:val="00382908"/>
    <w:rsid w:val="00383420"/>
    <w:rsid w:val="00383477"/>
    <w:rsid w:val="003834D3"/>
    <w:rsid w:val="003835C5"/>
    <w:rsid w:val="0038381F"/>
    <w:rsid w:val="003838C5"/>
    <w:rsid w:val="003839B4"/>
    <w:rsid w:val="00383BED"/>
    <w:rsid w:val="00383C7F"/>
    <w:rsid w:val="00384378"/>
    <w:rsid w:val="003844FC"/>
    <w:rsid w:val="00384524"/>
    <w:rsid w:val="003849DB"/>
    <w:rsid w:val="00384DC5"/>
    <w:rsid w:val="00384ED6"/>
    <w:rsid w:val="00385095"/>
    <w:rsid w:val="003850DB"/>
    <w:rsid w:val="00385104"/>
    <w:rsid w:val="0038531D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274"/>
    <w:rsid w:val="003874B7"/>
    <w:rsid w:val="0038767C"/>
    <w:rsid w:val="00387984"/>
    <w:rsid w:val="00387AFB"/>
    <w:rsid w:val="00387EDF"/>
    <w:rsid w:val="00387F62"/>
    <w:rsid w:val="003902AC"/>
    <w:rsid w:val="003903F4"/>
    <w:rsid w:val="0039072F"/>
    <w:rsid w:val="003907E4"/>
    <w:rsid w:val="003908E2"/>
    <w:rsid w:val="00390C8E"/>
    <w:rsid w:val="00390E77"/>
    <w:rsid w:val="00390F0F"/>
    <w:rsid w:val="00391471"/>
    <w:rsid w:val="0039147B"/>
    <w:rsid w:val="0039147F"/>
    <w:rsid w:val="003919B5"/>
    <w:rsid w:val="00391A4C"/>
    <w:rsid w:val="00391CC2"/>
    <w:rsid w:val="00391CF6"/>
    <w:rsid w:val="00391D97"/>
    <w:rsid w:val="00392437"/>
    <w:rsid w:val="00392854"/>
    <w:rsid w:val="00392C51"/>
    <w:rsid w:val="00392D22"/>
    <w:rsid w:val="0039302F"/>
    <w:rsid w:val="0039338A"/>
    <w:rsid w:val="00393C2B"/>
    <w:rsid w:val="00393F27"/>
    <w:rsid w:val="00394187"/>
    <w:rsid w:val="00394415"/>
    <w:rsid w:val="003947E5"/>
    <w:rsid w:val="00394AE5"/>
    <w:rsid w:val="00394C97"/>
    <w:rsid w:val="00394DCB"/>
    <w:rsid w:val="00394EEC"/>
    <w:rsid w:val="00394F36"/>
    <w:rsid w:val="00394FFC"/>
    <w:rsid w:val="0039525C"/>
    <w:rsid w:val="003954C7"/>
    <w:rsid w:val="003955E7"/>
    <w:rsid w:val="003958A5"/>
    <w:rsid w:val="003958FF"/>
    <w:rsid w:val="00395A18"/>
    <w:rsid w:val="00395A1A"/>
    <w:rsid w:val="00395C52"/>
    <w:rsid w:val="00395C89"/>
    <w:rsid w:val="003960C1"/>
    <w:rsid w:val="00396317"/>
    <w:rsid w:val="00396446"/>
    <w:rsid w:val="00396A20"/>
    <w:rsid w:val="00396BE1"/>
    <w:rsid w:val="00396E0A"/>
    <w:rsid w:val="00396E18"/>
    <w:rsid w:val="00396E40"/>
    <w:rsid w:val="00396E4D"/>
    <w:rsid w:val="00397077"/>
    <w:rsid w:val="00397233"/>
    <w:rsid w:val="003972AB"/>
    <w:rsid w:val="00397E19"/>
    <w:rsid w:val="003A021E"/>
    <w:rsid w:val="003A024F"/>
    <w:rsid w:val="003A04DA"/>
    <w:rsid w:val="003A068E"/>
    <w:rsid w:val="003A103E"/>
    <w:rsid w:val="003A137A"/>
    <w:rsid w:val="003A1DA8"/>
    <w:rsid w:val="003A1EC1"/>
    <w:rsid w:val="003A1EF2"/>
    <w:rsid w:val="003A2091"/>
    <w:rsid w:val="003A2099"/>
    <w:rsid w:val="003A2308"/>
    <w:rsid w:val="003A2B3B"/>
    <w:rsid w:val="003A2C71"/>
    <w:rsid w:val="003A2DBB"/>
    <w:rsid w:val="003A3184"/>
    <w:rsid w:val="003A37B8"/>
    <w:rsid w:val="003A3A50"/>
    <w:rsid w:val="003A3A93"/>
    <w:rsid w:val="003A3D35"/>
    <w:rsid w:val="003A43B7"/>
    <w:rsid w:val="003A4487"/>
    <w:rsid w:val="003A4620"/>
    <w:rsid w:val="003A490F"/>
    <w:rsid w:val="003A49C1"/>
    <w:rsid w:val="003A547F"/>
    <w:rsid w:val="003A56C9"/>
    <w:rsid w:val="003A58AF"/>
    <w:rsid w:val="003A5ADD"/>
    <w:rsid w:val="003A5AFD"/>
    <w:rsid w:val="003A5D3E"/>
    <w:rsid w:val="003A5EE8"/>
    <w:rsid w:val="003A6129"/>
    <w:rsid w:val="003A61B9"/>
    <w:rsid w:val="003A62C9"/>
    <w:rsid w:val="003A6907"/>
    <w:rsid w:val="003A6C94"/>
    <w:rsid w:val="003A6E6C"/>
    <w:rsid w:val="003A6FBF"/>
    <w:rsid w:val="003A7152"/>
    <w:rsid w:val="003A72F2"/>
    <w:rsid w:val="003A738E"/>
    <w:rsid w:val="003A741B"/>
    <w:rsid w:val="003A755C"/>
    <w:rsid w:val="003A760F"/>
    <w:rsid w:val="003A799B"/>
    <w:rsid w:val="003A7AD4"/>
    <w:rsid w:val="003A7E08"/>
    <w:rsid w:val="003A7E9D"/>
    <w:rsid w:val="003A7F84"/>
    <w:rsid w:val="003B0107"/>
    <w:rsid w:val="003B01AA"/>
    <w:rsid w:val="003B0522"/>
    <w:rsid w:val="003B094F"/>
    <w:rsid w:val="003B0E0D"/>
    <w:rsid w:val="003B0FD4"/>
    <w:rsid w:val="003B102D"/>
    <w:rsid w:val="003B11FB"/>
    <w:rsid w:val="003B131D"/>
    <w:rsid w:val="003B165B"/>
    <w:rsid w:val="003B1847"/>
    <w:rsid w:val="003B1BAB"/>
    <w:rsid w:val="003B1D2D"/>
    <w:rsid w:val="003B1EDD"/>
    <w:rsid w:val="003B1F13"/>
    <w:rsid w:val="003B1F25"/>
    <w:rsid w:val="003B2727"/>
    <w:rsid w:val="003B284E"/>
    <w:rsid w:val="003B2926"/>
    <w:rsid w:val="003B2B83"/>
    <w:rsid w:val="003B2D57"/>
    <w:rsid w:val="003B2E72"/>
    <w:rsid w:val="003B2F08"/>
    <w:rsid w:val="003B2FE6"/>
    <w:rsid w:val="003B3167"/>
    <w:rsid w:val="003B3275"/>
    <w:rsid w:val="003B35CC"/>
    <w:rsid w:val="003B3899"/>
    <w:rsid w:val="003B3C3B"/>
    <w:rsid w:val="003B3D72"/>
    <w:rsid w:val="003B40AF"/>
    <w:rsid w:val="003B43EF"/>
    <w:rsid w:val="003B457E"/>
    <w:rsid w:val="003B4631"/>
    <w:rsid w:val="003B4697"/>
    <w:rsid w:val="003B47E0"/>
    <w:rsid w:val="003B4898"/>
    <w:rsid w:val="003B4C39"/>
    <w:rsid w:val="003B504A"/>
    <w:rsid w:val="003B5212"/>
    <w:rsid w:val="003B5681"/>
    <w:rsid w:val="003B56F7"/>
    <w:rsid w:val="003B59E6"/>
    <w:rsid w:val="003B5E15"/>
    <w:rsid w:val="003B5F78"/>
    <w:rsid w:val="003B60D6"/>
    <w:rsid w:val="003B613E"/>
    <w:rsid w:val="003B67F7"/>
    <w:rsid w:val="003B6924"/>
    <w:rsid w:val="003B6E32"/>
    <w:rsid w:val="003B70FF"/>
    <w:rsid w:val="003B723F"/>
    <w:rsid w:val="003B7282"/>
    <w:rsid w:val="003B73E0"/>
    <w:rsid w:val="003B74FE"/>
    <w:rsid w:val="003B76B8"/>
    <w:rsid w:val="003B773E"/>
    <w:rsid w:val="003C01F6"/>
    <w:rsid w:val="003C035C"/>
    <w:rsid w:val="003C0590"/>
    <w:rsid w:val="003C0756"/>
    <w:rsid w:val="003C07A7"/>
    <w:rsid w:val="003C07CB"/>
    <w:rsid w:val="003C085A"/>
    <w:rsid w:val="003C087A"/>
    <w:rsid w:val="003C0CE3"/>
    <w:rsid w:val="003C1155"/>
    <w:rsid w:val="003C14E3"/>
    <w:rsid w:val="003C179F"/>
    <w:rsid w:val="003C1A79"/>
    <w:rsid w:val="003C1C51"/>
    <w:rsid w:val="003C2186"/>
    <w:rsid w:val="003C22F4"/>
    <w:rsid w:val="003C23A6"/>
    <w:rsid w:val="003C24A3"/>
    <w:rsid w:val="003C250F"/>
    <w:rsid w:val="003C2779"/>
    <w:rsid w:val="003C27DE"/>
    <w:rsid w:val="003C2A5D"/>
    <w:rsid w:val="003C2B6C"/>
    <w:rsid w:val="003C2BAB"/>
    <w:rsid w:val="003C32AC"/>
    <w:rsid w:val="003C3615"/>
    <w:rsid w:val="003C3857"/>
    <w:rsid w:val="003C3FA5"/>
    <w:rsid w:val="003C40B4"/>
    <w:rsid w:val="003C41C7"/>
    <w:rsid w:val="003C4514"/>
    <w:rsid w:val="003C47D8"/>
    <w:rsid w:val="003C491D"/>
    <w:rsid w:val="003C530E"/>
    <w:rsid w:val="003C5ED2"/>
    <w:rsid w:val="003C5FB8"/>
    <w:rsid w:val="003C6541"/>
    <w:rsid w:val="003C68E4"/>
    <w:rsid w:val="003C6905"/>
    <w:rsid w:val="003C6CE3"/>
    <w:rsid w:val="003C6FDD"/>
    <w:rsid w:val="003C7352"/>
    <w:rsid w:val="003C7453"/>
    <w:rsid w:val="003C7727"/>
    <w:rsid w:val="003C7981"/>
    <w:rsid w:val="003C7A25"/>
    <w:rsid w:val="003D0280"/>
    <w:rsid w:val="003D0417"/>
    <w:rsid w:val="003D09A7"/>
    <w:rsid w:val="003D0BEA"/>
    <w:rsid w:val="003D0C84"/>
    <w:rsid w:val="003D1088"/>
    <w:rsid w:val="003D11CD"/>
    <w:rsid w:val="003D15D5"/>
    <w:rsid w:val="003D18ED"/>
    <w:rsid w:val="003D1AE2"/>
    <w:rsid w:val="003D1E07"/>
    <w:rsid w:val="003D1E32"/>
    <w:rsid w:val="003D1FA8"/>
    <w:rsid w:val="003D29CF"/>
    <w:rsid w:val="003D29EF"/>
    <w:rsid w:val="003D2A17"/>
    <w:rsid w:val="003D2A63"/>
    <w:rsid w:val="003D3106"/>
    <w:rsid w:val="003D378D"/>
    <w:rsid w:val="003D391B"/>
    <w:rsid w:val="003D39E6"/>
    <w:rsid w:val="003D3DF1"/>
    <w:rsid w:val="003D3EE9"/>
    <w:rsid w:val="003D4177"/>
    <w:rsid w:val="003D450D"/>
    <w:rsid w:val="003D45DF"/>
    <w:rsid w:val="003D48AF"/>
    <w:rsid w:val="003D49CF"/>
    <w:rsid w:val="003D4B25"/>
    <w:rsid w:val="003D4E48"/>
    <w:rsid w:val="003D502C"/>
    <w:rsid w:val="003D521B"/>
    <w:rsid w:val="003D537B"/>
    <w:rsid w:val="003D5398"/>
    <w:rsid w:val="003D59CC"/>
    <w:rsid w:val="003D5AD8"/>
    <w:rsid w:val="003D5B71"/>
    <w:rsid w:val="003D5C87"/>
    <w:rsid w:val="003D5D01"/>
    <w:rsid w:val="003D65EB"/>
    <w:rsid w:val="003D6957"/>
    <w:rsid w:val="003D6A08"/>
    <w:rsid w:val="003D6A86"/>
    <w:rsid w:val="003D6BA8"/>
    <w:rsid w:val="003D70EC"/>
    <w:rsid w:val="003D743A"/>
    <w:rsid w:val="003D7601"/>
    <w:rsid w:val="003D76B5"/>
    <w:rsid w:val="003D76C1"/>
    <w:rsid w:val="003D78CC"/>
    <w:rsid w:val="003D7BA0"/>
    <w:rsid w:val="003D7D18"/>
    <w:rsid w:val="003D7D5C"/>
    <w:rsid w:val="003D7E49"/>
    <w:rsid w:val="003E01E3"/>
    <w:rsid w:val="003E0374"/>
    <w:rsid w:val="003E052B"/>
    <w:rsid w:val="003E05CE"/>
    <w:rsid w:val="003E0616"/>
    <w:rsid w:val="003E075F"/>
    <w:rsid w:val="003E0CDB"/>
    <w:rsid w:val="003E1342"/>
    <w:rsid w:val="003E1727"/>
    <w:rsid w:val="003E1906"/>
    <w:rsid w:val="003E19ED"/>
    <w:rsid w:val="003E1C97"/>
    <w:rsid w:val="003E20AC"/>
    <w:rsid w:val="003E22EE"/>
    <w:rsid w:val="003E2395"/>
    <w:rsid w:val="003E23E3"/>
    <w:rsid w:val="003E23F2"/>
    <w:rsid w:val="003E25D5"/>
    <w:rsid w:val="003E2B9A"/>
    <w:rsid w:val="003E2BC9"/>
    <w:rsid w:val="003E2CC4"/>
    <w:rsid w:val="003E2F22"/>
    <w:rsid w:val="003E31B5"/>
    <w:rsid w:val="003E31EB"/>
    <w:rsid w:val="003E3486"/>
    <w:rsid w:val="003E3503"/>
    <w:rsid w:val="003E35E4"/>
    <w:rsid w:val="003E3617"/>
    <w:rsid w:val="003E3704"/>
    <w:rsid w:val="003E384E"/>
    <w:rsid w:val="003E38A1"/>
    <w:rsid w:val="003E3AC9"/>
    <w:rsid w:val="003E3AEB"/>
    <w:rsid w:val="003E3E15"/>
    <w:rsid w:val="003E42D0"/>
    <w:rsid w:val="003E43AB"/>
    <w:rsid w:val="003E4D42"/>
    <w:rsid w:val="003E4E61"/>
    <w:rsid w:val="003E50D9"/>
    <w:rsid w:val="003E52EC"/>
    <w:rsid w:val="003E53DF"/>
    <w:rsid w:val="003E54D7"/>
    <w:rsid w:val="003E55FE"/>
    <w:rsid w:val="003E5640"/>
    <w:rsid w:val="003E5662"/>
    <w:rsid w:val="003E58B7"/>
    <w:rsid w:val="003E5CDD"/>
    <w:rsid w:val="003E5CF3"/>
    <w:rsid w:val="003E5FBD"/>
    <w:rsid w:val="003E6109"/>
    <w:rsid w:val="003E63ED"/>
    <w:rsid w:val="003E7DFA"/>
    <w:rsid w:val="003F002D"/>
    <w:rsid w:val="003F00E3"/>
    <w:rsid w:val="003F033B"/>
    <w:rsid w:val="003F03DB"/>
    <w:rsid w:val="003F068F"/>
    <w:rsid w:val="003F085D"/>
    <w:rsid w:val="003F086C"/>
    <w:rsid w:val="003F0C2F"/>
    <w:rsid w:val="003F0F34"/>
    <w:rsid w:val="003F0F7A"/>
    <w:rsid w:val="003F1340"/>
    <w:rsid w:val="003F146A"/>
    <w:rsid w:val="003F1733"/>
    <w:rsid w:val="003F182B"/>
    <w:rsid w:val="003F1CE8"/>
    <w:rsid w:val="003F1E7C"/>
    <w:rsid w:val="003F201B"/>
    <w:rsid w:val="003F2046"/>
    <w:rsid w:val="003F214E"/>
    <w:rsid w:val="003F23B1"/>
    <w:rsid w:val="003F2414"/>
    <w:rsid w:val="003F262C"/>
    <w:rsid w:val="003F272D"/>
    <w:rsid w:val="003F2766"/>
    <w:rsid w:val="003F280B"/>
    <w:rsid w:val="003F2D10"/>
    <w:rsid w:val="003F3317"/>
    <w:rsid w:val="003F340B"/>
    <w:rsid w:val="003F3784"/>
    <w:rsid w:val="003F37BE"/>
    <w:rsid w:val="003F3825"/>
    <w:rsid w:val="003F3917"/>
    <w:rsid w:val="003F3AD5"/>
    <w:rsid w:val="003F3F9A"/>
    <w:rsid w:val="003F4032"/>
    <w:rsid w:val="003F4093"/>
    <w:rsid w:val="003F418E"/>
    <w:rsid w:val="003F470C"/>
    <w:rsid w:val="003F492B"/>
    <w:rsid w:val="003F4DCB"/>
    <w:rsid w:val="003F5049"/>
    <w:rsid w:val="003F5275"/>
    <w:rsid w:val="003F5429"/>
    <w:rsid w:val="003F58ED"/>
    <w:rsid w:val="003F601F"/>
    <w:rsid w:val="003F6286"/>
    <w:rsid w:val="003F64B1"/>
    <w:rsid w:val="003F654B"/>
    <w:rsid w:val="003F7057"/>
    <w:rsid w:val="003F757B"/>
    <w:rsid w:val="003F7A26"/>
    <w:rsid w:val="003F7AF0"/>
    <w:rsid w:val="003F7D23"/>
    <w:rsid w:val="003F7D26"/>
    <w:rsid w:val="0040019C"/>
    <w:rsid w:val="0040037D"/>
    <w:rsid w:val="00400645"/>
    <w:rsid w:val="004006A3"/>
    <w:rsid w:val="0040070E"/>
    <w:rsid w:val="004007A9"/>
    <w:rsid w:val="00400A5A"/>
    <w:rsid w:val="00400F63"/>
    <w:rsid w:val="00401368"/>
    <w:rsid w:val="00401F82"/>
    <w:rsid w:val="00402984"/>
    <w:rsid w:val="00402DB1"/>
    <w:rsid w:val="00402FD6"/>
    <w:rsid w:val="004031C3"/>
    <w:rsid w:val="0040328D"/>
    <w:rsid w:val="00403A39"/>
    <w:rsid w:val="00403A43"/>
    <w:rsid w:val="00403A53"/>
    <w:rsid w:val="00403A93"/>
    <w:rsid w:val="0040449A"/>
    <w:rsid w:val="004046B5"/>
    <w:rsid w:val="00404A4C"/>
    <w:rsid w:val="00404BAF"/>
    <w:rsid w:val="00404DC8"/>
    <w:rsid w:val="0040512F"/>
    <w:rsid w:val="004051C0"/>
    <w:rsid w:val="004053A8"/>
    <w:rsid w:val="00405490"/>
    <w:rsid w:val="00405A18"/>
    <w:rsid w:val="00405AD9"/>
    <w:rsid w:val="00405BB4"/>
    <w:rsid w:val="00405FF5"/>
    <w:rsid w:val="004063AE"/>
    <w:rsid w:val="004066DF"/>
    <w:rsid w:val="00406A1F"/>
    <w:rsid w:val="00406EDC"/>
    <w:rsid w:val="00407BEB"/>
    <w:rsid w:val="00407DC3"/>
    <w:rsid w:val="00407DCA"/>
    <w:rsid w:val="00410940"/>
    <w:rsid w:val="004109BA"/>
    <w:rsid w:val="00410BEF"/>
    <w:rsid w:val="00410C44"/>
    <w:rsid w:val="00410D97"/>
    <w:rsid w:val="0041131D"/>
    <w:rsid w:val="0041151C"/>
    <w:rsid w:val="00411592"/>
    <w:rsid w:val="00411674"/>
    <w:rsid w:val="0041193D"/>
    <w:rsid w:val="00411DDD"/>
    <w:rsid w:val="00411EB8"/>
    <w:rsid w:val="00411FEE"/>
    <w:rsid w:val="0041240C"/>
    <w:rsid w:val="00412623"/>
    <w:rsid w:val="004127E0"/>
    <w:rsid w:val="004128C1"/>
    <w:rsid w:val="00412AFE"/>
    <w:rsid w:val="004130CA"/>
    <w:rsid w:val="00413796"/>
    <w:rsid w:val="004137A7"/>
    <w:rsid w:val="00413FA9"/>
    <w:rsid w:val="0041412C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BE0"/>
    <w:rsid w:val="00415FAE"/>
    <w:rsid w:val="00416077"/>
    <w:rsid w:val="004160D0"/>
    <w:rsid w:val="004163F0"/>
    <w:rsid w:val="004165BD"/>
    <w:rsid w:val="004167C8"/>
    <w:rsid w:val="004172F0"/>
    <w:rsid w:val="0041757C"/>
    <w:rsid w:val="00417778"/>
    <w:rsid w:val="00417984"/>
    <w:rsid w:val="004200B2"/>
    <w:rsid w:val="004203CB"/>
    <w:rsid w:val="004209B1"/>
    <w:rsid w:val="004209D1"/>
    <w:rsid w:val="00420ADA"/>
    <w:rsid w:val="00420DAE"/>
    <w:rsid w:val="00420F9A"/>
    <w:rsid w:val="00421314"/>
    <w:rsid w:val="00421394"/>
    <w:rsid w:val="004214F5"/>
    <w:rsid w:val="0042157A"/>
    <w:rsid w:val="004215D6"/>
    <w:rsid w:val="00421751"/>
    <w:rsid w:val="004217AF"/>
    <w:rsid w:val="00421D5C"/>
    <w:rsid w:val="00421EA5"/>
    <w:rsid w:val="004223DD"/>
    <w:rsid w:val="004224A2"/>
    <w:rsid w:val="004224EE"/>
    <w:rsid w:val="00422D78"/>
    <w:rsid w:val="00422F5E"/>
    <w:rsid w:val="00423057"/>
    <w:rsid w:val="004231E0"/>
    <w:rsid w:val="00423DAE"/>
    <w:rsid w:val="00423DBF"/>
    <w:rsid w:val="00423EDA"/>
    <w:rsid w:val="00424023"/>
    <w:rsid w:val="00424046"/>
    <w:rsid w:val="004243BF"/>
    <w:rsid w:val="004243F6"/>
    <w:rsid w:val="0042457F"/>
    <w:rsid w:val="0042512C"/>
    <w:rsid w:val="0042512E"/>
    <w:rsid w:val="0042513C"/>
    <w:rsid w:val="00425252"/>
    <w:rsid w:val="004255F8"/>
    <w:rsid w:val="0042576C"/>
    <w:rsid w:val="00425A57"/>
    <w:rsid w:val="00425E6B"/>
    <w:rsid w:val="004261C5"/>
    <w:rsid w:val="0042627A"/>
    <w:rsid w:val="0042644F"/>
    <w:rsid w:val="004268BA"/>
    <w:rsid w:val="00426C6D"/>
    <w:rsid w:val="00426D11"/>
    <w:rsid w:val="00426F70"/>
    <w:rsid w:val="0042726C"/>
    <w:rsid w:val="0042743B"/>
    <w:rsid w:val="00427485"/>
    <w:rsid w:val="00427651"/>
    <w:rsid w:val="0042767B"/>
    <w:rsid w:val="00427A09"/>
    <w:rsid w:val="00427BE1"/>
    <w:rsid w:val="00430127"/>
    <w:rsid w:val="0043016A"/>
    <w:rsid w:val="00430546"/>
    <w:rsid w:val="00430BD9"/>
    <w:rsid w:val="00430BF3"/>
    <w:rsid w:val="00430CF0"/>
    <w:rsid w:val="00430E02"/>
    <w:rsid w:val="00430E45"/>
    <w:rsid w:val="00431752"/>
    <w:rsid w:val="00431ED6"/>
    <w:rsid w:val="004320DB"/>
    <w:rsid w:val="0043216A"/>
    <w:rsid w:val="00432194"/>
    <w:rsid w:val="004322F6"/>
    <w:rsid w:val="00432347"/>
    <w:rsid w:val="0043244A"/>
    <w:rsid w:val="004324C0"/>
    <w:rsid w:val="004325C5"/>
    <w:rsid w:val="0043318C"/>
    <w:rsid w:val="0043363E"/>
    <w:rsid w:val="0043367C"/>
    <w:rsid w:val="00433708"/>
    <w:rsid w:val="00433A4A"/>
    <w:rsid w:val="00433ACD"/>
    <w:rsid w:val="00433B18"/>
    <w:rsid w:val="00433C04"/>
    <w:rsid w:val="00434047"/>
    <w:rsid w:val="004340C3"/>
    <w:rsid w:val="004340E8"/>
    <w:rsid w:val="00434229"/>
    <w:rsid w:val="0043473F"/>
    <w:rsid w:val="00434990"/>
    <w:rsid w:val="00434CE3"/>
    <w:rsid w:val="00434D24"/>
    <w:rsid w:val="00434DC1"/>
    <w:rsid w:val="00434E28"/>
    <w:rsid w:val="004353B3"/>
    <w:rsid w:val="004355D3"/>
    <w:rsid w:val="004359BC"/>
    <w:rsid w:val="00435B67"/>
    <w:rsid w:val="00435CA4"/>
    <w:rsid w:val="00435CC0"/>
    <w:rsid w:val="0043649C"/>
    <w:rsid w:val="0043689B"/>
    <w:rsid w:val="004369C9"/>
    <w:rsid w:val="00436CAA"/>
    <w:rsid w:val="004377F2"/>
    <w:rsid w:val="00437D43"/>
    <w:rsid w:val="004403C8"/>
    <w:rsid w:val="0044073A"/>
    <w:rsid w:val="00440A19"/>
    <w:rsid w:val="00440E46"/>
    <w:rsid w:val="00440F75"/>
    <w:rsid w:val="00441025"/>
    <w:rsid w:val="0044110A"/>
    <w:rsid w:val="0044114F"/>
    <w:rsid w:val="0044135A"/>
    <w:rsid w:val="0044139F"/>
    <w:rsid w:val="0044160C"/>
    <w:rsid w:val="0044187A"/>
    <w:rsid w:val="00441A74"/>
    <w:rsid w:val="00441DF8"/>
    <w:rsid w:val="004423A7"/>
    <w:rsid w:val="00442424"/>
    <w:rsid w:val="0044260D"/>
    <w:rsid w:val="00442620"/>
    <w:rsid w:val="004429A3"/>
    <w:rsid w:val="00442C86"/>
    <w:rsid w:val="004432F9"/>
    <w:rsid w:val="00443574"/>
    <w:rsid w:val="0044375C"/>
    <w:rsid w:val="00443920"/>
    <w:rsid w:val="00443991"/>
    <w:rsid w:val="00443B55"/>
    <w:rsid w:val="00443B60"/>
    <w:rsid w:val="00443C09"/>
    <w:rsid w:val="00443CF9"/>
    <w:rsid w:val="00443DAB"/>
    <w:rsid w:val="00443F46"/>
    <w:rsid w:val="00443FE6"/>
    <w:rsid w:val="004443E9"/>
    <w:rsid w:val="0044453D"/>
    <w:rsid w:val="00444796"/>
    <w:rsid w:val="004447A5"/>
    <w:rsid w:val="00444D2A"/>
    <w:rsid w:val="00444EF5"/>
    <w:rsid w:val="004452FB"/>
    <w:rsid w:val="004454B5"/>
    <w:rsid w:val="004458DA"/>
    <w:rsid w:val="00445AE6"/>
    <w:rsid w:val="00445F1D"/>
    <w:rsid w:val="0044600E"/>
    <w:rsid w:val="00446036"/>
    <w:rsid w:val="0044603B"/>
    <w:rsid w:val="004461A4"/>
    <w:rsid w:val="00446AA5"/>
    <w:rsid w:val="00446AB9"/>
    <w:rsid w:val="00446F83"/>
    <w:rsid w:val="00446FC2"/>
    <w:rsid w:val="00447405"/>
    <w:rsid w:val="0044787F"/>
    <w:rsid w:val="00447890"/>
    <w:rsid w:val="004479C7"/>
    <w:rsid w:val="00447AD7"/>
    <w:rsid w:val="00447D5E"/>
    <w:rsid w:val="00447E83"/>
    <w:rsid w:val="00450748"/>
    <w:rsid w:val="004508BA"/>
    <w:rsid w:val="004509B1"/>
    <w:rsid w:val="004509C6"/>
    <w:rsid w:val="00450AB2"/>
    <w:rsid w:val="00450B70"/>
    <w:rsid w:val="004512BA"/>
    <w:rsid w:val="0045168A"/>
    <w:rsid w:val="00451998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2D30"/>
    <w:rsid w:val="004530D3"/>
    <w:rsid w:val="00453316"/>
    <w:rsid w:val="00453572"/>
    <w:rsid w:val="00454034"/>
    <w:rsid w:val="004540AB"/>
    <w:rsid w:val="004542E4"/>
    <w:rsid w:val="0045438C"/>
    <w:rsid w:val="004543E4"/>
    <w:rsid w:val="00454868"/>
    <w:rsid w:val="00454C0B"/>
    <w:rsid w:val="00454CE5"/>
    <w:rsid w:val="00454CE6"/>
    <w:rsid w:val="00454D18"/>
    <w:rsid w:val="00454DBF"/>
    <w:rsid w:val="00455201"/>
    <w:rsid w:val="0045534A"/>
    <w:rsid w:val="004558CE"/>
    <w:rsid w:val="004558D3"/>
    <w:rsid w:val="004562E2"/>
    <w:rsid w:val="004565AC"/>
    <w:rsid w:val="00456A46"/>
    <w:rsid w:val="00456AEB"/>
    <w:rsid w:val="00456BA2"/>
    <w:rsid w:val="00456EB1"/>
    <w:rsid w:val="00457085"/>
    <w:rsid w:val="00457292"/>
    <w:rsid w:val="00457555"/>
    <w:rsid w:val="0045765D"/>
    <w:rsid w:val="00457ACC"/>
    <w:rsid w:val="00457F16"/>
    <w:rsid w:val="004600A8"/>
    <w:rsid w:val="004602BF"/>
    <w:rsid w:val="004602D4"/>
    <w:rsid w:val="004607E0"/>
    <w:rsid w:val="00460BE3"/>
    <w:rsid w:val="00460CBA"/>
    <w:rsid w:val="0046125F"/>
    <w:rsid w:val="00461569"/>
    <w:rsid w:val="004616ED"/>
    <w:rsid w:val="004617C5"/>
    <w:rsid w:val="00461B67"/>
    <w:rsid w:val="00461BAA"/>
    <w:rsid w:val="004620CD"/>
    <w:rsid w:val="00462690"/>
    <w:rsid w:val="00462695"/>
    <w:rsid w:val="004626E9"/>
    <w:rsid w:val="00462947"/>
    <w:rsid w:val="00462A69"/>
    <w:rsid w:val="00462B2B"/>
    <w:rsid w:val="00462E45"/>
    <w:rsid w:val="00462FAA"/>
    <w:rsid w:val="0046348A"/>
    <w:rsid w:val="004636B4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1E"/>
    <w:rsid w:val="00464778"/>
    <w:rsid w:val="004647C9"/>
    <w:rsid w:val="00464C48"/>
    <w:rsid w:val="00464D83"/>
    <w:rsid w:val="00464DDB"/>
    <w:rsid w:val="00464EC2"/>
    <w:rsid w:val="00464EE4"/>
    <w:rsid w:val="00464FF3"/>
    <w:rsid w:val="0046540F"/>
    <w:rsid w:val="00465564"/>
    <w:rsid w:val="00465648"/>
    <w:rsid w:val="004657D4"/>
    <w:rsid w:val="00465A16"/>
    <w:rsid w:val="00465A78"/>
    <w:rsid w:val="00466472"/>
    <w:rsid w:val="004669DE"/>
    <w:rsid w:val="00466CF4"/>
    <w:rsid w:val="00466CFA"/>
    <w:rsid w:val="004674B4"/>
    <w:rsid w:val="0046777B"/>
    <w:rsid w:val="00467929"/>
    <w:rsid w:val="00467951"/>
    <w:rsid w:val="00467A5C"/>
    <w:rsid w:val="00470121"/>
    <w:rsid w:val="0047018A"/>
    <w:rsid w:val="00470B62"/>
    <w:rsid w:val="0047128B"/>
    <w:rsid w:val="0047137D"/>
    <w:rsid w:val="00471458"/>
    <w:rsid w:val="004716B3"/>
    <w:rsid w:val="00471853"/>
    <w:rsid w:val="00472289"/>
    <w:rsid w:val="00472345"/>
    <w:rsid w:val="00472504"/>
    <w:rsid w:val="004726EE"/>
    <w:rsid w:val="00472822"/>
    <w:rsid w:val="00472924"/>
    <w:rsid w:val="00472FF5"/>
    <w:rsid w:val="00473481"/>
    <w:rsid w:val="004734C7"/>
    <w:rsid w:val="0047354D"/>
    <w:rsid w:val="004736C9"/>
    <w:rsid w:val="00473A31"/>
    <w:rsid w:val="00473CD4"/>
    <w:rsid w:val="00473EA7"/>
    <w:rsid w:val="00473F43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982"/>
    <w:rsid w:val="00475A97"/>
    <w:rsid w:val="00475F69"/>
    <w:rsid w:val="00476131"/>
    <w:rsid w:val="004761C4"/>
    <w:rsid w:val="00476216"/>
    <w:rsid w:val="00476587"/>
    <w:rsid w:val="00476961"/>
    <w:rsid w:val="00476B58"/>
    <w:rsid w:val="00476F5A"/>
    <w:rsid w:val="00477181"/>
    <w:rsid w:val="004778EC"/>
    <w:rsid w:val="00477D62"/>
    <w:rsid w:val="00477EDB"/>
    <w:rsid w:val="00477FF4"/>
    <w:rsid w:val="004800DA"/>
    <w:rsid w:val="00480200"/>
    <w:rsid w:val="004802A4"/>
    <w:rsid w:val="00480461"/>
    <w:rsid w:val="004805F7"/>
    <w:rsid w:val="0048063B"/>
    <w:rsid w:val="00480B09"/>
    <w:rsid w:val="00480D72"/>
    <w:rsid w:val="00480EF7"/>
    <w:rsid w:val="004810AA"/>
    <w:rsid w:val="004810B2"/>
    <w:rsid w:val="004811F5"/>
    <w:rsid w:val="0048137F"/>
    <w:rsid w:val="0048161C"/>
    <w:rsid w:val="004816B5"/>
    <w:rsid w:val="004816E2"/>
    <w:rsid w:val="00481796"/>
    <w:rsid w:val="00481B75"/>
    <w:rsid w:val="00481BA2"/>
    <w:rsid w:val="004820CF"/>
    <w:rsid w:val="004822B4"/>
    <w:rsid w:val="004824C0"/>
    <w:rsid w:val="00482609"/>
    <w:rsid w:val="00482736"/>
    <w:rsid w:val="00482881"/>
    <w:rsid w:val="00482889"/>
    <w:rsid w:val="00482B93"/>
    <w:rsid w:val="00483058"/>
    <w:rsid w:val="004831E9"/>
    <w:rsid w:val="0048329C"/>
    <w:rsid w:val="004832B3"/>
    <w:rsid w:val="00483393"/>
    <w:rsid w:val="004833EB"/>
    <w:rsid w:val="004834B3"/>
    <w:rsid w:val="004836DC"/>
    <w:rsid w:val="00483877"/>
    <w:rsid w:val="00483AE8"/>
    <w:rsid w:val="00483AFE"/>
    <w:rsid w:val="00483E5F"/>
    <w:rsid w:val="00483EB2"/>
    <w:rsid w:val="00483FFE"/>
    <w:rsid w:val="00484342"/>
    <w:rsid w:val="00484461"/>
    <w:rsid w:val="0048448F"/>
    <w:rsid w:val="0048482F"/>
    <w:rsid w:val="00484B83"/>
    <w:rsid w:val="00484C1D"/>
    <w:rsid w:val="00484E90"/>
    <w:rsid w:val="00484F8C"/>
    <w:rsid w:val="004852B5"/>
    <w:rsid w:val="00485303"/>
    <w:rsid w:val="00485603"/>
    <w:rsid w:val="00485687"/>
    <w:rsid w:val="0048587D"/>
    <w:rsid w:val="00485E67"/>
    <w:rsid w:val="00486299"/>
    <w:rsid w:val="004865C4"/>
    <w:rsid w:val="004865E6"/>
    <w:rsid w:val="004867CD"/>
    <w:rsid w:val="00486895"/>
    <w:rsid w:val="00486AA1"/>
    <w:rsid w:val="00486C13"/>
    <w:rsid w:val="00486C57"/>
    <w:rsid w:val="00486DBC"/>
    <w:rsid w:val="00486DE9"/>
    <w:rsid w:val="00486DF4"/>
    <w:rsid w:val="00486E42"/>
    <w:rsid w:val="00487128"/>
    <w:rsid w:val="004872BE"/>
    <w:rsid w:val="004872CE"/>
    <w:rsid w:val="004873BE"/>
    <w:rsid w:val="004876DD"/>
    <w:rsid w:val="00487C14"/>
    <w:rsid w:val="00487C71"/>
    <w:rsid w:val="00487EC8"/>
    <w:rsid w:val="004902DD"/>
    <w:rsid w:val="0049035D"/>
    <w:rsid w:val="004904A1"/>
    <w:rsid w:val="00490608"/>
    <w:rsid w:val="0049066E"/>
    <w:rsid w:val="0049076D"/>
    <w:rsid w:val="004907B0"/>
    <w:rsid w:val="00491395"/>
    <w:rsid w:val="004913DE"/>
    <w:rsid w:val="00491AB0"/>
    <w:rsid w:val="00491E87"/>
    <w:rsid w:val="004925B9"/>
    <w:rsid w:val="00492863"/>
    <w:rsid w:val="00492C44"/>
    <w:rsid w:val="00492CD7"/>
    <w:rsid w:val="00492CE2"/>
    <w:rsid w:val="00492D47"/>
    <w:rsid w:val="0049302D"/>
    <w:rsid w:val="0049313D"/>
    <w:rsid w:val="00493683"/>
    <w:rsid w:val="00493766"/>
    <w:rsid w:val="0049377D"/>
    <w:rsid w:val="00493867"/>
    <w:rsid w:val="00493A76"/>
    <w:rsid w:val="00493C94"/>
    <w:rsid w:val="00493CC5"/>
    <w:rsid w:val="00493D46"/>
    <w:rsid w:val="00493F7C"/>
    <w:rsid w:val="004948C9"/>
    <w:rsid w:val="00494AA2"/>
    <w:rsid w:val="00494ADD"/>
    <w:rsid w:val="00494B0F"/>
    <w:rsid w:val="00494BFB"/>
    <w:rsid w:val="00494C93"/>
    <w:rsid w:val="0049520F"/>
    <w:rsid w:val="004952F6"/>
    <w:rsid w:val="004953EA"/>
    <w:rsid w:val="0049540F"/>
    <w:rsid w:val="00495815"/>
    <w:rsid w:val="00495AB9"/>
    <w:rsid w:val="00495F75"/>
    <w:rsid w:val="00495F76"/>
    <w:rsid w:val="004966D6"/>
    <w:rsid w:val="004967B6"/>
    <w:rsid w:val="00496877"/>
    <w:rsid w:val="00496A53"/>
    <w:rsid w:val="00496E4D"/>
    <w:rsid w:val="0049702F"/>
    <w:rsid w:val="004970C3"/>
    <w:rsid w:val="004974EA"/>
    <w:rsid w:val="00497D48"/>
    <w:rsid w:val="00497DD5"/>
    <w:rsid w:val="00497F4E"/>
    <w:rsid w:val="004A0343"/>
    <w:rsid w:val="004A04F7"/>
    <w:rsid w:val="004A0715"/>
    <w:rsid w:val="004A0941"/>
    <w:rsid w:val="004A0A48"/>
    <w:rsid w:val="004A0A9B"/>
    <w:rsid w:val="004A0BBA"/>
    <w:rsid w:val="004A0BE9"/>
    <w:rsid w:val="004A14D8"/>
    <w:rsid w:val="004A1B39"/>
    <w:rsid w:val="004A1EE7"/>
    <w:rsid w:val="004A297A"/>
    <w:rsid w:val="004A2B69"/>
    <w:rsid w:val="004A2BB4"/>
    <w:rsid w:val="004A2CB4"/>
    <w:rsid w:val="004A2CBA"/>
    <w:rsid w:val="004A2D2B"/>
    <w:rsid w:val="004A2D59"/>
    <w:rsid w:val="004A3147"/>
    <w:rsid w:val="004A34C7"/>
    <w:rsid w:val="004A38AA"/>
    <w:rsid w:val="004A3A58"/>
    <w:rsid w:val="004A3E5C"/>
    <w:rsid w:val="004A3E76"/>
    <w:rsid w:val="004A3FD7"/>
    <w:rsid w:val="004A41D5"/>
    <w:rsid w:val="004A4232"/>
    <w:rsid w:val="004A435B"/>
    <w:rsid w:val="004A48C4"/>
    <w:rsid w:val="004A4ADB"/>
    <w:rsid w:val="004A4CAA"/>
    <w:rsid w:val="004A4D92"/>
    <w:rsid w:val="004A4F28"/>
    <w:rsid w:val="004A4FA9"/>
    <w:rsid w:val="004A55C4"/>
    <w:rsid w:val="004A59D3"/>
    <w:rsid w:val="004A6308"/>
    <w:rsid w:val="004A639A"/>
    <w:rsid w:val="004A65F2"/>
    <w:rsid w:val="004A6A29"/>
    <w:rsid w:val="004A716B"/>
    <w:rsid w:val="004A7657"/>
    <w:rsid w:val="004A7BEF"/>
    <w:rsid w:val="004A7E38"/>
    <w:rsid w:val="004A7EFA"/>
    <w:rsid w:val="004B02D0"/>
    <w:rsid w:val="004B05FD"/>
    <w:rsid w:val="004B08DC"/>
    <w:rsid w:val="004B0A09"/>
    <w:rsid w:val="004B103B"/>
    <w:rsid w:val="004B11D7"/>
    <w:rsid w:val="004B1335"/>
    <w:rsid w:val="004B18FE"/>
    <w:rsid w:val="004B19E9"/>
    <w:rsid w:val="004B1AAF"/>
    <w:rsid w:val="004B1CED"/>
    <w:rsid w:val="004B1DAD"/>
    <w:rsid w:val="004B1FAA"/>
    <w:rsid w:val="004B2214"/>
    <w:rsid w:val="004B2D28"/>
    <w:rsid w:val="004B2FCA"/>
    <w:rsid w:val="004B31CA"/>
    <w:rsid w:val="004B389C"/>
    <w:rsid w:val="004B38E5"/>
    <w:rsid w:val="004B3B98"/>
    <w:rsid w:val="004B3DE0"/>
    <w:rsid w:val="004B3E4E"/>
    <w:rsid w:val="004B3F3D"/>
    <w:rsid w:val="004B3F6E"/>
    <w:rsid w:val="004B3FEB"/>
    <w:rsid w:val="004B402B"/>
    <w:rsid w:val="004B40EF"/>
    <w:rsid w:val="004B41A4"/>
    <w:rsid w:val="004B47D7"/>
    <w:rsid w:val="004B49EB"/>
    <w:rsid w:val="004B4EBE"/>
    <w:rsid w:val="004B4F13"/>
    <w:rsid w:val="004B548D"/>
    <w:rsid w:val="004B56BD"/>
    <w:rsid w:val="004B583C"/>
    <w:rsid w:val="004B584D"/>
    <w:rsid w:val="004B59D6"/>
    <w:rsid w:val="004B5CB2"/>
    <w:rsid w:val="004B5D6E"/>
    <w:rsid w:val="004B6564"/>
    <w:rsid w:val="004B661E"/>
    <w:rsid w:val="004B66DC"/>
    <w:rsid w:val="004B6BDC"/>
    <w:rsid w:val="004B6DBD"/>
    <w:rsid w:val="004B7178"/>
    <w:rsid w:val="004B7234"/>
    <w:rsid w:val="004B72D6"/>
    <w:rsid w:val="004B757F"/>
    <w:rsid w:val="004B7ABB"/>
    <w:rsid w:val="004C010B"/>
    <w:rsid w:val="004C06FE"/>
    <w:rsid w:val="004C08C7"/>
    <w:rsid w:val="004C09ED"/>
    <w:rsid w:val="004C112F"/>
    <w:rsid w:val="004C1253"/>
    <w:rsid w:val="004C12BD"/>
    <w:rsid w:val="004C13AB"/>
    <w:rsid w:val="004C15F5"/>
    <w:rsid w:val="004C18D0"/>
    <w:rsid w:val="004C1A20"/>
    <w:rsid w:val="004C1BFB"/>
    <w:rsid w:val="004C1C62"/>
    <w:rsid w:val="004C1CB0"/>
    <w:rsid w:val="004C1CED"/>
    <w:rsid w:val="004C1F19"/>
    <w:rsid w:val="004C20B3"/>
    <w:rsid w:val="004C20C8"/>
    <w:rsid w:val="004C2119"/>
    <w:rsid w:val="004C2173"/>
    <w:rsid w:val="004C217E"/>
    <w:rsid w:val="004C3053"/>
    <w:rsid w:val="004C3123"/>
    <w:rsid w:val="004C3646"/>
    <w:rsid w:val="004C36E6"/>
    <w:rsid w:val="004C3876"/>
    <w:rsid w:val="004C398F"/>
    <w:rsid w:val="004C3A32"/>
    <w:rsid w:val="004C3A63"/>
    <w:rsid w:val="004C3FD4"/>
    <w:rsid w:val="004C4015"/>
    <w:rsid w:val="004C4289"/>
    <w:rsid w:val="004C4312"/>
    <w:rsid w:val="004C4383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C55"/>
    <w:rsid w:val="004C72C2"/>
    <w:rsid w:val="004C7356"/>
    <w:rsid w:val="004C757C"/>
    <w:rsid w:val="004C758C"/>
    <w:rsid w:val="004C75C5"/>
    <w:rsid w:val="004C7922"/>
    <w:rsid w:val="004C7998"/>
    <w:rsid w:val="004C7D2A"/>
    <w:rsid w:val="004C7D43"/>
    <w:rsid w:val="004D00C6"/>
    <w:rsid w:val="004D03F1"/>
    <w:rsid w:val="004D07F5"/>
    <w:rsid w:val="004D0F76"/>
    <w:rsid w:val="004D0FA4"/>
    <w:rsid w:val="004D0FB1"/>
    <w:rsid w:val="004D164C"/>
    <w:rsid w:val="004D1972"/>
    <w:rsid w:val="004D19A4"/>
    <w:rsid w:val="004D1B95"/>
    <w:rsid w:val="004D1BD2"/>
    <w:rsid w:val="004D1C36"/>
    <w:rsid w:val="004D2029"/>
    <w:rsid w:val="004D22D9"/>
    <w:rsid w:val="004D267B"/>
    <w:rsid w:val="004D2AA5"/>
    <w:rsid w:val="004D2BEA"/>
    <w:rsid w:val="004D2D38"/>
    <w:rsid w:val="004D2D4B"/>
    <w:rsid w:val="004D2E66"/>
    <w:rsid w:val="004D2F25"/>
    <w:rsid w:val="004D2F42"/>
    <w:rsid w:val="004D322D"/>
    <w:rsid w:val="004D37C7"/>
    <w:rsid w:val="004D3846"/>
    <w:rsid w:val="004D392F"/>
    <w:rsid w:val="004D3AC9"/>
    <w:rsid w:val="004D3E69"/>
    <w:rsid w:val="004D40C1"/>
    <w:rsid w:val="004D422C"/>
    <w:rsid w:val="004D443A"/>
    <w:rsid w:val="004D45C0"/>
    <w:rsid w:val="004D4B2C"/>
    <w:rsid w:val="004D4CD9"/>
    <w:rsid w:val="004D5213"/>
    <w:rsid w:val="004D53A3"/>
    <w:rsid w:val="004D58A7"/>
    <w:rsid w:val="004D5B9E"/>
    <w:rsid w:val="004D5C1D"/>
    <w:rsid w:val="004D5FDC"/>
    <w:rsid w:val="004D5FF3"/>
    <w:rsid w:val="004D64BD"/>
    <w:rsid w:val="004D67B4"/>
    <w:rsid w:val="004D698C"/>
    <w:rsid w:val="004D69A5"/>
    <w:rsid w:val="004D6BA2"/>
    <w:rsid w:val="004D6BA9"/>
    <w:rsid w:val="004D6FD8"/>
    <w:rsid w:val="004D703B"/>
    <w:rsid w:val="004D72EA"/>
    <w:rsid w:val="004D75ED"/>
    <w:rsid w:val="004D763B"/>
    <w:rsid w:val="004D7AFA"/>
    <w:rsid w:val="004D7BC3"/>
    <w:rsid w:val="004E00C6"/>
    <w:rsid w:val="004E021B"/>
    <w:rsid w:val="004E026F"/>
    <w:rsid w:val="004E06B4"/>
    <w:rsid w:val="004E07CF"/>
    <w:rsid w:val="004E0ACE"/>
    <w:rsid w:val="004E16A9"/>
    <w:rsid w:val="004E1D74"/>
    <w:rsid w:val="004E1E22"/>
    <w:rsid w:val="004E1E35"/>
    <w:rsid w:val="004E1F46"/>
    <w:rsid w:val="004E20FC"/>
    <w:rsid w:val="004E2482"/>
    <w:rsid w:val="004E269E"/>
    <w:rsid w:val="004E2A8A"/>
    <w:rsid w:val="004E2ACE"/>
    <w:rsid w:val="004E2D9B"/>
    <w:rsid w:val="004E2F2C"/>
    <w:rsid w:val="004E2F9C"/>
    <w:rsid w:val="004E3179"/>
    <w:rsid w:val="004E355E"/>
    <w:rsid w:val="004E3ADD"/>
    <w:rsid w:val="004E3D95"/>
    <w:rsid w:val="004E3E08"/>
    <w:rsid w:val="004E450B"/>
    <w:rsid w:val="004E45C8"/>
    <w:rsid w:val="004E474F"/>
    <w:rsid w:val="004E48A9"/>
    <w:rsid w:val="004E51F9"/>
    <w:rsid w:val="004E5381"/>
    <w:rsid w:val="004E5CF2"/>
    <w:rsid w:val="004E5F94"/>
    <w:rsid w:val="004E6025"/>
    <w:rsid w:val="004E67BD"/>
    <w:rsid w:val="004E6869"/>
    <w:rsid w:val="004E7265"/>
    <w:rsid w:val="004E73E1"/>
    <w:rsid w:val="004E73F8"/>
    <w:rsid w:val="004E78EF"/>
    <w:rsid w:val="004E7A2C"/>
    <w:rsid w:val="004E7A36"/>
    <w:rsid w:val="004F009D"/>
    <w:rsid w:val="004F02D3"/>
    <w:rsid w:val="004F03C3"/>
    <w:rsid w:val="004F0457"/>
    <w:rsid w:val="004F0866"/>
    <w:rsid w:val="004F096C"/>
    <w:rsid w:val="004F0BD1"/>
    <w:rsid w:val="004F11E0"/>
    <w:rsid w:val="004F11E3"/>
    <w:rsid w:val="004F154F"/>
    <w:rsid w:val="004F15A3"/>
    <w:rsid w:val="004F16A7"/>
    <w:rsid w:val="004F1864"/>
    <w:rsid w:val="004F194E"/>
    <w:rsid w:val="004F1AB6"/>
    <w:rsid w:val="004F1ACD"/>
    <w:rsid w:val="004F1CEE"/>
    <w:rsid w:val="004F1EF3"/>
    <w:rsid w:val="004F1FD0"/>
    <w:rsid w:val="004F2143"/>
    <w:rsid w:val="004F2326"/>
    <w:rsid w:val="004F23BD"/>
    <w:rsid w:val="004F2578"/>
    <w:rsid w:val="004F2776"/>
    <w:rsid w:val="004F2A3D"/>
    <w:rsid w:val="004F2D1C"/>
    <w:rsid w:val="004F32B8"/>
    <w:rsid w:val="004F3409"/>
    <w:rsid w:val="004F373A"/>
    <w:rsid w:val="004F3AD0"/>
    <w:rsid w:val="004F3B41"/>
    <w:rsid w:val="004F3C1C"/>
    <w:rsid w:val="004F3DCC"/>
    <w:rsid w:val="004F476F"/>
    <w:rsid w:val="004F4885"/>
    <w:rsid w:val="004F492D"/>
    <w:rsid w:val="004F4BD5"/>
    <w:rsid w:val="004F4FA8"/>
    <w:rsid w:val="004F53A1"/>
    <w:rsid w:val="004F562A"/>
    <w:rsid w:val="004F575A"/>
    <w:rsid w:val="004F57D8"/>
    <w:rsid w:val="004F5920"/>
    <w:rsid w:val="004F5B3D"/>
    <w:rsid w:val="004F62DC"/>
    <w:rsid w:val="004F672F"/>
    <w:rsid w:val="004F6DA1"/>
    <w:rsid w:val="004F6E16"/>
    <w:rsid w:val="004F732B"/>
    <w:rsid w:val="004F73BC"/>
    <w:rsid w:val="004F73BF"/>
    <w:rsid w:val="004F7495"/>
    <w:rsid w:val="004F74EE"/>
    <w:rsid w:val="004F7518"/>
    <w:rsid w:val="004F7917"/>
    <w:rsid w:val="004F7938"/>
    <w:rsid w:val="004F7C3A"/>
    <w:rsid w:val="004F7D29"/>
    <w:rsid w:val="004F7D9E"/>
    <w:rsid w:val="004F7E41"/>
    <w:rsid w:val="005002CB"/>
    <w:rsid w:val="005004FD"/>
    <w:rsid w:val="0050064D"/>
    <w:rsid w:val="005006C6"/>
    <w:rsid w:val="00500D17"/>
    <w:rsid w:val="00500DC3"/>
    <w:rsid w:val="005010AF"/>
    <w:rsid w:val="005013A1"/>
    <w:rsid w:val="00501681"/>
    <w:rsid w:val="00501DD6"/>
    <w:rsid w:val="00501E32"/>
    <w:rsid w:val="0050226E"/>
    <w:rsid w:val="005022FE"/>
    <w:rsid w:val="0050257E"/>
    <w:rsid w:val="005025CD"/>
    <w:rsid w:val="005027B6"/>
    <w:rsid w:val="00502B35"/>
    <w:rsid w:val="00503109"/>
    <w:rsid w:val="00503AA6"/>
    <w:rsid w:val="00503CDE"/>
    <w:rsid w:val="00503DBE"/>
    <w:rsid w:val="0050427F"/>
    <w:rsid w:val="005043F7"/>
    <w:rsid w:val="0050492A"/>
    <w:rsid w:val="00504F22"/>
    <w:rsid w:val="00505091"/>
    <w:rsid w:val="00505648"/>
    <w:rsid w:val="0050591D"/>
    <w:rsid w:val="00505A3E"/>
    <w:rsid w:val="00505C61"/>
    <w:rsid w:val="00505F5E"/>
    <w:rsid w:val="005060AC"/>
    <w:rsid w:val="00506773"/>
    <w:rsid w:val="0050678C"/>
    <w:rsid w:val="005068DD"/>
    <w:rsid w:val="00506983"/>
    <w:rsid w:val="0050750A"/>
    <w:rsid w:val="0050798F"/>
    <w:rsid w:val="00507C9F"/>
    <w:rsid w:val="00507CE2"/>
    <w:rsid w:val="00507D1D"/>
    <w:rsid w:val="00510090"/>
    <w:rsid w:val="005108E5"/>
    <w:rsid w:val="0051098F"/>
    <w:rsid w:val="00510C78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3D"/>
    <w:rsid w:val="005120C1"/>
    <w:rsid w:val="00512165"/>
    <w:rsid w:val="00512362"/>
    <w:rsid w:val="00512680"/>
    <w:rsid w:val="00512779"/>
    <w:rsid w:val="00512B12"/>
    <w:rsid w:val="00512E2E"/>
    <w:rsid w:val="00512EF7"/>
    <w:rsid w:val="00512F09"/>
    <w:rsid w:val="00512FA3"/>
    <w:rsid w:val="0051300E"/>
    <w:rsid w:val="00513079"/>
    <w:rsid w:val="00513340"/>
    <w:rsid w:val="00513495"/>
    <w:rsid w:val="00513580"/>
    <w:rsid w:val="005137E7"/>
    <w:rsid w:val="0051386B"/>
    <w:rsid w:val="00513889"/>
    <w:rsid w:val="00513BAA"/>
    <w:rsid w:val="00513EA6"/>
    <w:rsid w:val="00513F39"/>
    <w:rsid w:val="00514482"/>
    <w:rsid w:val="0051488D"/>
    <w:rsid w:val="00514F3B"/>
    <w:rsid w:val="00514F7E"/>
    <w:rsid w:val="005154FD"/>
    <w:rsid w:val="00515671"/>
    <w:rsid w:val="00515781"/>
    <w:rsid w:val="005158B5"/>
    <w:rsid w:val="00515909"/>
    <w:rsid w:val="00516393"/>
    <w:rsid w:val="00516C76"/>
    <w:rsid w:val="00516D1B"/>
    <w:rsid w:val="00516E8D"/>
    <w:rsid w:val="005172FB"/>
    <w:rsid w:val="00517332"/>
    <w:rsid w:val="00517656"/>
    <w:rsid w:val="00517810"/>
    <w:rsid w:val="005178C6"/>
    <w:rsid w:val="005178D1"/>
    <w:rsid w:val="00517CC4"/>
    <w:rsid w:val="00517D25"/>
    <w:rsid w:val="00517E8C"/>
    <w:rsid w:val="005200DD"/>
    <w:rsid w:val="0052048F"/>
    <w:rsid w:val="005205D9"/>
    <w:rsid w:val="00520874"/>
    <w:rsid w:val="00520A19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A30"/>
    <w:rsid w:val="00521C82"/>
    <w:rsid w:val="00521DAE"/>
    <w:rsid w:val="00521DF9"/>
    <w:rsid w:val="005220C5"/>
    <w:rsid w:val="005222BA"/>
    <w:rsid w:val="005227DB"/>
    <w:rsid w:val="00522B4A"/>
    <w:rsid w:val="00522C60"/>
    <w:rsid w:val="00522FB0"/>
    <w:rsid w:val="005231AF"/>
    <w:rsid w:val="005236C8"/>
    <w:rsid w:val="00523A8E"/>
    <w:rsid w:val="00523C87"/>
    <w:rsid w:val="00523D2D"/>
    <w:rsid w:val="00523E02"/>
    <w:rsid w:val="00523E22"/>
    <w:rsid w:val="00523EFF"/>
    <w:rsid w:val="00523F00"/>
    <w:rsid w:val="00523F15"/>
    <w:rsid w:val="00523F1A"/>
    <w:rsid w:val="005241EC"/>
    <w:rsid w:val="005243B1"/>
    <w:rsid w:val="005243DD"/>
    <w:rsid w:val="005249B1"/>
    <w:rsid w:val="00524D42"/>
    <w:rsid w:val="0052522D"/>
    <w:rsid w:val="0052535A"/>
    <w:rsid w:val="005256C0"/>
    <w:rsid w:val="005260FE"/>
    <w:rsid w:val="0052647E"/>
    <w:rsid w:val="00526521"/>
    <w:rsid w:val="005266BA"/>
    <w:rsid w:val="0052670E"/>
    <w:rsid w:val="005268D9"/>
    <w:rsid w:val="005268E3"/>
    <w:rsid w:val="00526B3D"/>
    <w:rsid w:val="00526BB2"/>
    <w:rsid w:val="00526CDE"/>
    <w:rsid w:val="00526EE7"/>
    <w:rsid w:val="005274B6"/>
    <w:rsid w:val="005276FA"/>
    <w:rsid w:val="00527BC6"/>
    <w:rsid w:val="00527BE8"/>
    <w:rsid w:val="0053031D"/>
    <w:rsid w:val="00530B0F"/>
    <w:rsid w:val="00531615"/>
    <w:rsid w:val="0053168D"/>
    <w:rsid w:val="005317E6"/>
    <w:rsid w:val="005322F7"/>
    <w:rsid w:val="005324CB"/>
    <w:rsid w:val="005327E3"/>
    <w:rsid w:val="00532BDA"/>
    <w:rsid w:val="005332AD"/>
    <w:rsid w:val="005335A8"/>
    <w:rsid w:val="005337FE"/>
    <w:rsid w:val="00533951"/>
    <w:rsid w:val="0053398F"/>
    <w:rsid w:val="00533A8F"/>
    <w:rsid w:val="00534222"/>
    <w:rsid w:val="00534874"/>
    <w:rsid w:val="00534A95"/>
    <w:rsid w:val="00535893"/>
    <w:rsid w:val="005358A8"/>
    <w:rsid w:val="00535A6D"/>
    <w:rsid w:val="00535E40"/>
    <w:rsid w:val="005361FF"/>
    <w:rsid w:val="0053633E"/>
    <w:rsid w:val="00536597"/>
    <w:rsid w:val="00536C40"/>
    <w:rsid w:val="00536CA2"/>
    <w:rsid w:val="00536F8E"/>
    <w:rsid w:val="0053708B"/>
    <w:rsid w:val="0053732C"/>
    <w:rsid w:val="005376CD"/>
    <w:rsid w:val="005377C2"/>
    <w:rsid w:val="00537808"/>
    <w:rsid w:val="00537BD8"/>
    <w:rsid w:val="00540209"/>
    <w:rsid w:val="005406AA"/>
    <w:rsid w:val="005409BC"/>
    <w:rsid w:val="00540ABE"/>
    <w:rsid w:val="00540C73"/>
    <w:rsid w:val="00540D6C"/>
    <w:rsid w:val="00540EA7"/>
    <w:rsid w:val="00540F49"/>
    <w:rsid w:val="0054111A"/>
    <w:rsid w:val="00541187"/>
    <w:rsid w:val="00541219"/>
    <w:rsid w:val="005414E2"/>
    <w:rsid w:val="00541C93"/>
    <w:rsid w:val="00541CEA"/>
    <w:rsid w:val="00541CF2"/>
    <w:rsid w:val="00541F7D"/>
    <w:rsid w:val="005421A8"/>
    <w:rsid w:val="005425BA"/>
    <w:rsid w:val="00542D18"/>
    <w:rsid w:val="00542E43"/>
    <w:rsid w:val="005430D1"/>
    <w:rsid w:val="005432E3"/>
    <w:rsid w:val="00543381"/>
    <w:rsid w:val="0054389E"/>
    <w:rsid w:val="00543EB5"/>
    <w:rsid w:val="005440BA"/>
    <w:rsid w:val="00544210"/>
    <w:rsid w:val="00544640"/>
    <w:rsid w:val="0054472E"/>
    <w:rsid w:val="00544B7B"/>
    <w:rsid w:val="00544BA2"/>
    <w:rsid w:val="00544D44"/>
    <w:rsid w:val="005454F1"/>
    <w:rsid w:val="005458AD"/>
    <w:rsid w:val="00545981"/>
    <w:rsid w:val="00545A2D"/>
    <w:rsid w:val="00545A74"/>
    <w:rsid w:val="00545C9A"/>
    <w:rsid w:val="0054653A"/>
    <w:rsid w:val="0054695A"/>
    <w:rsid w:val="005469E3"/>
    <w:rsid w:val="00546BFE"/>
    <w:rsid w:val="00546D90"/>
    <w:rsid w:val="0054726B"/>
    <w:rsid w:val="00547356"/>
    <w:rsid w:val="005473F0"/>
    <w:rsid w:val="00547615"/>
    <w:rsid w:val="0054762F"/>
    <w:rsid w:val="0054769D"/>
    <w:rsid w:val="00547B26"/>
    <w:rsid w:val="00547DD8"/>
    <w:rsid w:val="005506CF"/>
    <w:rsid w:val="00550CD2"/>
    <w:rsid w:val="00550F80"/>
    <w:rsid w:val="005510D0"/>
    <w:rsid w:val="00551108"/>
    <w:rsid w:val="005513A1"/>
    <w:rsid w:val="00551A8B"/>
    <w:rsid w:val="005520F8"/>
    <w:rsid w:val="005521DA"/>
    <w:rsid w:val="00552440"/>
    <w:rsid w:val="0055264C"/>
    <w:rsid w:val="0055278A"/>
    <w:rsid w:val="00552981"/>
    <w:rsid w:val="00552C25"/>
    <w:rsid w:val="00552C7C"/>
    <w:rsid w:val="00552E37"/>
    <w:rsid w:val="00552E9C"/>
    <w:rsid w:val="00553098"/>
    <w:rsid w:val="0055329D"/>
    <w:rsid w:val="005536CF"/>
    <w:rsid w:val="0055378C"/>
    <w:rsid w:val="005538A1"/>
    <w:rsid w:val="00554188"/>
    <w:rsid w:val="00554759"/>
    <w:rsid w:val="005547E1"/>
    <w:rsid w:val="005548AD"/>
    <w:rsid w:val="00554BC2"/>
    <w:rsid w:val="00554C76"/>
    <w:rsid w:val="00554D5A"/>
    <w:rsid w:val="00554EC2"/>
    <w:rsid w:val="00555197"/>
    <w:rsid w:val="00555484"/>
    <w:rsid w:val="0055585B"/>
    <w:rsid w:val="00555E9B"/>
    <w:rsid w:val="00556206"/>
    <w:rsid w:val="005563AF"/>
    <w:rsid w:val="005564DB"/>
    <w:rsid w:val="005566E5"/>
    <w:rsid w:val="00556DF5"/>
    <w:rsid w:val="00556F2D"/>
    <w:rsid w:val="00557249"/>
    <w:rsid w:val="00557430"/>
    <w:rsid w:val="005576DA"/>
    <w:rsid w:val="00557933"/>
    <w:rsid w:val="00557BB5"/>
    <w:rsid w:val="00557D8D"/>
    <w:rsid w:val="00557E53"/>
    <w:rsid w:val="00560442"/>
    <w:rsid w:val="00560638"/>
    <w:rsid w:val="005606C2"/>
    <w:rsid w:val="00560908"/>
    <w:rsid w:val="00560AD2"/>
    <w:rsid w:val="00560C3A"/>
    <w:rsid w:val="005611E2"/>
    <w:rsid w:val="00561279"/>
    <w:rsid w:val="005615E1"/>
    <w:rsid w:val="0056166C"/>
    <w:rsid w:val="00561AC8"/>
    <w:rsid w:val="00561D0A"/>
    <w:rsid w:val="00561FA3"/>
    <w:rsid w:val="00562170"/>
    <w:rsid w:val="005621E6"/>
    <w:rsid w:val="005621EE"/>
    <w:rsid w:val="005624EC"/>
    <w:rsid w:val="005627C1"/>
    <w:rsid w:val="0056280B"/>
    <w:rsid w:val="005628AE"/>
    <w:rsid w:val="005629EF"/>
    <w:rsid w:val="00562B12"/>
    <w:rsid w:val="00562C85"/>
    <w:rsid w:val="00562FD5"/>
    <w:rsid w:val="00562FFF"/>
    <w:rsid w:val="0056328D"/>
    <w:rsid w:val="005632AB"/>
    <w:rsid w:val="00563592"/>
    <w:rsid w:val="00563A83"/>
    <w:rsid w:val="00563CA6"/>
    <w:rsid w:val="00563CDE"/>
    <w:rsid w:val="00563F03"/>
    <w:rsid w:val="00563F8F"/>
    <w:rsid w:val="00563FD9"/>
    <w:rsid w:val="00564053"/>
    <w:rsid w:val="00564090"/>
    <w:rsid w:val="005640AA"/>
    <w:rsid w:val="00564240"/>
    <w:rsid w:val="00564337"/>
    <w:rsid w:val="00564831"/>
    <w:rsid w:val="00565025"/>
    <w:rsid w:val="005651EB"/>
    <w:rsid w:val="005652C7"/>
    <w:rsid w:val="00565319"/>
    <w:rsid w:val="005654BA"/>
    <w:rsid w:val="005657C4"/>
    <w:rsid w:val="005658EB"/>
    <w:rsid w:val="00565C25"/>
    <w:rsid w:val="00565E1F"/>
    <w:rsid w:val="00566475"/>
    <w:rsid w:val="00566937"/>
    <w:rsid w:val="00566A49"/>
    <w:rsid w:val="00566C9C"/>
    <w:rsid w:val="00566D98"/>
    <w:rsid w:val="00567020"/>
    <w:rsid w:val="0056734D"/>
    <w:rsid w:val="00567430"/>
    <w:rsid w:val="0056773A"/>
    <w:rsid w:val="005678DE"/>
    <w:rsid w:val="00567B17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0FBE"/>
    <w:rsid w:val="005711A4"/>
    <w:rsid w:val="00571204"/>
    <w:rsid w:val="0057142C"/>
    <w:rsid w:val="00571654"/>
    <w:rsid w:val="0057186A"/>
    <w:rsid w:val="00571916"/>
    <w:rsid w:val="005719EB"/>
    <w:rsid w:val="00571A4E"/>
    <w:rsid w:val="00571DB4"/>
    <w:rsid w:val="0057205D"/>
    <w:rsid w:val="00572392"/>
    <w:rsid w:val="005723D9"/>
    <w:rsid w:val="00572952"/>
    <w:rsid w:val="00572FD6"/>
    <w:rsid w:val="005730F1"/>
    <w:rsid w:val="0057314F"/>
    <w:rsid w:val="00573493"/>
    <w:rsid w:val="0057376B"/>
    <w:rsid w:val="005740DC"/>
    <w:rsid w:val="00574143"/>
    <w:rsid w:val="0057423B"/>
    <w:rsid w:val="0057424E"/>
    <w:rsid w:val="005749BC"/>
    <w:rsid w:val="00574E59"/>
    <w:rsid w:val="0057527A"/>
    <w:rsid w:val="005753CD"/>
    <w:rsid w:val="00575523"/>
    <w:rsid w:val="005755DD"/>
    <w:rsid w:val="00575615"/>
    <w:rsid w:val="00575809"/>
    <w:rsid w:val="005759C1"/>
    <w:rsid w:val="00575DEB"/>
    <w:rsid w:val="00575E04"/>
    <w:rsid w:val="0057621F"/>
    <w:rsid w:val="0057669F"/>
    <w:rsid w:val="0057677D"/>
    <w:rsid w:val="00576877"/>
    <w:rsid w:val="00576D8F"/>
    <w:rsid w:val="0057710B"/>
    <w:rsid w:val="00577237"/>
    <w:rsid w:val="005773C5"/>
    <w:rsid w:val="005773FF"/>
    <w:rsid w:val="00577556"/>
    <w:rsid w:val="00577563"/>
    <w:rsid w:val="00577744"/>
    <w:rsid w:val="005779E3"/>
    <w:rsid w:val="00577A6C"/>
    <w:rsid w:val="00577E8F"/>
    <w:rsid w:val="00577F73"/>
    <w:rsid w:val="00580145"/>
    <w:rsid w:val="00580C19"/>
    <w:rsid w:val="00580D83"/>
    <w:rsid w:val="0058117C"/>
    <w:rsid w:val="0058129D"/>
    <w:rsid w:val="005815D0"/>
    <w:rsid w:val="005816D4"/>
    <w:rsid w:val="00581E1A"/>
    <w:rsid w:val="00581FE7"/>
    <w:rsid w:val="0058215D"/>
    <w:rsid w:val="0058255D"/>
    <w:rsid w:val="0058257E"/>
    <w:rsid w:val="005827A7"/>
    <w:rsid w:val="00582A60"/>
    <w:rsid w:val="00582C9C"/>
    <w:rsid w:val="00582F20"/>
    <w:rsid w:val="00582FF6"/>
    <w:rsid w:val="0058302F"/>
    <w:rsid w:val="005831AA"/>
    <w:rsid w:val="005834D9"/>
    <w:rsid w:val="00583869"/>
    <w:rsid w:val="00583AAB"/>
    <w:rsid w:val="00583ACA"/>
    <w:rsid w:val="00583B09"/>
    <w:rsid w:val="00583C35"/>
    <w:rsid w:val="00583D96"/>
    <w:rsid w:val="00583F8F"/>
    <w:rsid w:val="00584160"/>
    <w:rsid w:val="0058419F"/>
    <w:rsid w:val="00584643"/>
    <w:rsid w:val="005848EC"/>
    <w:rsid w:val="00584A71"/>
    <w:rsid w:val="00584D20"/>
    <w:rsid w:val="00585095"/>
    <w:rsid w:val="005850C6"/>
    <w:rsid w:val="005850EF"/>
    <w:rsid w:val="005855A5"/>
    <w:rsid w:val="005855E1"/>
    <w:rsid w:val="0058573F"/>
    <w:rsid w:val="00585A74"/>
    <w:rsid w:val="005865A6"/>
    <w:rsid w:val="005866B0"/>
    <w:rsid w:val="00586718"/>
    <w:rsid w:val="00586AF7"/>
    <w:rsid w:val="0058703B"/>
    <w:rsid w:val="0058730C"/>
    <w:rsid w:val="005873F5"/>
    <w:rsid w:val="00587442"/>
    <w:rsid w:val="005874BF"/>
    <w:rsid w:val="00587BE5"/>
    <w:rsid w:val="00587CC0"/>
    <w:rsid w:val="005901A5"/>
    <w:rsid w:val="005901D2"/>
    <w:rsid w:val="0059035E"/>
    <w:rsid w:val="00590682"/>
    <w:rsid w:val="00590A86"/>
    <w:rsid w:val="00590B11"/>
    <w:rsid w:val="00590E83"/>
    <w:rsid w:val="005912E0"/>
    <w:rsid w:val="0059154B"/>
    <w:rsid w:val="00591EA3"/>
    <w:rsid w:val="00591F87"/>
    <w:rsid w:val="0059249F"/>
    <w:rsid w:val="00592585"/>
    <w:rsid w:val="00592B0F"/>
    <w:rsid w:val="0059305D"/>
    <w:rsid w:val="00593EE1"/>
    <w:rsid w:val="00594099"/>
    <w:rsid w:val="00594651"/>
    <w:rsid w:val="005947E0"/>
    <w:rsid w:val="00594C35"/>
    <w:rsid w:val="00594E7A"/>
    <w:rsid w:val="0059511B"/>
    <w:rsid w:val="0059520C"/>
    <w:rsid w:val="00595261"/>
    <w:rsid w:val="0059527C"/>
    <w:rsid w:val="0059575E"/>
    <w:rsid w:val="005957D7"/>
    <w:rsid w:val="005958CB"/>
    <w:rsid w:val="005963CB"/>
    <w:rsid w:val="0059682B"/>
    <w:rsid w:val="0059684D"/>
    <w:rsid w:val="005968CF"/>
    <w:rsid w:val="00596B1A"/>
    <w:rsid w:val="005970F9"/>
    <w:rsid w:val="0059717B"/>
    <w:rsid w:val="0059725D"/>
    <w:rsid w:val="00597362"/>
    <w:rsid w:val="005973D8"/>
    <w:rsid w:val="0059765A"/>
    <w:rsid w:val="00597BCC"/>
    <w:rsid w:val="00597D83"/>
    <w:rsid w:val="00597EAF"/>
    <w:rsid w:val="005A00CC"/>
    <w:rsid w:val="005A0522"/>
    <w:rsid w:val="005A065D"/>
    <w:rsid w:val="005A0698"/>
    <w:rsid w:val="005A0791"/>
    <w:rsid w:val="005A0B5F"/>
    <w:rsid w:val="005A0CFB"/>
    <w:rsid w:val="005A10E5"/>
    <w:rsid w:val="005A1420"/>
    <w:rsid w:val="005A1B32"/>
    <w:rsid w:val="005A1BFF"/>
    <w:rsid w:val="005A1CC1"/>
    <w:rsid w:val="005A20AD"/>
    <w:rsid w:val="005A2209"/>
    <w:rsid w:val="005A2631"/>
    <w:rsid w:val="005A274E"/>
    <w:rsid w:val="005A285E"/>
    <w:rsid w:val="005A2A4F"/>
    <w:rsid w:val="005A2B92"/>
    <w:rsid w:val="005A2CA3"/>
    <w:rsid w:val="005A2CFC"/>
    <w:rsid w:val="005A2FA4"/>
    <w:rsid w:val="005A2FAE"/>
    <w:rsid w:val="005A3297"/>
    <w:rsid w:val="005A338A"/>
    <w:rsid w:val="005A33F2"/>
    <w:rsid w:val="005A3457"/>
    <w:rsid w:val="005A35B3"/>
    <w:rsid w:val="005A37C8"/>
    <w:rsid w:val="005A3A1D"/>
    <w:rsid w:val="005A3EB0"/>
    <w:rsid w:val="005A407C"/>
    <w:rsid w:val="005A40E4"/>
    <w:rsid w:val="005A4999"/>
    <w:rsid w:val="005A4A56"/>
    <w:rsid w:val="005A4AAD"/>
    <w:rsid w:val="005A4BAB"/>
    <w:rsid w:val="005A4F21"/>
    <w:rsid w:val="005A507C"/>
    <w:rsid w:val="005A58BE"/>
    <w:rsid w:val="005A65DF"/>
    <w:rsid w:val="005A671C"/>
    <w:rsid w:val="005A682D"/>
    <w:rsid w:val="005A6897"/>
    <w:rsid w:val="005A6F59"/>
    <w:rsid w:val="005A7291"/>
    <w:rsid w:val="005A75A6"/>
    <w:rsid w:val="005A7866"/>
    <w:rsid w:val="005A7C54"/>
    <w:rsid w:val="005B0165"/>
    <w:rsid w:val="005B0329"/>
    <w:rsid w:val="005B038D"/>
    <w:rsid w:val="005B03F7"/>
    <w:rsid w:val="005B0738"/>
    <w:rsid w:val="005B09BC"/>
    <w:rsid w:val="005B0E72"/>
    <w:rsid w:val="005B0F38"/>
    <w:rsid w:val="005B1041"/>
    <w:rsid w:val="005B1F03"/>
    <w:rsid w:val="005B24C8"/>
    <w:rsid w:val="005B251F"/>
    <w:rsid w:val="005B2B38"/>
    <w:rsid w:val="005B2B71"/>
    <w:rsid w:val="005B2C1B"/>
    <w:rsid w:val="005B2FC9"/>
    <w:rsid w:val="005B3117"/>
    <w:rsid w:val="005B3148"/>
    <w:rsid w:val="005B3204"/>
    <w:rsid w:val="005B33CF"/>
    <w:rsid w:val="005B34C3"/>
    <w:rsid w:val="005B3593"/>
    <w:rsid w:val="005B3FBF"/>
    <w:rsid w:val="005B40EA"/>
    <w:rsid w:val="005B4F3F"/>
    <w:rsid w:val="005B5037"/>
    <w:rsid w:val="005B58FC"/>
    <w:rsid w:val="005B5B3E"/>
    <w:rsid w:val="005B5E4C"/>
    <w:rsid w:val="005B5E55"/>
    <w:rsid w:val="005B6243"/>
    <w:rsid w:val="005B66D2"/>
    <w:rsid w:val="005B6A10"/>
    <w:rsid w:val="005B6BAC"/>
    <w:rsid w:val="005B6E96"/>
    <w:rsid w:val="005B7086"/>
    <w:rsid w:val="005B7451"/>
    <w:rsid w:val="005B7797"/>
    <w:rsid w:val="005B79DC"/>
    <w:rsid w:val="005B7B9C"/>
    <w:rsid w:val="005B7C91"/>
    <w:rsid w:val="005B7CF1"/>
    <w:rsid w:val="005B7FE6"/>
    <w:rsid w:val="005C031F"/>
    <w:rsid w:val="005C044C"/>
    <w:rsid w:val="005C072F"/>
    <w:rsid w:val="005C111F"/>
    <w:rsid w:val="005C120D"/>
    <w:rsid w:val="005C121D"/>
    <w:rsid w:val="005C133E"/>
    <w:rsid w:val="005C137D"/>
    <w:rsid w:val="005C13F3"/>
    <w:rsid w:val="005C1528"/>
    <w:rsid w:val="005C1552"/>
    <w:rsid w:val="005C162E"/>
    <w:rsid w:val="005C19A6"/>
    <w:rsid w:val="005C1C6E"/>
    <w:rsid w:val="005C1EB9"/>
    <w:rsid w:val="005C1F51"/>
    <w:rsid w:val="005C20CD"/>
    <w:rsid w:val="005C22A1"/>
    <w:rsid w:val="005C2738"/>
    <w:rsid w:val="005C280F"/>
    <w:rsid w:val="005C2927"/>
    <w:rsid w:val="005C29F0"/>
    <w:rsid w:val="005C34C0"/>
    <w:rsid w:val="005C3B86"/>
    <w:rsid w:val="005C3B95"/>
    <w:rsid w:val="005C436E"/>
    <w:rsid w:val="005C4617"/>
    <w:rsid w:val="005C48A6"/>
    <w:rsid w:val="005C4E6A"/>
    <w:rsid w:val="005C51E2"/>
    <w:rsid w:val="005C53E8"/>
    <w:rsid w:val="005C5C6A"/>
    <w:rsid w:val="005C6333"/>
    <w:rsid w:val="005C6352"/>
    <w:rsid w:val="005C6358"/>
    <w:rsid w:val="005C67E9"/>
    <w:rsid w:val="005C6901"/>
    <w:rsid w:val="005C6965"/>
    <w:rsid w:val="005C6CE0"/>
    <w:rsid w:val="005C6EE5"/>
    <w:rsid w:val="005C7A42"/>
    <w:rsid w:val="005C7A50"/>
    <w:rsid w:val="005C7BB9"/>
    <w:rsid w:val="005C7CEE"/>
    <w:rsid w:val="005C7D73"/>
    <w:rsid w:val="005C7E9E"/>
    <w:rsid w:val="005C7F97"/>
    <w:rsid w:val="005C7FFC"/>
    <w:rsid w:val="005D015E"/>
    <w:rsid w:val="005D0165"/>
    <w:rsid w:val="005D024C"/>
    <w:rsid w:val="005D03A2"/>
    <w:rsid w:val="005D05BB"/>
    <w:rsid w:val="005D08FB"/>
    <w:rsid w:val="005D0BDC"/>
    <w:rsid w:val="005D0E04"/>
    <w:rsid w:val="005D0E82"/>
    <w:rsid w:val="005D1283"/>
    <w:rsid w:val="005D12F2"/>
    <w:rsid w:val="005D1520"/>
    <w:rsid w:val="005D1556"/>
    <w:rsid w:val="005D1572"/>
    <w:rsid w:val="005D1668"/>
    <w:rsid w:val="005D16C1"/>
    <w:rsid w:val="005D1A35"/>
    <w:rsid w:val="005D2078"/>
    <w:rsid w:val="005D20F1"/>
    <w:rsid w:val="005D2138"/>
    <w:rsid w:val="005D228A"/>
    <w:rsid w:val="005D2AA7"/>
    <w:rsid w:val="005D2B50"/>
    <w:rsid w:val="005D2EE0"/>
    <w:rsid w:val="005D2FB1"/>
    <w:rsid w:val="005D31CB"/>
    <w:rsid w:val="005D321D"/>
    <w:rsid w:val="005D33FF"/>
    <w:rsid w:val="005D340B"/>
    <w:rsid w:val="005D343A"/>
    <w:rsid w:val="005D3728"/>
    <w:rsid w:val="005D38F2"/>
    <w:rsid w:val="005D392E"/>
    <w:rsid w:val="005D3A79"/>
    <w:rsid w:val="005D3C47"/>
    <w:rsid w:val="005D3F24"/>
    <w:rsid w:val="005D410D"/>
    <w:rsid w:val="005D4247"/>
    <w:rsid w:val="005D43C1"/>
    <w:rsid w:val="005D482D"/>
    <w:rsid w:val="005D4AC7"/>
    <w:rsid w:val="005D4DE3"/>
    <w:rsid w:val="005D4F63"/>
    <w:rsid w:val="005D52D5"/>
    <w:rsid w:val="005D5431"/>
    <w:rsid w:val="005D596D"/>
    <w:rsid w:val="005D5D1B"/>
    <w:rsid w:val="005D5ECC"/>
    <w:rsid w:val="005D6009"/>
    <w:rsid w:val="005D604A"/>
    <w:rsid w:val="005D6414"/>
    <w:rsid w:val="005D641C"/>
    <w:rsid w:val="005D6545"/>
    <w:rsid w:val="005D6633"/>
    <w:rsid w:val="005D690D"/>
    <w:rsid w:val="005D7223"/>
    <w:rsid w:val="005D7ACB"/>
    <w:rsid w:val="005E000B"/>
    <w:rsid w:val="005E0294"/>
    <w:rsid w:val="005E0392"/>
    <w:rsid w:val="005E03CA"/>
    <w:rsid w:val="005E05EA"/>
    <w:rsid w:val="005E0E28"/>
    <w:rsid w:val="005E12EA"/>
    <w:rsid w:val="005E16E7"/>
    <w:rsid w:val="005E183F"/>
    <w:rsid w:val="005E18C5"/>
    <w:rsid w:val="005E1DD5"/>
    <w:rsid w:val="005E1E7B"/>
    <w:rsid w:val="005E20A3"/>
    <w:rsid w:val="005E214F"/>
    <w:rsid w:val="005E2267"/>
    <w:rsid w:val="005E24F6"/>
    <w:rsid w:val="005E268E"/>
    <w:rsid w:val="005E2862"/>
    <w:rsid w:val="005E2BB9"/>
    <w:rsid w:val="005E2BE1"/>
    <w:rsid w:val="005E2CC4"/>
    <w:rsid w:val="005E2DE1"/>
    <w:rsid w:val="005E2EBE"/>
    <w:rsid w:val="005E38C1"/>
    <w:rsid w:val="005E3CB7"/>
    <w:rsid w:val="005E41C6"/>
    <w:rsid w:val="005E4441"/>
    <w:rsid w:val="005E4B99"/>
    <w:rsid w:val="005E4C20"/>
    <w:rsid w:val="005E4D96"/>
    <w:rsid w:val="005E4F47"/>
    <w:rsid w:val="005E504D"/>
    <w:rsid w:val="005E50E1"/>
    <w:rsid w:val="005E53EE"/>
    <w:rsid w:val="005E53F2"/>
    <w:rsid w:val="005E595D"/>
    <w:rsid w:val="005E595E"/>
    <w:rsid w:val="005E5ADB"/>
    <w:rsid w:val="005E5B94"/>
    <w:rsid w:val="005E5F50"/>
    <w:rsid w:val="005E6CFD"/>
    <w:rsid w:val="005E704E"/>
    <w:rsid w:val="005E7294"/>
    <w:rsid w:val="005E7981"/>
    <w:rsid w:val="005E7B46"/>
    <w:rsid w:val="005E7BD1"/>
    <w:rsid w:val="005F005F"/>
    <w:rsid w:val="005F01E1"/>
    <w:rsid w:val="005F0507"/>
    <w:rsid w:val="005F07CA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59D"/>
    <w:rsid w:val="005F296D"/>
    <w:rsid w:val="005F3783"/>
    <w:rsid w:val="005F37C3"/>
    <w:rsid w:val="005F38C6"/>
    <w:rsid w:val="005F3F20"/>
    <w:rsid w:val="005F4204"/>
    <w:rsid w:val="005F45AC"/>
    <w:rsid w:val="005F4725"/>
    <w:rsid w:val="005F4984"/>
    <w:rsid w:val="005F4CD0"/>
    <w:rsid w:val="005F4DE1"/>
    <w:rsid w:val="005F4E09"/>
    <w:rsid w:val="005F4F22"/>
    <w:rsid w:val="005F5065"/>
    <w:rsid w:val="005F51C6"/>
    <w:rsid w:val="005F561E"/>
    <w:rsid w:val="005F5906"/>
    <w:rsid w:val="005F5A55"/>
    <w:rsid w:val="005F5D47"/>
    <w:rsid w:val="005F5EA1"/>
    <w:rsid w:val="005F5EE1"/>
    <w:rsid w:val="005F60E9"/>
    <w:rsid w:val="005F6770"/>
    <w:rsid w:val="005F69C6"/>
    <w:rsid w:val="005F6CA3"/>
    <w:rsid w:val="005F6D6D"/>
    <w:rsid w:val="005F6FE8"/>
    <w:rsid w:val="005F7360"/>
    <w:rsid w:val="005F743D"/>
    <w:rsid w:val="005F77CA"/>
    <w:rsid w:val="005F781C"/>
    <w:rsid w:val="005F79EA"/>
    <w:rsid w:val="005F7C45"/>
    <w:rsid w:val="005F7CE1"/>
    <w:rsid w:val="005F7D04"/>
    <w:rsid w:val="0060065B"/>
    <w:rsid w:val="006007C0"/>
    <w:rsid w:val="00600A53"/>
    <w:rsid w:val="00600AB1"/>
    <w:rsid w:val="00600B38"/>
    <w:rsid w:val="00600DC5"/>
    <w:rsid w:val="00600DEC"/>
    <w:rsid w:val="00600E45"/>
    <w:rsid w:val="00600EA6"/>
    <w:rsid w:val="00601262"/>
    <w:rsid w:val="00601287"/>
    <w:rsid w:val="006012E9"/>
    <w:rsid w:val="00601470"/>
    <w:rsid w:val="00602085"/>
    <w:rsid w:val="006023DB"/>
    <w:rsid w:val="00602421"/>
    <w:rsid w:val="006024AA"/>
    <w:rsid w:val="0060257D"/>
    <w:rsid w:val="00602968"/>
    <w:rsid w:val="00602B22"/>
    <w:rsid w:val="00602D15"/>
    <w:rsid w:val="00602E9D"/>
    <w:rsid w:val="00602F92"/>
    <w:rsid w:val="0060346D"/>
    <w:rsid w:val="0060364A"/>
    <w:rsid w:val="0060369E"/>
    <w:rsid w:val="006039B6"/>
    <w:rsid w:val="00603B8F"/>
    <w:rsid w:val="00603C9C"/>
    <w:rsid w:val="00603CAB"/>
    <w:rsid w:val="00603CF4"/>
    <w:rsid w:val="00603D58"/>
    <w:rsid w:val="00603E0F"/>
    <w:rsid w:val="00604023"/>
    <w:rsid w:val="00604218"/>
    <w:rsid w:val="00604499"/>
    <w:rsid w:val="006047F7"/>
    <w:rsid w:val="00604992"/>
    <w:rsid w:val="006049CE"/>
    <w:rsid w:val="00604B14"/>
    <w:rsid w:val="00604C86"/>
    <w:rsid w:val="00605A43"/>
    <w:rsid w:val="00605D03"/>
    <w:rsid w:val="006063F8"/>
    <w:rsid w:val="0060653A"/>
    <w:rsid w:val="00606B10"/>
    <w:rsid w:val="00606BF9"/>
    <w:rsid w:val="00606D62"/>
    <w:rsid w:val="00606E4B"/>
    <w:rsid w:val="00606F09"/>
    <w:rsid w:val="00607039"/>
    <w:rsid w:val="006071E0"/>
    <w:rsid w:val="00607324"/>
    <w:rsid w:val="00607448"/>
    <w:rsid w:val="0060779C"/>
    <w:rsid w:val="0060791C"/>
    <w:rsid w:val="00607AA4"/>
    <w:rsid w:val="00607ADB"/>
    <w:rsid w:val="00607B93"/>
    <w:rsid w:val="00607FB4"/>
    <w:rsid w:val="006100CF"/>
    <w:rsid w:val="00610402"/>
    <w:rsid w:val="006104B6"/>
    <w:rsid w:val="0061053E"/>
    <w:rsid w:val="00610555"/>
    <w:rsid w:val="0061056B"/>
    <w:rsid w:val="0061099D"/>
    <w:rsid w:val="00610B1B"/>
    <w:rsid w:val="00610E03"/>
    <w:rsid w:val="0061104F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D2C"/>
    <w:rsid w:val="00613EAD"/>
    <w:rsid w:val="00614072"/>
    <w:rsid w:val="00614382"/>
    <w:rsid w:val="0061457F"/>
    <w:rsid w:val="00614584"/>
    <w:rsid w:val="00614629"/>
    <w:rsid w:val="00614972"/>
    <w:rsid w:val="00614B4B"/>
    <w:rsid w:val="00614D9C"/>
    <w:rsid w:val="0061525C"/>
    <w:rsid w:val="0061548F"/>
    <w:rsid w:val="006155A2"/>
    <w:rsid w:val="00615632"/>
    <w:rsid w:val="0061587E"/>
    <w:rsid w:val="00615D87"/>
    <w:rsid w:val="00615FCA"/>
    <w:rsid w:val="00616030"/>
    <w:rsid w:val="006162FD"/>
    <w:rsid w:val="006165C9"/>
    <w:rsid w:val="00616661"/>
    <w:rsid w:val="006166F4"/>
    <w:rsid w:val="006166FA"/>
    <w:rsid w:val="006167ED"/>
    <w:rsid w:val="00616972"/>
    <w:rsid w:val="00616AD9"/>
    <w:rsid w:val="00616B20"/>
    <w:rsid w:val="0061757E"/>
    <w:rsid w:val="0061769B"/>
    <w:rsid w:val="00617741"/>
    <w:rsid w:val="00617819"/>
    <w:rsid w:val="006179F6"/>
    <w:rsid w:val="00617D06"/>
    <w:rsid w:val="00617E22"/>
    <w:rsid w:val="00617E7C"/>
    <w:rsid w:val="006200DE"/>
    <w:rsid w:val="0062032F"/>
    <w:rsid w:val="00620602"/>
    <w:rsid w:val="00620670"/>
    <w:rsid w:val="006207F8"/>
    <w:rsid w:val="006208D7"/>
    <w:rsid w:val="00620A08"/>
    <w:rsid w:val="00620DCA"/>
    <w:rsid w:val="00620DF6"/>
    <w:rsid w:val="00620E1B"/>
    <w:rsid w:val="0062136B"/>
    <w:rsid w:val="006214E7"/>
    <w:rsid w:val="00621B43"/>
    <w:rsid w:val="00621D46"/>
    <w:rsid w:val="00621D56"/>
    <w:rsid w:val="0062206C"/>
    <w:rsid w:val="00622FAE"/>
    <w:rsid w:val="00623062"/>
    <w:rsid w:val="00623123"/>
    <w:rsid w:val="0062326B"/>
    <w:rsid w:val="00624617"/>
    <w:rsid w:val="00624648"/>
    <w:rsid w:val="00624761"/>
    <w:rsid w:val="00624CAE"/>
    <w:rsid w:val="00624CC7"/>
    <w:rsid w:val="0062500F"/>
    <w:rsid w:val="006250B2"/>
    <w:rsid w:val="006250F0"/>
    <w:rsid w:val="00625D25"/>
    <w:rsid w:val="00625DAC"/>
    <w:rsid w:val="006260B9"/>
    <w:rsid w:val="00626447"/>
    <w:rsid w:val="006266F1"/>
    <w:rsid w:val="006269D3"/>
    <w:rsid w:val="00626D02"/>
    <w:rsid w:val="00626DCB"/>
    <w:rsid w:val="006277DC"/>
    <w:rsid w:val="00627C54"/>
    <w:rsid w:val="00627F75"/>
    <w:rsid w:val="00627FE1"/>
    <w:rsid w:val="0063006F"/>
    <w:rsid w:val="0063023C"/>
    <w:rsid w:val="006304D7"/>
    <w:rsid w:val="00630857"/>
    <w:rsid w:val="0063099C"/>
    <w:rsid w:val="00630B68"/>
    <w:rsid w:val="00630BC2"/>
    <w:rsid w:val="00631868"/>
    <w:rsid w:val="00631AB7"/>
    <w:rsid w:val="00631D11"/>
    <w:rsid w:val="00631DB3"/>
    <w:rsid w:val="00631E37"/>
    <w:rsid w:val="00631F9A"/>
    <w:rsid w:val="006324A9"/>
    <w:rsid w:val="00632864"/>
    <w:rsid w:val="00632A06"/>
    <w:rsid w:val="00632B62"/>
    <w:rsid w:val="00633442"/>
    <w:rsid w:val="006338F6"/>
    <w:rsid w:val="00633B71"/>
    <w:rsid w:val="00633C85"/>
    <w:rsid w:val="00633EAF"/>
    <w:rsid w:val="00633EE3"/>
    <w:rsid w:val="006342CF"/>
    <w:rsid w:val="00634BEC"/>
    <w:rsid w:val="00634DDD"/>
    <w:rsid w:val="00635194"/>
    <w:rsid w:val="006351B0"/>
    <w:rsid w:val="006352A8"/>
    <w:rsid w:val="006352EC"/>
    <w:rsid w:val="006353CB"/>
    <w:rsid w:val="006353D1"/>
    <w:rsid w:val="00635482"/>
    <w:rsid w:val="0063583B"/>
    <w:rsid w:val="00635FE9"/>
    <w:rsid w:val="00636095"/>
    <w:rsid w:val="00636521"/>
    <w:rsid w:val="00636B10"/>
    <w:rsid w:val="00636B83"/>
    <w:rsid w:val="00636B94"/>
    <w:rsid w:val="00636CB9"/>
    <w:rsid w:val="00636D8F"/>
    <w:rsid w:val="00636F0C"/>
    <w:rsid w:val="00637265"/>
    <w:rsid w:val="006379CF"/>
    <w:rsid w:val="00637AF8"/>
    <w:rsid w:val="00637AF9"/>
    <w:rsid w:val="00637D03"/>
    <w:rsid w:val="00637D80"/>
    <w:rsid w:val="006401D3"/>
    <w:rsid w:val="00640635"/>
    <w:rsid w:val="006407E4"/>
    <w:rsid w:val="00640941"/>
    <w:rsid w:val="006409BD"/>
    <w:rsid w:val="00640ADA"/>
    <w:rsid w:val="00640BCD"/>
    <w:rsid w:val="00640D5B"/>
    <w:rsid w:val="00640D82"/>
    <w:rsid w:val="00640E8F"/>
    <w:rsid w:val="00640F98"/>
    <w:rsid w:val="006410B7"/>
    <w:rsid w:val="00641530"/>
    <w:rsid w:val="00641B97"/>
    <w:rsid w:val="00641DF1"/>
    <w:rsid w:val="00641E33"/>
    <w:rsid w:val="00641EF4"/>
    <w:rsid w:val="00642097"/>
    <w:rsid w:val="006421F3"/>
    <w:rsid w:val="00642606"/>
    <w:rsid w:val="00642719"/>
    <w:rsid w:val="006427AD"/>
    <w:rsid w:val="0064291A"/>
    <w:rsid w:val="006429A4"/>
    <w:rsid w:val="00642BA4"/>
    <w:rsid w:val="0064316C"/>
    <w:rsid w:val="00643475"/>
    <w:rsid w:val="006437AA"/>
    <w:rsid w:val="00643911"/>
    <w:rsid w:val="00643950"/>
    <w:rsid w:val="00643C44"/>
    <w:rsid w:val="00643CA8"/>
    <w:rsid w:val="00643E70"/>
    <w:rsid w:val="00643F5D"/>
    <w:rsid w:val="00643FAF"/>
    <w:rsid w:val="006442F3"/>
    <w:rsid w:val="00644389"/>
    <w:rsid w:val="006443DA"/>
    <w:rsid w:val="00644474"/>
    <w:rsid w:val="0064477B"/>
    <w:rsid w:val="00644ADB"/>
    <w:rsid w:val="00644B58"/>
    <w:rsid w:val="00644BA6"/>
    <w:rsid w:val="00644BB1"/>
    <w:rsid w:val="0064537A"/>
    <w:rsid w:val="00645671"/>
    <w:rsid w:val="00645700"/>
    <w:rsid w:val="00645970"/>
    <w:rsid w:val="00645D43"/>
    <w:rsid w:val="00645E97"/>
    <w:rsid w:val="006460A7"/>
    <w:rsid w:val="0064615D"/>
    <w:rsid w:val="006462DA"/>
    <w:rsid w:val="006463B2"/>
    <w:rsid w:val="006467FC"/>
    <w:rsid w:val="006474E7"/>
    <w:rsid w:val="006474FF"/>
    <w:rsid w:val="006475CD"/>
    <w:rsid w:val="00647714"/>
    <w:rsid w:val="00647A2C"/>
    <w:rsid w:val="00647AEB"/>
    <w:rsid w:val="00647B78"/>
    <w:rsid w:val="00647D34"/>
    <w:rsid w:val="006501D4"/>
    <w:rsid w:val="006503B1"/>
    <w:rsid w:val="006506E0"/>
    <w:rsid w:val="00650A75"/>
    <w:rsid w:val="00650A96"/>
    <w:rsid w:val="00650B1C"/>
    <w:rsid w:val="00650FE9"/>
    <w:rsid w:val="00651113"/>
    <w:rsid w:val="00651149"/>
    <w:rsid w:val="00651260"/>
    <w:rsid w:val="00651294"/>
    <w:rsid w:val="0065131F"/>
    <w:rsid w:val="006516E8"/>
    <w:rsid w:val="00651852"/>
    <w:rsid w:val="006518AD"/>
    <w:rsid w:val="006518E6"/>
    <w:rsid w:val="00651B88"/>
    <w:rsid w:val="00651FEB"/>
    <w:rsid w:val="00652484"/>
    <w:rsid w:val="006529D6"/>
    <w:rsid w:val="00652A6F"/>
    <w:rsid w:val="00652ACF"/>
    <w:rsid w:val="00652DEF"/>
    <w:rsid w:val="00652EAA"/>
    <w:rsid w:val="00652EE1"/>
    <w:rsid w:val="006538FC"/>
    <w:rsid w:val="00653A98"/>
    <w:rsid w:val="00653B5A"/>
    <w:rsid w:val="00653C1E"/>
    <w:rsid w:val="00653E17"/>
    <w:rsid w:val="00653E22"/>
    <w:rsid w:val="00653E72"/>
    <w:rsid w:val="00653F8F"/>
    <w:rsid w:val="00654153"/>
    <w:rsid w:val="006542C7"/>
    <w:rsid w:val="00654873"/>
    <w:rsid w:val="00654883"/>
    <w:rsid w:val="006548D1"/>
    <w:rsid w:val="00654C16"/>
    <w:rsid w:val="00654DE0"/>
    <w:rsid w:val="00654F28"/>
    <w:rsid w:val="006550A7"/>
    <w:rsid w:val="0065575C"/>
    <w:rsid w:val="00655AB2"/>
    <w:rsid w:val="00655E2A"/>
    <w:rsid w:val="00656C68"/>
    <w:rsid w:val="00656DBE"/>
    <w:rsid w:val="00657038"/>
    <w:rsid w:val="0065761B"/>
    <w:rsid w:val="00657871"/>
    <w:rsid w:val="00657A1D"/>
    <w:rsid w:val="00657B66"/>
    <w:rsid w:val="00657BD8"/>
    <w:rsid w:val="00657E79"/>
    <w:rsid w:val="00657FAB"/>
    <w:rsid w:val="006602BA"/>
    <w:rsid w:val="00660435"/>
    <w:rsid w:val="0066056F"/>
    <w:rsid w:val="00660751"/>
    <w:rsid w:val="00660759"/>
    <w:rsid w:val="00660811"/>
    <w:rsid w:val="006608DD"/>
    <w:rsid w:val="00660ADB"/>
    <w:rsid w:val="00660C16"/>
    <w:rsid w:val="00660D37"/>
    <w:rsid w:val="00660D85"/>
    <w:rsid w:val="00660F9F"/>
    <w:rsid w:val="00660FD0"/>
    <w:rsid w:val="006610F5"/>
    <w:rsid w:val="00661181"/>
    <w:rsid w:val="0066137D"/>
    <w:rsid w:val="00661546"/>
    <w:rsid w:val="006619B7"/>
    <w:rsid w:val="00661A63"/>
    <w:rsid w:val="00662320"/>
    <w:rsid w:val="006623DE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B1"/>
    <w:rsid w:val="00663FF9"/>
    <w:rsid w:val="006640A3"/>
    <w:rsid w:val="006641D2"/>
    <w:rsid w:val="006642F6"/>
    <w:rsid w:val="006645E4"/>
    <w:rsid w:val="00664875"/>
    <w:rsid w:val="00664CBC"/>
    <w:rsid w:val="00665070"/>
    <w:rsid w:val="0066526A"/>
    <w:rsid w:val="0066526C"/>
    <w:rsid w:val="006652EA"/>
    <w:rsid w:val="0066551A"/>
    <w:rsid w:val="00665616"/>
    <w:rsid w:val="0066593B"/>
    <w:rsid w:val="00665A99"/>
    <w:rsid w:val="00665B76"/>
    <w:rsid w:val="00665DC1"/>
    <w:rsid w:val="00665EEF"/>
    <w:rsid w:val="00666703"/>
    <w:rsid w:val="0066687F"/>
    <w:rsid w:val="006669FC"/>
    <w:rsid w:val="0066727B"/>
    <w:rsid w:val="006673F8"/>
    <w:rsid w:val="0066768D"/>
    <w:rsid w:val="00667A1E"/>
    <w:rsid w:val="00667CDF"/>
    <w:rsid w:val="00670123"/>
    <w:rsid w:val="006701E3"/>
    <w:rsid w:val="0067030D"/>
    <w:rsid w:val="00670409"/>
    <w:rsid w:val="00670934"/>
    <w:rsid w:val="00670AB9"/>
    <w:rsid w:val="00670C8F"/>
    <w:rsid w:val="00670E03"/>
    <w:rsid w:val="0067114C"/>
    <w:rsid w:val="00671864"/>
    <w:rsid w:val="006718A6"/>
    <w:rsid w:val="00671B91"/>
    <w:rsid w:val="00672116"/>
    <w:rsid w:val="00672528"/>
    <w:rsid w:val="00672D0D"/>
    <w:rsid w:val="00672E69"/>
    <w:rsid w:val="00672E9B"/>
    <w:rsid w:val="0067301B"/>
    <w:rsid w:val="006736FF"/>
    <w:rsid w:val="00673AA7"/>
    <w:rsid w:val="00673C4D"/>
    <w:rsid w:val="00673C5E"/>
    <w:rsid w:val="00673EA6"/>
    <w:rsid w:val="006740C2"/>
    <w:rsid w:val="0067435B"/>
    <w:rsid w:val="00674BA8"/>
    <w:rsid w:val="00674BE4"/>
    <w:rsid w:val="00674DFE"/>
    <w:rsid w:val="00675041"/>
    <w:rsid w:val="006750E2"/>
    <w:rsid w:val="006751AF"/>
    <w:rsid w:val="006754CD"/>
    <w:rsid w:val="00675755"/>
    <w:rsid w:val="00675784"/>
    <w:rsid w:val="00675796"/>
    <w:rsid w:val="00675958"/>
    <w:rsid w:val="00675AD4"/>
    <w:rsid w:val="0067632F"/>
    <w:rsid w:val="00676352"/>
    <w:rsid w:val="006763E8"/>
    <w:rsid w:val="006764B4"/>
    <w:rsid w:val="006764BE"/>
    <w:rsid w:val="00676546"/>
    <w:rsid w:val="0067676F"/>
    <w:rsid w:val="006769B6"/>
    <w:rsid w:val="00676B0C"/>
    <w:rsid w:val="00676FF0"/>
    <w:rsid w:val="00677EFE"/>
    <w:rsid w:val="00680879"/>
    <w:rsid w:val="00680A4F"/>
    <w:rsid w:val="00680CFF"/>
    <w:rsid w:val="00680EA9"/>
    <w:rsid w:val="0068105F"/>
    <w:rsid w:val="0068119A"/>
    <w:rsid w:val="006816F6"/>
    <w:rsid w:val="0068178E"/>
    <w:rsid w:val="0068208C"/>
    <w:rsid w:val="0068221C"/>
    <w:rsid w:val="006827D9"/>
    <w:rsid w:val="00682C59"/>
    <w:rsid w:val="0068341A"/>
    <w:rsid w:val="00683830"/>
    <w:rsid w:val="00683D83"/>
    <w:rsid w:val="006841D2"/>
    <w:rsid w:val="006848CA"/>
    <w:rsid w:val="00684A26"/>
    <w:rsid w:val="00684E1F"/>
    <w:rsid w:val="006851A7"/>
    <w:rsid w:val="0068570C"/>
    <w:rsid w:val="0068576D"/>
    <w:rsid w:val="006859C9"/>
    <w:rsid w:val="00685BFC"/>
    <w:rsid w:val="00685C49"/>
    <w:rsid w:val="00685C7A"/>
    <w:rsid w:val="00685CF7"/>
    <w:rsid w:val="00685E2E"/>
    <w:rsid w:val="00685EBE"/>
    <w:rsid w:val="00686497"/>
    <w:rsid w:val="00686676"/>
    <w:rsid w:val="00686795"/>
    <w:rsid w:val="00687264"/>
    <w:rsid w:val="00687426"/>
    <w:rsid w:val="0068760D"/>
    <w:rsid w:val="006876F9"/>
    <w:rsid w:val="00687E75"/>
    <w:rsid w:val="006900D8"/>
    <w:rsid w:val="00690374"/>
    <w:rsid w:val="006905C0"/>
    <w:rsid w:val="006905D2"/>
    <w:rsid w:val="006907B7"/>
    <w:rsid w:val="006907F3"/>
    <w:rsid w:val="00690AEC"/>
    <w:rsid w:val="00690C69"/>
    <w:rsid w:val="00690F54"/>
    <w:rsid w:val="0069106F"/>
    <w:rsid w:val="00691172"/>
    <w:rsid w:val="00691247"/>
    <w:rsid w:val="00691368"/>
    <w:rsid w:val="00691881"/>
    <w:rsid w:val="00691BFC"/>
    <w:rsid w:val="00691CEF"/>
    <w:rsid w:val="00692023"/>
    <w:rsid w:val="0069215B"/>
    <w:rsid w:val="00692222"/>
    <w:rsid w:val="006924A8"/>
    <w:rsid w:val="00692630"/>
    <w:rsid w:val="00692B2C"/>
    <w:rsid w:val="00692CF7"/>
    <w:rsid w:val="00692DFA"/>
    <w:rsid w:val="006932AF"/>
    <w:rsid w:val="006932EB"/>
    <w:rsid w:val="0069344B"/>
    <w:rsid w:val="006939F2"/>
    <w:rsid w:val="00693BC8"/>
    <w:rsid w:val="00693F4D"/>
    <w:rsid w:val="00694249"/>
    <w:rsid w:val="00694A5E"/>
    <w:rsid w:val="00694BA7"/>
    <w:rsid w:val="00694E93"/>
    <w:rsid w:val="00695173"/>
    <w:rsid w:val="006958CB"/>
    <w:rsid w:val="00695A23"/>
    <w:rsid w:val="00695EFB"/>
    <w:rsid w:val="00695F70"/>
    <w:rsid w:val="00696E78"/>
    <w:rsid w:val="0069703D"/>
    <w:rsid w:val="006970AE"/>
    <w:rsid w:val="006973A0"/>
    <w:rsid w:val="006976D9"/>
    <w:rsid w:val="00697F00"/>
    <w:rsid w:val="006A0446"/>
    <w:rsid w:val="006A0684"/>
    <w:rsid w:val="006A0B8F"/>
    <w:rsid w:val="006A0CD1"/>
    <w:rsid w:val="006A0DAB"/>
    <w:rsid w:val="006A113A"/>
    <w:rsid w:val="006A1497"/>
    <w:rsid w:val="006A1613"/>
    <w:rsid w:val="006A1A0E"/>
    <w:rsid w:val="006A1CB3"/>
    <w:rsid w:val="006A1F9B"/>
    <w:rsid w:val="006A2137"/>
    <w:rsid w:val="006A2235"/>
    <w:rsid w:val="006A22F8"/>
    <w:rsid w:val="006A3AFC"/>
    <w:rsid w:val="006A3B63"/>
    <w:rsid w:val="006A3C93"/>
    <w:rsid w:val="006A3DE0"/>
    <w:rsid w:val="006A3F3E"/>
    <w:rsid w:val="006A4350"/>
    <w:rsid w:val="006A452F"/>
    <w:rsid w:val="006A4877"/>
    <w:rsid w:val="006A4A5E"/>
    <w:rsid w:val="006A4BB3"/>
    <w:rsid w:val="006A4CB7"/>
    <w:rsid w:val="006A4E4D"/>
    <w:rsid w:val="006A51B6"/>
    <w:rsid w:val="006A52D1"/>
    <w:rsid w:val="006A5392"/>
    <w:rsid w:val="006A5634"/>
    <w:rsid w:val="006A589B"/>
    <w:rsid w:val="006A58E3"/>
    <w:rsid w:val="006A596D"/>
    <w:rsid w:val="006A5AD5"/>
    <w:rsid w:val="006A61A7"/>
    <w:rsid w:val="006A6265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685"/>
    <w:rsid w:val="006B086A"/>
    <w:rsid w:val="006B0875"/>
    <w:rsid w:val="006B0974"/>
    <w:rsid w:val="006B09F2"/>
    <w:rsid w:val="006B0BEC"/>
    <w:rsid w:val="006B0DF8"/>
    <w:rsid w:val="006B0E1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B2"/>
    <w:rsid w:val="006B23B0"/>
    <w:rsid w:val="006B2406"/>
    <w:rsid w:val="006B247E"/>
    <w:rsid w:val="006B26B3"/>
    <w:rsid w:val="006B26D1"/>
    <w:rsid w:val="006B288F"/>
    <w:rsid w:val="006B2AD0"/>
    <w:rsid w:val="006B2B13"/>
    <w:rsid w:val="006B2F4F"/>
    <w:rsid w:val="006B3337"/>
    <w:rsid w:val="006B3357"/>
    <w:rsid w:val="006B346D"/>
    <w:rsid w:val="006B3B90"/>
    <w:rsid w:val="006B4085"/>
    <w:rsid w:val="006B42E7"/>
    <w:rsid w:val="006B45F7"/>
    <w:rsid w:val="006B46BC"/>
    <w:rsid w:val="006B48DD"/>
    <w:rsid w:val="006B49AC"/>
    <w:rsid w:val="006B4B64"/>
    <w:rsid w:val="006B4B79"/>
    <w:rsid w:val="006B535C"/>
    <w:rsid w:val="006B5607"/>
    <w:rsid w:val="006B5683"/>
    <w:rsid w:val="006B5A28"/>
    <w:rsid w:val="006B5C94"/>
    <w:rsid w:val="006B5D13"/>
    <w:rsid w:val="006B60FA"/>
    <w:rsid w:val="006B630B"/>
    <w:rsid w:val="006B6815"/>
    <w:rsid w:val="006B68B1"/>
    <w:rsid w:val="006B6953"/>
    <w:rsid w:val="006B6971"/>
    <w:rsid w:val="006B6EB3"/>
    <w:rsid w:val="006B7187"/>
    <w:rsid w:val="006B7223"/>
    <w:rsid w:val="006B7DC9"/>
    <w:rsid w:val="006B7E39"/>
    <w:rsid w:val="006C0002"/>
    <w:rsid w:val="006C0352"/>
    <w:rsid w:val="006C0BE1"/>
    <w:rsid w:val="006C0F83"/>
    <w:rsid w:val="006C0FF2"/>
    <w:rsid w:val="006C10A9"/>
    <w:rsid w:val="006C186F"/>
    <w:rsid w:val="006C18E1"/>
    <w:rsid w:val="006C1934"/>
    <w:rsid w:val="006C1E85"/>
    <w:rsid w:val="006C20F4"/>
    <w:rsid w:val="006C23C7"/>
    <w:rsid w:val="006C23F3"/>
    <w:rsid w:val="006C2709"/>
    <w:rsid w:val="006C2918"/>
    <w:rsid w:val="006C31F2"/>
    <w:rsid w:val="006C324D"/>
    <w:rsid w:val="006C3250"/>
    <w:rsid w:val="006C3433"/>
    <w:rsid w:val="006C34DA"/>
    <w:rsid w:val="006C3623"/>
    <w:rsid w:val="006C3C0E"/>
    <w:rsid w:val="006C3D1C"/>
    <w:rsid w:val="006C3E16"/>
    <w:rsid w:val="006C3F32"/>
    <w:rsid w:val="006C4216"/>
    <w:rsid w:val="006C485E"/>
    <w:rsid w:val="006C4B99"/>
    <w:rsid w:val="006C4C84"/>
    <w:rsid w:val="006C4D09"/>
    <w:rsid w:val="006C4FD7"/>
    <w:rsid w:val="006C50AA"/>
    <w:rsid w:val="006C531E"/>
    <w:rsid w:val="006C5534"/>
    <w:rsid w:val="006C57F9"/>
    <w:rsid w:val="006C58AC"/>
    <w:rsid w:val="006C5A92"/>
    <w:rsid w:val="006C5AC1"/>
    <w:rsid w:val="006C5BF8"/>
    <w:rsid w:val="006C5F1A"/>
    <w:rsid w:val="006C63C6"/>
    <w:rsid w:val="006C66AA"/>
    <w:rsid w:val="006C689E"/>
    <w:rsid w:val="006C6BBC"/>
    <w:rsid w:val="006C6D1C"/>
    <w:rsid w:val="006C6DE1"/>
    <w:rsid w:val="006C765F"/>
    <w:rsid w:val="006C7A88"/>
    <w:rsid w:val="006C7B29"/>
    <w:rsid w:val="006C7C23"/>
    <w:rsid w:val="006C7C7B"/>
    <w:rsid w:val="006C7D5A"/>
    <w:rsid w:val="006C7FD4"/>
    <w:rsid w:val="006D00D1"/>
    <w:rsid w:val="006D0143"/>
    <w:rsid w:val="006D014D"/>
    <w:rsid w:val="006D037C"/>
    <w:rsid w:val="006D0763"/>
    <w:rsid w:val="006D0A37"/>
    <w:rsid w:val="006D0D76"/>
    <w:rsid w:val="006D0E11"/>
    <w:rsid w:val="006D0E39"/>
    <w:rsid w:val="006D0F58"/>
    <w:rsid w:val="006D1296"/>
    <w:rsid w:val="006D1345"/>
    <w:rsid w:val="006D1446"/>
    <w:rsid w:val="006D14DD"/>
    <w:rsid w:val="006D175F"/>
    <w:rsid w:val="006D194F"/>
    <w:rsid w:val="006D1C84"/>
    <w:rsid w:val="006D1E82"/>
    <w:rsid w:val="006D22B6"/>
    <w:rsid w:val="006D23CE"/>
    <w:rsid w:val="006D28D3"/>
    <w:rsid w:val="006D2EFB"/>
    <w:rsid w:val="006D30AB"/>
    <w:rsid w:val="006D3302"/>
    <w:rsid w:val="006D358C"/>
    <w:rsid w:val="006D38AB"/>
    <w:rsid w:val="006D3C10"/>
    <w:rsid w:val="006D3E32"/>
    <w:rsid w:val="006D4238"/>
    <w:rsid w:val="006D4389"/>
    <w:rsid w:val="006D44CA"/>
    <w:rsid w:val="006D4557"/>
    <w:rsid w:val="006D4ADB"/>
    <w:rsid w:val="006D4BA4"/>
    <w:rsid w:val="006D4ECB"/>
    <w:rsid w:val="006D4F1F"/>
    <w:rsid w:val="006D511A"/>
    <w:rsid w:val="006D5327"/>
    <w:rsid w:val="006D541F"/>
    <w:rsid w:val="006D54A9"/>
    <w:rsid w:val="006D5504"/>
    <w:rsid w:val="006D556F"/>
    <w:rsid w:val="006D574F"/>
    <w:rsid w:val="006D5B9A"/>
    <w:rsid w:val="006D5BBB"/>
    <w:rsid w:val="006D5D7B"/>
    <w:rsid w:val="006D61BF"/>
    <w:rsid w:val="006D6209"/>
    <w:rsid w:val="006D6280"/>
    <w:rsid w:val="006D62DB"/>
    <w:rsid w:val="006D6697"/>
    <w:rsid w:val="006D6C4D"/>
    <w:rsid w:val="006D6CC2"/>
    <w:rsid w:val="006D6F7A"/>
    <w:rsid w:val="006D7118"/>
    <w:rsid w:val="006D7262"/>
    <w:rsid w:val="006D73D9"/>
    <w:rsid w:val="006D75E1"/>
    <w:rsid w:val="006D7D73"/>
    <w:rsid w:val="006D7DD3"/>
    <w:rsid w:val="006D7F64"/>
    <w:rsid w:val="006D7F8F"/>
    <w:rsid w:val="006E0026"/>
    <w:rsid w:val="006E01FF"/>
    <w:rsid w:val="006E08FE"/>
    <w:rsid w:val="006E0A0F"/>
    <w:rsid w:val="006E12A2"/>
    <w:rsid w:val="006E14B4"/>
    <w:rsid w:val="006E1507"/>
    <w:rsid w:val="006E1743"/>
    <w:rsid w:val="006E1A0F"/>
    <w:rsid w:val="006E1E99"/>
    <w:rsid w:val="006E2515"/>
    <w:rsid w:val="006E27E8"/>
    <w:rsid w:val="006E2972"/>
    <w:rsid w:val="006E2B6E"/>
    <w:rsid w:val="006E2DB0"/>
    <w:rsid w:val="006E325E"/>
    <w:rsid w:val="006E32E1"/>
    <w:rsid w:val="006E353C"/>
    <w:rsid w:val="006E39C1"/>
    <w:rsid w:val="006E3D5F"/>
    <w:rsid w:val="006E400B"/>
    <w:rsid w:val="006E4142"/>
    <w:rsid w:val="006E4287"/>
    <w:rsid w:val="006E42FE"/>
    <w:rsid w:val="006E443E"/>
    <w:rsid w:val="006E46E7"/>
    <w:rsid w:val="006E47BF"/>
    <w:rsid w:val="006E4A88"/>
    <w:rsid w:val="006E4F99"/>
    <w:rsid w:val="006E4FFF"/>
    <w:rsid w:val="006E5088"/>
    <w:rsid w:val="006E5156"/>
    <w:rsid w:val="006E52A2"/>
    <w:rsid w:val="006E533C"/>
    <w:rsid w:val="006E5366"/>
    <w:rsid w:val="006E5967"/>
    <w:rsid w:val="006E5B1F"/>
    <w:rsid w:val="006E5C43"/>
    <w:rsid w:val="006E5FD4"/>
    <w:rsid w:val="006E63D2"/>
    <w:rsid w:val="006E6442"/>
    <w:rsid w:val="006E6483"/>
    <w:rsid w:val="006E64B8"/>
    <w:rsid w:val="006E65CB"/>
    <w:rsid w:val="006E68A9"/>
    <w:rsid w:val="006E6D45"/>
    <w:rsid w:val="006E6D62"/>
    <w:rsid w:val="006E7098"/>
    <w:rsid w:val="006E734B"/>
    <w:rsid w:val="006E74F5"/>
    <w:rsid w:val="006E7506"/>
    <w:rsid w:val="006E7688"/>
    <w:rsid w:val="006E7B60"/>
    <w:rsid w:val="006E7EE6"/>
    <w:rsid w:val="006F01A9"/>
    <w:rsid w:val="006F0839"/>
    <w:rsid w:val="006F0923"/>
    <w:rsid w:val="006F093F"/>
    <w:rsid w:val="006F099E"/>
    <w:rsid w:val="006F11C5"/>
    <w:rsid w:val="006F1357"/>
    <w:rsid w:val="006F17BD"/>
    <w:rsid w:val="006F1944"/>
    <w:rsid w:val="006F1EDA"/>
    <w:rsid w:val="006F221A"/>
    <w:rsid w:val="006F2430"/>
    <w:rsid w:val="006F252E"/>
    <w:rsid w:val="006F292D"/>
    <w:rsid w:val="006F2C8F"/>
    <w:rsid w:val="006F2CE2"/>
    <w:rsid w:val="006F30D2"/>
    <w:rsid w:val="006F3339"/>
    <w:rsid w:val="006F3754"/>
    <w:rsid w:val="006F4302"/>
    <w:rsid w:val="006F4445"/>
    <w:rsid w:val="006F4900"/>
    <w:rsid w:val="006F494A"/>
    <w:rsid w:val="006F4A62"/>
    <w:rsid w:val="006F4C5D"/>
    <w:rsid w:val="006F4C6F"/>
    <w:rsid w:val="006F5366"/>
    <w:rsid w:val="006F53D8"/>
    <w:rsid w:val="006F561A"/>
    <w:rsid w:val="006F5790"/>
    <w:rsid w:val="006F5A25"/>
    <w:rsid w:val="006F5A26"/>
    <w:rsid w:val="006F5F04"/>
    <w:rsid w:val="006F606E"/>
    <w:rsid w:val="006F61D4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0C7B"/>
    <w:rsid w:val="00700C7E"/>
    <w:rsid w:val="007011B2"/>
    <w:rsid w:val="007018D9"/>
    <w:rsid w:val="0070195D"/>
    <w:rsid w:val="00701CAE"/>
    <w:rsid w:val="00702075"/>
    <w:rsid w:val="007020C6"/>
    <w:rsid w:val="007020D7"/>
    <w:rsid w:val="0070212B"/>
    <w:rsid w:val="00702234"/>
    <w:rsid w:val="0070296C"/>
    <w:rsid w:val="007029CA"/>
    <w:rsid w:val="00702B34"/>
    <w:rsid w:val="00702BFA"/>
    <w:rsid w:val="00702D07"/>
    <w:rsid w:val="00702DBF"/>
    <w:rsid w:val="00702FAF"/>
    <w:rsid w:val="0070329A"/>
    <w:rsid w:val="0070345B"/>
    <w:rsid w:val="007036E0"/>
    <w:rsid w:val="007038C7"/>
    <w:rsid w:val="0070394B"/>
    <w:rsid w:val="00703C6D"/>
    <w:rsid w:val="00703CA2"/>
    <w:rsid w:val="00703ED5"/>
    <w:rsid w:val="00703FFE"/>
    <w:rsid w:val="007040E8"/>
    <w:rsid w:val="0070437E"/>
    <w:rsid w:val="00704579"/>
    <w:rsid w:val="0070458F"/>
    <w:rsid w:val="007045D6"/>
    <w:rsid w:val="00704743"/>
    <w:rsid w:val="007049DD"/>
    <w:rsid w:val="00704CB2"/>
    <w:rsid w:val="00704F8C"/>
    <w:rsid w:val="0070564F"/>
    <w:rsid w:val="00705677"/>
    <w:rsid w:val="00705BE8"/>
    <w:rsid w:val="0070648A"/>
    <w:rsid w:val="00706CF5"/>
    <w:rsid w:val="00706DCE"/>
    <w:rsid w:val="00706F09"/>
    <w:rsid w:val="007071F8"/>
    <w:rsid w:val="00707837"/>
    <w:rsid w:val="00707F1F"/>
    <w:rsid w:val="00710669"/>
    <w:rsid w:val="0071099C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9EA"/>
    <w:rsid w:val="00712A54"/>
    <w:rsid w:val="00712DCB"/>
    <w:rsid w:val="00713179"/>
    <w:rsid w:val="00713E80"/>
    <w:rsid w:val="00713F12"/>
    <w:rsid w:val="00713F86"/>
    <w:rsid w:val="00714285"/>
    <w:rsid w:val="00714378"/>
    <w:rsid w:val="0071442A"/>
    <w:rsid w:val="00714855"/>
    <w:rsid w:val="007149B5"/>
    <w:rsid w:val="00714A48"/>
    <w:rsid w:val="00714B7F"/>
    <w:rsid w:val="0071514A"/>
    <w:rsid w:val="00715588"/>
    <w:rsid w:val="007155A5"/>
    <w:rsid w:val="00715BEC"/>
    <w:rsid w:val="0071648A"/>
    <w:rsid w:val="007164A5"/>
    <w:rsid w:val="0071682E"/>
    <w:rsid w:val="00716A31"/>
    <w:rsid w:val="00716A45"/>
    <w:rsid w:val="00716DCC"/>
    <w:rsid w:val="00716F5D"/>
    <w:rsid w:val="007170D3"/>
    <w:rsid w:val="00717907"/>
    <w:rsid w:val="00717A50"/>
    <w:rsid w:val="00717E43"/>
    <w:rsid w:val="00717E8A"/>
    <w:rsid w:val="00717FCE"/>
    <w:rsid w:val="007201A0"/>
    <w:rsid w:val="0072026C"/>
    <w:rsid w:val="007209A2"/>
    <w:rsid w:val="007209B8"/>
    <w:rsid w:val="007209E1"/>
    <w:rsid w:val="00720D6F"/>
    <w:rsid w:val="0072138A"/>
    <w:rsid w:val="0072172A"/>
    <w:rsid w:val="007219FF"/>
    <w:rsid w:val="00721D8C"/>
    <w:rsid w:val="007221A9"/>
    <w:rsid w:val="00722428"/>
    <w:rsid w:val="0072258B"/>
    <w:rsid w:val="007226B6"/>
    <w:rsid w:val="0072282A"/>
    <w:rsid w:val="007228F0"/>
    <w:rsid w:val="00722A4B"/>
    <w:rsid w:val="00722C96"/>
    <w:rsid w:val="00722CDE"/>
    <w:rsid w:val="00722E8F"/>
    <w:rsid w:val="0072357D"/>
    <w:rsid w:val="007236D1"/>
    <w:rsid w:val="00723AF2"/>
    <w:rsid w:val="00724065"/>
    <w:rsid w:val="00724172"/>
    <w:rsid w:val="00724561"/>
    <w:rsid w:val="00724598"/>
    <w:rsid w:val="0072482D"/>
    <w:rsid w:val="00724BF1"/>
    <w:rsid w:val="00724C39"/>
    <w:rsid w:val="00724CB4"/>
    <w:rsid w:val="00724E47"/>
    <w:rsid w:val="007250C6"/>
    <w:rsid w:val="0072566D"/>
    <w:rsid w:val="00725745"/>
    <w:rsid w:val="00725821"/>
    <w:rsid w:val="00725C0B"/>
    <w:rsid w:val="00725CE2"/>
    <w:rsid w:val="00726037"/>
    <w:rsid w:val="007260C9"/>
    <w:rsid w:val="0072639D"/>
    <w:rsid w:val="00726A7C"/>
    <w:rsid w:val="00726B81"/>
    <w:rsid w:val="007270B2"/>
    <w:rsid w:val="007273AF"/>
    <w:rsid w:val="007277B3"/>
    <w:rsid w:val="007277BF"/>
    <w:rsid w:val="00727814"/>
    <w:rsid w:val="00727A24"/>
    <w:rsid w:val="00727C0D"/>
    <w:rsid w:val="00727C6D"/>
    <w:rsid w:val="00730085"/>
    <w:rsid w:val="00730269"/>
    <w:rsid w:val="007302B8"/>
    <w:rsid w:val="00730547"/>
    <w:rsid w:val="007306E3"/>
    <w:rsid w:val="0073082E"/>
    <w:rsid w:val="007309ED"/>
    <w:rsid w:val="00731EFD"/>
    <w:rsid w:val="0073206A"/>
    <w:rsid w:val="00732541"/>
    <w:rsid w:val="007328BF"/>
    <w:rsid w:val="007335F3"/>
    <w:rsid w:val="00733749"/>
    <w:rsid w:val="007338CE"/>
    <w:rsid w:val="00733C3D"/>
    <w:rsid w:val="00734132"/>
    <w:rsid w:val="007345CC"/>
    <w:rsid w:val="00734657"/>
    <w:rsid w:val="007347A1"/>
    <w:rsid w:val="007347CE"/>
    <w:rsid w:val="00734B0E"/>
    <w:rsid w:val="00734B86"/>
    <w:rsid w:val="00734D45"/>
    <w:rsid w:val="00735113"/>
    <w:rsid w:val="00735131"/>
    <w:rsid w:val="007351C8"/>
    <w:rsid w:val="007354F0"/>
    <w:rsid w:val="00735500"/>
    <w:rsid w:val="00735628"/>
    <w:rsid w:val="007356CB"/>
    <w:rsid w:val="0073591F"/>
    <w:rsid w:val="00735A78"/>
    <w:rsid w:val="00735E22"/>
    <w:rsid w:val="0073637F"/>
    <w:rsid w:val="00736C45"/>
    <w:rsid w:val="00736D2B"/>
    <w:rsid w:val="00736E69"/>
    <w:rsid w:val="00736FE1"/>
    <w:rsid w:val="007370F8"/>
    <w:rsid w:val="007370FC"/>
    <w:rsid w:val="00737262"/>
    <w:rsid w:val="007372F5"/>
    <w:rsid w:val="00737341"/>
    <w:rsid w:val="00737564"/>
    <w:rsid w:val="007376DC"/>
    <w:rsid w:val="00737806"/>
    <w:rsid w:val="0073782E"/>
    <w:rsid w:val="00737A4F"/>
    <w:rsid w:val="00737B0A"/>
    <w:rsid w:val="00737B1F"/>
    <w:rsid w:val="00737B44"/>
    <w:rsid w:val="00737F39"/>
    <w:rsid w:val="00740068"/>
    <w:rsid w:val="007400FB"/>
    <w:rsid w:val="0074019A"/>
    <w:rsid w:val="00740239"/>
    <w:rsid w:val="00740495"/>
    <w:rsid w:val="00740FDE"/>
    <w:rsid w:val="00741007"/>
    <w:rsid w:val="00741077"/>
    <w:rsid w:val="0074138C"/>
    <w:rsid w:val="00741757"/>
    <w:rsid w:val="007419F1"/>
    <w:rsid w:val="00741C5B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669"/>
    <w:rsid w:val="007448A4"/>
    <w:rsid w:val="00744C0D"/>
    <w:rsid w:val="00744DD8"/>
    <w:rsid w:val="00744EEE"/>
    <w:rsid w:val="00745010"/>
    <w:rsid w:val="007451D2"/>
    <w:rsid w:val="0074558B"/>
    <w:rsid w:val="0074566A"/>
    <w:rsid w:val="007458F7"/>
    <w:rsid w:val="00745E76"/>
    <w:rsid w:val="00746039"/>
    <w:rsid w:val="007463E7"/>
    <w:rsid w:val="00746504"/>
    <w:rsid w:val="007465E3"/>
    <w:rsid w:val="0074682B"/>
    <w:rsid w:val="00746955"/>
    <w:rsid w:val="00746D14"/>
    <w:rsid w:val="007473CA"/>
    <w:rsid w:val="00747959"/>
    <w:rsid w:val="00747D89"/>
    <w:rsid w:val="00750302"/>
    <w:rsid w:val="007505F7"/>
    <w:rsid w:val="007505F9"/>
    <w:rsid w:val="00750945"/>
    <w:rsid w:val="00750BB6"/>
    <w:rsid w:val="00750EA2"/>
    <w:rsid w:val="00750F6A"/>
    <w:rsid w:val="00751830"/>
    <w:rsid w:val="00751925"/>
    <w:rsid w:val="00751FAF"/>
    <w:rsid w:val="00752262"/>
    <w:rsid w:val="007525C4"/>
    <w:rsid w:val="00752959"/>
    <w:rsid w:val="007529C5"/>
    <w:rsid w:val="00752A6E"/>
    <w:rsid w:val="00752AE1"/>
    <w:rsid w:val="00752CFE"/>
    <w:rsid w:val="00752D8F"/>
    <w:rsid w:val="00752FDE"/>
    <w:rsid w:val="00753298"/>
    <w:rsid w:val="00753357"/>
    <w:rsid w:val="00753446"/>
    <w:rsid w:val="00753813"/>
    <w:rsid w:val="00753916"/>
    <w:rsid w:val="00753991"/>
    <w:rsid w:val="00753C96"/>
    <w:rsid w:val="00753F3F"/>
    <w:rsid w:val="00753F56"/>
    <w:rsid w:val="00754080"/>
    <w:rsid w:val="00754125"/>
    <w:rsid w:val="007541A5"/>
    <w:rsid w:val="00754454"/>
    <w:rsid w:val="0075473B"/>
    <w:rsid w:val="00754843"/>
    <w:rsid w:val="0075492A"/>
    <w:rsid w:val="00754AC6"/>
    <w:rsid w:val="00754D33"/>
    <w:rsid w:val="0075535D"/>
    <w:rsid w:val="00755403"/>
    <w:rsid w:val="0075551F"/>
    <w:rsid w:val="00755AED"/>
    <w:rsid w:val="00756078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0AF0"/>
    <w:rsid w:val="007610BC"/>
    <w:rsid w:val="0076117A"/>
    <w:rsid w:val="00761414"/>
    <w:rsid w:val="00761547"/>
    <w:rsid w:val="0076155D"/>
    <w:rsid w:val="0076157C"/>
    <w:rsid w:val="00761599"/>
    <w:rsid w:val="00761708"/>
    <w:rsid w:val="00761CDC"/>
    <w:rsid w:val="00762039"/>
    <w:rsid w:val="007621BF"/>
    <w:rsid w:val="007621FE"/>
    <w:rsid w:val="00762832"/>
    <w:rsid w:val="00762F60"/>
    <w:rsid w:val="00763003"/>
    <w:rsid w:val="007634F5"/>
    <w:rsid w:val="007637DD"/>
    <w:rsid w:val="00763E6D"/>
    <w:rsid w:val="00763EB9"/>
    <w:rsid w:val="00764100"/>
    <w:rsid w:val="00764367"/>
    <w:rsid w:val="007643D7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743"/>
    <w:rsid w:val="007659D8"/>
    <w:rsid w:val="00765C19"/>
    <w:rsid w:val="00765E9E"/>
    <w:rsid w:val="00765ECC"/>
    <w:rsid w:val="00765F7B"/>
    <w:rsid w:val="0076627A"/>
    <w:rsid w:val="007662AC"/>
    <w:rsid w:val="007664D8"/>
    <w:rsid w:val="00766524"/>
    <w:rsid w:val="007666ED"/>
    <w:rsid w:val="00766775"/>
    <w:rsid w:val="00766CDB"/>
    <w:rsid w:val="00766E29"/>
    <w:rsid w:val="00766FB6"/>
    <w:rsid w:val="00767013"/>
    <w:rsid w:val="007675F6"/>
    <w:rsid w:val="007676BC"/>
    <w:rsid w:val="00767866"/>
    <w:rsid w:val="007678DD"/>
    <w:rsid w:val="00767B8F"/>
    <w:rsid w:val="00767BAE"/>
    <w:rsid w:val="00767D1D"/>
    <w:rsid w:val="00767DAE"/>
    <w:rsid w:val="007700A8"/>
    <w:rsid w:val="00770210"/>
    <w:rsid w:val="00770262"/>
    <w:rsid w:val="007705F7"/>
    <w:rsid w:val="00770AB3"/>
    <w:rsid w:val="00770B24"/>
    <w:rsid w:val="00770D67"/>
    <w:rsid w:val="00770E58"/>
    <w:rsid w:val="0077104F"/>
    <w:rsid w:val="007710AD"/>
    <w:rsid w:val="00771334"/>
    <w:rsid w:val="00771657"/>
    <w:rsid w:val="00771879"/>
    <w:rsid w:val="0077187E"/>
    <w:rsid w:val="007718B5"/>
    <w:rsid w:val="00771A07"/>
    <w:rsid w:val="00771BC5"/>
    <w:rsid w:val="00771E63"/>
    <w:rsid w:val="00771EDB"/>
    <w:rsid w:val="00772549"/>
    <w:rsid w:val="007725D3"/>
    <w:rsid w:val="0077276C"/>
    <w:rsid w:val="00772AC9"/>
    <w:rsid w:val="00772EEE"/>
    <w:rsid w:val="0077328D"/>
    <w:rsid w:val="007733F1"/>
    <w:rsid w:val="0077360F"/>
    <w:rsid w:val="007738BC"/>
    <w:rsid w:val="00773AB1"/>
    <w:rsid w:val="00773BC5"/>
    <w:rsid w:val="00773DBD"/>
    <w:rsid w:val="00774411"/>
    <w:rsid w:val="007749D3"/>
    <w:rsid w:val="00774C2E"/>
    <w:rsid w:val="00774F03"/>
    <w:rsid w:val="00775239"/>
    <w:rsid w:val="00775502"/>
    <w:rsid w:val="00775812"/>
    <w:rsid w:val="0077597B"/>
    <w:rsid w:val="00775C2F"/>
    <w:rsid w:val="00775C87"/>
    <w:rsid w:val="00775D7C"/>
    <w:rsid w:val="00775FA4"/>
    <w:rsid w:val="007760AC"/>
    <w:rsid w:val="00776235"/>
    <w:rsid w:val="007767AE"/>
    <w:rsid w:val="00776C2C"/>
    <w:rsid w:val="00777300"/>
    <w:rsid w:val="00777626"/>
    <w:rsid w:val="00777B00"/>
    <w:rsid w:val="00777C4D"/>
    <w:rsid w:val="00777F21"/>
    <w:rsid w:val="007803D4"/>
    <w:rsid w:val="007807F8"/>
    <w:rsid w:val="00780BAB"/>
    <w:rsid w:val="00780C45"/>
    <w:rsid w:val="00780DAB"/>
    <w:rsid w:val="00780DB8"/>
    <w:rsid w:val="00780FD3"/>
    <w:rsid w:val="007811C7"/>
    <w:rsid w:val="007819BB"/>
    <w:rsid w:val="00781B2D"/>
    <w:rsid w:val="00782014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0FC"/>
    <w:rsid w:val="00784151"/>
    <w:rsid w:val="0078443A"/>
    <w:rsid w:val="00784539"/>
    <w:rsid w:val="0078484D"/>
    <w:rsid w:val="007848B9"/>
    <w:rsid w:val="00784DA2"/>
    <w:rsid w:val="00784E1E"/>
    <w:rsid w:val="00784F00"/>
    <w:rsid w:val="00785145"/>
    <w:rsid w:val="00785311"/>
    <w:rsid w:val="007853B6"/>
    <w:rsid w:val="007854AD"/>
    <w:rsid w:val="0078593D"/>
    <w:rsid w:val="00785EC8"/>
    <w:rsid w:val="007862FF"/>
    <w:rsid w:val="00786336"/>
    <w:rsid w:val="00786418"/>
    <w:rsid w:val="0078659E"/>
    <w:rsid w:val="007867E7"/>
    <w:rsid w:val="007868D0"/>
    <w:rsid w:val="00786A28"/>
    <w:rsid w:val="00786B9B"/>
    <w:rsid w:val="00786BAD"/>
    <w:rsid w:val="007877FF"/>
    <w:rsid w:val="0078792F"/>
    <w:rsid w:val="00787931"/>
    <w:rsid w:val="00787964"/>
    <w:rsid w:val="00787A2B"/>
    <w:rsid w:val="00787AD2"/>
    <w:rsid w:val="00787D42"/>
    <w:rsid w:val="00787E5A"/>
    <w:rsid w:val="0079077C"/>
    <w:rsid w:val="00790CCC"/>
    <w:rsid w:val="00790DDC"/>
    <w:rsid w:val="00791402"/>
    <w:rsid w:val="00791581"/>
    <w:rsid w:val="007919DF"/>
    <w:rsid w:val="00791B6B"/>
    <w:rsid w:val="00791B70"/>
    <w:rsid w:val="00792751"/>
    <w:rsid w:val="007927E6"/>
    <w:rsid w:val="007929E5"/>
    <w:rsid w:val="00792A67"/>
    <w:rsid w:val="00792BE1"/>
    <w:rsid w:val="00792D16"/>
    <w:rsid w:val="00792D25"/>
    <w:rsid w:val="00792F2B"/>
    <w:rsid w:val="007934AE"/>
    <w:rsid w:val="007934B5"/>
    <w:rsid w:val="0079370F"/>
    <w:rsid w:val="00793994"/>
    <w:rsid w:val="00793D88"/>
    <w:rsid w:val="00793EFA"/>
    <w:rsid w:val="00793F2A"/>
    <w:rsid w:val="00794266"/>
    <w:rsid w:val="00794518"/>
    <w:rsid w:val="00794675"/>
    <w:rsid w:val="00794683"/>
    <w:rsid w:val="00794C2D"/>
    <w:rsid w:val="00794D7C"/>
    <w:rsid w:val="00794FEB"/>
    <w:rsid w:val="007953D4"/>
    <w:rsid w:val="007953DF"/>
    <w:rsid w:val="00795667"/>
    <w:rsid w:val="00795698"/>
    <w:rsid w:val="0079569F"/>
    <w:rsid w:val="0079581F"/>
    <w:rsid w:val="00795895"/>
    <w:rsid w:val="00795CC5"/>
    <w:rsid w:val="00795F34"/>
    <w:rsid w:val="00796015"/>
    <w:rsid w:val="00796428"/>
    <w:rsid w:val="007967D8"/>
    <w:rsid w:val="00796904"/>
    <w:rsid w:val="00796A52"/>
    <w:rsid w:val="00796E33"/>
    <w:rsid w:val="00797109"/>
    <w:rsid w:val="00797336"/>
    <w:rsid w:val="0079744A"/>
    <w:rsid w:val="00797700"/>
    <w:rsid w:val="007977B0"/>
    <w:rsid w:val="007979B1"/>
    <w:rsid w:val="00797AAF"/>
    <w:rsid w:val="00797D9C"/>
    <w:rsid w:val="00797DF8"/>
    <w:rsid w:val="00797E5E"/>
    <w:rsid w:val="007A0164"/>
    <w:rsid w:val="007A0217"/>
    <w:rsid w:val="007A02CC"/>
    <w:rsid w:val="007A05A5"/>
    <w:rsid w:val="007A0804"/>
    <w:rsid w:val="007A08F5"/>
    <w:rsid w:val="007A0BC7"/>
    <w:rsid w:val="007A0DA6"/>
    <w:rsid w:val="007A176E"/>
    <w:rsid w:val="007A186C"/>
    <w:rsid w:val="007A1D5D"/>
    <w:rsid w:val="007A22A0"/>
    <w:rsid w:val="007A2379"/>
    <w:rsid w:val="007A23B0"/>
    <w:rsid w:val="007A25A3"/>
    <w:rsid w:val="007A30D0"/>
    <w:rsid w:val="007A328E"/>
    <w:rsid w:val="007A3362"/>
    <w:rsid w:val="007A3840"/>
    <w:rsid w:val="007A3C42"/>
    <w:rsid w:val="007A3CD8"/>
    <w:rsid w:val="007A3D2E"/>
    <w:rsid w:val="007A3DD9"/>
    <w:rsid w:val="007A3E38"/>
    <w:rsid w:val="007A417C"/>
    <w:rsid w:val="007A45D5"/>
    <w:rsid w:val="007A45FD"/>
    <w:rsid w:val="007A479C"/>
    <w:rsid w:val="007A48C9"/>
    <w:rsid w:val="007A49D1"/>
    <w:rsid w:val="007A4BAE"/>
    <w:rsid w:val="007A4D2E"/>
    <w:rsid w:val="007A4D36"/>
    <w:rsid w:val="007A4D67"/>
    <w:rsid w:val="007A4D71"/>
    <w:rsid w:val="007A4E23"/>
    <w:rsid w:val="007A4ED1"/>
    <w:rsid w:val="007A50F5"/>
    <w:rsid w:val="007A51DA"/>
    <w:rsid w:val="007A5641"/>
    <w:rsid w:val="007A5793"/>
    <w:rsid w:val="007A5AFE"/>
    <w:rsid w:val="007A5B2D"/>
    <w:rsid w:val="007A5D64"/>
    <w:rsid w:val="007A60E1"/>
    <w:rsid w:val="007A6315"/>
    <w:rsid w:val="007A6348"/>
    <w:rsid w:val="007A64E9"/>
    <w:rsid w:val="007A6800"/>
    <w:rsid w:val="007A754B"/>
    <w:rsid w:val="007A78B2"/>
    <w:rsid w:val="007A7AAB"/>
    <w:rsid w:val="007A7D09"/>
    <w:rsid w:val="007B0073"/>
    <w:rsid w:val="007B0126"/>
    <w:rsid w:val="007B044D"/>
    <w:rsid w:val="007B056B"/>
    <w:rsid w:val="007B05D0"/>
    <w:rsid w:val="007B06CB"/>
    <w:rsid w:val="007B087F"/>
    <w:rsid w:val="007B0AF2"/>
    <w:rsid w:val="007B0E61"/>
    <w:rsid w:val="007B106C"/>
    <w:rsid w:val="007B127C"/>
    <w:rsid w:val="007B1387"/>
    <w:rsid w:val="007B14D5"/>
    <w:rsid w:val="007B1873"/>
    <w:rsid w:val="007B18E2"/>
    <w:rsid w:val="007B1A71"/>
    <w:rsid w:val="007B1DD6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E25"/>
    <w:rsid w:val="007B3ED8"/>
    <w:rsid w:val="007B3FC3"/>
    <w:rsid w:val="007B4563"/>
    <w:rsid w:val="007B4874"/>
    <w:rsid w:val="007B4AA1"/>
    <w:rsid w:val="007B4D58"/>
    <w:rsid w:val="007B4E5A"/>
    <w:rsid w:val="007B4E73"/>
    <w:rsid w:val="007B4FF7"/>
    <w:rsid w:val="007B5571"/>
    <w:rsid w:val="007B59EF"/>
    <w:rsid w:val="007B5ABF"/>
    <w:rsid w:val="007B5B4D"/>
    <w:rsid w:val="007B5D80"/>
    <w:rsid w:val="007B5D8D"/>
    <w:rsid w:val="007B6187"/>
    <w:rsid w:val="007B6277"/>
    <w:rsid w:val="007B6393"/>
    <w:rsid w:val="007B641A"/>
    <w:rsid w:val="007B6601"/>
    <w:rsid w:val="007B6931"/>
    <w:rsid w:val="007B6ED8"/>
    <w:rsid w:val="007B7351"/>
    <w:rsid w:val="007B73D9"/>
    <w:rsid w:val="007B7443"/>
    <w:rsid w:val="007B7E72"/>
    <w:rsid w:val="007C0402"/>
    <w:rsid w:val="007C089B"/>
    <w:rsid w:val="007C09C9"/>
    <w:rsid w:val="007C0AD3"/>
    <w:rsid w:val="007C0C2F"/>
    <w:rsid w:val="007C18E2"/>
    <w:rsid w:val="007C1E5A"/>
    <w:rsid w:val="007C1FF1"/>
    <w:rsid w:val="007C208C"/>
    <w:rsid w:val="007C2387"/>
    <w:rsid w:val="007C2485"/>
    <w:rsid w:val="007C2527"/>
    <w:rsid w:val="007C26E5"/>
    <w:rsid w:val="007C27B7"/>
    <w:rsid w:val="007C28CC"/>
    <w:rsid w:val="007C2E55"/>
    <w:rsid w:val="007C37F7"/>
    <w:rsid w:val="007C3CF6"/>
    <w:rsid w:val="007C3D53"/>
    <w:rsid w:val="007C485C"/>
    <w:rsid w:val="007C48B3"/>
    <w:rsid w:val="007C4A48"/>
    <w:rsid w:val="007C4D9E"/>
    <w:rsid w:val="007C4E59"/>
    <w:rsid w:val="007C4F09"/>
    <w:rsid w:val="007C52E4"/>
    <w:rsid w:val="007C530A"/>
    <w:rsid w:val="007C536F"/>
    <w:rsid w:val="007C569E"/>
    <w:rsid w:val="007C5917"/>
    <w:rsid w:val="007C5FC8"/>
    <w:rsid w:val="007C60A8"/>
    <w:rsid w:val="007C61C7"/>
    <w:rsid w:val="007C6231"/>
    <w:rsid w:val="007C6526"/>
    <w:rsid w:val="007C6570"/>
    <w:rsid w:val="007C6C56"/>
    <w:rsid w:val="007C6F94"/>
    <w:rsid w:val="007C7469"/>
    <w:rsid w:val="007C7965"/>
    <w:rsid w:val="007C7DAE"/>
    <w:rsid w:val="007C7EC3"/>
    <w:rsid w:val="007C7EC7"/>
    <w:rsid w:val="007C7F5F"/>
    <w:rsid w:val="007D021D"/>
    <w:rsid w:val="007D03FA"/>
    <w:rsid w:val="007D055E"/>
    <w:rsid w:val="007D0680"/>
    <w:rsid w:val="007D0747"/>
    <w:rsid w:val="007D07D7"/>
    <w:rsid w:val="007D0A78"/>
    <w:rsid w:val="007D0FC9"/>
    <w:rsid w:val="007D0FEC"/>
    <w:rsid w:val="007D13E5"/>
    <w:rsid w:val="007D16AF"/>
    <w:rsid w:val="007D1948"/>
    <w:rsid w:val="007D2027"/>
    <w:rsid w:val="007D228B"/>
    <w:rsid w:val="007D22CF"/>
    <w:rsid w:val="007D287D"/>
    <w:rsid w:val="007D2962"/>
    <w:rsid w:val="007D2C37"/>
    <w:rsid w:val="007D31DB"/>
    <w:rsid w:val="007D33B6"/>
    <w:rsid w:val="007D344F"/>
    <w:rsid w:val="007D3B90"/>
    <w:rsid w:val="007D3C55"/>
    <w:rsid w:val="007D4145"/>
    <w:rsid w:val="007D4208"/>
    <w:rsid w:val="007D42A9"/>
    <w:rsid w:val="007D44D9"/>
    <w:rsid w:val="007D452D"/>
    <w:rsid w:val="007D4615"/>
    <w:rsid w:val="007D47A8"/>
    <w:rsid w:val="007D4D64"/>
    <w:rsid w:val="007D4F8F"/>
    <w:rsid w:val="007D4FBD"/>
    <w:rsid w:val="007D50BB"/>
    <w:rsid w:val="007D528B"/>
    <w:rsid w:val="007D5577"/>
    <w:rsid w:val="007D55AF"/>
    <w:rsid w:val="007D582E"/>
    <w:rsid w:val="007D5962"/>
    <w:rsid w:val="007D5B5F"/>
    <w:rsid w:val="007D5C67"/>
    <w:rsid w:val="007D5CA6"/>
    <w:rsid w:val="007D601B"/>
    <w:rsid w:val="007D607A"/>
    <w:rsid w:val="007D65A7"/>
    <w:rsid w:val="007D66B5"/>
    <w:rsid w:val="007D68C0"/>
    <w:rsid w:val="007D6B6D"/>
    <w:rsid w:val="007D6DC0"/>
    <w:rsid w:val="007D6E64"/>
    <w:rsid w:val="007D724F"/>
    <w:rsid w:val="007D78BC"/>
    <w:rsid w:val="007D7C9D"/>
    <w:rsid w:val="007D7CBE"/>
    <w:rsid w:val="007D7F18"/>
    <w:rsid w:val="007D7F2A"/>
    <w:rsid w:val="007E0176"/>
    <w:rsid w:val="007E0335"/>
    <w:rsid w:val="007E0419"/>
    <w:rsid w:val="007E04CD"/>
    <w:rsid w:val="007E0535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E95"/>
    <w:rsid w:val="007E1F50"/>
    <w:rsid w:val="007E1F91"/>
    <w:rsid w:val="007E2184"/>
    <w:rsid w:val="007E21AB"/>
    <w:rsid w:val="007E2343"/>
    <w:rsid w:val="007E27E3"/>
    <w:rsid w:val="007E2881"/>
    <w:rsid w:val="007E306E"/>
    <w:rsid w:val="007E31F3"/>
    <w:rsid w:val="007E32C5"/>
    <w:rsid w:val="007E34DD"/>
    <w:rsid w:val="007E3573"/>
    <w:rsid w:val="007E37AF"/>
    <w:rsid w:val="007E382F"/>
    <w:rsid w:val="007E39B0"/>
    <w:rsid w:val="007E3AAE"/>
    <w:rsid w:val="007E3AC3"/>
    <w:rsid w:val="007E43F5"/>
    <w:rsid w:val="007E452F"/>
    <w:rsid w:val="007E471D"/>
    <w:rsid w:val="007E48B3"/>
    <w:rsid w:val="007E4E3E"/>
    <w:rsid w:val="007E52EE"/>
    <w:rsid w:val="007E52FA"/>
    <w:rsid w:val="007E5357"/>
    <w:rsid w:val="007E53EB"/>
    <w:rsid w:val="007E57A2"/>
    <w:rsid w:val="007E5800"/>
    <w:rsid w:val="007E5B15"/>
    <w:rsid w:val="007E5C56"/>
    <w:rsid w:val="007E5F82"/>
    <w:rsid w:val="007E622D"/>
    <w:rsid w:val="007E682B"/>
    <w:rsid w:val="007E696C"/>
    <w:rsid w:val="007E69D9"/>
    <w:rsid w:val="007E69DD"/>
    <w:rsid w:val="007E6CAD"/>
    <w:rsid w:val="007E74E4"/>
    <w:rsid w:val="007E75E1"/>
    <w:rsid w:val="007E78C1"/>
    <w:rsid w:val="007E7995"/>
    <w:rsid w:val="007E7B0B"/>
    <w:rsid w:val="007E7C74"/>
    <w:rsid w:val="007E7D72"/>
    <w:rsid w:val="007E7FAE"/>
    <w:rsid w:val="007F000F"/>
    <w:rsid w:val="007F017D"/>
    <w:rsid w:val="007F02F7"/>
    <w:rsid w:val="007F0360"/>
    <w:rsid w:val="007F041B"/>
    <w:rsid w:val="007F06C0"/>
    <w:rsid w:val="007F0871"/>
    <w:rsid w:val="007F0924"/>
    <w:rsid w:val="007F0C2A"/>
    <w:rsid w:val="007F0D10"/>
    <w:rsid w:val="007F0E53"/>
    <w:rsid w:val="007F12D2"/>
    <w:rsid w:val="007F1442"/>
    <w:rsid w:val="007F17F4"/>
    <w:rsid w:val="007F1A00"/>
    <w:rsid w:val="007F1EC6"/>
    <w:rsid w:val="007F2757"/>
    <w:rsid w:val="007F2761"/>
    <w:rsid w:val="007F283A"/>
    <w:rsid w:val="007F297B"/>
    <w:rsid w:val="007F2ECB"/>
    <w:rsid w:val="007F2F02"/>
    <w:rsid w:val="007F3402"/>
    <w:rsid w:val="007F3569"/>
    <w:rsid w:val="007F3DE3"/>
    <w:rsid w:val="007F3E6E"/>
    <w:rsid w:val="007F3F0E"/>
    <w:rsid w:val="007F4093"/>
    <w:rsid w:val="007F4924"/>
    <w:rsid w:val="007F4D8F"/>
    <w:rsid w:val="007F4DF9"/>
    <w:rsid w:val="007F4EEE"/>
    <w:rsid w:val="007F5069"/>
    <w:rsid w:val="007F51E3"/>
    <w:rsid w:val="007F58C4"/>
    <w:rsid w:val="007F5C22"/>
    <w:rsid w:val="007F617F"/>
    <w:rsid w:val="007F62DD"/>
    <w:rsid w:val="007F6797"/>
    <w:rsid w:val="007F69F4"/>
    <w:rsid w:val="007F6AB5"/>
    <w:rsid w:val="007F6B2D"/>
    <w:rsid w:val="007F6B41"/>
    <w:rsid w:val="007F72D0"/>
    <w:rsid w:val="007F73A7"/>
    <w:rsid w:val="007F77E6"/>
    <w:rsid w:val="007F7834"/>
    <w:rsid w:val="007F7A50"/>
    <w:rsid w:val="007F7BF8"/>
    <w:rsid w:val="007F7C62"/>
    <w:rsid w:val="007F7F86"/>
    <w:rsid w:val="0080028E"/>
    <w:rsid w:val="008002F2"/>
    <w:rsid w:val="0080040C"/>
    <w:rsid w:val="008004BC"/>
    <w:rsid w:val="00800B9B"/>
    <w:rsid w:val="00800BE2"/>
    <w:rsid w:val="00801246"/>
    <w:rsid w:val="00801525"/>
    <w:rsid w:val="00801547"/>
    <w:rsid w:val="008017FC"/>
    <w:rsid w:val="00801C32"/>
    <w:rsid w:val="00801CC3"/>
    <w:rsid w:val="008022AE"/>
    <w:rsid w:val="00802323"/>
    <w:rsid w:val="00802429"/>
    <w:rsid w:val="008024BD"/>
    <w:rsid w:val="0080250C"/>
    <w:rsid w:val="00802699"/>
    <w:rsid w:val="0080272A"/>
    <w:rsid w:val="00802ACF"/>
    <w:rsid w:val="00802F9F"/>
    <w:rsid w:val="00803500"/>
    <w:rsid w:val="00803710"/>
    <w:rsid w:val="008038D6"/>
    <w:rsid w:val="0080397A"/>
    <w:rsid w:val="00803F47"/>
    <w:rsid w:val="0080402D"/>
    <w:rsid w:val="0080437F"/>
    <w:rsid w:val="008054F0"/>
    <w:rsid w:val="00805500"/>
    <w:rsid w:val="00805568"/>
    <w:rsid w:val="00805988"/>
    <w:rsid w:val="00805E99"/>
    <w:rsid w:val="00806236"/>
    <w:rsid w:val="00806358"/>
    <w:rsid w:val="0080642F"/>
    <w:rsid w:val="008065CC"/>
    <w:rsid w:val="00806869"/>
    <w:rsid w:val="00806A6F"/>
    <w:rsid w:val="00806BD7"/>
    <w:rsid w:val="00807018"/>
    <w:rsid w:val="00807089"/>
    <w:rsid w:val="00807797"/>
    <w:rsid w:val="00807A5E"/>
    <w:rsid w:val="00807C4A"/>
    <w:rsid w:val="0081007B"/>
    <w:rsid w:val="008101B3"/>
    <w:rsid w:val="008102A0"/>
    <w:rsid w:val="00810514"/>
    <w:rsid w:val="0081067B"/>
    <w:rsid w:val="008106FA"/>
    <w:rsid w:val="008108DB"/>
    <w:rsid w:val="008109DF"/>
    <w:rsid w:val="00810C4E"/>
    <w:rsid w:val="00810C57"/>
    <w:rsid w:val="00810CC0"/>
    <w:rsid w:val="00810CCD"/>
    <w:rsid w:val="00810ECE"/>
    <w:rsid w:val="00811015"/>
    <w:rsid w:val="008110EE"/>
    <w:rsid w:val="00811601"/>
    <w:rsid w:val="00811712"/>
    <w:rsid w:val="00811981"/>
    <w:rsid w:val="008119FA"/>
    <w:rsid w:val="00811D38"/>
    <w:rsid w:val="0081222F"/>
    <w:rsid w:val="00812887"/>
    <w:rsid w:val="00812995"/>
    <w:rsid w:val="008129EF"/>
    <w:rsid w:val="00812F40"/>
    <w:rsid w:val="00813091"/>
    <w:rsid w:val="008138D1"/>
    <w:rsid w:val="00813D8C"/>
    <w:rsid w:val="008141E4"/>
    <w:rsid w:val="008148D2"/>
    <w:rsid w:val="008150DA"/>
    <w:rsid w:val="008155D5"/>
    <w:rsid w:val="00815841"/>
    <w:rsid w:val="00815C1B"/>
    <w:rsid w:val="00817126"/>
    <w:rsid w:val="0081717E"/>
    <w:rsid w:val="008175A0"/>
    <w:rsid w:val="00817746"/>
    <w:rsid w:val="00817767"/>
    <w:rsid w:val="00817BCC"/>
    <w:rsid w:val="00817BD5"/>
    <w:rsid w:val="00817DD3"/>
    <w:rsid w:val="00817F7B"/>
    <w:rsid w:val="00817F9D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26"/>
    <w:rsid w:val="008225AD"/>
    <w:rsid w:val="00822705"/>
    <w:rsid w:val="008227DE"/>
    <w:rsid w:val="00822865"/>
    <w:rsid w:val="00822A39"/>
    <w:rsid w:val="008230B0"/>
    <w:rsid w:val="00823223"/>
    <w:rsid w:val="008235DA"/>
    <w:rsid w:val="00823843"/>
    <w:rsid w:val="0082393E"/>
    <w:rsid w:val="008239B9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BA8"/>
    <w:rsid w:val="00825EB4"/>
    <w:rsid w:val="00825F1A"/>
    <w:rsid w:val="00825F4F"/>
    <w:rsid w:val="008262C6"/>
    <w:rsid w:val="00826757"/>
    <w:rsid w:val="008269A2"/>
    <w:rsid w:val="00826A61"/>
    <w:rsid w:val="00826CFE"/>
    <w:rsid w:val="0082725E"/>
    <w:rsid w:val="00827489"/>
    <w:rsid w:val="00827666"/>
    <w:rsid w:val="00827809"/>
    <w:rsid w:val="00827BA2"/>
    <w:rsid w:val="00827CD4"/>
    <w:rsid w:val="00827E33"/>
    <w:rsid w:val="0083046E"/>
    <w:rsid w:val="00830566"/>
    <w:rsid w:val="00830B07"/>
    <w:rsid w:val="00830F5A"/>
    <w:rsid w:val="008311FE"/>
    <w:rsid w:val="0083150C"/>
    <w:rsid w:val="008315D0"/>
    <w:rsid w:val="00831803"/>
    <w:rsid w:val="00831A78"/>
    <w:rsid w:val="00831B32"/>
    <w:rsid w:val="00831C63"/>
    <w:rsid w:val="0083228A"/>
    <w:rsid w:val="00832331"/>
    <w:rsid w:val="00832459"/>
    <w:rsid w:val="00832852"/>
    <w:rsid w:val="00832D17"/>
    <w:rsid w:val="00833810"/>
    <w:rsid w:val="00833D74"/>
    <w:rsid w:val="008342E8"/>
    <w:rsid w:val="00834357"/>
    <w:rsid w:val="0083440D"/>
    <w:rsid w:val="008345B9"/>
    <w:rsid w:val="008346CB"/>
    <w:rsid w:val="00834AA6"/>
    <w:rsid w:val="00834DAD"/>
    <w:rsid w:val="008351C4"/>
    <w:rsid w:val="00835353"/>
    <w:rsid w:val="008358AE"/>
    <w:rsid w:val="00835F12"/>
    <w:rsid w:val="008365CD"/>
    <w:rsid w:val="00836A0F"/>
    <w:rsid w:val="00836CC2"/>
    <w:rsid w:val="00837155"/>
    <w:rsid w:val="00837670"/>
    <w:rsid w:val="0083786A"/>
    <w:rsid w:val="008378DE"/>
    <w:rsid w:val="008379B4"/>
    <w:rsid w:val="00837C4E"/>
    <w:rsid w:val="00837DC6"/>
    <w:rsid w:val="00837E25"/>
    <w:rsid w:val="00837F54"/>
    <w:rsid w:val="008401D2"/>
    <w:rsid w:val="0084027C"/>
    <w:rsid w:val="00840910"/>
    <w:rsid w:val="00840B07"/>
    <w:rsid w:val="00841A8E"/>
    <w:rsid w:val="00841B42"/>
    <w:rsid w:val="00841C90"/>
    <w:rsid w:val="00841EB5"/>
    <w:rsid w:val="00841FCA"/>
    <w:rsid w:val="008422CD"/>
    <w:rsid w:val="008422E0"/>
    <w:rsid w:val="00842361"/>
    <w:rsid w:val="008428EC"/>
    <w:rsid w:val="008429A9"/>
    <w:rsid w:val="00842BAF"/>
    <w:rsid w:val="008430A5"/>
    <w:rsid w:val="00843316"/>
    <w:rsid w:val="0084389D"/>
    <w:rsid w:val="00843A91"/>
    <w:rsid w:val="00843B91"/>
    <w:rsid w:val="00843E76"/>
    <w:rsid w:val="00844051"/>
    <w:rsid w:val="00844316"/>
    <w:rsid w:val="00844553"/>
    <w:rsid w:val="0084497A"/>
    <w:rsid w:val="00844A04"/>
    <w:rsid w:val="00844BDE"/>
    <w:rsid w:val="00844CB0"/>
    <w:rsid w:val="00844D34"/>
    <w:rsid w:val="00844E7C"/>
    <w:rsid w:val="00844F8A"/>
    <w:rsid w:val="00845378"/>
    <w:rsid w:val="0084549E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7EB"/>
    <w:rsid w:val="00850869"/>
    <w:rsid w:val="00850D33"/>
    <w:rsid w:val="00851130"/>
    <w:rsid w:val="0085120C"/>
    <w:rsid w:val="008512A0"/>
    <w:rsid w:val="00851D5A"/>
    <w:rsid w:val="00851FBF"/>
    <w:rsid w:val="008520CB"/>
    <w:rsid w:val="00852615"/>
    <w:rsid w:val="0085261B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0AC"/>
    <w:rsid w:val="00854C10"/>
    <w:rsid w:val="00854CD5"/>
    <w:rsid w:val="00854D62"/>
    <w:rsid w:val="00855740"/>
    <w:rsid w:val="00855C1E"/>
    <w:rsid w:val="00855DE0"/>
    <w:rsid w:val="00856073"/>
    <w:rsid w:val="0085635C"/>
    <w:rsid w:val="00856824"/>
    <w:rsid w:val="008569C6"/>
    <w:rsid w:val="00856E5F"/>
    <w:rsid w:val="00856F43"/>
    <w:rsid w:val="00856FE0"/>
    <w:rsid w:val="0085744B"/>
    <w:rsid w:val="00857455"/>
    <w:rsid w:val="008575E9"/>
    <w:rsid w:val="008576AE"/>
    <w:rsid w:val="0085779B"/>
    <w:rsid w:val="00860025"/>
    <w:rsid w:val="0086023B"/>
    <w:rsid w:val="008605A3"/>
    <w:rsid w:val="008605F7"/>
    <w:rsid w:val="0086071E"/>
    <w:rsid w:val="00860A55"/>
    <w:rsid w:val="00860DCA"/>
    <w:rsid w:val="00861150"/>
    <w:rsid w:val="0086127C"/>
    <w:rsid w:val="008612C4"/>
    <w:rsid w:val="008618A5"/>
    <w:rsid w:val="00861956"/>
    <w:rsid w:val="00861B20"/>
    <w:rsid w:val="00861C37"/>
    <w:rsid w:val="00861E8E"/>
    <w:rsid w:val="00861F51"/>
    <w:rsid w:val="00862311"/>
    <w:rsid w:val="00862494"/>
    <w:rsid w:val="00862591"/>
    <w:rsid w:val="0086261E"/>
    <w:rsid w:val="008626EF"/>
    <w:rsid w:val="0086288F"/>
    <w:rsid w:val="008628C6"/>
    <w:rsid w:val="008629C3"/>
    <w:rsid w:val="00862E33"/>
    <w:rsid w:val="008631C5"/>
    <w:rsid w:val="00863334"/>
    <w:rsid w:val="00863358"/>
    <w:rsid w:val="0086366D"/>
    <w:rsid w:val="0086387C"/>
    <w:rsid w:val="00863AF7"/>
    <w:rsid w:val="00864411"/>
    <w:rsid w:val="008645C6"/>
    <w:rsid w:val="008645D9"/>
    <w:rsid w:val="00864F04"/>
    <w:rsid w:val="00865104"/>
    <w:rsid w:val="008651C6"/>
    <w:rsid w:val="008651E9"/>
    <w:rsid w:val="00865505"/>
    <w:rsid w:val="00865549"/>
    <w:rsid w:val="00865720"/>
    <w:rsid w:val="008659F9"/>
    <w:rsid w:val="00865EBE"/>
    <w:rsid w:val="00866628"/>
    <w:rsid w:val="00866965"/>
    <w:rsid w:val="00866B11"/>
    <w:rsid w:val="00866D4C"/>
    <w:rsid w:val="00866E33"/>
    <w:rsid w:val="008670D8"/>
    <w:rsid w:val="0086721E"/>
    <w:rsid w:val="00867458"/>
    <w:rsid w:val="00867C02"/>
    <w:rsid w:val="00867C23"/>
    <w:rsid w:val="008700A3"/>
    <w:rsid w:val="00870528"/>
    <w:rsid w:val="0087059C"/>
    <w:rsid w:val="008708C0"/>
    <w:rsid w:val="00870BF4"/>
    <w:rsid w:val="00870D60"/>
    <w:rsid w:val="00870FDF"/>
    <w:rsid w:val="00871005"/>
    <w:rsid w:val="00871228"/>
    <w:rsid w:val="00871369"/>
    <w:rsid w:val="0087157E"/>
    <w:rsid w:val="008716E2"/>
    <w:rsid w:val="00871B40"/>
    <w:rsid w:val="00871C25"/>
    <w:rsid w:val="00872330"/>
    <w:rsid w:val="00872616"/>
    <w:rsid w:val="00872932"/>
    <w:rsid w:val="00872B6E"/>
    <w:rsid w:val="00872C6B"/>
    <w:rsid w:val="00872E98"/>
    <w:rsid w:val="00872FD1"/>
    <w:rsid w:val="008734F9"/>
    <w:rsid w:val="00873891"/>
    <w:rsid w:val="00873967"/>
    <w:rsid w:val="00873A46"/>
    <w:rsid w:val="00873B03"/>
    <w:rsid w:val="008740FF"/>
    <w:rsid w:val="00874145"/>
    <w:rsid w:val="00874170"/>
    <w:rsid w:val="008742B4"/>
    <w:rsid w:val="008743BD"/>
    <w:rsid w:val="008744B5"/>
    <w:rsid w:val="0087466F"/>
    <w:rsid w:val="00874B52"/>
    <w:rsid w:val="00874E4A"/>
    <w:rsid w:val="00874F44"/>
    <w:rsid w:val="008750CB"/>
    <w:rsid w:val="0087543D"/>
    <w:rsid w:val="0087574D"/>
    <w:rsid w:val="008757C5"/>
    <w:rsid w:val="00875946"/>
    <w:rsid w:val="00875B2A"/>
    <w:rsid w:val="00875F77"/>
    <w:rsid w:val="00876005"/>
    <w:rsid w:val="00876327"/>
    <w:rsid w:val="008763D1"/>
    <w:rsid w:val="008764AE"/>
    <w:rsid w:val="00876978"/>
    <w:rsid w:val="00876A3B"/>
    <w:rsid w:val="00876D48"/>
    <w:rsid w:val="00876D74"/>
    <w:rsid w:val="0087701D"/>
    <w:rsid w:val="008774CE"/>
    <w:rsid w:val="008777D8"/>
    <w:rsid w:val="00877884"/>
    <w:rsid w:val="008778C1"/>
    <w:rsid w:val="00877928"/>
    <w:rsid w:val="00877ACB"/>
    <w:rsid w:val="00877C23"/>
    <w:rsid w:val="00877DFD"/>
    <w:rsid w:val="008801F5"/>
    <w:rsid w:val="00880251"/>
    <w:rsid w:val="008803F0"/>
    <w:rsid w:val="00880557"/>
    <w:rsid w:val="00880642"/>
    <w:rsid w:val="00880974"/>
    <w:rsid w:val="00880B91"/>
    <w:rsid w:val="00880E51"/>
    <w:rsid w:val="00881300"/>
    <w:rsid w:val="00881753"/>
    <w:rsid w:val="00881AD1"/>
    <w:rsid w:val="00881B0E"/>
    <w:rsid w:val="00881C5C"/>
    <w:rsid w:val="00881CCD"/>
    <w:rsid w:val="00881E27"/>
    <w:rsid w:val="00881E38"/>
    <w:rsid w:val="00882755"/>
    <w:rsid w:val="008828EF"/>
    <w:rsid w:val="00882AA3"/>
    <w:rsid w:val="0088302A"/>
    <w:rsid w:val="008832EE"/>
    <w:rsid w:val="008833DA"/>
    <w:rsid w:val="008839ED"/>
    <w:rsid w:val="00883C23"/>
    <w:rsid w:val="00883CE2"/>
    <w:rsid w:val="00884202"/>
    <w:rsid w:val="00884322"/>
    <w:rsid w:val="008843C5"/>
    <w:rsid w:val="00884628"/>
    <w:rsid w:val="00884B1D"/>
    <w:rsid w:val="0088505D"/>
    <w:rsid w:val="0088511C"/>
    <w:rsid w:val="0088546E"/>
    <w:rsid w:val="00885681"/>
    <w:rsid w:val="00885912"/>
    <w:rsid w:val="00885C6B"/>
    <w:rsid w:val="00885E45"/>
    <w:rsid w:val="00885E65"/>
    <w:rsid w:val="0088626F"/>
    <w:rsid w:val="00886DC5"/>
    <w:rsid w:val="00886E50"/>
    <w:rsid w:val="00886E76"/>
    <w:rsid w:val="00886FB1"/>
    <w:rsid w:val="00887479"/>
    <w:rsid w:val="008875A3"/>
    <w:rsid w:val="008875D5"/>
    <w:rsid w:val="008877F9"/>
    <w:rsid w:val="00887856"/>
    <w:rsid w:val="00887FFA"/>
    <w:rsid w:val="008902DE"/>
    <w:rsid w:val="00890699"/>
    <w:rsid w:val="008907BF"/>
    <w:rsid w:val="00890B1D"/>
    <w:rsid w:val="00890F30"/>
    <w:rsid w:val="0089121B"/>
    <w:rsid w:val="0089134E"/>
    <w:rsid w:val="00891355"/>
    <w:rsid w:val="00891395"/>
    <w:rsid w:val="008913AB"/>
    <w:rsid w:val="0089163D"/>
    <w:rsid w:val="0089168C"/>
    <w:rsid w:val="00891FCB"/>
    <w:rsid w:val="0089206F"/>
    <w:rsid w:val="008921B5"/>
    <w:rsid w:val="0089259E"/>
    <w:rsid w:val="00892872"/>
    <w:rsid w:val="00892CB3"/>
    <w:rsid w:val="00892DB4"/>
    <w:rsid w:val="00892F97"/>
    <w:rsid w:val="008931E8"/>
    <w:rsid w:val="0089326D"/>
    <w:rsid w:val="00893562"/>
    <w:rsid w:val="0089384C"/>
    <w:rsid w:val="00893C97"/>
    <w:rsid w:val="00893CEF"/>
    <w:rsid w:val="00894075"/>
    <w:rsid w:val="00894220"/>
    <w:rsid w:val="008942B4"/>
    <w:rsid w:val="00894CE6"/>
    <w:rsid w:val="0089516B"/>
    <w:rsid w:val="008953A0"/>
    <w:rsid w:val="00895506"/>
    <w:rsid w:val="00895A52"/>
    <w:rsid w:val="00895ABD"/>
    <w:rsid w:val="00895FAB"/>
    <w:rsid w:val="00896102"/>
    <w:rsid w:val="0089634F"/>
    <w:rsid w:val="00896426"/>
    <w:rsid w:val="0089668F"/>
    <w:rsid w:val="0089674A"/>
    <w:rsid w:val="00896946"/>
    <w:rsid w:val="00896E82"/>
    <w:rsid w:val="00897022"/>
    <w:rsid w:val="00897B45"/>
    <w:rsid w:val="00897C4F"/>
    <w:rsid w:val="00897E14"/>
    <w:rsid w:val="00897F30"/>
    <w:rsid w:val="008A008A"/>
    <w:rsid w:val="008A0129"/>
    <w:rsid w:val="008A040F"/>
    <w:rsid w:val="008A0491"/>
    <w:rsid w:val="008A0784"/>
    <w:rsid w:val="008A0EC4"/>
    <w:rsid w:val="008A12B7"/>
    <w:rsid w:val="008A12FB"/>
    <w:rsid w:val="008A188A"/>
    <w:rsid w:val="008A1B46"/>
    <w:rsid w:val="008A1B64"/>
    <w:rsid w:val="008A1EA8"/>
    <w:rsid w:val="008A1FBE"/>
    <w:rsid w:val="008A2068"/>
    <w:rsid w:val="008A2155"/>
    <w:rsid w:val="008A220C"/>
    <w:rsid w:val="008A22D6"/>
    <w:rsid w:val="008A2874"/>
    <w:rsid w:val="008A29D0"/>
    <w:rsid w:val="008A30F7"/>
    <w:rsid w:val="008A32AC"/>
    <w:rsid w:val="008A34AC"/>
    <w:rsid w:val="008A3788"/>
    <w:rsid w:val="008A3CB8"/>
    <w:rsid w:val="008A41CB"/>
    <w:rsid w:val="008A4396"/>
    <w:rsid w:val="008A4A93"/>
    <w:rsid w:val="008A505C"/>
    <w:rsid w:val="008A5193"/>
    <w:rsid w:val="008A58F2"/>
    <w:rsid w:val="008A59CA"/>
    <w:rsid w:val="008A59E3"/>
    <w:rsid w:val="008A5DA4"/>
    <w:rsid w:val="008A61B9"/>
    <w:rsid w:val="008A660B"/>
    <w:rsid w:val="008A6EB8"/>
    <w:rsid w:val="008A6EF3"/>
    <w:rsid w:val="008A71FB"/>
    <w:rsid w:val="008A746A"/>
    <w:rsid w:val="008A7CB2"/>
    <w:rsid w:val="008A7CD4"/>
    <w:rsid w:val="008A7D19"/>
    <w:rsid w:val="008B04A6"/>
    <w:rsid w:val="008B0710"/>
    <w:rsid w:val="008B0D4F"/>
    <w:rsid w:val="008B110D"/>
    <w:rsid w:val="008B1133"/>
    <w:rsid w:val="008B12CE"/>
    <w:rsid w:val="008B132E"/>
    <w:rsid w:val="008B142A"/>
    <w:rsid w:val="008B16AA"/>
    <w:rsid w:val="008B17EB"/>
    <w:rsid w:val="008B1B6F"/>
    <w:rsid w:val="008B1F43"/>
    <w:rsid w:val="008B265E"/>
    <w:rsid w:val="008B2A67"/>
    <w:rsid w:val="008B3321"/>
    <w:rsid w:val="008B343E"/>
    <w:rsid w:val="008B344F"/>
    <w:rsid w:val="008B3817"/>
    <w:rsid w:val="008B3839"/>
    <w:rsid w:val="008B3BE8"/>
    <w:rsid w:val="008B3D3D"/>
    <w:rsid w:val="008B3FB9"/>
    <w:rsid w:val="008B454F"/>
    <w:rsid w:val="008B4554"/>
    <w:rsid w:val="008B45A1"/>
    <w:rsid w:val="008B4748"/>
    <w:rsid w:val="008B491E"/>
    <w:rsid w:val="008B4B12"/>
    <w:rsid w:val="008B4F96"/>
    <w:rsid w:val="008B5220"/>
    <w:rsid w:val="008B5491"/>
    <w:rsid w:val="008B55F3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B6F"/>
    <w:rsid w:val="008B7DF8"/>
    <w:rsid w:val="008B7FF1"/>
    <w:rsid w:val="008C0266"/>
    <w:rsid w:val="008C0357"/>
    <w:rsid w:val="008C03D2"/>
    <w:rsid w:val="008C06DC"/>
    <w:rsid w:val="008C0B5A"/>
    <w:rsid w:val="008C0C4C"/>
    <w:rsid w:val="008C0DD8"/>
    <w:rsid w:val="008C0E92"/>
    <w:rsid w:val="008C0EFF"/>
    <w:rsid w:val="008C1AB7"/>
    <w:rsid w:val="008C1C99"/>
    <w:rsid w:val="008C1E2A"/>
    <w:rsid w:val="008C22C0"/>
    <w:rsid w:val="008C24A8"/>
    <w:rsid w:val="008C25C0"/>
    <w:rsid w:val="008C2625"/>
    <w:rsid w:val="008C2857"/>
    <w:rsid w:val="008C29FD"/>
    <w:rsid w:val="008C2C75"/>
    <w:rsid w:val="008C2D81"/>
    <w:rsid w:val="008C3155"/>
    <w:rsid w:val="008C319D"/>
    <w:rsid w:val="008C35AB"/>
    <w:rsid w:val="008C3624"/>
    <w:rsid w:val="008C36E7"/>
    <w:rsid w:val="008C370D"/>
    <w:rsid w:val="008C3757"/>
    <w:rsid w:val="008C37BF"/>
    <w:rsid w:val="008C3A12"/>
    <w:rsid w:val="008C3CBC"/>
    <w:rsid w:val="008C3E2C"/>
    <w:rsid w:val="008C3EAA"/>
    <w:rsid w:val="008C3F06"/>
    <w:rsid w:val="008C4312"/>
    <w:rsid w:val="008C46D8"/>
    <w:rsid w:val="008C48BE"/>
    <w:rsid w:val="008C49C7"/>
    <w:rsid w:val="008C4BDD"/>
    <w:rsid w:val="008C4C03"/>
    <w:rsid w:val="008C5291"/>
    <w:rsid w:val="008C53A2"/>
    <w:rsid w:val="008C552B"/>
    <w:rsid w:val="008C5537"/>
    <w:rsid w:val="008C5596"/>
    <w:rsid w:val="008C583B"/>
    <w:rsid w:val="008C5AE4"/>
    <w:rsid w:val="008C5B25"/>
    <w:rsid w:val="008C5B90"/>
    <w:rsid w:val="008C61EC"/>
    <w:rsid w:val="008C62DA"/>
    <w:rsid w:val="008C639F"/>
    <w:rsid w:val="008C6445"/>
    <w:rsid w:val="008C68CA"/>
    <w:rsid w:val="008C71E1"/>
    <w:rsid w:val="008C725C"/>
    <w:rsid w:val="008C76A8"/>
    <w:rsid w:val="008C7743"/>
    <w:rsid w:val="008C7843"/>
    <w:rsid w:val="008D0287"/>
    <w:rsid w:val="008D0557"/>
    <w:rsid w:val="008D0A49"/>
    <w:rsid w:val="008D0D2C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04"/>
    <w:rsid w:val="008D223D"/>
    <w:rsid w:val="008D25D3"/>
    <w:rsid w:val="008D2949"/>
    <w:rsid w:val="008D2959"/>
    <w:rsid w:val="008D2A6C"/>
    <w:rsid w:val="008D2CFB"/>
    <w:rsid w:val="008D3CCC"/>
    <w:rsid w:val="008D3D19"/>
    <w:rsid w:val="008D3DDD"/>
    <w:rsid w:val="008D3E4B"/>
    <w:rsid w:val="008D3F0B"/>
    <w:rsid w:val="008D43B6"/>
    <w:rsid w:val="008D4415"/>
    <w:rsid w:val="008D44F4"/>
    <w:rsid w:val="008D45F4"/>
    <w:rsid w:val="008D481C"/>
    <w:rsid w:val="008D4BD5"/>
    <w:rsid w:val="008D53F8"/>
    <w:rsid w:val="008D569C"/>
    <w:rsid w:val="008D5A38"/>
    <w:rsid w:val="008D651E"/>
    <w:rsid w:val="008D6693"/>
    <w:rsid w:val="008D67A1"/>
    <w:rsid w:val="008D687F"/>
    <w:rsid w:val="008D6C2E"/>
    <w:rsid w:val="008D6CC0"/>
    <w:rsid w:val="008D6CEA"/>
    <w:rsid w:val="008D6F1A"/>
    <w:rsid w:val="008D7019"/>
    <w:rsid w:val="008D7058"/>
    <w:rsid w:val="008D70F7"/>
    <w:rsid w:val="008D7344"/>
    <w:rsid w:val="008D7605"/>
    <w:rsid w:val="008D7BB7"/>
    <w:rsid w:val="008E057C"/>
    <w:rsid w:val="008E05DF"/>
    <w:rsid w:val="008E081C"/>
    <w:rsid w:val="008E08C3"/>
    <w:rsid w:val="008E094D"/>
    <w:rsid w:val="008E0A74"/>
    <w:rsid w:val="008E0BB9"/>
    <w:rsid w:val="008E0BFC"/>
    <w:rsid w:val="008E1467"/>
    <w:rsid w:val="008E14DF"/>
    <w:rsid w:val="008E1A1A"/>
    <w:rsid w:val="008E1AC5"/>
    <w:rsid w:val="008E1FB3"/>
    <w:rsid w:val="008E2246"/>
    <w:rsid w:val="008E29B2"/>
    <w:rsid w:val="008E3148"/>
    <w:rsid w:val="008E31CB"/>
    <w:rsid w:val="008E3340"/>
    <w:rsid w:val="008E3419"/>
    <w:rsid w:val="008E38B7"/>
    <w:rsid w:val="008E38C0"/>
    <w:rsid w:val="008E3A96"/>
    <w:rsid w:val="008E3C0D"/>
    <w:rsid w:val="008E3F35"/>
    <w:rsid w:val="008E3F92"/>
    <w:rsid w:val="008E4087"/>
    <w:rsid w:val="008E4216"/>
    <w:rsid w:val="008E46CF"/>
    <w:rsid w:val="008E48D2"/>
    <w:rsid w:val="008E4D80"/>
    <w:rsid w:val="008E50B5"/>
    <w:rsid w:val="008E5534"/>
    <w:rsid w:val="008E5B4F"/>
    <w:rsid w:val="008E619A"/>
    <w:rsid w:val="008E61FF"/>
    <w:rsid w:val="008E6243"/>
    <w:rsid w:val="008E64FF"/>
    <w:rsid w:val="008E678D"/>
    <w:rsid w:val="008E6AD2"/>
    <w:rsid w:val="008E6B45"/>
    <w:rsid w:val="008E6F78"/>
    <w:rsid w:val="008E716A"/>
    <w:rsid w:val="008E740B"/>
    <w:rsid w:val="008E79AF"/>
    <w:rsid w:val="008E7B03"/>
    <w:rsid w:val="008F0066"/>
    <w:rsid w:val="008F01C7"/>
    <w:rsid w:val="008F037E"/>
    <w:rsid w:val="008F0902"/>
    <w:rsid w:val="008F0D27"/>
    <w:rsid w:val="008F0E10"/>
    <w:rsid w:val="008F10FA"/>
    <w:rsid w:val="008F11B6"/>
    <w:rsid w:val="008F12F3"/>
    <w:rsid w:val="008F133A"/>
    <w:rsid w:val="008F1468"/>
    <w:rsid w:val="008F1A2B"/>
    <w:rsid w:val="008F1A8E"/>
    <w:rsid w:val="008F1B41"/>
    <w:rsid w:val="008F22F0"/>
    <w:rsid w:val="008F2875"/>
    <w:rsid w:val="008F2C42"/>
    <w:rsid w:val="008F2D8C"/>
    <w:rsid w:val="008F2E7D"/>
    <w:rsid w:val="008F367D"/>
    <w:rsid w:val="008F37B4"/>
    <w:rsid w:val="008F3A17"/>
    <w:rsid w:val="008F3ADF"/>
    <w:rsid w:val="008F3AF0"/>
    <w:rsid w:val="008F3DE0"/>
    <w:rsid w:val="008F3E0B"/>
    <w:rsid w:val="008F40C2"/>
    <w:rsid w:val="008F440E"/>
    <w:rsid w:val="008F457A"/>
    <w:rsid w:val="008F4AE2"/>
    <w:rsid w:val="008F4BB4"/>
    <w:rsid w:val="008F4E2B"/>
    <w:rsid w:val="008F4EE6"/>
    <w:rsid w:val="008F53CC"/>
    <w:rsid w:val="008F541C"/>
    <w:rsid w:val="008F5426"/>
    <w:rsid w:val="008F550D"/>
    <w:rsid w:val="008F5A40"/>
    <w:rsid w:val="008F5D3C"/>
    <w:rsid w:val="008F5DAA"/>
    <w:rsid w:val="008F6033"/>
    <w:rsid w:val="008F6232"/>
    <w:rsid w:val="008F6358"/>
    <w:rsid w:val="008F65FF"/>
    <w:rsid w:val="008F666A"/>
    <w:rsid w:val="008F6727"/>
    <w:rsid w:val="008F6B7D"/>
    <w:rsid w:val="008F6CDB"/>
    <w:rsid w:val="008F7306"/>
    <w:rsid w:val="008F7579"/>
    <w:rsid w:val="008F7702"/>
    <w:rsid w:val="008F7CC5"/>
    <w:rsid w:val="00900134"/>
    <w:rsid w:val="0090024A"/>
    <w:rsid w:val="0090039D"/>
    <w:rsid w:val="009004AE"/>
    <w:rsid w:val="00900605"/>
    <w:rsid w:val="0090085B"/>
    <w:rsid w:val="00900873"/>
    <w:rsid w:val="00900928"/>
    <w:rsid w:val="00900B01"/>
    <w:rsid w:val="00900DF2"/>
    <w:rsid w:val="00900E67"/>
    <w:rsid w:val="00901170"/>
    <w:rsid w:val="0090138E"/>
    <w:rsid w:val="009013AA"/>
    <w:rsid w:val="00901420"/>
    <w:rsid w:val="009015F3"/>
    <w:rsid w:val="00901B33"/>
    <w:rsid w:val="00901BB8"/>
    <w:rsid w:val="00901D64"/>
    <w:rsid w:val="00902040"/>
    <w:rsid w:val="00902290"/>
    <w:rsid w:val="00902306"/>
    <w:rsid w:val="0090266D"/>
    <w:rsid w:val="00902959"/>
    <w:rsid w:val="009029C8"/>
    <w:rsid w:val="00902FAF"/>
    <w:rsid w:val="00903103"/>
    <w:rsid w:val="0090312A"/>
    <w:rsid w:val="00903264"/>
    <w:rsid w:val="00903E38"/>
    <w:rsid w:val="00903E57"/>
    <w:rsid w:val="0090403B"/>
    <w:rsid w:val="0090436B"/>
    <w:rsid w:val="00904751"/>
    <w:rsid w:val="00904A8B"/>
    <w:rsid w:val="00904DA1"/>
    <w:rsid w:val="00904E0E"/>
    <w:rsid w:val="00904E4C"/>
    <w:rsid w:val="009058B8"/>
    <w:rsid w:val="009058DC"/>
    <w:rsid w:val="009059DF"/>
    <w:rsid w:val="00905A80"/>
    <w:rsid w:val="00905B72"/>
    <w:rsid w:val="00905C46"/>
    <w:rsid w:val="00905F66"/>
    <w:rsid w:val="00906165"/>
    <w:rsid w:val="00906190"/>
    <w:rsid w:val="00906318"/>
    <w:rsid w:val="009063F8"/>
    <w:rsid w:val="009064E1"/>
    <w:rsid w:val="0090698E"/>
    <w:rsid w:val="00906BCC"/>
    <w:rsid w:val="009071EE"/>
    <w:rsid w:val="00907254"/>
    <w:rsid w:val="0090786C"/>
    <w:rsid w:val="00907AC8"/>
    <w:rsid w:val="00907BDB"/>
    <w:rsid w:val="00910517"/>
    <w:rsid w:val="009109E9"/>
    <w:rsid w:val="00910AA2"/>
    <w:rsid w:val="00911277"/>
    <w:rsid w:val="009112B6"/>
    <w:rsid w:val="009113F7"/>
    <w:rsid w:val="009115FA"/>
    <w:rsid w:val="00911732"/>
    <w:rsid w:val="00911871"/>
    <w:rsid w:val="00911B39"/>
    <w:rsid w:val="00911B46"/>
    <w:rsid w:val="00911C01"/>
    <w:rsid w:val="00911D80"/>
    <w:rsid w:val="00912199"/>
    <w:rsid w:val="009121AB"/>
    <w:rsid w:val="009123D7"/>
    <w:rsid w:val="009125BA"/>
    <w:rsid w:val="0091266D"/>
    <w:rsid w:val="009128B5"/>
    <w:rsid w:val="009128B8"/>
    <w:rsid w:val="00912AE3"/>
    <w:rsid w:val="00912C93"/>
    <w:rsid w:val="00912CB3"/>
    <w:rsid w:val="00913074"/>
    <w:rsid w:val="009132F6"/>
    <w:rsid w:val="0091334A"/>
    <w:rsid w:val="0091345D"/>
    <w:rsid w:val="009134A6"/>
    <w:rsid w:val="009139D4"/>
    <w:rsid w:val="00913BD7"/>
    <w:rsid w:val="00913D0D"/>
    <w:rsid w:val="00913D1C"/>
    <w:rsid w:val="00913D57"/>
    <w:rsid w:val="00913F1E"/>
    <w:rsid w:val="0091418C"/>
    <w:rsid w:val="00914198"/>
    <w:rsid w:val="0091425A"/>
    <w:rsid w:val="009142B4"/>
    <w:rsid w:val="009144B4"/>
    <w:rsid w:val="00914761"/>
    <w:rsid w:val="009147DE"/>
    <w:rsid w:val="00914803"/>
    <w:rsid w:val="0091496D"/>
    <w:rsid w:val="00914D34"/>
    <w:rsid w:val="00914EE0"/>
    <w:rsid w:val="0091509E"/>
    <w:rsid w:val="00915456"/>
    <w:rsid w:val="00915504"/>
    <w:rsid w:val="0091555C"/>
    <w:rsid w:val="009157F6"/>
    <w:rsid w:val="009157FE"/>
    <w:rsid w:val="00915CC2"/>
    <w:rsid w:val="00915D9D"/>
    <w:rsid w:val="009160A6"/>
    <w:rsid w:val="0091630A"/>
    <w:rsid w:val="00916409"/>
    <w:rsid w:val="009167EC"/>
    <w:rsid w:val="0091690A"/>
    <w:rsid w:val="00916AB2"/>
    <w:rsid w:val="00916B74"/>
    <w:rsid w:val="00916BE0"/>
    <w:rsid w:val="00916DB5"/>
    <w:rsid w:val="00916F93"/>
    <w:rsid w:val="009171B2"/>
    <w:rsid w:val="009172EE"/>
    <w:rsid w:val="0091751A"/>
    <w:rsid w:val="00917523"/>
    <w:rsid w:val="00917C54"/>
    <w:rsid w:val="00917CC2"/>
    <w:rsid w:val="0092040F"/>
    <w:rsid w:val="009204CF"/>
    <w:rsid w:val="00920988"/>
    <w:rsid w:val="00920A89"/>
    <w:rsid w:val="00920B3A"/>
    <w:rsid w:val="00921335"/>
    <w:rsid w:val="00921AE0"/>
    <w:rsid w:val="00921C05"/>
    <w:rsid w:val="009220ED"/>
    <w:rsid w:val="00922391"/>
    <w:rsid w:val="00922652"/>
    <w:rsid w:val="00922BA1"/>
    <w:rsid w:val="00923881"/>
    <w:rsid w:val="00923927"/>
    <w:rsid w:val="00923B05"/>
    <w:rsid w:val="00923B3E"/>
    <w:rsid w:val="00923F65"/>
    <w:rsid w:val="00924338"/>
    <w:rsid w:val="009245F5"/>
    <w:rsid w:val="009248B0"/>
    <w:rsid w:val="0092553B"/>
    <w:rsid w:val="00925662"/>
    <w:rsid w:val="0092575B"/>
    <w:rsid w:val="009257C8"/>
    <w:rsid w:val="009259F0"/>
    <w:rsid w:val="00925AB6"/>
    <w:rsid w:val="00925B20"/>
    <w:rsid w:val="00925D89"/>
    <w:rsid w:val="009260C1"/>
    <w:rsid w:val="0092626D"/>
    <w:rsid w:val="009262AD"/>
    <w:rsid w:val="00926526"/>
    <w:rsid w:val="0092655E"/>
    <w:rsid w:val="00926950"/>
    <w:rsid w:val="00926B2A"/>
    <w:rsid w:val="00926CFD"/>
    <w:rsid w:val="00926FCA"/>
    <w:rsid w:val="00927378"/>
    <w:rsid w:val="009274E9"/>
    <w:rsid w:val="00927674"/>
    <w:rsid w:val="009276AD"/>
    <w:rsid w:val="0092786D"/>
    <w:rsid w:val="00927B46"/>
    <w:rsid w:val="00927C98"/>
    <w:rsid w:val="00927D6A"/>
    <w:rsid w:val="00927D6F"/>
    <w:rsid w:val="00927DCA"/>
    <w:rsid w:val="00927E22"/>
    <w:rsid w:val="00927EC5"/>
    <w:rsid w:val="009301BD"/>
    <w:rsid w:val="0093029B"/>
    <w:rsid w:val="009304EC"/>
    <w:rsid w:val="00930A62"/>
    <w:rsid w:val="00930D52"/>
    <w:rsid w:val="00931009"/>
    <w:rsid w:val="00931025"/>
    <w:rsid w:val="00931045"/>
    <w:rsid w:val="009312B1"/>
    <w:rsid w:val="0093153A"/>
    <w:rsid w:val="00931A7F"/>
    <w:rsid w:val="00931FD6"/>
    <w:rsid w:val="00931FEF"/>
    <w:rsid w:val="009321F3"/>
    <w:rsid w:val="00932229"/>
    <w:rsid w:val="0093239B"/>
    <w:rsid w:val="009324A4"/>
    <w:rsid w:val="0093256B"/>
    <w:rsid w:val="00932BD7"/>
    <w:rsid w:val="00933375"/>
    <w:rsid w:val="009335D2"/>
    <w:rsid w:val="00933827"/>
    <w:rsid w:val="00933D90"/>
    <w:rsid w:val="00933EB6"/>
    <w:rsid w:val="00934040"/>
    <w:rsid w:val="009346AE"/>
    <w:rsid w:val="00935199"/>
    <w:rsid w:val="009357F0"/>
    <w:rsid w:val="009358D4"/>
    <w:rsid w:val="00935A6C"/>
    <w:rsid w:val="009360DD"/>
    <w:rsid w:val="00936284"/>
    <w:rsid w:val="00936390"/>
    <w:rsid w:val="0093655C"/>
    <w:rsid w:val="00936674"/>
    <w:rsid w:val="00936992"/>
    <w:rsid w:val="00936AA9"/>
    <w:rsid w:val="00936DAF"/>
    <w:rsid w:val="00936F92"/>
    <w:rsid w:val="00937192"/>
    <w:rsid w:val="009371BF"/>
    <w:rsid w:val="00937676"/>
    <w:rsid w:val="00937711"/>
    <w:rsid w:val="009377EF"/>
    <w:rsid w:val="00937857"/>
    <w:rsid w:val="00937C1B"/>
    <w:rsid w:val="00937C44"/>
    <w:rsid w:val="0094000A"/>
    <w:rsid w:val="00940094"/>
    <w:rsid w:val="00940138"/>
    <w:rsid w:val="009404A3"/>
    <w:rsid w:val="009406B4"/>
    <w:rsid w:val="009408F2"/>
    <w:rsid w:val="00940A9B"/>
    <w:rsid w:val="00940B88"/>
    <w:rsid w:val="00940BEA"/>
    <w:rsid w:val="00940D87"/>
    <w:rsid w:val="00940EFE"/>
    <w:rsid w:val="00940F72"/>
    <w:rsid w:val="00941069"/>
    <w:rsid w:val="0094107C"/>
    <w:rsid w:val="0094117A"/>
    <w:rsid w:val="00941235"/>
    <w:rsid w:val="00941287"/>
    <w:rsid w:val="00941701"/>
    <w:rsid w:val="00941707"/>
    <w:rsid w:val="00941D1C"/>
    <w:rsid w:val="00941E8F"/>
    <w:rsid w:val="0094212E"/>
    <w:rsid w:val="009421D1"/>
    <w:rsid w:val="00942436"/>
    <w:rsid w:val="00942592"/>
    <w:rsid w:val="00942884"/>
    <w:rsid w:val="00942B34"/>
    <w:rsid w:val="00942F03"/>
    <w:rsid w:val="009430C4"/>
    <w:rsid w:val="0094330A"/>
    <w:rsid w:val="009437A7"/>
    <w:rsid w:val="00943876"/>
    <w:rsid w:val="00943B0B"/>
    <w:rsid w:val="00943E78"/>
    <w:rsid w:val="009440A5"/>
    <w:rsid w:val="00944659"/>
    <w:rsid w:val="009446A3"/>
    <w:rsid w:val="00944912"/>
    <w:rsid w:val="00944969"/>
    <w:rsid w:val="009449DA"/>
    <w:rsid w:val="00944D2C"/>
    <w:rsid w:val="00944DF4"/>
    <w:rsid w:val="00944FDA"/>
    <w:rsid w:val="00945062"/>
    <w:rsid w:val="00945084"/>
    <w:rsid w:val="009451BE"/>
    <w:rsid w:val="00945324"/>
    <w:rsid w:val="009454A4"/>
    <w:rsid w:val="009456AA"/>
    <w:rsid w:val="009456EA"/>
    <w:rsid w:val="009458B8"/>
    <w:rsid w:val="00945AA8"/>
    <w:rsid w:val="00945CCE"/>
    <w:rsid w:val="00945E00"/>
    <w:rsid w:val="00945E9B"/>
    <w:rsid w:val="00945FC0"/>
    <w:rsid w:val="009461BF"/>
    <w:rsid w:val="00946537"/>
    <w:rsid w:val="009467D5"/>
    <w:rsid w:val="009467E0"/>
    <w:rsid w:val="00946C72"/>
    <w:rsid w:val="00946CB8"/>
    <w:rsid w:val="00946CED"/>
    <w:rsid w:val="00946D31"/>
    <w:rsid w:val="00946D87"/>
    <w:rsid w:val="00947378"/>
    <w:rsid w:val="00947386"/>
    <w:rsid w:val="009478EC"/>
    <w:rsid w:val="00947A40"/>
    <w:rsid w:val="00947A70"/>
    <w:rsid w:val="00947ABA"/>
    <w:rsid w:val="00947E29"/>
    <w:rsid w:val="009500A5"/>
    <w:rsid w:val="00950223"/>
    <w:rsid w:val="00950500"/>
    <w:rsid w:val="00951083"/>
    <w:rsid w:val="009510F4"/>
    <w:rsid w:val="00951182"/>
    <w:rsid w:val="0095133F"/>
    <w:rsid w:val="009516FF"/>
    <w:rsid w:val="00951825"/>
    <w:rsid w:val="00951881"/>
    <w:rsid w:val="00951AE5"/>
    <w:rsid w:val="00951F84"/>
    <w:rsid w:val="00952274"/>
    <w:rsid w:val="0095244B"/>
    <w:rsid w:val="009524F2"/>
    <w:rsid w:val="00952B05"/>
    <w:rsid w:val="00952DC3"/>
    <w:rsid w:val="00953020"/>
    <w:rsid w:val="009531E5"/>
    <w:rsid w:val="009534AD"/>
    <w:rsid w:val="0095368D"/>
    <w:rsid w:val="009536D0"/>
    <w:rsid w:val="00953754"/>
    <w:rsid w:val="0095392E"/>
    <w:rsid w:val="00953C38"/>
    <w:rsid w:val="00953D6F"/>
    <w:rsid w:val="00953DDA"/>
    <w:rsid w:val="00953F93"/>
    <w:rsid w:val="009540AE"/>
    <w:rsid w:val="009543DD"/>
    <w:rsid w:val="0095483B"/>
    <w:rsid w:val="00954879"/>
    <w:rsid w:val="0095492E"/>
    <w:rsid w:val="00954AEF"/>
    <w:rsid w:val="00954CB4"/>
    <w:rsid w:val="00954CC1"/>
    <w:rsid w:val="00954E5F"/>
    <w:rsid w:val="009551F2"/>
    <w:rsid w:val="009552BB"/>
    <w:rsid w:val="00955313"/>
    <w:rsid w:val="009556C1"/>
    <w:rsid w:val="0095571A"/>
    <w:rsid w:val="0095590B"/>
    <w:rsid w:val="0095592A"/>
    <w:rsid w:val="00955F05"/>
    <w:rsid w:val="009560FC"/>
    <w:rsid w:val="0095616A"/>
    <w:rsid w:val="00956202"/>
    <w:rsid w:val="00956618"/>
    <w:rsid w:val="009568A7"/>
    <w:rsid w:val="00956A4F"/>
    <w:rsid w:val="00956E12"/>
    <w:rsid w:val="00956E8A"/>
    <w:rsid w:val="0095701B"/>
    <w:rsid w:val="009571E7"/>
    <w:rsid w:val="0095748F"/>
    <w:rsid w:val="00957751"/>
    <w:rsid w:val="00957849"/>
    <w:rsid w:val="00957FF9"/>
    <w:rsid w:val="00960224"/>
    <w:rsid w:val="0096023A"/>
    <w:rsid w:val="0096086D"/>
    <w:rsid w:val="00960E1C"/>
    <w:rsid w:val="00961066"/>
    <w:rsid w:val="0096109B"/>
    <w:rsid w:val="00961127"/>
    <w:rsid w:val="009611B9"/>
    <w:rsid w:val="009612ED"/>
    <w:rsid w:val="00961465"/>
    <w:rsid w:val="009616AE"/>
    <w:rsid w:val="009616B4"/>
    <w:rsid w:val="009619AF"/>
    <w:rsid w:val="0096294B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7D"/>
    <w:rsid w:val="009644F5"/>
    <w:rsid w:val="00964533"/>
    <w:rsid w:val="00964782"/>
    <w:rsid w:val="009647BF"/>
    <w:rsid w:val="00964FA3"/>
    <w:rsid w:val="00965061"/>
    <w:rsid w:val="009650CC"/>
    <w:rsid w:val="00965795"/>
    <w:rsid w:val="009657C0"/>
    <w:rsid w:val="00965D09"/>
    <w:rsid w:val="00965DE7"/>
    <w:rsid w:val="00965F37"/>
    <w:rsid w:val="00966103"/>
    <w:rsid w:val="00966521"/>
    <w:rsid w:val="009665BF"/>
    <w:rsid w:val="009665D1"/>
    <w:rsid w:val="00966621"/>
    <w:rsid w:val="009667DB"/>
    <w:rsid w:val="00966B5F"/>
    <w:rsid w:val="00966C06"/>
    <w:rsid w:val="00966D55"/>
    <w:rsid w:val="009671B2"/>
    <w:rsid w:val="009675C9"/>
    <w:rsid w:val="00967A0D"/>
    <w:rsid w:val="00967AB6"/>
    <w:rsid w:val="00967CA6"/>
    <w:rsid w:val="00967EFC"/>
    <w:rsid w:val="00967FB1"/>
    <w:rsid w:val="00970302"/>
    <w:rsid w:val="0097044C"/>
    <w:rsid w:val="009704C3"/>
    <w:rsid w:val="00970519"/>
    <w:rsid w:val="009705C2"/>
    <w:rsid w:val="0097070E"/>
    <w:rsid w:val="00970890"/>
    <w:rsid w:val="00970F49"/>
    <w:rsid w:val="009712E9"/>
    <w:rsid w:val="0097151A"/>
    <w:rsid w:val="00971C52"/>
    <w:rsid w:val="009720C6"/>
    <w:rsid w:val="009722D8"/>
    <w:rsid w:val="0097258E"/>
    <w:rsid w:val="009725FC"/>
    <w:rsid w:val="009727FE"/>
    <w:rsid w:val="00972903"/>
    <w:rsid w:val="009729BD"/>
    <w:rsid w:val="00972BC3"/>
    <w:rsid w:val="00973020"/>
    <w:rsid w:val="00973993"/>
    <w:rsid w:val="00973AD1"/>
    <w:rsid w:val="0097426B"/>
    <w:rsid w:val="0097426E"/>
    <w:rsid w:val="009742B9"/>
    <w:rsid w:val="00974483"/>
    <w:rsid w:val="0097449A"/>
    <w:rsid w:val="00974518"/>
    <w:rsid w:val="0097491F"/>
    <w:rsid w:val="00974A9F"/>
    <w:rsid w:val="00974DBC"/>
    <w:rsid w:val="00974E75"/>
    <w:rsid w:val="00975015"/>
    <w:rsid w:val="0097510E"/>
    <w:rsid w:val="0097547B"/>
    <w:rsid w:val="00975553"/>
    <w:rsid w:val="00975577"/>
    <w:rsid w:val="00975673"/>
    <w:rsid w:val="009756F5"/>
    <w:rsid w:val="00975708"/>
    <w:rsid w:val="00975716"/>
    <w:rsid w:val="00975AD0"/>
    <w:rsid w:val="00975CE0"/>
    <w:rsid w:val="00975D8C"/>
    <w:rsid w:val="00975DF8"/>
    <w:rsid w:val="00975F25"/>
    <w:rsid w:val="009763EF"/>
    <w:rsid w:val="009767B8"/>
    <w:rsid w:val="009767C3"/>
    <w:rsid w:val="0097696F"/>
    <w:rsid w:val="00976F72"/>
    <w:rsid w:val="00977420"/>
    <w:rsid w:val="0097746B"/>
    <w:rsid w:val="009776F4"/>
    <w:rsid w:val="00977CCF"/>
    <w:rsid w:val="009800D0"/>
    <w:rsid w:val="0098026C"/>
    <w:rsid w:val="0098062D"/>
    <w:rsid w:val="009806A4"/>
    <w:rsid w:val="00980958"/>
    <w:rsid w:val="00980A72"/>
    <w:rsid w:val="0098118D"/>
    <w:rsid w:val="009811E6"/>
    <w:rsid w:val="00981680"/>
    <w:rsid w:val="0098192B"/>
    <w:rsid w:val="009819F2"/>
    <w:rsid w:val="00981E03"/>
    <w:rsid w:val="00982498"/>
    <w:rsid w:val="009825CD"/>
    <w:rsid w:val="009827B0"/>
    <w:rsid w:val="0098289A"/>
    <w:rsid w:val="00982945"/>
    <w:rsid w:val="00982A77"/>
    <w:rsid w:val="00982D69"/>
    <w:rsid w:val="00982E8B"/>
    <w:rsid w:val="009830C3"/>
    <w:rsid w:val="009831C0"/>
    <w:rsid w:val="00983736"/>
    <w:rsid w:val="00983933"/>
    <w:rsid w:val="00983D37"/>
    <w:rsid w:val="009846A3"/>
    <w:rsid w:val="009846F9"/>
    <w:rsid w:val="009848B6"/>
    <w:rsid w:val="00984C81"/>
    <w:rsid w:val="00984CB6"/>
    <w:rsid w:val="00985345"/>
    <w:rsid w:val="00985618"/>
    <w:rsid w:val="0098576E"/>
    <w:rsid w:val="00985826"/>
    <w:rsid w:val="00986416"/>
    <w:rsid w:val="00986C51"/>
    <w:rsid w:val="00986D7D"/>
    <w:rsid w:val="00986E4C"/>
    <w:rsid w:val="00986EC5"/>
    <w:rsid w:val="0098709A"/>
    <w:rsid w:val="009871A3"/>
    <w:rsid w:val="009871CA"/>
    <w:rsid w:val="009872A2"/>
    <w:rsid w:val="00987532"/>
    <w:rsid w:val="00987A26"/>
    <w:rsid w:val="00987AC7"/>
    <w:rsid w:val="00987C5B"/>
    <w:rsid w:val="00987D1F"/>
    <w:rsid w:val="00987DF8"/>
    <w:rsid w:val="00987FEE"/>
    <w:rsid w:val="0099018C"/>
    <w:rsid w:val="0099037E"/>
    <w:rsid w:val="009903D4"/>
    <w:rsid w:val="00990404"/>
    <w:rsid w:val="00990803"/>
    <w:rsid w:val="0099099D"/>
    <w:rsid w:val="00990AF2"/>
    <w:rsid w:val="00990D7D"/>
    <w:rsid w:val="00990D8C"/>
    <w:rsid w:val="00990F0C"/>
    <w:rsid w:val="00990F60"/>
    <w:rsid w:val="00991197"/>
    <w:rsid w:val="0099125C"/>
    <w:rsid w:val="00991468"/>
    <w:rsid w:val="00991532"/>
    <w:rsid w:val="00991A47"/>
    <w:rsid w:val="00991C0E"/>
    <w:rsid w:val="00991F8C"/>
    <w:rsid w:val="009921E3"/>
    <w:rsid w:val="009924A1"/>
    <w:rsid w:val="00992597"/>
    <w:rsid w:val="0099298C"/>
    <w:rsid w:val="00992BB0"/>
    <w:rsid w:val="00992D69"/>
    <w:rsid w:val="00992F12"/>
    <w:rsid w:val="009931CB"/>
    <w:rsid w:val="00993563"/>
    <w:rsid w:val="0099359F"/>
    <w:rsid w:val="009936D6"/>
    <w:rsid w:val="00993AAB"/>
    <w:rsid w:val="00993ACA"/>
    <w:rsid w:val="00993CA4"/>
    <w:rsid w:val="00993F32"/>
    <w:rsid w:val="009942A1"/>
    <w:rsid w:val="00994564"/>
    <w:rsid w:val="00994EE1"/>
    <w:rsid w:val="0099529A"/>
    <w:rsid w:val="00995355"/>
    <w:rsid w:val="009954B2"/>
    <w:rsid w:val="009956EA"/>
    <w:rsid w:val="009957CD"/>
    <w:rsid w:val="0099588B"/>
    <w:rsid w:val="009959BB"/>
    <w:rsid w:val="00995BF6"/>
    <w:rsid w:val="00995F91"/>
    <w:rsid w:val="009960F8"/>
    <w:rsid w:val="0099627D"/>
    <w:rsid w:val="009967E0"/>
    <w:rsid w:val="00996843"/>
    <w:rsid w:val="009968CC"/>
    <w:rsid w:val="00996AD6"/>
    <w:rsid w:val="00996DE2"/>
    <w:rsid w:val="00996F18"/>
    <w:rsid w:val="009972EC"/>
    <w:rsid w:val="0099733C"/>
    <w:rsid w:val="009974D2"/>
    <w:rsid w:val="00997838"/>
    <w:rsid w:val="00997A2C"/>
    <w:rsid w:val="00997F38"/>
    <w:rsid w:val="00997F5B"/>
    <w:rsid w:val="009A04ED"/>
    <w:rsid w:val="009A06D9"/>
    <w:rsid w:val="009A0B29"/>
    <w:rsid w:val="009A0D58"/>
    <w:rsid w:val="009A0FD1"/>
    <w:rsid w:val="009A12CE"/>
    <w:rsid w:val="009A13CA"/>
    <w:rsid w:val="009A16F8"/>
    <w:rsid w:val="009A1A83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4087"/>
    <w:rsid w:val="009A4105"/>
    <w:rsid w:val="009A4417"/>
    <w:rsid w:val="009A47F9"/>
    <w:rsid w:val="009A4B21"/>
    <w:rsid w:val="009A4B38"/>
    <w:rsid w:val="009A4B73"/>
    <w:rsid w:val="009A4CB6"/>
    <w:rsid w:val="009A5098"/>
    <w:rsid w:val="009A51EB"/>
    <w:rsid w:val="009A52E7"/>
    <w:rsid w:val="009A58DD"/>
    <w:rsid w:val="009A58E9"/>
    <w:rsid w:val="009A5A50"/>
    <w:rsid w:val="009A5BB9"/>
    <w:rsid w:val="009A5C2F"/>
    <w:rsid w:val="009A5CDC"/>
    <w:rsid w:val="009A5EA1"/>
    <w:rsid w:val="009A6072"/>
    <w:rsid w:val="009A66F1"/>
    <w:rsid w:val="009A67FE"/>
    <w:rsid w:val="009A6822"/>
    <w:rsid w:val="009A68AF"/>
    <w:rsid w:val="009A6AAF"/>
    <w:rsid w:val="009A6AC3"/>
    <w:rsid w:val="009A6C46"/>
    <w:rsid w:val="009A6E30"/>
    <w:rsid w:val="009A6E9E"/>
    <w:rsid w:val="009A741C"/>
    <w:rsid w:val="009A76BE"/>
    <w:rsid w:val="009A775F"/>
    <w:rsid w:val="009B02CF"/>
    <w:rsid w:val="009B041B"/>
    <w:rsid w:val="009B0628"/>
    <w:rsid w:val="009B0930"/>
    <w:rsid w:val="009B0FC2"/>
    <w:rsid w:val="009B0FEF"/>
    <w:rsid w:val="009B114B"/>
    <w:rsid w:val="009B16CE"/>
    <w:rsid w:val="009B1B0E"/>
    <w:rsid w:val="009B1BF6"/>
    <w:rsid w:val="009B1BFA"/>
    <w:rsid w:val="009B1CDB"/>
    <w:rsid w:val="009B1F3B"/>
    <w:rsid w:val="009B200B"/>
    <w:rsid w:val="009B20EA"/>
    <w:rsid w:val="009B214C"/>
    <w:rsid w:val="009B276D"/>
    <w:rsid w:val="009B2AAC"/>
    <w:rsid w:val="009B2B38"/>
    <w:rsid w:val="009B2CFF"/>
    <w:rsid w:val="009B3031"/>
    <w:rsid w:val="009B3244"/>
    <w:rsid w:val="009B34CD"/>
    <w:rsid w:val="009B353C"/>
    <w:rsid w:val="009B3837"/>
    <w:rsid w:val="009B3971"/>
    <w:rsid w:val="009B39B7"/>
    <w:rsid w:val="009B39CD"/>
    <w:rsid w:val="009B4094"/>
    <w:rsid w:val="009B44F8"/>
    <w:rsid w:val="009B45A9"/>
    <w:rsid w:val="009B4762"/>
    <w:rsid w:val="009B4975"/>
    <w:rsid w:val="009B4DE9"/>
    <w:rsid w:val="009B4F70"/>
    <w:rsid w:val="009B524D"/>
    <w:rsid w:val="009B57C4"/>
    <w:rsid w:val="009B58AF"/>
    <w:rsid w:val="009B58F3"/>
    <w:rsid w:val="009B5F53"/>
    <w:rsid w:val="009B5FC7"/>
    <w:rsid w:val="009B610B"/>
    <w:rsid w:val="009B64D7"/>
    <w:rsid w:val="009B65A0"/>
    <w:rsid w:val="009B67F2"/>
    <w:rsid w:val="009B683A"/>
    <w:rsid w:val="009B6A60"/>
    <w:rsid w:val="009B6CB8"/>
    <w:rsid w:val="009B6F41"/>
    <w:rsid w:val="009B6FF9"/>
    <w:rsid w:val="009B77CC"/>
    <w:rsid w:val="009B7BF7"/>
    <w:rsid w:val="009C0B9E"/>
    <w:rsid w:val="009C0E47"/>
    <w:rsid w:val="009C128B"/>
    <w:rsid w:val="009C1357"/>
    <w:rsid w:val="009C16A7"/>
    <w:rsid w:val="009C1CC8"/>
    <w:rsid w:val="009C1CF6"/>
    <w:rsid w:val="009C1F65"/>
    <w:rsid w:val="009C1FB7"/>
    <w:rsid w:val="009C211E"/>
    <w:rsid w:val="009C2297"/>
    <w:rsid w:val="009C237F"/>
    <w:rsid w:val="009C24A5"/>
    <w:rsid w:val="009C25AF"/>
    <w:rsid w:val="009C2674"/>
    <w:rsid w:val="009C2712"/>
    <w:rsid w:val="009C27D8"/>
    <w:rsid w:val="009C2C41"/>
    <w:rsid w:val="009C31CF"/>
    <w:rsid w:val="009C32B4"/>
    <w:rsid w:val="009C3320"/>
    <w:rsid w:val="009C3516"/>
    <w:rsid w:val="009C3624"/>
    <w:rsid w:val="009C393C"/>
    <w:rsid w:val="009C3C5E"/>
    <w:rsid w:val="009C3D70"/>
    <w:rsid w:val="009C3D7C"/>
    <w:rsid w:val="009C3E14"/>
    <w:rsid w:val="009C3E35"/>
    <w:rsid w:val="009C3F60"/>
    <w:rsid w:val="009C405B"/>
    <w:rsid w:val="009C42EA"/>
    <w:rsid w:val="009C45DD"/>
    <w:rsid w:val="009C49D7"/>
    <w:rsid w:val="009C4C03"/>
    <w:rsid w:val="009C4FD4"/>
    <w:rsid w:val="009C5229"/>
    <w:rsid w:val="009C5363"/>
    <w:rsid w:val="009C5624"/>
    <w:rsid w:val="009C5855"/>
    <w:rsid w:val="009C6064"/>
    <w:rsid w:val="009C65D8"/>
    <w:rsid w:val="009C67CD"/>
    <w:rsid w:val="009C686B"/>
    <w:rsid w:val="009C6B2E"/>
    <w:rsid w:val="009C6BF6"/>
    <w:rsid w:val="009C6CF4"/>
    <w:rsid w:val="009C6D4C"/>
    <w:rsid w:val="009C7129"/>
    <w:rsid w:val="009C7147"/>
    <w:rsid w:val="009C731B"/>
    <w:rsid w:val="009C7549"/>
    <w:rsid w:val="009C7A90"/>
    <w:rsid w:val="009C7DD9"/>
    <w:rsid w:val="009D0062"/>
    <w:rsid w:val="009D00F4"/>
    <w:rsid w:val="009D04BF"/>
    <w:rsid w:val="009D0C0E"/>
    <w:rsid w:val="009D0C8D"/>
    <w:rsid w:val="009D0FE6"/>
    <w:rsid w:val="009D1053"/>
    <w:rsid w:val="009D1153"/>
    <w:rsid w:val="009D14D2"/>
    <w:rsid w:val="009D16BE"/>
    <w:rsid w:val="009D1781"/>
    <w:rsid w:val="009D1F23"/>
    <w:rsid w:val="009D1F29"/>
    <w:rsid w:val="009D1F81"/>
    <w:rsid w:val="009D1FB3"/>
    <w:rsid w:val="009D23CB"/>
    <w:rsid w:val="009D2420"/>
    <w:rsid w:val="009D2796"/>
    <w:rsid w:val="009D28FC"/>
    <w:rsid w:val="009D2BA2"/>
    <w:rsid w:val="009D2BFF"/>
    <w:rsid w:val="009D2D1B"/>
    <w:rsid w:val="009D2F22"/>
    <w:rsid w:val="009D3420"/>
    <w:rsid w:val="009D381B"/>
    <w:rsid w:val="009D3A1F"/>
    <w:rsid w:val="009D3A64"/>
    <w:rsid w:val="009D3A88"/>
    <w:rsid w:val="009D3BE8"/>
    <w:rsid w:val="009D3D28"/>
    <w:rsid w:val="009D3F8D"/>
    <w:rsid w:val="009D42E2"/>
    <w:rsid w:val="009D4348"/>
    <w:rsid w:val="009D44F8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2AE"/>
    <w:rsid w:val="009D5367"/>
    <w:rsid w:val="009D54DA"/>
    <w:rsid w:val="009D54EF"/>
    <w:rsid w:val="009D5738"/>
    <w:rsid w:val="009D57E9"/>
    <w:rsid w:val="009D58BE"/>
    <w:rsid w:val="009D5BFF"/>
    <w:rsid w:val="009D5F35"/>
    <w:rsid w:val="009D6086"/>
    <w:rsid w:val="009D61A7"/>
    <w:rsid w:val="009D66E1"/>
    <w:rsid w:val="009D6B02"/>
    <w:rsid w:val="009D6BD3"/>
    <w:rsid w:val="009D6C80"/>
    <w:rsid w:val="009D6F2F"/>
    <w:rsid w:val="009D6FC6"/>
    <w:rsid w:val="009D7077"/>
    <w:rsid w:val="009D711B"/>
    <w:rsid w:val="009D72C4"/>
    <w:rsid w:val="009D73F8"/>
    <w:rsid w:val="009D78EF"/>
    <w:rsid w:val="009D7C8A"/>
    <w:rsid w:val="009D7EDD"/>
    <w:rsid w:val="009E001F"/>
    <w:rsid w:val="009E0123"/>
    <w:rsid w:val="009E0146"/>
    <w:rsid w:val="009E04E7"/>
    <w:rsid w:val="009E0709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C60"/>
    <w:rsid w:val="009E2F51"/>
    <w:rsid w:val="009E2FAC"/>
    <w:rsid w:val="009E30FF"/>
    <w:rsid w:val="009E3100"/>
    <w:rsid w:val="009E3273"/>
    <w:rsid w:val="009E333D"/>
    <w:rsid w:val="009E34CF"/>
    <w:rsid w:val="009E3BCD"/>
    <w:rsid w:val="009E3CD0"/>
    <w:rsid w:val="009E3EFA"/>
    <w:rsid w:val="009E4143"/>
    <w:rsid w:val="009E4219"/>
    <w:rsid w:val="009E434D"/>
    <w:rsid w:val="009E4467"/>
    <w:rsid w:val="009E449B"/>
    <w:rsid w:val="009E4925"/>
    <w:rsid w:val="009E49C0"/>
    <w:rsid w:val="009E4BCB"/>
    <w:rsid w:val="009E500D"/>
    <w:rsid w:val="009E50F0"/>
    <w:rsid w:val="009E56CE"/>
    <w:rsid w:val="009E5A0E"/>
    <w:rsid w:val="009E5C1B"/>
    <w:rsid w:val="009E61FA"/>
    <w:rsid w:val="009E63CE"/>
    <w:rsid w:val="009E641E"/>
    <w:rsid w:val="009E6735"/>
    <w:rsid w:val="009E6B42"/>
    <w:rsid w:val="009E6B4A"/>
    <w:rsid w:val="009E6C64"/>
    <w:rsid w:val="009E6D24"/>
    <w:rsid w:val="009E7179"/>
    <w:rsid w:val="009E737B"/>
    <w:rsid w:val="009E741E"/>
    <w:rsid w:val="009E765E"/>
    <w:rsid w:val="009E7F01"/>
    <w:rsid w:val="009F019D"/>
    <w:rsid w:val="009F0266"/>
    <w:rsid w:val="009F054F"/>
    <w:rsid w:val="009F0741"/>
    <w:rsid w:val="009F0894"/>
    <w:rsid w:val="009F0E93"/>
    <w:rsid w:val="009F1072"/>
    <w:rsid w:val="009F1366"/>
    <w:rsid w:val="009F13F5"/>
    <w:rsid w:val="009F1509"/>
    <w:rsid w:val="009F15AA"/>
    <w:rsid w:val="009F18D6"/>
    <w:rsid w:val="009F1F32"/>
    <w:rsid w:val="009F20B1"/>
    <w:rsid w:val="009F22AA"/>
    <w:rsid w:val="009F2356"/>
    <w:rsid w:val="009F2668"/>
    <w:rsid w:val="009F2E47"/>
    <w:rsid w:val="009F33B5"/>
    <w:rsid w:val="009F3406"/>
    <w:rsid w:val="009F3417"/>
    <w:rsid w:val="009F344A"/>
    <w:rsid w:val="009F37A6"/>
    <w:rsid w:val="009F3A47"/>
    <w:rsid w:val="009F3ACF"/>
    <w:rsid w:val="009F3BF6"/>
    <w:rsid w:val="009F3C8A"/>
    <w:rsid w:val="009F3D98"/>
    <w:rsid w:val="009F3F55"/>
    <w:rsid w:val="009F4095"/>
    <w:rsid w:val="009F419A"/>
    <w:rsid w:val="009F45EC"/>
    <w:rsid w:val="009F4689"/>
    <w:rsid w:val="009F46D4"/>
    <w:rsid w:val="009F4B72"/>
    <w:rsid w:val="009F4C0A"/>
    <w:rsid w:val="009F4D38"/>
    <w:rsid w:val="009F5578"/>
    <w:rsid w:val="009F57C2"/>
    <w:rsid w:val="009F57CB"/>
    <w:rsid w:val="009F58FF"/>
    <w:rsid w:val="009F59DE"/>
    <w:rsid w:val="009F5E3F"/>
    <w:rsid w:val="009F60C2"/>
    <w:rsid w:val="009F60C7"/>
    <w:rsid w:val="009F6236"/>
    <w:rsid w:val="009F6294"/>
    <w:rsid w:val="009F64C5"/>
    <w:rsid w:val="009F6520"/>
    <w:rsid w:val="009F65E0"/>
    <w:rsid w:val="009F6C6F"/>
    <w:rsid w:val="009F6FCA"/>
    <w:rsid w:val="009F70BF"/>
    <w:rsid w:val="009F7110"/>
    <w:rsid w:val="009F7122"/>
    <w:rsid w:val="009F71BB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44D"/>
    <w:rsid w:val="00A00623"/>
    <w:rsid w:val="00A00AD8"/>
    <w:rsid w:val="00A00CDB"/>
    <w:rsid w:val="00A00CF4"/>
    <w:rsid w:val="00A00E52"/>
    <w:rsid w:val="00A00F03"/>
    <w:rsid w:val="00A01532"/>
    <w:rsid w:val="00A01896"/>
    <w:rsid w:val="00A01A79"/>
    <w:rsid w:val="00A01BD8"/>
    <w:rsid w:val="00A01C94"/>
    <w:rsid w:val="00A01D03"/>
    <w:rsid w:val="00A01D2B"/>
    <w:rsid w:val="00A01E5C"/>
    <w:rsid w:val="00A01E74"/>
    <w:rsid w:val="00A02292"/>
    <w:rsid w:val="00A025AF"/>
    <w:rsid w:val="00A025FE"/>
    <w:rsid w:val="00A02698"/>
    <w:rsid w:val="00A02892"/>
    <w:rsid w:val="00A028D7"/>
    <w:rsid w:val="00A029AE"/>
    <w:rsid w:val="00A02A1D"/>
    <w:rsid w:val="00A02D3C"/>
    <w:rsid w:val="00A0319C"/>
    <w:rsid w:val="00A032AF"/>
    <w:rsid w:val="00A032C5"/>
    <w:rsid w:val="00A03514"/>
    <w:rsid w:val="00A0365C"/>
    <w:rsid w:val="00A0369D"/>
    <w:rsid w:val="00A03971"/>
    <w:rsid w:val="00A03A3A"/>
    <w:rsid w:val="00A03A7C"/>
    <w:rsid w:val="00A03DA1"/>
    <w:rsid w:val="00A03DA7"/>
    <w:rsid w:val="00A0417F"/>
    <w:rsid w:val="00A04470"/>
    <w:rsid w:val="00A04ADA"/>
    <w:rsid w:val="00A04C44"/>
    <w:rsid w:val="00A04E76"/>
    <w:rsid w:val="00A0517B"/>
    <w:rsid w:val="00A052AA"/>
    <w:rsid w:val="00A05AE7"/>
    <w:rsid w:val="00A05BB7"/>
    <w:rsid w:val="00A05EE2"/>
    <w:rsid w:val="00A061AA"/>
    <w:rsid w:val="00A069AA"/>
    <w:rsid w:val="00A06C63"/>
    <w:rsid w:val="00A06DE0"/>
    <w:rsid w:val="00A07225"/>
    <w:rsid w:val="00A075F6"/>
    <w:rsid w:val="00A07722"/>
    <w:rsid w:val="00A07D9A"/>
    <w:rsid w:val="00A07F2F"/>
    <w:rsid w:val="00A10427"/>
    <w:rsid w:val="00A10786"/>
    <w:rsid w:val="00A107BC"/>
    <w:rsid w:val="00A1094B"/>
    <w:rsid w:val="00A10A75"/>
    <w:rsid w:val="00A10C3F"/>
    <w:rsid w:val="00A10D0D"/>
    <w:rsid w:val="00A10DD6"/>
    <w:rsid w:val="00A111DE"/>
    <w:rsid w:val="00A113D0"/>
    <w:rsid w:val="00A11472"/>
    <w:rsid w:val="00A115D1"/>
    <w:rsid w:val="00A11641"/>
    <w:rsid w:val="00A116E4"/>
    <w:rsid w:val="00A11B40"/>
    <w:rsid w:val="00A11D6B"/>
    <w:rsid w:val="00A11F02"/>
    <w:rsid w:val="00A122EA"/>
    <w:rsid w:val="00A12324"/>
    <w:rsid w:val="00A123F0"/>
    <w:rsid w:val="00A1259C"/>
    <w:rsid w:val="00A125EB"/>
    <w:rsid w:val="00A127A0"/>
    <w:rsid w:val="00A12865"/>
    <w:rsid w:val="00A128F5"/>
    <w:rsid w:val="00A12C93"/>
    <w:rsid w:val="00A131EB"/>
    <w:rsid w:val="00A13499"/>
    <w:rsid w:val="00A13580"/>
    <w:rsid w:val="00A13795"/>
    <w:rsid w:val="00A13AEA"/>
    <w:rsid w:val="00A13D2A"/>
    <w:rsid w:val="00A1432D"/>
    <w:rsid w:val="00A1498C"/>
    <w:rsid w:val="00A14A72"/>
    <w:rsid w:val="00A14E04"/>
    <w:rsid w:val="00A15154"/>
    <w:rsid w:val="00A155CE"/>
    <w:rsid w:val="00A15676"/>
    <w:rsid w:val="00A158F3"/>
    <w:rsid w:val="00A15A0B"/>
    <w:rsid w:val="00A15A4A"/>
    <w:rsid w:val="00A15EC4"/>
    <w:rsid w:val="00A16379"/>
    <w:rsid w:val="00A163B0"/>
    <w:rsid w:val="00A164A7"/>
    <w:rsid w:val="00A16508"/>
    <w:rsid w:val="00A1679D"/>
    <w:rsid w:val="00A16C52"/>
    <w:rsid w:val="00A16FDC"/>
    <w:rsid w:val="00A171F9"/>
    <w:rsid w:val="00A1737A"/>
    <w:rsid w:val="00A17456"/>
    <w:rsid w:val="00A176CC"/>
    <w:rsid w:val="00A177D4"/>
    <w:rsid w:val="00A17B53"/>
    <w:rsid w:val="00A20D1D"/>
    <w:rsid w:val="00A212D7"/>
    <w:rsid w:val="00A215B6"/>
    <w:rsid w:val="00A217DF"/>
    <w:rsid w:val="00A21B3C"/>
    <w:rsid w:val="00A21BF0"/>
    <w:rsid w:val="00A21CEC"/>
    <w:rsid w:val="00A22036"/>
    <w:rsid w:val="00A2223D"/>
    <w:rsid w:val="00A22352"/>
    <w:rsid w:val="00A22649"/>
    <w:rsid w:val="00A22A11"/>
    <w:rsid w:val="00A22DCB"/>
    <w:rsid w:val="00A22ECC"/>
    <w:rsid w:val="00A233A4"/>
    <w:rsid w:val="00A23664"/>
    <w:rsid w:val="00A23709"/>
    <w:rsid w:val="00A2375A"/>
    <w:rsid w:val="00A2377F"/>
    <w:rsid w:val="00A2389A"/>
    <w:rsid w:val="00A23954"/>
    <w:rsid w:val="00A23BA8"/>
    <w:rsid w:val="00A23CF4"/>
    <w:rsid w:val="00A23D45"/>
    <w:rsid w:val="00A2431C"/>
    <w:rsid w:val="00A24968"/>
    <w:rsid w:val="00A2499F"/>
    <w:rsid w:val="00A24A4F"/>
    <w:rsid w:val="00A24BD6"/>
    <w:rsid w:val="00A24CF9"/>
    <w:rsid w:val="00A250C6"/>
    <w:rsid w:val="00A25157"/>
    <w:rsid w:val="00A252CE"/>
    <w:rsid w:val="00A25835"/>
    <w:rsid w:val="00A2594D"/>
    <w:rsid w:val="00A25BDC"/>
    <w:rsid w:val="00A25F5C"/>
    <w:rsid w:val="00A2623D"/>
    <w:rsid w:val="00A262B0"/>
    <w:rsid w:val="00A2633F"/>
    <w:rsid w:val="00A26453"/>
    <w:rsid w:val="00A26A42"/>
    <w:rsid w:val="00A26A53"/>
    <w:rsid w:val="00A26AB9"/>
    <w:rsid w:val="00A26C83"/>
    <w:rsid w:val="00A26CDC"/>
    <w:rsid w:val="00A26F6E"/>
    <w:rsid w:val="00A271EA"/>
    <w:rsid w:val="00A27234"/>
    <w:rsid w:val="00A273E7"/>
    <w:rsid w:val="00A27F5A"/>
    <w:rsid w:val="00A3042E"/>
    <w:rsid w:val="00A307FE"/>
    <w:rsid w:val="00A30C4C"/>
    <w:rsid w:val="00A30D01"/>
    <w:rsid w:val="00A30DEF"/>
    <w:rsid w:val="00A30F1A"/>
    <w:rsid w:val="00A30F7A"/>
    <w:rsid w:val="00A3105C"/>
    <w:rsid w:val="00A3125F"/>
    <w:rsid w:val="00A3187F"/>
    <w:rsid w:val="00A31A58"/>
    <w:rsid w:val="00A31CDD"/>
    <w:rsid w:val="00A325C5"/>
    <w:rsid w:val="00A32B9A"/>
    <w:rsid w:val="00A32CC9"/>
    <w:rsid w:val="00A33014"/>
    <w:rsid w:val="00A331EB"/>
    <w:rsid w:val="00A33DD6"/>
    <w:rsid w:val="00A3429C"/>
    <w:rsid w:val="00A344F5"/>
    <w:rsid w:val="00A345D1"/>
    <w:rsid w:val="00A34689"/>
    <w:rsid w:val="00A346D9"/>
    <w:rsid w:val="00A34742"/>
    <w:rsid w:val="00A34782"/>
    <w:rsid w:val="00A347B3"/>
    <w:rsid w:val="00A347CC"/>
    <w:rsid w:val="00A348A6"/>
    <w:rsid w:val="00A34A1C"/>
    <w:rsid w:val="00A34DD7"/>
    <w:rsid w:val="00A35568"/>
    <w:rsid w:val="00A3584D"/>
    <w:rsid w:val="00A359FA"/>
    <w:rsid w:val="00A35B69"/>
    <w:rsid w:val="00A35CF2"/>
    <w:rsid w:val="00A35EEA"/>
    <w:rsid w:val="00A35F76"/>
    <w:rsid w:val="00A3627A"/>
    <w:rsid w:val="00A36643"/>
    <w:rsid w:val="00A36A77"/>
    <w:rsid w:val="00A36B18"/>
    <w:rsid w:val="00A36CF5"/>
    <w:rsid w:val="00A36FC2"/>
    <w:rsid w:val="00A373A6"/>
    <w:rsid w:val="00A373DD"/>
    <w:rsid w:val="00A37B5D"/>
    <w:rsid w:val="00A37BA7"/>
    <w:rsid w:val="00A40109"/>
    <w:rsid w:val="00A40432"/>
    <w:rsid w:val="00A40532"/>
    <w:rsid w:val="00A40D7A"/>
    <w:rsid w:val="00A40EB1"/>
    <w:rsid w:val="00A40F18"/>
    <w:rsid w:val="00A4110B"/>
    <w:rsid w:val="00A4115C"/>
    <w:rsid w:val="00A411A4"/>
    <w:rsid w:val="00A41326"/>
    <w:rsid w:val="00A4145E"/>
    <w:rsid w:val="00A4162C"/>
    <w:rsid w:val="00A417CA"/>
    <w:rsid w:val="00A42083"/>
    <w:rsid w:val="00A4211C"/>
    <w:rsid w:val="00A42548"/>
    <w:rsid w:val="00A42631"/>
    <w:rsid w:val="00A42757"/>
    <w:rsid w:val="00A42BB1"/>
    <w:rsid w:val="00A42E00"/>
    <w:rsid w:val="00A4313D"/>
    <w:rsid w:val="00A43567"/>
    <w:rsid w:val="00A43759"/>
    <w:rsid w:val="00A4392F"/>
    <w:rsid w:val="00A43C27"/>
    <w:rsid w:val="00A43C88"/>
    <w:rsid w:val="00A43E4D"/>
    <w:rsid w:val="00A44601"/>
    <w:rsid w:val="00A44666"/>
    <w:rsid w:val="00A446E2"/>
    <w:rsid w:val="00A4507D"/>
    <w:rsid w:val="00A451D2"/>
    <w:rsid w:val="00A451DD"/>
    <w:rsid w:val="00A452C9"/>
    <w:rsid w:val="00A4541F"/>
    <w:rsid w:val="00A45488"/>
    <w:rsid w:val="00A45697"/>
    <w:rsid w:val="00A4570B"/>
    <w:rsid w:val="00A45908"/>
    <w:rsid w:val="00A45950"/>
    <w:rsid w:val="00A45FC2"/>
    <w:rsid w:val="00A462BC"/>
    <w:rsid w:val="00A467DE"/>
    <w:rsid w:val="00A46C88"/>
    <w:rsid w:val="00A472E0"/>
    <w:rsid w:val="00A477A0"/>
    <w:rsid w:val="00A47803"/>
    <w:rsid w:val="00A478E8"/>
    <w:rsid w:val="00A47A49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CC9"/>
    <w:rsid w:val="00A50D21"/>
    <w:rsid w:val="00A50EBF"/>
    <w:rsid w:val="00A50F3B"/>
    <w:rsid w:val="00A51147"/>
    <w:rsid w:val="00A5124D"/>
    <w:rsid w:val="00A51386"/>
    <w:rsid w:val="00A51679"/>
    <w:rsid w:val="00A51FE1"/>
    <w:rsid w:val="00A52082"/>
    <w:rsid w:val="00A520D3"/>
    <w:rsid w:val="00A521F2"/>
    <w:rsid w:val="00A523BE"/>
    <w:rsid w:val="00A523E1"/>
    <w:rsid w:val="00A523FC"/>
    <w:rsid w:val="00A52716"/>
    <w:rsid w:val="00A52AD7"/>
    <w:rsid w:val="00A52E5C"/>
    <w:rsid w:val="00A52FAD"/>
    <w:rsid w:val="00A5320D"/>
    <w:rsid w:val="00A53555"/>
    <w:rsid w:val="00A53670"/>
    <w:rsid w:val="00A536D1"/>
    <w:rsid w:val="00A536D9"/>
    <w:rsid w:val="00A53860"/>
    <w:rsid w:val="00A538AA"/>
    <w:rsid w:val="00A53A1A"/>
    <w:rsid w:val="00A53A73"/>
    <w:rsid w:val="00A53ACF"/>
    <w:rsid w:val="00A53AD7"/>
    <w:rsid w:val="00A53B9C"/>
    <w:rsid w:val="00A53C70"/>
    <w:rsid w:val="00A53E35"/>
    <w:rsid w:val="00A53F5C"/>
    <w:rsid w:val="00A5446D"/>
    <w:rsid w:val="00A54470"/>
    <w:rsid w:val="00A5466A"/>
    <w:rsid w:val="00A550E1"/>
    <w:rsid w:val="00A55716"/>
    <w:rsid w:val="00A557BC"/>
    <w:rsid w:val="00A55CCC"/>
    <w:rsid w:val="00A55DA8"/>
    <w:rsid w:val="00A56063"/>
    <w:rsid w:val="00A560F9"/>
    <w:rsid w:val="00A5628C"/>
    <w:rsid w:val="00A5661A"/>
    <w:rsid w:val="00A5686D"/>
    <w:rsid w:val="00A56DFB"/>
    <w:rsid w:val="00A56E41"/>
    <w:rsid w:val="00A56EBC"/>
    <w:rsid w:val="00A57131"/>
    <w:rsid w:val="00A5750C"/>
    <w:rsid w:val="00A577FC"/>
    <w:rsid w:val="00A57872"/>
    <w:rsid w:val="00A5799D"/>
    <w:rsid w:val="00A57B8B"/>
    <w:rsid w:val="00A57D8F"/>
    <w:rsid w:val="00A57F65"/>
    <w:rsid w:val="00A57F9D"/>
    <w:rsid w:val="00A57FF3"/>
    <w:rsid w:val="00A60698"/>
    <w:rsid w:val="00A6077B"/>
    <w:rsid w:val="00A60795"/>
    <w:rsid w:val="00A608B2"/>
    <w:rsid w:val="00A60AA8"/>
    <w:rsid w:val="00A60B01"/>
    <w:rsid w:val="00A60C63"/>
    <w:rsid w:val="00A60DBB"/>
    <w:rsid w:val="00A61057"/>
    <w:rsid w:val="00A61426"/>
    <w:rsid w:val="00A614C6"/>
    <w:rsid w:val="00A616F3"/>
    <w:rsid w:val="00A61824"/>
    <w:rsid w:val="00A61883"/>
    <w:rsid w:val="00A61A8F"/>
    <w:rsid w:val="00A61D31"/>
    <w:rsid w:val="00A61E72"/>
    <w:rsid w:val="00A621F4"/>
    <w:rsid w:val="00A6229B"/>
    <w:rsid w:val="00A622E1"/>
    <w:rsid w:val="00A623DF"/>
    <w:rsid w:val="00A623ED"/>
    <w:rsid w:val="00A62467"/>
    <w:rsid w:val="00A62471"/>
    <w:rsid w:val="00A624DB"/>
    <w:rsid w:val="00A627D9"/>
    <w:rsid w:val="00A62829"/>
    <w:rsid w:val="00A62AFF"/>
    <w:rsid w:val="00A62D16"/>
    <w:rsid w:val="00A63007"/>
    <w:rsid w:val="00A63194"/>
    <w:rsid w:val="00A631E0"/>
    <w:rsid w:val="00A6342D"/>
    <w:rsid w:val="00A634C6"/>
    <w:rsid w:val="00A6364B"/>
    <w:rsid w:val="00A63F98"/>
    <w:rsid w:val="00A6405B"/>
    <w:rsid w:val="00A640DB"/>
    <w:rsid w:val="00A646AC"/>
    <w:rsid w:val="00A64A4B"/>
    <w:rsid w:val="00A64B8C"/>
    <w:rsid w:val="00A64BBD"/>
    <w:rsid w:val="00A64DC3"/>
    <w:rsid w:val="00A64E08"/>
    <w:rsid w:val="00A64F84"/>
    <w:rsid w:val="00A65364"/>
    <w:rsid w:val="00A653E4"/>
    <w:rsid w:val="00A6559E"/>
    <w:rsid w:val="00A65737"/>
    <w:rsid w:val="00A65BA6"/>
    <w:rsid w:val="00A65BBF"/>
    <w:rsid w:val="00A65C6F"/>
    <w:rsid w:val="00A66003"/>
    <w:rsid w:val="00A661C3"/>
    <w:rsid w:val="00A6641B"/>
    <w:rsid w:val="00A66C29"/>
    <w:rsid w:val="00A66D12"/>
    <w:rsid w:val="00A66D62"/>
    <w:rsid w:val="00A679B2"/>
    <w:rsid w:val="00A67D30"/>
    <w:rsid w:val="00A67D52"/>
    <w:rsid w:val="00A67D6F"/>
    <w:rsid w:val="00A7004B"/>
    <w:rsid w:val="00A702F5"/>
    <w:rsid w:val="00A704FC"/>
    <w:rsid w:val="00A7066F"/>
    <w:rsid w:val="00A708B2"/>
    <w:rsid w:val="00A708D2"/>
    <w:rsid w:val="00A70B32"/>
    <w:rsid w:val="00A70DBF"/>
    <w:rsid w:val="00A70E4D"/>
    <w:rsid w:val="00A70E7C"/>
    <w:rsid w:val="00A70FC9"/>
    <w:rsid w:val="00A71455"/>
    <w:rsid w:val="00A7151C"/>
    <w:rsid w:val="00A7167A"/>
    <w:rsid w:val="00A7169B"/>
    <w:rsid w:val="00A717D4"/>
    <w:rsid w:val="00A71B86"/>
    <w:rsid w:val="00A71CB7"/>
    <w:rsid w:val="00A71CC8"/>
    <w:rsid w:val="00A71CF3"/>
    <w:rsid w:val="00A720E2"/>
    <w:rsid w:val="00A726C9"/>
    <w:rsid w:val="00A7280A"/>
    <w:rsid w:val="00A72A43"/>
    <w:rsid w:val="00A72C5E"/>
    <w:rsid w:val="00A72CDE"/>
    <w:rsid w:val="00A733FC"/>
    <w:rsid w:val="00A73462"/>
    <w:rsid w:val="00A7349F"/>
    <w:rsid w:val="00A73879"/>
    <w:rsid w:val="00A73A32"/>
    <w:rsid w:val="00A73AA9"/>
    <w:rsid w:val="00A73B57"/>
    <w:rsid w:val="00A73C3A"/>
    <w:rsid w:val="00A73DB2"/>
    <w:rsid w:val="00A74182"/>
    <w:rsid w:val="00A744AA"/>
    <w:rsid w:val="00A74738"/>
    <w:rsid w:val="00A7473D"/>
    <w:rsid w:val="00A74A71"/>
    <w:rsid w:val="00A74A7A"/>
    <w:rsid w:val="00A74A85"/>
    <w:rsid w:val="00A74CB8"/>
    <w:rsid w:val="00A751BE"/>
    <w:rsid w:val="00A75C70"/>
    <w:rsid w:val="00A76029"/>
    <w:rsid w:val="00A76316"/>
    <w:rsid w:val="00A76320"/>
    <w:rsid w:val="00A7634D"/>
    <w:rsid w:val="00A763BE"/>
    <w:rsid w:val="00A7646C"/>
    <w:rsid w:val="00A76604"/>
    <w:rsid w:val="00A766FF"/>
    <w:rsid w:val="00A76D0B"/>
    <w:rsid w:val="00A76E24"/>
    <w:rsid w:val="00A76F04"/>
    <w:rsid w:val="00A76F2E"/>
    <w:rsid w:val="00A77177"/>
    <w:rsid w:val="00A7719D"/>
    <w:rsid w:val="00A77274"/>
    <w:rsid w:val="00A77D6B"/>
    <w:rsid w:val="00A80004"/>
    <w:rsid w:val="00A80087"/>
    <w:rsid w:val="00A8032A"/>
    <w:rsid w:val="00A803BA"/>
    <w:rsid w:val="00A804B1"/>
    <w:rsid w:val="00A8088A"/>
    <w:rsid w:val="00A80CE1"/>
    <w:rsid w:val="00A80EAA"/>
    <w:rsid w:val="00A818C1"/>
    <w:rsid w:val="00A81A9E"/>
    <w:rsid w:val="00A81BFB"/>
    <w:rsid w:val="00A81C2B"/>
    <w:rsid w:val="00A81E66"/>
    <w:rsid w:val="00A81F44"/>
    <w:rsid w:val="00A82008"/>
    <w:rsid w:val="00A82351"/>
    <w:rsid w:val="00A8241A"/>
    <w:rsid w:val="00A82444"/>
    <w:rsid w:val="00A82487"/>
    <w:rsid w:val="00A824B0"/>
    <w:rsid w:val="00A82BDD"/>
    <w:rsid w:val="00A82BDF"/>
    <w:rsid w:val="00A82E46"/>
    <w:rsid w:val="00A82F5B"/>
    <w:rsid w:val="00A83262"/>
    <w:rsid w:val="00A83364"/>
    <w:rsid w:val="00A83396"/>
    <w:rsid w:val="00A83998"/>
    <w:rsid w:val="00A84048"/>
    <w:rsid w:val="00A843D5"/>
    <w:rsid w:val="00A84D31"/>
    <w:rsid w:val="00A850F8"/>
    <w:rsid w:val="00A852AC"/>
    <w:rsid w:val="00A8536E"/>
    <w:rsid w:val="00A85777"/>
    <w:rsid w:val="00A85854"/>
    <w:rsid w:val="00A85935"/>
    <w:rsid w:val="00A85946"/>
    <w:rsid w:val="00A85CDD"/>
    <w:rsid w:val="00A85F37"/>
    <w:rsid w:val="00A86100"/>
    <w:rsid w:val="00A86279"/>
    <w:rsid w:val="00A86835"/>
    <w:rsid w:val="00A86C0B"/>
    <w:rsid w:val="00A86CDB"/>
    <w:rsid w:val="00A86FBA"/>
    <w:rsid w:val="00A87405"/>
    <w:rsid w:val="00A87546"/>
    <w:rsid w:val="00A87670"/>
    <w:rsid w:val="00A87715"/>
    <w:rsid w:val="00A87C6B"/>
    <w:rsid w:val="00A87C81"/>
    <w:rsid w:val="00A87EAB"/>
    <w:rsid w:val="00A90068"/>
    <w:rsid w:val="00A902FF"/>
    <w:rsid w:val="00A903CE"/>
    <w:rsid w:val="00A9053E"/>
    <w:rsid w:val="00A90880"/>
    <w:rsid w:val="00A90BED"/>
    <w:rsid w:val="00A90FA9"/>
    <w:rsid w:val="00A91202"/>
    <w:rsid w:val="00A9147A"/>
    <w:rsid w:val="00A91491"/>
    <w:rsid w:val="00A917EC"/>
    <w:rsid w:val="00A91958"/>
    <w:rsid w:val="00A91AB8"/>
    <w:rsid w:val="00A91F16"/>
    <w:rsid w:val="00A92457"/>
    <w:rsid w:val="00A92547"/>
    <w:rsid w:val="00A9271A"/>
    <w:rsid w:val="00A9276E"/>
    <w:rsid w:val="00A92947"/>
    <w:rsid w:val="00A92ADD"/>
    <w:rsid w:val="00A92BE2"/>
    <w:rsid w:val="00A92C7E"/>
    <w:rsid w:val="00A92CBA"/>
    <w:rsid w:val="00A92E4E"/>
    <w:rsid w:val="00A93287"/>
    <w:rsid w:val="00A932DE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4A60"/>
    <w:rsid w:val="00A94FB0"/>
    <w:rsid w:val="00A95F47"/>
    <w:rsid w:val="00A9622B"/>
    <w:rsid w:val="00A96327"/>
    <w:rsid w:val="00A96831"/>
    <w:rsid w:val="00A96B24"/>
    <w:rsid w:val="00A96BA2"/>
    <w:rsid w:val="00A96E39"/>
    <w:rsid w:val="00A972C5"/>
    <w:rsid w:val="00A97550"/>
    <w:rsid w:val="00A97652"/>
    <w:rsid w:val="00A97A96"/>
    <w:rsid w:val="00A97B3B"/>
    <w:rsid w:val="00A97D8C"/>
    <w:rsid w:val="00AA0127"/>
    <w:rsid w:val="00AA04BD"/>
    <w:rsid w:val="00AA054A"/>
    <w:rsid w:val="00AA05AB"/>
    <w:rsid w:val="00AA05D0"/>
    <w:rsid w:val="00AA0986"/>
    <w:rsid w:val="00AA0ACC"/>
    <w:rsid w:val="00AA0CE7"/>
    <w:rsid w:val="00AA0F65"/>
    <w:rsid w:val="00AA11DC"/>
    <w:rsid w:val="00AA12CA"/>
    <w:rsid w:val="00AA151F"/>
    <w:rsid w:val="00AA1527"/>
    <w:rsid w:val="00AA166E"/>
    <w:rsid w:val="00AA1846"/>
    <w:rsid w:val="00AA1A36"/>
    <w:rsid w:val="00AA200A"/>
    <w:rsid w:val="00AA20BD"/>
    <w:rsid w:val="00AA21B6"/>
    <w:rsid w:val="00AA259B"/>
    <w:rsid w:val="00AA26C9"/>
    <w:rsid w:val="00AA274A"/>
    <w:rsid w:val="00AA2F10"/>
    <w:rsid w:val="00AA2F1C"/>
    <w:rsid w:val="00AA2F4F"/>
    <w:rsid w:val="00AA30C4"/>
    <w:rsid w:val="00AA3159"/>
    <w:rsid w:val="00AA3179"/>
    <w:rsid w:val="00AA3369"/>
    <w:rsid w:val="00AA3770"/>
    <w:rsid w:val="00AA3A9B"/>
    <w:rsid w:val="00AA3D27"/>
    <w:rsid w:val="00AA3E8C"/>
    <w:rsid w:val="00AA43D4"/>
    <w:rsid w:val="00AA4478"/>
    <w:rsid w:val="00AA4514"/>
    <w:rsid w:val="00AA4694"/>
    <w:rsid w:val="00AA4E84"/>
    <w:rsid w:val="00AA4F32"/>
    <w:rsid w:val="00AA5040"/>
    <w:rsid w:val="00AA5688"/>
    <w:rsid w:val="00AA574B"/>
    <w:rsid w:val="00AA57C6"/>
    <w:rsid w:val="00AA5889"/>
    <w:rsid w:val="00AA5BE1"/>
    <w:rsid w:val="00AA6173"/>
    <w:rsid w:val="00AA6212"/>
    <w:rsid w:val="00AA6595"/>
    <w:rsid w:val="00AA67DD"/>
    <w:rsid w:val="00AA6803"/>
    <w:rsid w:val="00AA6817"/>
    <w:rsid w:val="00AA69C9"/>
    <w:rsid w:val="00AA71D9"/>
    <w:rsid w:val="00AA7272"/>
    <w:rsid w:val="00AA7574"/>
    <w:rsid w:val="00AA7674"/>
    <w:rsid w:val="00AA76EA"/>
    <w:rsid w:val="00AA7A97"/>
    <w:rsid w:val="00AA7DB0"/>
    <w:rsid w:val="00AA7E8A"/>
    <w:rsid w:val="00AA7EC4"/>
    <w:rsid w:val="00AB029C"/>
    <w:rsid w:val="00AB029D"/>
    <w:rsid w:val="00AB037A"/>
    <w:rsid w:val="00AB03AA"/>
    <w:rsid w:val="00AB03DD"/>
    <w:rsid w:val="00AB081D"/>
    <w:rsid w:val="00AB0FB9"/>
    <w:rsid w:val="00AB1250"/>
    <w:rsid w:val="00AB1BB2"/>
    <w:rsid w:val="00AB1BBF"/>
    <w:rsid w:val="00AB2B73"/>
    <w:rsid w:val="00AB2C11"/>
    <w:rsid w:val="00AB2C4D"/>
    <w:rsid w:val="00AB2E77"/>
    <w:rsid w:val="00AB3094"/>
    <w:rsid w:val="00AB33DA"/>
    <w:rsid w:val="00AB346E"/>
    <w:rsid w:val="00AB3846"/>
    <w:rsid w:val="00AB385E"/>
    <w:rsid w:val="00AB4177"/>
    <w:rsid w:val="00AB4495"/>
    <w:rsid w:val="00AB474E"/>
    <w:rsid w:val="00AB4D60"/>
    <w:rsid w:val="00AB569A"/>
    <w:rsid w:val="00AB5734"/>
    <w:rsid w:val="00AB5B00"/>
    <w:rsid w:val="00AB5D1E"/>
    <w:rsid w:val="00AB686A"/>
    <w:rsid w:val="00AB6B94"/>
    <w:rsid w:val="00AB715D"/>
    <w:rsid w:val="00AB7262"/>
    <w:rsid w:val="00AB749D"/>
    <w:rsid w:val="00AB74D6"/>
    <w:rsid w:val="00AB758F"/>
    <w:rsid w:val="00AB7618"/>
    <w:rsid w:val="00AB77D3"/>
    <w:rsid w:val="00AB7807"/>
    <w:rsid w:val="00AB7839"/>
    <w:rsid w:val="00AB7D30"/>
    <w:rsid w:val="00AC04DF"/>
    <w:rsid w:val="00AC04F2"/>
    <w:rsid w:val="00AC0503"/>
    <w:rsid w:val="00AC0540"/>
    <w:rsid w:val="00AC0569"/>
    <w:rsid w:val="00AC07F8"/>
    <w:rsid w:val="00AC0C67"/>
    <w:rsid w:val="00AC0DC8"/>
    <w:rsid w:val="00AC1115"/>
    <w:rsid w:val="00AC128A"/>
    <w:rsid w:val="00AC13DC"/>
    <w:rsid w:val="00AC17F4"/>
    <w:rsid w:val="00AC1833"/>
    <w:rsid w:val="00AC1B31"/>
    <w:rsid w:val="00AC1B63"/>
    <w:rsid w:val="00AC1D53"/>
    <w:rsid w:val="00AC1D55"/>
    <w:rsid w:val="00AC1DBF"/>
    <w:rsid w:val="00AC1DCC"/>
    <w:rsid w:val="00AC1E0B"/>
    <w:rsid w:val="00AC1E14"/>
    <w:rsid w:val="00AC1F3E"/>
    <w:rsid w:val="00AC24B4"/>
    <w:rsid w:val="00AC2868"/>
    <w:rsid w:val="00AC28AC"/>
    <w:rsid w:val="00AC2BC8"/>
    <w:rsid w:val="00AC2BC9"/>
    <w:rsid w:val="00AC2E1F"/>
    <w:rsid w:val="00AC320E"/>
    <w:rsid w:val="00AC33A5"/>
    <w:rsid w:val="00AC375A"/>
    <w:rsid w:val="00AC3B41"/>
    <w:rsid w:val="00AC3C01"/>
    <w:rsid w:val="00AC41FB"/>
    <w:rsid w:val="00AC42BB"/>
    <w:rsid w:val="00AC488C"/>
    <w:rsid w:val="00AC4995"/>
    <w:rsid w:val="00AC4BBD"/>
    <w:rsid w:val="00AC4E48"/>
    <w:rsid w:val="00AC5232"/>
    <w:rsid w:val="00AC527D"/>
    <w:rsid w:val="00AC5674"/>
    <w:rsid w:val="00AC56F8"/>
    <w:rsid w:val="00AC5889"/>
    <w:rsid w:val="00AC5D8C"/>
    <w:rsid w:val="00AC5DCB"/>
    <w:rsid w:val="00AC5EEA"/>
    <w:rsid w:val="00AC62D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6ECD"/>
    <w:rsid w:val="00AC75F8"/>
    <w:rsid w:val="00AC77A4"/>
    <w:rsid w:val="00AC781B"/>
    <w:rsid w:val="00AC7A52"/>
    <w:rsid w:val="00AC7A65"/>
    <w:rsid w:val="00AC7B7B"/>
    <w:rsid w:val="00AC7EA9"/>
    <w:rsid w:val="00AD01D8"/>
    <w:rsid w:val="00AD029B"/>
    <w:rsid w:val="00AD038F"/>
    <w:rsid w:val="00AD073D"/>
    <w:rsid w:val="00AD104C"/>
    <w:rsid w:val="00AD105C"/>
    <w:rsid w:val="00AD1119"/>
    <w:rsid w:val="00AD1146"/>
    <w:rsid w:val="00AD15ED"/>
    <w:rsid w:val="00AD1630"/>
    <w:rsid w:val="00AD1748"/>
    <w:rsid w:val="00AD19F0"/>
    <w:rsid w:val="00AD1C87"/>
    <w:rsid w:val="00AD1CF6"/>
    <w:rsid w:val="00AD1F2B"/>
    <w:rsid w:val="00AD1FA6"/>
    <w:rsid w:val="00AD2159"/>
    <w:rsid w:val="00AD21EE"/>
    <w:rsid w:val="00AD2917"/>
    <w:rsid w:val="00AD29C6"/>
    <w:rsid w:val="00AD3164"/>
    <w:rsid w:val="00AD3224"/>
    <w:rsid w:val="00AD378C"/>
    <w:rsid w:val="00AD3AE4"/>
    <w:rsid w:val="00AD3B42"/>
    <w:rsid w:val="00AD3FBF"/>
    <w:rsid w:val="00AD4175"/>
    <w:rsid w:val="00AD42F5"/>
    <w:rsid w:val="00AD4A05"/>
    <w:rsid w:val="00AD4BBB"/>
    <w:rsid w:val="00AD4E27"/>
    <w:rsid w:val="00AD5014"/>
    <w:rsid w:val="00AD5282"/>
    <w:rsid w:val="00AD5457"/>
    <w:rsid w:val="00AD6138"/>
    <w:rsid w:val="00AD6567"/>
    <w:rsid w:val="00AD65AE"/>
    <w:rsid w:val="00AD669D"/>
    <w:rsid w:val="00AD66B5"/>
    <w:rsid w:val="00AD6DB2"/>
    <w:rsid w:val="00AD7202"/>
    <w:rsid w:val="00AD7226"/>
    <w:rsid w:val="00AD7506"/>
    <w:rsid w:val="00AD7701"/>
    <w:rsid w:val="00AD7805"/>
    <w:rsid w:val="00AD7A51"/>
    <w:rsid w:val="00AD7DDB"/>
    <w:rsid w:val="00AE04C3"/>
    <w:rsid w:val="00AE05F0"/>
    <w:rsid w:val="00AE0946"/>
    <w:rsid w:val="00AE0B7E"/>
    <w:rsid w:val="00AE0F79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1E0F"/>
    <w:rsid w:val="00AE2364"/>
    <w:rsid w:val="00AE2590"/>
    <w:rsid w:val="00AE29DC"/>
    <w:rsid w:val="00AE2B3B"/>
    <w:rsid w:val="00AE2C37"/>
    <w:rsid w:val="00AE2DC4"/>
    <w:rsid w:val="00AE2E48"/>
    <w:rsid w:val="00AE2EAF"/>
    <w:rsid w:val="00AE2EC3"/>
    <w:rsid w:val="00AE337F"/>
    <w:rsid w:val="00AE373A"/>
    <w:rsid w:val="00AE3891"/>
    <w:rsid w:val="00AE3A65"/>
    <w:rsid w:val="00AE3B3C"/>
    <w:rsid w:val="00AE3D7C"/>
    <w:rsid w:val="00AE4122"/>
    <w:rsid w:val="00AE42C0"/>
    <w:rsid w:val="00AE4B0F"/>
    <w:rsid w:val="00AE4ED7"/>
    <w:rsid w:val="00AE52F7"/>
    <w:rsid w:val="00AE5643"/>
    <w:rsid w:val="00AE571A"/>
    <w:rsid w:val="00AE5927"/>
    <w:rsid w:val="00AE602C"/>
    <w:rsid w:val="00AE6393"/>
    <w:rsid w:val="00AE63E4"/>
    <w:rsid w:val="00AE641D"/>
    <w:rsid w:val="00AE64EA"/>
    <w:rsid w:val="00AE67D9"/>
    <w:rsid w:val="00AE6919"/>
    <w:rsid w:val="00AE6923"/>
    <w:rsid w:val="00AE693F"/>
    <w:rsid w:val="00AE69F5"/>
    <w:rsid w:val="00AE6AC9"/>
    <w:rsid w:val="00AE6D5E"/>
    <w:rsid w:val="00AE6DE8"/>
    <w:rsid w:val="00AE6EA3"/>
    <w:rsid w:val="00AE6FB3"/>
    <w:rsid w:val="00AE710F"/>
    <w:rsid w:val="00AE71AF"/>
    <w:rsid w:val="00AE730F"/>
    <w:rsid w:val="00AE78C4"/>
    <w:rsid w:val="00AE7DF9"/>
    <w:rsid w:val="00AE7F89"/>
    <w:rsid w:val="00AF030C"/>
    <w:rsid w:val="00AF0327"/>
    <w:rsid w:val="00AF072D"/>
    <w:rsid w:val="00AF086A"/>
    <w:rsid w:val="00AF0AE4"/>
    <w:rsid w:val="00AF0B3B"/>
    <w:rsid w:val="00AF0B85"/>
    <w:rsid w:val="00AF0F57"/>
    <w:rsid w:val="00AF0F6A"/>
    <w:rsid w:val="00AF1257"/>
    <w:rsid w:val="00AF14CC"/>
    <w:rsid w:val="00AF1501"/>
    <w:rsid w:val="00AF185E"/>
    <w:rsid w:val="00AF1AF0"/>
    <w:rsid w:val="00AF1E3D"/>
    <w:rsid w:val="00AF1FCE"/>
    <w:rsid w:val="00AF1FF7"/>
    <w:rsid w:val="00AF2253"/>
    <w:rsid w:val="00AF23DD"/>
    <w:rsid w:val="00AF27E2"/>
    <w:rsid w:val="00AF2AAF"/>
    <w:rsid w:val="00AF2AF2"/>
    <w:rsid w:val="00AF2CF7"/>
    <w:rsid w:val="00AF2E24"/>
    <w:rsid w:val="00AF30C6"/>
    <w:rsid w:val="00AF3570"/>
    <w:rsid w:val="00AF372A"/>
    <w:rsid w:val="00AF373E"/>
    <w:rsid w:val="00AF3787"/>
    <w:rsid w:val="00AF3A2D"/>
    <w:rsid w:val="00AF4254"/>
    <w:rsid w:val="00AF43CC"/>
    <w:rsid w:val="00AF4549"/>
    <w:rsid w:val="00AF48A8"/>
    <w:rsid w:val="00AF4BF6"/>
    <w:rsid w:val="00AF4C44"/>
    <w:rsid w:val="00AF4DE4"/>
    <w:rsid w:val="00AF4EBE"/>
    <w:rsid w:val="00AF5415"/>
    <w:rsid w:val="00AF5428"/>
    <w:rsid w:val="00AF5578"/>
    <w:rsid w:val="00AF55D3"/>
    <w:rsid w:val="00AF5691"/>
    <w:rsid w:val="00AF57D1"/>
    <w:rsid w:val="00AF58F6"/>
    <w:rsid w:val="00AF5901"/>
    <w:rsid w:val="00AF5E42"/>
    <w:rsid w:val="00AF5E63"/>
    <w:rsid w:val="00AF5E8C"/>
    <w:rsid w:val="00AF6088"/>
    <w:rsid w:val="00AF6406"/>
    <w:rsid w:val="00AF6457"/>
    <w:rsid w:val="00AF6589"/>
    <w:rsid w:val="00AF668A"/>
    <w:rsid w:val="00AF66BE"/>
    <w:rsid w:val="00AF6ACC"/>
    <w:rsid w:val="00AF6F32"/>
    <w:rsid w:val="00AF7434"/>
    <w:rsid w:val="00AF7619"/>
    <w:rsid w:val="00AF7A69"/>
    <w:rsid w:val="00AF7B86"/>
    <w:rsid w:val="00AF7D82"/>
    <w:rsid w:val="00AF7EC6"/>
    <w:rsid w:val="00AF7ED4"/>
    <w:rsid w:val="00B00BDB"/>
    <w:rsid w:val="00B00E06"/>
    <w:rsid w:val="00B010DA"/>
    <w:rsid w:val="00B0139C"/>
    <w:rsid w:val="00B014C1"/>
    <w:rsid w:val="00B01C14"/>
    <w:rsid w:val="00B01DF1"/>
    <w:rsid w:val="00B02951"/>
    <w:rsid w:val="00B02980"/>
    <w:rsid w:val="00B02CA4"/>
    <w:rsid w:val="00B032A8"/>
    <w:rsid w:val="00B0332B"/>
    <w:rsid w:val="00B034FD"/>
    <w:rsid w:val="00B036EB"/>
    <w:rsid w:val="00B0384C"/>
    <w:rsid w:val="00B03B8E"/>
    <w:rsid w:val="00B03D8B"/>
    <w:rsid w:val="00B03D93"/>
    <w:rsid w:val="00B03F0F"/>
    <w:rsid w:val="00B04490"/>
    <w:rsid w:val="00B04520"/>
    <w:rsid w:val="00B04778"/>
    <w:rsid w:val="00B04B3F"/>
    <w:rsid w:val="00B04C31"/>
    <w:rsid w:val="00B04D3A"/>
    <w:rsid w:val="00B04E7B"/>
    <w:rsid w:val="00B05050"/>
    <w:rsid w:val="00B05073"/>
    <w:rsid w:val="00B05144"/>
    <w:rsid w:val="00B05460"/>
    <w:rsid w:val="00B055FE"/>
    <w:rsid w:val="00B05A0D"/>
    <w:rsid w:val="00B05BEF"/>
    <w:rsid w:val="00B05D97"/>
    <w:rsid w:val="00B06344"/>
    <w:rsid w:val="00B06757"/>
    <w:rsid w:val="00B068FF"/>
    <w:rsid w:val="00B06CC9"/>
    <w:rsid w:val="00B06EC3"/>
    <w:rsid w:val="00B07047"/>
    <w:rsid w:val="00B0717A"/>
    <w:rsid w:val="00B07316"/>
    <w:rsid w:val="00B07556"/>
    <w:rsid w:val="00B07616"/>
    <w:rsid w:val="00B10339"/>
    <w:rsid w:val="00B103C3"/>
    <w:rsid w:val="00B103E2"/>
    <w:rsid w:val="00B10421"/>
    <w:rsid w:val="00B106DC"/>
    <w:rsid w:val="00B10877"/>
    <w:rsid w:val="00B109BA"/>
    <w:rsid w:val="00B10BA4"/>
    <w:rsid w:val="00B11419"/>
    <w:rsid w:val="00B11509"/>
    <w:rsid w:val="00B11A30"/>
    <w:rsid w:val="00B11E87"/>
    <w:rsid w:val="00B12031"/>
    <w:rsid w:val="00B1298D"/>
    <w:rsid w:val="00B1345F"/>
    <w:rsid w:val="00B137FC"/>
    <w:rsid w:val="00B139A4"/>
    <w:rsid w:val="00B139C6"/>
    <w:rsid w:val="00B144C2"/>
    <w:rsid w:val="00B14788"/>
    <w:rsid w:val="00B14867"/>
    <w:rsid w:val="00B14D2F"/>
    <w:rsid w:val="00B15128"/>
    <w:rsid w:val="00B152B7"/>
    <w:rsid w:val="00B158CF"/>
    <w:rsid w:val="00B15B74"/>
    <w:rsid w:val="00B15B91"/>
    <w:rsid w:val="00B16013"/>
    <w:rsid w:val="00B16335"/>
    <w:rsid w:val="00B164D9"/>
    <w:rsid w:val="00B167C2"/>
    <w:rsid w:val="00B169A3"/>
    <w:rsid w:val="00B16A7B"/>
    <w:rsid w:val="00B16AAB"/>
    <w:rsid w:val="00B16F31"/>
    <w:rsid w:val="00B170C6"/>
    <w:rsid w:val="00B1739F"/>
    <w:rsid w:val="00B17400"/>
    <w:rsid w:val="00B175BF"/>
    <w:rsid w:val="00B17D08"/>
    <w:rsid w:val="00B202D3"/>
    <w:rsid w:val="00B20A1A"/>
    <w:rsid w:val="00B20A78"/>
    <w:rsid w:val="00B20AD4"/>
    <w:rsid w:val="00B20F33"/>
    <w:rsid w:val="00B21B52"/>
    <w:rsid w:val="00B21BE9"/>
    <w:rsid w:val="00B21DAD"/>
    <w:rsid w:val="00B21F44"/>
    <w:rsid w:val="00B223C1"/>
    <w:rsid w:val="00B2247C"/>
    <w:rsid w:val="00B22D0F"/>
    <w:rsid w:val="00B22E6E"/>
    <w:rsid w:val="00B22ECA"/>
    <w:rsid w:val="00B23029"/>
    <w:rsid w:val="00B23100"/>
    <w:rsid w:val="00B23296"/>
    <w:rsid w:val="00B232CA"/>
    <w:rsid w:val="00B233E1"/>
    <w:rsid w:val="00B23479"/>
    <w:rsid w:val="00B23654"/>
    <w:rsid w:val="00B23F6A"/>
    <w:rsid w:val="00B24204"/>
    <w:rsid w:val="00B242D1"/>
    <w:rsid w:val="00B243AD"/>
    <w:rsid w:val="00B2451C"/>
    <w:rsid w:val="00B24539"/>
    <w:rsid w:val="00B246C1"/>
    <w:rsid w:val="00B247E5"/>
    <w:rsid w:val="00B24D28"/>
    <w:rsid w:val="00B24E92"/>
    <w:rsid w:val="00B24F0B"/>
    <w:rsid w:val="00B24FBA"/>
    <w:rsid w:val="00B25038"/>
    <w:rsid w:val="00B256E9"/>
    <w:rsid w:val="00B2571F"/>
    <w:rsid w:val="00B257E9"/>
    <w:rsid w:val="00B25B8F"/>
    <w:rsid w:val="00B25BFB"/>
    <w:rsid w:val="00B25DFA"/>
    <w:rsid w:val="00B26188"/>
    <w:rsid w:val="00B26227"/>
    <w:rsid w:val="00B26242"/>
    <w:rsid w:val="00B26257"/>
    <w:rsid w:val="00B263FE"/>
    <w:rsid w:val="00B26F64"/>
    <w:rsid w:val="00B2737C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974"/>
    <w:rsid w:val="00B31F70"/>
    <w:rsid w:val="00B32194"/>
    <w:rsid w:val="00B32264"/>
    <w:rsid w:val="00B3231B"/>
    <w:rsid w:val="00B326C6"/>
    <w:rsid w:val="00B328E2"/>
    <w:rsid w:val="00B32A3C"/>
    <w:rsid w:val="00B32CA4"/>
    <w:rsid w:val="00B32E9F"/>
    <w:rsid w:val="00B33091"/>
    <w:rsid w:val="00B33331"/>
    <w:rsid w:val="00B33791"/>
    <w:rsid w:val="00B33A56"/>
    <w:rsid w:val="00B33ACD"/>
    <w:rsid w:val="00B33EC3"/>
    <w:rsid w:val="00B345EE"/>
    <w:rsid w:val="00B3473B"/>
    <w:rsid w:val="00B34975"/>
    <w:rsid w:val="00B34AFA"/>
    <w:rsid w:val="00B34B7D"/>
    <w:rsid w:val="00B34E33"/>
    <w:rsid w:val="00B34EDF"/>
    <w:rsid w:val="00B34EF6"/>
    <w:rsid w:val="00B34F68"/>
    <w:rsid w:val="00B35564"/>
    <w:rsid w:val="00B35B40"/>
    <w:rsid w:val="00B35C34"/>
    <w:rsid w:val="00B35C8C"/>
    <w:rsid w:val="00B3608F"/>
    <w:rsid w:val="00B360B6"/>
    <w:rsid w:val="00B361F0"/>
    <w:rsid w:val="00B362EB"/>
    <w:rsid w:val="00B363E5"/>
    <w:rsid w:val="00B36419"/>
    <w:rsid w:val="00B36A53"/>
    <w:rsid w:val="00B36E6F"/>
    <w:rsid w:val="00B36E74"/>
    <w:rsid w:val="00B3775B"/>
    <w:rsid w:val="00B403C0"/>
    <w:rsid w:val="00B405D8"/>
    <w:rsid w:val="00B40CBD"/>
    <w:rsid w:val="00B40DA6"/>
    <w:rsid w:val="00B40DAE"/>
    <w:rsid w:val="00B4116D"/>
    <w:rsid w:val="00B4118B"/>
    <w:rsid w:val="00B413BC"/>
    <w:rsid w:val="00B414C3"/>
    <w:rsid w:val="00B415FE"/>
    <w:rsid w:val="00B41B6C"/>
    <w:rsid w:val="00B41CEC"/>
    <w:rsid w:val="00B41E59"/>
    <w:rsid w:val="00B4211B"/>
    <w:rsid w:val="00B42496"/>
    <w:rsid w:val="00B425DB"/>
    <w:rsid w:val="00B42654"/>
    <w:rsid w:val="00B429C6"/>
    <w:rsid w:val="00B42AB9"/>
    <w:rsid w:val="00B42B1F"/>
    <w:rsid w:val="00B42B68"/>
    <w:rsid w:val="00B42EE4"/>
    <w:rsid w:val="00B43081"/>
    <w:rsid w:val="00B439E3"/>
    <w:rsid w:val="00B43ABA"/>
    <w:rsid w:val="00B43ABD"/>
    <w:rsid w:val="00B43C4B"/>
    <w:rsid w:val="00B43DC6"/>
    <w:rsid w:val="00B43EDB"/>
    <w:rsid w:val="00B43FB9"/>
    <w:rsid w:val="00B44136"/>
    <w:rsid w:val="00B44738"/>
    <w:rsid w:val="00B44782"/>
    <w:rsid w:val="00B44ADD"/>
    <w:rsid w:val="00B44D55"/>
    <w:rsid w:val="00B44F4D"/>
    <w:rsid w:val="00B4506E"/>
    <w:rsid w:val="00B45223"/>
    <w:rsid w:val="00B45413"/>
    <w:rsid w:val="00B45A95"/>
    <w:rsid w:val="00B45F52"/>
    <w:rsid w:val="00B45FDD"/>
    <w:rsid w:val="00B461F6"/>
    <w:rsid w:val="00B46348"/>
    <w:rsid w:val="00B46619"/>
    <w:rsid w:val="00B469DF"/>
    <w:rsid w:val="00B46C1B"/>
    <w:rsid w:val="00B4709E"/>
    <w:rsid w:val="00B4723D"/>
    <w:rsid w:val="00B472E8"/>
    <w:rsid w:val="00B47459"/>
    <w:rsid w:val="00B474CD"/>
    <w:rsid w:val="00B474E6"/>
    <w:rsid w:val="00B4782F"/>
    <w:rsid w:val="00B47864"/>
    <w:rsid w:val="00B479B8"/>
    <w:rsid w:val="00B50041"/>
    <w:rsid w:val="00B50179"/>
    <w:rsid w:val="00B50278"/>
    <w:rsid w:val="00B50492"/>
    <w:rsid w:val="00B504BE"/>
    <w:rsid w:val="00B50657"/>
    <w:rsid w:val="00B50AFA"/>
    <w:rsid w:val="00B50CE9"/>
    <w:rsid w:val="00B50EBD"/>
    <w:rsid w:val="00B5121C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2C06"/>
    <w:rsid w:val="00B5314D"/>
    <w:rsid w:val="00B53295"/>
    <w:rsid w:val="00B53310"/>
    <w:rsid w:val="00B5349D"/>
    <w:rsid w:val="00B53693"/>
    <w:rsid w:val="00B537CC"/>
    <w:rsid w:val="00B53868"/>
    <w:rsid w:val="00B53A68"/>
    <w:rsid w:val="00B53DE5"/>
    <w:rsid w:val="00B540E1"/>
    <w:rsid w:val="00B541F5"/>
    <w:rsid w:val="00B5449D"/>
    <w:rsid w:val="00B548D1"/>
    <w:rsid w:val="00B54C88"/>
    <w:rsid w:val="00B553F0"/>
    <w:rsid w:val="00B55727"/>
    <w:rsid w:val="00B5587D"/>
    <w:rsid w:val="00B559DD"/>
    <w:rsid w:val="00B56114"/>
    <w:rsid w:val="00B56323"/>
    <w:rsid w:val="00B5646C"/>
    <w:rsid w:val="00B56668"/>
    <w:rsid w:val="00B56693"/>
    <w:rsid w:val="00B5695F"/>
    <w:rsid w:val="00B56B89"/>
    <w:rsid w:val="00B56CB5"/>
    <w:rsid w:val="00B5728B"/>
    <w:rsid w:val="00B575EA"/>
    <w:rsid w:val="00B57C5D"/>
    <w:rsid w:val="00B57E2C"/>
    <w:rsid w:val="00B57EBE"/>
    <w:rsid w:val="00B57ECB"/>
    <w:rsid w:val="00B6003A"/>
    <w:rsid w:val="00B60C16"/>
    <w:rsid w:val="00B60E18"/>
    <w:rsid w:val="00B60E1A"/>
    <w:rsid w:val="00B60F18"/>
    <w:rsid w:val="00B611B1"/>
    <w:rsid w:val="00B6135A"/>
    <w:rsid w:val="00B6196E"/>
    <w:rsid w:val="00B61B90"/>
    <w:rsid w:val="00B62089"/>
    <w:rsid w:val="00B620A9"/>
    <w:rsid w:val="00B624E0"/>
    <w:rsid w:val="00B62522"/>
    <w:rsid w:val="00B62749"/>
    <w:rsid w:val="00B62984"/>
    <w:rsid w:val="00B63039"/>
    <w:rsid w:val="00B63186"/>
    <w:rsid w:val="00B63C4A"/>
    <w:rsid w:val="00B644C4"/>
    <w:rsid w:val="00B6457A"/>
    <w:rsid w:val="00B6457E"/>
    <w:rsid w:val="00B6459E"/>
    <w:rsid w:val="00B647B2"/>
    <w:rsid w:val="00B648B8"/>
    <w:rsid w:val="00B64976"/>
    <w:rsid w:val="00B64BDD"/>
    <w:rsid w:val="00B64C23"/>
    <w:rsid w:val="00B64F53"/>
    <w:rsid w:val="00B65043"/>
    <w:rsid w:val="00B655D1"/>
    <w:rsid w:val="00B65939"/>
    <w:rsid w:val="00B659FC"/>
    <w:rsid w:val="00B65E54"/>
    <w:rsid w:val="00B65F80"/>
    <w:rsid w:val="00B66146"/>
    <w:rsid w:val="00B66399"/>
    <w:rsid w:val="00B66580"/>
    <w:rsid w:val="00B66756"/>
    <w:rsid w:val="00B66803"/>
    <w:rsid w:val="00B669AB"/>
    <w:rsid w:val="00B66A4F"/>
    <w:rsid w:val="00B66E8B"/>
    <w:rsid w:val="00B66EF0"/>
    <w:rsid w:val="00B66FA4"/>
    <w:rsid w:val="00B671AF"/>
    <w:rsid w:val="00B67202"/>
    <w:rsid w:val="00B67315"/>
    <w:rsid w:val="00B67854"/>
    <w:rsid w:val="00B67B9F"/>
    <w:rsid w:val="00B67D49"/>
    <w:rsid w:val="00B700C2"/>
    <w:rsid w:val="00B706CB"/>
    <w:rsid w:val="00B70757"/>
    <w:rsid w:val="00B70942"/>
    <w:rsid w:val="00B70AC6"/>
    <w:rsid w:val="00B70AC9"/>
    <w:rsid w:val="00B7101D"/>
    <w:rsid w:val="00B71047"/>
    <w:rsid w:val="00B71708"/>
    <w:rsid w:val="00B71712"/>
    <w:rsid w:val="00B72051"/>
    <w:rsid w:val="00B72A34"/>
    <w:rsid w:val="00B72AD3"/>
    <w:rsid w:val="00B72DAF"/>
    <w:rsid w:val="00B72E6F"/>
    <w:rsid w:val="00B72ED0"/>
    <w:rsid w:val="00B731A4"/>
    <w:rsid w:val="00B73291"/>
    <w:rsid w:val="00B73335"/>
    <w:rsid w:val="00B734A6"/>
    <w:rsid w:val="00B73620"/>
    <w:rsid w:val="00B73816"/>
    <w:rsid w:val="00B73851"/>
    <w:rsid w:val="00B73984"/>
    <w:rsid w:val="00B7404B"/>
    <w:rsid w:val="00B7436D"/>
    <w:rsid w:val="00B74728"/>
    <w:rsid w:val="00B74AEC"/>
    <w:rsid w:val="00B74B34"/>
    <w:rsid w:val="00B74D8C"/>
    <w:rsid w:val="00B74EDD"/>
    <w:rsid w:val="00B74EF8"/>
    <w:rsid w:val="00B7513F"/>
    <w:rsid w:val="00B75533"/>
    <w:rsid w:val="00B755A3"/>
    <w:rsid w:val="00B7576B"/>
    <w:rsid w:val="00B75783"/>
    <w:rsid w:val="00B76177"/>
    <w:rsid w:val="00B76368"/>
    <w:rsid w:val="00B7638C"/>
    <w:rsid w:val="00B7649F"/>
    <w:rsid w:val="00B766B0"/>
    <w:rsid w:val="00B76714"/>
    <w:rsid w:val="00B76BE5"/>
    <w:rsid w:val="00B76C9C"/>
    <w:rsid w:val="00B76FBA"/>
    <w:rsid w:val="00B77870"/>
    <w:rsid w:val="00B77971"/>
    <w:rsid w:val="00B800D0"/>
    <w:rsid w:val="00B80225"/>
    <w:rsid w:val="00B80316"/>
    <w:rsid w:val="00B80451"/>
    <w:rsid w:val="00B80522"/>
    <w:rsid w:val="00B805E0"/>
    <w:rsid w:val="00B8071C"/>
    <w:rsid w:val="00B807FD"/>
    <w:rsid w:val="00B808D8"/>
    <w:rsid w:val="00B80998"/>
    <w:rsid w:val="00B80DDD"/>
    <w:rsid w:val="00B80E87"/>
    <w:rsid w:val="00B80EC6"/>
    <w:rsid w:val="00B81194"/>
    <w:rsid w:val="00B81820"/>
    <w:rsid w:val="00B81945"/>
    <w:rsid w:val="00B81B26"/>
    <w:rsid w:val="00B823A0"/>
    <w:rsid w:val="00B82706"/>
    <w:rsid w:val="00B82C6A"/>
    <w:rsid w:val="00B82C7A"/>
    <w:rsid w:val="00B82CA8"/>
    <w:rsid w:val="00B8305F"/>
    <w:rsid w:val="00B8308E"/>
    <w:rsid w:val="00B83297"/>
    <w:rsid w:val="00B834CF"/>
    <w:rsid w:val="00B8350D"/>
    <w:rsid w:val="00B83848"/>
    <w:rsid w:val="00B8384A"/>
    <w:rsid w:val="00B83879"/>
    <w:rsid w:val="00B839E6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923"/>
    <w:rsid w:val="00B85A0A"/>
    <w:rsid w:val="00B85AAA"/>
    <w:rsid w:val="00B85E5F"/>
    <w:rsid w:val="00B85E7B"/>
    <w:rsid w:val="00B863D0"/>
    <w:rsid w:val="00B864D0"/>
    <w:rsid w:val="00B865A1"/>
    <w:rsid w:val="00B8688F"/>
    <w:rsid w:val="00B86950"/>
    <w:rsid w:val="00B86A99"/>
    <w:rsid w:val="00B86CF7"/>
    <w:rsid w:val="00B86F61"/>
    <w:rsid w:val="00B87222"/>
    <w:rsid w:val="00B875B1"/>
    <w:rsid w:val="00B87638"/>
    <w:rsid w:val="00B87C09"/>
    <w:rsid w:val="00B87D82"/>
    <w:rsid w:val="00B87E00"/>
    <w:rsid w:val="00B90020"/>
    <w:rsid w:val="00B90242"/>
    <w:rsid w:val="00B90444"/>
    <w:rsid w:val="00B90AE2"/>
    <w:rsid w:val="00B90B0D"/>
    <w:rsid w:val="00B90B1C"/>
    <w:rsid w:val="00B90F62"/>
    <w:rsid w:val="00B914FC"/>
    <w:rsid w:val="00B927E5"/>
    <w:rsid w:val="00B9288C"/>
    <w:rsid w:val="00B92A2D"/>
    <w:rsid w:val="00B92DFE"/>
    <w:rsid w:val="00B92FBA"/>
    <w:rsid w:val="00B93042"/>
    <w:rsid w:val="00B932FF"/>
    <w:rsid w:val="00B93373"/>
    <w:rsid w:val="00B93374"/>
    <w:rsid w:val="00B93835"/>
    <w:rsid w:val="00B939A1"/>
    <w:rsid w:val="00B939B8"/>
    <w:rsid w:val="00B939F3"/>
    <w:rsid w:val="00B93C97"/>
    <w:rsid w:val="00B93E61"/>
    <w:rsid w:val="00B93ED7"/>
    <w:rsid w:val="00B942D9"/>
    <w:rsid w:val="00B94394"/>
    <w:rsid w:val="00B9482B"/>
    <w:rsid w:val="00B9499C"/>
    <w:rsid w:val="00B94DF1"/>
    <w:rsid w:val="00B95030"/>
    <w:rsid w:val="00B951CA"/>
    <w:rsid w:val="00B951EA"/>
    <w:rsid w:val="00B954CF"/>
    <w:rsid w:val="00B955C9"/>
    <w:rsid w:val="00B955E5"/>
    <w:rsid w:val="00B95845"/>
    <w:rsid w:val="00B95C3F"/>
    <w:rsid w:val="00B95FD3"/>
    <w:rsid w:val="00B963EB"/>
    <w:rsid w:val="00B96577"/>
    <w:rsid w:val="00B968BA"/>
    <w:rsid w:val="00B96A66"/>
    <w:rsid w:val="00B96E6D"/>
    <w:rsid w:val="00B97024"/>
    <w:rsid w:val="00B971D1"/>
    <w:rsid w:val="00B975B1"/>
    <w:rsid w:val="00B97766"/>
    <w:rsid w:val="00B9787F"/>
    <w:rsid w:val="00B97F57"/>
    <w:rsid w:val="00BA05A6"/>
    <w:rsid w:val="00BA0664"/>
    <w:rsid w:val="00BA06CD"/>
    <w:rsid w:val="00BA07F0"/>
    <w:rsid w:val="00BA095F"/>
    <w:rsid w:val="00BA0AFB"/>
    <w:rsid w:val="00BA0D6A"/>
    <w:rsid w:val="00BA0D99"/>
    <w:rsid w:val="00BA11FE"/>
    <w:rsid w:val="00BA1371"/>
    <w:rsid w:val="00BA138B"/>
    <w:rsid w:val="00BA1828"/>
    <w:rsid w:val="00BA18BA"/>
    <w:rsid w:val="00BA1BC0"/>
    <w:rsid w:val="00BA1D7F"/>
    <w:rsid w:val="00BA1E26"/>
    <w:rsid w:val="00BA1E3B"/>
    <w:rsid w:val="00BA2032"/>
    <w:rsid w:val="00BA2145"/>
    <w:rsid w:val="00BA2552"/>
    <w:rsid w:val="00BA2985"/>
    <w:rsid w:val="00BA29C8"/>
    <w:rsid w:val="00BA2D15"/>
    <w:rsid w:val="00BA2E24"/>
    <w:rsid w:val="00BA2E34"/>
    <w:rsid w:val="00BA2EC5"/>
    <w:rsid w:val="00BA2FAF"/>
    <w:rsid w:val="00BA367C"/>
    <w:rsid w:val="00BA3B96"/>
    <w:rsid w:val="00BA3BF5"/>
    <w:rsid w:val="00BA3C3E"/>
    <w:rsid w:val="00BA3CAD"/>
    <w:rsid w:val="00BA3E67"/>
    <w:rsid w:val="00BA44D1"/>
    <w:rsid w:val="00BA4584"/>
    <w:rsid w:val="00BA4853"/>
    <w:rsid w:val="00BA4EF4"/>
    <w:rsid w:val="00BA503D"/>
    <w:rsid w:val="00BA50ED"/>
    <w:rsid w:val="00BA535D"/>
    <w:rsid w:val="00BA5487"/>
    <w:rsid w:val="00BA59AA"/>
    <w:rsid w:val="00BA5D97"/>
    <w:rsid w:val="00BA5E71"/>
    <w:rsid w:val="00BA5F2E"/>
    <w:rsid w:val="00BA60EB"/>
    <w:rsid w:val="00BA620D"/>
    <w:rsid w:val="00BA621C"/>
    <w:rsid w:val="00BA629A"/>
    <w:rsid w:val="00BA6968"/>
    <w:rsid w:val="00BA6B04"/>
    <w:rsid w:val="00BA6B55"/>
    <w:rsid w:val="00BA7210"/>
    <w:rsid w:val="00BA736A"/>
    <w:rsid w:val="00BA73E7"/>
    <w:rsid w:val="00BB00FE"/>
    <w:rsid w:val="00BB0294"/>
    <w:rsid w:val="00BB0466"/>
    <w:rsid w:val="00BB054A"/>
    <w:rsid w:val="00BB056A"/>
    <w:rsid w:val="00BB0777"/>
    <w:rsid w:val="00BB08B2"/>
    <w:rsid w:val="00BB0DEB"/>
    <w:rsid w:val="00BB0FE6"/>
    <w:rsid w:val="00BB105F"/>
    <w:rsid w:val="00BB156B"/>
    <w:rsid w:val="00BB1BE4"/>
    <w:rsid w:val="00BB1E2A"/>
    <w:rsid w:val="00BB1EF2"/>
    <w:rsid w:val="00BB1FE3"/>
    <w:rsid w:val="00BB2505"/>
    <w:rsid w:val="00BB2707"/>
    <w:rsid w:val="00BB281C"/>
    <w:rsid w:val="00BB2C8F"/>
    <w:rsid w:val="00BB2E64"/>
    <w:rsid w:val="00BB2EDE"/>
    <w:rsid w:val="00BB31C8"/>
    <w:rsid w:val="00BB32A5"/>
    <w:rsid w:val="00BB32BF"/>
    <w:rsid w:val="00BB3A2C"/>
    <w:rsid w:val="00BB3A5A"/>
    <w:rsid w:val="00BB3A68"/>
    <w:rsid w:val="00BB3E18"/>
    <w:rsid w:val="00BB3F1D"/>
    <w:rsid w:val="00BB3FF3"/>
    <w:rsid w:val="00BB4217"/>
    <w:rsid w:val="00BB4450"/>
    <w:rsid w:val="00BB44E8"/>
    <w:rsid w:val="00BB4982"/>
    <w:rsid w:val="00BB4A1F"/>
    <w:rsid w:val="00BB505F"/>
    <w:rsid w:val="00BB5410"/>
    <w:rsid w:val="00BB54D3"/>
    <w:rsid w:val="00BB54F8"/>
    <w:rsid w:val="00BB564B"/>
    <w:rsid w:val="00BB583F"/>
    <w:rsid w:val="00BB5B4F"/>
    <w:rsid w:val="00BB5C01"/>
    <w:rsid w:val="00BB5FF2"/>
    <w:rsid w:val="00BB6005"/>
    <w:rsid w:val="00BB601E"/>
    <w:rsid w:val="00BB63A1"/>
    <w:rsid w:val="00BB648B"/>
    <w:rsid w:val="00BB6C6E"/>
    <w:rsid w:val="00BB6D0D"/>
    <w:rsid w:val="00BB70A7"/>
    <w:rsid w:val="00BB71F8"/>
    <w:rsid w:val="00BB72E3"/>
    <w:rsid w:val="00BB7A3D"/>
    <w:rsid w:val="00BB7C25"/>
    <w:rsid w:val="00BC038E"/>
    <w:rsid w:val="00BC0476"/>
    <w:rsid w:val="00BC0AEE"/>
    <w:rsid w:val="00BC138F"/>
    <w:rsid w:val="00BC1520"/>
    <w:rsid w:val="00BC1564"/>
    <w:rsid w:val="00BC18DD"/>
    <w:rsid w:val="00BC1BF5"/>
    <w:rsid w:val="00BC25E6"/>
    <w:rsid w:val="00BC28EC"/>
    <w:rsid w:val="00BC2BE6"/>
    <w:rsid w:val="00BC2E0E"/>
    <w:rsid w:val="00BC319F"/>
    <w:rsid w:val="00BC31A3"/>
    <w:rsid w:val="00BC3212"/>
    <w:rsid w:val="00BC33C2"/>
    <w:rsid w:val="00BC35D8"/>
    <w:rsid w:val="00BC389C"/>
    <w:rsid w:val="00BC3D51"/>
    <w:rsid w:val="00BC3FCB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31C"/>
    <w:rsid w:val="00BC541A"/>
    <w:rsid w:val="00BC54AB"/>
    <w:rsid w:val="00BC55AA"/>
    <w:rsid w:val="00BC5626"/>
    <w:rsid w:val="00BC5736"/>
    <w:rsid w:val="00BC579A"/>
    <w:rsid w:val="00BC57AF"/>
    <w:rsid w:val="00BC57C6"/>
    <w:rsid w:val="00BC5833"/>
    <w:rsid w:val="00BC58AB"/>
    <w:rsid w:val="00BC6158"/>
    <w:rsid w:val="00BC6C0F"/>
    <w:rsid w:val="00BC6C7A"/>
    <w:rsid w:val="00BC6C98"/>
    <w:rsid w:val="00BC7564"/>
    <w:rsid w:val="00BC7688"/>
    <w:rsid w:val="00BC77E5"/>
    <w:rsid w:val="00BC7A33"/>
    <w:rsid w:val="00BC7A3F"/>
    <w:rsid w:val="00BC7D7F"/>
    <w:rsid w:val="00BD082E"/>
    <w:rsid w:val="00BD0BE4"/>
    <w:rsid w:val="00BD130E"/>
    <w:rsid w:val="00BD133D"/>
    <w:rsid w:val="00BD155D"/>
    <w:rsid w:val="00BD1712"/>
    <w:rsid w:val="00BD176C"/>
    <w:rsid w:val="00BD1AD3"/>
    <w:rsid w:val="00BD1C4C"/>
    <w:rsid w:val="00BD1C76"/>
    <w:rsid w:val="00BD1DE3"/>
    <w:rsid w:val="00BD1EC8"/>
    <w:rsid w:val="00BD1ECD"/>
    <w:rsid w:val="00BD1FC6"/>
    <w:rsid w:val="00BD256D"/>
    <w:rsid w:val="00BD258B"/>
    <w:rsid w:val="00BD268B"/>
    <w:rsid w:val="00BD292D"/>
    <w:rsid w:val="00BD296C"/>
    <w:rsid w:val="00BD29DE"/>
    <w:rsid w:val="00BD2A82"/>
    <w:rsid w:val="00BD31B1"/>
    <w:rsid w:val="00BD33E2"/>
    <w:rsid w:val="00BD365A"/>
    <w:rsid w:val="00BD40E3"/>
    <w:rsid w:val="00BD45D4"/>
    <w:rsid w:val="00BD481B"/>
    <w:rsid w:val="00BD488B"/>
    <w:rsid w:val="00BD4A06"/>
    <w:rsid w:val="00BD4B2E"/>
    <w:rsid w:val="00BD4D7D"/>
    <w:rsid w:val="00BD4D91"/>
    <w:rsid w:val="00BD4E05"/>
    <w:rsid w:val="00BD4E6B"/>
    <w:rsid w:val="00BD4F14"/>
    <w:rsid w:val="00BD50BE"/>
    <w:rsid w:val="00BD50F3"/>
    <w:rsid w:val="00BD5122"/>
    <w:rsid w:val="00BD5193"/>
    <w:rsid w:val="00BD5562"/>
    <w:rsid w:val="00BD56D1"/>
    <w:rsid w:val="00BD5809"/>
    <w:rsid w:val="00BD5A6E"/>
    <w:rsid w:val="00BD5B08"/>
    <w:rsid w:val="00BD5D19"/>
    <w:rsid w:val="00BD5F4C"/>
    <w:rsid w:val="00BD60AA"/>
    <w:rsid w:val="00BD613B"/>
    <w:rsid w:val="00BD6227"/>
    <w:rsid w:val="00BD66BC"/>
    <w:rsid w:val="00BD675F"/>
    <w:rsid w:val="00BD69AD"/>
    <w:rsid w:val="00BD6C47"/>
    <w:rsid w:val="00BD6DB1"/>
    <w:rsid w:val="00BD700B"/>
    <w:rsid w:val="00BD732A"/>
    <w:rsid w:val="00BD76AC"/>
    <w:rsid w:val="00BD773B"/>
    <w:rsid w:val="00BD7D71"/>
    <w:rsid w:val="00BD7E33"/>
    <w:rsid w:val="00BD7FFA"/>
    <w:rsid w:val="00BE015C"/>
    <w:rsid w:val="00BE0FC1"/>
    <w:rsid w:val="00BE125B"/>
    <w:rsid w:val="00BE12BC"/>
    <w:rsid w:val="00BE12D6"/>
    <w:rsid w:val="00BE1425"/>
    <w:rsid w:val="00BE1451"/>
    <w:rsid w:val="00BE174B"/>
    <w:rsid w:val="00BE19B3"/>
    <w:rsid w:val="00BE1BD6"/>
    <w:rsid w:val="00BE1F25"/>
    <w:rsid w:val="00BE1F34"/>
    <w:rsid w:val="00BE2170"/>
    <w:rsid w:val="00BE21CC"/>
    <w:rsid w:val="00BE239D"/>
    <w:rsid w:val="00BE2423"/>
    <w:rsid w:val="00BE2555"/>
    <w:rsid w:val="00BE2582"/>
    <w:rsid w:val="00BE282D"/>
    <w:rsid w:val="00BE284F"/>
    <w:rsid w:val="00BE2866"/>
    <w:rsid w:val="00BE2892"/>
    <w:rsid w:val="00BE2AB9"/>
    <w:rsid w:val="00BE2AC2"/>
    <w:rsid w:val="00BE2BC6"/>
    <w:rsid w:val="00BE2DB5"/>
    <w:rsid w:val="00BE2DF0"/>
    <w:rsid w:val="00BE3386"/>
    <w:rsid w:val="00BE346F"/>
    <w:rsid w:val="00BE37BE"/>
    <w:rsid w:val="00BE3BA3"/>
    <w:rsid w:val="00BE3C41"/>
    <w:rsid w:val="00BE3C77"/>
    <w:rsid w:val="00BE4213"/>
    <w:rsid w:val="00BE4C82"/>
    <w:rsid w:val="00BE4E73"/>
    <w:rsid w:val="00BE4ECD"/>
    <w:rsid w:val="00BE4F94"/>
    <w:rsid w:val="00BE5275"/>
    <w:rsid w:val="00BE5853"/>
    <w:rsid w:val="00BE5BDD"/>
    <w:rsid w:val="00BE6492"/>
    <w:rsid w:val="00BE651D"/>
    <w:rsid w:val="00BE669B"/>
    <w:rsid w:val="00BE69E5"/>
    <w:rsid w:val="00BE6F7E"/>
    <w:rsid w:val="00BE724D"/>
    <w:rsid w:val="00BE7601"/>
    <w:rsid w:val="00BE76D9"/>
    <w:rsid w:val="00BE78E4"/>
    <w:rsid w:val="00BE7D4C"/>
    <w:rsid w:val="00BE7F5E"/>
    <w:rsid w:val="00BF003F"/>
    <w:rsid w:val="00BF007D"/>
    <w:rsid w:val="00BF00F8"/>
    <w:rsid w:val="00BF0162"/>
    <w:rsid w:val="00BF0410"/>
    <w:rsid w:val="00BF06D0"/>
    <w:rsid w:val="00BF0AA6"/>
    <w:rsid w:val="00BF0B05"/>
    <w:rsid w:val="00BF0C4B"/>
    <w:rsid w:val="00BF0CDE"/>
    <w:rsid w:val="00BF0D85"/>
    <w:rsid w:val="00BF1245"/>
    <w:rsid w:val="00BF1358"/>
    <w:rsid w:val="00BF13B7"/>
    <w:rsid w:val="00BF18CC"/>
    <w:rsid w:val="00BF1C6F"/>
    <w:rsid w:val="00BF1CB7"/>
    <w:rsid w:val="00BF1CD4"/>
    <w:rsid w:val="00BF23D8"/>
    <w:rsid w:val="00BF2A1F"/>
    <w:rsid w:val="00BF2F76"/>
    <w:rsid w:val="00BF367E"/>
    <w:rsid w:val="00BF3736"/>
    <w:rsid w:val="00BF3785"/>
    <w:rsid w:val="00BF390D"/>
    <w:rsid w:val="00BF3BFE"/>
    <w:rsid w:val="00BF3C5A"/>
    <w:rsid w:val="00BF3C65"/>
    <w:rsid w:val="00BF3D1C"/>
    <w:rsid w:val="00BF3D58"/>
    <w:rsid w:val="00BF4629"/>
    <w:rsid w:val="00BF4708"/>
    <w:rsid w:val="00BF4772"/>
    <w:rsid w:val="00BF482F"/>
    <w:rsid w:val="00BF49A1"/>
    <w:rsid w:val="00BF4B15"/>
    <w:rsid w:val="00BF4B68"/>
    <w:rsid w:val="00BF526A"/>
    <w:rsid w:val="00BF5362"/>
    <w:rsid w:val="00BF5472"/>
    <w:rsid w:val="00BF554D"/>
    <w:rsid w:val="00BF56F0"/>
    <w:rsid w:val="00BF584C"/>
    <w:rsid w:val="00BF5BBD"/>
    <w:rsid w:val="00BF5DA1"/>
    <w:rsid w:val="00BF5E0C"/>
    <w:rsid w:val="00BF5F6F"/>
    <w:rsid w:val="00BF6681"/>
    <w:rsid w:val="00BF6C2D"/>
    <w:rsid w:val="00BF6DCF"/>
    <w:rsid w:val="00BF6EDC"/>
    <w:rsid w:val="00BF6EE7"/>
    <w:rsid w:val="00BF6F98"/>
    <w:rsid w:val="00BF767E"/>
    <w:rsid w:val="00BF7BB2"/>
    <w:rsid w:val="00BF7E13"/>
    <w:rsid w:val="00C004FD"/>
    <w:rsid w:val="00C00908"/>
    <w:rsid w:val="00C00A9D"/>
    <w:rsid w:val="00C00AB4"/>
    <w:rsid w:val="00C00ABA"/>
    <w:rsid w:val="00C00ADB"/>
    <w:rsid w:val="00C00D18"/>
    <w:rsid w:val="00C00E83"/>
    <w:rsid w:val="00C00FD0"/>
    <w:rsid w:val="00C011A4"/>
    <w:rsid w:val="00C012D5"/>
    <w:rsid w:val="00C014B0"/>
    <w:rsid w:val="00C01555"/>
    <w:rsid w:val="00C015F5"/>
    <w:rsid w:val="00C01811"/>
    <w:rsid w:val="00C01E6F"/>
    <w:rsid w:val="00C01F14"/>
    <w:rsid w:val="00C021B3"/>
    <w:rsid w:val="00C02317"/>
    <w:rsid w:val="00C023EC"/>
    <w:rsid w:val="00C0371E"/>
    <w:rsid w:val="00C03955"/>
    <w:rsid w:val="00C039E4"/>
    <w:rsid w:val="00C04109"/>
    <w:rsid w:val="00C04669"/>
    <w:rsid w:val="00C0497A"/>
    <w:rsid w:val="00C04A96"/>
    <w:rsid w:val="00C04DE9"/>
    <w:rsid w:val="00C05586"/>
    <w:rsid w:val="00C05596"/>
    <w:rsid w:val="00C05721"/>
    <w:rsid w:val="00C057B5"/>
    <w:rsid w:val="00C0599D"/>
    <w:rsid w:val="00C05B10"/>
    <w:rsid w:val="00C05E3F"/>
    <w:rsid w:val="00C0630A"/>
    <w:rsid w:val="00C0647B"/>
    <w:rsid w:val="00C0678A"/>
    <w:rsid w:val="00C0682C"/>
    <w:rsid w:val="00C0694B"/>
    <w:rsid w:val="00C06AF0"/>
    <w:rsid w:val="00C07322"/>
    <w:rsid w:val="00C073FD"/>
    <w:rsid w:val="00C074AD"/>
    <w:rsid w:val="00C07521"/>
    <w:rsid w:val="00C07CB9"/>
    <w:rsid w:val="00C108DF"/>
    <w:rsid w:val="00C1097C"/>
    <w:rsid w:val="00C10AAE"/>
    <w:rsid w:val="00C10CE2"/>
    <w:rsid w:val="00C10F4D"/>
    <w:rsid w:val="00C10F87"/>
    <w:rsid w:val="00C11051"/>
    <w:rsid w:val="00C1117F"/>
    <w:rsid w:val="00C1122D"/>
    <w:rsid w:val="00C1188E"/>
    <w:rsid w:val="00C11BF5"/>
    <w:rsid w:val="00C11EB3"/>
    <w:rsid w:val="00C12047"/>
    <w:rsid w:val="00C124A3"/>
    <w:rsid w:val="00C128D1"/>
    <w:rsid w:val="00C12B2F"/>
    <w:rsid w:val="00C12F4D"/>
    <w:rsid w:val="00C12FCD"/>
    <w:rsid w:val="00C13067"/>
    <w:rsid w:val="00C13096"/>
    <w:rsid w:val="00C13359"/>
    <w:rsid w:val="00C13E1E"/>
    <w:rsid w:val="00C14273"/>
    <w:rsid w:val="00C142D6"/>
    <w:rsid w:val="00C143AC"/>
    <w:rsid w:val="00C143C5"/>
    <w:rsid w:val="00C1448E"/>
    <w:rsid w:val="00C144AE"/>
    <w:rsid w:val="00C145AD"/>
    <w:rsid w:val="00C146BA"/>
    <w:rsid w:val="00C1479F"/>
    <w:rsid w:val="00C1509D"/>
    <w:rsid w:val="00C152BA"/>
    <w:rsid w:val="00C15422"/>
    <w:rsid w:val="00C155F4"/>
    <w:rsid w:val="00C156C7"/>
    <w:rsid w:val="00C15723"/>
    <w:rsid w:val="00C15821"/>
    <w:rsid w:val="00C158E7"/>
    <w:rsid w:val="00C159E3"/>
    <w:rsid w:val="00C15AD0"/>
    <w:rsid w:val="00C15B38"/>
    <w:rsid w:val="00C15DF9"/>
    <w:rsid w:val="00C16794"/>
    <w:rsid w:val="00C16B99"/>
    <w:rsid w:val="00C16D0F"/>
    <w:rsid w:val="00C16D3F"/>
    <w:rsid w:val="00C1714B"/>
    <w:rsid w:val="00C175C6"/>
    <w:rsid w:val="00C17946"/>
    <w:rsid w:val="00C17AEF"/>
    <w:rsid w:val="00C17EAD"/>
    <w:rsid w:val="00C2065E"/>
    <w:rsid w:val="00C207E5"/>
    <w:rsid w:val="00C208EF"/>
    <w:rsid w:val="00C20B1D"/>
    <w:rsid w:val="00C20D23"/>
    <w:rsid w:val="00C20D42"/>
    <w:rsid w:val="00C20D69"/>
    <w:rsid w:val="00C20DDB"/>
    <w:rsid w:val="00C20DE4"/>
    <w:rsid w:val="00C210CE"/>
    <w:rsid w:val="00C21199"/>
    <w:rsid w:val="00C212DB"/>
    <w:rsid w:val="00C21EB3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C7E"/>
    <w:rsid w:val="00C22FE4"/>
    <w:rsid w:val="00C230CE"/>
    <w:rsid w:val="00C2335D"/>
    <w:rsid w:val="00C233AB"/>
    <w:rsid w:val="00C2340A"/>
    <w:rsid w:val="00C23692"/>
    <w:rsid w:val="00C23A04"/>
    <w:rsid w:val="00C23C5B"/>
    <w:rsid w:val="00C23C86"/>
    <w:rsid w:val="00C23D00"/>
    <w:rsid w:val="00C23E2D"/>
    <w:rsid w:val="00C24360"/>
    <w:rsid w:val="00C243E5"/>
    <w:rsid w:val="00C246F9"/>
    <w:rsid w:val="00C247A0"/>
    <w:rsid w:val="00C24B8B"/>
    <w:rsid w:val="00C25410"/>
    <w:rsid w:val="00C255E8"/>
    <w:rsid w:val="00C25632"/>
    <w:rsid w:val="00C25BB6"/>
    <w:rsid w:val="00C25BE7"/>
    <w:rsid w:val="00C25CD1"/>
    <w:rsid w:val="00C25DB3"/>
    <w:rsid w:val="00C2653A"/>
    <w:rsid w:val="00C269B0"/>
    <w:rsid w:val="00C26A42"/>
    <w:rsid w:val="00C26AE5"/>
    <w:rsid w:val="00C26B3A"/>
    <w:rsid w:val="00C26F60"/>
    <w:rsid w:val="00C27117"/>
    <w:rsid w:val="00C2724D"/>
    <w:rsid w:val="00C27344"/>
    <w:rsid w:val="00C2741F"/>
    <w:rsid w:val="00C274A9"/>
    <w:rsid w:val="00C277A6"/>
    <w:rsid w:val="00C27D07"/>
    <w:rsid w:val="00C27E0C"/>
    <w:rsid w:val="00C27EA7"/>
    <w:rsid w:val="00C30078"/>
    <w:rsid w:val="00C300FD"/>
    <w:rsid w:val="00C30377"/>
    <w:rsid w:val="00C30496"/>
    <w:rsid w:val="00C30560"/>
    <w:rsid w:val="00C30999"/>
    <w:rsid w:val="00C30BD8"/>
    <w:rsid w:val="00C30C0D"/>
    <w:rsid w:val="00C30F53"/>
    <w:rsid w:val="00C31228"/>
    <w:rsid w:val="00C318ED"/>
    <w:rsid w:val="00C31B2D"/>
    <w:rsid w:val="00C31BBE"/>
    <w:rsid w:val="00C3242F"/>
    <w:rsid w:val="00C32746"/>
    <w:rsid w:val="00C32E26"/>
    <w:rsid w:val="00C32F5B"/>
    <w:rsid w:val="00C33099"/>
    <w:rsid w:val="00C3353C"/>
    <w:rsid w:val="00C33BE6"/>
    <w:rsid w:val="00C33C00"/>
    <w:rsid w:val="00C33C24"/>
    <w:rsid w:val="00C33CB7"/>
    <w:rsid w:val="00C33D55"/>
    <w:rsid w:val="00C33E37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694"/>
    <w:rsid w:val="00C3594C"/>
    <w:rsid w:val="00C360A2"/>
    <w:rsid w:val="00C361E6"/>
    <w:rsid w:val="00C36414"/>
    <w:rsid w:val="00C364DD"/>
    <w:rsid w:val="00C36904"/>
    <w:rsid w:val="00C36968"/>
    <w:rsid w:val="00C36ADD"/>
    <w:rsid w:val="00C36CF3"/>
    <w:rsid w:val="00C36E90"/>
    <w:rsid w:val="00C36EF0"/>
    <w:rsid w:val="00C37154"/>
    <w:rsid w:val="00C372C3"/>
    <w:rsid w:val="00C37470"/>
    <w:rsid w:val="00C37592"/>
    <w:rsid w:val="00C376CD"/>
    <w:rsid w:val="00C3777A"/>
    <w:rsid w:val="00C37782"/>
    <w:rsid w:val="00C37EE7"/>
    <w:rsid w:val="00C40161"/>
    <w:rsid w:val="00C40593"/>
    <w:rsid w:val="00C40885"/>
    <w:rsid w:val="00C409E9"/>
    <w:rsid w:val="00C40AA4"/>
    <w:rsid w:val="00C4118B"/>
    <w:rsid w:val="00C4144F"/>
    <w:rsid w:val="00C41BCB"/>
    <w:rsid w:val="00C41DDE"/>
    <w:rsid w:val="00C4216C"/>
    <w:rsid w:val="00C424C9"/>
    <w:rsid w:val="00C425D8"/>
    <w:rsid w:val="00C429AD"/>
    <w:rsid w:val="00C42C81"/>
    <w:rsid w:val="00C43060"/>
    <w:rsid w:val="00C4327F"/>
    <w:rsid w:val="00C43738"/>
    <w:rsid w:val="00C43AB0"/>
    <w:rsid w:val="00C44384"/>
    <w:rsid w:val="00C44477"/>
    <w:rsid w:val="00C4464C"/>
    <w:rsid w:val="00C44944"/>
    <w:rsid w:val="00C44D41"/>
    <w:rsid w:val="00C44E04"/>
    <w:rsid w:val="00C44EDD"/>
    <w:rsid w:val="00C44FF6"/>
    <w:rsid w:val="00C4504F"/>
    <w:rsid w:val="00C452EC"/>
    <w:rsid w:val="00C45AB6"/>
    <w:rsid w:val="00C45AEC"/>
    <w:rsid w:val="00C45C32"/>
    <w:rsid w:val="00C45D7D"/>
    <w:rsid w:val="00C45F59"/>
    <w:rsid w:val="00C461ED"/>
    <w:rsid w:val="00C465A3"/>
    <w:rsid w:val="00C465B4"/>
    <w:rsid w:val="00C46850"/>
    <w:rsid w:val="00C468ED"/>
    <w:rsid w:val="00C469CF"/>
    <w:rsid w:val="00C46A0B"/>
    <w:rsid w:val="00C46CBE"/>
    <w:rsid w:val="00C473B0"/>
    <w:rsid w:val="00C47477"/>
    <w:rsid w:val="00C47A33"/>
    <w:rsid w:val="00C47B87"/>
    <w:rsid w:val="00C47BFA"/>
    <w:rsid w:val="00C47ECC"/>
    <w:rsid w:val="00C50108"/>
    <w:rsid w:val="00C50745"/>
    <w:rsid w:val="00C5093B"/>
    <w:rsid w:val="00C50BBD"/>
    <w:rsid w:val="00C50D2E"/>
    <w:rsid w:val="00C50D73"/>
    <w:rsid w:val="00C50E55"/>
    <w:rsid w:val="00C51158"/>
    <w:rsid w:val="00C513CE"/>
    <w:rsid w:val="00C51570"/>
    <w:rsid w:val="00C5188C"/>
    <w:rsid w:val="00C51A4D"/>
    <w:rsid w:val="00C51D19"/>
    <w:rsid w:val="00C51ECE"/>
    <w:rsid w:val="00C51EEA"/>
    <w:rsid w:val="00C52010"/>
    <w:rsid w:val="00C52242"/>
    <w:rsid w:val="00C522D1"/>
    <w:rsid w:val="00C524D0"/>
    <w:rsid w:val="00C52500"/>
    <w:rsid w:val="00C52AD0"/>
    <w:rsid w:val="00C52CC8"/>
    <w:rsid w:val="00C52DC2"/>
    <w:rsid w:val="00C5320E"/>
    <w:rsid w:val="00C533C6"/>
    <w:rsid w:val="00C53464"/>
    <w:rsid w:val="00C53A54"/>
    <w:rsid w:val="00C53AEA"/>
    <w:rsid w:val="00C53C5C"/>
    <w:rsid w:val="00C53D73"/>
    <w:rsid w:val="00C54234"/>
    <w:rsid w:val="00C54499"/>
    <w:rsid w:val="00C5450B"/>
    <w:rsid w:val="00C54552"/>
    <w:rsid w:val="00C546D1"/>
    <w:rsid w:val="00C54857"/>
    <w:rsid w:val="00C54DDD"/>
    <w:rsid w:val="00C553BB"/>
    <w:rsid w:val="00C55414"/>
    <w:rsid w:val="00C55565"/>
    <w:rsid w:val="00C555F0"/>
    <w:rsid w:val="00C556AD"/>
    <w:rsid w:val="00C55BBC"/>
    <w:rsid w:val="00C55C1D"/>
    <w:rsid w:val="00C55CB2"/>
    <w:rsid w:val="00C55D2F"/>
    <w:rsid w:val="00C55DD6"/>
    <w:rsid w:val="00C55F5F"/>
    <w:rsid w:val="00C561DC"/>
    <w:rsid w:val="00C5658B"/>
    <w:rsid w:val="00C5696E"/>
    <w:rsid w:val="00C56AC5"/>
    <w:rsid w:val="00C56EE2"/>
    <w:rsid w:val="00C56F66"/>
    <w:rsid w:val="00C57485"/>
    <w:rsid w:val="00C5797B"/>
    <w:rsid w:val="00C57B9C"/>
    <w:rsid w:val="00C57CBB"/>
    <w:rsid w:val="00C57DEB"/>
    <w:rsid w:val="00C57E50"/>
    <w:rsid w:val="00C57EDD"/>
    <w:rsid w:val="00C6014D"/>
    <w:rsid w:val="00C60523"/>
    <w:rsid w:val="00C607B1"/>
    <w:rsid w:val="00C608D8"/>
    <w:rsid w:val="00C60A02"/>
    <w:rsid w:val="00C60D39"/>
    <w:rsid w:val="00C60F31"/>
    <w:rsid w:val="00C60F89"/>
    <w:rsid w:val="00C6105D"/>
    <w:rsid w:val="00C612F9"/>
    <w:rsid w:val="00C6131B"/>
    <w:rsid w:val="00C6143F"/>
    <w:rsid w:val="00C61472"/>
    <w:rsid w:val="00C61713"/>
    <w:rsid w:val="00C61A8E"/>
    <w:rsid w:val="00C61B51"/>
    <w:rsid w:val="00C61D02"/>
    <w:rsid w:val="00C61FBC"/>
    <w:rsid w:val="00C62D51"/>
    <w:rsid w:val="00C62EDA"/>
    <w:rsid w:val="00C632C4"/>
    <w:rsid w:val="00C63664"/>
    <w:rsid w:val="00C63755"/>
    <w:rsid w:val="00C63849"/>
    <w:rsid w:val="00C63A88"/>
    <w:rsid w:val="00C63AF2"/>
    <w:rsid w:val="00C63B10"/>
    <w:rsid w:val="00C63B95"/>
    <w:rsid w:val="00C640AD"/>
    <w:rsid w:val="00C64AA3"/>
    <w:rsid w:val="00C650BE"/>
    <w:rsid w:val="00C652AE"/>
    <w:rsid w:val="00C65411"/>
    <w:rsid w:val="00C6548D"/>
    <w:rsid w:val="00C65F2E"/>
    <w:rsid w:val="00C6669E"/>
    <w:rsid w:val="00C66DC3"/>
    <w:rsid w:val="00C66DE7"/>
    <w:rsid w:val="00C66E1B"/>
    <w:rsid w:val="00C67459"/>
    <w:rsid w:val="00C675B3"/>
    <w:rsid w:val="00C67691"/>
    <w:rsid w:val="00C67862"/>
    <w:rsid w:val="00C67E6A"/>
    <w:rsid w:val="00C67F53"/>
    <w:rsid w:val="00C67FD0"/>
    <w:rsid w:val="00C7008F"/>
    <w:rsid w:val="00C70092"/>
    <w:rsid w:val="00C70594"/>
    <w:rsid w:val="00C7076B"/>
    <w:rsid w:val="00C70D6D"/>
    <w:rsid w:val="00C713C8"/>
    <w:rsid w:val="00C713F5"/>
    <w:rsid w:val="00C7146E"/>
    <w:rsid w:val="00C7168F"/>
    <w:rsid w:val="00C71690"/>
    <w:rsid w:val="00C7174E"/>
    <w:rsid w:val="00C717D0"/>
    <w:rsid w:val="00C71BCB"/>
    <w:rsid w:val="00C71FFC"/>
    <w:rsid w:val="00C72212"/>
    <w:rsid w:val="00C72394"/>
    <w:rsid w:val="00C724E1"/>
    <w:rsid w:val="00C7271C"/>
    <w:rsid w:val="00C72733"/>
    <w:rsid w:val="00C7279D"/>
    <w:rsid w:val="00C72D2F"/>
    <w:rsid w:val="00C72FD3"/>
    <w:rsid w:val="00C731FA"/>
    <w:rsid w:val="00C736F8"/>
    <w:rsid w:val="00C7382C"/>
    <w:rsid w:val="00C73957"/>
    <w:rsid w:val="00C73DA6"/>
    <w:rsid w:val="00C74190"/>
    <w:rsid w:val="00C7423B"/>
    <w:rsid w:val="00C742C7"/>
    <w:rsid w:val="00C745CA"/>
    <w:rsid w:val="00C74BFC"/>
    <w:rsid w:val="00C74C07"/>
    <w:rsid w:val="00C74D85"/>
    <w:rsid w:val="00C74EA5"/>
    <w:rsid w:val="00C74ECF"/>
    <w:rsid w:val="00C75252"/>
    <w:rsid w:val="00C753C5"/>
    <w:rsid w:val="00C755A6"/>
    <w:rsid w:val="00C7561E"/>
    <w:rsid w:val="00C75BDB"/>
    <w:rsid w:val="00C75E51"/>
    <w:rsid w:val="00C7621F"/>
    <w:rsid w:val="00C762AF"/>
    <w:rsid w:val="00C76669"/>
    <w:rsid w:val="00C76C53"/>
    <w:rsid w:val="00C76F7D"/>
    <w:rsid w:val="00C76FF8"/>
    <w:rsid w:val="00C7708F"/>
    <w:rsid w:val="00C7729C"/>
    <w:rsid w:val="00C777AE"/>
    <w:rsid w:val="00C77B17"/>
    <w:rsid w:val="00C77F7B"/>
    <w:rsid w:val="00C801D2"/>
    <w:rsid w:val="00C80213"/>
    <w:rsid w:val="00C806DD"/>
    <w:rsid w:val="00C8070E"/>
    <w:rsid w:val="00C8078B"/>
    <w:rsid w:val="00C80E20"/>
    <w:rsid w:val="00C811BF"/>
    <w:rsid w:val="00C811E4"/>
    <w:rsid w:val="00C819A4"/>
    <w:rsid w:val="00C819E1"/>
    <w:rsid w:val="00C81BA4"/>
    <w:rsid w:val="00C82322"/>
    <w:rsid w:val="00C832B0"/>
    <w:rsid w:val="00C83358"/>
    <w:rsid w:val="00C83663"/>
    <w:rsid w:val="00C83757"/>
    <w:rsid w:val="00C838E8"/>
    <w:rsid w:val="00C839D4"/>
    <w:rsid w:val="00C839F2"/>
    <w:rsid w:val="00C83B57"/>
    <w:rsid w:val="00C83BCA"/>
    <w:rsid w:val="00C83EC7"/>
    <w:rsid w:val="00C83F40"/>
    <w:rsid w:val="00C842AC"/>
    <w:rsid w:val="00C84613"/>
    <w:rsid w:val="00C846E7"/>
    <w:rsid w:val="00C8486E"/>
    <w:rsid w:val="00C84A37"/>
    <w:rsid w:val="00C84D4C"/>
    <w:rsid w:val="00C84E21"/>
    <w:rsid w:val="00C85048"/>
    <w:rsid w:val="00C8526A"/>
    <w:rsid w:val="00C8551B"/>
    <w:rsid w:val="00C857E5"/>
    <w:rsid w:val="00C85B94"/>
    <w:rsid w:val="00C85C53"/>
    <w:rsid w:val="00C85FD7"/>
    <w:rsid w:val="00C865B8"/>
    <w:rsid w:val="00C86756"/>
    <w:rsid w:val="00C86B69"/>
    <w:rsid w:val="00C86B78"/>
    <w:rsid w:val="00C86FC0"/>
    <w:rsid w:val="00C875F2"/>
    <w:rsid w:val="00C878BA"/>
    <w:rsid w:val="00C87906"/>
    <w:rsid w:val="00C87B54"/>
    <w:rsid w:val="00C87D31"/>
    <w:rsid w:val="00C87E62"/>
    <w:rsid w:val="00C87F5D"/>
    <w:rsid w:val="00C87F6C"/>
    <w:rsid w:val="00C90162"/>
    <w:rsid w:val="00C9049A"/>
    <w:rsid w:val="00C90601"/>
    <w:rsid w:val="00C90A32"/>
    <w:rsid w:val="00C90A4B"/>
    <w:rsid w:val="00C90FEF"/>
    <w:rsid w:val="00C9108C"/>
    <w:rsid w:val="00C91336"/>
    <w:rsid w:val="00C91391"/>
    <w:rsid w:val="00C91969"/>
    <w:rsid w:val="00C91AE0"/>
    <w:rsid w:val="00C91B2F"/>
    <w:rsid w:val="00C91BE0"/>
    <w:rsid w:val="00C91D29"/>
    <w:rsid w:val="00C91DE5"/>
    <w:rsid w:val="00C91E10"/>
    <w:rsid w:val="00C91EC7"/>
    <w:rsid w:val="00C92594"/>
    <w:rsid w:val="00C925D6"/>
    <w:rsid w:val="00C92840"/>
    <w:rsid w:val="00C928B2"/>
    <w:rsid w:val="00C92B06"/>
    <w:rsid w:val="00C934A9"/>
    <w:rsid w:val="00C93702"/>
    <w:rsid w:val="00C93919"/>
    <w:rsid w:val="00C93C6D"/>
    <w:rsid w:val="00C93D92"/>
    <w:rsid w:val="00C9423F"/>
    <w:rsid w:val="00C947F4"/>
    <w:rsid w:val="00C94D51"/>
    <w:rsid w:val="00C94FF1"/>
    <w:rsid w:val="00C95470"/>
    <w:rsid w:val="00C95B00"/>
    <w:rsid w:val="00C95B9E"/>
    <w:rsid w:val="00C95F29"/>
    <w:rsid w:val="00C96038"/>
    <w:rsid w:val="00C963C2"/>
    <w:rsid w:val="00C964AB"/>
    <w:rsid w:val="00C96B72"/>
    <w:rsid w:val="00C96F23"/>
    <w:rsid w:val="00C97040"/>
    <w:rsid w:val="00C971AC"/>
    <w:rsid w:val="00C9733E"/>
    <w:rsid w:val="00C97750"/>
    <w:rsid w:val="00C97871"/>
    <w:rsid w:val="00C97B96"/>
    <w:rsid w:val="00C97BB7"/>
    <w:rsid w:val="00C97CA4"/>
    <w:rsid w:val="00C97DE9"/>
    <w:rsid w:val="00C97FF9"/>
    <w:rsid w:val="00CA01D9"/>
    <w:rsid w:val="00CA03FB"/>
    <w:rsid w:val="00CA09DC"/>
    <w:rsid w:val="00CA0EC8"/>
    <w:rsid w:val="00CA1171"/>
    <w:rsid w:val="00CA1218"/>
    <w:rsid w:val="00CA13D9"/>
    <w:rsid w:val="00CA149D"/>
    <w:rsid w:val="00CA1522"/>
    <w:rsid w:val="00CA167B"/>
    <w:rsid w:val="00CA169B"/>
    <w:rsid w:val="00CA178B"/>
    <w:rsid w:val="00CA19A2"/>
    <w:rsid w:val="00CA1A1E"/>
    <w:rsid w:val="00CA1A4B"/>
    <w:rsid w:val="00CA1CBF"/>
    <w:rsid w:val="00CA1EB8"/>
    <w:rsid w:val="00CA20D0"/>
    <w:rsid w:val="00CA2265"/>
    <w:rsid w:val="00CA25B5"/>
    <w:rsid w:val="00CA2667"/>
    <w:rsid w:val="00CA2E14"/>
    <w:rsid w:val="00CA2E22"/>
    <w:rsid w:val="00CA3066"/>
    <w:rsid w:val="00CA328A"/>
    <w:rsid w:val="00CA34B3"/>
    <w:rsid w:val="00CA3716"/>
    <w:rsid w:val="00CA380E"/>
    <w:rsid w:val="00CA3833"/>
    <w:rsid w:val="00CA3FBF"/>
    <w:rsid w:val="00CA4206"/>
    <w:rsid w:val="00CA4478"/>
    <w:rsid w:val="00CA471E"/>
    <w:rsid w:val="00CA479E"/>
    <w:rsid w:val="00CA48FB"/>
    <w:rsid w:val="00CA4913"/>
    <w:rsid w:val="00CA497F"/>
    <w:rsid w:val="00CA4BC1"/>
    <w:rsid w:val="00CA4C39"/>
    <w:rsid w:val="00CA4E57"/>
    <w:rsid w:val="00CA54E6"/>
    <w:rsid w:val="00CA595C"/>
    <w:rsid w:val="00CA5990"/>
    <w:rsid w:val="00CA5BC3"/>
    <w:rsid w:val="00CA5EF2"/>
    <w:rsid w:val="00CA6667"/>
    <w:rsid w:val="00CA66DC"/>
    <w:rsid w:val="00CA72BC"/>
    <w:rsid w:val="00CA754C"/>
    <w:rsid w:val="00CA7562"/>
    <w:rsid w:val="00CA78A1"/>
    <w:rsid w:val="00CA7BF7"/>
    <w:rsid w:val="00CA7C1C"/>
    <w:rsid w:val="00CA7C8E"/>
    <w:rsid w:val="00CB008A"/>
    <w:rsid w:val="00CB0364"/>
    <w:rsid w:val="00CB07C6"/>
    <w:rsid w:val="00CB082B"/>
    <w:rsid w:val="00CB09F8"/>
    <w:rsid w:val="00CB0A57"/>
    <w:rsid w:val="00CB136E"/>
    <w:rsid w:val="00CB1393"/>
    <w:rsid w:val="00CB14ED"/>
    <w:rsid w:val="00CB182D"/>
    <w:rsid w:val="00CB1D71"/>
    <w:rsid w:val="00CB32C7"/>
    <w:rsid w:val="00CB3581"/>
    <w:rsid w:val="00CB371D"/>
    <w:rsid w:val="00CB3989"/>
    <w:rsid w:val="00CB3B7E"/>
    <w:rsid w:val="00CB427C"/>
    <w:rsid w:val="00CB4539"/>
    <w:rsid w:val="00CB4596"/>
    <w:rsid w:val="00CB48C7"/>
    <w:rsid w:val="00CB4A1D"/>
    <w:rsid w:val="00CB5240"/>
    <w:rsid w:val="00CB524B"/>
    <w:rsid w:val="00CB5560"/>
    <w:rsid w:val="00CB565B"/>
    <w:rsid w:val="00CB576D"/>
    <w:rsid w:val="00CB5AC9"/>
    <w:rsid w:val="00CB5B29"/>
    <w:rsid w:val="00CB5BDB"/>
    <w:rsid w:val="00CB6362"/>
    <w:rsid w:val="00CB64C3"/>
    <w:rsid w:val="00CB66FD"/>
    <w:rsid w:val="00CB68B2"/>
    <w:rsid w:val="00CB6C87"/>
    <w:rsid w:val="00CB6D66"/>
    <w:rsid w:val="00CB7281"/>
    <w:rsid w:val="00CB7460"/>
    <w:rsid w:val="00CB758B"/>
    <w:rsid w:val="00CB76E3"/>
    <w:rsid w:val="00CB7773"/>
    <w:rsid w:val="00CB7890"/>
    <w:rsid w:val="00CB7E28"/>
    <w:rsid w:val="00CC0112"/>
    <w:rsid w:val="00CC0262"/>
    <w:rsid w:val="00CC086C"/>
    <w:rsid w:val="00CC0903"/>
    <w:rsid w:val="00CC0BF1"/>
    <w:rsid w:val="00CC1664"/>
    <w:rsid w:val="00CC16AA"/>
    <w:rsid w:val="00CC1943"/>
    <w:rsid w:val="00CC22F7"/>
    <w:rsid w:val="00CC2398"/>
    <w:rsid w:val="00CC2ABE"/>
    <w:rsid w:val="00CC2BAB"/>
    <w:rsid w:val="00CC2BD1"/>
    <w:rsid w:val="00CC2C29"/>
    <w:rsid w:val="00CC2CD5"/>
    <w:rsid w:val="00CC34D9"/>
    <w:rsid w:val="00CC3618"/>
    <w:rsid w:val="00CC3F43"/>
    <w:rsid w:val="00CC408C"/>
    <w:rsid w:val="00CC44B5"/>
    <w:rsid w:val="00CC47BC"/>
    <w:rsid w:val="00CC4860"/>
    <w:rsid w:val="00CC491A"/>
    <w:rsid w:val="00CC4BBF"/>
    <w:rsid w:val="00CC4F1A"/>
    <w:rsid w:val="00CC4F57"/>
    <w:rsid w:val="00CC5191"/>
    <w:rsid w:val="00CC5376"/>
    <w:rsid w:val="00CC53BE"/>
    <w:rsid w:val="00CC5484"/>
    <w:rsid w:val="00CC57B4"/>
    <w:rsid w:val="00CC5C97"/>
    <w:rsid w:val="00CC5FD8"/>
    <w:rsid w:val="00CC61C2"/>
    <w:rsid w:val="00CC648B"/>
    <w:rsid w:val="00CC683C"/>
    <w:rsid w:val="00CC6979"/>
    <w:rsid w:val="00CC6ABA"/>
    <w:rsid w:val="00CC7089"/>
    <w:rsid w:val="00CC7292"/>
    <w:rsid w:val="00CC7312"/>
    <w:rsid w:val="00CC74DF"/>
    <w:rsid w:val="00CC7A20"/>
    <w:rsid w:val="00CC7AAD"/>
    <w:rsid w:val="00CC7AEE"/>
    <w:rsid w:val="00CC7DEC"/>
    <w:rsid w:val="00CC7F29"/>
    <w:rsid w:val="00CD028C"/>
    <w:rsid w:val="00CD06CC"/>
    <w:rsid w:val="00CD0C90"/>
    <w:rsid w:val="00CD0DF2"/>
    <w:rsid w:val="00CD1287"/>
    <w:rsid w:val="00CD17B0"/>
    <w:rsid w:val="00CD1B41"/>
    <w:rsid w:val="00CD1D5D"/>
    <w:rsid w:val="00CD1E1D"/>
    <w:rsid w:val="00CD1EE4"/>
    <w:rsid w:val="00CD24A9"/>
    <w:rsid w:val="00CD26CC"/>
    <w:rsid w:val="00CD2832"/>
    <w:rsid w:val="00CD2E12"/>
    <w:rsid w:val="00CD3747"/>
    <w:rsid w:val="00CD388A"/>
    <w:rsid w:val="00CD395C"/>
    <w:rsid w:val="00CD3ECD"/>
    <w:rsid w:val="00CD3EEC"/>
    <w:rsid w:val="00CD3F27"/>
    <w:rsid w:val="00CD42D3"/>
    <w:rsid w:val="00CD485B"/>
    <w:rsid w:val="00CD4869"/>
    <w:rsid w:val="00CD49B4"/>
    <w:rsid w:val="00CD4E4F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7A"/>
    <w:rsid w:val="00CD60BC"/>
    <w:rsid w:val="00CD6361"/>
    <w:rsid w:val="00CD64CA"/>
    <w:rsid w:val="00CD6580"/>
    <w:rsid w:val="00CD66B6"/>
    <w:rsid w:val="00CD67B5"/>
    <w:rsid w:val="00CD68D2"/>
    <w:rsid w:val="00CD6A7F"/>
    <w:rsid w:val="00CD6E3B"/>
    <w:rsid w:val="00CD6F05"/>
    <w:rsid w:val="00CD7392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4D"/>
    <w:rsid w:val="00CE10AB"/>
    <w:rsid w:val="00CE1300"/>
    <w:rsid w:val="00CE183A"/>
    <w:rsid w:val="00CE200D"/>
    <w:rsid w:val="00CE20D5"/>
    <w:rsid w:val="00CE2180"/>
    <w:rsid w:val="00CE2402"/>
    <w:rsid w:val="00CE2483"/>
    <w:rsid w:val="00CE2771"/>
    <w:rsid w:val="00CE2870"/>
    <w:rsid w:val="00CE292A"/>
    <w:rsid w:val="00CE29FB"/>
    <w:rsid w:val="00CE2B5F"/>
    <w:rsid w:val="00CE2F40"/>
    <w:rsid w:val="00CE2FC3"/>
    <w:rsid w:val="00CE30EA"/>
    <w:rsid w:val="00CE353E"/>
    <w:rsid w:val="00CE3790"/>
    <w:rsid w:val="00CE3AF4"/>
    <w:rsid w:val="00CE3DCC"/>
    <w:rsid w:val="00CE3F81"/>
    <w:rsid w:val="00CE43B0"/>
    <w:rsid w:val="00CE43B8"/>
    <w:rsid w:val="00CE46DB"/>
    <w:rsid w:val="00CE4892"/>
    <w:rsid w:val="00CE4956"/>
    <w:rsid w:val="00CE49D8"/>
    <w:rsid w:val="00CE4A0D"/>
    <w:rsid w:val="00CE4E0D"/>
    <w:rsid w:val="00CE4EEB"/>
    <w:rsid w:val="00CE4FEE"/>
    <w:rsid w:val="00CE51FB"/>
    <w:rsid w:val="00CE5267"/>
    <w:rsid w:val="00CE5594"/>
    <w:rsid w:val="00CE5692"/>
    <w:rsid w:val="00CE57AE"/>
    <w:rsid w:val="00CE5E61"/>
    <w:rsid w:val="00CE63F0"/>
    <w:rsid w:val="00CE7583"/>
    <w:rsid w:val="00CE7603"/>
    <w:rsid w:val="00CE7BE8"/>
    <w:rsid w:val="00CE7BFF"/>
    <w:rsid w:val="00CF056F"/>
    <w:rsid w:val="00CF0665"/>
    <w:rsid w:val="00CF0C93"/>
    <w:rsid w:val="00CF113E"/>
    <w:rsid w:val="00CF1198"/>
    <w:rsid w:val="00CF1587"/>
    <w:rsid w:val="00CF173C"/>
    <w:rsid w:val="00CF19F1"/>
    <w:rsid w:val="00CF1BEC"/>
    <w:rsid w:val="00CF1CE3"/>
    <w:rsid w:val="00CF1E45"/>
    <w:rsid w:val="00CF212C"/>
    <w:rsid w:val="00CF24D0"/>
    <w:rsid w:val="00CF2A48"/>
    <w:rsid w:val="00CF2A89"/>
    <w:rsid w:val="00CF302F"/>
    <w:rsid w:val="00CF31D2"/>
    <w:rsid w:val="00CF3550"/>
    <w:rsid w:val="00CF391F"/>
    <w:rsid w:val="00CF3A3B"/>
    <w:rsid w:val="00CF3AEB"/>
    <w:rsid w:val="00CF3CA6"/>
    <w:rsid w:val="00CF3D9D"/>
    <w:rsid w:val="00CF4142"/>
    <w:rsid w:val="00CF4275"/>
    <w:rsid w:val="00CF4342"/>
    <w:rsid w:val="00CF4417"/>
    <w:rsid w:val="00CF451E"/>
    <w:rsid w:val="00CF45D1"/>
    <w:rsid w:val="00CF45F3"/>
    <w:rsid w:val="00CF4676"/>
    <w:rsid w:val="00CF48FC"/>
    <w:rsid w:val="00CF4A01"/>
    <w:rsid w:val="00CF4F36"/>
    <w:rsid w:val="00CF51E5"/>
    <w:rsid w:val="00CF533C"/>
    <w:rsid w:val="00CF538C"/>
    <w:rsid w:val="00CF5586"/>
    <w:rsid w:val="00CF5689"/>
    <w:rsid w:val="00CF597C"/>
    <w:rsid w:val="00CF64BE"/>
    <w:rsid w:val="00CF6952"/>
    <w:rsid w:val="00CF69CE"/>
    <w:rsid w:val="00CF69F4"/>
    <w:rsid w:val="00CF6D0E"/>
    <w:rsid w:val="00CF6FF5"/>
    <w:rsid w:val="00CF7537"/>
    <w:rsid w:val="00CF7561"/>
    <w:rsid w:val="00CF75C6"/>
    <w:rsid w:val="00CF79D7"/>
    <w:rsid w:val="00CF7A7A"/>
    <w:rsid w:val="00CF7A94"/>
    <w:rsid w:val="00CF7B15"/>
    <w:rsid w:val="00D001D5"/>
    <w:rsid w:val="00D002F1"/>
    <w:rsid w:val="00D008F1"/>
    <w:rsid w:val="00D00AEA"/>
    <w:rsid w:val="00D00BC5"/>
    <w:rsid w:val="00D00EC9"/>
    <w:rsid w:val="00D01A96"/>
    <w:rsid w:val="00D01B0D"/>
    <w:rsid w:val="00D01B1D"/>
    <w:rsid w:val="00D01DE4"/>
    <w:rsid w:val="00D01E6A"/>
    <w:rsid w:val="00D02143"/>
    <w:rsid w:val="00D0230C"/>
    <w:rsid w:val="00D026E3"/>
    <w:rsid w:val="00D02E6C"/>
    <w:rsid w:val="00D02EC5"/>
    <w:rsid w:val="00D03163"/>
    <w:rsid w:val="00D0333C"/>
    <w:rsid w:val="00D03A75"/>
    <w:rsid w:val="00D03B0C"/>
    <w:rsid w:val="00D03CC1"/>
    <w:rsid w:val="00D03DFB"/>
    <w:rsid w:val="00D03F17"/>
    <w:rsid w:val="00D04030"/>
    <w:rsid w:val="00D04081"/>
    <w:rsid w:val="00D04273"/>
    <w:rsid w:val="00D042D7"/>
    <w:rsid w:val="00D04486"/>
    <w:rsid w:val="00D04C0D"/>
    <w:rsid w:val="00D04EF1"/>
    <w:rsid w:val="00D0538A"/>
    <w:rsid w:val="00D05422"/>
    <w:rsid w:val="00D054A6"/>
    <w:rsid w:val="00D057DB"/>
    <w:rsid w:val="00D05890"/>
    <w:rsid w:val="00D058E4"/>
    <w:rsid w:val="00D059EA"/>
    <w:rsid w:val="00D059EC"/>
    <w:rsid w:val="00D05DE7"/>
    <w:rsid w:val="00D05F31"/>
    <w:rsid w:val="00D060D4"/>
    <w:rsid w:val="00D060EC"/>
    <w:rsid w:val="00D06110"/>
    <w:rsid w:val="00D0612D"/>
    <w:rsid w:val="00D06634"/>
    <w:rsid w:val="00D06824"/>
    <w:rsid w:val="00D06B25"/>
    <w:rsid w:val="00D06D42"/>
    <w:rsid w:val="00D071E9"/>
    <w:rsid w:val="00D07638"/>
    <w:rsid w:val="00D079FB"/>
    <w:rsid w:val="00D07E0E"/>
    <w:rsid w:val="00D07EB4"/>
    <w:rsid w:val="00D10078"/>
    <w:rsid w:val="00D102FB"/>
    <w:rsid w:val="00D1057B"/>
    <w:rsid w:val="00D1062F"/>
    <w:rsid w:val="00D107B1"/>
    <w:rsid w:val="00D10D01"/>
    <w:rsid w:val="00D11005"/>
    <w:rsid w:val="00D110DA"/>
    <w:rsid w:val="00D1134B"/>
    <w:rsid w:val="00D11516"/>
    <w:rsid w:val="00D11552"/>
    <w:rsid w:val="00D11BBD"/>
    <w:rsid w:val="00D12381"/>
    <w:rsid w:val="00D12765"/>
    <w:rsid w:val="00D12777"/>
    <w:rsid w:val="00D12915"/>
    <w:rsid w:val="00D12D33"/>
    <w:rsid w:val="00D12D5E"/>
    <w:rsid w:val="00D12EE4"/>
    <w:rsid w:val="00D13262"/>
    <w:rsid w:val="00D1349F"/>
    <w:rsid w:val="00D135C2"/>
    <w:rsid w:val="00D13722"/>
    <w:rsid w:val="00D13812"/>
    <w:rsid w:val="00D13884"/>
    <w:rsid w:val="00D13897"/>
    <w:rsid w:val="00D141E7"/>
    <w:rsid w:val="00D14357"/>
    <w:rsid w:val="00D14405"/>
    <w:rsid w:val="00D1470B"/>
    <w:rsid w:val="00D14993"/>
    <w:rsid w:val="00D151A1"/>
    <w:rsid w:val="00D15426"/>
    <w:rsid w:val="00D15691"/>
    <w:rsid w:val="00D15927"/>
    <w:rsid w:val="00D15BC5"/>
    <w:rsid w:val="00D15D7D"/>
    <w:rsid w:val="00D16112"/>
    <w:rsid w:val="00D16283"/>
    <w:rsid w:val="00D1646D"/>
    <w:rsid w:val="00D16488"/>
    <w:rsid w:val="00D165FF"/>
    <w:rsid w:val="00D16628"/>
    <w:rsid w:val="00D16717"/>
    <w:rsid w:val="00D16945"/>
    <w:rsid w:val="00D16A03"/>
    <w:rsid w:val="00D16B78"/>
    <w:rsid w:val="00D16CE7"/>
    <w:rsid w:val="00D16F44"/>
    <w:rsid w:val="00D170C3"/>
    <w:rsid w:val="00D17ABE"/>
    <w:rsid w:val="00D17B7C"/>
    <w:rsid w:val="00D201F8"/>
    <w:rsid w:val="00D20395"/>
    <w:rsid w:val="00D203BF"/>
    <w:rsid w:val="00D20481"/>
    <w:rsid w:val="00D20946"/>
    <w:rsid w:val="00D20A2C"/>
    <w:rsid w:val="00D20ADC"/>
    <w:rsid w:val="00D20BBA"/>
    <w:rsid w:val="00D2117B"/>
    <w:rsid w:val="00D215DF"/>
    <w:rsid w:val="00D216B4"/>
    <w:rsid w:val="00D21A20"/>
    <w:rsid w:val="00D21E25"/>
    <w:rsid w:val="00D22402"/>
    <w:rsid w:val="00D22406"/>
    <w:rsid w:val="00D22B4D"/>
    <w:rsid w:val="00D22F7C"/>
    <w:rsid w:val="00D23068"/>
    <w:rsid w:val="00D230E9"/>
    <w:rsid w:val="00D23156"/>
    <w:rsid w:val="00D2315A"/>
    <w:rsid w:val="00D233AD"/>
    <w:rsid w:val="00D23523"/>
    <w:rsid w:val="00D23536"/>
    <w:rsid w:val="00D23FA6"/>
    <w:rsid w:val="00D240D5"/>
    <w:rsid w:val="00D24160"/>
    <w:rsid w:val="00D241B4"/>
    <w:rsid w:val="00D242D3"/>
    <w:rsid w:val="00D249A7"/>
    <w:rsid w:val="00D2515C"/>
    <w:rsid w:val="00D25168"/>
    <w:rsid w:val="00D251EA"/>
    <w:rsid w:val="00D2521B"/>
    <w:rsid w:val="00D25813"/>
    <w:rsid w:val="00D25BCE"/>
    <w:rsid w:val="00D25C2B"/>
    <w:rsid w:val="00D25C63"/>
    <w:rsid w:val="00D26245"/>
    <w:rsid w:val="00D2625E"/>
    <w:rsid w:val="00D263A3"/>
    <w:rsid w:val="00D263FE"/>
    <w:rsid w:val="00D266BB"/>
    <w:rsid w:val="00D26832"/>
    <w:rsid w:val="00D26E46"/>
    <w:rsid w:val="00D26FC7"/>
    <w:rsid w:val="00D27135"/>
    <w:rsid w:val="00D273C5"/>
    <w:rsid w:val="00D274A8"/>
    <w:rsid w:val="00D2755D"/>
    <w:rsid w:val="00D27629"/>
    <w:rsid w:val="00D279EB"/>
    <w:rsid w:val="00D27A96"/>
    <w:rsid w:val="00D27B49"/>
    <w:rsid w:val="00D27D83"/>
    <w:rsid w:val="00D27F7F"/>
    <w:rsid w:val="00D3029A"/>
    <w:rsid w:val="00D304F8"/>
    <w:rsid w:val="00D3053A"/>
    <w:rsid w:val="00D30559"/>
    <w:rsid w:val="00D306C8"/>
    <w:rsid w:val="00D306E2"/>
    <w:rsid w:val="00D30B4A"/>
    <w:rsid w:val="00D30B74"/>
    <w:rsid w:val="00D30BCE"/>
    <w:rsid w:val="00D30F3C"/>
    <w:rsid w:val="00D3184E"/>
    <w:rsid w:val="00D31ADD"/>
    <w:rsid w:val="00D31F20"/>
    <w:rsid w:val="00D322C9"/>
    <w:rsid w:val="00D32605"/>
    <w:rsid w:val="00D3281F"/>
    <w:rsid w:val="00D32AAB"/>
    <w:rsid w:val="00D32B0F"/>
    <w:rsid w:val="00D32B46"/>
    <w:rsid w:val="00D32D2D"/>
    <w:rsid w:val="00D32DB3"/>
    <w:rsid w:val="00D32F6E"/>
    <w:rsid w:val="00D33491"/>
    <w:rsid w:val="00D33651"/>
    <w:rsid w:val="00D33885"/>
    <w:rsid w:val="00D3396F"/>
    <w:rsid w:val="00D33BCC"/>
    <w:rsid w:val="00D33D27"/>
    <w:rsid w:val="00D34397"/>
    <w:rsid w:val="00D3461C"/>
    <w:rsid w:val="00D346CA"/>
    <w:rsid w:val="00D34B39"/>
    <w:rsid w:val="00D34DF2"/>
    <w:rsid w:val="00D34EA0"/>
    <w:rsid w:val="00D34FCC"/>
    <w:rsid w:val="00D350C3"/>
    <w:rsid w:val="00D35258"/>
    <w:rsid w:val="00D352AA"/>
    <w:rsid w:val="00D35327"/>
    <w:rsid w:val="00D355CC"/>
    <w:rsid w:val="00D357CC"/>
    <w:rsid w:val="00D35D8B"/>
    <w:rsid w:val="00D36044"/>
    <w:rsid w:val="00D362F6"/>
    <w:rsid w:val="00D3685D"/>
    <w:rsid w:val="00D36ADC"/>
    <w:rsid w:val="00D370F9"/>
    <w:rsid w:val="00D373D1"/>
    <w:rsid w:val="00D3777F"/>
    <w:rsid w:val="00D377C3"/>
    <w:rsid w:val="00D3782C"/>
    <w:rsid w:val="00D37B57"/>
    <w:rsid w:val="00D37C90"/>
    <w:rsid w:val="00D37E57"/>
    <w:rsid w:val="00D404A1"/>
    <w:rsid w:val="00D4063F"/>
    <w:rsid w:val="00D40A05"/>
    <w:rsid w:val="00D40AFC"/>
    <w:rsid w:val="00D410DF"/>
    <w:rsid w:val="00D41263"/>
    <w:rsid w:val="00D416D9"/>
    <w:rsid w:val="00D4172C"/>
    <w:rsid w:val="00D41778"/>
    <w:rsid w:val="00D41B29"/>
    <w:rsid w:val="00D41BC0"/>
    <w:rsid w:val="00D41D14"/>
    <w:rsid w:val="00D41FE8"/>
    <w:rsid w:val="00D42071"/>
    <w:rsid w:val="00D420DC"/>
    <w:rsid w:val="00D42106"/>
    <w:rsid w:val="00D42168"/>
    <w:rsid w:val="00D422CD"/>
    <w:rsid w:val="00D42498"/>
    <w:rsid w:val="00D42E3C"/>
    <w:rsid w:val="00D43346"/>
    <w:rsid w:val="00D4392D"/>
    <w:rsid w:val="00D439EE"/>
    <w:rsid w:val="00D440BD"/>
    <w:rsid w:val="00D440DA"/>
    <w:rsid w:val="00D4422A"/>
    <w:rsid w:val="00D44263"/>
    <w:rsid w:val="00D4433D"/>
    <w:rsid w:val="00D44489"/>
    <w:rsid w:val="00D44733"/>
    <w:rsid w:val="00D44A15"/>
    <w:rsid w:val="00D44ABE"/>
    <w:rsid w:val="00D44C0F"/>
    <w:rsid w:val="00D44DC1"/>
    <w:rsid w:val="00D450DF"/>
    <w:rsid w:val="00D4530E"/>
    <w:rsid w:val="00D45749"/>
    <w:rsid w:val="00D4580A"/>
    <w:rsid w:val="00D4586E"/>
    <w:rsid w:val="00D45A13"/>
    <w:rsid w:val="00D45AD8"/>
    <w:rsid w:val="00D45ADD"/>
    <w:rsid w:val="00D45BD8"/>
    <w:rsid w:val="00D46066"/>
    <w:rsid w:val="00D461BF"/>
    <w:rsid w:val="00D464FB"/>
    <w:rsid w:val="00D46A3C"/>
    <w:rsid w:val="00D46E95"/>
    <w:rsid w:val="00D4702B"/>
    <w:rsid w:val="00D474A3"/>
    <w:rsid w:val="00D47654"/>
    <w:rsid w:val="00D47750"/>
    <w:rsid w:val="00D4793D"/>
    <w:rsid w:val="00D47AFE"/>
    <w:rsid w:val="00D47CB0"/>
    <w:rsid w:val="00D5054A"/>
    <w:rsid w:val="00D505B5"/>
    <w:rsid w:val="00D50809"/>
    <w:rsid w:val="00D508D0"/>
    <w:rsid w:val="00D50E4B"/>
    <w:rsid w:val="00D50FF9"/>
    <w:rsid w:val="00D51481"/>
    <w:rsid w:val="00D514BF"/>
    <w:rsid w:val="00D51521"/>
    <w:rsid w:val="00D5170D"/>
    <w:rsid w:val="00D5184A"/>
    <w:rsid w:val="00D518B9"/>
    <w:rsid w:val="00D518E4"/>
    <w:rsid w:val="00D519D8"/>
    <w:rsid w:val="00D51C4F"/>
    <w:rsid w:val="00D51E83"/>
    <w:rsid w:val="00D51F14"/>
    <w:rsid w:val="00D51F70"/>
    <w:rsid w:val="00D5205E"/>
    <w:rsid w:val="00D52314"/>
    <w:rsid w:val="00D52B85"/>
    <w:rsid w:val="00D52C16"/>
    <w:rsid w:val="00D53348"/>
    <w:rsid w:val="00D5343F"/>
    <w:rsid w:val="00D53531"/>
    <w:rsid w:val="00D54085"/>
    <w:rsid w:val="00D54306"/>
    <w:rsid w:val="00D5443C"/>
    <w:rsid w:val="00D545DC"/>
    <w:rsid w:val="00D546E5"/>
    <w:rsid w:val="00D547DB"/>
    <w:rsid w:val="00D547FB"/>
    <w:rsid w:val="00D54C9D"/>
    <w:rsid w:val="00D54E36"/>
    <w:rsid w:val="00D54E85"/>
    <w:rsid w:val="00D5507D"/>
    <w:rsid w:val="00D55086"/>
    <w:rsid w:val="00D55561"/>
    <w:rsid w:val="00D55656"/>
    <w:rsid w:val="00D55EB9"/>
    <w:rsid w:val="00D560C6"/>
    <w:rsid w:val="00D56271"/>
    <w:rsid w:val="00D5630C"/>
    <w:rsid w:val="00D56745"/>
    <w:rsid w:val="00D56943"/>
    <w:rsid w:val="00D569A3"/>
    <w:rsid w:val="00D569F4"/>
    <w:rsid w:val="00D56AB3"/>
    <w:rsid w:val="00D56AD9"/>
    <w:rsid w:val="00D56C41"/>
    <w:rsid w:val="00D56DCA"/>
    <w:rsid w:val="00D56E90"/>
    <w:rsid w:val="00D56F32"/>
    <w:rsid w:val="00D573A3"/>
    <w:rsid w:val="00D573CB"/>
    <w:rsid w:val="00D57629"/>
    <w:rsid w:val="00D5787A"/>
    <w:rsid w:val="00D57B2B"/>
    <w:rsid w:val="00D60312"/>
    <w:rsid w:val="00D603E7"/>
    <w:rsid w:val="00D6074B"/>
    <w:rsid w:val="00D6111D"/>
    <w:rsid w:val="00D6122E"/>
    <w:rsid w:val="00D61593"/>
    <w:rsid w:val="00D61B78"/>
    <w:rsid w:val="00D61BF5"/>
    <w:rsid w:val="00D61C2C"/>
    <w:rsid w:val="00D61E80"/>
    <w:rsid w:val="00D61F93"/>
    <w:rsid w:val="00D6212A"/>
    <w:rsid w:val="00D624F9"/>
    <w:rsid w:val="00D62607"/>
    <w:rsid w:val="00D6264A"/>
    <w:rsid w:val="00D629CE"/>
    <w:rsid w:val="00D62A2C"/>
    <w:rsid w:val="00D62A8C"/>
    <w:rsid w:val="00D62F89"/>
    <w:rsid w:val="00D62FC4"/>
    <w:rsid w:val="00D63383"/>
    <w:rsid w:val="00D63505"/>
    <w:rsid w:val="00D6375C"/>
    <w:rsid w:val="00D63934"/>
    <w:rsid w:val="00D63A2D"/>
    <w:rsid w:val="00D63A35"/>
    <w:rsid w:val="00D63E87"/>
    <w:rsid w:val="00D63EC7"/>
    <w:rsid w:val="00D644B3"/>
    <w:rsid w:val="00D645EA"/>
    <w:rsid w:val="00D64849"/>
    <w:rsid w:val="00D64C17"/>
    <w:rsid w:val="00D64C89"/>
    <w:rsid w:val="00D64D8A"/>
    <w:rsid w:val="00D64F01"/>
    <w:rsid w:val="00D6505C"/>
    <w:rsid w:val="00D65165"/>
    <w:rsid w:val="00D651E0"/>
    <w:rsid w:val="00D653B7"/>
    <w:rsid w:val="00D654CF"/>
    <w:rsid w:val="00D65684"/>
    <w:rsid w:val="00D656EA"/>
    <w:rsid w:val="00D65A24"/>
    <w:rsid w:val="00D65C96"/>
    <w:rsid w:val="00D65DF6"/>
    <w:rsid w:val="00D65F5F"/>
    <w:rsid w:val="00D65FA5"/>
    <w:rsid w:val="00D665FD"/>
    <w:rsid w:val="00D66B56"/>
    <w:rsid w:val="00D66BA8"/>
    <w:rsid w:val="00D66BDE"/>
    <w:rsid w:val="00D66C89"/>
    <w:rsid w:val="00D67101"/>
    <w:rsid w:val="00D674AC"/>
    <w:rsid w:val="00D674C6"/>
    <w:rsid w:val="00D6751C"/>
    <w:rsid w:val="00D677C5"/>
    <w:rsid w:val="00D6782C"/>
    <w:rsid w:val="00D678FE"/>
    <w:rsid w:val="00D679DD"/>
    <w:rsid w:val="00D67A0E"/>
    <w:rsid w:val="00D67B1D"/>
    <w:rsid w:val="00D67C62"/>
    <w:rsid w:val="00D67D70"/>
    <w:rsid w:val="00D67F62"/>
    <w:rsid w:val="00D7019F"/>
    <w:rsid w:val="00D70555"/>
    <w:rsid w:val="00D705CB"/>
    <w:rsid w:val="00D7080A"/>
    <w:rsid w:val="00D7086E"/>
    <w:rsid w:val="00D70915"/>
    <w:rsid w:val="00D70AE1"/>
    <w:rsid w:val="00D70C9C"/>
    <w:rsid w:val="00D70D97"/>
    <w:rsid w:val="00D70F13"/>
    <w:rsid w:val="00D70F9B"/>
    <w:rsid w:val="00D71285"/>
    <w:rsid w:val="00D716D7"/>
    <w:rsid w:val="00D717F2"/>
    <w:rsid w:val="00D71CC1"/>
    <w:rsid w:val="00D720A8"/>
    <w:rsid w:val="00D725C3"/>
    <w:rsid w:val="00D72B7F"/>
    <w:rsid w:val="00D72FAD"/>
    <w:rsid w:val="00D731DC"/>
    <w:rsid w:val="00D73540"/>
    <w:rsid w:val="00D73669"/>
    <w:rsid w:val="00D737FF"/>
    <w:rsid w:val="00D73858"/>
    <w:rsid w:val="00D7387D"/>
    <w:rsid w:val="00D73BEE"/>
    <w:rsid w:val="00D73D38"/>
    <w:rsid w:val="00D73E27"/>
    <w:rsid w:val="00D73F89"/>
    <w:rsid w:val="00D7465B"/>
    <w:rsid w:val="00D74834"/>
    <w:rsid w:val="00D74A02"/>
    <w:rsid w:val="00D74BAA"/>
    <w:rsid w:val="00D74D3D"/>
    <w:rsid w:val="00D74F8A"/>
    <w:rsid w:val="00D7554B"/>
    <w:rsid w:val="00D755F7"/>
    <w:rsid w:val="00D75798"/>
    <w:rsid w:val="00D75838"/>
    <w:rsid w:val="00D75895"/>
    <w:rsid w:val="00D75AF7"/>
    <w:rsid w:val="00D75B2F"/>
    <w:rsid w:val="00D75B9B"/>
    <w:rsid w:val="00D75FE4"/>
    <w:rsid w:val="00D76362"/>
    <w:rsid w:val="00D765E4"/>
    <w:rsid w:val="00D7677E"/>
    <w:rsid w:val="00D76AAB"/>
    <w:rsid w:val="00D76CEF"/>
    <w:rsid w:val="00D76E69"/>
    <w:rsid w:val="00D77472"/>
    <w:rsid w:val="00D775B1"/>
    <w:rsid w:val="00D7787D"/>
    <w:rsid w:val="00D779C5"/>
    <w:rsid w:val="00D77B46"/>
    <w:rsid w:val="00D77E0C"/>
    <w:rsid w:val="00D803EF"/>
    <w:rsid w:val="00D80550"/>
    <w:rsid w:val="00D80586"/>
    <w:rsid w:val="00D805F4"/>
    <w:rsid w:val="00D80636"/>
    <w:rsid w:val="00D80A06"/>
    <w:rsid w:val="00D80C97"/>
    <w:rsid w:val="00D81050"/>
    <w:rsid w:val="00D811DB"/>
    <w:rsid w:val="00D81586"/>
    <w:rsid w:val="00D816CA"/>
    <w:rsid w:val="00D816DA"/>
    <w:rsid w:val="00D818E1"/>
    <w:rsid w:val="00D81AB3"/>
    <w:rsid w:val="00D81BD2"/>
    <w:rsid w:val="00D81D38"/>
    <w:rsid w:val="00D81EFD"/>
    <w:rsid w:val="00D8240D"/>
    <w:rsid w:val="00D82482"/>
    <w:rsid w:val="00D8266F"/>
    <w:rsid w:val="00D826DF"/>
    <w:rsid w:val="00D83331"/>
    <w:rsid w:val="00D8342F"/>
    <w:rsid w:val="00D839B6"/>
    <w:rsid w:val="00D84079"/>
    <w:rsid w:val="00D84825"/>
    <w:rsid w:val="00D849B2"/>
    <w:rsid w:val="00D849C8"/>
    <w:rsid w:val="00D84C7E"/>
    <w:rsid w:val="00D8535D"/>
    <w:rsid w:val="00D8547A"/>
    <w:rsid w:val="00D8554E"/>
    <w:rsid w:val="00D859E5"/>
    <w:rsid w:val="00D85AA5"/>
    <w:rsid w:val="00D85BF6"/>
    <w:rsid w:val="00D86036"/>
    <w:rsid w:val="00D860D0"/>
    <w:rsid w:val="00D8623A"/>
    <w:rsid w:val="00D8699A"/>
    <w:rsid w:val="00D86AB4"/>
    <w:rsid w:val="00D86D9D"/>
    <w:rsid w:val="00D86DE3"/>
    <w:rsid w:val="00D87336"/>
    <w:rsid w:val="00D87437"/>
    <w:rsid w:val="00D87666"/>
    <w:rsid w:val="00D8767E"/>
    <w:rsid w:val="00D87752"/>
    <w:rsid w:val="00D87A8A"/>
    <w:rsid w:val="00D87DA8"/>
    <w:rsid w:val="00D9007C"/>
    <w:rsid w:val="00D901E6"/>
    <w:rsid w:val="00D90278"/>
    <w:rsid w:val="00D902C3"/>
    <w:rsid w:val="00D904F5"/>
    <w:rsid w:val="00D90A07"/>
    <w:rsid w:val="00D90A2E"/>
    <w:rsid w:val="00D90E4D"/>
    <w:rsid w:val="00D90FE5"/>
    <w:rsid w:val="00D91002"/>
    <w:rsid w:val="00D91184"/>
    <w:rsid w:val="00D91230"/>
    <w:rsid w:val="00D9143F"/>
    <w:rsid w:val="00D9146F"/>
    <w:rsid w:val="00D91F0E"/>
    <w:rsid w:val="00D91FA2"/>
    <w:rsid w:val="00D920D3"/>
    <w:rsid w:val="00D927C6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416"/>
    <w:rsid w:val="00D945C6"/>
    <w:rsid w:val="00D94A40"/>
    <w:rsid w:val="00D94D48"/>
    <w:rsid w:val="00D94EE0"/>
    <w:rsid w:val="00D9544C"/>
    <w:rsid w:val="00D9555B"/>
    <w:rsid w:val="00D9580B"/>
    <w:rsid w:val="00D95CCE"/>
    <w:rsid w:val="00D95F7E"/>
    <w:rsid w:val="00D96783"/>
    <w:rsid w:val="00D96A7E"/>
    <w:rsid w:val="00D96DC7"/>
    <w:rsid w:val="00D96EF7"/>
    <w:rsid w:val="00D96F15"/>
    <w:rsid w:val="00D97207"/>
    <w:rsid w:val="00D97311"/>
    <w:rsid w:val="00D97547"/>
    <w:rsid w:val="00D975A0"/>
    <w:rsid w:val="00D9774D"/>
    <w:rsid w:val="00D97A0A"/>
    <w:rsid w:val="00D97D33"/>
    <w:rsid w:val="00D97F37"/>
    <w:rsid w:val="00DA05F6"/>
    <w:rsid w:val="00DA0612"/>
    <w:rsid w:val="00DA0688"/>
    <w:rsid w:val="00DA09D6"/>
    <w:rsid w:val="00DA0BB3"/>
    <w:rsid w:val="00DA1039"/>
    <w:rsid w:val="00DA12F3"/>
    <w:rsid w:val="00DA1615"/>
    <w:rsid w:val="00DA1B2A"/>
    <w:rsid w:val="00DA1C60"/>
    <w:rsid w:val="00DA1E23"/>
    <w:rsid w:val="00DA22D3"/>
    <w:rsid w:val="00DA2324"/>
    <w:rsid w:val="00DA24C7"/>
    <w:rsid w:val="00DA254B"/>
    <w:rsid w:val="00DA2BC3"/>
    <w:rsid w:val="00DA2E8F"/>
    <w:rsid w:val="00DA318C"/>
    <w:rsid w:val="00DA32EC"/>
    <w:rsid w:val="00DA33DA"/>
    <w:rsid w:val="00DA3562"/>
    <w:rsid w:val="00DA370F"/>
    <w:rsid w:val="00DA3A1F"/>
    <w:rsid w:val="00DA3AB1"/>
    <w:rsid w:val="00DA3B6E"/>
    <w:rsid w:val="00DA3C42"/>
    <w:rsid w:val="00DA3F13"/>
    <w:rsid w:val="00DA46B4"/>
    <w:rsid w:val="00DA46CB"/>
    <w:rsid w:val="00DA47E1"/>
    <w:rsid w:val="00DA4AA1"/>
    <w:rsid w:val="00DA50B2"/>
    <w:rsid w:val="00DA50DA"/>
    <w:rsid w:val="00DA544F"/>
    <w:rsid w:val="00DA5689"/>
    <w:rsid w:val="00DA57CF"/>
    <w:rsid w:val="00DA5934"/>
    <w:rsid w:val="00DA594E"/>
    <w:rsid w:val="00DA5ED4"/>
    <w:rsid w:val="00DA6040"/>
    <w:rsid w:val="00DA62C3"/>
    <w:rsid w:val="00DA64B1"/>
    <w:rsid w:val="00DA64DD"/>
    <w:rsid w:val="00DA6693"/>
    <w:rsid w:val="00DA6975"/>
    <w:rsid w:val="00DA6AF7"/>
    <w:rsid w:val="00DA6CBB"/>
    <w:rsid w:val="00DA6D83"/>
    <w:rsid w:val="00DA6DCF"/>
    <w:rsid w:val="00DA725C"/>
    <w:rsid w:val="00DA75A3"/>
    <w:rsid w:val="00DA76F4"/>
    <w:rsid w:val="00DA7BA5"/>
    <w:rsid w:val="00DA7C29"/>
    <w:rsid w:val="00DA7C7E"/>
    <w:rsid w:val="00DA7D63"/>
    <w:rsid w:val="00DB00A0"/>
    <w:rsid w:val="00DB0210"/>
    <w:rsid w:val="00DB0912"/>
    <w:rsid w:val="00DB0B72"/>
    <w:rsid w:val="00DB103D"/>
    <w:rsid w:val="00DB1498"/>
    <w:rsid w:val="00DB1704"/>
    <w:rsid w:val="00DB1AD4"/>
    <w:rsid w:val="00DB1DCD"/>
    <w:rsid w:val="00DB260C"/>
    <w:rsid w:val="00DB2674"/>
    <w:rsid w:val="00DB2717"/>
    <w:rsid w:val="00DB2BA4"/>
    <w:rsid w:val="00DB2DFB"/>
    <w:rsid w:val="00DB312A"/>
    <w:rsid w:val="00DB347A"/>
    <w:rsid w:val="00DB37FD"/>
    <w:rsid w:val="00DB383A"/>
    <w:rsid w:val="00DB39C0"/>
    <w:rsid w:val="00DB3DAC"/>
    <w:rsid w:val="00DB4D49"/>
    <w:rsid w:val="00DB4E20"/>
    <w:rsid w:val="00DB5121"/>
    <w:rsid w:val="00DB52E0"/>
    <w:rsid w:val="00DB54A3"/>
    <w:rsid w:val="00DB57B0"/>
    <w:rsid w:val="00DB5A34"/>
    <w:rsid w:val="00DB5A4F"/>
    <w:rsid w:val="00DB5B77"/>
    <w:rsid w:val="00DB5EB1"/>
    <w:rsid w:val="00DB631E"/>
    <w:rsid w:val="00DB647E"/>
    <w:rsid w:val="00DB64A0"/>
    <w:rsid w:val="00DB6556"/>
    <w:rsid w:val="00DB6740"/>
    <w:rsid w:val="00DB6AC9"/>
    <w:rsid w:val="00DB6CF5"/>
    <w:rsid w:val="00DB7021"/>
    <w:rsid w:val="00DB73DA"/>
    <w:rsid w:val="00DB7591"/>
    <w:rsid w:val="00DB75BD"/>
    <w:rsid w:val="00DB7786"/>
    <w:rsid w:val="00DB7814"/>
    <w:rsid w:val="00DB7BF2"/>
    <w:rsid w:val="00DC0385"/>
    <w:rsid w:val="00DC03B8"/>
    <w:rsid w:val="00DC0427"/>
    <w:rsid w:val="00DC08F6"/>
    <w:rsid w:val="00DC0D6B"/>
    <w:rsid w:val="00DC0E8E"/>
    <w:rsid w:val="00DC1173"/>
    <w:rsid w:val="00DC135D"/>
    <w:rsid w:val="00DC1FF7"/>
    <w:rsid w:val="00DC24AB"/>
    <w:rsid w:val="00DC2A57"/>
    <w:rsid w:val="00DC3097"/>
    <w:rsid w:val="00DC36B2"/>
    <w:rsid w:val="00DC3745"/>
    <w:rsid w:val="00DC3C8F"/>
    <w:rsid w:val="00DC42AD"/>
    <w:rsid w:val="00DC42B6"/>
    <w:rsid w:val="00DC4409"/>
    <w:rsid w:val="00DC49D6"/>
    <w:rsid w:val="00DC4F03"/>
    <w:rsid w:val="00DC5078"/>
    <w:rsid w:val="00DC50BE"/>
    <w:rsid w:val="00DC53AA"/>
    <w:rsid w:val="00DC5E0E"/>
    <w:rsid w:val="00DC5F3A"/>
    <w:rsid w:val="00DC6124"/>
    <w:rsid w:val="00DC617F"/>
    <w:rsid w:val="00DC6508"/>
    <w:rsid w:val="00DC662A"/>
    <w:rsid w:val="00DC670C"/>
    <w:rsid w:val="00DC699B"/>
    <w:rsid w:val="00DC6E0D"/>
    <w:rsid w:val="00DC73F2"/>
    <w:rsid w:val="00DC7645"/>
    <w:rsid w:val="00DC7835"/>
    <w:rsid w:val="00DC79E0"/>
    <w:rsid w:val="00DD0071"/>
    <w:rsid w:val="00DD02F8"/>
    <w:rsid w:val="00DD040B"/>
    <w:rsid w:val="00DD04A2"/>
    <w:rsid w:val="00DD06E5"/>
    <w:rsid w:val="00DD071F"/>
    <w:rsid w:val="00DD098C"/>
    <w:rsid w:val="00DD0D1E"/>
    <w:rsid w:val="00DD0DA7"/>
    <w:rsid w:val="00DD0DC8"/>
    <w:rsid w:val="00DD0E56"/>
    <w:rsid w:val="00DD0F21"/>
    <w:rsid w:val="00DD1014"/>
    <w:rsid w:val="00DD13B7"/>
    <w:rsid w:val="00DD13CB"/>
    <w:rsid w:val="00DD1670"/>
    <w:rsid w:val="00DD1745"/>
    <w:rsid w:val="00DD176E"/>
    <w:rsid w:val="00DD1A49"/>
    <w:rsid w:val="00DD1BF2"/>
    <w:rsid w:val="00DD1D34"/>
    <w:rsid w:val="00DD1D36"/>
    <w:rsid w:val="00DD1EA1"/>
    <w:rsid w:val="00DD1FDF"/>
    <w:rsid w:val="00DD2512"/>
    <w:rsid w:val="00DD257F"/>
    <w:rsid w:val="00DD25A8"/>
    <w:rsid w:val="00DD266A"/>
    <w:rsid w:val="00DD26D1"/>
    <w:rsid w:val="00DD281A"/>
    <w:rsid w:val="00DD28AA"/>
    <w:rsid w:val="00DD28AD"/>
    <w:rsid w:val="00DD2CDD"/>
    <w:rsid w:val="00DD2F77"/>
    <w:rsid w:val="00DD308B"/>
    <w:rsid w:val="00DD311A"/>
    <w:rsid w:val="00DD316D"/>
    <w:rsid w:val="00DD3245"/>
    <w:rsid w:val="00DD3D5E"/>
    <w:rsid w:val="00DD4479"/>
    <w:rsid w:val="00DD47AC"/>
    <w:rsid w:val="00DD4947"/>
    <w:rsid w:val="00DD551B"/>
    <w:rsid w:val="00DD576C"/>
    <w:rsid w:val="00DD582D"/>
    <w:rsid w:val="00DD5B89"/>
    <w:rsid w:val="00DD5D08"/>
    <w:rsid w:val="00DD6558"/>
    <w:rsid w:val="00DD6581"/>
    <w:rsid w:val="00DD6656"/>
    <w:rsid w:val="00DD675C"/>
    <w:rsid w:val="00DD6814"/>
    <w:rsid w:val="00DD68C3"/>
    <w:rsid w:val="00DD6923"/>
    <w:rsid w:val="00DD6DFD"/>
    <w:rsid w:val="00DD6F5B"/>
    <w:rsid w:val="00DD7071"/>
    <w:rsid w:val="00DD7394"/>
    <w:rsid w:val="00DD7998"/>
    <w:rsid w:val="00DD7BA8"/>
    <w:rsid w:val="00DD7C00"/>
    <w:rsid w:val="00DE01E5"/>
    <w:rsid w:val="00DE022C"/>
    <w:rsid w:val="00DE0AAE"/>
    <w:rsid w:val="00DE1097"/>
    <w:rsid w:val="00DE10C3"/>
    <w:rsid w:val="00DE1698"/>
    <w:rsid w:val="00DE17E0"/>
    <w:rsid w:val="00DE1A02"/>
    <w:rsid w:val="00DE1E0B"/>
    <w:rsid w:val="00DE1F11"/>
    <w:rsid w:val="00DE1F96"/>
    <w:rsid w:val="00DE20B6"/>
    <w:rsid w:val="00DE21B1"/>
    <w:rsid w:val="00DE2275"/>
    <w:rsid w:val="00DE23AC"/>
    <w:rsid w:val="00DE2680"/>
    <w:rsid w:val="00DE2815"/>
    <w:rsid w:val="00DE2B02"/>
    <w:rsid w:val="00DE3174"/>
    <w:rsid w:val="00DE31C5"/>
    <w:rsid w:val="00DE320E"/>
    <w:rsid w:val="00DE330C"/>
    <w:rsid w:val="00DE36C7"/>
    <w:rsid w:val="00DE382B"/>
    <w:rsid w:val="00DE3A4A"/>
    <w:rsid w:val="00DE3E35"/>
    <w:rsid w:val="00DE3E74"/>
    <w:rsid w:val="00DE4363"/>
    <w:rsid w:val="00DE437C"/>
    <w:rsid w:val="00DE4423"/>
    <w:rsid w:val="00DE4597"/>
    <w:rsid w:val="00DE4631"/>
    <w:rsid w:val="00DE46D4"/>
    <w:rsid w:val="00DE473D"/>
    <w:rsid w:val="00DE484E"/>
    <w:rsid w:val="00DE4A33"/>
    <w:rsid w:val="00DE4DB0"/>
    <w:rsid w:val="00DE51B0"/>
    <w:rsid w:val="00DE5609"/>
    <w:rsid w:val="00DE5BB7"/>
    <w:rsid w:val="00DE5D38"/>
    <w:rsid w:val="00DE5FA5"/>
    <w:rsid w:val="00DE5FCD"/>
    <w:rsid w:val="00DE6216"/>
    <w:rsid w:val="00DE6394"/>
    <w:rsid w:val="00DE64A2"/>
    <w:rsid w:val="00DE656D"/>
    <w:rsid w:val="00DE6632"/>
    <w:rsid w:val="00DE67E2"/>
    <w:rsid w:val="00DE67EB"/>
    <w:rsid w:val="00DE6A9B"/>
    <w:rsid w:val="00DE6C7E"/>
    <w:rsid w:val="00DE6ED7"/>
    <w:rsid w:val="00DE732C"/>
    <w:rsid w:val="00DE7381"/>
    <w:rsid w:val="00DE740E"/>
    <w:rsid w:val="00DE76D7"/>
    <w:rsid w:val="00DE7A0F"/>
    <w:rsid w:val="00DE7B59"/>
    <w:rsid w:val="00DE7C86"/>
    <w:rsid w:val="00DE7D00"/>
    <w:rsid w:val="00DF00F0"/>
    <w:rsid w:val="00DF01DA"/>
    <w:rsid w:val="00DF04BA"/>
    <w:rsid w:val="00DF0FAD"/>
    <w:rsid w:val="00DF11E9"/>
    <w:rsid w:val="00DF14E2"/>
    <w:rsid w:val="00DF17AD"/>
    <w:rsid w:val="00DF1A87"/>
    <w:rsid w:val="00DF1BE7"/>
    <w:rsid w:val="00DF1CCA"/>
    <w:rsid w:val="00DF20FB"/>
    <w:rsid w:val="00DF2279"/>
    <w:rsid w:val="00DF2480"/>
    <w:rsid w:val="00DF24F4"/>
    <w:rsid w:val="00DF25EA"/>
    <w:rsid w:val="00DF2894"/>
    <w:rsid w:val="00DF28C1"/>
    <w:rsid w:val="00DF28F3"/>
    <w:rsid w:val="00DF2BC2"/>
    <w:rsid w:val="00DF31A2"/>
    <w:rsid w:val="00DF31C9"/>
    <w:rsid w:val="00DF3542"/>
    <w:rsid w:val="00DF3CEE"/>
    <w:rsid w:val="00DF3EB4"/>
    <w:rsid w:val="00DF4250"/>
    <w:rsid w:val="00DF47DF"/>
    <w:rsid w:val="00DF4CAD"/>
    <w:rsid w:val="00DF500A"/>
    <w:rsid w:val="00DF5317"/>
    <w:rsid w:val="00DF53BA"/>
    <w:rsid w:val="00DF53C6"/>
    <w:rsid w:val="00DF58AA"/>
    <w:rsid w:val="00DF58DC"/>
    <w:rsid w:val="00DF5A51"/>
    <w:rsid w:val="00DF5CA5"/>
    <w:rsid w:val="00DF60D0"/>
    <w:rsid w:val="00DF6923"/>
    <w:rsid w:val="00DF6950"/>
    <w:rsid w:val="00DF6D51"/>
    <w:rsid w:val="00DF6DBD"/>
    <w:rsid w:val="00DF7052"/>
    <w:rsid w:val="00DF71B1"/>
    <w:rsid w:val="00DF7321"/>
    <w:rsid w:val="00DF7574"/>
    <w:rsid w:val="00DF7C98"/>
    <w:rsid w:val="00DF7F9D"/>
    <w:rsid w:val="00E00295"/>
    <w:rsid w:val="00E0049A"/>
    <w:rsid w:val="00E0065E"/>
    <w:rsid w:val="00E007CC"/>
    <w:rsid w:val="00E008DA"/>
    <w:rsid w:val="00E00A1C"/>
    <w:rsid w:val="00E00B1B"/>
    <w:rsid w:val="00E00C3B"/>
    <w:rsid w:val="00E00ED6"/>
    <w:rsid w:val="00E00F42"/>
    <w:rsid w:val="00E00F55"/>
    <w:rsid w:val="00E01104"/>
    <w:rsid w:val="00E0119E"/>
    <w:rsid w:val="00E0135F"/>
    <w:rsid w:val="00E018A0"/>
    <w:rsid w:val="00E019A0"/>
    <w:rsid w:val="00E019E2"/>
    <w:rsid w:val="00E01A99"/>
    <w:rsid w:val="00E01B92"/>
    <w:rsid w:val="00E01D1B"/>
    <w:rsid w:val="00E01E9D"/>
    <w:rsid w:val="00E0202C"/>
    <w:rsid w:val="00E02039"/>
    <w:rsid w:val="00E0255E"/>
    <w:rsid w:val="00E0278F"/>
    <w:rsid w:val="00E02906"/>
    <w:rsid w:val="00E02C91"/>
    <w:rsid w:val="00E02CED"/>
    <w:rsid w:val="00E03058"/>
    <w:rsid w:val="00E032BF"/>
    <w:rsid w:val="00E03600"/>
    <w:rsid w:val="00E03690"/>
    <w:rsid w:val="00E040B6"/>
    <w:rsid w:val="00E040E4"/>
    <w:rsid w:val="00E043F1"/>
    <w:rsid w:val="00E0440F"/>
    <w:rsid w:val="00E04EB9"/>
    <w:rsid w:val="00E04F00"/>
    <w:rsid w:val="00E0515F"/>
    <w:rsid w:val="00E05219"/>
    <w:rsid w:val="00E0546C"/>
    <w:rsid w:val="00E055A6"/>
    <w:rsid w:val="00E0572F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935"/>
    <w:rsid w:val="00E06B06"/>
    <w:rsid w:val="00E06BF1"/>
    <w:rsid w:val="00E06CAC"/>
    <w:rsid w:val="00E06E4E"/>
    <w:rsid w:val="00E06F5A"/>
    <w:rsid w:val="00E07379"/>
    <w:rsid w:val="00E07452"/>
    <w:rsid w:val="00E074A1"/>
    <w:rsid w:val="00E0759A"/>
    <w:rsid w:val="00E076A0"/>
    <w:rsid w:val="00E0780F"/>
    <w:rsid w:val="00E07D1D"/>
    <w:rsid w:val="00E07D5B"/>
    <w:rsid w:val="00E103BE"/>
    <w:rsid w:val="00E10A31"/>
    <w:rsid w:val="00E10C4C"/>
    <w:rsid w:val="00E10EF1"/>
    <w:rsid w:val="00E10FA0"/>
    <w:rsid w:val="00E11229"/>
    <w:rsid w:val="00E1146B"/>
    <w:rsid w:val="00E11528"/>
    <w:rsid w:val="00E117F3"/>
    <w:rsid w:val="00E1185F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2D1C"/>
    <w:rsid w:val="00E134F3"/>
    <w:rsid w:val="00E13510"/>
    <w:rsid w:val="00E13573"/>
    <w:rsid w:val="00E13D46"/>
    <w:rsid w:val="00E13ED8"/>
    <w:rsid w:val="00E14322"/>
    <w:rsid w:val="00E14367"/>
    <w:rsid w:val="00E145BC"/>
    <w:rsid w:val="00E146E6"/>
    <w:rsid w:val="00E1485A"/>
    <w:rsid w:val="00E149A5"/>
    <w:rsid w:val="00E15045"/>
    <w:rsid w:val="00E150CF"/>
    <w:rsid w:val="00E1596B"/>
    <w:rsid w:val="00E15BC4"/>
    <w:rsid w:val="00E15BCC"/>
    <w:rsid w:val="00E15D6C"/>
    <w:rsid w:val="00E15F0D"/>
    <w:rsid w:val="00E162A1"/>
    <w:rsid w:val="00E16346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17F3E"/>
    <w:rsid w:val="00E20382"/>
    <w:rsid w:val="00E20586"/>
    <w:rsid w:val="00E206F2"/>
    <w:rsid w:val="00E206FB"/>
    <w:rsid w:val="00E2081E"/>
    <w:rsid w:val="00E208C5"/>
    <w:rsid w:val="00E20A3D"/>
    <w:rsid w:val="00E211E1"/>
    <w:rsid w:val="00E211E4"/>
    <w:rsid w:val="00E214E9"/>
    <w:rsid w:val="00E2171E"/>
    <w:rsid w:val="00E217A2"/>
    <w:rsid w:val="00E218EA"/>
    <w:rsid w:val="00E21E5D"/>
    <w:rsid w:val="00E2201F"/>
    <w:rsid w:val="00E222C1"/>
    <w:rsid w:val="00E22607"/>
    <w:rsid w:val="00E22655"/>
    <w:rsid w:val="00E2280C"/>
    <w:rsid w:val="00E22AA1"/>
    <w:rsid w:val="00E23051"/>
    <w:rsid w:val="00E23815"/>
    <w:rsid w:val="00E23A4C"/>
    <w:rsid w:val="00E23FDF"/>
    <w:rsid w:val="00E23FF2"/>
    <w:rsid w:val="00E24150"/>
    <w:rsid w:val="00E24216"/>
    <w:rsid w:val="00E2431B"/>
    <w:rsid w:val="00E2432D"/>
    <w:rsid w:val="00E244D1"/>
    <w:rsid w:val="00E24EAB"/>
    <w:rsid w:val="00E2530D"/>
    <w:rsid w:val="00E25424"/>
    <w:rsid w:val="00E254E0"/>
    <w:rsid w:val="00E255B6"/>
    <w:rsid w:val="00E25743"/>
    <w:rsid w:val="00E25B59"/>
    <w:rsid w:val="00E25DDF"/>
    <w:rsid w:val="00E260E3"/>
    <w:rsid w:val="00E263ED"/>
    <w:rsid w:val="00E2663E"/>
    <w:rsid w:val="00E26701"/>
    <w:rsid w:val="00E2685C"/>
    <w:rsid w:val="00E2701E"/>
    <w:rsid w:val="00E270DA"/>
    <w:rsid w:val="00E27107"/>
    <w:rsid w:val="00E2736F"/>
    <w:rsid w:val="00E2743B"/>
    <w:rsid w:val="00E27683"/>
    <w:rsid w:val="00E27913"/>
    <w:rsid w:val="00E27B1A"/>
    <w:rsid w:val="00E30F9F"/>
    <w:rsid w:val="00E3136C"/>
    <w:rsid w:val="00E31791"/>
    <w:rsid w:val="00E317EB"/>
    <w:rsid w:val="00E31BA5"/>
    <w:rsid w:val="00E31C4F"/>
    <w:rsid w:val="00E31CEC"/>
    <w:rsid w:val="00E321B8"/>
    <w:rsid w:val="00E3229E"/>
    <w:rsid w:val="00E32423"/>
    <w:rsid w:val="00E327D9"/>
    <w:rsid w:val="00E32A15"/>
    <w:rsid w:val="00E32B1F"/>
    <w:rsid w:val="00E32C16"/>
    <w:rsid w:val="00E32CBD"/>
    <w:rsid w:val="00E33117"/>
    <w:rsid w:val="00E33399"/>
    <w:rsid w:val="00E337CA"/>
    <w:rsid w:val="00E339B0"/>
    <w:rsid w:val="00E34108"/>
    <w:rsid w:val="00E3423F"/>
    <w:rsid w:val="00E3433B"/>
    <w:rsid w:val="00E34394"/>
    <w:rsid w:val="00E3448E"/>
    <w:rsid w:val="00E34548"/>
    <w:rsid w:val="00E34703"/>
    <w:rsid w:val="00E348B9"/>
    <w:rsid w:val="00E3503C"/>
    <w:rsid w:val="00E35247"/>
    <w:rsid w:val="00E3556E"/>
    <w:rsid w:val="00E35866"/>
    <w:rsid w:val="00E3595E"/>
    <w:rsid w:val="00E35BC0"/>
    <w:rsid w:val="00E360C9"/>
    <w:rsid w:val="00E36495"/>
    <w:rsid w:val="00E36512"/>
    <w:rsid w:val="00E36779"/>
    <w:rsid w:val="00E36A15"/>
    <w:rsid w:val="00E36A86"/>
    <w:rsid w:val="00E36A9A"/>
    <w:rsid w:val="00E36EAB"/>
    <w:rsid w:val="00E37055"/>
    <w:rsid w:val="00E37374"/>
    <w:rsid w:val="00E3738C"/>
    <w:rsid w:val="00E3745F"/>
    <w:rsid w:val="00E374F9"/>
    <w:rsid w:val="00E37579"/>
    <w:rsid w:val="00E3794A"/>
    <w:rsid w:val="00E37A77"/>
    <w:rsid w:val="00E37D12"/>
    <w:rsid w:val="00E37D16"/>
    <w:rsid w:val="00E400B6"/>
    <w:rsid w:val="00E4054A"/>
    <w:rsid w:val="00E4074A"/>
    <w:rsid w:val="00E40789"/>
    <w:rsid w:val="00E40794"/>
    <w:rsid w:val="00E40A1E"/>
    <w:rsid w:val="00E415B0"/>
    <w:rsid w:val="00E416AD"/>
    <w:rsid w:val="00E416B8"/>
    <w:rsid w:val="00E416FA"/>
    <w:rsid w:val="00E4182E"/>
    <w:rsid w:val="00E4189B"/>
    <w:rsid w:val="00E41A6C"/>
    <w:rsid w:val="00E41A97"/>
    <w:rsid w:val="00E41B0B"/>
    <w:rsid w:val="00E41CB5"/>
    <w:rsid w:val="00E41F39"/>
    <w:rsid w:val="00E4207D"/>
    <w:rsid w:val="00E420D2"/>
    <w:rsid w:val="00E4252F"/>
    <w:rsid w:val="00E4258D"/>
    <w:rsid w:val="00E4262B"/>
    <w:rsid w:val="00E42642"/>
    <w:rsid w:val="00E4278D"/>
    <w:rsid w:val="00E42A75"/>
    <w:rsid w:val="00E42B15"/>
    <w:rsid w:val="00E42C0B"/>
    <w:rsid w:val="00E42C54"/>
    <w:rsid w:val="00E42EAB"/>
    <w:rsid w:val="00E42F0D"/>
    <w:rsid w:val="00E43107"/>
    <w:rsid w:val="00E43289"/>
    <w:rsid w:val="00E4330F"/>
    <w:rsid w:val="00E435D0"/>
    <w:rsid w:val="00E43A4E"/>
    <w:rsid w:val="00E44080"/>
    <w:rsid w:val="00E44101"/>
    <w:rsid w:val="00E447E5"/>
    <w:rsid w:val="00E44A0F"/>
    <w:rsid w:val="00E44AC2"/>
    <w:rsid w:val="00E44ADA"/>
    <w:rsid w:val="00E450C8"/>
    <w:rsid w:val="00E450DE"/>
    <w:rsid w:val="00E4530A"/>
    <w:rsid w:val="00E45372"/>
    <w:rsid w:val="00E455A8"/>
    <w:rsid w:val="00E46179"/>
    <w:rsid w:val="00E4628B"/>
    <w:rsid w:val="00E467C3"/>
    <w:rsid w:val="00E4684F"/>
    <w:rsid w:val="00E46A52"/>
    <w:rsid w:val="00E46BAA"/>
    <w:rsid w:val="00E46C96"/>
    <w:rsid w:val="00E46CD7"/>
    <w:rsid w:val="00E46F90"/>
    <w:rsid w:val="00E472D5"/>
    <w:rsid w:val="00E4794A"/>
    <w:rsid w:val="00E479C9"/>
    <w:rsid w:val="00E47D1D"/>
    <w:rsid w:val="00E47FD9"/>
    <w:rsid w:val="00E50193"/>
    <w:rsid w:val="00E50273"/>
    <w:rsid w:val="00E5060F"/>
    <w:rsid w:val="00E506E9"/>
    <w:rsid w:val="00E50B2A"/>
    <w:rsid w:val="00E50B52"/>
    <w:rsid w:val="00E50DB7"/>
    <w:rsid w:val="00E50E59"/>
    <w:rsid w:val="00E510FA"/>
    <w:rsid w:val="00E51630"/>
    <w:rsid w:val="00E51971"/>
    <w:rsid w:val="00E51973"/>
    <w:rsid w:val="00E51D85"/>
    <w:rsid w:val="00E5210E"/>
    <w:rsid w:val="00E5211D"/>
    <w:rsid w:val="00E526B3"/>
    <w:rsid w:val="00E52A28"/>
    <w:rsid w:val="00E52B0D"/>
    <w:rsid w:val="00E52C60"/>
    <w:rsid w:val="00E52D18"/>
    <w:rsid w:val="00E52D9A"/>
    <w:rsid w:val="00E52E2B"/>
    <w:rsid w:val="00E533B4"/>
    <w:rsid w:val="00E535EC"/>
    <w:rsid w:val="00E53696"/>
    <w:rsid w:val="00E536D3"/>
    <w:rsid w:val="00E537F4"/>
    <w:rsid w:val="00E53B61"/>
    <w:rsid w:val="00E54159"/>
    <w:rsid w:val="00E5419E"/>
    <w:rsid w:val="00E541EA"/>
    <w:rsid w:val="00E541EE"/>
    <w:rsid w:val="00E5460C"/>
    <w:rsid w:val="00E5466F"/>
    <w:rsid w:val="00E5472A"/>
    <w:rsid w:val="00E54897"/>
    <w:rsid w:val="00E54B4E"/>
    <w:rsid w:val="00E54BA2"/>
    <w:rsid w:val="00E54C08"/>
    <w:rsid w:val="00E55297"/>
    <w:rsid w:val="00E55340"/>
    <w:rsid w:val="00E55476"/>
    <w:rsid w:val="00E55B9E"/>
    <w:rsid w:val="00E55F7A"/>
    <w:rsid w:val="00E56E5B"/>
    <w:rsid w:val="00E56E98"/>
    <w:rsid w:val="00E56FEA"/>
    <w:rsid w:val="00E5731C"/>
    <w:rsid w:val="00E57580"/>
    <w:rsid w:val="00E57A24"/>
    <w:rsid w:val="00E57B6E"/>
    <w:rsid w:val="00E57C38"/>
    <w:rsid w:val="00E57CAF"/>
    <w:rsid w:val="00E57D90"/>
    <w:rsid w:val="00E600FB"/>
    <w:rsid w:val="00E60700"/>
    <w:rsid w:val="00E6077D"/>
    <w:rsid w:val="00E60864"/>
    <w:rsid w:val="00E60AFB"/>
    <w:rsid w:val="00E60DD3"/>
    <w:rsid w:val="00E60DE2"/>
    <w:rsid w:val="00E61002"/>
    <w:rsid w:val="00E6109E"/>
    <w:rsid w:val="00E61372"/>
    <w:rsid w:val="00E614C3"/>
    <w:rsid w:val="00E6163E"/>
    <w:rsid w:val="00E6177C"/>
    <w:rsid w:val="00E61804"/>
    <w:rsid w:val="00E61B55"/>
    <w:rsid w:val="00E61BC1"/>
    <w:rsid w:val="00E61C8C"/>
    <w:rsid w:val="00E61F78"/>
    <w:rsid w:val="00E6234D"/>
    <w:rsid w:val="00E624BC"/>
    <w:rsid w:val="00E62668"/>
    <w:rsid w:val="00E626E6"/>
    <w:rsid w:val="00E62A8E"/>
    <w:rsid w:val="00E62D07"/>
    <w:rsid w:val="00E63230"/>
    <w:rsid w:val="00E6371E"/>
    <w:rsid w:val="00E63E32"/>
    <w:rsid w:val="00E63F47"/>
    <w:rsid w:val="00E63F68"/>
    <w:rsid w:val="00E64062"/>
    <w:rsid w:val="00E64571"/>
    <w:rsid w:val="00E646BF"/>
    <w:rsid w:val="00E64A19"/>
    <w:rsid w:val="00E64A8C"/>
    <w:rsid w:val="00E64B12"/>
    <w:rsid w:val="00E64FC5"/>
    <w:rsid w:val="00E65191"/>
    <w:rsid w:val="00E65223"/>
    <w:rsid w:val="00E65284"/>
    <w:rsid w:val="00E653B3"/>
    <w:rsid w:val="00E65BBD"/>
    <w:rsid w:val="00E65DCD"/>
    <w:rsid w:val="00E65E0B"/>
    <w:rsid w:val="00E66501"/>
    <w:rsid w:val="00E66705"/>
    <w:rsid w:val="00E667DE"/>
    <w:rsid w:val="00E668C9"/>
    <w:rsid w:val="00E66A08"/>
    <w:rsid w:val="00E66B38"/>
    <w:rsid w:val="00E66C85"/>
    <w:rsid w:val="00E67183"/>
    <w:rsid w:val="00E67319"/>
    <w:rsid w:val="00E67634"/>
    <w:rsid w:val="00E676CD"/>
    <w:rsid w:val="00E6773B"/>
    <w:rsid w:val="00E67D81"/>
    <w:rsid w:val="00E67DB4"/>
    <w:rsid w:val="00E67DB9"/>
    <w:rsid w:val="00E70069"/>
    <w:rsid w:val="00E70098"/>
    <w:rsid w:val="00E702CA"/>
    <w:rsid w:val="00E70409"/>
    <w:rsid w:val="00E70426"/>
    <w:rsid w:val="00E70753"/>
    <w:rsid w:val="00E70C5D"/>
    <w:rsid w:val="00E7103C"/>
    <w:rsid w:val="00E71176"/>
    <w:rsid w:val="00E71257"/>
    <w:rsid w:val="00E712FE"/>
    <w:rsid w:val="00E713EF"/>
    <w:rsid w:val="00E71B2F"/>
    <w:rsid w:val="00E72054"/>
    <w:rsid w:val="00E72155"/>
    <w:rsid w:val="00E7230D"/>
    <w:rsid w:val="00E724A2"/>
    <w:rsid w:val="00E724AB"/>
    <w:rsid w:val="00E727E8"/>
    <w:rsid w:val="00E729BE"/>
    <w:rsid w:val="00E72B73"/>
    <w:rsid w:val="00E72FEB"/>
    <w:rsid w:val="00E73117"/>
    <w:rsid w:val="00E7336B"/>
    <w:rsid w:val="00E7359C"/>
    <w:rsid w:val="00E73685"/>
    <w:rsid w:val="00E73716"/>
    <w:rsid w:val="00E73AC8"/>
    <w:rsid w:val="00E73B42"/>
    <w:rsid w:val="00E73E11"/>
    <w:rsid w:val="00E73F8C"/>
    <w:rsid w:val="00E74136"/>
    <w:rsid w:val="00E742D1"/>
    <w:rsid w:val="00E74379"/>
    <w:rsid w:val="00E7437E"/>
    <w:rsid w:val="00E745F4"/>
    <w:rsid w:val="00E7487C"/>
    <w:rsid w:val="00E74946"/>
    <w:rsid w:val="00E74D53"/>
    <w:rsid w:val="00E750B7"/>
    <w:rsid w:val="00E751DF"/>
    <w:rsid w:val="00E75242"/>
    <w:rsid w:val="00E75283"/>
    <w:rsid w:val="00E753D8"/>
    <w:rsid w:val="00E7561C"/>
    <w:rsid w:val="00E758ED"/>
    <w:rsid w:val="00E75E03"/>
    <w:rsid w:val="00E75E4B"/>
    <w:rsid w:val="00E761E4"/>
    <w:rsid w:val="00E76429"/>
    <w:rsid w:val="00E7653D"/>
    <w:rsid w:val="00E7687C"/>
    <w:rsid w:val="00E76D0E"/>
    <w:rsid w:val="00E7709E"/>
    <w:rsid w:val="00E773F3"/>
    <w:rsid w:val="00E77C59"/>
    <w:rsid w:val="00E77DA2"/>
    <w:rsid w:val="00E77FF3"/>
    <w:rsid w:val="00E80506"/>
    <w:rsid w:val="00E80698"/>
    <w:rsid w:val="00E80951"/>
    <w:rsid w:val="00E81059"/>
    <w:rsid w:val="00E812C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107"/>
    <w:rsid w:val="00E83324"/>
    <w:rsid w:val="00E83375"/>
    <w:rsid w:val="00E8361B"/>
    <w:rsid w:val="00E836BB"/>
    <w:rsid w:val="00E83BE7"/>
    <w:rsid w:val="00E847B5"/>
    <w:rsid w:val="00E84881"/>
    <w:rsid w:val="00E84A61"/>
    <w:rsid w:val="00E84ADD"/>
    <w:rsid w:val="00E84C77"/>
    <w:rsid w:val="00E84C88"/>
    <w:rsid w:val="00E84CBD"/>
    <w:rsid w:val="00E84CD8"/>
    <w:rsid w:val="00E84E31"/>
    <w:rsid w:val="00E84FC9"/>
    <w:rsid w:val="00E852D0"/>
    <w:rsid w:val="00E85452"/>
    <w:rsid w:val="00E85497"/>
    <w:rsid w:val="00E85DA0"/>
    <w:rsid w:val="00E85E83"/>
    <w:rsid w:val="00E860F1"/>
    <w:rsid w:val="00E861B2"/>
    <w:rsid w:val="00E87577"/>
    <w:rsid w:val="00E875E0"/>
    <w:rsid w:val="00E8790B"/>
    <w:rsid w:val="00E902D7"/>
    <w:rsid w:val="00E903F3"/>
    <w:rsid w:val="00E904C5"/>
    <w:rsid w:val="00E9080B"/>
    <w:rsid w:val="00E90B0F"/>
    <w:rsid w:val="00E90C34"/>
    <w:rsid w:val="00E910F5"/>
    <w:rsid w:val="00E91444"/>
    <w:rsid w:val="00E9145D"/>
    <w:rsid w:val="00E917C2"/>
    <w:rsid w:val="00E9198F"/>
    <w:rsid w:val="00E91A50"/>
    <w:rsid w:val="00E91EF5"/>
    <w:rsid w:val="00E91F1F"/>
    <w:rsid w:val="00E91F6F"/>
    <w:rsid w:val="00E91F88"/>
    <w:rsid w:val="00E920C1"/>
    <w:rsid w:val="00E929E0"/>
    <w:rsid w:val="00E929EF"/>
    <w:rsid w:val="00E92A53"/>
    <w:rsid w:val="00E92F49"/>
    <w:rsid w:val="00E930C3"/>
    <w:rsid w:val="00E9316D"/>
    <w:rsid w:val="00E9327E"/>
    <w:rsid w:val="00E935A0"/>
    <w:rsid w:val="00E93654"/>
    <w:rsid w:val="00E93795"/>
    <w:rsid w:val="00E938E5"/>
    <w:rsid w:val="00E939C0"/>
    <w:rsid w:val="00E93A08"/>
    <w:rsid w:val="00E93AE9"/>
    <w:rsid w:val="00E93BC1"/>
    <w:rsid w:val="00E93BF0"/>
    <w:rsid w:val="00E93D49"/>
    <w:rsid w:val="00E93FAC"/>
    <w:rsid w:val="00E940A7"/>
    <w:rsid w:val="00E9471E"/>
    <w:rsid w:val="00E9473F"/>
    <w:rsid w:val="00E947DB"/>
    <w:rsid w:val="00E94E1D"/>
    <w:rsid w:val="00E94FAC"/>
    <w:rsid w:val="00E9518F"/>
    <w:rsid w:val="00E951CF"/>
    <w:rsid w:val="00E9525E"/>
    <w:rsid w:val="00E9549B"/>
    <w:rsid w:val="00E95565"/>
    <w:rsid w:val="00E957C2"/>
    <w:rsid w:val="00E957ED"/>
    <w:rsid w:val="00E95AE7"/>
    <w:rsid w:val="00E95BDA"/>
    <w:rsid w:val="00E95E11"/>
    <w:rsid w:val="00E95EEF"/>
    <w:rsid w:val="00E95FDF"/>
    <w:rsid w:val="00E9634A"/>
    <w:rsid w:val="00E963B7"/>
    <w:rsid w:val="00E965BD"/>
    <w:rsid w:val="00E96B37"/>
    <w:rsid w:val="00E96BDD"/>
    <w:rsid w:val="00E96FD1"/>
    <w:rsid w:val="00E970CB"/>
    <w:rsid w:val="00E970E1"/>
    <w:rsid w:val="00E97351"/>
    <w:rsid w:val="00E97545"/>
    <w:rsid w:val="00E97790"/>
    <w:rsid w:val="00E97AB3"/>
    <w:rsid w:val="00E97AEF"/>
    <w:rsid w:val="00E97B53"/>
    <w:rsid w:val="00E97FB1"/>
    <w:rsid w:val="00E97FC4"/>
    <w:rsid w:val="00E97FD8"/>
    <w:rsid w:val="00EA0049"/>
    <w:rsid w:val="00EA00DC"/>
    <w:rsid w:val="00EA010B"/>
    <w:rsid w:val="00EA018C"/>
    <w:rsid w:val="00EA0233"/>
    <w:rsid w:val="00EA03CE"/>
    <w:rsid w:val="00EA05E5"/>
    <w:rsid w:val="00EA068B"/>
    <w:rsid w:val="00EA06A0"/>
    <w:rsid w:val="00EA06A4"/>
    <w:rsid w:val="00EA0AF7"/>
    <w:rsid w:val="00EA0DC1"/>
    <w:rsid w:val="00EA0E31"/>
    <w:rsid w:val="00EA0F4D"/>
    <w:rsid w:val="00EA0FB5"/>
    <w:rsid w:val="00EA10C4"/>
    <w:rsid w:val="00EA150B"/>
    <w:rsid w:val="00EA185B"/>
    <w:rsid w:val="00EA1883"/>
    <w:rsid w:val="00EA1A09"/>
    <w:rsid w:val="00EA1AE7"/>
    <w:rsid w:val="00EA1C6A"/>
    <w:rsid w:val="00EA1E0D"/>
    <w:rsid w:val="00EA1FE6"/>
    <w:rsid w:val="00EA2195"/>
    <w:rsid w:val="00EA21BD"/>
    <w:rsid w:val="00EA22D3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00A"/>
    <w:rsid w:val="00EA418F"/>
    <w:rsid w:val="00EA4375"/>
    <w:rsid w:val="00EA4509"/>
    <w:rsid w:val="00EA4615"/>
    <w:rsid w:val="00EA4628"/>
    <w:rsid w:val="00EA471E"/>
    <w:rsid w:val="00EA4860"/>
    <w:rsid w:val="00EA497D"/>
    <w:rsid w:val="00EA4AEE"/>
    <w:rsid w:val="00EA4CA0"/>
    <w:rsid w:val="00EA4F6A"/>
    <w:rsid w:val="00EA5089"/>
    <w:rsid w:val="00EA50C1"/>
    <w:rsid w:val="00EA50E0"/>
    <w:rsid w:val="00EA5711"/>
    <w:rsid w:val="00EA5DE7"/>
    <w:rsid w:val="00EA5E56"/>
    <w:rsid w:val="00EA5F8D"/>
    <w:rsid w:val="00EA63B8"/>
    <w:rsid w:val="00EA6499"/>
    <w:rsid w:val="00EA6556"/>
    <w:rsid w:val="00EA6BF8"/>
    <w:rsid w:val="00EA6CF7"/>
    <w:rsid w:val="00EA6E7E"/>
    <w:rsid w:val="00EA782B"/>
    <w:rsid w:val="00EA7F37"/>
    <w:rsid w:val="00EB02B3"/>
    <w:rsid w:val="00EB060A"/>
    <w:rsid w:val="00EB07A4"/>
    <w:rsid w:val="00EB0B10"/>
    <w:rsid w:val="00EB0DE9"/>
    <w:rsid w:val="00EB0E0E"/>
    <w:rsid w:val="00EB12F5"/>
    <w:rsid w:val="00EB13AA"/>
    <w:rsid w:val="00EB1514"/>
    <w:rsid w:val="00EB187C"/>
    <w:rsid w:val="00EB19E7"/>
    <w:rsid w:val="00EB1A6E"/>
    <w:rsid w:val="00EB1CB0"/>
    <w:rsid w:val="00EB1D58"/>
    <w:rsid w:val="00EB2141"/>
    <w:rsid w:val="00EB223F"/>
    <w:rsid w:val="00EB2262"/>
    <w:rsid w:val="00EB237D"/>
    <w:rsid w:val="00EB242E"/>
    <w:rsid w:val="00EB2637"/>
    <w:rsid w:val="00EB28B0"/>
    <w:rsid w:val="00EB32F7"/>
    <w:rsid w:val="00EB346E"/>
    <w:rsid w:val="00EB34DA"/>
    <w:rsid w:val="00EB36E8"/>
    <w:rsid w:val="00EB3A0E"/>
    <w:rsid w:val="00EB3EB8"/>
    <w:rsid w:val="00EB3ED4"/>
    <w:rsid w:val="00EB3F1F"/>
    <w:rsid w:val="00EB40B1"/>
    <w:rsid w:val="00EB48E0"/>
    <w:rsid w:val="00EB4922"/>
    <w:rsid w:val="00EB4E24"/>
    <w:rsid w:val="00EB51B9"/>
    <w:rsid w:val="00EB542A"/>
    <w:rsid w:val="00EB5623"/>
    <w:rsid w:val="00EB5760"/>
    <w:rsid w:val="00EB59FA"/>
    <w:rsid w:val="00EB5F03"/>
    <w:rsid w:val="00EB627E"/>
    <w:rsid w:val="00EB6550"/>
    <w:rsid w:val="00EB6A3E"/>
    <w:rsid w:val="00EB6F4C"/>
    <w:rsid w:val="00EB7060"/>
    <w:rsid w:val="00EB71B9"/>
    <w:rsid w:val="00EB71C4"/>
    <w:rsid w:val="00EB7687"/>
    <w:rsid w:val="00EB76CB"/>
    <w:rsid w:val="00EB77D1"/>
    <w:rsid w:val="00EB7B28"/>
    <w:rsid w:val="00EB7F18"/>
    <w:rsid w:val="00EC0196"/>
    <w:rsid w:val="00EC0228"/>
    <w:rsid w:val="00EC04C0"/>
    <w:rsid w:val="00EC0784"/>
    <w:rsid w:val="00EC0AE0"/>
    <w:rsid w:val="00EC0AF9"/>
    <w:rsid w:val="00EC0C99"/>
    <w:rsid w:val="00EC0FBE"/>
    <w:rsid w:val="00EC1403"/>
    <w:rsid w:val="00EC1571"/>
    <w:rsid w:val="00EC17D8"/>
    <w:rsid w:val="00EC1A7A"/>
    <w:rsid w:val="00EC1BBE"/>
    <w:rsid w:val="00EC1C7F"/>
    <w:rsid w:val="00EC2167"/>
    <w:rsid w:val="00EC2227"/>
    <w:rsid w:val="00EC26DA"/>
    <w:rsid w:val="00EC2B83"/>
    <w:rsid w:val="00EC2FE1"/>
    <w:rsid w:val="00EC3032"/>
    <w:rsid w:val="00EC30F6"/>
    <w:rsid w:val="00EC332C"/>
    <w:rsid w:val="00EC3516"/>
    <w:rsid w:val="00EC3B28"/>
    <w:rsid w:val="00EC3E21"/>
    <w:rsid w:val="00EC46F3"/>
    <w:rsid w:val="00EC4A5B"/>
    <w:rsid w:val="00EC4CF1"/>
    <w:rsid w:val="00EC5143"/>
    <w:rsid w:val="00EC521A"/>
    <w:rsid w:val="00EC53BF"/>
    <w:rsid w:val="00EC5419"/>
    <w:rsid w:val="00EC56F7"/>
    <w:rsid w:val="00EC57C8"/>
    <w:rsid w:val="00EC592C"/>
    <w:rsid w:val="00EC5B3D"/>
    <w:rsid w:val="00EC5C9E"/>
    <w:rsid w:val="00EC5FCE"/>
    <w:rsid w:val="00EC6080"/>
    <w:rsid w:val="00EC62B8"/>
    <w:rsid w:val="00EC6382"/>
    <w:rsid w:val="00EC6805"/>
    <w:rsid w:val="00EC6A63"/>
    <w:rsid w:val="00EC6B95"/>
    <w:rsid w:val="00EC6C8C"/>
    <w:rsid w:val="00EC6E2E"/>
    <w:rsid w:val="00EC6E3D"/>
    <w:rsid w:val="00EC6EA3"/>
    <w:rsid w:val="00EC6F2E"/>
    <w:rsid w:val="00EC70FF"/>
    <w:rsid w:val="00EC7213"/>
    <w:rsid w:val="00EC7453"/>
    <w:rsid w:val="00EC76CD"/>
    <w:rsid w:val="00EC7C67"/>
    <w:rsid w:val="00EC7E64"/>
    <w:rsid w:val="00EC7ED9"/>
    <w:rsid w:val="00ED04EC"/>
    <w:rsid w:val="00ED05A6"/>
    <w:rsid w:val="00ED064E"/>
    <w:rsid w:val="00ED098F"/>
    <w:rsid w:val="00ED0D28"/>
    <w:rsid w:val="00ED0E0F"/>
    <w:rsid w:val="00ED0E6E"/>
    <w:rsid w:val="00ED0EBD"/>
    <w:rsid w:val="00ED0F6A"/>
    <w:rsid w:val="00ED1045"/>
    <w:rsid w:val="00ED1307"/>
    <w:rsid w:val="00ED138C"/>
    <w:rsid w:val="00ED16F3"/>
    <w:rsid w:val="00ED1737"/>
    <w:rsid w:val="00ED1BA8"/>
    <w:rsid w:val="00ED1F2E"/>
    <w:rsid w:val="00ED2389"/>
    <w:rsid w:val="00ED2413"/>
    <w:rsid w:val="00ED2613"/>
    <w:rsid w:val="00ED26AE"/>
    <w:rsid w:val="00ED274A"/>
    <w:rsid w:val="00ED29D3"/>
    <w:rsid w:val="00ED2EBD"/>
    <w:rsid w:val="00ED2F0F"/>
    <w:rsid w:val="00ED2F47"/>
    <w:rsid w:val="00ED2FA1"/>
    <w:rsid w:val="00ED30C0"/>
    <w:rsid w:val="00ED33FD"/>
    <w:rsid w:val="00ED35B8"/>
    <w:rsid w:val="00ED3FEE"/>
    <w:rsid w:val="00ED465B"/>
    <w:rsid w:val="00ED4AFB"/>
    <w:rsid w:val="00ED4BCA"/>
    <w:rsid w:val="00ED4E0E"/>
    <w:rsid w:val="00ED4E8D"/>
    <w:rsid w:val="00ED4F5F"/>
    <w:rsid w:val="00ED51CC"/>
    <w:rsid w:val="00ED5597"/>
    <w:rsid w:val="00ED57B9"/>
    <w:rsid w:val="00ED65CA"/>
    <w:rsid w:val="00ED67DA"/>
    <w:rsid w:val="00ED6953"/>
    <w:rsid w:val="00ED6B16"/>
    <w:rsid w:val="00ED70A4"/>
    <w:rsid w:val="00ED7314"/>
    <w:rsid w:val="00ED74FF"/>
    <w:rsid w:val="00ED7659"/>
    <w:rsid w:val="00ED7CAE"/>
    <w:rsid w:val="00ED7D60"/>
    <w:rsid w:val="00ED7D6A"/>
    <w:rsid w:val="00ED7EF5"/>
    <w:rsid w:val="00EE01D5"/>
    <w:rsid w:val="00EE0437"/>
    <w:rsid w:val="00EE04AF"/>
    <w:rsid w:val="00EE0814"/>
    <w:rsid w:val="00EE094E"/>
    <w:rsid w:val="00EE0E01"/>
    <w:rsid w:val="00EE0E0E"/>
    <w:rsid w:val="00EE0F7A"/>
    <w:rsid w:val="00EE1093"/>
    <w:rsid w:val="00EE113B"/>
    <w:rsid w:val="00EE126A"/>
    <w:rsid w:val="00EE1AD2"/>
    <w:rsid w:val="00EE1BE0"/>
    <w:rsid w:val="00EE1EC9"/>
    <w:rsid w:val="00EE24A4"/>
    <w:rsid w:val="00EE2A20"/>
    <w:rsid w:val="00EE2A27"/>
    <w:rsid w:val="00EE2B79"/>
    <w:rsid w:val="00EE2FB1"/>
    <w:rsid w:val="00EE2FD0"/>
    <w:rsid w:val="00EE3551"/>
    <w:rsid w:val="00EE37B2"/>
    <w:rsid w:val="00EE394F"/>
    <w:rsid w:val="00EE3BEA"/>
    <w:rsid w:val="00EE3E0C"/>
    <w:rsid w:val="00EE3E8D"/>
    <w:rsid w:val="00EE437C"/>
    <w:rsid w:val="00EE45A1"/>
    <w:rsid w:val="00EE4D3F"/>
    <w:rsid w:val="00EE512D"/>
    <w:rsid w:val="00EE525B"/>
    <w:rsid w:val="00EE5268"/>
    <w:rsid w:val="00EE54D1"/>
    <w:rsid w:val="00EE5A68"/>
    <w:rsid w:val="00EE5B2B"/>
    <w:rsid w:val="00EE5F04"/>
    <w:rsid w:val="00EE5FE2"/>
    <w:rsid w:val="00EE6875"/>
    <w:rsid w:val="00EE6ABB"/>
    <w:rsid w:val="00EE7029"/>
    <w:rsid w:val="00EE706A"/>
    <w:rsid w:val="00EE7513"/>
    <w:rsid w:val="00EE775A"/>
    <w:rsid w:val="00EE7819"/>
    <w:rsid w:val="00EE7D87"/>
    <w:rsid w:val="00EE7F98"/>
    <w:rsid w:val="00EF02F8"/>
    <w:rsid w:val="00EF064C"/>
    <w:rsid w:val="00EF0983"/>
    <w:rsid w:val="00EF09E2"/>
    <w:rsid w:val="00EF09F9"/>
    <w:rsid w:val="00EF1131"/>
    <w:rsid w:val="00EF168F"/>
    <w:rsid w:val="00EF1695"/>
    <w:rsid w:val="00EF1D3A"/>
    <w:rsid w:val="00EF1E46"/>
    <w:rsid w:val="00EF218A"/>
    <w:rsid w:val="00EF2244"/>
    <w:rsid w:val="00EF22D0"/>
    <w:rsid w:val="00EF27DC"/>
    <w:rsid w:val="00EF2B6A"/>
    <w:rsid w:val="00EF2BC5"/>
    <w:rsid w:val="00EF2C20"/>
    <w:rsid w:val="00EF3269"/>
    <w:rsid w:val="00EF35AB"/>
    <w:rsid w:val="00EF38E0"/>
    <w:rsid w:val="00EF3B46"/>
    <w:rsid w:val="00EF3EE3"/>
    <w:rsid w:val="00EF4220"/>
    <w:rsid w:val="00EF4247"/>
    <w:rsid w:val="00EF4599"/>
    <w:rsid w:val="00EF47BA"/>
    <w:rsid w:val="00EF4F2F"/>
    <w:rsid w:val="00EF5198"/>
    <w:rsid w:val="00EF55E6"/>
    <w:rsid w:val="00EF57C7"/>
    <w:rsid w:val="00EF580D"/>
    <w:rsid w:val="00EF5998"/>
    <w:rsid w:val="00EF59DF"/>
    <w:rsid w:val="00EF5BF3"/>
    <w:rsid w:val="00EF5C81"/>
    <w:rsid w:val="00EF5DB5"/>
    <w:rsid w:val="00EF5F91"/>
    <w:rsid w:val="00EF62B0"/>
    <w:rsid w:val="00EF6350"/>
    <w:rsid w:val="00EF639A"/>
    <w:rsid w:val="00EF65EC"/>
    <w:rsid w:val="00EF667D"/>
    <w:rsid w:val="00EF6A7D"/>
    <w:rsid w:val="00EF6C14"/>
    <w:rsid w:val="00EF6DA1"/>
    <w:rsid w:val="00EF7475"/>
    <w:rsid w:val="00EF7898"/>
    <w:rsid w:val="00EF7A60"/>
    <w:rsid w:val="00EF7B4F"/>
    <w:rsid w:val="00EF7BC6"/>
    <w:rsid w:val="00F0013F"/>
    <w:rsid w:val="00F00320"/>
    <w:rsid w:val="00F009AC"/>
    <w:rsid w:val="00F00ECB"/>
    <w:rsid w:val="00F0127F"/>
    <w:rsid w:val="00F01333"/>
    <w:rsid w:val="00F01536"/>
    <w:rsid w:val="00F01723"/>
    <w:rsid w:val="00F01D82"/>
    <w:rsid w:val="00F01F83"/>
    <w:rsid w:val="00F0211A"/>
    <w:rsid w:val="00F0214C"/>
    <w:rsid w:val="00F026E9"/>
    <w:rsid w:val="00F027C1"/>
    <w:rsid w:val="00F0282F"/>
    <w:rsid w:val="00F0283D"/>
    <w:rsid w:val="00F02B01"/>
    <w:rsid w:val="00F02BE8"/>
    <w:rsid w:val="00F02C6C"/>
    <w:rsid w:val="00F02DFC"/>
    <w:rsid w:val="00F03228"/>
    <w:rsid w:val="00F0398C"/>
    <w:rsid w:val="00F03ED5"/>
    <w:rsid w:val="00F03F08"/>
    <w:rsid w:val="00F0441B"/>
    <w:rsid w:val="00F0464D"/>
    <w:rsid w:val="00F047A1"/>
    <w:rsid w:val="00F04856"/>
    <w:rsid w:val="00F048CD"/>
    <w:rsid w:val="00F04E71"/>
    <w:rsid w:val="00F04E91"/>
    <w:rsid w:val="00F057EB"/>
    <w:rsid w:val="00F05903"/>
    <w:rsid w:val="00F05958"/>
    <w:rsid w:val="00F05A3B"/>
    <w:rsid w:val="00F05B10"/>
    <w:rsid w:val="00F05BAF"/>
    <w:rsid w:val="00F05F75"/>
    <w:rsid w:val="00F06082"/>
    <w:rsid w:val="00F06289"/>
    <w:rsid w:val="00F0662A"/>
    <w:rsid w:val="00F06631"/>
    <w:rsid w:val="00F068B0"/>
    <w:rsid w:val="00F06B90"/>
    <w:rsid w:val="00F06BB9"/>
    <w:rsid w:val="00F06CA0"/>
    <w:rsid w:val="00F06D08"/>
    <w:rsid w:val="00F06D46"/>
    <w:rsid w:val="00F06EE1"/>
    <w:rsid w:val="00F0721F"/>
    <w:rsid w:val="00F075EA"/>
    <w:rsid w:val="00F076EA"/>
    <w:rsid w:val="00F07723"/>
    <w:rsid w:val="00F07845"/>
    <w:rsid w:val="00F078EF"/>
    <w:rsid w:val="00F07A97"/>
    <w:rsid w:val="00F07B12"/>
    <w:rsid w:val="00F1056D"/>
    <w:rsid w:val="00F106A3"/>
    <w:rsid w:val="00F10D92"/>
    <w:rsid w:val="00F10E21"/>
    <w:rsid w:val="00F10E36"/>
    <w:rsid w:val="00F10FE9"/>
    <w:rsid w:val="00F1124C"/>
    <w:rsid w:val="00F11270"/>
    <w:rsid w:val="00F11363"/>
    <w:rsid w:val="00F113FF"/>
    <w:rsid w:val="00F114C5"/>
    <w:rsid w:val="00F11504"/>
    <w:rsid w:val="00F11550"/>
    <w:rsid w:val="00F11839"/>
    <w:rsid w:val="00F11B40"/>
    <w:rsid w:val="00F11C03"/>
    <w:rsid w:val="00F11D82"/>
    <w:rsid w:val="00F11E3B"/>
    <w:rsid w:val="00F11F6D"/>
    <w:rsid w:val="00F120EF"/>
    <w:rsid w:val="00F12274"/>
    <w:rsid w:val="00F123AF"/>
    <w:rsid w:val="00F12818"/>
    <w:rsid w:val="00F12900"/>
    <w:rsid w:val="00F12B94"/>
    <w:rsid w:val="00F12BCB"/>
    <w:rsid w:val="00F12EB2"/>
    <w:rsid w:val="00F13147"/>
    <w:rsid w:val="00F13374"/>
    <w:rsid w:val="00F137D6"/>
    <w:rsid w:val="00F13D6B"/>
    <w:rsid w:val="00F13E96"/>
    <w:rsid w:val="00F14033"/>
    <w:rsid w:val="00F141D8"/>
    <w:rsid w:val="00F14203"/>
    <w:rsid w:val="00F14296"/>
    <w:rsid w:val="00F142A4"/>
    <w:rsid w:val="00F1473B"/>
    <w:rsid w:val="00F149E6"/>
    <w:rsid w:val="00F14A18"/>
    <w:rsid w:val="00F14A2C"/>
    <w:rsid w:val="00F14BEA"/>
    <w:rsid w:val="00F14F6B"/>
    <w:rsid w:val="00F14F92"/>
    <w:rsid w:val="00F150B5"/>
    <w:rsid w:val="00F151F2"/>
    <w:rsid w:val="00F15315"/>
    <w:rsid w:val="00F15482"/>
    <w:rsid w:val="00F15947"/>
    <w:rsid w:val="00F15A90"/>
    <w:rsid w:val="00F15B1C"/>
    <w:rsid w:val="00F15BD9"/>
    <w:rsid w:val="00F15C9B"/>
    <w:rsid w:val="00F15D55"/>
    <w:rsid w:val="00F15E4F"/>
    <w:rsid w:val="00F15EAA"/>
    <w:rsid w:val="00F15EFF"/>
    <w:rsid w:val="00F16002"/>
    <w:rsid w:val="00F16018"/>
    <w:rsid w:val="00F16122"/>
    <w:rsid w:val="00F1690C"/>
    <w:rsid w:val="00F1694B"/>
    <w:rsid w:val="00F16CD2"/>
    <w:rsid w:val="00F16EE6"/>
    <w:rsid w:val="00F17110"/>
    <w:rsid w:val="00F17330"/>
    <w:rsid w:val="00F176C1"/>
    <w:rsid w:val="00F177CB"/>
    <w:rsid w:val="00F17B08"/>
    <w:rsid w:val="00F17C25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296"/>
    <w:rsid w:val="00F21A53"/>
    <w:rsid w:val="00F21C6E"/>
    <w:rsid w:val="00F21CE9"/>
    <w:rsid w:val="00F220ED"/>
    <w:rsid w:val="00F22164"/>
    <w:rsid w:val="00F22486"/>
    <w:rsid w:val="00F2268E"/>
    <w:rsid w:val="00F22CDD"/>
    <w:rsid w:val="00F22E34"/>
    <w:rsid w:val="00F231B3"/>
    <w:rsid w:val="00F231F6"/>
    <w:rsid w:val="00F2324F"/>
    <w:rsid w:val="00F2333B"/>
    <w:rsid w:val="00F233E8"/>
    <w:rsid w:val="00F23D96"/>
    <w:rsid w:val="00F23DC9"/>
    <w:rsid w:val="00F23E11"/>
    <w:rsid w:val="00F23ED5"/>
    <w:rsid w:val="00F23F24"/>
    <w:rsid w:val="00F23FA3"/>
    <w:rsid w:val="00F24664"/>
    <w:rsid w:val="00F252C5"/>
    <w:rsid w:val="00F25890"/>
    <w:rsid w:val="00F25A4D"/>
    <w:rsid w:val="00F25B61"/>
    <w:rsid w:val="00F25BFD"/>
    <w:rsid w:val="00F25D83"/>
    <w:rsid w:val="00F265DA"/>
    <w:rsid w:val="00F2660D"/>
    <w:rsid w:val="00F26753"/>
    <w:rsid w:val="00F26762"/>
    <w:rsid w:val="00F26DA0"/>
    <w:rsid w:val="00F27612"/>
    <w:rsid w:val="00F276EF"/>
    <w:rsid w:val="00F27828"/>
    <w:rsid w:val="00F27867"/>
    <w:rsid w:val="00F27AA1"/>
    <w:rsid w:val="00F27F91"/>
    <w:rsid w:val="00F27F94"/>
    <w:rsid w:val="00F3008D"/>
    <w:rsid w:val="00F305FF"/>
    <w:rsid w:val="00F308BC"/>
    <w:rsid w:val="00F30984"/>
    <w:rsid w:val="00F309D9"/>
    <w:rsid w:val="00F30CB7"/>
    <w:rsid w:val="00F30DC9"/>
    <w:rsid w:val="00F30E33"/>
    <w:rsid w:val="00F30F2B"/>
    <w:rsid w:val="00F30FD9"/>
    <w:rsid w:val="00F31406"/>
    <w:rsid w:val="00F314E6"/>
    <w:rsid w:val="00F3168C"/>
    <w:rsid w:val="00F316E4"/>
    <w:rsid w:val="00F317ED"/>
    <w:rsid w:val="00F31C89"/>
    <w:rsid w:val="00F32244"/>
    <w:rsid w:val="00F32287"/>
    <w:rsid w:val="00F3237D"/>
    <w:rsid w:val="00F325A5"/>
    <w:rsid w:val="00F3284F"/>
    <w:rsid w:val="00F32A5F"/>
    <w:rsid w:val="00F32E68"/>
    <w:rsid w:val="00F3387C"/>
    <w:rsid w:val="00F339CA"/>
    <w:rsid w:val="00F33B17"/>
    <w:rsid w:val="00F33E7C"/>
    <w:rsid w:val="00F33F4C"/>
    <w:rsid w:val="00F33F9F"/>
    <w:rsid w:val="00F34540"/>
    <w:rsid w:val="00F34CA7"/>
    <w:rsid w:val="00F34CCF"/>
    <w:rsid w:val="00F34E0A"/>
    <w:rsid w:val="00F34E16"/>
    <w:rsid w:val="00F34E90"/>
    <w:rsid w:val="00F3522A"/>
    <w:rsid w:val="00F352FD"/>
    <w:rsid w:val="00F35321"/>
    <w:rsid w:val="00F35BB3"/>
    <w:rsid w:val="00F35F12"/>
    <w:rsid w:val="00F36241"/>
    <w:rsid w:val="00F3664E"/>
    <w:rsid w:val="00F36953"/>
    <w:rsid w:val="00F36CD9"/>
    <w:rsid w:val="00F36DE5"/>
    <w:rsid w:val="00F36EBE"/>
    <w:rsid w:val="00F3705F"/>
    <w:rsid w:val="00F37110"/>
    <w:rsid w:val="00F3711A"/>
    <w:rsid w:val="00F372AA"/>
    <w:rsid w:val="00F37791"/>
    <w:rsid w:val="00F377A1"/>
    <w:rsid w:val="00F37899"/>
    <w:rsid w:val="00F37A58"/>
    <w:rsid w:val="00F37CC0"/>
    <w:rsid w:val="00F37D96"/>
    <w:rsid w:val="00F401B3"/>
    <w:rsid w:val="00F40665"/>
    <w:rsid w:val="00F406C9"/>
    <w:rsid w:val="00F4074A"/>
    <w:rsid w:val="00F407B8"/>
    <w:rsid w:val="00F40AA2"/>
    <w:rsid w:val="00F41193"/>
    <w:rsid w:val="00F4137B"/>
    <w:rsid w:val="00F41463"/>
    <w:rsid w:val="00F416EF"/>
    <w:rsid w:val="00F418C7"/>
    <w:rsid w:val="00F41A7B"/>
    <w:rsid w:val="00F41F6A"/>
    <w:rsid w:val="00F42001"/>
    <w:rsid w:val="00F420A5"/>
    <w:rsid w:val="00F42333"/>
    <w:rsid w:val="00F4238F"/>
    <w:rsid w:val="00F423EF"/>
    <w:rsid w:val="00F42687"/>
    <w:rsid w:val="00F4291E"/>
    <w:rsid w:val="00F42921"/>
    <w:rsid w:val="00F42C05"/>
    <w:rsid w:val="00F42C5C"/>
    <w:rsid w:val="00F42DED"/>
    <w:rsid w:val="00F42FEB"/>
    <w:rsid w:val="00F43555"/>
    <w:rsid w:val="00F4358C"/>
    <w:rsid w:val="00F43B49"/>
    <w:rsid w:val="00F43EF4"/>
    <w:rsid w:val="00F4445F"/>
    <w:rsid w:val="00F44682"/>
    <w:rsid w:val="00F448D7"/>
    <w:rsid w:val="00F448DD"/>
    <w:rsid w:val="00F44B1E"/>
    <w:rsid w:val="00F44C2A"/>
    <w:rsid w:val="00F44C8E"/>
    <w:rsid w:val="00F45245"/>
    <w:rsid w:val="00F456C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582"/>
    <w:rsid w:val="00F476C6"/>
    <w:rsid w:val="00F5016D"/>
    <w:rsid w:val="00F50409"/>
    <w:rsid w:val="00F505B4"/>
    <w:rsid w:val="00F50861"/>
    <w:rsid w:val="00F509FA"/>
    <w:rsid w:val="00F50B07"/>
    <w:rsid w:val="00F510AA"/>
    <w:rsid w:val="00F51126"/>
    <w:rsid w:val="00F5126C"/>
    <w:rsid w:val="00F51347"/>
    <w:rsid w:val="00F516EC"/>
    <w:rsid w:val="00F51770"/>
    <w:rsid w:val="00F51989"/>
    <w:rsid w:val="00F51998"/>
    <w:rsid w:val="00F51C59"/>
    <w:rsid w:val="00F51CE3"/>
    <w:rsid w:val="00F51E27"/>
    <w:rsid w:val="00F52350"/>
    <w:rsid w:val="00F525E5"/>
    <w:rsid w:val="00F5315F"/>
    <w:rsid w:val="00F53A2A"/>
    <w:rsid w:val="00F53A4D"/>
    <w:rsid w:val="00F53C04"/>
    <w:rsid w:val="00F53CCD"/>
    <w:rsid w:val="00F5416B"/>
    <w:rsid w:val="00F54935"/>
    <w:rsid w:val="00F54CAE"/>
    <w:rsid w:val="00F55307"/>
    <w:rsid w:val="00F554B7"/>
    <w:rsid w:val="00F556B6"/>
    <w:rsid w:val="00F557BA"/>
    <w:rsid w:val="00F55E65"/>
    <w:rsid w:val="00F56394"/>
    <w:rsid w:val="00F56585"/>
    <w:rsid w:val="00F568C0"/>
    <w:rsid w:val="00F568E3"/>
    <w:rsid w:val="00F568E5"/>
    <w:rsid w:val="00F56C3E"/>
    <w:rsid w:val="00F573DA"/>
    <w:rsid w:val="00F57404"/>
    <w:rsid w:val="00F575F4"/>
    <w:rsid w:val="00F577D0"/>
    <w:rsid w:val="00F578BF"/>
    <w:rsid w:val="00F57968"/>
    <w:rsid w:val="00F57A2B"/>
    <w:rsid w:val="00F57E27"/>
    <w:rsid w:val="00F57E62"/>
    <w:rsid w:val="00F6006B"/>
    <w:rsid w:val="00F603BB"/>
    <w:rsid w:val="00F6074D"/>
    <w:rsid w:val="00F607B6"/>
    <w:rsid w:val="00F60874"/>
    <w:rsid w:val="00F60B43"/>
    <w:rsid w:val="00F60FBF"/>
    <w:rsid w:val="00F61127"/>
    <w:rsid w:val="00F6128F"/>
    <w:rsid w:val="00F61319"/>
    <w:rsid w:val="00F613A5"/>
    <w:rsid w:val="00F6148C"/>
    <w:rsid w:val="00F6191A"/>
    <w:rsid w:val="00F619D7"/>
    <w:rsid w:val="00F61AEF"/>
    <w:rsid w:val="00F62253"/>
    <w:rsid w:val="00F62508"/>
    <w:rsid w:val="00F6273F"/>
    <w:rsid w:val="00F628A4"/>
    <w:rsid w:val="00F62A63"/>
    <w:rsid w:val="00F62D2A"/>
    <w:rsid w:val="00F6315E"/>
    <w:rsid w:val="00F63179"/>
    <w:rsid w:val="00F6378C"/>
    <w:rsid w:val="00F63B33"/>
    <w:rsid w:val="00F63C0E"/>
    <w:rsid w:val="00F63C48"/>
    <w:rsid w:val="00F63C5E"/>
    <w:rsid w:val="00F63CF4"/>
    <w:rsid w:val="00F6414A"/>
    <w:rsid w:val="00F6426C"/>
    <w:rsid w:val="00F644FF"/>
    <w:rsid w:val="00F645D0"/>
    <w:rsid w:val="00F6487C"/>
    <w:rsid w:val="00F6504E"/>
    <w:rsid w:val="00F6513A"/>
    <w:rsid w:val="00F65177"/>
    <w:rsid w:val="00F6575B"/>
    <w:rsid w:val="00F658CA"/>
    <w:rsid w:val="00F65917"/>
    <w:rsid w:val="00F65A32"/>
    <w:rsid w:val="00F65B7C"/>
    <w:rsid w:val="00F65F0A"/>
    <w:rsid w:val="00F660A5"/>
    <w:rsid w:val="00F66316"/>
    <w:rsid w:val="00F66830"/>
    <w:rsid w:val="00F66831"/>
    <w:rsid w:val="00F668EB"/>
    <w:rsid w:val="00F66D07"/>
    <w:rsid w:val="00F66E40"/>
    <w:rsid w:val="00F67107"/>
    <w:rsid w:val="00F672C5"/>
    <w:rsid w:val="00F67A90"/>
    <w:rsid w:val="00F70017"/>
    <w:rsid w:val="00F700D9"/>
    <w:rsid w:val="00F70366"/>
    <w:rsid w:val="00F703D2"/>
    <w:rsid w:val="00F70513"/>
    <w:rsid w:val="00F70659"/>
    <w:rsid w:val="00F70841"/>
    <w:rsid w:val="00F70DB2"/>
    <w:rsid w:val="00F70E52"/>
    <w:rsid w:val="00F70EE8"/>
    <w:rsid w:val="00F70F10"/>
    <w:rsid w:val="00F71388"/>
    <w:rsid w:val="00F71730"/>
    <w:rsid w:val="00F71883"/>
    <w:rsid w:val="00F71DE8"/>
    <w:rsid w:val="00F71F15"/>
    <w:rsid w:val="00F720E2"/>
    <w:rsid w:val="00F72436"/>
    <w:rsid w:val="00F72AD9"/>
    <w:rsid w:val="00F72D4E"/>
    <w:rsid w:val="00F72F42"/>
    <w:rsid w:val="00F72FF2"/>
    <w:rsid w:val="00F730C4"/>
    <w:rsid w:val="00F73364"/>
    <w:rsid w:val="00F7370D"/>
    <w:rsid w:val="00F74230"/>
    <w:rsid w:val="00F749CC"/>
    <w:rsid w:val="00F74A46"/>
    <w:rsid w:val="00F74C0F"/>
    <w:rsid w:val="00F75348"/>
    <w:rsid w:val="00F7598C"/>
    <w:rsid w:val="00F75FB6"/>
    <w:rsid w:val="00F760B7"/>
    <w:rsid w:val="00F761D0"/>
    <w:rsid w:val="00F76484"/>
    <w:rsid w:val="00F76725"/>
    <w:rsid w:val="00F769AE"/>
    <w:rsid w:val="00F76A99"/>
    <w:rsid w:val="00F76B18"/>
    <w:rsid w:val="00F76B2B"/>
    <w:rsid w:val="00F76C72"/>
    <w:rsid w:val="00F76DB6"/>
    <w:rsid w:val="00F76DF2"/>
    <w:rsid w:val="00F772E2"/>
    <w:rsid w:val="00F774D0"/>
    <w:rsid w:val="00F774ED"/>
    <w:rsid w:val="00F777EF"/>
    <w:rsid w:val="00F7788E"/>
    <w:rsid w:val="00F77D5C"/>
    <w:rsid w:val="00F77F0E"/>
    <w:rsid w:val="00F77F98"/>
    <w:rsid w:val="00F80194"/>
    <w:rsid w:val="00F801AA"/>
    <w:rsid w:val="00F80708"/>
    <w:rsid w:val="00F81038"/>
    <w:rsid w:val="00F810AF"/>
    <w:rsid w:val="00F81222"/>
    <w:rsid w:val="00F8144F"/>
    <w:rsid w:val="00F817B9"/>
    <w:rsid w:val="00F81997"/>
    <w:rsid w:val="00F81C29"/>
    <w:rsid w:val="00F81C7E"/>
    <w:rsid w:val="00F81DD9"/>
    <w:rsid w:val="00F81E86"/>
    <w:rsid w:val="00F820AD"/>
    <w:rsid w:val="00F82153"/>
    <w:rsid w:val="00F821FA"/>
    <w:rsid w:val="00F824E1"/>
    <w:rsid w:val="00F82601"/>
    <w:rsid w:val="00F8279F"/>
    <w:rsid w:val="00F827B2"/>
    <w:rsid w:val="00F8287E"/>
    <w:rsid w:val="00F82B8E"/>
    <w:rsid w:val="00F82F30"/>
    <w:rsid w:val="00F8304A"/>
    <w:rsid w:val="00F833D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BCC"/>
    <w:rsid w:val="00F84E5F"/>
    <w:rsid w:val="00F84F5E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270"/>
    <w:rsid w:val="00F86363"/>
    <w:rsid w:val="00F8678A"/>
    <w:rsid w:val="00F86B67"/>
    <w:rsid w:val="00F86EAA"/>
    <w:rsid w:val="00F86EF2"/>
    <w:rsid w:val="00F86F41"/>
    <w:rsid w:val="00F8703C"/>
    <w:rsid w:val="00F8734E"/>
    <w:rsid w:val="00F87473"/>
    <w:rsid w:val="00F875F6"/>
    <w:rsid w:val="00F87E90"/>
    <w:rsid w:val="00F90087"/>
    <w:rsid w:val="00F9018D"/>
    <w:rsid w:val="00F901C3"/>
    <w:rsid w:val="00F90327"/>
    <w:rsid w:val="00F90434"/>
    <w:rsid w:val="00F9047C"/>
    <w:rsid w:val="00F908AD"/>
    <w:rsid w:val="00F90A27"/>
    <w:rsid w:val="00F90C95"/>
    <w:rsid w:val="00F910E5"/>
    <w:rsid w:val="00F9125B"/>
    <w:rsid w:val="00F91618"/>
    <w:rsid w:val="00F91679"/>
    <w:rsid w:val="00F91993"/>
    <w:rsid w:val="00F91F28"/>
    <w:rsid w:val="00F92381"/>
    <w:rsid w:val="00F92793"/>
    <w:rsid w:val="00F9280F"/>
    <w:rsid w:val="00F92A5C"/>
    <w:rsid w:val="00F92BCF"/>
    <w:rsid w:val="00F92CC6"/>
    <w:rsid w:val="00F92CD8"/>
    <w:rsid w:val="00F933CD"/>
    <w:rsid w:val="00F93998"/>
    <w:rsid w:val="00F93AD9"/>
    <w:rsid w:val="00F93B5E"/>
    <w:rsid w:val="00F93C16"/>
    <w:rsid w:val="00F93C4A"/>
    <w:rsid w:val="00F93C9C"/>
    <w:rsid w:val="00F93EC3"/>
    <w:rsid w:val="00F948B8"/>
    <w:rsid w:val="00F94921"/>
    <w:rsid w:val="00F94FE2"/>
    <w:rsid w:val="00F950D9"/>
    <w:rsid w:val="00F951C6"/>
    <w:rsid w:val="00F95629"/>
    <w:rsid w:val="00F95C4B"/>
    <w:rsid w:val="00F95D95"/>
    <w:rsid w:val="00F96128"/>
    <w:rsid w:val="00F96173"/>
    <w:rsid w:val="00F96234"/>
    <w:rsid w:val="00F9633A"/>
    <w:rsid w:val="00F969A4"/>
    <w:rsid w:val="00F969BD"/>
    <w:rsid w:val="00F96A3C"/>
    <w:rsid w:val="00F96C9E"/>
    <w:rsid w:val="00F9709D"/>
    <w:rsid w:val="00F970CA"/>
    <w:rsid w:val="00F9728A"/>
    <w:rsid w:val="00F972AD"/>
    <w:rsid w:val="00F9742A"/>
    <w:rsid w:val="00F97461"/>
    <w:rsid w:val="00F97516"/>
    <w:rsid w:val="00F976AB"/>
    <w:rsid w:val="00F97DA0"/>
    <w:rsid w:val="00FA01B1"/>
    <w:rsid w:val="00FA0380"/>
    <w:rsid w:val="00FA0393"/>
    <w:rsid w:val="00FA04F0"/>
    <w:rsid w:val="00FA04F4"/>
    <w:rsid w:val="00FA0829"/>
    <w:rsid w:val="00FA0863"/>
    <w:rsid w:val="00FA0A42"/>
    <w:rsid w:val="00FA0B21"/>
    <w:rsid w:val="00FA0BF8"/>
    <w:rsid w:val="00FA11B0"/>
    <w:rsid w:val="00FA13F0"/>
    <w:rsid w:val="00FA15D8"/>
    <w:rsid w:val="00FA164E"/>
    <w:rsid w:val="00FA17B8"/>
    <w:rsid w:val="00FA1A34"/>
    <w:rsid w:val="00FA1A79"/>
    <w:rsid w:val="00FA24EC"/>
    <w:rsid w:val="00FA2F40"/>
    <w:rsid w:val="00FA3010"/>
    <w:rsid w:val="00FA32A5"/>
    <w:rsid w:val="00FA352A"/>
    <w:rsid w:val="00FA36FE"/>
    <w:rsid w:val="00FA3DE3"/>
    <w:rsid w:val="00FA3DF9"/>
    <w:rsid w:val="00FA3EA6"/>
    <w:rsid w:val="00FA3EF2"/>
    <w:rsid w:val="00FA46C9"/>
    <w:rsid w:val="00FA481B"/>
    <w:rsid w:val="00FA49B6"/>
    <w:rsid w:val="00FA4B1B"/>
    <w:rsid w:val="00FA4F95"/>
    <w:rsid w:val="00FA5091"/>
    <w:rsid w:val="00FA5224"/>
    <w:rsid w:val="00FA5262"/>
    <w:rsid w:val="00FA5779"/>
    <w:rsid w:val="00FA5BDC"/>
    <w:rsid w:val="00FA5D47"/>
    <w:rsid w:val="00FA5FE6"/>
    <w:rsid w:val="00FA60E3"/>
    <w:rsid w:val="00FA61E6"/>
    <w:rsid w:val="00FA62BE"/>
    <w:rsid w:val="00FA64E1"/>
    <w:rsid w:val="00FA656D"/>
    <w:rsid w:val="00FA6652"/>
    <w:rsid w:val="00FA69C9"/>
    <w:rsid w:val="00FA6FBB"/>
    <w:rsid w:val="00FA75CD"/>
    <w:rsid w:val="00FA76EB"/>
    <w:rsid w:val="00FA7912"/>
    <w:rsid w:val="00FA7E81"/>
    <w:rsid w:val="00FB0024"/>
    <w:rsid w:val="00FB022C"/>
    <w:rsid w:val="00FB0284"/>
    <w:rsid w:val="00FB02DF"/>
    <w:rsid w:val="00FB0360"/>
    <w:rsid w:val="00FB041A"/>
    <w:rsid w:val="00FB07B9"/>
    <w:rsid w:val="00FB0A81"/>
    <w:rsid w:val="00FB0BFE"/>
    <w:rsid w:val="00FB0D64"/>
    <w:rsid w:val="00FB0F74"/>
    <w:rsid w:val="00FB1132"/>
    <w:rsid w:val="00FB15CE"/>
    <w:rsid w:val="00FB15FA"/>
    <w:rsid w:val="00FB160D"/>
    <w:rsid w:val="00FB1795"/>
    <w:rsid w:val="00FB17F9"/>
    <w:rsid w:val="00FB1BA5"/>
    <w:rsid w:val="00FB1CD2"/>
    <w:rsid w:val="00FB1D0A"/>
    <w:rsid w:val="00FB1D82"/>
    <w:rsid w:val="00FB1DF6"/>
    <w:rsid w:val="00FB1F55"/>
    <w:rsid w:val="00FB263F"/>
    <w:rsid w:val="00FB2712"/>
    <w:rsid w:val="00FB2950"/>
    <w:rsid w:val="00FB29A8"/>
    <w:rsid w:val="00FB2BCF"/>
    <w:rsid w:val="00FB365F"/>
    <w:rsid w:val="00FB3838"/>
    <w:rsid w:val="00FB3864"/>
    <w:rsid w:val="00FB390B"/>
    <w:rsid w:val="00FB3EAE"/>
    <w:rsid w:val="00FB3FCE"/>
    <w:rsid w:val="00FB4032"/>
    <w:rsid w:val="00FB44C8"/>
    <w:rsid w:val="00FB4741"/>
    <w:rsid w:val="00FB4844"/>
    <w:rsid w:val="00FB4AE4"/>
    <w:rsid w:val="00FB4F89"/>
    <w:rsid w:val="00FB50B7"/>
    <w:rsid w:val="00FB517B"/>
    <w:rsid w:val="00FB577A"/>
    <w:rsid w:val="00FB5783"/>
    <w:rsid w:val="00FB580C"/>
    <w:rsid w:val="00FB58AA"/>
    <w:rsid w:val="00FB5CB5"/>
    <w:rsid w:val="00FB5D0D"/>
    <w:rsid w:val="00FB5F9F"/>
    <w:rsid w:val="00FB6068"/>
    <w:rsid w:val="00FB6086"/>
    <w:rsid w:val="00FB63CF"/>
    <w:rsid w:val="00FB642C"/>
    <w:rsid w:val="00FB665C"/>
    <w:rsid w:val="00FB691C"/>
    <w:rsid w:val="00FB6F6B"/>
    <w:rsid w:val="00FB7061"/>
    <w:rsid w:val="00FB7282"/>
    <w:rsid w:val="00FB7380"/>
    <w:rsid w:val="00FB739D"/>
    <w:rsid w:val="00FB758A"/>
    <w:rsid w:val="00FB76B5"/>
    <w:rsid w:val="00FB7C38"/>
    <w:rsid w:val="00FB7F67"/>
    <w:rsid w:val="00FC00D3"/>
    <w:rsid w:val="00FC00FD"/>
    <w:rsid w:val="00FC0A20"/>
    <w:rsid w:val="00FC0B58"/>
    <w:rsid w:val="00FC0CA1"/>
    <w:rsid w:val="00FC109A"/>
    <w:rsid w:val="00FC117E"/>
    <w:rsid w:val="00FC1509"/>
    <w:rsid w:val="00FC1734"/>
    <w:rsid w:val="00FC19F7"/>
    <w:rsid w:val="00FC1F90"/>
    <w:rsid w:val="00FC23B7"/>
    <w:rsid w:val="00FC2778"/>
    <w:rsid w:val="00FC27B7"/>
    <w:rsid w:val="00FC2AC1"/>
    <w:rsid w:val="00FC2AD9"/>
    <w:rsid w:val="00FC2E5B"/>
    <w:rsid w:val="00FC2E73"/>
    <w:rsid w:val="00FC307B"/>
    <w:rsid w:val="00FC3715"/>
    <w:rsid w:val="00FC3756"/>
    <w:rsid w:val="00FC3D7D"/>
    <w:rsid w:val="00FC4138"/>
    <w:rsid w:val="00FC446D"/>
    <w:rsid w:val="00FC453C"/>
    <w:rsid w:val="00FC465F"/>
    <w:rsid w:val="00FC5025"/>
    <w:rsid w:val="00FC50FC"/>
    <w:rsid w:val="00FC53A1"/>
    <w:rsid w:val="00FC56D1"/>
    <w:rsid w:val="00FC5C57"/>
    <w:rsid w:val="00FC5F9F"/>
    <w:rsid w:val="00FC5FC8"/>
    <w:rsid w:val="00FC6357"/>
    <w:rsid w:val="00FC6BA3"/>
    <w:rsid w:val="00FC7055"/>
    <w:rsid w:val="00FC7178"/>
    <w:rsid w:val="00FC7B21"/>
    <w:rsid w:val="00FC7CCB"/>
    <w:rsid w:val="00FC7FFE"/>
    <w:rsid w:val="00FD00DB"/>
    <w:rsid w:val="00FD0901"/>
    <w:rsid w:val="00FD0A11"/>
    <w:rsid w:val="00FD0BC8"/>
    <w:rsid w:val="00FD0DD9"/>
    <w:rsid w:val="00FD0E13"/>
    <w:rsid w:val="00FD0F3D"/>
    <w:rsid w:val="00FD1674"/>
    <w:rsid w:val="00FD16ED"/>
    <w:rsid w:val="00FD1795"/>
    <w:rsid w:val="00FD17BF"/>
    <w:rsid w:val="00FD1947"/>
    <w:rsid w:val="00FD1F97"/>
    <w:rsid w:val="00FD1FE4"/>
    <w:rsid w:val="00FD2018"/>
    <w:rsid w:val="00FD202A"/>
    <w:rsid w:val="00FD2137"/>
    <w:rsid w:val="00FD26DF"/>
    <w:rsid w:val="00FD2762"/>
    <w:rsid w:val="00FD2822"/>
    <w:rsid w:val="00FD2896"/>
    <w:rsid w:val="00FD2CA3"/>
    <w:rsid w:val="00FD315C"/>
    <w:rsid w:val="00FD321C"/>
    <w:rsid w:val="00FD3303"/>
    <w:rsid w:val="00FD397D"/>
    <w:rsid w:val="00FD3C91"/>
    <w:rsid w:val="00FD3C9A"/>
    <w:rsid w:val="00FD3EB3"/>
    <w:rsid w:val="00FD3ECB"/>
    <w:rsid w:val="00FD4100"/>
    <w:rsid w:val="00FD4286"/>
    <w:rsid w:val="00FD45FE"/>
    <w:rsid w:val="00FD4C31"/>
    <w:rsid w:val="00FD4C74"/>
    <w:rsid w:val="00FD4DA6"/>
    <w:rsid w:val="00FD4DC6"/>
    <w:rsid w:val="00FD4F12"/>
    <w:rsid w:val="00FD538D"/>
    <w:rsid w:val="00FD565E"/>
    <w:rsid w:val="00FD56D0"/>
    <w:rsid w:val="00FD5712"/>
    <w:rsid w:val="00FD57C3"/>
    <w:rsid w:val="00FD5A00"/>
    <w:rsid w:val="00FD5BF2"/>
    <w:rsid w:val="00FD5E1E"/>
    <w:rsid w:val="00FD5F9A"/>
    <w:rsid w:val="00FD60CA"/>
    <w:rsid w:val="00FD64AB"/>
    <w:rsid w:val="00FD64F5"/>
    <w:rsid w:val="00FD66F5"/>
    <w:rsid w:val="00FD68E1"/>
    <w:rsid w:val="00FD69A0"/>
    <w:rsid w:val="00FD6DD7"/>
    <w:rsid w:val="00FD6FB1"/>
    <w:rsid w:val="00FD7497"/>
    <w:rsid w:val="00FD784A"/>
    <w:rsid w:val="00FD7B3B"/>
    <w:rsid w:val="00FE000C"/>
    <w:rsid w:val="00FE026F"/>
    <w:rsid w:val="00FE042D"/>
    <w:rsid w:val="00FE086E"/>
    <w:rsid w:val="00FE0E6A"/>
    <w:rsid w:val="00FE0EFB"/>
    <w:rsid w:val="00FE1037"/>
    <w:rsid w:val="00FE10DE"/>
    <w:rsid w:val="00FE1106"/>
    <w:rsid w:val="00FE14E9"/>
    <w:rsid w:val="00FE15B5"/>
    <w:rsid w:val="00FE1883"/>
    <w:rsid w:val="00FE1A4D"/>
    <w:rsid w:val="00FE1C8C"/>
    <w:rsid w:val="00FE1E77"/>
    <w:rsid w:val="00FE2351"/>
    <w:rsid w:val="00FE251B"/>
    <w:rsid w:val="00FE25B7"/>
    <w:rsid w:val="00FE26D6"/>
    <w:rsid w:val="00FE28BB"/>
    <w:rsid w:val="00FE2989"/>
    <w:rsid w:val="00FE29F5"/>
    <w:rsid w:val="00FE2B5C"/>
    <w:rsid w:val="00FE2EC4"/>
    <w:rsid w:val="00FE3099"/>
    <w:rsid w:val="00FE331B"/>
    <w:rsid w:val="00FE33EF"/>
    <w:rsid w:val="00FE34F9"/>
    <w:rsid w:val="00FE388A"/>
    <w:rsid w:val="00FE3C50"/>
    <w:rsid w:val="00FE4391"/>
    <w:rsid w:val="00FE450B"/>
    <w:rsid w:val="00FE4726"/>
    <w:rsid w:val="00FE48DD"/>
    <w:rsid w:val="00FE50CA"/>
    <w:rsid w:val="00FE5131"/>
    <w:rsid w:val="00FE5334"/>
    <w:rsid w:val="00FE59A9"/>
    <w:rsid w:val="00FE5A8E"/>
    <w:rsid w:val="00FE5C66"/>
    <w:rsid w:val="00FE5C67"/>
    <w:rsid w:val="00FE5D5F"/>
    <w:rsid w:val="00FE604A"/>
    <w:rsid w:val="00FE611F"/>
    <w:rsid w:val="00FE6966"/>
    <w:rsid w:val="00FE6BA4"/>
    <w:rsid w:val="00FE6C01"/>
    <w:rsid w:val="00FE6C04"/>
    <w:rsid w:val="00FE6DFC"/>
    <w:rsid w:val="00FE79C1"/>
    <w:rsid w:val="00FE7AD1"/>
    <w:rsid w:val="00FE7BD9"/>
    <w:rsid w:val="00FE7D16"/>
    <w:rsid w:val="00FE7D31"/>
    <w:rsid w:val="00FF0047"/>
    <w:rsid w:val="00FF018A"/>
    <w:rsid w:val="00FF0491"/>
    <w:rsid w:val="00FF0530"/>
    <w:rsid w:val="00FF0C1B"/>
    <w:rsid w:val="00FF0C5C"/>
    <w:rsid w:val="00FF1041"/>
    <w:rsid w:val="00FF16DD"/>
    <w:rsid w:val="00FF1813"/>
    <w:rsid w:val="00FF197D"/>
    <w:rsid w:val="00FF19E1"/>
    <w:rsid w:val="00FF1A80"/>
    <w:rsid w:val="00FF1C77"/>
    <w:rsid w:val="00FF1DDE"/>
    <w:rsid w:val="00FF243D"/>
    <w:rsid w:val="00FF2AB5"/>
    <w:rsid w:val="00FF2D6F"/>
    <w:rsid w:val="00FF2FAA"/>
    <w:rsid w:val="00FF3108"/>
    <w:rsid w:val="00FF3151"/>
    <w:rsid w:val="00FF3194"/>
    <w:rsid w:val="00FF3301"/>
    <w:rsid w:val="00FF330B"/>
    <w:rsid w:val="00FF36AE"/>
    <w:rsid w:val="00FF37CF"/>
    <w:rsid w:val="00FF39DE"/>
    <w:rsid w:val="00FF3CC9"/>
    <w:rsid w:val="00FF3E34"/>
    <w:rsid w:val="00FF3FDE"/>
    <w:rsid w:val="00FF41B6"/>
    <w:rsid w:val="00FF434B"/>
    <w:rsid w:val="00FF45FB"/>
    <w:rsid w:val="00FF47AA"/>
    <w:rsid w:val="00FF4ABE"/>
    <w:rsid w:val="00FF4BD8"/>
    <w:rsid w:val="00FF4E4F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237"/>
    <w:rsid w:val="00FF62C4"/>
    <w:rsid w:val="00FF6693"/>
    <w:rsid w:val="00FF6844"/>
    <w:rsid w:val="00FF6910"/>
    <w:rsid w:val="00FF6E9F"/>
    <w:rsid w:val="00FF7047"/>
    <w:rsid w:val="00FF7134"/>
    <w:rsid w:val="00FF7155"/>
    <w:rsid w:val="00FF763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79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,bt2 Char,body text1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,bt2,body text1"/>
    <w:basedOn w:val="Normal"/>
    <w:link w:val="BodyTextChar"/>
    <w:uiPriority w:val="99"/>
    <w:qFormat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F0013F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000EE5"/>
    <w:pPr>
      <w:ind w:left="284"/>
    </w:pPr>
  </w:style>
  <w:style w:type="paragraph" w:customStyle="1" w:styleId="AAFrameAddress">
    <w:name w:val="AA Frame Address"/>
    <w:basedOn w:val="Heading1"/>
    <w:uiPriority w:val="99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000EE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000EE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000EE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000EE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000EE5"/>
    <w:pPr>
      <w:ind w:left="567" w:hanging="567"/>
    </w:pPr>
  </w:style>
  <w:style w:type="paragraph" w:styleId="ListBullet5">
    <w:name w:val="List Bullet 5"/>
    <w:basedOn w:val="Normal"/>
    <w:uiPriority w:val="99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000EE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uiPriority w:val="99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uiPriority w:val="99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aliases w:val="List 1 Level Paragraph,Inhaltsverzeichnis,List Paragraph3,ย่อย3,table,List Paragraph5,วงกลม,(ก) List Paragraph,รายการย่อหน้า 1,ย่อหน้า# 1,List Paragraph1,List Title,En tête 1,Table Heading,List Para 1,TOC etc.,List Paragraph - RFP,eq2"/>
    <w:basedOn w:val="Normal"/>
    <w:link w:val="ListParagraphChar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uiPriority w:val="99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BF18CC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BF18CC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BF18CC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F18C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,Body Char2"/>
    <w:basedOn w:val="DefaultParagraphFont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aliases w:val="fr"/>
    <w:basedOn w:val="DefaultParagraphFont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Subhead3">
    <w:name w:val="Subhead 3"/>
    <w:basedOn w:val="Normal"/>
    <w:link w:val="Subhead3Char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870528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87052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052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052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870528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870528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870528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870528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870528"/>
  </w:style>
  <w:style w:type="paragraph" w:customStyle="1" w:styleId="TableParagraph">
    <w:name w:val="Table Paragraph"/>
    <w:basedOn w:val="Normal"/>
    <w:uiPriority w:val="1"/>
    <w:qFormat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870528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8705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aliases w:val="List 1 Level Paragraph Char,Inhaltsverzeichnis Char,List Paragraph3 Char,ย่อย3 Char,table Char,List Paragraph5 Char,วงกลม Char,(ก) List Paragraph Char,รายการย่อหน้า 1 Char,ย่อหน้า# 1 Char,List Paragraph1 Char,List Title Char,eq2 Char"/>
    <w:link w:val="ListParagraph"/>
    <w:uiPriority w:val="34"/>
    <w:qFormat/>
    <w:rsid w:val="003158BA"/>
    <w:rPr>
      <w:rFonts w:ascii="Calibri" w:eastAsia="Calibri" w:hAnsi="Calibri" w:cs="Cordia New"/>
      <w:sz w:val="22"/>
      <w:szCs w:val="28"/>
      <w:lang w:val="en-GB"/>
    </w:rPr>
  </w:style>
  <w:style w:type="character" w:customStyle="1" w:styleId="blockChar">
    <w:name w:val="block Char"/>
    <w:aliases w:val="b Char"/>
    <w:link w:val="block"/>
    <w:locked/>
    <w:rsid w:val="00FA60E3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1805-AEF8-4E62-BA99-60DE9F85E0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271</TotalTime>
  <Pages>3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Natcha, Uwattanasombut</cp:lastModifiedBy>
  <cp:revision>121</cp:revision>
  <cp:lastPrinted>2023-05-12T14:29:00Z</cp:lastPrinted>
  <dcterms:created xsi:type="dcterms:W3CDTF">2023-05-12T14:31:00Z</dcterms:created>
  <dcterms:modified xsi:type="dcterms:W3CDTF">2023-05-14T06:43:00Z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