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B9" w14:textId="77777777" w:rsidR="003D743A" w:rsidRPr="004C12BD" w:rsidRDefault="003D743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  <w:bookmarkStart w:id="0" w:name="Title"/>
    </w:p>
    <w:p w14:paraId="3A38B119" w14:textId="77777777" w:rsidR="00662D6D" w:rsidRPr="00BD488B" w:rsidRDefault="00662D6D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</w:rPr>
      </w:pPr>
    </w:p>
    <w:p w14:paraId="2BEEE74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072B1E1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1C2DC135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2259BCDD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67AF1D02" w14:textId="77777777" w:rsidR="00F62D2A" w:rsidRPr="00FC3D7D" w:rsidRDefault="00F62D2A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43F8D4CE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3C08BF13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</w:rPr>
      </w:pPr>
    </w:p>
    <w:p w14:paraId="36970662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ADCA635" w14:textId="77777777" w:rsidR="00C27EA7" w:rsidRPr="00FC3D7D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s/>
        </w:rPr>
      </w:pPr>
    </w:p>
    <w:p w14:paraId="5DE11977" w14:textId="77777777" w:rsidR="006F6438" w:rsidRPr="00FC3D7D" w:rsidRDefault="006F6438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</w:rPr>
      </w:pPr>
      <w:bookmarkStart w:id="1" w:name="Start"/>
      <w:bookmarkEnd w:id="0"/>
      <w:bookmarkEnd w:id="1"/>
    </w:p>
    <w:p w14:paraId="5E0B4E88" w14:textId="5A0CAEEC" w:rsidR="00F668EB" w:rsidRPr="000F2BBF" w:rsidRDefault="00F668EB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ascii="Angsana New" w:hAnsi="Angsana New" w:cs="Angsana New"/>
          <w:sz w:val="52"/>
          <w:szCs w:val="52"/>
          <w:cs/>
        </w:rPr>
      </w:pPr>
      <w:r w:rsidRPr="000F2BBF">
        <w:rPr>
          <w:rFonts w:ascii="Angsana New" w:hAnsi="Angsana New" w:cs="Angsana New"/>
          <w:sz w:val="52"/>
          <w:szCs w:val="52"/>
          <w:cs/>
        </w:rPr>
        <w:t>บริษัท สบาย เทคโนโลยี จำกัด (มหาชน)</w:t>
      </w:r>
      <w:r w:rsidR="008209B8" w:rsidRPr="000F2BBF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66730A15" w14:textId="5D6F2EA7" w:rsidR="006F6438" w:rsidRPr="000F2BBF" w:rsidRDefault="002D2D89" w:rsidP="00764E4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6375"/>
        </w:tabs>
        <w:spacing w:line="240" w:lineRule="auto"/>
        <w:rPr>
          <w:rFonts w:ascii="Angsana New" w:hAnsi="Angsana New" w:cs="Angsana New"/>
          <w:sz w:val="44"/>
          <w:szCs w:val="44"/>
          <w:cs/>
        </w:rPr>
      </w:pPr>
      <w:r w:rsidRPr="000F2BBF">
        <w:rPr>
          <w:rFonts w:ascii="Angsana New" w:hAnsi="Angsana New" w:cs="Angsana New"/>
          <w:sz w:val="44"/>
          <w:szCs w:val="44"/>
        </w:rPr>
        <w:tab/>
      </w:r>
      <w:r w:rsidRPr="000F2BBF">
        <w:rPr>
          <w:rFonts w:ascii="Angsana New" w:hAnsi="Angsana New" w:cs="Angsana New"/>
          <w:sz w:val="44"/>
          <w:szCs w:val="44"/>
        </w:rPr>
        <w:tab/>
      </w:r>
    </w:p>
    <w:p w14:paraId="3864A511" w14:textId="77777777" w:rsidR="00DD02F8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ระหว่างกาลแบบย่อ</w:t>
      </w:r>
    </w:p>
    <w:p w14:paraId="6656A822" w14:textId="57AD1A2C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</w:t>
      </w:r>
      <w:r w:rsidR="002D204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สามเดือนและ</w:t>
      </w:r>
      <w:r w:rsidR="004006A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เก้า</w:t>
      </w:r>
      <w:r w:rsidR="00DD02F8" w:rsidRPr="000F2BB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</w:t>
      </w: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FA3010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2D2041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="002D204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F3387C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="002D2041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="00FA3010">
        <w:rPr>
          <w:rFonts w:ascii="Angsana New" w:hAnsi="Angsana New" w:cs="Angsana New"/>
          <w:b w:val="0"/>
          <w:bCs w:val="0"/>
          <w:sz w:val="32"/>
          <w:szCs w:val="32"/>
        </w:rPr>
        <w:t>2565</w:t>
      </w:r>
    </w:p>
    <w:p w14:paraId="257D1EC2" w14:textId="77777777" w:rsidR="002357BF" w:rsidRPr="000F2BBF" w:rsidRDefault="002357BF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0F2BBF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4C11BC5C" w14:textId="78777507" w:rsidR="002357BF" w:rsidRPr="000F2BBF" w:rsidRDefault="009846F9" w:rsidP="002357B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</w:rPr>
      </w:pPr>
      <w:r w:rsidRPr="000F2BBF">
        <w:rPr>
          <w:rFonts w:cs="Angsana New"/>
          <w:b w:val="0"/>
          <w:bCs w:val="0"/>
          <w:sz w:val="32"/>
          <w:szCs w:val="32"/>
          <w:cs/>
        </w:rPr>
        <w:t>รายงาน</w:t>
      </w:r>
      <w:r w:rsidR="00DD02F8" w:rsidRPr="000F2BBF">
        <w:rPr>
          <w:rFonts w:cs="Angsana New" w:hint="cs"/>
          <w:b w:val="0"/>
          <w:bCs w:val="0"/>
          <w:sz w:val="32"/>
          <w:szCs w:val="32"/>
          <w:cs/>
        </w:rPr>
        <w:t>การสอบทาน</w:t>
      </w:r>
      <w:r w:rsidRPr="000F2BBF">
        <w:rPr>
          <w:rFonts w:cs="Angsana New"/>
          <w:b w:val="0"/>
          <w:bCs w:val="0"/>
          <w:sz w:val="32"/>
          <w:szCs w:val="32"/>
          <w:cs/>
        </w:rPr>
        <w:t>ของผู้สอบบัญชีรับอนุญาต</w:t>
      </w:r>
    </w:p>
    <w:p w14:paraId="5F7404FD" w14:textId="77777777" w:rsidR="00C27EA7" w:rsidRPr="000F2BBF" w:rsidRDefault="00C27EA7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32"/>
          <w:szCs w:val="32"/>
        </w:rPr>
      </w:pPr>
    </w:p>
    <w:p w14:paraId="00F04983" w14:textId="77777777" w:rsidR="003D4E48" w:rsidRPr="000F2BBF" w:rsidRDefault="003D4E48" w:rsidP="00764E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cs/>
        </w:rPr>
        <w:sectPr w:rsidR="003D4E48" w:rsidRPr="000F2BBF" w:rsidSect="001C3C1E">
          <w:headerReference w:type="default" r:id="rId8"/>
          <w:footerReference w:type="default" r:id="rId9"/>
          <w:headerReference w:type="first" r:id="rId10"/>
          <w:type w:val="nextColumn"/>
          <w:pgSz w:w="11909" w:h="16834" w:code="9"/>
          <w:pgMar w:top="691" w:right="1152" w:bottom="576" w:left="1152" w:header="720" w:footer="720" w:gutter="0"/>
          <w:pgNumType w:start="0"/>
          <w:cols w:space="720"/>
        </w:sectPr>
      </w:pPr>
    </w:p>
    <w:p w14:paraId="1D40D3C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5B091AB6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529DE9" w14:textId="630E3642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334478E4" w14:textId="64DE806B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6F16E8C" w14:textId="77777777" w:rsidR="00277F38" w:rsidRPr="000F2BBF" w:rsidRDefault="00277F3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0780B117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6F1670BB" w14:textId="77777777" w:rsidR="00F470B8" w:rsidRPr="000F2BBF" w:rsidRDefault="00F470B8" w:rsidP="0087701D">
      <w:pPr>
        <w:spacing w:line="340" w:lineRule="exact"/>
        <w:ind w:right="45"/>
        <w:rPr>
          <w:rFonts w:ascii="Angsana New" w:hAnsi="Angsana New"/>
          <w:b/>
          <w:bCs/>
          <w:sz w:val="32"/>
          <w:szCs w:val="32"/>
        </w:rPr>
      </w:pPr>
    </w:p>
    <w:p w14:paraId="430F7DB3" w14:textId="2FA060BB" w:rsidR="00E54C08" w:rsidRPr="000F2BBF" w:rsidRDefault="00E54C08" w:rsidP="00E54C08">
      <w:pPr>
        <w:autoSpaceDE w:val="0"/>
        <w:autoSpaceDN w:val="0"/>
        <w:adjustRightInd w:val="0"/>
        <w:rPr>
          <w:rFonts w:ascii="Angsana New" w:hAnsi="Angsana New"/>
          <w:b/>
          <w:bCs/>
          <w:sz w:val="32"/>
          <w:szCs w:val="32"/>
        </w:rPr>
      </w:pPr>
      <w:r w:rsidRPr="000F2BBF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="00396E0A" w:rsidRPr="000F2BBF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F2BBF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445622E7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1D83613C" w14:textId="32C68414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  <w:r w:rsidRPr="000F2BBF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2" w:name="_Hlk30690100"/>
      <w:r w:rsidR="00340D28" w:rsidRPr="000F2BBF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Pr="000F2BBF">
        <w:rPr>
          <w:rFonts w:ascii="Angsana New" w:hAnsi="Angsana New"/>
          <w:b/>
          <w:bCs/>
          <w:sz w:val="30"/>
          <w:szCs w:val="30"/>
          <w:cs/>
        </w:rPr>
        <w:t>บริษัท สบาย เทคโนโลยี จำกัด (มหาชน)</w:t>
      </w:r>
      <w:bookmarkEnd w:id="2"/>
    </w:p>
    <w:p w14:paraId="260E9728" w14:textId="04C5C76A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0C58BEE5" w14:textId="1053C09B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 ณ วันที่</w:t>
      </w:r>
      <w:r w:rsidR="00E4189B">
        <w:rPr>
          <w:rFonts w:ascii="Angsana New" w:hAnsi="Angsana New" w:hint="cs"/>
          <w:sz w:val="30"/>
          <w:szCs w:val="30"/>
          <w:cs/>
        </w:rPr>
        <w:t xml:space="preserve"> </w:t>
      </w:r>
      <w:r w:rsidR="002D2041">
        <w:rPr>
          <w:rFonts w:ascii="Angsana New" w:hAnsi="Angsana New"/>
          <w:sz w:val="30"/>
          <w:szCs w:val="30"/>
        </w:rPr>
        <w:t>30</w:t>
      </w:r>
      <w:r w:rsidR="002D2041">
        <w:rPr>
          <w:rFonts w:ascii="Angsana New" w:hAnsi="Angsana New" w:hint="cs"/>
          <w:sz w:val="30"/>
          <w:szCs w:val="30"/>
          <w:cs/>
        </w:rPr>
        <w:t xml:space="preserve"> </w:t>
      </w:r>
      <w:r w:rsidR="00F3387C">
        <w:rPr>
          <w:rFonts w:ascii="Angsana New" w:hAnsi="Angsana New" w:hint="cs"/>
          <w:sz w:val="30"/>
          <w:szCs w:val="30"/>
          <w:cs/>
        </w:rPr>
        <w:t>กันยายน</w:t>
      </w:r>
      <w:r w:rsidR="00FA3010">
        <w:rPr>
          <w:rFonts w:ascii="Angsana New" w:hAnsi="Angsana New" w:hint="cs"/>
          <w:sz w:val="30"/>
          <w:szCs w:val="30"/>
          <w:cs/>
        </w:rPr>
        <w:t xml:space="preserve"> </w:t>
      </w:r>
      <w:r w:rsidR="00FA3010">
        <w:rPr>
          <w:rFonts w:ascii="Angsana New" w:hAnsi="Angsana New"/>
          <w:sz w:val="30"/>
          <w:szCs w:val="30"/>
        </w:rPr>
        <w:t>2565</w:t>
      </w:r>
      <w:r w:rsidRPr="000F2BBF">
        <w:rPr>
          <w:rFonts w:ascii="Angsana New" w:hAnsi="Angsana New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z w:val="30"/>
          <w:szCs w:val="30"/>
        </w:rPr>
        <w:br/>
      </w:r>
      <w:r w:rsidRPr="000F2BBF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="00302194">
        <w:rPr>
          <w:rFonts w:ascii="Angsana New" w:hAnsi="Angsana New"/>
          <w:sz w:val="30"/>
          <w:szCs w:val="30"/>
        </w:rPr>
        <w:t xml:space="preserve"> </w:t>
      </w:r>
      <w:r w:rsidR="00302194">
        <w:rPr>
          <w:rFonts w:ascii="Angsana New" w:hAnsi="Angsana New" w:hint="cs"/>
          <w:sz w:val="30"/>
          <w:szCs w:val="30"/>
          <w:cs/>
        </w:rPr>
        <w:t>สำหรับงวดสามเดือนและ</w:t>
      </w:r>
      <w:r w:rsidR="00F3387C">
        <w:rPr>
          <w:rFonts w:ascii="Angsana New" w:hAnsi="Angsana New" w:hint="cs"/>
          <w:sz w:val="30"/>
          <w:szCs w:val="30"/>
          <w:cs/>
        </w:rPr>
        <w:t>เก้า</w:t>
      </w:r>
      <w:r w:rsidR="00302194">
        <w:rPr>
          <w:rFonts w:ascii="Angsana New" w:hAnsi="Angsana New" w:hint="cs"/>
          <w:sz w:val="30"/>
          <w:szCs w:val="30"/>
          <w:cs/>
        </w:rPr>
        <w:t xml:space="preserve">เดือนสิ้นสุดวันที่ </w:t>
      </w:r>
      <w:r w:rsidR="00302194">
        <w:rPr>
          <w:rFonts w:ascii="Angsana New" w:hAnsi="Angsana New"/>
          <w:sz w:val="30"/>
          <w:szCs w:val="30"/>
        </w:rPr>
        <w:t xml:space="preserve">    30 </w:t>
      </w:r>
      <w:r w:rsidR="00F3387C">
        <w:rPr>
          <w:rFonts w:ascii="Angsana New" w:hAnsi="Angsana New" w:hint="cs"/>
          <w:sz w:val="30"/>
          <w:szCs w:val="30"/>
          <w:cs/>
        </w:rPr>
        <w:t>กันยายน</w:t>
      </w:r>
      <w:r w:rsidR="00302194">
        <w:rPr>
          <w:rFonts w:ascii="Angsana New" w:hAnsi="Angsana New" w:hint="cs"/>
          <w:sz w:val="30"/>
          <w:szCs w:val="30"/>
          <w:cs/>
        </w:rPr>
        <w:t xml:space="preserve"> </w:t>
      </w:r>
      <w:r w:rsidR="00302194">
        <w:rPr>
          <w:rFonts w:ascii="Angsana New" w:hAnsi="Angsana New"/>
          <w:sz w:val="30"/>
          <w:szCs w:val="30"/>
        </w:rPr>
        <w:t>2565</w:t>
      </w:r>
      <w:r w:rsidR="006D54A9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</w:t>
      </w:r>
      <w:r w:rsidRPr="000F2BBF">
        <w:rPr>
          <w:rFonts w:ascii="Angsana New" w:hAnsi="Angsana New"/>
          <w:sz w:val="30"/>
          <w:szCs w:val="30"/>
          <w:cs/>
        </w:rPr>
        <w:t>และงบกระแสเงินสดเฉพาะกิจการ</w:t>
      </w:r>
      <w:r w:rsidRPr="000F2BBF">
        <w:rPr>
          <w:rFonts w:ascii="Angsana New" w:hAnsi="Angsana New"/>
          <w:spacing w:val="-6"/>
          <w:sz w:val="30"/>
          <w:szCs w:val="30"/>
          <w:cs/>
        </w:rPr>
        <w:t>สำหรับงว</w:t>
      </w:r>
      <w:r w:rsidR="009846A3" w:rsidRPr="000F2BBF">
        <w:rPr>
          <w:rFonts w:ascii="Angsana New" w:hAnsi="Angsana New" w:hint="cs"/>
          <w:spacing w:val="-6"/>
          <w:sz w:val="30"/>
          <w:szCs w:val="30"/>
          <w:cs/>
        </w:rPr>
        <w:t>ด</w:t>
      </w:r>
      <w:r w:rsidR="00F3387C"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="00FA3010">
        <w:rPr>
          <w:rFonts w:ascii="Angsana New" w:hAnsi="Angsana New" w:hint="cs"/>
          <w:spacing w:val="-6"/>
          <w:sz w:val="30"/>
          <w:szCs w:val="30"/>
          <w:cs/>
        </w:rPr>
        <w:t>เดือน</w:t>
      </w:r>
      <w:r w:rsidRPr="000F2BBF">
        <w:rPr>
          <w:rFonts w:ascii="Angsana New" w:hAnsi="Angsana New"/>
          <w:spacing w:val="-6"/>
          <w:sz w:val="30"/>
          <w:szCs w:val="30"/>
          <w:cs/>
        </w:rPr>
        <w:t xml:space="preserve">สิ้นสุดวันที่ </w:t>
      </w:r>
      <w:r w:rsidR="002D2041">
        <w:rPr>
          <w:rFonts w:ascii="Angsana New" w:hAnsi="Angsana New"/>
          <w:spacing w:val="-6"/>
          <w:sz w:val="30"/>
          <w:szCs w:val="30"/>
        </w:rPr>
        <w:t>30</w:t>
      </w:r>
      <w:r w:rsidR="002D2041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F3387C"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="00FA3010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FA3010">
        <w:rPr>
          <w:rFonts w:ascii="Angsana New" w:hAnsi="Angsana New"/>
          <w:spacing w:val="-6"/>
          <w:sz w:val="30"/>
          <w:szCs w:val="30"/>
        </w:rPr>
        <w:t>2565</w:t>
      </w:r>
      <w:r w:rsidR="001D646C" w:rsidRPr="000F2BBF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และ</w:t>
      </w:r>
      <w:r w:rsidR="002E65A4">
        <w:rPr>
          <w:rFonts w:ascii="Angsana New" w:hAnsi="Angsana New"/>
          <w:spacing w:val="-6"/>
          <w:sz w:val="30"/>
          <w:szCs w:val="30"/>
        </w:rPr>
        <w:t xml:space="preserve">             </w:t>
      </w:r>
      <w:r w:rsidRPr="002E65A4">
        <w:rPr>
          <w:rFonts w:ascii="Angsana New" w:hAnsi="Angsana New"/>
          <w:spacing w:val="-16"/>
          <w:sz w:val="30"/>
          <w:szCs w:val="30"/>
          <w:cs/>
        </w:rPr>
        <w:t xml:space="preserve">หมายเหตุประกอบงบการเงินแบบย่อ (ข้อมูลทางการเงินระหว่างกาล) </w:t>
      </w:r>
      <w:r w:rsidRPr="002E65A4">
        <w:rPr>
          <w:rFonts w:ascii="Angsana New" w:hAnsi="Angsana New" w:hint="cs"/>
          <w:spacing w:val="-16"/>
          <w:sz w:val="30"/>
          <w:szCs w:val="30"/>
          <w:cs/>
        </w:rPr>
        <w:t>ของบริษัท สบาย เทคโนโลยี จำกัด (มหาชน)</w:t>
      </w:r>
      <w:r w:rsidR="003061CD">
        <w:rPr>
          <w:rFonts w:ascii="Angsana New" w:hAnsi="Angsana New"/>
          <w:spacing w:val="-16"/>
          <w:sz w:val="30"/>
          <w:szCs w:val="30"/>
        </w:rPr>
        <w:t xml:space="preserve"> </w:t>
      </w:r>
      <w:r w:rsidRPr="002E65A4">
        <w:rPr>
          <w:rFonts w:ascii="Angsana New" w:hAnsi="Angsana New" w:hint="cs"/>
          <w:spacing w:val="-16"/>
          <w:sz w:val="30"/>
          <w:szCs w:val="30"/>
          <w:cs/>
        </w:rPr>
        <w:t>และบริษัทย่อย</w:t>
      </w:r>
      <w:r w:rsidRPr="002E65A4">
        <w:rPr>
          <w:rFonts w:ascii="Angsana New" w:hAnsi="Angsana New"/>
          <w:spacing w:val="-16"/>
          <w:sz w:val="30"/>
          <w:szCs w:val="30"/>
        </w:rPr>
        <w:t xml:space="preserve"> </w:t>
      </w:r>
      <w:r w:rsidR="002E65A4">
        <w:rPr>
          <w:rFonts w:ascii="Angsana New" w:hAnsi="Angsana New"/>
          <w:spacing w:val="-16"/>
          <w:sz w:val="30"/>
          <w:szCs w:val="30"/>
        </w:rPr>
        <w:t xml:space="preserve">             </w:t>
      </w:r>
      <w:r w:rsidRPr="000F2BBF">
        <w:rPr>
          <w:rFonts w:ascii="Angsana New" w:hAnsi="Angsana New" w:hint="cs"/>
          <w:sz w:val="30"/>
          <w:szCs w:val="30"/>
          <w:cs/>
        </w:rPr>
        <w:t>และของเฉพาะบริษัท สบาย เทคโนโลยี จำกัด (มหาชน) ตามลำดับ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</w:t>
      </w:r>
      <w:r w:rsidRPr="000F2BBF">
        <w:rPr>
          <w:rFonts w:ascii="Angsana New" w:hAnsi="Angsana New"/>
          <w:spacing w:val="-6"/>
          <w:sz w:val="30"/>
          <w:szCs w:val="30"/>
          <w:cs/>
        </w:rPr>
        <w:t>และนำเสนอข้อมูลทางการเงินระหว่างกาลเหล่านี้ตามมาตรฐานการบัญชี ฉบับที่</w:t>
      </w:r>
      <w:r w:rsidR="00C21199" w:rsidRPr="000F2BBF">
        <w:rPr>
          <w:rFonts w:ascii="Angsana New" w:hAnsi="Angsana New"/>
          <w:spacing w:val="-6"/>
          <w:sz w:val="30"/>
          <w:szCs w:val="30"/>
        </w:rPr>
        <w:t xml:space="preserve"> 34 </w:t>
      </w:r>
      <w:r w:rsidRPr="000F2BBF">
        <w:rPr>
          <w:rFonts w:ascii="Angsana New" w:hAnsi="Angsana New"/>
          <w:spacing w:val="-6"/>
          <w:sz w:val="30"/>
          <w:szCs w:val="30"/>
          <w:cs/>
        </w:rPr>
        <w:t>เรื่อง การรายงานทางการเงิน</w:t>
      </w:r>
      <w:r w:rsidRPr="00302194">
        <w:rPr>
          <w:rFonts w:ascii="Angsana New" w:hAnsi="Angsana New"/>
          <w:spacing w:val="-6"/>
          <w:sz w:val="30"/>
          <w:szCs w:val="30"/>
          <w:cs/>
        </w:rPr>
        <w:t xml:space="preserve">ระหว่างกาล </w:t>
      </w:r>
      <w:r w:rsidRPr="00F3387C">
        <w:rPr>
          <w:rFonts w:ascii="Angsana New" w:hAnsi="Angsana New"/>
          <w:spacing w:val="-4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</w:t>
      </w:r>
      <w:r w:rsidRPr="00F3387C">
        <w:rPr>
          <w:rFonts w:ascii="Angsana New" w:hAnsi="Angsana New" w:hint="cs"/>
          <w:spacing w:val="-4"/>
          <w:sz w:val="30"/>
          <w:szCs w:val="30"/>
          <w:cs/>
        </w:rPr>
        <w:t>า</w:t>
      </w:r>
    </w:p>
    <w:p w14:paraId="367025CD" w14:textId="77777777" w:rsidR="00E54C08" w:rsidRPr="000F2BBF" w:rsidRDefault="00E54C08" w:rsidP="00E54C08">
      <w:pPr>
        <w:rPr>
          <w:rFonts w:ascii="Angsana New" w:hAnsi="Angsana New"/>
          <w:b/>
          <w:bCs/>
          <w:sz w:val="30"/>
          <w:szCs w:val="30"/>
        </w:rPr>
      </w:pPr>
    </w:p>
    <w:p w14:paraId="2479DA6F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BD915A" w14:textId="77777777" w:rsidR="003067C4" w:rsidRPr="000F2BBF" w:rsidRDefault="003067C4" w:rsidP="003067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07E14A9" w14:textId="61435D20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รหัส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z w:val="30"/>
          <w:szCs w:val="30"/>
        </w:rPr>
        <w:t>241</w:t>
      </w:r>
      <w:r w:rsidR="001526E8" w:rsidRPr="000F2BBF">
        <w:rPr>
          <w:rFonts w:ascii="Angsana New" w:hAnsi="Angsana New"/>
          <w:sz w:val="30"/>
          <w:szCs w:val="30"/>
        </w:rPr>
        <w:t>0</w:t>
      </w:r>
      <w:r w:rsidRPr="000F2BBF">
        <w:rPr>
          <w:rFonts w:ascii="Angsana New" w:hAnsi="Angsana New"/>
          <w:sz w:val="30"/>
          <w:szCs w:val="30"/>
        </w:rPr>
        <w:t xml:space="preserve"> “</w:t>
      </w:r>
      <w:r w:rsidRPr="000F2BBF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F2BBF">
        <w:rPr>
          <w:rFonts w:ascii="Angsana New" w:hAnsi="Angsana New"/>
          <w:sz w:val="30"/>
          <w:szCs w:val="30"/>
        </w:rPr>
        <w:t>”</w:t>
      </w:r>
      <w:r w:rsidRPr="000F2BBF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0F2BBF">
        <w:rPr>
          <w:rFonts w:ascii="Angsana New" w:hAnsi="Angsana New"/>
          <w:sz w:val="30"/>
          <w:szCs w:val="30"/>
          <w:cs/>
        </w:rPr>
        <w:br/>
        <w:t>ซึ่งอาจพบได้จากการตรวจสอบ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4FEB42ED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F736C65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  <w:sectPr w:rsidR="003067C4" w:rsidRPr="000F2BBF" w:rsidSect="00F64899">
          <w:headerReference w:type="default" r:id="rId11"/>
          <w:footerReference w:type="default" r:id="rId12"/>
          <w:type w:val="nextColumn"/>
          <w:pgSz w:w="11909" w:h="16834" w:code="9"/>
          <w:pgMar w:top="691" w:right="1152" w:bottom="576" w:left="1152" w:header="720" w:footer="360" w:gutter="0"/>
          <w:cols w:space="720"/>
          <w:docGrid w:linePitch="245"/>
        </w:sectPr>
      </w:pPr>
    </w:p>
    <w:p w14:paraId="5A12208D" w14:textId="4DB0F5B1" w:rsidR="003067C4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8CE6843" w14:textId="77777777" w:rsidR="00596B1A" w:rsidRDefault="00596B1A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0904B631" w14:textId="77777777" w:rsidR="00947386" w:rsidRPr="00596B1A" w:rsidRDefault="00947386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20"/>
          <w:szCs w:val="20"/>
        </w:rPr>
      </w:pPr>
    </w:p>
    <w:p w14:paraId="0477B477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F2BBF">
        <w:rPr>
          <w:rFonts w:ascii="Angsana New" w:hAnsi="Angsana New"/>
          <w:i/>
          <w:iCs/>
          <w:sz w:val="30"/>
          <w:szCs w:val="30"/>
          <w:cs/>
        </w:rPr>
        <w:t>ข้อสรุป</w:t>
      </w:r>
    </w:p>
    <w:p w14:paraId="7F52FAA4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  <w:cs/>
        </w:rPr>
      </w:pPr>
    </w:p>
    <w:p w14:paraId="2D66555F" w14:textId="0E589CF6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pacing w:val="-4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-4"/>
          <w:sz w:val="30"/>
          <w:szCs w:val="30"/>
          <w:cs/>
        </w:rPr>
        <w:t>ไม่ได้จัดทำขึ้นตามมาตรฐานการบัญชี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Pr="000F2BBF">
        <w:rPr>
          <w:rFonts w:ascii="Angsana New" w:hAnsi="Angsana New" w:hint="cs"/>
          <w:spacing w:val="-4"/>
          <w:sz w:val="30"/>
          <w:szCs w:val="30"/>
          <w:cs/>
        </w:rPr>
        <w:t>ฉ</w:t>
      </w:r>
      <w:r w:rsidRPr="000F2BBF">
        <w:rPr>
          <w:rFonts w:ascii="Angsana New" w:hAnsi="Angsana New"/>
          <w:spacing w:val="-4"/>
          <w:sz w:val="30"/>
          <w:szCs w:val="30"/>
          <w:cs/>
        </w:rPr>
        <w:t>บับที่</w:t>
      </w:r>
      <w:r w:rsidRPr="000F2BBF">
        <w:rPr>
          <w:rFonts w:ascii="Angsana New" w:hAnsi="Angsana New"/>
          <w:spacing w:val="-4"/>
          <w:sz w:val="30"/>
          <w:szCs w:val="30"/>
        </w:rPr>
        <w:t xml:space="preserve"> </w:t>
      </w:r>
      <w:r w:rsidR="006214E7" w:rsidRPr="000F2BBF">
        <w:rPr>
          <w:rFonts w:ascii="Angsana New" w:hAnsi="Angsana New"/>
          <w:spacing w:val="-4"/>
          <w:sz w:val="30"/>
          <w:szCs w:val="30"/>
        </w:rPr>
        <w:t>34</w:t>
      </w:r>
      <w:r w:rsidRPr="000F2BBF">
        <w:rPr>
          <w:rFonts w:ascii="Angsana New" w:hAnsi="Angsana New"/>
          <w:spacing w:val="4"/>
          <w:sz w:val="30"/>
          <w:szCs w:val="30"/>
          <w:cs/>
        </w:rPr>
        <w:t xml:space="preserve"> </w:t>
      </w:r>
      <w:r w:rsidRPr="000F2BBF">
        <w:rPr>
          <w:rFonts w:ascii="Angsana New" w:hAnsi="Angsana New"/>
          <w:spacing w:val="4"/>
          <w:sz w:val="30"/>
          <w:szCs w:val="30"/>
          <w:cs/>
        </w:rPr>
        <w:br/>
      </w:r>
      <w:r w:rsidRPr="000F2BBF">
        <w:rPr>
          <w:rFonts w:ascii="Angsana New" w:hAnsi="Angsana New"/>
          <w:sz w:val="30"/>
          <w:szCs w:val="30"/>
          <w:cs/>
        </w:rPr>
        <w:t>เรื่อง การ</w:t>
      </w:r>
      <w:r w:rsidRPr="000F2BBF">
        <w:rPr>
          <w:rFonts w:ascii="Angsana New" w:hAnsi="Angsana New" w:hint="cs"/>
          <w:sz w:val="30"/>
          <w:szCs w:val="30"/>
          <w:cs/>
        </w:rPr>
        <w:t>ร</w:t>
      </w:r>
      <w:r w:rsidRPr="000F2BBF">
        <w:rPr>
          <w:rFonts w:ascii="Angsana New" w:hAnsi="Angsana New"/>
          <w:sz w:val="30"/>
          <w:szCs w:val="30"/>
          <w:cs/>
        </w:rPr>
        <w:t>ายงานทางการเงินระหว่างกาล</w:t>
      </w:r>
      <w:r w:rsidRPr="000F2BBF">
        <w:rPr>
          <w:rFonts w:ascii="Angsana New" w:hAnsi="Angsana New"/>
          <w:sz w:val="30"/>
          <w:szCs w:val="30"/>
        </w:rPr>
        <w:t xml:space="preserve"> </w:t>
      </w:r>
      <w:r w:rsidRPr="000F2BBF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048A6268" w14:textId="4BEDD83E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E8D9FA8" w14:textId="77777777" w:rsidR="00EC7453" w:rsidRPr="000F2BBF" w:rsidRDefault="00EC7453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D1D794D" w14:textId="77777777" w:rsidR="00580C19" w:rsidRPr="000F2BBF" w:rsidRDefault="00580C19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0C12BD87" w14:textId="77777777" w:rsidR="003067C4" w:rsidRPr="000F2BBF" w:rsidRDefault="003067C4" w:rsidP="003067C4">
      <w:pPr>
        <w:autoSpaceDE w:val="0"/>
        <w:autoSpaceDN w:val="0"/>
        <w:adjustRightInd w:val="0"/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5FD90C6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</w:rPr>
        <w:t>(</w:t>
      </w:r>
      <w:r w:rsidRPr="000F2BBF">
        <w:rPr>
          <w:rFonts w:ascii="Angsana New" w:hAnsi="Angsana New" w:hint="cs"/>
          <w:sz w:val="30"/>
          <w:szCs w:val="30"/>
          <w:cs/>
        </w:rPr>
        <w:t>วัชระ ภัทรพิทักษ์</w:t>
      </w:r>
      <w:r w:rsidRPr="000F2BBF">
        <w:rPr>
          <w:rFonts w:ascii="Angsana New" w:hAnsi="Angsana New"/>
          <w:sz w:val="30"/>
          <w:szCs w:val="30"/>
        </w:rPr>
        <w:t>)</w:t>
      </w:r>
    </w:p>
    <w:p w14:paraId="2BA7E6A1" w14:textId="77777777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3477B23" w14:textId="22AB5159" w:rsidR="003067C4" w:rsidRPr="000F2BBF" w:rsidRDefault="003067C4" w:rsidP="003067C4">
      <w:pPr>
        <w:tabs>
          <w:tab w:val="center" w:pos="6660"/>
        </w:tabs>
        <w:spacing w:line="240" w:lineRule="auto"/>
        <w:ind w:right="43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/>
          <w:sz w:val="30"/>
          <w:szCs w:val="30"/>
          <w:cs/>
        </w:rPr>
        <w:t xml:space="preserve">เลขทะเบียน </w:t>
      </w:r>
      <w:r w:rsidR="006214E7" w:rsidRPr="000F2BBF">
        <w:rPr>
          <w:rFonts w:ascii="Angsana New" w:hAnsi="Angsana New"/>
          <w:sz w:val="30"/>
          <w:szCs w:val="30"/>
        </w:rPr>
        <w:t>6669</w:t>
      </w:r>
    </w:p>
    <w:p w14:paraId="484BE6F3" w14:textId="77777777" w:rsidR="003067C4" w:rsidRPr="000F2BBF" w:rsidRDefault="003067C4" w:rsidP="003067C4">
      <w:pPr>
        <w:rPr>
          <w:rFonts w:ascii="Angsana New" w:hAnsi="Angsana New"/>
          <w:sz w:val="30"/>
          <w:szCs w:val="30"/>
        </w:rPr>
      </w:pPr>
    </w:p>
    <w:p w14:paraId="22E7CE13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31D9618E" w14:textId="77777777" w:rsidR="003067C4" w:rsidRPr="000F2BBF" w:rsidRDefault="003067C4" w:rsidP="003067C4">
      <w:pPr>
        <w:jc w:val="both"/>
        <w:rPr>
          <w:rFonts w:ascii="Angsana New" w:hAnsi="Angsana New"/>
          <w:sz w:val="30"/>
          <w:szCs w:val="30"/>
        </w:rPr>
      </w:pPr>
      <w:r w:rsidRPr="000F2BBF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7B805654" w14:textId="72364B56" w:rsidR="003067C4" w:rsidRPr="000F2BBF" w:rsidRDefault="00B405D8" w:rsidP="003067C4">
      <w:pPr>
        <w:jc w:val="both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t>8</w:t>
      </w:r>
      <w:r w:rsidR="00F3387C">
        <w:rPr>
          <w:rFonts w:ascii="Angsana New" w:hAnsi="Angsana New"/>
          <w:sz w:val="30"/>
          <w:szCs w:val="30"/>
        </w:rPr>
        <w:t xml:space="preserve"> </w:t>
      </w:r>
      <w:r w:rsidR="00F3387C">
        <w:rPr>
          <w:rFonts w:ascii="Angsana New" w:hAnsi="Angsana New" w:hint="cs"/>
          <w:sz w:val="30"/>
          <w:szCs w:val="30"/>
          <w:cs/>
        </w:rPr>
        <w:t>พฤศจิกายน</w:t>
      </w:r>
      <w:r w:rsidR="00FA3010">
        <w:rPr>
          <w:rFonts w:ascii="Angsana New" w:hAnsi="Angsana New" w:hint="cs"/>
          <w:sz w:val="30"/>
          <w:szCs w:val="30"/>
          <w:cs/>
        </w:rPr>
        <w:t xml:space="preserve"> </w:t>
      </w:r>
      <w:r w:rsidR="00FA3010">
        <w:rPr>
          <w:rFonts w:ascii="Angsana New" w:hAnsi="Angsana New"/>
          <w:sz w:val="30"/>
          <w:szCs w:val="30"/>
        </w:rPr>
        <w:t>2565</w:t>
      </w:r>
    </w:p>
    <w:p w14:paraId="688AC3C8" w14:textId="4ED79AD1" w:rsidR="000F75D0" w:rsidRPr="0034011B" w:rsidRDefault="000F75D0" w:rsidP="00193C64">
      <w:pPr>
        <w:pStyle w:val="ListParagraph"/>
        <w:spacing w:after="120" w:line="240" w:lineRule="auto"/>
        <w:ind w:left="990" w:hanging="450"/>
        <w:jc w:val="thaiDistribute"/>
        <w:rPr>
          <w:rFonts w:ascii="Angsana New" w:eastAsia="Times New Roman" w:hAnsi="Angsana New" w:cs="Angsana New"/>
          <w:spacing w:val="-6"/>
          <w:sz w:val="30"/>
          <w:szCs w:val="30"/>
          <w:cs/>
          <w:lang w:val="en-US"/>
        </w:rPr>
      </w:pPr>
    </w:p>
    <w:sectPr w:rsidR="000F75D0" w:rsidRPr="0034011B" w:rsidSect="00EB4E24">
      <w:headerReference w:type="default" r:id="rId13"/>
      <w:footerReference w:type="default" r:id="rId14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2A74F" w14:textId="77777777" w:rsidR="001F2AB2" w:rsidRDefault="001F2AB2" w:rsidP="003D743A">
      <w:r>
        <w:separator/>
      </w:r>
    </w:p>
  </w:endnote>
  <w:endnote w:type="continuationSeparator" w:id="0">
    <w:p w14:paraId="5EF58483" w14:textId="77777777" w:rsidR="001F2AB2" w:rsidRDefault="001F2AB2" w:rsidP="003D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AADB3" w14:textId="77777777" w:rsidR="00694E93" w:rsidRPr="00EA1E3C" w:rsidRDefault="00694E93" w:rsidP="00AD21EE">
    <w:pPr>
      <w:pStyle w:val="Footer"/>
      <w:ind w:right="360"/>
      <w:rPr>
        <w:rFonts w:ascii="Angsana New" w:hAnsi="Angsana New"/>
        <w:i/>
        <w:iCs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5D26D" w14:textId="501B6EA0" w:rsidR="00694E93" w:rsidRPr="002451A5" w:rsidRDefault="00694E93">
    <w:pPr>
      <w:pStyle w:val="Footer"/>
      <w:jc w:val="center"/>
      <w:rPr>
        <w:rFonts w:asciiTheme="minorHAnsi" w:hAnsiTheme="minorHAnsi" w:cstheme="minorHAnsi"/>
        <w:sz w:val="32"/>
        <w:szCs w:val="32"/>
      </w:rPr>
    </w:pPr>
  </w:p>
  <w:p w14:paraId="13366EF3" w14:textId="77777777" w:rsidR="00694E93" w:rsidRPr="000C1FE9" w:rsidRDefault="00694E93">
    <w:pPr>
      <w:pStyle w:val="Footer"/>
      <w:jc w:val="center"/>
      <w:rPr>
        <w:rFonts w:asciiTheme="majorBidi" w:hAnsiTheme="majorBidi" w:cstheme="majorBidi"/>
        <w:noProof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683233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2CB3E213" w14:textId="493CE83F" w:rsidR="00F64899" w:rsidRPr="00F64899" w:rsidRDefault="00F6489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F6489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F6489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F6489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F64899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F6489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36148" w14:textId="77777777" w:rsidR="001F2AB2" w:rsidRDefault="001F2AB2" w:rsidP="003D743A">
      <w:r>
        <w:separator/>
      </w:r>
    </w:p>
  </w:footnote>
  <w:footnote w:type="continuationSeparator" w:id="0">
    <w:p w14:paraId="7C3B4936" w14:textId="77777777" w:rsidR="001F2AB2" w:rsidRDefault="001F2AB2" w:rsidP="003D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C546B" w14:textId="77777777" w:rsidR="00694E93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  <w:p w14:paraId="043F7C85" w14:textId="77777777" w:rsidR="00694E93" w:rsidRPr="00562FFF" w:rsidRDefault="00694E93" w:rsidP="00562FFF">
    <w:pPr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5459" w14:textId="77777777" w:rsidR="00694E93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บริษัท สบาย เทคโนโลยี จำกัด (มหาชน)</w:t>
    </w:r>
  </w:p>
  <w:p w14:paraId="6B97D411" w14:textId="703DAA81" w:rsidR="00694E93" w:rsidRPr="00D110DA" w:rsidRDefault="00694E93" w:rsidP="008F7CC5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F7CC5">
      <w:rPr>
        <w:rFonts w:ascii="Angsana New" w:hAnsi="Angsana New"/>
        <w:b/>
        <w:bCs/>
        <w:sz w:val="32"/>
        <w:szCs w:val="32"/>
        <w:cs/>
      </w:rPr>
      <w:t>(เดิมชื่อ บริษัท เวนดิ้ง คอร์ปอเรชั่น จำกัด และบริษัทย่อย)</w:t>
    </w:r>
  </w:p>
  <w:p w14:paraId="3AAF7002" w14:textId="77777777" w:rsidR="00694E93" w:rsidRPr="00235F64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235F64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768E2DA" w14:textId="102EBDD9" w:rsidR="00694E93" w:rsidRPr="00BE76D9" w:rsidRDefault="00694E93" w:rsidP="000F44A5">
    <w:pPr>
      <w:spacing w:line="240" w:lineRule="auto"/>
      <w:rPr>
        <w:rFonts w:ascii="Angsana New" w:hAnsi="Angsana New"/>
        <w:b/>
        <w:bCs/>
        <w:sz w:val="32"/>
        <w:szCs w:val="32"/>
      </w:rPr>
    </w:pPr>
    <w:r w:rsidRPr="00BE76D9">
      <w:rPr>
        <w:rFonts w:ascii="Angsana New" w:hAnsi="Angsana New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>31</w:t>
    </w:r>
    <w:r w:rsidRPr="00BE76D9">
      <w:rPr>
        <w:rFonts w:ascii="Angsana New" w:hAnsi="Angsana New"/>
        <w:b/>
        <w:bCs/>
        <w:sz w:val="32"/>
        <w:szCs w:val="32"/>
        <w:cs/>
      </w:rPr>
      <w:t xml:space="preserve"> ธันวาคม </w:t>
    </w:r>
    <w:r>
      <w:rPr>
        <w:rFonts w:ascii="Angsana New" w:hAnsi="Angsana New"/>
        <w:b/>
        <w:bCs/>
        <w:sz w:val="32"/>
        <w:szCs w:val="32"/>
      </w:rPr>
      <w:t>2562</w:t>
    </w:r>
  </w:p>
  <w:p w14:paraId="0DD3B524" w14:textId="77777777" w:rsidR="00694E93" w:rsidRPr="000507D5" w:rsidRDefault="00694E93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37D6B" w14:textId="77777777" w:rsidR="00694E93" w:rsidRPr="009004AE" w:rsidRDefault="00694E93" w:rsidP="003D4E48">
    <w:pPr>
      <w:pStyle w:val="Header"/>
      <w:rPr>
        <w:rFonts w:asciiTheme="majorBidi" w:hAnsiTheme="majorBidi" w:cstheme="majorBidi"/>
        <w:sz w:val="32"/>
        <w:szCs w:val="32"/>
      </w:rPr>
    </w:pPr>
  </w:p>
  <w:p w14:paraId="151F2593" w14:textId="77777777" w:rsidR="00694E93" w:rsidRPr="009004AE" w:rsidRDefault="00694E93" w:rsidP="003D4E48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293B" w14:textId="0FCE0C2F" w:rsidR="00694E93" w:rsidRDefault="00694E93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  <w:p w14:paraId="6EB62616" w14:textId="77777777" w:rsidR="00F64899" w:rsidRPr="00850869" w:rsidRDefault="00F64899" w:rsidP="00850869">
    <w:pPr>
      <w:tabs>
        <w:tab w:val="clear" w:pos="227"/>
      </w:tabs>
      <w:spacing w:line="240" w:lineRule="auto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672"/>
        </w:tabs>
        <w:ind w:left="167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627CAA"/>
    <w:lvl w:ilvl="0">
      <w:start w:val="1"/>
      <w:numFmt w:val="bullet"/>
      <w:pStyle w:val="List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sz w:val="24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7C1E24EC"/>
    <w:lvl w:ilvl="0" w:tplc="DB4EC03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CC0466EE" w:tentative="1">
      <w:start w:val="1"/>
      <w:numFmt w:val="lowerLetter"/>
      <w:lvlText w:val="%2."/>
      <w:lvlJc w:val="left"/>
      <w:pPr>
        <w:ind w:left="1440" w:hanging="360"/>
      </w:pPr>
    </w:lvl>
    <w:lvl w:ilvl="2" w:tplc="2DCC4948" w:tentative="1">
      <w:start w:val="1"/>
      <w:numFmt w:val="lowerRoman"/>
      <w:lvlText w:val="%3."/>
      <w:lvlJc w:val="right"/>
      <w:pPr>
        <w:ind w:left="2160" w:hanging="180"/>
      </w:pPr>
    </w:lvl>
    <w:lvl w:ilvl="3" w:tplc="A26EF1D4" w:tentative="1">
      <w:start w:val="1"/>
      <w:numFmt w:val="decimal"/>
      <w:lvlText w:val="%4."/>
      <w:lvlJc w:val="left"/>
      <w:pPr>
        <w:ind w:left="2880" w:hanging="360"/>
      </w:pPr>
    </w:lvl>
    <w:lvl w:ilvl="4" w:tplc="DB1EC4EE" w:tentative="1">
      <w:start w:val="1"/>
      <w:numFmt w:val="lowerLetter"/>
      <w:lvlText w:val="%5."/>
      <w:lvlJc w:val="left"/>
      <w:pPr>
        <w:ind w:left="3600" w:hanging="360"/>
      </w:pPr>
    </w:lvl>
    <w:lvl w:ilvl="5" w:tplc="69F68C30" w:tentative="1">
      <w:start w:val="1"/>
      <w:numFmt w:val="lowerRoman"/>
      <w:lvlText w:val="%6."/>
      <w:lvlJc w:val="right"/>
      <w:pPr>
        <w:ind w:left="4320" w:hanging="180"/>
      </w:pPr>
    </w:lvl>
    <w:lvl w:ilvl="6" w:tplc="86A4C184" w:tentative="1">
      <w:start w:val="1"/>
      <w:numFmt w:val="decimal"/>
      <w:lvlText w:val="%7."/>
      <w:lvlJc w:val="left"/>
      <w:pPr>
        <w:ind w:left="5040" w:hanging="360"/>
      </w:pPr>
    </w:lvl>
    <w:lvl w:ilvl="7" w:tplc="71983CE6" w:tentative="1">
      <w:start w:val="1"/>
      <w:numFmt w:val="lowerLetter"/>
      <w:lvlText w:val="%8."/>
      <w:lvlJc w:val="left"/>
      <w:pPr>
        <w:ind w:left="5760" w:hanging="360"/>
      </w:pPr>
    </w:lvl>
    <w:lvl w:ilvl="8" w:tplc="CFF2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773A5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0C7878A2"/>
    <w:multiLevelType w:val="hybridMultilevel"/>
    <w:tmpl w:val="F2CACAE8"/>
    <w:lvl w:ilvl="0" w:tplc="B90EC9C8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color w:val="auto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D2E07"/>
    <w:multiLevelType w:val="hybridMultilevel"/>
    <w:tmpl w:val="9FE6E3D4"/>
    <w:lvl w:ilvl="0" w:tplc="B6963436">
      <w:start w:val="4"/>
      <w:numFmt w:val="decimal"/>
      <w:lvlText w:val="%1"/>
      <w:lvlJc w:val="left"/>
      <w:pPr>
        <w:ind w:left="360" w:hanging="360"/>
      </w:pPr>
      <w:rPr>
        <w:rFonts w:hint="default"/>
        <w:b/>
        <w:bCs/>
        <w:color w:val="auto"/>
        <w:lang w:val="en-G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C0EB8"/>
    <w:multiLevelType w:val="hybridMultilevel"/>
    <w:tmpl w:val="220C95FC"/>
    <w:lvl w:ilvl="0" w:tplc="4FCE046E">
      <w:start w:val="1"/>
      <w:numFmt w:val="decimal"/>
      <w:lvlText w:val="(%1)"/>
      <w:lvlJc w:val="left"/>
      <w:pPr>
        <w:ind w:left="1908" w:hanging="360"/>
      </w:pPr>
      <w:rPr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628" w:hanging="360"/>
      </w:pPr>
    </w:lvl>
    <w:lvl w:ilvl="2" w:tplc="0409001B">
      <w:start w:val="1"/>
      <w:numFmt w:val="lowerRoman"/>
      <w:lvlText w:val="%3."/>
      <w:lvlJc w:val="right"/>
      <w:pPr>
        <w:ind w:left="3348" w:hanging="180"/>
      </w:pPr>
    </w:lvl>
    <w:lvl w:ilvl="3" w:tplc="0409000F">
      <w:start w:val="1"/>
      <w:numFmt w:val="decimal"/>
      <w:lvlText w:val="%4."/>
      <w:lvlJc w:val="left"/>
      <w:pPr>
        <w:ind w:left="4068" w:hanging="360"/>
      </w:pPr>
    </w:lvl>
    <w:lvl w:ilvl="4" w:tplc="04090019">
      <w:start w:val="1"/>
      <w:numFmt w:val="lowerLetter"/>
      <w:lvlText w:val="%5."/>
      <w:lvlJc w:val="left"/>
      <w:pPr>
        <w:ind w:left="4788" w:hanging="360"/>
      </w:pPr>
    </w:lvl>
    <w:lvl w:ilvl="5" w:tplc="0409001B">
      <w:start w:val="1"/>
      <w:numFmt w:val="lowerRoman"/>
      <w:lvlText w:val="%6."/>
      <w:lvlJc w:val="right"/>
      <w:pPr>
        <w:ind w:left="5508" w:hanging="180"/>
      </w:pPr>
    </w:lvl>
    <w:lvl w:ilvl="6" w:tplc="0409000F">
      <w:start w:val="1"/>
      <w:numFmt w:val="decimal"/>
      <w:lvlText w:val="%7."/>
      <w:lvlJc w:val="left"/>
      <w:pPr>
        <w:ind w:left="6228" w:hanging="360"/>
      </w:pPr>
    </w:lvl>
    <w:lvl w:ilvl="7" w:tplc="04090019">
      <w:start w:val="1"/>
      <w:numFmt w:val="lowerLetter"/>
      <w:lvlText w:val="%8."/>
      <w:lvlJc w:val="left"/>
      <w:pPr>
        <w:ind w:left="6948" w:hanging="360"/>
      </w:pPr>
    </w:lvl>
    <w:lvl w:ilvl="8" w:tplc="0409001B">
      <w:start w:val="1"/>
      <w:numFmt w:val="lowerRoman"/>
      <w:lvlText w:val="%9."/>
      <w:lvlJc w:val="right"/>
      <w:pPr>
        <w:ind w:left="7668" w:hanging="180"/>
      </w:pPr>
    </w:lvl>
  </w:abstractNum>
  <w:abstractNum w:abstractNumId="15" w15:restartNumberingAfterBreak="0">
    <w:nsid w:val="1CFF0D2B"/>
    <w:multiLevelType w:val="hybridMultilevel"/>
    <w:tmpl w:val="7F6CC80A"/>
    <w:lvl w:ilvl="0" w:tplc="3084A1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C76D8A"/>
    <w:multiLevelType w:val="hybridMultilevel"/>
    <w:tmpl w:val="32CC3D52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24DE18A5"/>
    <w:multiLevelType w:val="hybridMultilevel"/>
    <w:tmpl w:val="E2E86D40"/>
    <w:lvl w:ilvl="0" w:tplc="9984EA8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135D2E"/>
    <w:multiLevelType w:val="hybridMultilevel"/>
    <w:tmpl w:val="20D63BA8"/>
    <w:lvl w:ilvl="0" w:tplc="E80A8EE4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cs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FE70F52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51730036"/>
    <w:multiLevelType w:val="hybridMultilevel"/>
    <w:tmpl w:val="232CB38E"/>
    <w:lvl w:ilvl="0" w:tplc="E09A3202">
      <w:start w:val="1"/>
      <w:numFmt w:val="thaiLetters"/>
      <w:lvlText w:val="(%1)"/>
      <w:lvlJc w:val="left"/>
      <w:pPr>
        <w:ind w:left="1260" w:hanging="360"/>
      </w:pPr>
      <w:rPr>
        <w:rFonts w:asciiTheme="majorBidi" w:hAnsiTheme="majorBidi" w:cstheme="majorBidi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7" w15:restartNumberingAfterBreak="0">
    <w:nsid w:val="55B2637F"/>
    <w:multiLevelType w:val="multilevel"/>
    <w:tmpl w:val="724EB112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  <w:lang w:bidi="th-TH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56EC737D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 w15:restartNumberingAfterBreak="0">
    <w:nsid w:val="606A1F48"/>
    <w:multiLevelType w:val="hybridMultilevel"/>
    <w:tmpl w:val="87E256A0"/>
    <w:lvl w:ilvl="0" w:tplc="B39876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50B2DD2"/>
    <w:multiLevelType w:val="multilevel"/>
    <w:tmpl w:val="2F726DEC"/>
    <w:lvl w:ilvl="0">
      <w:start w:val="8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1" w15:restartNumberingAfterBreak="0">
    <w:nsid w:val="65CD2DA5"/>
    <w:multiLevelType w:val="hybridMultilevel"/>
    <w:tmpl w:val="A670AD7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6285E29"/>
    <w:multiLevelType w:val="hybridMultilevel"/>
    <w:tmpl w:val="61C078A6"/>
    <w:lvl w:ilvl="0" w:tplc="AF9216DC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6" w15:restartNumberingAfterBreak="0">
    <w:nsid w:val="6E212E5D"/>
    <w:multiLevelType w:val="hybridMultilevel"/>
    <w:tmpl w:val="CF5A5CB4"/>
    <w:lvl w:ilvl="0" w:tplc="96C2FA3E">
      <w:start w:val="367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9" w15:restartNumberingAfterBreak="0">
    <w:nsid w:val="767B1B43"/>
    <w:multiLevelType w:val="multilevel"/>
    <w:tmpl w:val="61C078A6"/>
    <w:lvl w:ilvl="0">
      <w:start w:val="1"/>
      <w:numFmt w:val="decimal"/>
      <w:lvlText w:val="%1)"/>
      <w:lvlJc w:val="left"/>
      <w:pPr>
        <w:ind w:left="126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76C65C30"/>
    <w:multiLevelType w:val="hybridMultilevel"/>
    <w:tmpl w:val="20304DDE"/>
    <w:lvl w:ilvl="0" w:tplc="C5980CC2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F2DECBCE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57EC6B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A1899F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D4A948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EA266CA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219A5E6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A87658BA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E862E7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9394145"/>
    <w:multiLevelType w:val="multilevel"/>
    <w:tmpl w:val="4A38C72A"/>
    <w:lvl w:ilvl="0">
      <w:start w:val="10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Theme="majorHAnsi" w:hAnsiTheme="majorHAnsi" w:cstheme="majorHAnsi" w:hint="default"/>
        <w:b/>
        <w:bCs/>
        <w:sz w:val="30"/>
        <w:szCs w:val="30"/>
      </w:rPr>
    </w:lvl>
    <w:lvl w:ilvl="1">
      <w:start w:val="1"/>
      <w:numFmt w:val="lowerLetter"/>
      <w:lvlText w:val="—"/>
      <w:lvlJc w:val="left"/>
      <w:pPr>
        <w:tabs>
          <w:tab w:val="num" w:pos="1112"/>
        </w:tabs>
        <w:ind w:left="1112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452"/>
        </w:tabs>
        <w:ind w:left="1452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793"/>
        </w:tabs>
        <w:ind w:left="1793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2133"/>
        </w:tabs>
        <w:ind w:left="2133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473"/>
        </w:tabs>
        <w:ind w:left="2473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813"/>
        </w:tabs>
        <w:ind w:left="2813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3153"/>
        </w:tabs>
        <w:ind w:left="3153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493"/>
        </w:tabs>
        <w:ind w:left="3493" w:hanging="340"/>
      </w:pPr>
      <w:rPr>
        <w:rFonts w:ascii="9999999" w:hAnsi="9999999" w:hint="default"/>
      </w:rPr>
    </w:lvl>
  </w:abstractNum>
  <w:abstractNum w:abstractNumId="42" w15:restartNumberingAfterBreak="0">
    <w:nsid w:val="7B507873"/>
    <w:multiLevelType w:val="hybridMultilevel"/>
    <w:tmpl w:val="85B86D20"/>
    <w:lvl w:ilvl="0" w:tplc="CACA58F4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8"/>
  </w:num>
  <w:num w:numId="13">
    <w:abstractNumId w:val="34"/>
  </w:num>
  <w:num w:numId="14">
    <w:abstractNumId w:val="19"/>
  </w:num>
  <w:num w:numId="15">
    <w:abstractNumId w:val="21"/>
  </w:num>
  <w:num w:numId="16">
    <w:abstractNumId w:val="38"/>
  </w:num>
  <w:num w:numId="17">
    <w:abstractNumId w:val="40"/>
  </w:num>
  <w:num w:numId="18">
    <w:abstractNumId w:val="25"/>
  </w:num>
  <w:num w:numId="19">
    <w:abstractNumId w:val="13"/>
  </w:num>
  <w:num w:numId="20">
    <w:abstractNumId w:val="12"/>
  </w:num>
  <w:num w:numId="21">
    <w:abstractNumId w:val="10"/>
  </w:num>
  <w:num w:numId="22">
    <w:abstractNumId w:val="36"/>
  </w:num>
  <w:num w:numId="23">
    <w:abstractNumId w:val="30"/>
  </w:num>
  <w:num w:numId="24">
    <w:abstractNumId w:val="41"/>
  </w:num>
  <w:num w:numId="25">
    <w:abstractNumId w:val="14"/>
  </w:num>
  <w:num w:numId="26">
    <w:abstractNumId w:val="33"/>
  </w:num>
  <w:num w:numId="27">
    <w:abstractNumId w:val="37"/>
  </w:num>
  <w:num w:numId="28">
    <w:abstractNumId w:val="23"/>
  </w:num>
  <w:num w:numId="29">
    <w:abstractNumId w:val="22"/>
  </w:num>
  <w:num w:numId="30">
    <w:abstractNumId w:val="17"/>
  </w:num>
  <w:num w:numId="31">
    <w:abstractNumId w:val="31"/>
  </w:num>
  <w:num w:numId="32">
    <w:abstractNumId w:val="35"/>
  </w:num>
  <w:num w:numId="33">
    <w:abstractNumId w:val="26"/>
  </w:num>
  <w:num w:numId="34">
    <w:abstractNumId w:val="32"/>
  </w:num>
  <w:num w:numId="35">
    <w:abstractNumId w:val="16"/>
  </w:num>
  <w:num w:numId="36">
    <w:abstractNumId w:val="24"/>
  </w:num>
  <w:num w:numId="37">
    <w:abstractNumId w:val="28"/>
  </w:num>
  <w:num w:numId="38">
    <w:abstractNumId w:val="39"/>
  </w:num>
  <w:num w:numId="39">
    <w:abstractNumId w:val="27"/>
  </w:num>
  <w:num w:numId="40">
    <w:abstractNumId w:val="42"/>
  </w:num>
  <w:num w:numId="41">
    <w:abstractNumId w:val="11"/>
  </w:num>
  <w:num w:numId="42">
    <w:abstractNumId w:val="29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32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8B"/>
    <w:rsid w:val="000000B0"/>
    <w:rsid w:val="0000044D"/>
    <w:rsid w:val="00000566"/>
    <w:rsid w:val="0000061C"/>
    <w:rsid w:val="000007B9"/>
    <w:rsid w:val="00000EE5"/>
    <w:rsid w:val="000011BF"/>
    <w:rsid w:val="00001210"/>
    <w:rsid w:val="000012B4"/>
    <w:rsid w:val="00001402"/>
    <w:rsid w:val="000015A3"/>
    <w:rsid w:val="000015CF"/>
    <w:rsid w:val="00001D7F"/>
    <w:rsid w:val="0000200C"/>
    <w:rsid w:val="00002479"/>
    <w:rsid w:val="0000290A"/>
    <w:rsid w:val="00002C0E"/>
    <w:rsid w:val="00002D9B"/>
    <w:rsid w:val="00002E14"/>
    <w:rsid w:val="00002FD7"/>
    <w:rsid w:val="00003047"/>
    <w:rsid w:val="0000330E"/>
    <w:rsid w:val="000035D8"/>
    <w:rsid w:val="0000364B"/>
    <w:rsid w:val="000038FA"/>
    <w:rsid w:val="00003B2D"/>
    <w:rsid w:val="00003D29"/>
    <w:rsid w:val="00003EF5"/>
    <w:rsid w:val="00003F94"/>
    <w:rsid w:val="00004185"/>
    <w:rsid w:val="000041DD"/>
    <w:rsid w:val="000044DD"/>
    <w:rsid w:val="000045A2"/>
    <w:rsid w:val="000047E0"/>
    <w:rsid w:val="00004982"/>
    <w:rsid w:val="00004A99"/>
    <w:rsid w:val="00004D33"/>
    <w:rsid w:val="00004E41"/>
    <w:rsid w:val="00004F42"/>
    <w:rsid w:val="0000525E"/>
    <w:rsid w:val="0000541D"/>
    <w:rsid w:val="000058E3"/>
    <w:rsid w:val="00005C69"/>
    <w:rsid w:val="00005C96"/>
    <w:rsid w:val="00005CA6"/>
    <w:rsid w:val="0000605F"/>
    <w:rsid w:val="00006347"/>
    <w:rsid w:val="00006571"/>
    <w:rsid w:val="00006650"/>
    <w:rsid w:val="0000676C"/>
    <w:rsid w:val="000068C3"/>
    <w:rsid w:val="000068C4"/>
    <w:rsid w:val="00007016"/>
    <w:rsid w:val="0000720D"/>
    <w:rsid w:val="000072EF"/>
    <w:rsid w:val="000079E0"/>
    <w:rsid w:val="00007CDD"/>
    <w:rsid w:val="00007CEB"/>
    <w:rsid w:val="0001001F"/>
    <w:rsid w:val="00010113"/>
    <w:rsid w:val="00010474"/>
    <w:rsid w:val="0001054B"/>
    <w:rsid w:val="00010892"/>
    <w:rsid w:val="00011098"/>
    <w:rsid w:val="000110FD"/>
    <w:rsid w:val="000112BC"/>
    <w:rsid w:val="000112D6"/>
    <w:rsid w:val="00011992"/>
    <w:rsid w:val="00011BF1"/>
    <w:rsid w:val="00011BFE"/>
    <w:rsid w:val="00011C77"/>
    <w:rsid w:val="00011CE8"/>
    <w:rsid w:val="00012AC5"/>
    <w:rsid w:val="00012F1B"/>
    <w:rsid w:val="0001354F"/>
    <w:rsid w:val="00013673"/>
    <w:rsid w:val="00013887"/>
    <w:rsid w:val="00013E15"/>
    <w:rsid w:val="00013F04"/>
    <w:rsid w:val="00014239"/>
    <w:rsid w:val="000144D1"/>
    <w:rsid w:val="000149F0"/>
    <w:rsid w:val="00014A61"/>
    <w:rsid w:val="00014BFA"/>
    <w:rsid w:val="00014D0F"/>
    <w:rsid w:val="0001512B"/>
    <w:rsid w:val="00015637"/>
    <w:rsid w:val="0001584A"/>
    <w:rsid w:val="00015B11"/>
    <w:rsid w:val="00015C43"/>
    <w:rsid w:val="00016042"/>
    <w:rsid w:val="00016D87"/>
    <w:rsid w:val="00017B1F"/>
    <w:rsid w:val="00017B35"/>
    <w:rsid w:val="00017BDE"/>
    <w:rsid w:val="00017C87"/>
    <w:rsid w:val="00017D44"/>
    <w:rsid w:val="000200F4"/>
    <w:rsid w:val="000203BB"/>
    <w:rsid w:val="000207FE"/>
    <w:rsid w:val="00020ABE"/>
    <w:rsid w:val="00020B16"/>
    <w:rsid w:val="00020EE7"/>
    <w:rsid w:val="00021140"/>
    <w:rsid w:val="00021251"/>
    <w:rsid w:val="00021283"/>
    <w:rsid w:val="00021715"/>
    <w:rsid w:val="000217C5"/>
    <w:rsid w:val="00021C58"/>
    <w:rsid w:val="00021C6C"/>
    <w:rsid w:val="00021E32"/>
    <w:rsid w:val="00021FDF"/>
    <w:rsid w:val="000223AC"/>
    <w:rsid w:val="0002249E"/>
    <w:rsid w:val="000225A7"/>
    <w:rsid w:val="0002261F"/>
    <w:rsid w:val="0002276C"/>
    <w:rsid w:val="0002285B"/>
    <w:rsid w:val="000228BF"/>
    <w:rsid w:val="00022BDD"/>
    <w:rsid w:val="000231BC"/>
    <w:rsid w:val="000231DB"/>
    <w:rsid w:val="00023260"/>
    <w:rsid w:val="000232BF"/>
    <w:rsid w:val="00023328"/>
    <w:rsid w:val="000239E8"/>
    <w:rsid w:val="00023E80"/>
    <w:rsid w:val="0002402B"/>
    <w:rsid w:val="00024686"/>
    <w:rsid w:val="000246C8"/>
    <w:rsid w:val="0002475E"/>
    <w:rsid w:val="00024812"/>
    <w:rsid w:val="000249B4"/>
    <w:rsid w:val="00024B32"/>
    <w:rsid w:val="00024F7C"/>
    <w:rsid w:val="000255D9"/>
    <w:rsid w:val="00025DF5"/>
    <w:rsid w:val="000260A3"/>
    <w:rsid w:val="00026CE0"/>
    <w:rsid w:val="00026F42"/>
    <w:rsid w:val="000273AB"/>
    <w:rsid w:val="000273C0"/>
    <w:rsid w:val="000276E5"/>
    <w:rsid w:val="000277B9"/>
    <w:rsid w:val="00027A9C"/>
    <w:rsid w:val="00027DA4"/>
    <w:rsid w:val="00027F78"/>
    <w:rsid w:val="00027F91"/>
    <w:rsid w:val="00027FFE"/>
    <w:rsid w:val="00030249"/>
    <w:rsid w:val="0003026C"/>
    <w:rsid w:val="0003030E"/>
    <w:rsid w:val="000303C4"/>
    <w:rsid w:val="000305E6"/>
    <w:rsid w:val="0003085D"/>
    <w:rsid w:val="00030A73"/>
    <w:rsid w:val="00030AA6"/>
    <w:rsid w:val="00030C00"/>
    <w:rsid w:val="00030E4F"/>
    <w:rsid w:val="00030E78"/>
    <w:rsid w:val="00031244"/>
    <w:rsid w:val="000314DD"/>
    <w:rsid w:val="00031689"/>
    <w:rsid w:val="00031A2A"/>
    <w:rsid w:val="00031D21"/>
    <w:rsid w:val="00031EBA"/>
    <w:rsid w:val="000322DE"/>
    <w:rsid w:val="0003286A"/>
    <w:rsid w:val="00032AC5"/>
    <w:rsid w:val="00032F33"/>
    <w:rsid w:val="00033081"/>
    <w:rsid w:val="00033666"/>
    <w:rsid w:val="00033725"/>
    <w:rsid w:val="000338B6"/>
    <w:rsid w:val="00033A34"/>
    <w:rsid w:val="00033DB9"/>
    <w:rsid w:val="00033E01"/>
    <w:rsid w:val="00033E87"/>
    <w:rsid w:val="00033FA6"/>
    <w:rsid w:val="0003409F"/>
    <w:rsid w:val="0003422A"/>
    <w:rsid w:val="00034305"/>
    <w:rsid w:val="0003440C"/>
    <w:rsid w:val="00034628"/>
    <w:rsid w:val="00034B64"/>
    <w:rsid w:val="00034FD3"/>
    <w:rsid w:val="00035149"/>
    <w:rsid w:val="0003514A"/>
    <w:rsid w:val="00035452"/>
    <w:rsid w:val="000355ED"/>
    <w:rsid w:val="000358F4"/>
    <w:rsid w:val="00035C4B"/>
    <w:rsid w:val="00035D1B"/>
    <w:rsid w:val="00035D36"/>
    <w:rsid w:val="00035EC1"/>
    <w:rsid w:val="00035FEE"/>
    <w:rsid w:val="00036078"/>
    <w:rsid w:val="0003669F"/>
    <w:rsid w:val="0003687B"/>
    <w:rsid w:val="000368FD"/>
    <w:rsid w:val="00036A62"/>
    <w:rsid w:val="00036AB3"/>
    <w:rsid w:val="00036E9C"/>
    <w:rsid w:val="00036F26"/>
    <w:rsid w:val="00037470"/>
    <w:rsid w:val="00037875"/>
    <w:rsid w:val="00037A8F"/>
    <w:rsid w:val="00037C24"/>
    <w:rsid w:val="00037DFC"/>
    <w:rsid w:val="00037E0F"/>
    <w:rsid w:val="00037F0B"/>
    <w:rsid w:val="00040506"/>
    <w:rsid w:val="000406EB"/>
    <w:rsid w:val="000407B9"/>
    <w:rsid w:val="000407E3"/>
    <w:rsid w:val="000407F5"/>
    <w:rsid w:val="00040D11"/>
    <w:rsid w:val="00040EF6"/>
    <w:rsid w:val="00040FE5"/>
    <w:rsid w:val="00041133"/>
    <w:rsid w:val="000412FC"/>
    <w:rsid w:val="00041863"/>
    <w:rsid w:val="00041A2B"/>
    <w:rsid w:val="00041B09"/>
    <w:rsid w:val="00041C32"/>
    <w:rsid w:val="00042012"/>
    <w:rsid w:val="0004214F"/>
    <w:rsid w:val="0004243C"/>
    <w:rsid w:val="000424F0"/>
    <w:rsid w:val="000425C5"/>
    <w:rsid w:val="000425FA"/>
    <w:rsid w:val="000431A0"/>
    <w:rsid w:val="000431F8"/>
    <w:rsid w:val="0004322C"/>
    <w:rsid w:val="000433CB"/>
    <w:rsid w:val="000435DB"/>
    <w:rsid w:val="00043849"/>
    <w:rsid w:val="00043956"/>
    <w:rsid w:val="00043A62"/>
    <w:rsid w:val="00043AB4"/>
    <w:rsid w:val="00043E2F"/>
    <w:rsid w:val="000440B9"/>
    <w:rsid w:val="0004410D"/>
    <w:rsid w:val="0004415B"/>
    <w:rsid w:val="0004421C"/>
    <w:rsid w:val="00044280"/>
    <w:rsid w:val="0004447D"/>
    <w:rsid w:val="00044840"/>
    <w:rsid w:val="00044B40"/>
    <w:rsid w:val="00044B42"/>
    <w:rsid w:val="00044C18"/>
    <w:rsid w:val="00044F8D"/>
    <w:rsid w:val="0004506E"/>
    <w:rsid w:val="00045267"/>
    <w:rsid w:val="00045465"/>
    <w:rsid w:val="0004567D"/>
    <w:rsid w:val="000458D2"/>
    <w:rsid w:val="00045B6B"/>
    <w:rsid w:val="00045B99"/>
    <w:rsid w:val="00045BD3"/>
    <w:rsid w:val="00045F87"/>
    <w:rsid w:val="000462F6"/>
    <w:rsid w:val="00046344"/>
    <w:rsid w:val="00046BF9"/>
    <w:rsid w:val="00046C25"/>
    <w:rsid w:val="00046DE8"/>
    <w:rsid w:val="00046F41"/>
    <w:rsid w:val="0004719C"/>
    <w:rsid w:val="000471D3"/>
    <w:rsid w:val="0004725F"/>
    <w:rsid w:val="0004740C"/>
    <w:rsid w:val="0004766A"/>
    <w:rsid w:val="00047691"/>
    <w:rsid w:val="00047D92"/>
    <w:rsid w:val="00047D99"/>
    <w:rsid w:val="00047F49"/>
    <w:rsid w:val="00050595"/>
    <w:rsid w:val="000505C7"/>
    <w:rsid w:val="000505E5"/>
    <w:rsid w:val="000507D5"/>
    <w:rsid w:val="00050A6B"/>
    <w:rsid w:val="00050C9F"/>
    <w:rsid w:val="00050FEC"/>
    <w:rsid w:val="0005108A"/>
    <w:rsid w:val="0005138F"/>
    <w:rsid w:val="000515C3"/>
    <w:rsid w:val="00051757"/>
    <w:rsid w:val="0005187A"/>
    <w:rsid w:val="000518E7"/>
    <w:rsid w:val="000518E9"/>
    <w:rsid w:val="0005196B"/>
    <w:rsid w:val="000519BE"/>
    <w:rsid w:val="000519C7"/>
    <w:rsid w:val="00051FC5"/>
    <w:rsid w:val="000520B1"/>
    <w:rsid w:val="0005220B"/>
    <w:rsid w:val="0005231C"/>
    <w:rsid w:val="00052821"/>
    <w:rsid w:val="00052C28"/>
    <w:rsid w:val="00052D14"/>
    <w:rsid w:val="00052D35"/>
    <w:rsid w:val="00052D61"/>
    <w:rsid w:val="00052F9C"/>
    <w:rsid w:val="000530C6"/>
    <w:rsid w:val="00053159"/>
    <w:rsid w:val="0005316C"/>
    <w:rsid w:val="0005318B"/>
    <w:rsid w:val="000532F4"/>
    <w:rsid w:val="00053624"/>
    <w:rsid w:val="000537EA"/>
    <w:rsid w:val="00053CB1"/>
    <w:rsid w:val="000541C9"/>
    <w:rsid w:val="000543C5"/>
    <w:rsid w:val="00054620"/>
    <w:rsid w:val="000547D9"/>
    <w:rsid w:val="0005485B"/>
    <w:rsid w:val="00054DA4"/>
    <w:rsid w:val="00054E3A"/>
    <w:rsid w:val="00054EA5"/>
    <w:rsid w:val="000550F6"/>
    <w:rsid w:val="00055674"/>
    <w:rsid w:val="00055864"/>
    <w:rsid w:val="00055A36"/>
    <w:rsid w:val="0005602B"/>
    <w:rsid w:val="00056197"/>
    <w:rsid w:val="0005649B"/>
    <w:rsid w:val="00056ECE"/>
    <w:rsid w:val="00057D59"/>
    <w:rsid w:val="00057F7A"/>
    <w:rsid w:val="00060440"/>
    <w:rsid w:val="0006047E"/>
    <w:rsid w:val="00060603"/>
    <w:rsid w:val="0006061C"/>
    <w:rsid w:val="000606B3"/>
    <w:rsid w:val="0006079D"/>
    <w:rsid w:val="00060A55"/>
    <w:rsid w:val="00060BE5"/>
    <w:rsid w:val="00060D8C"/>
    <w:rsid w:val="00060E59"/>
    <w:rsid w:val="00061081"/>
    <w:rsid w:val="0006111C"/>
    <w:rsid w:val="00061402"/>
    <w:rsid w:val="000617C7"/>
    <w:rsid w:val="00061A69"/>
    <w:rsid w:val="00061B47"/>
    <w:rsid w:val="00061BE0"/>
    <w:rsid w:val="00062003"/>
    <w:rsid w:val="000620E9"/>
    <w:rsid w:val="00062132"/>
    <w:rsid w:val="00062885"/>
    <w:rsid w:val="00062A58"/>
    <w:rsid w:val="00062C85"/>
    <w:rsid w:val="00062DD7"/>
    <w:rsid w:val="00062F98"/>
    <w:rsid w:val="00062FD0"/>
    <w:rsid w:val="00063256"/>
    <w:rsid w:val="00063A8F"/>
    <w:rsid w:val="00063B38"/>
    <w:rsid w:val="00064164"/>
    <w:rsid w:val="00064280"/>
    <w:rsid w:val="000645F1"/>
    <w:rsid w:val="000648D8"/>
    <w:rsid w:val="00064F0C"/>
    <w:rsid w:val="0006500B"/>
    <w:rsid w:val="0006500F"/>
    <w:rsid w:val="00065124"/>
    <w:rsid w:val="000657E2"/>
    <w:rsid w:val="00065859"/>
    <w:rsid w:val="00065947"/>
    <w:rsid w:val="00065B7F"/>
    <w:rsid w:val="00065DB2"/>
    <w:rsid w:val="00065E6F"/>
    <w:rsid w:val="00066054"/>
    <w:rsid w:val="00066853"/>
    <w:rsid w:val="000669AF"/>
    <w:rsid w:val="00066A49"/>
    <w:rsid w:val="00066EC9"/>
    <w:rsid w:val="00067191"/>
    <w:rsid w:val="000675E2"/>
    <w:rsid w:val="000676F4"/>
    <w:rsid w:val="00067AA6"/>
    <w:rsid w:val="00067B9C"/>
    <w:rsid w:val="00067F80"/>
    <w:rsid w:val="000702D5"/>
    <w:rsid w:val="0007072F"/>
    <w:rsid w:val="00070B95"/>
    <w:rsid w:val="00070D43"/>
    <w:rsid w:val="00070EEC"/>
    <w:rsid w:val="0007109A"/>
    <w:rsid w:val="00071457"/>
    <w:rsid w:val="000715F2"/>
    <w:rsid w:val="00071AA8"/>
    <w:rsid w:val="00071B10"/>
    <w:rsid w:val="00071CC1"/>
    <w:rsid w:val="00071FEE"/>
    <w:rsid w:val="000720AD"/>
    <w:rsid w:val="0007243C"/>
    <w:rsid w:val="000727D3"/>
    <w:rsid w:val="00072C19"/>
    <w:rsid w:val="00072F41"/>
    <w:rsid w:val="0007303C"/>
    <w:rsid w:val="0007333A"/>
    <w:rsid w:val="000735E5"/>
    <w:rsid w:val="0007369A"/>
    <w:rsid w:val="00073952"/>
    <w:rsid w:val="000739E3"/>
    <w:rsid w:val="00073A1E"/>
    <w:rsid w:val="00073B05"/>
    <w:rsid w:val="00073E58"/>
    <w:rsid w:val="0007409F"/>
    <w:rsid w:val="0007438D"/>
    <w:rsid w:val="0007457F"/>
    <w:rsid w:val="0007469B"/>
    <w:rsid w:val="00075107"/>
    <w:rsid w:val="000751EB"/>
    <w:rsid w:val="00075337"/>
    <w:rsid w:val="000757D1"/>
    <w:rsid w:val="000758AF"/>
    <w:rsid w:val="00075C23"/>
    <w:rsid w:val="00075C89"/>
    <w:rsid w:val="00075CFD"/>
    <w:rsid w:val="00076484"/>
    <w:rsid w:val="000764FA"/>
    <w:rsid w:val="0007657C"/>
    <w:rsid w:val="000765FC"/>
    <w:rsid w:val="000766DA"/>
    <w:rsid w:val="000766E5"/>
    <w:rsid w:val="000768DD"/>
    <w:rsid w:val="000769B3"/>
    <w:rsid w:val="000769D2"/>
    <w:rsid w:val="00076A81"/>
    <w:rsid w:val="00076B96"/>
    <w:rsid w:val="00076E76"/>
    <w:rsid w:val="00077275"/>
    <w:rsid w:val="000773AD"/>
    <w:rsid w:val="000774D2"/>
    <w:rsid w:val="00077973"/>
    <w:rsid w:val="00077D38"/>
    <w:rsid w:val="00077E47"/>
    <w:rsid w:val="0008070F"/>
    <w:rsid w:val="000807AC"/>
    <w:rsid w:val="0008081B"/>
    <w:rsid w:val="00080D76"/>
    <w:rsid w:val="00080EA7"/>
    <w:rsid w:val="00080F95"/>
    <w:rsid w:val="000815E1"/>
    <w:rsid w:val="000815FE"/>
    <w:rsid w:val="00081787"/>
    <w:rsid w:val="000817C0"/>
    <w:rsid w:val="00081876"/>
    <w:rsid w:val="00081A59"/>
    <w:rsid w:val="00081B86"/>
    <w:rsid w:val="00081D6E"/>
    <w:rsid w:val="00081ED5"/>
    <w:rsid w:val="00082172"/>
    <w:rsid w:val="000823F7"/>
    <w:rsid w:val="00082ABC"/>
    <w:rsid w:val="00082EA8"/>
    <w:rsid w:val="00083276"/>
    <w:rsid w:val="000836D1"/>
    <w:rsid w:val="0008370C"/>
    <w:rsid w:val="00083959"/>
    <w:rsid w:val="00083A63"/>
    <w:rsid w:val="00083C14"/>
    <w:rsid w:val="00084AE4"/>
    <w:rsid w:val="00084B49"/>
    <w:rsid w:val="00084BCE"/>
    <w:rsid w:val="00084F81"/>
    <w:rsid w:val="000850D7"/>
    <w:rsid w:val="00085198"/>
    <w:rsid w:val="000851A5"/>
    <w:rsid w:val="00085566"/>
    <w:rsid w:val="00085869"/>
    <w:rsid w:val="00085A47"/>
    <w:rsid w:val="00085E22"/>
    <w:rsid w:val="00085E36"/>
    <w:rsid w:val="00085FC0"/>
    <w:rsid w:val="0008634C"/>
    <w:rsid w:val="0008659C"/>
    <w:rsid w:val="000867D9"/>
    <w:rsid w:val="00086B37"/>
    <w:rsid w:val="00086E02"/>
    <w:rsid w:val="0008740C"/>
    <w:rsid w:val="000874ED"/>
    <w:rsid w:val="0008752A"/>
    <w:rsid w:val="000875A6"/>
    <w:rsid w:val="00087D7E"/>
    <w:rsid w:val="00090077"/>
    <w:rsid w:val="00090162"/>
    <w:rsid w:val="000903DD"/>
    <w:rsid w:val="000905C1"/>
    <w:rsid w:val="00090850"/>
    <w:rsid w:val="00090866"/>
    <w:rsid w:val="00090A66"/>
    <w:rsid w:val="00090B95"/>
    <w:rsid w:val="00090DE8"/>
    <w:rsid w:val="00090E0C"/>
    <w:rsid w:val="00090E2F"/>
    <w:rsid w:val="0009103F"/>
    <w:rsid w:val="000911D1"/>
    <w:rsid w:val="000912BA"/>
    <w:rsid w:val="000915BA"/>
    <w:rsid w:val="00091765"/>
    <w:rsid w:val="000917AD"/>
    <w:rsid w:val="0009192B"/>
    <w:rsid w:val="000919E1"/>
    <w:rsid w:val="00091B49"/>
    <w:rsid w:val="000924E0"/>
    <w:rsid w:val="00092E69"/>
    <w:rsid w:val="000934C6"/>
    <w:rsid w:val="000935EA"/>
    <w:rsid w:val="000936CF"/>
    <w:rsid w:val="00093A32"/>
    <w:rsid w:val="00093E02"/>
    <w:rsid w:val="00093E11"/>
    <w:rsid w:val="000940CE"/>
    <w:rsid w:val="000941D7"/>
    <w:rsid w:val="00094436"/>
    <w:rsid w:val="0009463F"/>
    <w:rsid w:val="000946BC"/>
    <w:rsid w:val="000947F9"/>
    <w:rsid w:val="00094872"/>
    <w:rsid w:val="000949D1"/>
    <w:rsid w:val="00094DCF"/>
    <w:rsid w:val="00094EC4"/>
    <w:rsid w:val="000950AE"/>
    <w:rsid w:val="00095294"/>
    <w:rsid w:val="000954C2"/>
    <w:rsid w:val="000954C5"/>
    <w:rsid w:val="0009584D"/>
    <w:rsid w:val="00095859"/>
    <w:rsid w:val="00095A61"/>
    <w:rsid w:val="00095B2D"/>
    <w:rsid w:val="00095EDD"/>
    <w:rsid w:val="0009638A"/>
    <w:rsid w:val="000968A5"/>
    <w:rsid w:val="00096991"/>
    <w:rsid w:val="000969EC"/>
    <w:rsid w:val="00096A88"/>
    <w:rsid w:val="00096E03"/>
    <w:rsid w:val="00096F03"/>
    <w:rsid w:val="00097219"/>
    <w:rsid w:val="000973FD"/>
    <w:rsid w:val="0009759D"/>
    <w:rsid w:val="00097BC6"/>
    <w:rsid w:val="00097D74"/>
    <w:rsid w:val="000A00DF"/>
    <w:rsid w:val="000A0322"/>
    <w:rsid w:val="000A03ED"/>
    <w:rsid w:val="000A0F2C"/>
    <w:rsid w:val="000A0F44"/>
    <w:rsid w:val="000A0F75"/>
    <w:rsid w:val="000A0F9C"/>
    <w:rsid w:val="000A1181"/>
    <w:rsid w:val="000A12D2"/>
    <w:rsid w:val="000A14D2"/>
    <w:rsid w:val="000A1903"/>
    <w:rsid w:val="000A1F4B"/>
    <w:rsid w:val="000A21EF"/>
    <w:rsid w:val="000A248B"/>
    <w:rsid w:val="000A26BA"/>
    <w:rsid w:val="000A2A4C"/>
    <w:rsid w:val="000A2C98"/>
    <w:rsid w:val="000A2E0E"/>
    <w:rsid w:val="000A2FBB"/>
    <w:rsid w:val="000A321C"/>
    <w:rsid w:val="000A348E"/>
    <w:rsid w:val="000A35FD"/>
    <w:rsid w:val="000A397C"/>
    <w:rsid w:val="000A39A0"/>
    <w:rsid w:val="000A39CE"/>
    <w:rsid w:val="000A3A7D"/>
    <w:rsid w:val="000A3AD8"/>
    <w:rsid w:val="000A3C2F"/>
    <w:rsid w:val="000A3C98"/>
    <w:rsid w:val="000A3CF8"/>
    <w:rsid w:val="000A40FD"/>
    <w:rsid w:val="000A42D3"/>
    <w:rsid w:val="000A44D1"/>
    <w:rsid w:val="000A4653"/>
    <w:rsid w:val="000A46EF"/>
    <w:rsid w:val="000A4840"/>
    <w:rsid w:val="000A4CCD"/>
    <w:rsid w:val="000A4F5B"/>
    <w:rsid w:val="000A551B"/>
    <w:rsid w:val="000A5560"/>
    <w:rsid w:val="000A56F3"/>
    <w:rsid w:val="000A5EA4"/>
    <w:rsid w:val="000A605C"/>
    <w:rsid w:val="000A6320"/>
    <w:rsid w:val="000A64AE"/>
    <w:rsid w:val="000A66FD"/>
    <w:rsid w:val="000A69B8"/>
    <w:rsid w:val="000A7597"/>
    <w:rsid w:val="000A79CB"/>
    <w:rsid w:val="000A7AFC"/>
    <w:rsid w:val="000A7B81"/>
    <w:rsid w:val="000A7BB6"/>
    <w:rsid w:val="000A7D6E"/>
    <w:rsid w:val="000B0192"/>
    <w:rsid w:val="000B0915"/>
    <w:rsid w:val="000B104D"/>
    <w:rsid w:val="000B1295"/>
    <w:rsid w:val="000B18C4"/>
    <w:rsid w:val="000B1E03"/>
    <w:rsid w:val="000B1E95"/>
    <w:rsid w:val="000B2080"/>
    <w:rsid w:val="000B22AE"/>
    <w:rsid w:val="000B2453"/>
    <w:rsid w:val="000B268D"/>
    <w:rsid w:val="000B2C33"/>
    <w:rsid w:val="000B3827"/>
    <w:rsid w:val="000B395E"/>
    <w:rsid w:val="000B3A06"/>
    <w:rsid w:val="000B3F18"/>
    <w:rsid w:val="000B4584"/>
    <w:rsid w:val="000B460D"/>
    <w:rsid w:val="000B4671"/>
    <w:rsid w:val="000B477D"/>
    <w:rsid w:val="000B480F"/>
    <w:rsid w:val="000B4990"/>
    <w:rsid w:val="000B4F05"/>
    <w:rsid w:val="000B536C"/>
    <w:rsid w:val="000B545B"/>
    <w:rsid w:val="000B548D"/>
    <w:rsid w:val="000B5510"/>
    <w:rsid w:val="000B5779"/>
    <w:rsid w:val="000B58CC"/>
    <w:rsid w:val="000B5A45"/>
    <w:rsid w:val="000B5F14"/>
    <w:rsid w:val="000B64DE"/>
    <w:rsid w:val="000B67ED"/>
    <w:rsid w:val="000B6803"/>
    <w:rsid w:val="000B695F"/>
    <w:rsid w:val="000B6BA1"/>
    <w:rsid w:val="000B6E94"/>
    <w:rsid w:val="000B7207"/>
    <w:rsid w:val="000B720E"/>
    <w:rsid w:val="000B7248"/>
    <w:rsid w:val="000B7365"/>
    <w:rsid w:val="000B79C5"/>
    <w:rsid w:val="000B7AC3"/>
    <w:rsid w:val="000B7AE5"/>
    <w:rsid w:val="000B7BED"/>
    <w:rsid w:val="000B7D02"/>
    <w:rsid w:val="000C00C4"/>
    <w:rsid w:val="000C021A"/>
    <w:rsid w:val="000C0258"/>
    <w:rsid w:val="000C095E"/>
    <w:rsid w:val="000C0A40"/>
    <w:rsid w:val="000C0CD9"/>
    <w:rsid w:val="000C0D6E"/>
    <w:rsid w:val="000C0FAA"/>
    <w:rsid w:val="000C1296"/>
    <w:rsid w:val="000C1527"/>
    <w:rsid w:val="000C1532"/>
    <w:rsid w:val="000C1B88"/>
    <w:rsid w:val="000C1BC8"/>
    <w:rsid w:val="000C1FE9"/>
    <w:rsid w:val="000C2204"/>
    <w:rsid w:val="000C2390"/>
    <w:rsid w:val="000C25A5"/>
    <w:rsid w:val="000C2AA3"/>
    <w:rsid w:val="000C2BA7"/>
    <w:rsid w:val="000C2C15"/>
    <w:rsid w:val="000C2EF0"/>
    <w:rsid w:val="000C306B"/>
    <w:rsid w:val="000C33F6"/>
    <w:rsid w:val="000C346E"/>
    <w:rsid w:val="000C3768"/>
    <w:rsid w:val="000C3779"/>
    <w:rsid w:val="000C38BC"/>
    <w:rsid w:val="000C3AA9"/>
    <w:rsid w:val="000C3B28"/>
    <w:rsid w:val="000C3BE3"/>
    <w:rsid w:val="000C3C6D"/>
    <w:rsid w:val="000C3D91"/>
    <w:rsid w:val="000C3DEA"/>
    <w:rsid w:val="000C3F0D"/>
    <w:rsid w:val="000C4036"/>
    <w:rsid w:val="000C41C8"/>
    <w:rsid w:val="000C422B"/>
    <w:rsid w:val="000C4601"/>
    <w:rsid w:val="000C4785"/>
    <w:rsid w:val="000C493E"/>
    <w:rsid w:val="000C4E55"/>
    <w:rsid w:val="000C4F84"/>
    <w:rsid w:val="000C5080"/>
    <w:rsid w:val="000C5125"/>
    <w:rsid w:val="000C58FE"/>
    <w:rsid w:val="000C5DEF"/>
    <w:rsid w:val="000C5E91"/>
    <w:rsid w:val="000C5FEA"/>
    <w:rsid w:val="000C6162"/>
    <w:rsid w:val="000C6262"/>
    <w:rsid w:val="000C6A61"/>
    <w:rsid w:val="000C6B9E"/>
    <w:rsid w:val="000C6F61"/>
    <w:rsid w:val="000C7071"/>
    <w:rsid w:val="000C74C4"/>
    <w:rsid w:val="000C77E5"/>
    <w:rsid w:val="000C7CC6"/>
    <w:rsid w:val="000C7E8C"/>
    <w:rsid w:val="000D0097"/>
    <w:rsid w:val="000D0215"/>
    <w:rsid w:val="000D0267"/>
    <w:rsid w:val="000D04E3"/>
    <w:rsid w:val="000D0893"/>
    <w:rsid w:val="000D0906"/>
    <w:rsid w:val="000D09EB"/>
    <w:rsid w:val="000D0BE4"/>
    <w:rsid w:val="000D0C64"/>
    <w:rsid w:val="000D0F6C"/>
    <w:rsid w:val="000D1472"/>
    <w:rsid w:val="000D1622"/>
    <w:rsid w:val="000D17A1"/>
    <w:rsid w:val="000D17AF"/>
    <w:rsid w:val="000D19BC"/>
    <w:rsid w:val="000D1C28"/>
    <w:rsid w:val="000D2018"/>
    <w:rsid w:val="000D213C"/>
    <w:rsid w:val="000D22E1"/>
    <w:rsid w:val="000D299F"/>
    <w:rsid w:val="000D349C"/>
    <w:rsid w:val="000D3589"/>
    <w:rsid w:val="000D36AE"/>
    <w:rsid w:val="000D389C"/>
    <w:rsid w:val="000D38BF"/>
    <w:rsid w:val="000D3AF2"/>
    <w:rsid w:val="000D3D14"/>
    <w:rsid w:val="000D3E7D"/>
    <w:rsid w:val="000D4017"/>
    <w:rsid w:val="000D402E"/>
    <w:rsid w:val="000D459D"/>
    <w:rsid w:val="000D4886"/>
    <w:rsid w:val="000D4C22"/>
    <w:rsid w:val="000D4E09"/>
    <w:rsid w:val="000D4E7E"/>
    <w:rsid w:val="000D4F67"/>
    <w:rsid w:val="000D4F9B"/>
    <w:rsid w:val="000D524B"/>
    <w:rsid w:val="000D56CE"/>
    <w:rsid w:val="000D5807"/>
    <w:rsid w:val="000D5838"/>
    <w:rsid w:val="000D59D4"/>
    <w:rsid w:val="000D5C8D"/>
    <w:rsid w:val="000D6045"/>
    <w:rsid w:val="000D6241"/>
    <w:rsid w:val="000D66A6"/>
    <w:rsid w:val="000D68C7"/>
    <w:rsid w:val="000D691F"/>
    <w:rsid w:val="000D6A9B"/>
    <w:rsid w:val="000D6D53"/>
    <w:rsid w:val="000D714D"/>
    <w:rsid w:val="000D7531"/>
    <w:rsid w:val="000D7936"/>
    <w:rsid w:val="000D7D4B"/>
    <w:rsid w:val="000E002A"/>
    <w:rsid w:val="000E0163"/>
    <w:rsid w:val="000E035D"/>
    <w:rsid w:val="000E041D"/>
    <w:rsid w:val="000E0423"/>
    <w:rsid w:val="000E04D5"/>
    <w:rsid w:val="000E06F2"/>
    <w:rsid w:val="000E08CA"/>
    <w:rsid w:val="000E09BC"/>
    <w:rsid w:val="000E0E9F"/>
    <w:rsid w:val="000E0EC0"/>
    <w:rsid w:val="000E145E"/>
    <w:rsid w:val="000E15F6"/>
    <w:rsid w:val="000E16F8"/>
    <w:rsid w:val="000E1FD4"/>
    <w:rsid w:val="000E21F7"/>
    <w:rsid w:val="000E235C"/>
    <w:rsid w:val="000E235D"/>
    <w:rsid w:val="000E2484"/>
    <w:rsid w:val="000E27AF"/>
    <w:rsid w:val="000E28CA"/>
    <w:rsid w:val="000E2CC8"/>
    <w:rsid w:val="000E2E6F"/>
    <w:rsid w:val="000E2F1D"/>
    <w:rsid w:val="000E3000"/>
    <w:rsid w:val="000E32B0"/>
    <w:rsid w:val="000E34B0"/>
    <w:rsid w:val="000E367D"/>
    <w:rsid w:val="000E38F3"/>
    <w:rsid w:val="000E3ABC"/>
    <w:rsid w:val="000E3D5A"/>
    <w:rsid w:val="000E3E0B"/>
    <w:rsid w:val="000E3F3C"/>
    <w:rsid w:val="000E40D9"/>
    <w:rsid w:val="000E43BB"/>
    <w:rsid w:val="000E43D0"/>
    <w:rsid w:val="000E44D6"/>
    <w:rsid w:val="000E49C0"/>
    <w:rsid w:val="000E4D42"/>
    <w:rsid w:val="000E4F85"/>
    <w:rsid w:val="000E5050"/>
    <w:rsid w:val="000E532E"/>
    <w:rsid w:val="000E546A"/>
    <w:rsid w:val="000E56E0"/>
    <w:rsid w:val="000E571C"/>
    <w:rsid w:val="000E5A8D"/>
    <w:rsid w:val="000E5AA2"/>
    <w:rsid w:val="000E628C"/>
    <w:rsid w:val="000E696C"/>
    <w:rsid w:val="000E7358"/>
    <w:rsid w:val="000E743A"/>
    <w:rsid w:val="000E74A9"/>
    <w:rsid w:val="000E765D"/>
    <w:rsid w:val="000E7E30"/>
    <w:rsid w:val="000E7E80"/>
    <w:rsid w:val="000E7EA7"/>
    <w:rsid w:val="000E7FB3"/>
    <w:rsid w:val="000F04EF"/>
    <w:rsid w:val="000F0AE0"/>
    <w:rsid w:val="000F1359"/>
    <w:rsid w:val="000F1AE3"/>
    <w:rsid w:val="000F1BEC"/>
    <w:rsid w:val="000F1F17"/>
    <w:rsid w:val="000F1F5D"/>
    <w:rsid w:val="000F1FED"/>
    <w:rsid w:val="000F28CD"/>
    <w:rsid w:val="000F2939"/>
    <w:rsid w:val="000F29D5"/>
    <w:rsid w:val="000F2BBF"/>
    <w:rsid w:val="000F2C30"/>
    <w:rsid w:val="000F2E33"/>
    <w:rsid w:val="000F2FDD"/>
    <w:rsid w:val="000F327C"/>
    <w:rsid w:val="000F3549"/>
    <w:rsid w:val="000F39AB"/>
    <w:rsid w:val="000F3A4B"/>
    <w:rsid w:val="000F3D67"/>
    <w:rsid w:val="000F402F"/>
    <w:rsid w:val="000F42A3"/>
    <w:rsid w:val="000F4375"/>
    <w:rsid w:val="000F44A5"/>
    <w:rsid w:val="000F469E"/>
    <w:rsid w:val="000F46D1"/>
    <w:rsid w:val="000F47C5"/>
    <w:rsid w:val="000F4937"/>
    <w:rsid w:val="000F4F13"/>
    <w:rsid w:val="000F4F27"/>
    <w:rsid w:val="000F51FB"/>
    <w:rsid w:val="000F53C0"/>
    <w:rsid w:val="000F5635"/>
    <w:rsid w:val="000F580B"/>
    <w:rsid w:val="000F5A07"/>
    <w:rsid w:val="000F5D11"/>
    <w:rsid w:val="000F67B1"/>
    <w:rsid w:val="000F69C5"/>
    <w:rsid w:val="000F6C2A"/>
    <w:rsid w:val="000F6D3B"/>
    <w:rsid w:val="000F6FD1"/>
    <w:rsid w:val="000F71D3"/>
    <w:rsid w:val="000F7489"/>
    <w:rsid w:val="000F7504"/>
    <w:rsid w:val="000F75D0"/>
    <w:rsid w:val="000F75E3"/>
    <w:rsid w:val="000F7604"/>
    <w:rsid w:val="000F78A3"/>
    <w:rsid w:val="000F78EC"/>
    <w:rsid w:val="001003A3"/>
    <w:rsid w:val="00100724"/>
    <w:rsid w:val="001007EA"/>
    <w:rsid w:val="001007F0"/>
    <w:rsid w:val="001008A1"/>
    <w:rsid w:val="001008C2"/>
    <w:rsid w:val="00100A0F"/>
    <w:rsid w:val="00100B91"/>
    <w:rsid w:val="00100E88"/>
    <w:rsid w:val="00100FE1"/>
    <w:rsid w:val="00101272"/>
    <w:rsid w:val="001013DA"/>
    <w:rsid w:val="0010158C"/>
    <w:rsid w:val="001015F3"/>
    <w:rsid w:val="00101988"/>
    <w:rsid w:val="00101E1C"/>
    <w:rsid w:val="00101F61"/>
    <w:rsid w:val="00102263"/>
    <w:rsid w:val="0010233C"/>
    <w:rsid w:val="00102784"/>
    <w:rsid w:val="001029BD"/>
    <w:rsid w:val="00102A09"/>
    <w:rsid w:val="00102A14"/>
    <w:rsid w:val="00102B35"/>
    <w:rsid w:val="00102EC6"/>
    <w:rsid w:val="001034DB"/>
    <w:rsid w:val="001046FD"/>
    <w:rsid w:val="00104C59"/>
    <w:rsid w:val="0010529A"/>
    <w:rsid w:val="001052FE"/>
    <w:rsid w:val="00105423"/>
    <w:rsid w:val="00105678"/>
    <w:rsid w:val="00105694"/>
    <w:rsid w:val="0010589C"/>
    <w:rsid w:val="001059EE"/>
    <w:rsid w:val="00105AB3"/>
    <w:rsid w:val="00105B00"/>
    <w:rsid w:val="00105B2C"/>
    <w:rsid w:val="00105B60"/>
    <w:rsid w:val="0010608E"/>
    <w:rsid w:val="0010610A"/>
    <w:rsid w:val="00106178"/>
    <w:rsid w:val="00106232"/>
    <w:rsid w:val="00106305"/>
    <w:rsid w:val="001065BB"/>
    <w:rsid w:val="00106771"/>
    <w:rsid w:val="00106991"/>
    <w:rsid w:val="00106BF2"/>
    <w:rsid w:val="00106D6D"/>
    <w:rsid w:val="00106EF1"/>
    <w:rsid w:val="00107339"/>
    <w:rsid w:val="0010757A"/>
    <w:rsid w:val="00107752"/>
    <w:rsid w:val="0010783D"/>
    <w:rsid w:val="00107883"/>
    <w:rsid w:val="00107907"/>
    <w:rsid w:val="00110335"/>
    <w:rsid w:val="00110A1C"/>
    <w:rsid w:val="00110F36"/>
    <w:rsid w:val="001117C5"/>
    <w:rsid w:val="00112466"/>
    <w:rsid w:val="0011252E"/>
    <w:rsid w:val="0011270B"/>
    <w:rsid w:val="00112721"/>
    <w:rsid w:val="00112984"/>
    <w:rsid w:val="00112C2A"/>
    <w:rsid w:val="00112DE8"/>
    <w:rsid w:val="0011314D"/>
    <w:rsid w:val="00113313"/>
    <w:rsid w:val="0011372B"/>
    <w:rsid w:val="00113A51"/>
    <w:rsid w:val="00113B6D"/>
    <w:rsid w:val="00113D40"/>
    <w:rsid w:val="0011438F"/>
    <w:rsid w:val="0011479E"/>
    <w:rsid w:val="001149A1"/>
    <w:rsid w:val="00114AC7"/>
    <w:rsid w:val="00114B6B"/>
    <w:rsid w:val="00114BB5"/>
    <w:rsid w:val="00114C81"/>
    <w:rsid w:val="00114CA1"/>
    <w:rsid w:val="0011504F"/>
    <w:rsid w:val="0011505B"/>
    <w:rsid w:val="001150FA"/>
    <w:rsid w:val="00115152"/>
    <w:rsid w:val="0011535B"/>
    <w:rsid w:val="001154F3"/>
    <w:rsid w:val="001158A4"/>
    <w:rsid w:val="00115930"/>
    <w:rsid w:val="00115962"/>
    <w:rsid w:val="00115B6D"/>
    <w:rsid w:val="00115D52"/>
    <w:rsid w:val="00115FDF"/>
    <w:rsid w:val="0011620B"/>
    <w:rsid w:val="0011642D"/>
    <w:rsid w:val="00116FF9"/>
    <w:rsid w:val="00117294"/>
    <w:rsid w:val="00117356"/>
    <w:rsid w:val="00117376"/>
    <w:rsid w:val="001173C8"/>
    <w:rsid w:val="00117800"/>
    <w:rsid w:val="00117A06"/>
    <w:rsid w:val="00117E05"/>
    <w:rsid w:val="001209A7"/>
    <w:rsid w:val="00120DC6"/>
    <w:rsid w:val="001211F7"/>
    <w:rsid w:val="0012146A"/>
    <w:rsid w:val="001215BC"/>
    <w:rsid w:val="001215C0"/>
    <w:rsid w:val="0012162E"/>
    <w:rsid w:val="001217D7"/>
    <w:rsid w:val="001218E2"/>
    <w:rsid w:val="00121B5A"/>
    <w:rsid w:val="00121D23"/>
    <w:rsid w:val="00121F2D"/>
    <w:rsid w:val="001224B1"/>
    <w:rsid w:val="001226A5"/>
    <w:rsid w:val="00122912"/>
    <w:rsid w:val="001229C3"/>
    <w:rsid w:val="0012343E"/>
    <w:rsid w:val="0012366D"/>
    <w:rsid w:val="001237B8"/>
    <w:rsid w:val="0012384C"/>
    <w:rsid w:val="001238D0"/>
    <w:rsid w:val="00123B42"/>
    <w:rsid w:val="00124551"/>
    <w:rsid w:val="00124611"/>
    <w:rsid w:val="001249F7"/>
    <w:rsid w:val="00124FCC"/>
    <w:rsid w:val="00125792"/>
    <w:rsid w:val="00125845"/>
    <w:rsid w:val="00125AF6"/>
    <w:rsid w:val="00125BF9"/>
    <w:rsid w:val="001261FE"/>
    <w:rsid w:val="001266FA"/>
    <w:rsid w:val="00126A42"/>
    <w:rsid w:val="00126C69"/>
    <w:rsid w:val="00126E40"/>
    <w:rsid w:val="00126E77"/>
    <w:rsid w:val="00126FCF"/>
    <w:rsid w:val="00127407"/>
    <w:rsid w:val="00127BE6"/>
    <w:rsid w:val="00130137"/>
    <w:rsid w:val="00130331"/>
    <w:rsid w:val="001304A5"/>
    <w:rsid w:val="001305FC"/>
    <w:rsid w:val="00130A82"/>
    <w:rsid w:val="00130B13"/>
    <w:rsid w:val="00130B5C"/>
    <w:rsid w:val="00130FE2"/>
    <w:rsid w:val="001310D4"/>
    <w:rsid w:val="00131175"/>
    <w:rsid w:val="001313AD"/>
    <w:rsid w:val="00131634"/>
    <w:rsid w:val="001316CF"/>
    <w:rsid w:val="001318F7"/>
    <w:rsid w:val="00131DA9"/>
    <w:rsid w:val="00131E14"/>
    <w:rsid w:val="00131E59"/>
    <w:rsid w:val="00132318"/>
    <w:rsid w:val="001323A6"/>
    <w:rsid w:val="00132A4F"/>
    <w:rsid w:val="00132D0D"/>
    <w:rsid w:val="00132D80"/>
    <w:rsid w:val="00132EB4"/>
    <w:rsid w:val="00132EB5"/>
    <w:rsid w:val="00132FEC"/>
    <w:rsid w:val="0013349B"/>
    <w:rsid w:val="00133C80"/>
    <w:rsid w:val="00134119"/>
    <w:rsid w:val="0013415D"/>
    <w:rsid w:val="001344A0"/>
    <w:rsid w:val="0013462F"/>
    <w:rsid w:val="00134AF8"/>
    <w:rsid w:val="00134D47"/>
    <w:rsid w:val="00134D68"/>
    <w:rsid w:val="00134E56"/>
    <w:rsid w:val="00135395"/>
    <w:rsid w:val="001354A3"/>
    <w:rsid w:val="001354D0"/>
    <w:rsid w:val="00135A10"/>
    <w:rsid w:val="00135B65"/>
    <w:rsid w:val="00135DE2"/>
    <w:rsid w:val="00135E67"/>
    <w:rsid w:val="00135F60"/>
    <w:rsid w:val="00136AAF"/>
    <w:rsid w:val="00136ACF"/>
    <w:rsid w:val="00136B10"/>
    <w:rsid w:val="00136C9A"/>
    <w:rsid w:val="00136EC2"/>
    <w:rsid w:val="001370E4"/>
    <w:rsid w:val="0013712F"/>
    <w:rsid w:val="00137876"/>
    <w:rsid w:val="00137897"/>
    <w:rsid w:val="00137C16"/>
    <w:rsid w:val="00137EA8"/>
    <w:rsid w:val="00140095"/>
    <w:rsid w:val="00140C7C"/>
    <w:rsid w:val="00141211"/>
    <w:rsid w:val="0014155A"/>
    <w:rsid w:val="00141781"/>
    <w:rsid w:val="00141E68"/>
    <w:rsid w:val="001428AE"/>
    <w:rsid w:val="00142AF2"/>
    <w:rsid w:val="00142B89"/>
    <w:rsid w:val="00142C73"/>
    <w:rsid w:val="0014314A"/>
    <w:rsid w:val="001433E2"/>
    <w:rsid w:val="00143542"/>
    <w:rsid w:val="00143800"/>
    <w:rsid w:val="00143A6B"/>
    <w:rsid w:val="00143F32"/>
    <w:rsid w:val="00144054"/>
    <w:rsid w:val="0014410D"/>
    <w:rsid w:val="001442EB"/>
    <w:rsid w:val="00144607"/>
    <w:rsid w:val="00144825"/>
    <w:rsid w:val="0014488B"/>
    <w:rsid w:val="00144E52"/>
    <w:rsid w:val="00145058"/>
    <w:rsid w:val="001453F4"/>
    <w:rsid w:val="0014541C"/>
    <w:rsid w:val="00145EAF"/>
    <w:rsid w:val="0014645C"/>
    <w:rsid w:val="0014649A"/>
    <w:rsid w:val="0014658A"/>
    <w:rsid w:val="00146723"/>
    <w:rsid w:val="00146B50"/>
    <w:rsid w:val="00146C66"/>
    <w:rsid w:val="00146DF2"/>
    <w:rsid w:val="00146F3D"/>
    <w:rsid w:val="00147062"/>
    <w:rsid w:val="001471B6"/>
    <w:rsid w:val="001471C0"/>
    <w:rsid w:val="00147394"/>
    <w:rsid w:val="00147501"/>
    <w:rsid w:val="001477D6"/>
    <w:rsid w:val="001477E8"/>
    <w:rsid w:val="001479DC"/>
    <w:rsid w:val="00147B07"/>
    <w:rsid w:val="00147CA8"/>
    <w:rsid w:val="00147CCB"/>
    <w:rsid w:val="00147DB1"/>
    <w:rsid w:val="00147F9B"/>
    <w:rsid w:val="00150282"/>
    <w:rsid w:val="001505ED"/>
    <w:rsid w:val="001508E9"/>
    <w:rsid w:val="0015125E"/>
    <w:rsid w:val="00151DFB"/>
    <w:rsid w:val="00151EF3"/>
    <w:rsid w:val="00151F8B"/>
    <w:rsid w:val="00152559"/>
    <w:rsid w:val="001526E8"/>
    <w:rsid w:val="001534AF"/>
    <w:rsid w:val="001537A9"/>
    <w:rsid w:val="00153860"/>
    <w:rsid w:val="00153A0F"/>
    <w:rsid w:val="001543A0"/>
    <w:rsid w:val="001543A9"/>
    <w:rsid w:val="001544AE"/>
    <w:rsid w:val="00154955"/>
    <w:rsid w:val="00154BD6"/>
    <w:rsid w:val="00154CE9"/>
    <w:rsid w:val="00155622"/>
    <w:rsid w:val="001556B4"/>
    <w:rsid w:val="001557D2"/>
    <w:rsid w:val="00155951"/>
    <w:rsid w:val="00155AB9"/>
    <w:rsid w:val="00155BB9"/>
    <w:rsid w:val="00155ED6"/>
    <w:rsid w:val="001561F8"/>
    <w:rsid w:val="00156247"/>
    <w:rsid w:val="001566FC"/>
    <w:rsid w:val="00156738"/>
    <w:rsid w:val="001568E8"/>
    <w:rsid w:val="00156E10"/>
    <w:rsid w:val="00156F99"/>
    <w:rsid w:val="001572B8"/>
    <w:rsid w:val="00157330"/>
    <w:rsid w:val="00157A2D"/>
    <w:rsid w:val="00157B6D"/>
    <w:rsid w:val="001602DF"/>
    <w:rsid w:val="001604B3"/>
    <w:rsid w:val="00160547"/>
    <w:rsid w:val="00160557"/>
    <w:rsid w:val="001606BB"/>
    <w:rsid w:val="001607B0"/>
    <w:rsid w:val="00160A0E"/>
    <w:rsid w:val="00160E8C"/>
    <w:rsid w:val="001610C4"/>
    <w:rsid w:val="0016118A"/>
    <w:rsid w:val="0016137C"/>
    <w:rsid w:val="0016149E"/>
    <w:rsid w:val="001614D2"/>
    <w:rsid w:val="001617A7"/>
    <w:rsid w:val="001617EA"/>
    <w:rsid w:val="0016185A"/>
    <w:rsid w:val="00161E82"/>
    <w:rsid w:val="00161E95"/>
    <w:rsid w:val="00161F52"/>
    <w:rsid w:val="0016232C"/>
    <w:rsid w:val="001623C6"/>
    <w:rsid w:val="0016248A"/>
    <w:rsid w:val="001624BE"/>
    <w:rsid w:val="00162663"/>
    <w:rsid w:val="00162844"/>
    <w:rsid w:val="00162D6C"/>
    <w:rsid w:val="00163202"/>
    <w:rsid w:val="001633FB"/>
    <w:rsid w:val="00163475"/>
    <w:rsid w:val="0016372B"/>
    <w:rsid w:val="00163B33"/>
    <w:rsid w:val="00163CCB"/>
    <w:rsid w:val="00163CF5"/>
    <w:rsid w:val="00163DEA"/>
    <w:rsid w:val="00163EEC"/>
    <w:rsid w:val="001642EC"/>
    <w:rsid w:val="00164336"/>
    <w:rsid w:val="001644B9"/>
    <w:rsid w:val="00164511"/>
    <w:rsid w:val="00164540"/>
    <w:rsid w:val="00164595"/>
    <w:rsid w:val="0016474C"/>
    <w:rsid w:val="0016487E"/>
    <w:rsid w:val="00164A44"/>
    <w:rsid w:val="00164AF8"/>
    <w:rsid w:val="00164E2F"/>
    <w:rsid w:val="0016501C"/>
    <w:rsid w:val="001655DE"/>
    <w:rsid w:val="001656F8"/>
    <w:rsid w:val="001657EE"/>
    <w:rsid w:val="001658DD"/>
    <w:rsid w:val="00165C3F"/>
    <w:rsid w:val="00165D2D"/>
    <w:rsid w:val="00165DFC"/>
    <w:rsid w:val="00165E00"/>
    <w:rsid w:val="00166144"/>
    <w:rsid w:val="00166218"/>
    <w:rsid w:val="00166338"/>
    <w:rsid w:val="00166548"/>
    <w:rsid w:val="00166873"/>
    <w:rsid w:val="00166B1F"/>
    <w:rsid w:val="00166BEC"/>
    <w:rsid w:val="00166CB4"/>
    <w:rsid w:val="00166EC0"/>
    <w:rsid w:val="001670CE"/>
    <w:rsid w:val="00167268"/>
    <w:rsid w:val="00167279"/>
    <w:rsid w:val="00167704"/>
    <w:rsid w:val="00167C61"/>
    <w:rsid w:val="00167FB3"/>
    <w:rsid w:val="00170046"/>
    <w:rsid w:val="00170430"/>
    <w:rsid w:val="001704D4"/>
    <w:rsid w:val="00170795"/>
    <w:rsid w:val="00170812"/>
    <w:rsid w:val="001715B4"/>
    <w:rsid w:val="0017163C"/>
    <w:rsid w:val="00171969"/>
    <w:rsid w:val="001719DA"/>
    <w:rsid w:val="00171E02"/>
    <w:rsid w:val="00171E3E"/>
    <w:rsid w:val="00171FD6"/>
    <w:rsid w:val="001720B5"/>
    <w:rsid w:val="0017217F"/>
    <w:rsid w:val="001721A8"/>
    <w:rsid w:val="0017220E"/>
    <w:rsid w:val="0017250C"/>
    <w:rsid w:val="0017254A"/>
    <w:rsid w:val="00172672"/>
    <w:rsid w:val="00172ADD"/>
    <w:rsid w:val="00172C1D"/>
    <w:rsid w:val="00172C2D"/>
    <w:rsid w:val="00172D13"/>
    <w:rsid w:val="00172D88"/>
    <w:rsid w:val="00172E35"/>
    <w:rsid w:val="001730F9"/>
    <w:rsid w:val="0017338B"/>
    <w:rsid w:val="00173A6C"/>
    <w:rsid w:val="00173B02"/>
    <w:rsid w:val="00173C31"/>
    <w:rsid w:val="00173D21"/>
    <w:rsid w:val="00173EE2"/>
    <w:rsid w:val="001745E9"/>
    <w:rsid w:val="001747E8"/>
    <w:rsid w:val="00174926"/>
    <w:rsid w:val="00174B4C"/>
    <w:rsid w:val="00174F4D"/>
    <w:rsid w:val="0017550F"/>
    <w:rsid w:val="001755BC"/>
    <w:rsid w:val="00175660"/>
    <w:rsid w:val="001757A5"/>
    <w:rsid w:val="001758A8"/>
    <w:rsid w:val="00175A22"/>
    <w:rsid w:val="00175BF1"/>
    <w:rsid w:val="00175E78"/>
    <w:rsid w:val="00175F35"/>
    <w:rsid w:val="00176352"/>
    <w:rsid w:val="00176498"/>
    <w:rsid w:val="0017671D"/>
    <w:rsid w:val="00176E81"/>
    <w:rsid w:val="00177245"/>
    <w:rsid w:val="001772FB"/>
    <w:rsid w:val="00177377"/>
    <w:rsid w:val="00177585"/>
    <w:rsid w:val="0017785D"/>
    <w:rsid w:val="00177D3D"/>
    <w:rsid w:val="00177E63"/>
    <w:rsid w:val="00180730"/>
    <w:rsid w:val="001807C9"/>
    <w:rsid w:val="0018085D"/>
    <w:rsid w:val="00180B3C"/>
    <w:rsid w:val="00180E2F"/>
    <w:rsid w:val="00180E7E"/>
    <w:rsid w:val="00180ED3"/>
    <w:rsid w:val="001812E2"/>
    <w:rsid w:val="00181F0F"/>
    <w:rsid w:val="0018237B"/>
    <w:rsid w:val="001824B9"/>
    <w:rsid w:val="00182D60"/>
    <w:rsid w:val="00183409"/>
    <w:rsid w:val="00183414"/>
    <w:rsid w:val="0018356F"/>
    <w:rsid w:val="00183C36"/>
    <w:rsid w:val="00183F23"/>
    <w:rsid w:val="0018404A"/>
    <w:rsid w:val="0018406A"/>
    <w:rsid w:val="00184085"/>
    <w:rsid w:val="0018424D"/>
    <w:rsid w:val="00184379"/>
    <w:rsid w:val="00184821"/>
    <w:rsid w:val="0018498D"/>
    <w:rsid w:val="00184B01"/>
    <w:rsid w:val="00184C15"/>
    <w:rsid w:val="00184D3B"/>
    <w:rsid w:val="00184DF3"/>
    <w:rsid w:val="00185242"/>
    <w:rsid w:val="001853A2"/>
    <w:rsid w:val="001853CA"/>
    <w:rsid w:val="0018570F"/>
    <w:rsid w:val="001857C8"/>
    <w:rsid w:val="00185955"/>
    <w:rsid w:val="0018597E"/>
    <w:rsid w:val="00185BF2"/>
    <w:rsid w:val="00185CCB"/>
    <w:rsid w:val="00185DAC"/>
    <w:rsid w:val="00185F16"/>
    <w:rsid w:val="0018613F"/>
    <w:rsid w:val="00186A85"/>
    <w:rsid w:val="001870E2"/>
    <w:rsid w:val="00187465"/>
    <w:rsid w:val="00187861"/>
    <w:rsid w:val="00187EDB"/>
    <w:rsid w:val="001900A5"/>
    <w:rsid w:val="00190164"/>
    <w:rsid w:val="001908C7"/>
    <w:rsid w:val="00190AE5"/>
    <w:rsid w:val="00190BD2"/>
    <w:rsid w:val="00190F4C"/>
    <w:rsid w:val="0019105A"/>
    <w:rsid w:val="00191214"/>
    <w:rsid w:val="0019122E"/>
    <w:rsid w:val="00191409"/>
    <w:rsid w:val="0019161C"/>
    <w:rsid w:val="00191ACE"/>
    <w:rsid w:val="00191B1F"/>
    <w:rsid w:val="00191B39"/>
    <w:rsid w:val="00191C15"/>
    <w:rsid w:val="00191C3A"/>
    <w:rsid w:val="00191E30"/>
    <w:rsid w:val="00191E74"/>
    <w:rsid w:val="00192082"/>
    <w:rsid w:val="00192342"/>
    <w:rsid w:val="0019239D"/>
    <w:rsid w:val="001924B2"/>
    <w:rsid w:val="00192FC8"/>
    <w:rsid w:val="001933BB"/>
    <w:rsid w:val="001934B8"/>
    <w:rsid w:val="00193628"/>
    <w:rsid w:val="001936AE"/>
    <w:rsid w:val="001937BF"/>
    <w:rsid w:val="001937F6"/>
    <w:rsid w:val="00193A8A"/>
    <w:rsid w:val="00193B14"/>
    <w:rsid w:val="00193C64"/>
    <w:rsid w:val="00194765"/>
    <w:rsid w:val="0019480A"/>
    <w:rsid w:val="001949CA"/>
    <w:rsid w:val="001949E5"/>
    <w:rsid w:val="00194E98"/>
    <w:rsid w:val="00195031"/>
    <w:rsid w:val="00195342"/>
    <w:rsid w:val="00195376"/>
    <w:rsid w:val="00195837"/>
    <w:rsid w:val="00195C52"/>
    <w:rsid w:val="0019617A"/>
    <w:rsid w:val="0019622E"/>
    <w:rsid w:val="00196483"/>
    <w:rsid w:val="001966C1"/>
    <w:rsid w:val="001967F8"/>
    <w:rsid w:val="00196B82"/>
    <w:rsid w:val="00196C80"/>
    <w:rsid w:val="00196DDD"/>
    <w:rsid w:val="00196DEC"/>
    <w:rsid w:val="00196ED9"/>
    <w:rsid w:val="00196F31"/>
    <w:rsid w:val="0019729C"/>
    <w:rsid w:val="001972BA"/>
    <w:rsid w:val="00197385"/>
    <w:rsid w:val="00197852"/>
    <w:rsid w:val="00197CF0"/>
    <w:rsid w:val="001A062D"/>
    <w:rsid w:val="001A0C2B"/>
    <w:rsid w:val="001A0E5F"/>
    <w:rsid w:val="001A10E4"/>
    <w:rsid w:val="001A1849"/>
    <w:rsid w:val="001A190F"/>
    <w:rsid w:val="001A19BD"/>
    <w:rsid w:val="001A1AA7"/>
    <w:rsid w:val="001A1D26"/>
    <w:rsid w:val="001A2356"/>
    <w:rsid w:val="001A24CC"/>
    <w:rsid w:val="001A25CE"/>
    <w:rsid w:val="001A2B8B"/>
    <w:rsid w:val="001A2EFC"/>
    <w:rsid w:val="001A3829"/>
    <w:rsid w:val="001A3AD4"/>
    <w:rsid w:val="001A423E"/>
    <w:rsid w:val="001A4473"/>
    <w:rsid w:val="001A4512"/>
    <w:rsid w:val="001A487F"/>
    <w:rsid w:val="001A4AC6"/>
    <w:rsid w:val="001A4C88"/>
    <w:rsid w:val="001A4F67"/>
    <w:rsid w:val="001A5195"/>
    <w:rsid w:val="001A535F"/>
    <w:rsid w:val="001A5517"/>
    <w:rsid w:val="001A5D68"/>
    <w:rsid w:val="001A6325"/>
    <w:rsid w:val="001A6387"/>
    <w:rsid w:val="001A6B1D"/>
    <w:rsid w:val="001A768E"/>
    <w:rsid w:val="001B001C"/>
    <w:rsid w:val="001B02A8"/>
    <w:rsid w:val="001B02F8"/>
    <w:rsid w:val="001B0309"/>
    <w:rsid w:val="001B0591"/>
    <w:rsid w:val="001B0F80"/>
    <w:rsid w:val="001B167F"/>
    <w:rsid w:val="001B189F"/>
    <w:rsid w:val="001B1C3F"/>
    <w:rsid w:val="001B2385"/>
    <w:rsid w:val="001B2535"/>
    <w:rsid w:val="001B254A"/>
    <w:rsid w:val="001B254C"/>
    <w:rsid w:val="001B256A"/>
    <w:rsid w:val="001B2749"/>
    <w:rsid w:val="001B2785"/>
    <w:rsid w:val="001B2A02"/>
    <w:rsid w:val="001B2ABF"/>
    <w:rsid w:val="001B2FB6"/>
    <w:rsid w:val="001B30D8"/>
    <w:rsid w:val="001B32AB"/>
    <w:rsid w:val="001B32B8"/>
    <w:rsid w:val="001B32FB"/>
    <w:rsid w:val="001B3666"/>
    <w:rsid w:val="001B3864"/>
    <w:rsid w:val="001B387B"/>
    <w:rsid w:val="001B38AB"/>
    <w:rsid w:val="001B39F9"/>
    <w:rsid w:val="001B3AFF"/>
    <w:rsid w:val="001B3BD7"/>
    <w:rsid w:val="001B3D10"/>
    <w:rsid w:val="001B4005"/>
    <w:rsid w:val="001B41A9"/>
    <w:rsid w:val="001B41F3"/>
    <w:rsid w:val="001B423F"/>
    <w:rsid w:val="001B454A"/>
    <w:rsid w:val="001B455A"/>
    <w:rsid w:val="001B4571"/>
    <w:rsid w:val="001B4601"/>
    <w:rsid w:val="001B4863"/>
    <w:rsid w:val="001B49CF"/>
    <w:rsid w:val="001B54D9"/>
    <w:rsid w:val="001B5573"/>
    <w:rsid w:val="001B5582"/>
    <w:rsid w:val="001B55FA"/>
    <w:rsid w:val="001B5646"/>
    <w:rsid w:val="001B58D6"/>
    <w:rsid w:val="001B59A3"/>
    <w:rsid w:val="001B59DE"/>
    <w:rsid w:val="001B5B61"/>
    <w:rsid w:val="001B5B80"/>
    <w:rsid w:val="001B5CB7"/>
    <w:rsid w:val="001B5E27"/>
    <w:rsid w:val="001B5FEE"/>
    <w:rsid w:val="001B61D7"/>
    <w:rsid w:val="001B6317"/>
    <w:rsid w:val="001B6997"/>
    <w:rsid w:val="001B6A49"/>
    <w:rsid w:val="001B7121"/>
    <w:rsid w:val="001B725A"/>
    <w:rsid w:val="001B748B"/>
    <w:rsid w:val="001B7CBE"/>
    <w:rsid w:val="001C0072"/>
    <w:rsid w:val="001C02BF"/>
    <w:rsid w:val="001C0341"/>
    <w:rsid w:val="001C03CA"/>
    <w:rsid w:val="001C0EB4"/>
    <w:rsid w:val="001C1076"/>
    <w:rsid w:val="001C1288"/>
    <w:rsid w:val="001C17CF"/>
    <w:rsid w:val="001C184B"/>
    <w:rsid w:val="001C1981"/>
    <w:rsid w:val="001C1A01"/>
    <w:rsid w:val="001C27A1"/>
    <w:rsid w:val="001C29A7"/>
    <w:rsid w:val="001C2CFD"/>
    <w:rsid w:val="001C2DF1"/>
    <w:rsid w:val="001C2EB3"/>
    <w:rsid w:val="001C33F1"/>
    <w:rsid w:val="001C340F"/>
    <w:rsid w:val="001C3821"/>
    <w:rsid w:val="001C383C"/>
    <w:rsid w:val="001C38F3"/>
    <w:rsid w:val="001C3C1E"/>
    <w:rsid w:val="001C3D34"/>
    <w:rsid w:val="001C3D49"/>
    <w:rsid w:val="001C3D5A"/>
    <w:rsid w:val="001C3EF8"/>
    <w:rsid w:val="001C3FCE"/>
    <w:rsid w:val="001C455B"/>
    <w:rsid w:val="001C46E6"/>
    <w:rsid w:val="001C4A24"/>
    <w:rsid w:val="001C4C9A"/>
    <w:rsid w:val="001C4CF5"/>
    <w:rsid w:val="001C4FA9"/>
    <w:rsid w:val="001C5943"/>
    <w:rsid w:val="001C5972"/>
    <w:rsid w:val="001C59D1"/>
    <w:rsid w:val="001C59E2"/>
    <w:rsid w:val="001C5B6C"/>
    <w:rsid w:val="001C5D02"/>
    <w:rsid w:val="001C5E12"/>
    <w:rsid w:val="001C61C7"/>
    <w:rsid w:val="001C61CB"/>
    <w:rsid w:val="001C629F"/>
    <w:rsid w:val="001C657E"/>
    <w:rsid w:val="001C6A74"/>
    <w:rsid w:val="001C70AD"/>
    <w:rsid w:val="001C75E4"/>
    <w:rsid w:val="001C7658"/>
    <w:rsid w:val="001C77B7"/>
    <w:rsid w:val="001D01CB"/>
    <w:rsid w:val="001D09E0"/>
    <w:rsid w:val="001D0C60"/>
    <w:rsid w:val="001D0E6A"/>
    <w:rsid w:val="001D0F4B"/>
    <w:rsid w:val="001D1006"/>
    <w:rsid w:val="001D1F9C"/>
    <w:rsid w:val="001D21D1"/>
    <w:rsid w:val="001D2694"/>
    <w:rsid w:val="001D27C3"/>
    <w:rsid w:val="001D2B09"/>
    <w:rsid w:val="001D2BCA"/>
    <w:rsid w:val="001D2D3F"/>
    <w:rsid w:val="001D308E"/>
    <w:rsid w:val="001D35D5"/>
    <w:rsid w:val="001D3A75"/>
    <w:rsid w:val="001D4108"/>
    <w:rsid w:val="001D443F"/>
    <w:rsid w:val="001D4604"/>
    <w:rsid w:val="001D4790"/>
    <w:rsid w:val="001D4BFC"/>
    <w:rsid w:val="001D50F1"/>
    <w:rsid w:val="001D51CB"/>
    <w:rsid w:val="001D545F"/>
    <w:rsid w:val="001D5736"/>
    <w:rsid w:val="001D5904"/>
    <w:rsid w:val="001D5CEB"/>
    <w:rsid w:val="001D61BB"/>
    <w:rsid w:val="001D646C"/>
    <w:rsid w:val="001D683C"/>
    <w:rsid w:val="001D69B4"/>
    <w:rsid w:val="001D6B71"/>
    <w:rsid w:val="001D7319"/>
    <w:rsid w:val="001D7684"/>
    <w:rsid w:val="001D7C6F"/>
    <w:rsid w:val="001E045E"/>
    <w:rsid w:val="001E0621"/>
    <w:rsid w:val="001E0982"/>
    <w:rsid w:val="001E1095"/>
    <w:rsid w:val="001E111F"/>
    <w:rsid w:val="001E12FA"/>
    <w:rsid w:val="001E1586"/>
    <w:rsid w:val="001E20BC"/>
    <w:rsid w:val="001E22EE"/>
    <w:rsid w:val="001E2409"/>
    <w:rsid w:val="001E262E"/>
    <w:rsid w:val="001E2746"/>
    <w:rsid w:val="001E2842"/>
    <w:rsid w:val="001E2D16"/>
    <w:rsid w:val="001E32F5"/>
    <w:rsid w:val="001E360F"/>
    <w:rsid w:val="001E36B9"/>
    <w:rsid w:val="001E37D2"/>
    <w:rsid w:val="001E3AE5"/>
    <w:rsid w:val="001E3B25"/>
    <w:rsid w:val="001E3F8C"/>
    <w:rsid w:val="001E3FF6"/>
    <w:rsid w:val="001E4369"/>
    <w:rsid w:val="001E4714"/>
    <w:rsid w:val="001E48BC"/>
    <w:rsid w:val="001E48DF"/>
    <w:rsid w:val="001E4C6D"/>
    <w:rsid w:val="001E4E4B"/>
    <w:rsid w:val="001E4FC7"/>
    <w:rsid w:val="001E506A"/>
    <w:rsid w:val="001E5111"/>
    <w:rsid w:val="001E5275"/>
    <w:rsid w:val="001E5960"/>
    <w:rsid w:val="001E5C24"/>
    <w:rsid w:val="001E5CA8"/>
    <w:rsid w:val="001E5EFA"/>
    <w:rsid w:val="001E615F"/>
    <w:rsid w:val="001E61DB"/>
    <w:rsid w:val="001E6549"/>
    <w:rsid w:val="001E6767"/>
    <w:rsid w:val="001E6A58"/>
    <w:rsid w:val="001E6B7D"/>
    <w:rsid w:val="001E6D11"/>
    <w:rsid w:val="001E76ED"/>
    <w:rsid w:val="001E7751"/>
    <w:rsid w:val="001E77BA"/>
    <w:rsid w:val="001E7832"/>
    <w:rsid w:val="001E7B89"/>
    <w:rsid w:val="001F0000"/>
    <w:rsid w:val="001F021F"/>
    <w:rsid w:val="001F02B4"/>
    <w:rsid w:val="001F03CB"/>
    <w:rsid w:val="001F0F09"/>
    <w:rsid w:val="001F1341"/>
    <w:rsid w:val="001F1505"/>
    <w:rsid w:val="001F16E3"/>
    <w:rsid w:val="001F1726"/>
    <w:rsid w:val="001F1784"/>
    <w:rsid w:val="001F1854"/>
    <w:rsid w:val="001F1988"/>
    <w:rsid w:val="001F1998"/>
    <w:rsid w:val="001F1DA1"/>
    <w:rsid w:val="001F1E8E"/>
    <w:rsid w:val="001F2029"/>
    <w:rsid w:val="001F2275"/>
    <w:rsid w:val="001F23A7"/>
    <w:rsid w:val="001F23CF"/>
    <w:rsid w:val="001F257B"/>
    <w:rsid w:val="001F289E"/>
    <w:rsid w:val="001F2AB2"/>
    <w:rsid w:val="001F2C6D"/>
    <w:rsid w:val="001F30D9"/>
    <w:rsid w:val="001F3101"/>
    <w:rsid w:val="001F31E2"/>
    <w:rsid w:val="001F33BA"/>
    <w:rsid w:val="001F33D6"/>
    <w:rsid w:val="001F372C"/>
    <w:rsid w:val="001F3BD3"/>
    <w:rsid w:val="001F3C8E"/>
    <w:rsid w:val="001F3CD2"/>
    <w:rsid w:val="001F4001"/>
    <w:rsid w:val="001F453B"/>
    <w:rsid w:val="001F4597"/>
    <w:rsid w:val="001F484C"/>
    <w:rsid w:val="001F4B65"/>
    <w:rsid w:val="001F4BBE"/>
    <w:rsid w:val="001F4E85"/>
    <w:rsid w:val="001F5116"/>
    <w:rsid w:val="001F51F0"/>
    <w:rsid w:val="001F5309"/>
    <w:rsid w:val="001F5480"/>
    <w:rsid w:val="001F5490"/>
    <w:rsid w:val="001F5597"/>
    <w:rsid w:val="001F563B"/>
    <w:rsid w:val="001F57A5"/>
    <w:rsid w:val="001F5812"/>
    <w:rsid w:val="001F5A72"/>
    <w:rsid w:val="001F5C2D"/>
    <w:rsid w:val="001F5F3B"/>
    <w:rsid w:val="001F5FC4"/>
    <w:rsid w:val="001F5FF3"/>
    <w:rsid w:val="001F60B3"/>
    <w:rsid w:val="001F6404"/>
    <w:rsid w:val="001F6581"/>
    <w:rsid w:val="001F6631"/>
    <w:rsid w:val="001F67E3"/>
    <w:rsid w:val="001F6B15"/>
    <w:rsid w:val="001F6B26"/>
    <w:rsid w:val="001F6D62"/>
    <w:rsid w:val="001F789E"/>
    <w:rsid w:val="001F7C3F"/>
    <w:rsid w:val="001F7D68"/>
    <w:rsid w:val="001F7E93"/>
    <w:rsid w:val="002000B7"/>
    <w:rsid w:val="002004E9"/>
    <w:rsid w:val="0020111A"/>
    <w:rsid w:val="002012A3"/>
    <w:rsid w:val="002014D6"/>
    <w:rsid w:val="00202194"/>
    <w:rsid w:val="00202345"/>
    <w:rsid w:val="002026A8"/>
    <w:rsid w:val="002027BD"/>
    <w:rsid w:val="00202B7C"/>
    <w:rsid w:val="00202F4D"/>
    <w:rsid w:val="00203050"/>
    <w:rsid w:val="0020319A"/>
    <w:rsid w:val="002032D0"/>
    <w:rsid w:val="00203397"/>
    <w:rsid w:val="00203EBB"/>
    <w:rsid w:val="002049F8"/>
    <w:rsid w:val="00204A66"/>
    <w:rsid w:val="00205117"/>
    <w:rsid w:val="0020514B"/>
    <w:rsid w:val="002053EF"/>
    <w:rsid w:val="00205425"/>
    <w:rsid w:val="0020568E"/>
    <w:rsid w:val="002056EE"/>
    <w:rsid w:val="0020572A"/>
    <w:rsid w:val="0020596A"/>
    <w:rsid w:val="00205983"/>
    <w:rsid w:val="00205A11"/>
    <w:rsid w:val="00205B1A"/>
    <w:rsid w:val="0020601B"/>
    <w:rsid w:val="00206036"/>
    <w:rsid w:val="002060FB"/>
    <w:rsid w:val="00206191"/>
    <w:rsid w:val="00206318"/>
    <w:rsid w:val="0020636C"/>
    <w:rsid w:val="0020663D"/>
    <w:rsid w:val="0020686F"/>
    <w:rsid w:val="00206953"/>
    <w:rsid w:val="002069EA"/>
    <w:rsid w:val="00206BEE"/>
    <w:rsid w:val="00206CE0"/>
    <w:rsid w:val="00206E4B"/>
    <w:rsid w:val="00206E70"/>
    <w:rsid w:val="00207119"/>
    <w:rsid w:val="002072E9"/>
    <w:rsid w:val="0020747C"/>
    <w:rsid w:val="0020748D"/>
    <w:rsid w:val="00207626"/>
    <w:rsid w:val="002079EF"/>
    <w:rsid w:val="00207A7D"/>
    <w:rsid w:val="00207B0A"/>
    <w:rsid w:val="00207BD4"/>
    <w:rsid w:val="00207F6E"/>
    <w:rsid w:val="00210106"/>
    <w:rsid w:val="00210463"/>
    <w:rsid w:val="0021090B"/>
    <w:rsid w:val="00210ACF"/>
    <w:rsid w:val="00210DBF"/>
    <w:rsid w:val="00210DF9"/>
    <w:rsid w:val="00210EA5"/>
    <w:rsid w:val="00211063"/>
    <w:rsid w:val="002111A7"/>
    <w:rsid w:val="002112E7"/>
    <w:rsid w:val="002116C5"/>
    <w:rsid w:val="0021185E"/>
    <w:rsid w:val="0021194C"/>
    <w:rsid w:val="00211C91"/>
    <w:rsid w:val="00211D27"/>
    <w:rsid w:val="00211DF9"/>
    <w:rsid w:val="0021208A"/>
    <w:rsid w:val="00212125"/>
    <w:rsid w:val="00212331"/>
    <w:rsid w:val="0021235F"/>
    <w:rsid w:val="002123E5"/>
    <w:rsid w:val="00212537"/>
    <w:rsid w:val="00212572"/>
    <w:rsid w:val="00212760"/>
    <w:rsid w:val="002127DC"/>
    <w:rsid w:val="00212C5B"/>
    <w:rsid w:val="002132C5"/>
    <w:rsid w:val="00213325"/>
    <w:rsid w:val="0021354E"/>
    <w:rsid w:val="002139FE"/>
    <w:rsid w:val="00213C52"/>
    <w:rsid w:val="00213DBB"/>
    <w:rsid w:val="00213FAF"/>
    <w:rsid w:val="00214009"/>
    <w:rsid w:val="00214485"/>
    <w:rsid w:val="002144C7"/>
    <w:rsid w:val="002149D1"/>
    <w:rsid w:val="00214AAE"/>
    <w:rsid w:val="00214DD0"/>
    <w:rsid w:val="00214FA9"/>
    <w:rsid w:val="002152E0"/>
    <w:rsid w:val="0021589F"/>
    <w:rsid w:val="002158AC"/>
    <w:rsid w:val="00215998"/>
    <w:rsid w:val="00215B23"/>
    <w:rsid w:val="00215E0B"/>
    <w:rsid w:val="002161FB"/>
    <w:rsid w:val="0021693F"/>
    <w:rsid w:val="00216A28"/>
    <w:rsid w:val="00216C4A"/>
    <w:rsid w:val="00217024"/>
    <w:rsid w:val="002170E6"/>
    <w:rsid w:val="0021752E"/>
    <w:rsid w:val="002175BD"/>
    <w:rsid w:val="002175FF"/>
    <w:rsid w:val="0021791F"/>
    <w:rsid w:val="0022033A"/>
    <w:rsid w:val="00220384"/>
    <w:rsid w:val="0022067D"/>
    <w:rsid w:val="0022077B"/>
    <w:rsid w:val="002209A5"/>
    <w:rsid w:val="00220BA0"/>
    <w:rsid w:val="00220CB6"/>
    <w:rsid w:val="00220EE1"/>
    <w:rsid w:val="002211BE"/>
    <w:rsid w:val="00221400"/>
    <w:rsid w:val="0022198A"/>
    <w:rsid w:val="00221CDE"/>
    <w:rsid w:val="00221D4C"/>
    <w:rsid w:val="0022241C"/>
    <w:rsid w:val="00222537"/>
    <w:rsid w:val="00222599"/>
    <w:rsid w:val="002225D7"/>
    <w:rsid w:val="0022262C"/>
    <w:rsid w:val="002226BD"/>
    <w:rsid w:val="00222904"/>
    <w:rsid w:val="00222A93"/>
    <w:rsid w:val="00222CF3"/>
    <w:rsid w:val="00222EF1"/>
    <w:rsid w:val="00222F6F"/>
    <w:rsid w:val="00222F96"/>
    <w:rsid w:val="002231D4"/>
    <w:rsid w:val="002232C9"/>
    <w:rsid w:val="002233D0"/>
    <w:rsid w:val="0022358B"/>
    <w:rsid w:val="00223859"/>
    <w:rsid w:val="00223C99"/>
    <w:rsid w:val="00223CC1"/>
    <w:rsid w:val="00223E5C"/>
    <w:rsid w:val="00223FE8"/>
    <w:rsid w:val="00224045"/>
    <w:rsid w:val="0022426B"/>
    <w:rsid w:val="00224384"/>
    <w:rsid w:val="002248ED"/>
    <w:rsid w:val="00224A37"/>
    <w:rsid w:val="00224AAB"/>
    <w:rsid w:val="00224D66"/>
    <w:rsid w:val="00225037"/>
    <w:rsid w:val="00225089"/>
    <w:rsid w:val="00225148"/>
    <w:rsid w:val="00225195"/>
    <w:rsid w:val="00225286"/>
    <w:rsid w:val="002252BB"/>
    <w:rsid w:val="002259E0"/>
    <w:rsid w:val="00225A92"/>
    <w:rsid w:val="0022667D"/>
    <w:rsid w:val="00226985"/>
    <w:rsid w:val="00226D2B"/>
    <w:rsid w:val="00226D7C"/>
    <w:rsid w:val="00227370"/>
    <w:rsid w:val="00227434"/>
    <w:rsid w:val="002279F6"/>
    <w:rsid w:val="00227A6F"/>
    <w:rsid w:val="00227C65"/>
    <w:rsid w:val="00227E50"/>
    <w:rsid w:val="00230071"/>
    <w:rsid w:val="00230330"/>
    <w:rsid w:val="0023046D"/>
    <w:rsid w:val="00230CCC"/>
    <w:rsid w:val="00231365"/>
    <w:rsid w:val="002313CE"/>
    <w:rsid w:val="00231B60"/>
    <w:rsid w:val="00231D53"/>
    <w:rsid w:val="002326E6"/>
    <w:rsid w:val="00232A14"/>
    <w:rsid w:val="00232AEA"/>
    <w:rsid w:val="00232E05"/>
    <w:rsid w:val="0023304D"/>
    <w:rsid w:val="00233050"/>
    <w:rsid w:val="0023338E"/>
    <w:rsid w:val="0023361D"/>
    <w:rsid w:val="0023426A"/>
    <w:rsid w:val="00234672"/>
    <w:rsid w:val="002346BC"/>
    <w:rsid w:val="0023483E"/>
    <w:rsid w:val="002348B4"/>
    <w:rsid w:val="00234CD1"/>
    <w:rsid w:val="0023578D"/>
    <w:rsid w:val="002357BF"/>
    <w:rsid w:val="00235BAA"/>
    <w:rsid w:val="00235C4A"/>
    <w:rsid w:val="00235F64"/>
    <w:rsid w:val="00236057"/>
    <w:rsid w:val="00236295"/>
    <w:rsid w:val="00236316"/>
    <w:rsid w:val="00236643"/>
    <w:rsid w:val="00236C70"/>
    <w:rsid w:val="00236D16"/>
    <w:rsid w:val="00237145"/>
    <w:rsid w:val="00237198"/>
    <w:rsid w:val="00237412"/>
    <w:rsid w:val="00237633"/>
    <w:rsid w:val="002377C7"/>
    <w:rsid w:val="0023780D"/>
    <w:rsid w:val="00237EB3"/>
    <w:rsid w:val="00240147"/>
    <w:rsid w:val="00240301"/>
    <w:rsid w:val="00240585"/>
    <w:rsid w:val="002409D1"/>
    <w:rsid w:val="00240B25"/>
    <w:rsid w:val="00240FAC"/>
    <w:rsid w:val="00241010"/>
    <w:rsid w:val="00241100"/>
    <w:rsid w:val="00241460"/>
    <w:rsid w:val="0024156A"/>
    <w:rsid w:val="002416E0"/>
    <w:rsid w:val="0024173E"/>
    <w:rsid w:val="00241DE0"/>
    <w:rsid w:val="00241E94"/>
    <w:rsid w:val="00241E9E"/>
    <w:rsid w:val="00242037"/>
    <w:rsid w:val="002421EC"/>
    <w:rsid w:val="0024225F"/>
    <w:rsid w:val="0024253D"/>
    <w:rsid w:val="002428DB"/>
    <w:rsid w:val="00242D68"/>
    <w:rsid w:val="00242FB3"/>
    <w:rsid w:val="002431FC"/>
    <w:rsid w:val="002432AB"/>
    <w:rsid w:val="00243344"/>
    <w:rsid w:val="002435FA"/>
    <w:rsid w:val="002437A4"/>
    <w:rsid w:val="00243953"/>
    <w:rsid w:val="0024396C"/>
    <w:rsid w:val="002439C2"/>
    <w:rsid w:val="00243B69"/>
    <w:rsid w:val="0024432B"/>
    <w:rsid w:val="0024441D"/>
    <w:rsid w:val="00244723"/>
    <w:rsid w:val="00244C5C"/>
    <w:rsid w:val="00244E23"/>
    <w:rsid w:val="00244E53"/>
    <w:rsid w:val="0024513F"/>
    <w:rsid w:val="002451A5"/>
    <w:rsid w:val="00245237"/>
    <w:rsid w:val="00245497"/>
    <w:rsid w:val="00245541"/>
    <w:rsid w:val="00245651"/>
    <w:rsid w:val="00245E49"/>
    <w:rsid w:val="00245E83"/>
    <w:rsid w:val="00246139"/>
    <w:rsid w:val="002462B3"/>
    <w:rsid w:val="00246640"/>
    <w:rsid w:val="002469E7"/>
    <w:rsid w:val="00246ADD"/>
    <w:rsid w:val="00246BD7"/>
    <w:rsid w:val="00246CED"/>
    <w:rsid w:val="002470C3"/>
    <w:rsid w:val="002471E9"/>
    <w:rsid w:val="0024724E"/>
    <w:rsid w:val="0024767A"/>
    <w:rsid w:val="00247921"/>
    <w:rsid w:val="002479B8"/>
    <w:rsid w:val="00247A57"/>
    <w:rsid w:val="00250573"/>
    <w:rsid w:val="00250FCB"/>
    <w:rsid w:val="002511DF"/>
    <w:rsid w:val="00251A10"/>
    <w:rsid w:val="00251A63"/>
    <w:rsid w:val="00251AB4"/>
    <w:rsid w:val="00251E29"/>
    <w:rsid w:val="00251F15"/>
    <w:rsid w:val="00251F71"/>
    <w:rsid w:val="002520A3"/>
    <w:rsid w:val="00252234"/>
    <w:rsid w:val="002522BB"/>
    <w:rsid w:val="00252A5D"/>
    <w:rsid w:val="00252F9A"/>
    <w:rsid w:val="00253083"/>
    <w:rsid w:val="002536FE"/>
    <w:rsid w:val="00253768"/>
    <w:rsid w:val="00253B48"/>
    <w:rsid w:val="00253BB4"/>
    <w:rsid w:val="00253C11"/>
    <w:rsid w:val="0025404F"/>
    <w:rsid w:val="00254414"/>
    <w:rsid w:val="002546FB"/>
    <w:rsid w:val="002549D0"/>
    <w:rsid w:val="00254D39"/>
    <w:rsid w:val="00254F7F"/>
    <w:rsid w:val="00255364"/>
    <w:rsid w:val="002557D8"/>
    <w:rsid w:val="00255909"/>
    <w:rsid w:val="00255A26"/>
    <w:rsid w:val="00255AC2"/>
    <w:rsid w:val="00256101"/>
    <w:rsid w:val="00256323"/>
    <w:rsid w:val="002563B8"/>
    <w:rsid w:val="0025645E"/>
    <w:rsid w:val="00256ADD"/>
    <w:rsid w:val="00256C3F"/>
    <w:rsid w:val="0025733F"/>
    <w:rsid w:val="002576AE"/>
    <w:rsid w:val="002576D4"/>
    <w:rsid w:val="002579FE"/>
    <w:rsid w:val="0026016E"/>
    <w:rsid w:val="00260259"/>
    <w:rsid w:val="002604AD"/>
    <w:rsid w:val="0026058C"/>
    <w:rsid w:val="002605A9"/>
    <w:rsid w:val="002608E9"/>
    <w:rsid w:val="00260BF0"/>
    <w:rsid w:val="00260FCE"/>
    <w:rsid w:val="002612E7"/>
    <w:rsid w:val="00261B2B"/>
    <w:rsid w:val="00261F66"/>
    <w:rsid w:val="0026268F"/>
    <w:rsid w:val="002626BC"/>
    <w:rsid w:val="00262AAF"/>
    <w:rsid w:val="00262C5A"/>
    <w:rsid w:val="00262DD7"/>
    <w:rsid w:val="00262E30"/>
    <w:rsid w:val="002631D8"/>
    <w:rsid w:val="00263862"/>
    <w:rsid w:val="002638B4"/>
    <w:rsid w:val="00263C48"/>
    <w:rsid w:val="00263E59"/>
    <w:rsid w:val="00263F46"/>
    <w:rsid w:val="0026400A"/>
    <w:rsid w:val="00264458"/>
    <w:rsid w:val="00264549"/>
    <w:rsid w:val="0026486A"/>
    <w:rsid w:val="00264D2C"/>
    <w:rsid w:val="00264DCF"/>
    <w:rsid w:val="002650E6"/>
    <w:rsid w:val="00265301"/>
    <w:rsid w:val="00265422"/>
    <w:rsid w:val="00265B0A"/>
    <w:rsid w:val="00266081"/>
    <w:rsid w:val="002668D7"/>
    <w:rsid w:val="0026693A"/>
    <w:rsid w:val="00266A5E"/>
    <w:rsid w:val="00266AF7"/>
    <w:rsid w:val="0026705C"/>
    <w:rsid w:val="00267367"/>
    <w:rsid w:val="0026774A"/>
    <w:rsid w:val="002677F1"/>
    <w:rsid w:val="0026784B"/>
    <w:rsid w:val="002679B0"/>
    <w:rsid w:val="00267F05"/>
    <w:rsid w:val="002700CB"/>
    <w:rsid w:val="002700D4"/>
    <w:rsid w:val="002701CF"/>
    <w:rsid w:val="0027046F"/>
    <w:rsid w:val="002708FC"/>
    <w:rsid w:val="00270F6F"/>
    <w:rsid w:val="00270FC5"/>
    <w:rsid w:val="002710BE"/>
    <w:rsid w:val="002710FD"/>
    <w:rsid w:val="002713B1"/>
    <w:rsid w:val="00271482"/>
    <w:rsid w:val="0027148A"/>
    <w:rsid w:val="002716E9"/>
    <w:rsid w:val="00271B59"/>
    <w:rsid w:val="00271BA2"/>
    <w:rsid w:val="00271E5A"/>
    <w:rsid w:val="0027284D"/>
    <w:rsid w:val="002729BD"/>
    <w:rsid w:val="00272D50"/>
    <w:rsid w:val="00272F24"/>
    <w:rsid w:val="00273183"/>
    <w:rsid w:val="00273734"/>
    <w:rsid w:val="0027374E"/>
    <w:rsid w:val="0027389F"/>
    <w:rsid w:val="0027390D"/>
    <w:rsid w:val="00273D50"/>
    <w:rsid w:val="00274128"/>
    <w:rsid w:val="00274213"/>
    <w:rsid w:val="0027422B"/>
    <w:rsid w:val="00274238"/>
    <w:rsid w:val="0027439C"/>
    <w:rsid w:val="00274987"/>
    <w:rsid w:val="002749A9"/>
    <w:rsid w:val="00274D44"/>
    <w:rsid w:val="002752A0"/>
    <w:rsid w:val="0027539B"/>
    <w:rsid w:val="002753C3"/>
    <w:rsid w:val="002759DC"/>
    <w:rsid w:val="00275C74"/>
    <w:rsid w:val="0027651D"/>
    <w:rsid w:val="00276A2F"/>
    <w:rsid w:val="00276AF4"/>
    <w:rsid w:val="00277186"/>
    <w:rsid w:val="0027722A"/>
    <w:rsid w:val="002772DE"/>
    <w:rsid w:val="002776C7"/>
    <w:rsid w:val="00277AC5"/>
    <w:rsid w:val="00277CA3"/>
    <w:rsid w:val="00277D84"/>
    <w:rsid w:val="00277EB8"/>
    <w:rsid w:val="00277F38"/>
    <w:rsid w:val="00280155"/>
    <w:rsid w:val="0028020C"/>
    <w:rsid w:val="002802AA"/>
    <w:rsid w:val="002803A4"/>
    <w:rsid w:val="00280496"/>
    <w:rsid w:val="002805E6"/>
    <w:rsid w:val="00280606"/>
    <w:rsid w:val="00280966"/>
    <w:rsid w:val="00280A81"/>
    <w:rsid w:val="00281029"/>
    <w:rsid w:val="002813DD"/>
    <w:rsid w:val="0028160F"/>
    <w:rsid w:val="002817DE"/>
    <w:rsid w:val="00281959"/>
    <w:rsid w:val="002819BB"/>
    <w:rsid w:val="00281B1E"/>
    <w:rsid w:val="00281B82"/>
    <w:rsid w:val="00281D14"/>
    <w:rsid w:val="00282347"/>
    <w:rsid w:val="00282A56"/>
    <w:rsid w:val="00282C8F"/>
    <w:rsid w:val="00283054"/>
    <w:rsid w:val="0028316D"/>
    <w:rsid w:val="002835B5"/>
    <w:rsid w:val="002836B2"/>
    <w:rsid w:val="0028374B"/>
    <w:rsid w:val="002838AF"/>
    <w:rsid w:val="00283921"/>
    <w:rsid w:val="00283B46"/>
    <w:rsid w:val="00283BAF"/>
    <w:rsid w:val="00283CAB"/>
    <w:rsid w:val="00283EAA"/>
    <w:rsid w:val="002842E8"/>
    <w:rsid w:val="00284541"/>
    <w:rsid w:val="00284656"/>
    <w:rsid w:val="0028476F"/>
    <w:rsid w:val="00284A57"/>
    <w:rsid w:val="00284BBC"/>
    <w:rsid w:val="00284C79"/>
    <w:rsid w:val="00284D48"/>
    <w:rsid w:val="00284DA6"/>
    <w:rsid w:val="0028514C"/>
    <w:rsid w:val="002852B1"/>
    <w:rsid w:val="00285325"/>
    <w:rsid w:val="0028541F"/>
    <w:rsid w:val="002855B1"/>
    <w:rsid w:val="002862CF"/>
    <w:rsid w:val="00286439"/>
    <w:rsid w:val="0028660E"/>
    <w:rsid w:val="0028681C"/>
    <w:rsid w:val="0028690B"/>
    <w:rsid w:val="00286AF6"/>
    <w:rsid w:val="00286C7C"/>
    <w:rsid w:val="00286EC4"/>
    <w:rsid w:val="00286F38"/>
    <w:rsid w:val="00286F89"/>
    <w:rsid w:val="00287287"/>
    <w:rsid w:val="002872AD"/>
    <w:rsid w:val="002874D1"/>
    <w:rsid w:val="0028750A"/>
    <w:rsid w:val="0028756D"/>
    <w:rsid w:val="002876BE"/>
    <w:rsid w:val="00287727"/>
    <w:rsid w:val="0028780D"/>
    <w:rsid w:val="002879C9"/>
    <w:rsid w:val="00287DAD"/>
    <w:rsid w:val="00287F18"/>
    <w:rsid w:val="00290113"/>
    <w:rsid w:val="0029029E"/>
    <w:rsid w:val="00290340"/>
    <w:rsid w:val="002903A5"/>
    <w:rsid w:val="00290564"/>
    <w:rsid w:val="00290B53"/>
    <w:rsid w:val="00290E80"/>
    <w:rsid w:val="00291137"/>
    <w:rsid w:val="002911E7"/>
    <w:rsid w:val="0029123B"/>
    <w:rsid w:val="00291325"/>
    <w:rsid w:val="0029150F"/>
    <w:rsid w:val="0029164C"/>
    <w:rsid w:val="002917F8"/>
    <w:rsid w:val="0029190F"/>
    <w:rsid w:val="00291AC4"/>
    <w:rsid w:val="00291B58"/>
    <w:rsid w:val="00291D6A"/>
    <w:rsid w:val="0029202D"/>
    <w:rsid w:val="00292123"/>
    <w:rsid w:val="002922E6"/>
    <w:rsid w:val="00292363"/>
    <w:rsid w:val="002923B0"/>
    <w:rsid w:val="002924B0"/>
    <w:rsid w:val="002925DC"/>
    <w:rsid w:val="00292824"/>
    <w:rsid w:val="00292B5A"/>
    <w:rsid w:val="00292F50"/>
    <w:rsid w:val="002930E5"/>
    <w:rsid w:val="00293153"/>
    <w:rsid w:val="002931C3"/>
    <w:rsid w:val="0029338B"/>
    <w:rsid w:val="002936ED"/>
    <w:rsid w:val="002936EE"/>
    <w:rsid w:val="00293D4C"/>
    <w:rsid w:val="00293DA2"/>
    <w:rsid w:val="0029411F"/>
    <w:rsid w:val="00294188"/>
    <w:rsid w:val="002941BD"/>
    <w:rsid w:val="002943EA"/>
    <w:rsid w:val="002944D2"/>
    <w:rsid w:val="0029454B"/>
    <w:rsid w:val="002945E1"/>
    <w:rsid w:val="0029465E"/>
    <w:rsid w:val="0029472F"/>
    <w:rsid w:val="00294B4C"/>
    <w:rsid w:val="00294BA4"/>
    <w:rsid w:val="00294BED"/>
    <w:rsid w:val="00294C62"/>
    <w:rsid w:val="00294E38"/>
    <w:rsid w:val="00294E7E"/>
    <w:rsid w:val="002952F5"/>
    <w:rsid w:val="0029545E"/>
    <w:rsid w:val="0029567F"/>
    <w:rsid w:val="002957EF"/>
    <w:rsid w:val="0029582F"/>
    <w:rsid w:val="00295A89"/>
    <w:rsid w:val="00295FFD"/>
    <w:rsid w:val="00296146"/>
    <w:rsid w:val="0029671F"/>
    <w:rsid w:val="00297171"/>
    <w:rsid w:val="00297266"/>
    <w:rsid w:val="0029747A"/>
    <w:rsid w:val="002974D6"/>
    <w:rsid w:val="00297614"/>
    <w:rsid w:val="002976FD"/>
    <w:rsid w:val="00297701"/>
    <w:rsid w:val="00297753"/>
    <w:rsid w:val="002A01BF"/>
    <w:rsid w:val="002A03D0"/>
    <w:rsid w:val="002A0E15"/>
    <w:rsid w:val="002A0EC1"/>
    <w:rsid w:val="002A102D"/>
    <w:rsid w:val="002A135D"/>
    <w:rsid w:val="002A141C"/>
    <w:rsid w:val="002A15A3"/>
    <w:rsid w:val="002A1719"/>
    <w:rsid w:val="002A18D3"/>
    <w:rsid w:val="002A19BC"/>
    <w:rsid w:val="002A1FC5"/>
    <w:rsid w:val="002A216E"/>
    <w:rsid w:val="002A21C0"/>
    <w:rsid w:val="002A24C1"/>
    <w:rsid w:val="002A269A"/>
    <w:rsid w:val="002A26C4"/>
    <w:rsid w:val="002A27AB"/>
    <w:rsid w:val="002A287E"/>
    <w:rsid w:val="002A2955"/>
    <w:rsid w:val="002A2AE0"/>
    <w:rsid w:val="002A2B9A"/>
    <w:rsid w:val="002A2C90"/>
    <w:rsid w:val="002A2E41"/>
    <w:rsid w:val="002A2FA1"/>
    <w:rsid w:val="002A3057"/>
    <w:rsid w:val="002A4065"/>
    <w:rsid w:val="002A4941"/>
    <w:rsid w:val="002A4C79"/>
    <w:rsid w:val="002A4E2D"/>
    <w:rsid w:val="002A515F"/>
    <w:rsid w:val="002A519D"/>
    <w:rsid w:val="002A5368"/>
    <w:rsid w:val="002A5564"/>
    <w:rsid w:val="002A590A"/>
    <w:rsid w:val="002A5932"/>
    <w:rsid w:val="002A5B1F"/>
    <w:rsid w:val="002A5DCC"/>
    <w:rsid w:val="002A5F01"/>
    <w:rsid w:val="002A6076"/>
    <w:rsid w:val="002A67C0"/>
    <w:rsid w:val="002A688D"/>
    <w:rsid w:val="002A6D7B"/>
    <w:rsid w:val="002A6DC2"/>
    <w:rsid w:val="002A6DCB"/>
    <w:rsid w:val="002A6FBC"/>
    <w:rsid w:val="002A7320"/>
    <w:rsid w:val="002A799E"/>
    <w:rsid w:val="002A79B8"/>
    <w:rsid w:val="002A7E20"/>
    <w:rsid w:val="002B008B"/>
    <w:rsid w:val="002B019B"/>
    <w:rsid w:val="002B0348"/>
    <w:rsid w:val="002B0399"/>
    <w:rsid w:val="002B06E9"/>
    <w:rsid w:val="002B0B68"/>
    <w:rsid w:val="002B0BD6"/>
    <w:rsid w:val="002B144C"/>
    <w:rsid w:val="002B1482"/>
    <w:rsid w:val="002B15A5"/>
    <w:rsid w:val="002B1643"/>
    <w:rsid w:val="002B185E"/>
    <w:rsid w:val="002B191E"/>
    <w:rsid w:val="002B1DB1"/>
    <w:rsid w:val="002B1EB2"/>
    <w:rsid w:val="002B1EB5"/>
    <w:rsid w:val="002B23BC"/>
    <w:rsid w:val="002B24E7"/>
    <w:rsid w:val="002B2E13"/>
    <w:rsid w:val="002B2ED7"/>
    <w:rsid w:val="002B3020"/>
    <w:rsid w:val="002B3022"/>
    <w:rsid w:val="002B3265"/>
    <w:rsid w:val="002B3414"/>
    <w:rsid w:val="002B361C"/>
    <w:rsid w:val="002B3736"/>
    <w:rsid w:val="002B3777"/>
    <w:rsid w:val="002B3859"/>
    <w:rsid w:val="002B3A6A"/>
    <w:rsid w:val="002B3B96"/>
    <w:rsid w:val="002B3C14"/>
    <w:rsid w:val="002B4130"/>
    <w:rsid w:val="002B4445"/>
    <w:rsid w:val="002B4736"/>
    <w:rsid w:val="002B4BBA"/>
    <w:rsid w:val="002B4BF0"/>
    <w:rsid w:val="002B4D05"/>
    <w:rsid w:val="002B4E94"/>
    <w:rsid w:val="002B517F"/>
    <w:rsid w:val="002B53CD"/>
    <w:rsid w:val="002B5A00"/>
    <w:rsid w:val="002B5A48"/>
    <w:rsid w:val="002B60BA"/>
    <w:rsid w:val="002B6407"/>
    <w:rsid w:val="002B64F2"/>
    <w:rsid w:val="002B69A4"/>
    <w:rsid w:val="002B7392"/>
    <w:rsid w:val="002B754D"/>
    <w:rsid w:val="002B75D4"/>
    <w:rsid w:val="002B7944"/>
    <w:rsid w:val="002B7BD7"/>
    <w:rsid w:val="002B7E7D"/>
    <w:rsid w:val="002B7FB1"/>
    <w:rsid w:val="002C004B"/>
    <w:rsid w:val="002C0384"/>
    <w:rsid w:val="002C03AD"/>
    <w:rsid w:val="002C123B"/>
    <w:rsid w:val="002C156E"/>
    <w:rsid w:val="002C16C2"/>
    <w:rsid w:val="002C1A6F"/>
    <w:rsid w:val="002C1D87"/>
    <w:rsid w:val="002C1DAA"/>
    <w:rsid w:val="002C1F5F"/>
    <w:rsid w:val="002C20A4"/>
    <w:rsid w:val="002C20BB"/>
    <w:rsid w:val="002C2136"/>
    <w:rsid w:val="002C243B"/>
    <w:rsid w:val="002C28D4"/>
    <w:rsid w:val="002C28F7"/>
    <w:rsid w:val="002C2C5D"/>
    <w:rsid w:val="002C2D03"/>
    <w:rsid w:val="002C2D60"/>
    <w:rsid w:val="002C2F6F"/>
    <w:rsid w:val="002C3248"/>
    <w:rsid w:val="002C368D"/>
    <w:rsid w:val="002C3A12"/>
    <w:rsid w:val="002C3A2E"/>
    <w:rsid w:val="002C40AC"/>
    <w:rsid w:val="002C41CF"/>
    <w:rsid w:val="002C43A9"/>
    <w:rsid w:val="002C45AB"/>
    <w:rsid w:val="002C477F"/>
    <w:rsid w:val="002C534B"/>
    <w:rsid w:val="002C53DD"/>
    <w:rsid w:val="002C5880"/>
    <w:rsid w:val="002C5B0E"/>
    <w:rsid w:val="002C60AD"/>
    <w:rsid w:val="002C626B"/>
    <w:rsid w:val="002C6833"/>
    <w:rsid w:val="002C692E"/>
    <w:rsid w:val="002C69C2"/>
    <w:rsid w:val="002C6A18"/>
    <w:rsid w:val="002C6B51"/>
    <w:rsid w:val="002C6F21"/>
    <w:rsid w:val="002C70E4"/>
    <w:rsid w:val="002C71E7"/>
    <w:rsid w:val="002C7354"/>
    <w:rsid w:val="002C741B"/>
    <w:rsid w:val="002C7802"/>
    <w:rsid w:val="002D014F"/>
    <w:rsid w:val="002D040F"/>
    <w:rsid w:val="002D05BF"/>
    <w:rsid w:val="002D0919"/>
    <w:rsid w:val="002D09E8"/>
    <w:rsid w:val="002D0A55"/>
    <w:rsid w:val="002D0C96"/>
    <w:rsid w:val="002D137C"/>
    <w:rsid w:val="002D15FB"/>
    <w:rsid w:val="002D162A"/>
    <w:rsid w:val="002D192B"/>
    <w:rsid w:val="002D1E29"/>
    <w:rsid w:val="002D1E31"/>
    <w:rsid w:val="002D2041"/>
    <w:rsid w:val="002D2046"/>
    <w:rsid w:val="002D221F"/>
    <w:rsid w:val="002D2249"/>
    <w:rsid w:val="002D2977"/>
    <w:rsid w:val="002D299A"/>
    <w:rsid w:val="002D2B13"/>
    <w:rsid w:val="002D2B50"/>
    <w:rsid w:val="002D2D89"/>
    <w:rsid w:val="002D2EB1"/>
    <w:rsid w:val="002D36F0"/>
    <w:rsid w:val="002D3BE2"/>
    <w:rsid w:val="002D3C58"/>
    <w:rsid w:val="002D3CAF"/>
    <w:rsid w:val="002D3DBA"/>
    <w:rsid w:val="002D3FBA"/>
    <w:rsid w:val="002D41AC"/>
    <w:rsid w:val="002D43FD"/>
    <w:rsid w:val="002D4B77"/>
    <w:rsid w:val="002D4E50"/>
    <w:rsid w:val="002D540B"/>
    <w:rsid w:val="002D544C"/>
    <w:rsid w:val="002D545A"/>
    <w:rsid w:val="002D58C0"/>
    <w:rsid w:val="002D5C11"/>
    <w:rsid w:val="002D5C8E"/>
    <w:rsid w:val="002D5E70"/>
    <w:rsid w:val="002D5EAD"/>
    <w:rsid w:val="002D6404"/>
    <w:rsid w:val="002D6489"/>
    <w:rsid w:val="002D6A1E"/>
    <w:rsid w:val="002D6E21"/>
    <w:rsid w:val="002D7022"/>
    <w:rsid w:val="002D702A"/>
    <w:rsid w:val="002D7124"/>
    <w:rsid w:val="002D71AF"/>
    <w:rsid w:val="002D730C"/>
    <w:rsid w:val="002D79DD"/>
    <w:rsid w:val="002D7CB6"/>
    <w:rsid w:val="002D7CCF"/>
    <w:rsid w:val="002D7D5D"/>
    <w:rsid w:val="002D7FD4"/>
    <w:rsid w:val="002E003D"/>
    <w:rsid w:val="002E026E"/>
    <w:rsid w:val="002E04CD"/>
    <w:rsid w:val="002E0F52"/>
    <w:rsid w:val="002E16C5"/>
    <w:rsid w:val="002E19FB"/>
    <w:rsid w:val="002E1EE6"/>
    <w:rsid w:val="002E224E"/>
    <w:rsid w:val="002E2348"/>
    <w:rsid w:val="002E2473"/>
    <w:rsid w:val="002E26AC"/>
    <w:rsid w:val="002E2808"/>
    <w:rsid w:val="002E2876"/>
    <w:rsid w:val="002E291F"/>
    <w:rsid w:val="002E2A8B"/>
    <w:rsid w:val="002E2C7E"/>
    <w:rsid w:val="002E3914"/>
    <w:rsid w:val="002E3B48"/>
    <w:rsid w:val="002E3D4E"/>
    <w:rsid w:val="002E3F0C"/>
    <w:rsid w:val="002E3F86"/>
    <w:rsid w:val="002E402B"/>
    <w:rsid w:val="002E46DE"/>
    <w:rsid w:val="002E4718"/>
    <w:rsid w:val="002E47C2"/>
    <w:rsid w:val="002E47F5"/>
    <w:rsid w:val="002E49CA"/>
    <w:rsid w:val="002E4C22"/>
    <w:rsid w:val="002E4C79"/>
    <w:rsid w:val="002E50D3"/>
    <w:rsid w:val="002E527C"/>
    <w:rsid w:val="002E56EC"/>
    <w:rsid w:val="002E58C8"/>
    <w:rsid w:val="002E5B4B"/>
    <w:rsid w:val="002E5B8D"/>
    <w:rsid w:val="002E5C9F"/>
    <w:rsid w:val="002E5F8E"/>
    <w:rsid w:val="002E613C"/>
    <w:rsid w:val="002E6258"/>
    <w:rsid w:val="002E65A4"/>
    <w:rsid w:val="002E6990"/>
    <w:rsid w:val="002E6AD4"/>
    <w:rsid w:val="002E6BDD"/>
    <w:rsid w:val="002E6CA4"/>
    <w:rsid w:val="002E7094"/>
    <w:rsid w:val="002E70C0"/>
    <w:rsid w:val="002E7225"/>
    <w:rsid w:val="002E7367"/>
    <w:rsid w:val="002E7474"/>
    <w:rsid w:val="002E766D"/>
    <w:rsid w:val="002E769C"/>
    <w:rsid w:val="002E76A7"/>
    <w:rsid w:val="002F00DB"/>
    <w:rsid w:val="002F044A"/>
    <w:rsid w:val="002F051C"/>
    <w:rsid w:val="002F057C"/>
    <w:rsid w:val="002F0613"/>
    <w:rsid w:val="002F0A47"/>
    <w:rsid w:val="002F0FB3"/>
    <w:rsid w:val="002F15B2"/>
    <w:rsid w:val="002F1922"/>
    <w:rsid w:val="002F1FAC"/>
    <w:rsid w:val="002F2292"/>
    <w:rsid w:val="002F25E6"/>
    <w:rsid w:val="002F3140"/>
    <w:rsid w:val="002F3276"/>
    <w:rsid w:val="002F3B6D"/>
    <w:rsid w:val="002F3B9A"/>
    <w:rsid w:val="002F4213"/>
    <w:rsid w:val="002F4335"/>
    <w:rsid w:val="002F4466"/>
    <w:rsid w:val="002F47C0"/>
    <w:rsid w:val="002F4A50"/>
    <w:rsid w:val="002F4CC7"/>
    <w:rsid w:val="002F4ECF"/>
    <w:rsid w:val="002F5301"/>
    <w:rsid w:val="002F551D"/>
    <w:rsid w:val="002F5613"/>
    <w:rsid w:val="002F5B52"/>
    <w:rsid w:val="002F5BA0"/>
    <w:rsid w:val="002F5E82"/>
    <w:rsid w:val="002F616F"/>
    <w:rsid w:val="002F680B"/>
    <w:rsid w:val="002F6949"/>
    <w:rsid w:val="002F6C0B"/>
    <w:rsid w:val="002F6D8F"/>
    <w:rsid w:val="002F7392"/>
    <w:rsid w:val="002F746B"/>
    <w:rsid w:val="002F76AE"/>
    <w:rsid w:val="002F7789"/>
    <w:rsid w:val="002F77E8"/>
    <w:rsid w:val="002F78B3"/>
    <w:rsid w:val="002F7A69"/>
    <w:rsid w:val="002F7ABB"/>
    <w:rsid w:val="002F7BEA"/>
    <w:rsid w:val="002F7F0E"/>
    <w:rsid w:val="00300185"/>
    <w:rsid w:val="003002B8"/>
    <w:rsid w:val="003002E6"/>
    <w:rsid w:val="003005BA"/>
    <w:rsid w:val="003005EE"/>
    <w:rsid w:val="00300698"/>
    <w:rsid w:val="00300A18"/>
    <w:rsid w:val="00300FEC"/>
    <w:rsid w:val="00301274"/>
    <w:rsid w:val="003012C1"/>
    <w:rsid w:val="00301687"/>
    <w:rsid w:val="00301750"/>
    <w:rsid w:val="00301979"/>
    <w:rsid w:val="00301AF6"/>
    <w:rsid w:val="00301D0A"/>
    <w:rsid w:val="00301FFD"/>
    <w:rsid w:val="00302194"/>
    <w:rsid w:val="003025B4"/>
    <w:rsid w:val="003029D7"/>
    <w:rsid w:val="00302B18"/>
    <w:rsid w:val="00302DAF"/>
    <w:rsid w:val="00303371"/>
    <w:rsid w:val="00303733"/>
    <w:rsid w:val="003039FB"/>
    <w:rsid w:val="00303D1A"/>
    <w:rsid w:val="00303F96"/>
    <w:rsid w:val="0030417A"/>
    <w:rsid w:val="00304290"/>
    <w:rsid w:val="00304B1A"/>
    <w:rsid w:val="00304B9E"/>
    <w:rsid w:val="00304D45"/>
    <w:rsid w:val="00305263"/>
    <w:rsid w:val="0030532B"/>
    <w:rsid w:val="003053DD"/>
    <w:rsid w:val="003053E3"/>
    <w:rsid w:val="0030556D"/>
    <w:rsid w:val="00305635"/>
    <w:rsid w:val="00305857"/>
    <w:rsid w:val="003058F3"/>
    <w:rsid w:val="00305F8A"/>
    <w:rsid w:val="003061CD"/>
    <w:rsid w:val="00306235"/>
    <w:rsid w:val="003062A4"/>
    <w:rsid w:val="00306786"/>
    <w:rsid w:val="003067C4"/>
    <w:rsid w:val="00306A42"/>
    <w:rsid w:val="00306B43"/>
    <w:rsid w:val="003072A3"/>
    <w:rsid w:val="00307334"/>
    <w:rsid w:val="00307561"/>
    <w:rsid w:val="003076F5"/>
    <w:rsid w:val="003077CB"/>
    <w:rsid w:val="0030798B"/>
    <w:rsid w:val="00307A72"/>
    <w:rsid w:val="00307C33"/>
    <w:rsid w:val="00307DAA"/>
    <w:rsid w:val="00307EAA"/>
    <w:rsid w:val="003106A5"/>
    <w:rsid w:val="0031089C"/>
    <w:rsid w:val="00310976"/>
    <w:rsid w:val="00310CC8"/>
    <w:rsid w:val="00310F4C"/>
    <w:rsid w:val="003110F8"/>
    <w:rsid w:val="003111A0"/>
    <w:rsid w:val="003113B9"/>
    <w:rsid w:val="0031178C"/>
    <w:rsid w:val="0031191C"/>
    <w:rsid w:val="00311AFC"/>
    <w:rsid w:val="00311C3F"/>
    <w:rsid w:val="00312333"/>
    <w:rsid w:val="003124EC"/>
    <w:rsid w:val="003129E9"/>
    <w:rsid w:val="00312B38"/>
    <w:rsid w:val="00312D10"/>
    <w:rsid w:val="003131FD"/>
    <w:rsid w:val="0031324B"/>
    <w:rsid w:val="00313301"/>
    <w:rsid w:val="003134F4"/>
    <w:rsid w:val="003139EA"/>
    <w:rsid w:val="00313BEF"/>
    <w:rsid w:val="00313DEB"/>
    <w:rsid w:val="00313EA7"/>
    <w:rsid w:val="003145DD"/>
    <w:rsid w:val="00314645"/>
    <w:rsid w:val="003146E4"/>
    <w:rsid w:val="00314BF4"/>
    <w:rsid w:val="00314C95"/>
    <w:rsid w:val="003151D7"/>
    <w:rsid w:val="00315248"/>
    <w:rsid w:val="0031535F"/>
    <w:rsid w:val="0031545C"/>
    <w:rsid w:val="0031551D"/>
    <w:rsid w:val="0031555D"/>
    <w:rsid w:val="003158BA"/>
    <w:rsid w:val="00315D41"/>
    <w:rsid w:val="00315E62"/>
    <w:rsid w:val="003160DB"/>
    <w:rsid w:val="0031619D"/>
    <w:rsid w:val="00316231"/>
    <w:rsid w:val="00316BD4"/>
    <w:rsid w:val="003173A3"/>
    <w:rsid w:val="00317551"/>
    <w:rsid w:val="0031787F"/>
    <w:rsid w:val="00317EA3"/>
    <w:rsid w:val="0032065B"/>
    <w:rsid w:val="0032092F"/>
    <w:rsid w:val="00320A44"/>
    <w:rsid w:val="00320B71"/>
    <w:rsid w:val="00320B8B"/>
    <w:rsid w:val="00320F46"/>
    <w:rsid w:val="00320F68"/>
    <w:rsid w:val="0032148B"/>
    <w:rsid w:val="0032151D"/>
    <w:rsid w:val="00321858"/>
    <w:rsid w:val="00321E05"/>
    <w:rsid w:val="00321FDF"/>
    <w:rsid w:val="003220F1"/>
    <w:rsid w:val="00322202"/>
    <w:rsid w:val="003223B4"/>
    <w:rsid w:val="0032268E"/>
    <w:rsid w:val="003226F1"/>
    <w:rsid w:val="0032280E"/>
    <w:rsid w:val="00322A79"/>
    <w:rsid w:val="00322D98"/>
    <w:rsid w:val="00322DBB"/>
    <w:rsid w:val="0032305E"/>
    <w:rsid w:val="00323C1E"/>
    <w:rsid w:val="00323C2C"/>
    <w:rsid w:val="00323CC2"/>
    <w:rsid w:val="003248D9"/>
    <w:rsid w:val="00324910"/>
    <w:rsid w:val="0032494D"/>
    <w:rsid w:val="00324BBA"/>
    <w:rsid w:val="00324BEA"/>
    <w:rsid w:val="003251AD"/>
    <w:rsid w:val="003253B5"/>
    <w:rsid w:val="00325651"/>
    <w:rsid w:val="00325879"/>
    <w:rsid w:val="0032590F"/>
    <w:rsid w:val="00325A22"/>
    <w:rsid w:val="00325B80"/>
    <w:rsid w:val="00326135"/>
    <w:rsid w:val="00326362"/>
    <w:rsid w:val="0032641E"/>
    <w:rsid w:val="00326456"/>
    <w:rsid w:val="0032650E"/>
    <w:rsid w:val="00326822"/>
    <w:rsid w:val="00326C10"/>
    <w:rsid w:val="00326E51"/>
    <w:rsid w:val="00327035"/>
    <w:rsid w:val="003270F3"/>
    <w:rsid w:val="00327191"/>
    <w:rsid w:val="00327286"/>
    <w:rsid w:val="0032742E"/>
    <w:rsid w:val="003277CD"/>
    <w:rsid w:val="00327D72"/>
    <w:rsid w:val="00327ED0"/>
    <w:rsid w:val="0033009E"/>
    <w:rsid w:val="00330279"/>
    <w:rsid w:val="003302C0"/>
    <w:rsid w:val="00330435"/>
    <w:rsid w:val="0033059E"/>
    <w:rsid w:val="00330F0D"/>
    <w:rsid w:val="0033128A"/>
    <w:rsid w:val="0033159E"/>
    <w:rsid w:val="00331B28"/>
    <w:rsid w:val="003320E9"/>
    <w:rsid w:val="003321D1"/>
    <w:rsid w:val="003339FB"/>
    <w:rsid w:val="00333F1B"/>
    <w:rsid w:val="00334132"/>
    <w:rsid w:val="0033443F"/>
    <w:rsid w:val="0033444D"/>
    <w:rsid w:val="003345A1"/>
    <w:rsid w:val="00334902"/>
    <w:rsid w:val="00335186"/>
    <w:rsid w:val="00335396"/>
    <w:rsid w:val="0033553B"/>
    <w:rsid w:val="00335C80"/>
    <w:rsid w:val="00335CE6"/>
    <w:rsid w:val="00335D83"/>
    <w:rsid w:val="00336504"/>
    <w:rsid w:val="003369A2"/>
    <w:rsid w:val="003369A4"/>
    <w:rsid w:val="003369CA"/>
    <w:rsid w:val="00336DBF"/>
    <w:rsid w:val="003370DB"/>
    <w:rsid w:val="00337395"/>
    <w:rsid w:val="003374CE"/>
    <w:rsid w:val="00337648"/>
    <w:rsid w:val="00337818"/>
    <w:rsid w:val="003378FF"/>
    <w:rsid w:val="0033798D"/>
    <w:rsid w:val="00337D76"/>
    <w:rsid w:val="0034011B"/>
    <w:rsid w:val="0034025D"/>
    <w:rsid w:val="003406BB"/>
    <w:rsid w:val="00340851"/>
    <w:rsid w:val="0034087B"/>
    <w:rsid w:val="0034087C"/>
    <w:rsid w:val="00340898"/>
    <w:rsid w:val="003409C9"/>
    <w:rsid w:val="00340D28"/>
    <w:rsid w:val="00340F95"/>
    <w:rsid w:val="003410B9"/>
    <w:rsid w:val="0034120F"/>
    <w:rsid w:val="0034154D"/>
    <w:rsid w:val="003415F5"/>
    <w:rsid w:val="00341B52"/>
    <w:rsid w:val="00341CF2"/>
    <w:rsid w:val="00341D08"/>
    <w:rsid w:val="00341E6E"/>
    <w:rsid w:val="00341F6E"/>
    <w:rsid w:val="00342262"/>
    <w:rsid w:val="003427F0"/>
    <w:rsid w:val="003429E8"/>
    <w:rsid w:val="00342BB8"/>
    <w:rsid w:val="00342D61"/>
    <w:rsid w:val="00342F74"/>
    <w:rsid w:val="003431E8"/>
    <w:rsid w:val="00343216"/>
    <w:rsid w:val="003436F4"/>
    <w:rsid w:val="00343727"/>
    <w:rsid w:val="0034395D"/>
    <w:rsid w:val="00344268"/>
    <w:rsid w:val="003443F8"/>
    <w:rsid w:val="003444B2"/>
    <w:rsid w:val="0034454C"/>
    <w:rsid w:val="00344DFD"/>
    <w:rsid w:val="00344F80"/>
    <w:rsid w:val="00344FD7"/>
    <w:rsid w:val="0034502B"/>
    <w:rsid w:val="00345277"/>
    <w:rsid w:val="0034529F"/>
    <w:rsid w:val="003452C5"/>
    <w:rsid w:val="003453CF"/>
    <w:rsid w:val="00345511"/>
    <w:rsid w:val="003455B6"/>
    <w:rsid w:val="0034567D"/>
    <w:rsid w:val="0034580E"/>
    <w:rsid w:val="00345931"/>
    <w:rsid w:val="0034599F"/>
    <w:rsid w:val="00345A8D"/>
    <w:rsid w:val="00345C55"/>
    <w:rsid w:val="00345C97"/>
    <w:rsid w:val="00345FED"/>
    <w:rsid w:val="0034611A"/>
    <w:rsid w:val="0034666F"/>
    <w:rsid w:val="00346830"/>
    <w:rsid w:val="003469D3"/>
    <w:rsid w:val="00346C47"/>
    <w:rsid w:val="00346CB2"/>
    <w:rsid w:val="003470D8"/>
    <w:rsid w:val="00347B5A"/>
    <w:rsid w:val="00347D50"/>
    <w:rsid w:val="00347D61"/>
    <w:rsid w:val="003503A1"/>
    <w:rsid w:val="00350442"/>
    <w:rsid w:val="00350675"/>
    <w:rsid w:val="003509B3"/>
    <w:rsid w:val="00350A08"/>
    <w:rsid w:val="00350DEF"/>
    <w:rsid w:val="00350F3C"/>
    <w:rsid w:val="003511FC"/>
    <w:rsid w:val="003512C9"/>
    <w:rsid w:val="00351750"/>
    <w:rsid w:val="00351CC4"/>
    <w:rsid w:val="00351F41"/>
    <w:rsid w:val="00352152"/>
    <w:rsid w:val="003521E3"/>
    <w:rsid w:val="003523D3"/>
    <w:rsid w:val="00352665"/>
    <w:rsid w:val="00352785"/>
    <w:rsid w:val="0035287F"/>
    <w:rsid w:val="00352A36"/>
    <w:rsid w:val="00352BAD"/>
    <w:rsid w:val="00352F6C"/>
    <w:rsid w:val="003531B9"/>
    <w:rsid w:val="00353421"/>
    <w:rsid w:val="00353452"/>
    <w:rsid w:val="003534A8"/>
    <w:rsid w:val="00353E1B"/>
    <w:rsid w:val="003540F2"/>
    <w:rsid w:val="003541D9"/>
    <w:rsid w:val="00354257"/>
    <w:rsid w:val="0035426B"/>
    <w:rsid w:val="00354331"/>
    <w:rsid w:val="00354580"/>
    <w:rsid w:val="003546C1"/>
    <w:rsid w:val="00354AAF"/>
    <w:rsid w:val="00354CAD"/>
    <w:rsid w:val="00354DD2"/>
    <w:rsid w:val="003551FB"/>
    <w:rsid w:val="003555E5"/>
    <w:rsid w:val="00355705"/>
    <w:rsid w:val="0035573E"/>
    <w:rsid w:val="00355A96"/>
    <w:rsid w:val="00355CC5"/>
    <w:rsid w:val="00355DAE"/>
    <w:rsid w:val="003562AE"/>
    <w:rsid w:val="003562E2"/>
    <w:rsid w:val="003563D7"/>
    <w:rsid w:val="00356866"/>
    <w:rsid w:val="003568C4"/>
    <w:rsid w:val="00356BCC"/>
    <w:rsid w:val="00356D2E"/>
    <w:rsid w:val="00356DED"/>
    <w:rsid w:val="00357001"/>
    <w:rsid w:val="00357114"/>
    <w:rsid w:val="003572DC"/>
    <w:rsid w:val="003573D0"/>
    <w:rsid w:val="003575B3"/>
    <w:rsid w:val="00357644"/>
    <w:rsid w:val="00357753"/>
    <w:rsid w:val="003579CA"/>
    <w:rsid w:val="00357B72"/>
    <w:rsid w:val="00357EAE"/>
    <w:rsid w:val="00360402"/>
    <w:rsid w:val="0036059D"/>
    <w:rsid w:val="00360775"/>
    <w:rsid w:val="00360977"/>
    <w:rsid w:val="00360B99"/>
    <w:rsid w:val="00360C88"/>
    <w:rsid w:val="00360D59"/>
    <w:rsid w:val="0036112B"/>
    <w:rsid w:val="0036173B"/>
    <w:rsid w:val="003618E9"/>
    <w:rsid w:val="003619B7"/>
    <w:rsid w:val="00361B09"/>
    <w:rsid w:val="00361C89"/>
    <w:rsid w:val="00361CA2"/>
    <w:rsid w:val="003620C9"/>
    <w:rsid w:val="003622FF"/>
    <w:rsid w:val="00362322"/>
    <w:rsid w:val="003627D4"/>
    <w:rsid w:val="00362E38"/>
    <w:rsid w:val="00362EBF"/>
    <w:rsid w:val="0036302B"/>
    <w:rsid w:val="003630C1"/>
    <w:rsid w:val="003632A0"/>
    <w:rsid w:val="003633D2"/>
    <w:rsid w:val="00363664"/>
    <w:rsid w:val="0036374A"/>
    <w:rsid w:val="003638BC"/>
    <w:rsid w:val="00363C2D"/>
    <w:rsid w:val="00363E8D"/>
    <w:rsid w:val="00364157"/>
    <w:rsid w:val="00364291"/>
    <w:rsid w:val="00364451"/>
    <w:rsid w:val="003644F5"/>
    <w:rsid w:val="003648B6"/>
    <w:rsid w:val="00364B01"/>
    <w:rsid w:val="00364E6C"/>
    <w:rsid w:val="00364FAE"/>
    <w:rsid w:val="00365072"/>
    <w:rsid w:val="003655E4"/>
    <w:rsid w:val="0036566A"/>
    <w:rsid w:val="00365EFB"/>
    <w:rsid w:val="00365FB9"/>
    <w:rsid w:val="003663B8"/>
    <w:rsid w:val="00366407"/>
    <w:rsid w:val="00366743"/>
    <w:rsid w:val="00366A7B"/>
    <w:rsid w:val="00366E28"/>
    <w:rsid w:val="00366F0A"/>
    <w:rsid w:val="00367048"/>
    <w:rsid w:val="00367666"/>
    <w:rsid w:val="00367C7B"/>
    <w:rsid w:val="00367ECE"/>
    <w:rsid w:val="0037032C"/>
    <w:rsid w:val="0037073F"/>
    <w:rsid w:val="00370A40"/>
    <w:rsid w:val="00370EBD"/>
    <w:rsid w:val="0037132E"/>
    <w:rsid w:val="0037156A"/>
    <w:rsid w:val="00371809"/>
    <w:rsid w:val="00371817"/>
    <w:rsid w:val="00371957"/>
    <w:rsid w:val="003719AA"/>
    <w:rsid w:val="00371BC3"/>
    <w:rsid w:val="00371C05"/>
    <w:rsid w:val="00371E0F"/>
    <w:rsid w:val="00371F58"/>
    <w:rsid w:val="00372574"/>
    <w:rsid w:val="003726A4"/>
    <w:rsid w:val="0037280B"/>
    <w:rsid w:val="003728AC"/>
    <w:rsid w:val="00372A48"/>
    <w:rsid w:val="00372AFA"/>
    <w:rsid w:val="00372EB3"/>
    <w:rsid w:val="00373450"/>
    <w:rsid w:val="0037367E"/>
    <w:rsid w:val="00373F81"/>
    <w:rsid w:val="003742BA"/>
    <w:rsid w:val="003742BC"/>
    <w:rsid w:val="00374678"/>
    <w:rsid w:val="00374C82"/>
    <w:rsid w:val="00374EB6"/>
    <w:rsid w:val="00375AEE"/>
    <w:rsid w:val="00375DDC"/>
    <w:rsid w:val="00375EA9"/>
    <w:rsid w:val="00376224"/>
    <w:rsid w:val="003762F8"/>
    <w:rsid w:val="003764DD"/>
    <w:rsid w:val="00377351"/>
    <w:rsid w:val="003773E5"/>
    <w:rsid w:val="0037772C"/>
    <w:rsid w:val="003778DF"/>
    <w:rsid w:val="00377902"/>
    <w:rsid w:val="00377999"/>
    <w:rsid w:val="00377A1D"/>
    <w:rsid w:val="0038025B"/>
    <w:rsid w:val="0038044B"/>
    <w:rsid w:val="00380AF7"/>
    <w:rsid w:val="00380BE4"/>
    <w:rsid w:val="00380D99"/>
    <w:rsid w:val="00380F27"/>
    <w:rsid w:val="003817BE"/>
    <w:rsid w:val="00381A01"/>
    <w:rsid w:val="00381AA3"/>
    <w:rsid w:val="00381BBA"/>
    <w:rsid w:val="00381E9A"/>
    <w:rsid w:val="00381EBA"/>
    <w:rsid w:val="00381F51"/>
    <w:rsid w:val="00382017"/>
    <w:rsid w:val="00382230"/>
    <w:rsid w:val="0038227C"/>
    <w:rsid w:val="003823B6"/>
    <w:rsid w:val="003824A6"/>
    <w:rsid w:val="00382908"/>
    <w:rsid w:val="00383420"/>
    <w:rsid w:val="00383477"/>
    <w:rsid w:val="003834D3"/>
    <w:rsid w:val="003835C5"/>
    <w:rsid w:val="0038381F"/>
    <w:rsid w:val="003838C5"/>
    <w:rsid w:val="00383BED"/>
    <w:rsid w:val="00383C7F"/>
    <w:rsid w:val="00384378"/>
    <w:rsid w:val="003844FC"/>
    <w:rsid w:val="00384524"/>
    <w:rsid w:val="003849DB"/>
    <w:rsid w:val="00384DC5"/>
    <w:rsid w:val="00384ED6"/>
    <w:rsid w:val="00385095"/>
    <w:rsid w:val="003850DB"/>
    <w:rsid w:val="00385104"/>
    <w:rsid w:val="0038531D"/>
    <w:rsid w:val="0038576D"/>
    <w:rsid w:val="0038584C"/>
    <w:rsid w:val="00385B38"/>
    <w:rsid w:val="00385C26"/>
    <w:rsid w:val="00385CB4"/>
    <w:rsid w:val="00385F25"/>
    <w:rsid w:val="003861C4"/>
    <w:rsid w:val="003861CC"/>
    <w:rsid w:val="003864ED"/>
    <w:rsid w:val="0038650E"/>
    <w:rsid w:val="00386F2F"/>
    <w:rsid w:val="00386FE5"/>
    <w:rsid w:val="00387274"/>
    <w:rsid w:val="003874B7"/>
    <w:rsid w:val="0038767C"/>
    <w:rsid w:val="00387984"/>
    <w:rsid w:val="00387AFB"/>
    <w:rsid w:val="00387EDF"/>
    <w:rsid w:val="00387F62"/>
    <w:rsid w:val="003902AC"/>
    <w:rsid w:val="003903F4"/>
    <w:rsid w:val="003907E4"/>
    <w:rsid w:val="003908E2"/>
    <w:rsid w:val="00390C8E"/>
    <w:rsid w:val="00390E77"/>
    <w:rsid w:val="00390F0F"/>
    <w:rsid w:val="00391471"/>
    <w:rsid w:val="0039147B"/>
    <w:rsid w:val="0039147F"/>
    <w:rsid w:val="003919B5"/>
    <w:rsid w:val="00391A4C"/>
    <w:rsid w:val="00391CC2"/>
    <w:rsid w:val="00391CF6"/>
    <w:rsid w:val="00391D97"/>
    <w:rsid w:val="00392437"/>
    <w:rsid w:val="00392854"/>
    <w:rsid w:val="00392C51"/>
    <w:rsid w:val="00392D22"/>
    <w:rsid w:val="0039302F"/>
    <w:rsid w:val="0039338A"/>
    <w:rsid w:val="00393C2B"/>
    <w:rsid w:val="00393F27"/>
    <w:rsid w:val="00394187"/>
    <w:rsid w:val="003947E5"/>
    <w:rsid w:val="00394AE5"/>
    <w:rsid w:val="00394C97"/>
    <w:rsid w:val="00394DCB"/>
    <w:rsid w:val="00394EEC"/>
    <w:rsid w:val="00394F36"/>
    <w:rsid w:val="00394FFC"/>
    <w:rsid w:val="0039525C"/>
    <w:rsid w:val="003954C7"/>
    <w:rsid w:val="003955E7"/>
    <w:rsid w:val="003958A5"/>
    <w:rsid w:val="003958FF"/>
    <w:rsid w:val="00395A18"/>
    <w:rsid w:val="00395A1A"/>
    <w:rsid w:val="00395C52"/>
    <w:rsid w:val="00395C89"/>
    <w:rsid w:val="003960C1"/>
    <w:rsid w:val="00396446"/>
    <w:rsid w:val="00396A20"/>
    <w:rsid w:val="00396BE1"/>
    <w:rsid w:val="00396E0A"/>
    <w:rsid w:val="00396E40"/>
    <w:rsid w:val="00396E4D"/>
    <w:rsid w:val="00397077"/>
    <w:rsid w:val="00397233"/>
    <w:rsid w:val="003972AB"/>
    <w:rsid w:val="00397E19"/>
    <w:rsid w:val="003A021E"/>
    <w:rsid w:val="003A024F"/>
    <w:rsid w:val="003A04DA"/>
    <w:rsid w:val="003A068E"/>
    <w:rsid w:val="003A103E"/>
    <w:rsid w:val="003A137A"/>
    <w:rsid w:val="003A1DA8"/>
    <w:rsid w:val="003A1EC1"/>
    <w:rsid w:val="003A1EF2"/>
    <w:rsid w:val="003A2099"/>
    <w:rsid w:val="003A2308"/>
    <w:rsid w:val="003A2B3B"/>
    <w:rsid w:val="003A2C71"/>
    <w:rsid w:val="003A2DBB"/>
    <w:rsid w:val="003A3184"/>
    <w:rsid w:val="003A3A50"/>
    <w:rsid w:val="003A3A93"/>
    <w:rsid w:val="003A3D35"/>
    <w:rsid w:val="003A43B7"/>
    <w:rsid w:val="003A4487"/>
    <w:rsid w:val="003A4620"/>
    <w:rsid w:val="003A490F"/>
    <w:rsid w:val="003A49C1"/>
    <w:rsid w:val="003A547F"/>
    <w:rsid w:val="003A56C9"/>
    <w:rsid w:val="003A58AF"/>
    <w:rsid w:val="003A5ADD"/>
    <w:rsid w:val="003A5AFD"/>
    <w:rsid w:val="003A5D3E"/>
    <w:rsid w:val="003A5EE8"/>
    <w:rsid w:val="003A6129"/>
    <w:rsid w:val="003A61B9"/>
    <w:rsid w:val="003A62C9"/>
    <w:rsid w:val="003A6907"/>
    <w:rsid w:val="003A6C94"/>
    <w:rsid w:val="003A6E6C"/>
    <w:rsid w:val="003A6FBF"/>
    <w:rsid w:val="003A7152"/>
    <w:rsid w:val="003A72F2"/>
    <w:rsid w:val="003A738E"/>
    <w:rsid w:val="003A741B"/>
    <w:rsid w:val="003A755C"/>
    <w:rsid w:val="003A760F"/>
    <w:rsid w:val="003A799B"/>
    <w:rsid w:val="003A7AD4"/>
    <w:rsid w:val="003A7E08"/>
    <w:rsid w:val="003A7E9D"/>
    <w:rsid w:val="003A7F84"/>
    <w:rsid w:val="003B0107"/>
    <w:rsid w:val="003B01AA"/>
    <w:rsid w:val="003B0522"/>
    <w:rsid w:val="003B094F"/>
    <w:rsid w:val="003B0E0D"/>
    <w:rsid w:val="003B0FD4"/>
    <w:rsid w:val="003B102D"/>
    <w:rsid w:val="003B11FB"/>
    <w:rsid w:val="003B131D"/>
    <w:rsid w:val="003B1847"/>
    <w:rsid w:val="003B1BAB"/>
    <w:rsid w:val="003B1D2D"/>
    <w:rsid w:val="003B1EDD"/>
    <w:rsid w:val="003B1F13"/>
    <w:rsid w:val="003B1F25"/>
    <w:rsid w:val="003B2727"/>
    <w:rsid w:val="003B284E"/>
    <w:rsid w:val="003B2926"/>
    <w:rsid w:val="003B2B83"/>
    <w:rsid w:val="003B2D57"/>
    <w:rsid w:val="003B2E72"/>
    <w:rsid w:val="003B2F08"/>
    <w:rsid w:val="003B2FE6"/>
    <w:rsid w:val="003B3167"/>
    <w:rsid w:val="003B3275"/>
    <w:rsid w:val="003B3899"/>
    <w:rsid w:val="003B3C3B"/>
    <w:rsid w:val="003B3D72"/>
    <w:rsid w:val="003B40AF"/>
    <w:rsid w:val="003B43EF"/>
    <w:rsid w:val="003B457E"/>
    <w:rsid w:val="003B4631"/>
    <w:rsid w:val="003B4697"/>
    <w:rsid w:val="003B4898"/>
    <w:rsid w:val="003B4C39"/>
    <w:rsid w:val="003B5212"/>
    <w:rsid w:val="003B5681"/>
    <w:rsid w:val="003B56F7"/>
    <w:rsid w:val="003B59E6"/>
    <w:rsid w:val="003B5E15"/>
    <w:rsid w:val="003B5F78"/>
    <w:rsid w:val="003B60D6"/>
    <w:rsid w:val="003B613E"/>
    <w:rsid w:val="003B67F7"/>
    <w:rsid w:val="003B6924"/>
    <w:rsid w:val="003B6E32"/>
    <w:rsid w:val="003B70FF"/>
    <w:rsid w:val="003B723F"/>
    <w:rsid w:val="003B7282"/>
    <w:rsid w:val="003B73E0"/>
    <w:rsid w:val="003B74FE"/>
    <w:rsid w:val="003B76B8"/>
    <w:rsid w:val="003B773E"/>
    <w:rsid w:val="003C01F6"/>
    <w:rsid w:val="003C035C"/>
    <w:rsid w:val="003C0590"/>
    <w:rsid w:val="003C0756"/>
    <w:rsid w:val="003C07A7"/>
    <w:rsid w:val="003C07CB"/>
    <w:rsid w:val="003C085A"/>
    <w:rsid w:val="003C087A"/>
    <w:rsid w:val="003C0CE3"/>
    <w:rsid w:val="003C1155"/>
    <w:rsid w:val="003C14E3"/>
    <w:rsid w:val="003C179F"/>
    <w:rsid w:val="003C1C51"/>
    <w:rsid w:val="003C2186"/>
    <w:rsid w:val="003C22F4"/>
    <w:rsid w:val="003C23A6"/>
    <w:rsid w:val="003C24A3"/>
    <w:rsid w:val="003C250F"/>
    <w:rsid w:val="003C2779"/>
    <w:rsid w:val="003C27DE"/>
    <w:rsid w:val="003C2A5D"/>
    <w:rsid w:val="003C2B6C"/>
    <w:rsid w:val="003C2BAB"/>
    <w:rsid w:val="003C32AC"/>
    <w:rsid w:val="003C3615"/>
    <w:rsid w:val="003C3857"/>
    <w:rsid w:val="003C3FA5"/>
    <w:rsid w:val="003C40B4"/>
    <w:rsid w:val="003C4514"/>
    <w:rsid w:val="003C47D8"/>
    <w:rsid w:val="003C491D"/>
    <w:rsid w:val="003C530E"/>
    <w:rsid w:val="003C5ED2"/>
    <w:rsid w:val="003C5FB8"/>
    <w:rsid w:val="003C6541"/>
    <w:rsid w:val="003C68E4"/>
    <w:rsid w:val="003C6905"/>
    <w:rsid w:val="003C6CE3"/>
    <w:rsid w:val="003C6FDD"/>
    <w:rsid w:val="003C7352"/>
    <w:rsid w:val="003C7453"/>
    <w:rsid w:val="003C7727"/>
    <w:rsid w:val="003C7981"/>
    <w:rsid w:val="003C7A25"/>
    <w:rsid w:val="003D0280"/>
    <w:rsid w:val="003D0417"/>
    <w:rsid w:val="003D09A7"/>
    <w:rsid w:val="003D0BEA"/>
    <w:rsid w:val="003D1088"/>
    <w:rsid w:val="003D11CD"/>
    <w:rsid w:val="003D15D5"/>
    <w:rsid w:val="003D1AE2"/>
    <w:rsid w:val="003D1E07"/>
    <w:rsid w:val="003D1E32"/>
    <w:rsid w:val="003D1FA8"/>
    <w:rsid w:val="003D29CF"/>
    <w:rsid w:val="003D29EF"/>
    <w:rsid w:val="003D2A17"/>
    <w:rsid w:val="003D2A63"/>
    <w:rsid w:val="003D3106"/>
    <w:rsid w:val="003D378D"/>
    <w:rsid w:val="003D391B"/>
    <w:rsid w:val="003D39E6"/>
    <w:rsid w:val="003D3DF1"/>
    <w:rsid w:val="003D450D"/>
    <w:rsid w:val="003D45DF"/>
    <w:rsid w:val="003D49CF"/>
    <w:rsid w:val="003D4B25"/>
    <w:rsid w:val="003D4E48"/>
    <w:rsid w:val="003D502C"/>
    <w:rsid w:val="003D521B"/>
    <w:rsid w:val="003D537B"/>
    <w:rsid w:val="003D5398"/>
    <w:rsid w:val="003D59CC"/>
    <w:rsid w:val="003D5AD8"/>
    <w:rsid w:val="003D5B71"/>
    <w:rsid w:val="003D5C87"/>
    <w:rsid w:val="003D5D01"/>
    <w:rsid w:val="003D65EB"/>
    <w:rsid w:val="003D6A08"/>
    <w:rsid w:val="003D6A86"/>
    <w:rsid w:val="003D6BA8"/>
    <w:rsid w:val="003D70EC"/>
    <w:rsid w:val="003D743A"/>
    <w:rsid w:val="003D7601"/>
    <w:rsid w:val="003D76B5"/>
    <w:rsid w:val="003D78CC"/>
    <w:rsid w:val="003D7BA0"/>
    <w:rsid w:val="003D7D18"/>
    <w:rsid w:val="003D7D5C"/>
    <w:rsid w:val="003E01E3"/>
    <w:rsid w:val="003E0374"/>
    <w:rsid w:val="003E052B"/>
    <w:rsid w:val="003E05CE"/>
    <w:rsid w:val="003E0616"/>
    <w:rsid w:val="003E075F"/>
    <w:rsid w:val="003E0CDB"/>
    <w:rsid w:val="003E1342"/>
    <w:rsid w:val="003E1727"/>
    <w:rsid w:val="003E1906"/>
    <w:rsid w:val="003E1C97"/>
    <w:rsid w:val="003E20AC"/>
    <w:rsid w:val="003E22EE"/>
    <w:rsid w:val="003E2395"/>
    <w:rsid w:val="003E23E3"/>
    <w:rsid w:val="003E23F2"/>
    <w:rsid w:val="003E25D5"/>
    <w:rsid w:val="003E2B9A"/>
    <w:rsid w:val="003E2BC9"/>
    <w:rsid w:val="003E2CC4"/>
    <w:rsid w:val="003E2F22"/>
    <w:rsid w:val="003E31B5"/>
    <w:rsid w:val="003E31EB"/>
    <w:rsid w:val="003E3486"/>
    <w:rsid w:val="003E3503"/>
    <w:rsid w:val="003E35E4"/>
    <w:rsid w:val="003E3617"/>
    <w:rsid w:val="003E3704"/>
    <w:rsid w:val="003E384E"/>
    <w:rsid w:val="003E38A1"/>
    <w:rsid w:val="003E3AC9"/>
    <w:rsid w:val="003E3AEB"/>
    <w:rsid w:val="003E3E15"/>
    <w:rsid w:val="003E42D0"/>
    <w:rsid w:val="003E43AB"/>
    <w:rsid w:val="003E4D42"/>
    <w:rsid w:val="003E4E61"/>
    <w:rsid w:val="003E50D9"/>
    <w:rsid w:val="003E52EC"/>
    <w:rsid w:val="003E53DF"/>
    <w:rsid w:val="003E54D7"/>
    <w:rsid w:val="003E55FE"/>
    <w:rsid w:val="003E5640"/>
    <w:rsid w:val="003E5662"/>
    <w:rsid w:val="003E58B7"/>
    <w:rsid w:val="003E5CDD"/>
    <w:rsid w:val="003E5CF3"/>
    <w:rsid w:val="003E5FBD"/>
    <w:rsid w:val="003E6109"/>
    <w:rsid w:val="003E63ED"/>
    <w:rsid w:val="003E7DFA"/>
    <w:rsid w:val="003F002D"/>
    <w:rsid w:val="003F00E3"/>
    <w:rsid w:val="003F033B"/>
    <w:rsid w:val="003F03DB"/>
    <w:rsid w:val="003F068F"/>
    <w:rsid w:val="003F085D"/>
    <w:rsid w:val="003F086C"/>
    <w:rsid w:val="003F0C2F"/>
    <w:rsid w:val="003F0F34"/>
    <w:rsid w:val="003F0F7A"/>
    <w:rsid w:val="003F1340"/>
    <w:rsid w:val="003F146A"/>
    <w:rsid w:val="003F1733"/>
    <w:rsid w:val="003F182B"/>
    <w:rsid w:val="003F1CE8"/>
    <w:rsid w:val="003F1E7C"/>
    <w:rsid w:val="003F201B"/>
    <w:rsid w:val="003F2046"/>
    <w:rsid w:val="003F214E"/>
    <w:rsid w:val="003F23B1"/>
    <w:rsid w:val="003F2414"/>
    <w:rsid w:val="003F262C"/>
    <w:rsid w:val="003F272D"/>
    <w:rsid w:val="003F280B"/>
    <w:rsid w:val="003F2D10"/>
    <w:rsid w:val="003F3317"/>
    <w:rsid w:val="003F340B"/>
    <w:rsid w:val="003F3784"/>
    <w:rsid w:val="003F37BE"/>
    <w:rsid w:val="003F3825"/>
    <w:rsid w:val="003F3917"/>
    <w:rsid w:val="003F3AD5"/>
    <w:rsid w:val="003F3F9A"/>
    <w:rsid w:val="003F4032"/>
    <w:rsid w:val="003F4093"/>
    <w:rsid w:val="003F418E"/>
    <w:rsid w:val="003F470C"/>
    <w:rsid w:val="003F492B"/>
    <w:rsid w:val="003F4DCB"/>
    <w:rsid w:val="003F5049"/>
    <w:rsid w:val="003F5275"/>
    <w:rsid w:val="003F5429"/>
    <w:rsid w:val="003F58ED"/>
    <w:rsid w:val="003F601F"/>
    <w:rsid w:val="003F6286"/>
    <w:rsid w:val="003F64B1"/>
    <w:rsid w:val="003F654B"/>
    <w:rsid w:val="003F7057"/>
    <w:rsid w:val="003F757B"/>
    <w:rsid w:val="003F7A26"/>
    <w:rsid w:val="003F7AF0"/>
    <w:rsid w:val="003F7D26"/>
    <w:rsid w:val="0040037D"/>
    <w:rsid w:val="00400645"/>
    <w:rsid w:val="004006A3"/>
    <w:rsid w:val="0040070E"/>
    <w:rsid w:val="004007A9"/>
    <w:rsid w:val="00400A5A"/>
    <w:rsid w:val="00400F63"/>
    <w:rsid w:val="00401368"/>
    <w:rsid w:val="00402984"/>
    <w:rsid w:val="00402DB1"/>
    <w:rsid w:val="00402FD6"/>
    <w:rsid w:val="004031C3"/>
    <w:rsid w:val="0040328D"/>
    <w:rsid w:val="00403A39"/>
    <w:rsid w:val="00403A43"/>
    <w:rsid w:val="00403A53"/>
    <w:rsid w:val="00403A93"/>
    <w:rsid w:val="0040449A"/>
    <w:rsid w:val="004046B5"/>
    <w:rsid w:val="00404A4C"/>
    <w:rsid w:val="00404BAF"/>
    <w:rsid w:val="00404DC8"/>
    <w:rsid w:val="0040512F"/>
    <w:rsid w:val="004051C0"/>
    <w:rsid w:val="004053A8"/>
    <w:rsid w:val="00405490"/>
    <w:rsid w:val="00405A18"/>
    <w:rsid w:val="00405AD9"/>
    <w:rsid w:val="00405FF5"/>
    <w:rsid w:val="004063AE"/>
    <w:rsid w:val="004066DF"/>
    <w:rsid w:val="00406A1F"/>
    <w:rsid w:val="00406EDC"/>
    <w:rsid w:val="00407BEB"/>
    <w:rsid w:val="00407DC3"/>
    <w:rsid w:val="00407DCA"/>
    <w:rsid w:val="00410940"/>
    <w:rsid w:val="004109BA"/>
    <w:rsid w:val="00410BEF"/>
    <w:rsid w:val="00410C44"/>
    <w:rsid w:val="00410D97"/>
    <w:rsid w:val="0041131D"/>
    <w:rsid w:val="0041151C"/>
    <w:rsid w:val="00411592"/>
    <w:rsid w:val="00411674"/>
    <w:rsid w:val="0041193D"/>
    <w:rsid w:val="00411DDD"/>
    <w:rsid w:val="00411EB8"/>
    <w:rsid w:val="00411FEE"/>
    <w:rsid w:val="0041240C"/>
    <w:rsid w:val="00412623"/>
    <w:rsid w:val="004127E0"/>
    <w:rsid w:val="004128C1"/>
    <w:rsid w:val="00412AFE"/>
    <w:rsid w:val="004130CA"/>
    <w:rsid w:val="00413796"/>
    <w:rsid w:val="00413FA9"/>
    <w:rsid w:val="0041412C"/>
    <w:rsid w:val="004144C5"/>
    <w:rsid w:val="00414891"/>
    <w:rsid w:val="00414899"/>
    <w:rsid w:val="004149B0"/>
    <w:rsid w:val="00414CFC"/>
    <w:rsid w:val="0041516F"/>
    <w:rsid w:val="00415266"/>
    <w:rsid w:val="00415316"/>
    <w:rsid w:val="004157B3"/>
    <w:rsid w:val="004158B3"/>
    <w:rsid w:val="004159C8"/>
    <w:rsid w:val="00415B1B"/>
    <w:rsid w:val="00415BE0"/>
    <w:rsid w:val="00415FAE"/>
    <w:rsid w:val="004160D0"/>
    <w:rsid w:val="004163F0"/>
    <w:rsid w:val="004165BD"/>
    <w:rsid w:val="004167C8"/>
    <w:rsid w:val="004172F0"/>
    <w:rsid w:val="0041757C"/>
    <w:rsid w:val="00417778"/>
    <w:rsid w:val="00417984"/>
    <w:rsid w:val="004200B2"/>
    <w:rsid w:val="004203CB"/>
    <w:rsid w:val="004209B1"/>
    <w:rsid w:val="004209D1"/>
    <w:rsid w:val="00420ADA"/>
    <w:rsid w:val="00420DAE"/>
    <w:rsid w:val="00420F9A"/>
    <w:rsid w:val="00421314"/>
    <w:rsid w:val="00421394"/>
    <w:rsid w:val="004214F5"/>
    <w:rsid w:val="0042157A"/>
    <w:rsid w:val="004215D6"/>
    <w:rsid w:val="00421751"/>
    <w:rsid w:val="004217AF"/>
    <w:rsid w:val="00421EA5"/>
    <w:rsid w:val="004223DD"/>
    <w:rsid w:val="004224A2"/>
    <w:rsid w:val="00422D78"/>
    <w:rsid w:val="00422F5E"/>
    <w:rsid w:val="00423057"/>
    <w:rsid w:val="004231E0"/>
    <w:rsid w:val="00423DAE"/>
    <w:rsid w:val="00423DBF"/>
    <w:rsid w:val="00423EDA"/>
    <w:rsid w:val="00424023"/>
    <w:rsid w:val="00424046"/>
    <w:rsid w:val="004243BF"/>
    <w:rsid w:val="004243F6"/>
    <w:rsid w:val="0042457F"/>
    <w:rsid w:val="0042512C"/>
    <w:rsid w:val="0042512E"/>
    <w:rsid w:val="0042513C"/>
    <w:rsid w:val="00425252"/>
    <w:rsid w:val="004255F8"/>
    <w:rsid w:val="0042576C"/>
    <w:rsid w:val="00425A57"/>
    <w:rsid w:val="00425E6B"/>
    <w:rsid w:val="004261C5"/>
    <w:rsid w:val="0042627A"/>
    <w:rsid w:val="0042644F"/>
    <w:rsid w:val="004268BA"/>
    <w:rsid w:val="00426C6D"/>
    <w:rsid w:val="00426D11"/>
    <w:rsid w:val="00426F70"/>
    <w:rsid w:val="0042726C"/>
    <w:rsid w:val="00427485"/>
    <w:rsid w:val="00427651"/>
    <w:rsid w:val="0042767B"/>
    <w:rsid w:val="00427A09"/>
    <w:rsid w:val="00427BE1"/>
    <w:rsid w:val="00430127"/>
    <w:rsid w:val="0043016A"/>
    <w:rsid w:val="00430546"/>
    <w:rsid w:val="00430BD9"/>
    <w:rsid w:val="00430BF3"/>
    <w:rsid w:val="00430CF0"/>
    <w:rsid w:val="00431752"/>
    <w:rsid w:val="00431ED6"/>
    <w:rsid w:val="004320DB"/>
    <w:rsid w:val="0043216A"/>
    <w:rsid w:val="00432194"/>
    <w:rsid w:val="004322F6"/>
    <w:rsid w:val="00432347"/>
    <w:rsid w:val="0043244A"/>
    <w:rsid w:val="004324C0"/>
    <w:rsid w:val="004325C5"/>
    <w:rsid w:val="0043318C"/>
    <w:rsid w:val="0043363E"/>
    <w:rsid w:val="0043367C"/>
    <w:rsid w:val="00433708"/>
    <w:rsid w:val="00433A4A"/>
    <w:rsid w:val="00433ACD"/>
    <w:rsid w:val="00433B18"/>
    <w:rsid w:val="00433C04"/>
    <w:rsid w:val="00434047"/>
    <w:rsid w:val="004340C3"/>
    <w:rsid w:val="004340E8"/>
    <w:rsid w:val="00434229"/>
    <w:rsid w:val="0043473F"/>
    <w:rsid w:val="00434990"/>
    <w:rsid w:val="00434D24"/>
    <w:rsid w:val="00434DC1"/>
    <w:rsid w:val="00434E28"/>
    <w:rsid w:val="004353B3"/>
    <w:rsid w:val="004355D3"/>
    <w:rsid w:val="004359BC"/>
    <w:rsid w:val="00435B67"/>
    <w:rsid w:val="00435CA4"/>
    <w:rsid w:val="00435CC0"/>
    <w:rsid w:val="0043649C"/>
    <w:rsid w:val="0043689B"/>
    <w:rsid w:val="004369C9"/>
    <w:rsid w:val="00436CAA"/>
    <w:rsid w:val="004377F2"/>
    <w:rsid w:val="00437D43"/>
    <w:rsid w:val="004403C8"/>
    <w:rsid w:val="0044073A"/>
    <w:rsid w:val="00440A19"/>
    <w:rsid w:val="00440E46"/>
    <w:rsid w:val="00440F75"/>
    <w:rsid w:val="00441025"/>
    <w:rsid w:val="0044110A"/>
    <w:rsid w:val="0044114F"/>
    <w:rsid w:val="0044135A"/>
    <w:rsid w:val="0044139F"/>
    <w:rsid w:val="0044160C"/>
    <w:rsid w:val="0044187A"/>
    <w:rsid w:val="00441A74"/>
    <w:rsid w:val="00441DF8"/>
    <w:rsid w:val="004423A7"/>
    <w:rsid w:val="00442424"/>
    <w:rsid w:val="0044260D"/>
    <w:rsid w:val="00442620"/>
    <w:rsid w:val="004429A3"/>
    <w:rsid w:val="00442C86"/>
    <w:rsid w:val="004432F9"/>
    <w:rsid w:val="00443574"/>
    <w:rsid w:val="0044375C"/>
    <w:rsid w:val="00443920"/>
    <w:rsid w:val="00443991"/>
    <w:rsid w:val="00443B60"/>
    <w:rsid w:val="00443C09"/>
    <w:rsid w:val="00443CF9"/>
    <w:rsid w:val="00443DAB"/>
    <w:rsid w:val="00443F46"/>
    <w:rsid w:val="00443FE6"/>
    <w:rsid w:val="004443E9"/>
    <w:rsid w:val="0044453D"/>
    <w:rsid w:val="00444796"/>
    <w:rsid w:val="004447A5"/>
    <w:rsid w:val="00444D2A"/>
    <w:rsid w:val="00444EF5"/>
    <w:rsid w:val="004452FB"/>
    <w:rsid w:val="004454B5"/>
    <w:rsid w:val="004458DA"/>
    <w:rsid w:val="00445AE6"/>
    <w:rsid w:val="00445F1D"/>
    <w:rsid w:val="0044600E"/>
    <w:rsid w:val="00446036"/>
    <w:rsid w:val="0044603B"/>
    <w:rsid w:val="004461A4"/>
    <w:rsid w:val="00446AA5"/>
    <w:rsid w:val="00446F83"/>
    <w:rsid w:val="00446FC2"/>
    <w:rsid w:val="00447405"/>
    <w:rsid w:val="0044787F"/>
    <w:rsid w:val="00447890"/>
    <w:rsid w:val="004479C7"/>
    <w:rsid w:val="00447AD7"/>
    <w:rsid w:val="00447D5E"/>
    <w:rsid w:val="00447E83"/>
    <w:rsid w:val="00450748"/>
    <w:rsid w:val="004508BA"/>
    <w:rsid w:val="004509B1"/>
    <w:rsid w:val="004509C6"/>
    <w:rsid w:val="00450AB2"/>
    <w:rsid w:val="00450B70"/>
    <w:rsid w:val="004512BA"/>
    <w:rsid w:val="0045168A"/>
    <w:rsid w:val="00451998"/>
    <w:rsid w:val="00451AF8"/>
    <w:rsid w:val="00451BAE"/>
    <w:rsid w:val="00451D3C"/>
    <w:rsid w:val="00451D3F"/>
    <w:rsid w:val="00451E83"/>
    <w:rsid w:val="00451EB0"/>
    <w:rsid w:val="00451F6C"/>
    <w:rsid w:val="00451F85"/>
    <w:rsid w:val="004521EB"/>
    <w:rsid w:val="00452273"/>
    <w:rsid w:val="004529CC"/>
    <w:rsid w:val="00452A96"/>
    <w:rsid w:val="00452A9E"/>
    <w:rsid w:val="00452B5D"/>
    <w:rsid w:val="00452C2D"/>
    <w:rsid w:val="00452D30"/>
    <w:rsid w:val="004530D3"/>
    <w:rsid w:val="00453316"/>
    <w:rsid w:val="00453572"/>
    <w:rsid w:val="004540AB"/>
    <w:rsid w:val="004542E4"/>
    <w:rsid w:val="0045438C"/>
    <w:rsid w:val="004543E4"/>
    <w:rsid w:val="00454868"/>
    <w:rsid w:val="00454C0B"/>
    <w:rsid w:val="00454CE5"/>
    <w:rsid w:val="00454CE6"/>
    <w:rsid w:val="00454D18"/>
    <w:rsid w:val="00454DBF"/>
    <w:rsid w:val="00455201"/>
    <w:rsid w:val="0045534A"/>
    <w:rsid w:val="004558CE"/>
    <w:rsid w:val="004558D3"/>
    <w:rsid w:val="004562E2"/>
    <w:rsid w:val="004565AC"/>
    <w:rsid w:val="00456A46"/>
    <w:rsid w:val="00456AEB"/>
    <w:rsid w:val="00456BA2"/>
    <w:rsid w:val="00457085"/>
    <w:rsid w:val="00457292"/>
    <w:rsid w:val="00457555"/>
    <w:rsid w:val="0045765D"/>
    <w:rsid w:val="00457ACC"/>
    <w:rsid w:val="00457F16"/>
    <w:rsid w:val="004600A8"/>
    <w:rsid w:val="004602BF"/>
    <w:rsid w:val="004602D4"/>
    <w:rsid w:val="004607E0"/>
    <w:rsid w:val="00460BE3"/>
    <w:rsid w:val="00460CBA"/>
    <w:rsid w:val="0046125F"/>
    <w:rsid w:val="00461569"/>
    <w:rsid w:val="004616ED"/>
    <w:rsid w:val="004617C5"/>
    <w:rsid w:val="00461B67"/>
    <w:rsid w:val="00461BAA"/>
    <w:rsid w:val="004620CD"/>
    <w:rsid w:val="00462690"/>
    <w:rsid w:val="00462695"/>
    <w:rsid w:val="00462947"/>
    <w:rsid w:val="00462A69"/>
    <w:rsid w:val="00462B2B"/>
    <w:rsid w:val="00462E45"/>
    <w:rsid w:val="00462FAA"/>
    <w:rsid w:val="0046348A"/>
    <w:rsid w:val="004636B4"/>
    <w:rsid w:val="0046390E"/>
    <w:rsid w:val="00463A60"/>
    <w:rsid w:val="00463B69"/>
    <w:rsid w:val="00463C4B"/>
    <w:rsid w:val="00463E07"/>
    <w:rsid w:val="00463F84"/>
    <w:rsid w:val="00464495"/>
    <w:rsid w:val="004646C9"/>
    <w:rsid w:val="004646EA"/>
    <w:rsid w:val="0046471E"/>
    <w:rsid w:val="00464778"/>
    <w:rsid w:val="004647C9"/>
    <w:rsid w:val="00464C48"/>
    <w:rsid w:val="00464D83"/>
    <w:rsid w:val="00464DDB"/>
    <w:rsid w:val="00464EC2"/>
    <w:rsid w:val="00464EE4"/>
    <w:rsid w:val="00464FF3"/>
    <w:rsid w:val="0046540F"/>
    <w:rsid w:val="00465564"/>
    <w:rsid w:val="00465648"/>
    <w:rsid w:val="004657D4"/>
    <w:rsid w:val="00465A16"/>
    <w:rsid w:val="00466472"/>
    <w:rsid w:val="004669DE"/>
    <w:rsid w:val="00466CFA"/>
    <w:rsid w:val="004674B4"/>
    <w:rsid w:val="0046777B"/>
    <w:rsid w:val="00467929"/>
    <w:rsid w:val="00467951"/>
    <w:rsid w:val="00467A5C"/>
    <w:rsid w:val="00470121"/>
    <w:rsid w:val="00470B62"/>
    <w:rsid w:val="0047137D"/>
    <w:rsid w:val="00471458"/>
    <w:rsid w:val="004716B3"/>
    <w:rsid w:val="00471853"/>
    <w:rsid w:val="00472345"/>
    <w:rsid w:val="00472504"/>
    <w:rsid w:val="004726EE"/>
    <w:rsid w:val="00472822"/>
    <w:rsid w:val="00472924"/>
    <w:rsid w:val="00472FF5"/>
    <w:rsid w:val="00473481"/>
    <w:rsid w:val="004734C7"/>
    <w:rsid w:val="004736C9"/>
    <w:rsid w:val="00473A31"/>
    <w:rsid w:val="00473EA7"/>
    <w:rsid w:val="00473F43"/>
    <w:rsid w:val="004741BD"/>
    <w:rsid w:val="004744A4"/>
    <w:rsid w:val="00475029"/>
    <w:rsid w:val="0047526F"/>
    <w:rsid w:val="004752BB"/>
    <w:rsid w:val="00475443"/>
    <w:rsid w:val="004754A6"/>
    <w:rsid w:val="00475527"/>
    <w:rsid w:val="004755D8"/>
    <w:rsid w:val="00475982"/>
    <w:rsid w:val="00475A97"/>
    <w:rsid w:val="00476131"/>
    <w:rsid w:val="004761C4"/>
    <w:rsid w:val="00476216"/>
    <w:rsid w:val="00476587"/>
    <w:rsid w:val="00476961"/>
    <w:rsid w:val="00476B58"/>
    <w:rsid w:val="00476F5A"/>
    <w:rsid w:val="00477181"/>
    <w:rsid w:val="004778EC"/>
    <w:rsid w:val="00477D62"/>
    <w:rsid w:val="00477EDB"/>
    <w:rsid w:val="00477FF4"/>
    <w:rsid w:val="004800DA"/>
    <w:rsid w:val="00480200"/>
    <w:rsid w:val="004802A4"/>
    <w:rsid w:val="00480461"/>
    <w:rsid w:val="004805F7"/>
    <w:rsid w:val="0048063B"/>
    <w:rsid w:val="00480B09"/>
    <w:rsid w:val="00480D72"/>
    <w:rsid w:val="00480EF7"/>
    <w:rsid w:val="004810AA"/>
    <w:rsid w:val="004811F5"/>
    <w:rsid w:val="0048137F"/>
    <w:rsid w:val="0048161C"/>
    <w:rsid w:val="004816B5"/>
    <w:rsid w:val="004816E2"/>
    <w:rsid w:val="00481796"/>
    <w:rsid w:val="00481B75"/>
    <w:rsid w:val="00481BA2"/>
    <w:rsid w:val="004820CF"/>
    <w:rsid w:val="004822B4"/>
    <w:rsid w:val="004824C0"/>
    <w:rsid w:val="00482609"/>
    <w:rsid w:val="00482881"/>
    <w:rsid w:val="00482889"/>
    <w:rsid w:val="00482B93"/>
    <w:rsid w:val="00483058"/>
    <w:rsid w:val="004831E9"/>
    <w:rsid w:val="0048329C"/>
    <w:rsid w:val="004832B3"/>
    <w:rsid w:val="00483393"/>
    <w:rsid w:val="004833EB"/>
    <w:rsid w:val="004834B3"/>
    <w:rsid w:val="004836DC"/>
    <w:rsid w:val="00483877"/>
    <w:rsid w:val="00483AE8"/>
    <w:rsid w:val="00483AFE"/>
    <w:rsid w:val="00483E5F"/>
    <w:rsid w:val="00483EB2"/>
    <w:rsid w:val="00483FFE"/>
    <w:rsid w:val="00484342"/>
    <w:rsid w:val="00484461"/>
    <w:rsid w:val="0048448F"/>
    <w:rsid w:val="00484B83"/>
    <w:rsid w:val="00484C1D"/>
    <w:rsid w:val="00484E90"/>
    <w:rsid w:val="00484F8C"/>
    <w:rsid w:val="004852B5"/>
    <w:rsid w:val="00485303"/>
    <w:rsid w:val="00485603"/>
    <w:rsid w:val="00485687"/>
    <w:rsid w:val="0048587D"/>
    <w:rsid w:val="00485E67"/>
    <w:rsid w:val="00486299"/>
    <w:rsid w:val="004865C4"/>
    <w:rsid w:val="004865E6"/>
    <w:rsid w:val="004867CD"/>
    <w:rsid w:val="00486AA1"/>
    <w:rsid w:val="00486C13"/>
    <w:rsid w:val="00486C57"/>
    <w:rsid w:val="00486DBC"/>
    <w:rsid w:val="00486DE9"/>
    <w:rsid w:val="00486DF4"/>
    <w:rsid w:val="00486E42"/>
    <w:rsid w:val="00487128"/>
    <w:rsid w:val="004872BE"/>
    <w:rsid w:val="004872CE"/>
    <w:rsid w:val="004873BE"/>
    <w:rsid w:val="00487C14"/>
    <w:rsid w:val="00487C71"/>
    <w:rsid w:val="00487EC8"/>
    <w:rsid w:val="004902DD"/>
    <w:rsid w:val="004904A1"/>
    <w:rsid w:val="00490608"/>
    <w:rsid w:val="0049066E"/>
    <w:rsid w:val="0049076D"/>
    <w:rsid w:val="004907B0"/>
    <w:rsid w:val="00491395"/>
    <w:rsid w:val="004913DE"/>
    <w:rsid w:val="00491AB0"/>
    <w:rsid w:val="00491E87"/>
    <w:rsid w:val="004925B9"/>
    <w:rsid w:val="00492863"/>
    <w:rsid w:val="00492C44"/>
    <w:rsid w:val="00492CD7"/>
    <w:rsid w:val="00492CE2"/>
    <w:rsid w:val="00492D47"/>
    <w:rsid w:val="0049302D"/>
    <w:rsid w:val="0049313D"/>
    <w:rsid w:val="00493683"/>
    <w:rsid w:val="00493766"/>
    <w:rsid w:val="00493867"/>
    <w:rsid w:val="00493A76"/>
    <w:rsid w:val="00493C94"/>
    <w:rsid w:val="00493CC5"/>
    <w:rsid w:val="00493D46"/>
    <w:rsid w:val="00493F7C"/>
    <w:rsid w:val="004948C9"/>
    <w:rsid w:val="00494AA2"/>
    <w:rsid w:val="00494ADD"/>
    <w:rsid w:val="00494B0F"/>
    <w:rsid w:val="00494C93"/>
    <w:rsid w:val="0049520F"/>
    <w:rsid w:val="004952F6"/>
    <w:rsid w:val="004953EA"/>
    <w:rsid w:val="0049540F"/>
    <w:rsid w:val="00495815"/>
    <w:rsid w:val="00495AB9"/>
    <w:rsid w:val="00495F75"/>
    <w:rsid w:val="00495F76"/>
    <w:rsid w:val="004966D6"/>
    <w:rsid w:val="004967B6"/>
    <w:rsid w:val="00496877"/>
    <w:rsid w:val="00496E4D"/>
    <w:rsid w:val="0049702F"/>
    <w:rsid w:val="004970C3"/>
    <w:rsid w:val="004974EA"/>
    <w:rsid w:val="00497D48"/>
    <w:rsid w:val="00497DD5"/>
    <w:rsid w:val="00497F4E"/>
    <w:rsid w:val="004A0343"/>
    <w:rsid w:val="004A04F7"/>
    <w:rsid w:val="004A0715"/>
    <w:rsid w:val="004A0941"/>
    <w:rsid w:val="004A0A48"/>
    <w:rsid w:val="004A0A9B"/>
    <w:rsid w:val="004A0BBA"/>
    <w:rsid w:val="004A0BE9"/>
    <w:rsid w:val="004A14D8"/>
    <w:rsid w:val="004A1B39"/>
    <w:rsid w:val="004A1EE7"/>
    <w:rsid w:val="004A297A"/>
    <w:rsid w:val="004A2B69"/>
    <w:rsid w:val="004A2BB4"/>
    <w:rsid w:val="004A2CB4"/>
    <w:rsid w:val="004A2CBA"/>
    <w:rsid w:val="004A2D2B"/>
    <w:rsid w:val="004A2D59"/>
    <w:rsid w:val="004A3147"/>
    <w:rsid w:val="004A34C7"/>
    <w:rsid w:val="004A38AA"/>
    <w:rsid w:val="004A3A58"/>
    <w:rsid w:val="004A3E76"/>
    <w:rsid w:val="004A3FD7"/>
    <w:rsid w:val="004A41D5"/>
    <w:rsid w:val="004A4232"/>
    <w:rsid w:val="004A435B"/>
    <w:rsid w:val="004A48C4"/>
    <w:rsid w:val="004A4ADB"/>
    <w:rsid w:val="004A4CAA"/>
    <w:rsid w:val="004A4D92"/>
    <w:rsid w:val="004A4F28"/>
    <w:rsid w:val="004A4FA9"/>
    <w:rsid w:val="004A55C4"/>
    <w:rsid w:val="004A59D3"/>
    <w:rsid w:val="004A6308"/>
    <w:rsid w:val="004A639A"/>
    <w:rsid w:val="004A65F2"/>
    <w:rsid w:val="004A6A29"/>
    <w:rsid w:val="004A716B"/>
    <w:rsid w:val="004A7657"/>
    <w:rsid w:val="004A7BEF"/>
    <w:rsid w:val="004A7E38"/>
    <w:rsid w:val="004A7EFA"/>
    <w:rsid w:val="004B02D0"/>
    <w:rsid w:val="004B05FD"/>
    <w:rsid w:val="004B08DC"/>
    <w:rsid w:val="004B0A09"/>
    <w:rsid w:val="004B11D7"/>
    <w:rsid w:val="004B1335"/>
    <w:rsid w:val="004B18FE"/>
    <w:rsid w:val="004B19E9"/>
    <w:rsid w:val="004B1AAF"/>
    <w:rsid w:val="004B1CED"/>
    <w:rsid w:val="004B1DAD"/>
    <w:rsid w:val="004B1FAA"/>
    <w:rsid w:val="004B2214"/>
    <w:rsid w:val="004B2D28"/>
    <w:rsid w:val="004B31CA"/>
    <w:rsid w:val="004B389C"/>
    <w:rsid w:val="004B38E5"/>
    <w:rsid w:val="004B3B98"/>
    <w:rsid w:val="004B3DE0"/>
    <w:rsid w:val="004B3E4E"/>
    <w:rsid w:val="004B3F3D"/>
    <w:rsid w:val="004B3F6E"/>
    <w:rsid w:val="004B3FEB"/>
    <w:rsid w:val="004B402B"/>
    <w:rsid w:val="004B40EF"/>
    <w:rsid w:val="004B41A4"/>
    <w:rsid w:val="004B47D7"/>
    <w:rsid w:val="004B49EB"/>
    <w:rsid w:val="004B4EBE"/>
    <w:rsid w:val="004B4F13"/>
    <w:rsid w:val="004B548D"/>
    <w:rsid w:val="004B56BD"/>
    <w:rsid w:val="004B583C"/>
    <w:rsid w:val="004B584D"/>
    <w:rsid w:val="004B59D6"/>
    <w:rsid w:val="004B5CB2"/>
    <w:rsid w:val="004B5D6E"/>
    <w:rsid w:val="004B6564"/>
    <w:rsid w:val="004B661E"/>
    <w:rsid w:val="004B66DC"/>
    <w:rsid w:val="004B6BDC"/>
    <w:rsid w:val="004B6DBD"/>
    <w:rsid w:val="004B7178"/>
    <w:rsid w:val="004B7234"/>
    <w:rsid w:val="004B72D6"/>
    <w:rsid w:val="004B757F"/>
    <w:rsid w:val="004B7ABB"/>
    <w:rsid w:val="004C010B"/>
    <w:rsid w:val="004C08C7"/>
    <w:rsid w:val="004C09ED"/>
    <w:rsid w:val="004C112F"/>
    <w:rsid w:val="004C1253"/>
    <w:rsid w:val="004C12BD"/>
    <w:rsid w:val="004C13AB"/>
    <w:rsid w:val="004C15F5"/>
    <w:rsid w:val="004C18D0"/>
    <w:rsid w:val="004C1A20"/>
    <w:rsid w:val="004C1BFB"/>
    <w:rsid w:val="004C1C62"/>
    <w:rsid w:val="004C1CB0"/>
    <w:rsid w:val="004C1CED"/>
    <w:rsid w:val="004C1F19"/>
    <w:rsid w:val="004C20B3"/>
    <w:rsid w:val="004C20C8"/>
    <w:rsid w:val="004C2119"/>
    <w:rsid w:val="004C2173"/>
    <w:rsid w:val="004C217E"/>
    <w:rsid w:val="004C3053"/>
    <w:rsid w:val="004C3123"/>
    <w:rsid w:val="004C3646"/>
    <w:rsid w:val="004C36E6"/>
    <w:rsid w:val="004C3876"/>
    <w:rsid w:val="004C398F"/>
    <w:rsid w:val="004C3A32"/>
    <w:rsid w:val="004C3A63"/>
    <w:rsid w:val="004C3FD4"/>
    <w:rsid w:val="004C4015"/>
    <w:rsid w:val="004C4289"/>
    <w:rsid w:val="004C4312"/>
    <w:rsid w:val="004C4383"/>
    <w:rsid w:val="004C47D7"/>
    <w:rsid w:val="004C4A3F"/>
    <w:rsid w:val="004C4B0A"/>
    <w:rsid w:val="004C4B47"/>
    <w:rsid w:val="004C4FB5"/>
    <w:rsid w:val="004C51CB"/>
    <w:rsid w:val="004C5512"/>
    <w:rsid w:val="004C59D4"/>
    <w:rsid w:val="004C59EC"/>
    <w:rsid w:val="004C5A55"/>
    <w:rsid w:val="004C5BD7"/>
    <w:rsid w:val="004C5E81"/>
    <w:rsid w:val="004C61E6"/>
    <w:rsid w:val="004C6C55"/>
    <w:rsid w:val="004C72C2"/>
    <w:rsid w:val="004C7356"/>
    <w:rsid w:val="004C757C"/>
    <w:rsid w:val="004C758C"/>
    <w:rsid w:val="004C75C5"/>
    <w:rsid w:val="004C7922"/>
    <w:rsid w:val="004C7998"/>
    <w:rsid w:val="004C7D2A"/>
    <w:rsid w:val="004C7D43"/>
    <w:rsid w:val="004D00C6"/>
    <w:rsid w:val="004D03F1"/>
    <w:rsid w:val="004D07F5"/>
    <w:rsid w:val="004D0F76"/>
    <w:rsid w:val="004D0FA4"/>
    <w:rsid w:val="004D0FB1"/>
    <w:rsid w:val="004D1972"/>
    <w:rsid w:val="004D19A4"/>
    <w:rsid w:val="004D1B95"/>
    <w:rsid w:val="004D1BD2"/>
    <w:rsid w:val="004D1C36"/>
    <w:rsid w:val="004D22D9"/>
    <w:rsid w:val="004D267B"/>
    <w:rsid w:val="004D2AA5"/>
    <w:rsid w:val="004D2BEA"/>
    <w:rsid w:val="004D2D4B"/>
    <w:rsid w:val="004D2F25"/>
    <w:rsid w:val="004D2F42"/>
    <w:rsid w:val="004D322D"/>
    <w:rsid w:val="004D37C7"/>
    <w:rsid w:val="004D3846"/>
    <w:rsid w:val="004D392F"/>
    <w:rsid w:val="004D3AC9"/>
    <w:rsid w:val="004D3E69"/>
    <w:rsid w:val="004D40C1"/>
    <w:rsid w:val="004D422C"/>
    <w:rsid w:val="004D443A"/>
    <w:rsid w:val="004D45C0"/>
    <w:rsid w:val="004D4B2C"/>
    <w:rsid w:val="004D5213"/>
    <w:rsid w:val="004D53A3"/>
    <w:rsid w:val="004D5B9E"/>
    <w:rsid w:val="004D5C1D"/>
    <w:rsid w:val="004D5FDC"/>
    <w:rsid w:val="004D5FF3"/>
    <w:rsid w:val="004D64BD"/>
    <w:rsid w:val="004D67B4"/>
    <w:rsid w:val="004D698C"/>
    <w:rsid w:val="004D69A5"/>
    <w:rsid w:val="004D6BA9"/>
    <w:rsid w:val="004D6FD8"/>
    <w:rsid w:val="004D703B"/>
    <w:rsid w:val="004D72EA"/>
    <w:rsid w:val="004D75ED"/>
    <w:rsid w:val="004D763B"/>
    <w:rsid w:val="004D7AFA"/>
    <w:rsid w:val="004D7BC3"/>
    <w:rsid w:val="004E00C6"/>
    <w:rsid w:val="004E021B"/>
    <w:rsid w:val="004E026F"/>
    <w:rsid w:val="004E06B4"/>
    <w:rsid w:val="004E07CF"/>
    <w:rsid w:val="004E0ACE"/>
    <w:rsid w:val="004E16A9"/>
    <w:rsid w:val="004E1D74"/>
    <w:rsid w:val="004E1E22"/>
    <w:rsid w:val="004E1F46"/>
    <w:rsid w:val="004E20FC"/>
    <w:rsid w:val="004E2482"/>
    <w:rsid w:val="004E269E"/>
    <w:rsid w:val="004E2A8A"/>
    <w:rsid w:val="004E2ACE"/>
    <w:rsid w:val="004E2D9B"/>
    <w:rsid w:val="004E2F2C"/>
    <w:rsid w:val="004E2F9C"/>
    <w:rsid w:val="004E3179"/>
    <w:rsid w:val="004E355E"/>
    <w:rsid w:val="004E3ADD"/>
    <w:rsid w:val="004E3E08"/>
    <w:rsid w:val="004E450B"/>
    <w:rsid w:val="004E45C8"/>
    <w:rsid w:val="004E474F"/>
    <w:rsid w:val="004E48A9"/>
    <w:rsid w:val="004E51F9"/>
    <w:rsid w:val="004E5381"/>
    <w:rsid w:val="004E5CF2"/>
    <w:rsid w:val="004E5F94"/>
    <w:rsid w:val="004E6025"/>
    <w:rsid w:val="004E67BD"/>
    <w:rsid w:val="004E6869"/>
    <w:rsid w:val="004E7265"/>
    <w:rsid w:val="004E78EF"/>
    <w:rsid w:val="004E7A2C"/>
    <w:rsid w:val="004E7A36"/>
    <w:rsid w:val="004F009D"/>
    <w:rsid w:val="004F02D3"/>
    <w:rsid w:val="004F03C3"/>
    <w:rsid w:val="004F0457"/>
    <w:rsid w:val="004F0866"/>
    <w:rsid w:val="004F096C"/>
    <w:rsid w:val="004F0BD1"/>
    <w:rsid w:val="004F11E0"/>
    <w:rsid w:val="004F11E3"/>
    <w:rsid w:val="004F154F"/>
    <w:rsid w:val="004F15A3"/>
    <w:rsid w:val="004F16A7"/>
    <w:rsid w:val="004F1864"/>
    <w:rsid w:val="004F194E"/>
    <w:rsid w:val="004F1AB6"/>
    <w:rsid w:val="004F1ACD"/>
    <w:rsid w:val="004F1EF3"/>
    <w:rsid w:val="004F1FD0"/>
    <w:rsid w:val="004F2143"/>
    <w:rsid w:val="004F2326"/>
    <w:rsid w:val="004F23BD"/>
    <w:rsid w:val="004F2578"/>
    <w:rsid w:val="004F2776"/>
    <w:rsid w:val="004F2A3D"/>
    <w:rsid w:val="004F2D1C"/>
    <w:rsid w:val="004F32B8"/>
    <w:rsid w:val="004F3409"/>
    <w:rsid w:val="004F373A"/>
    <w:rsid w:val="004F3AD0"/>
    <w:rsid w:val="004F3B41"/>
    <w:rsid w:val="004F3C1C"/>
    <w:rsid w:val="004F3DCC"/>
    <w:rsid w:val="004F476F"/>
    <w:rsid w:val="004F4885"/>
    <w:rsid w:val="004F4BD5"/>
    <w:rsid w:val="004F4FA8"/>
    <w:rsid w:val="004F53A1"/>
    <w:rsid w:val="004F562A"/>
    <w:rsid w:val="004F575A"/>
    <w:rsid w:val="004F57D8"/>
    <w:rsid w:val="004F5920"/>
    <w:rsid w:val="004F5B3D"/>
    <w:rsid w:val="004F62DC"/>
    <w:rsid w:val="004F672F"/>
    <w:rsid w:val="004F6DA1"/>
    <w:rsid w:val="004F6E16"/>
    <w:rsid w:val="004F732B"/>
    <w:rsid w:val="004F73BC"/>
    <w:rsid w:val="004F73BF"/>
    <w:rsid w:val="004F7495"/>
    <w:rsid w:val="004F74EE"/>
    <w:rsid w:val="004F7518"/>
    <w:rsid w:val="004F7917"/>
    <w:rsid w:val="004F7938"/>
    <w:rsid w:val="004F7C3A"/>
    <w:rsid w:val="004F7D29"/>
    <w:rsid w:val="004F7D9E"/>
    <w:rsid w:val="004F7E41"/>
    <w:rsid w:val="005002CB"/>
    <w:rsid w:val="005004FD"/>
    <w:rsid w:val="0050064D"/>
    <w:rsid w:val="005006C6"/>
    <w:rsid w:val="00500D17"/>
    <w:rsid w:val="00500DC3"/>
    <w:rsid w:val="005010AF"/>
    <w:rsid w:val="005013A1"/>
    <w:rsid w:val="00501681"/>
    <w:rsid w:val="00501DD6"/>
    <w:rsid w:val="00501E32"/>
    <w:rsid w:val="0050226E"/>
    <w:rsid w:val="005022FE"/>
    <w:rsid w:val="0050257E"/>
    <w:rsid w:val="005025CD"/>
    <w:rsid w:val="005027B6"/>
    <w:rsid w:val="00502B35"/>
    <w:rsid w:val="00503109"/>
    <w:rsid w:val="00503AA6"/>
    <w:rsid w:val="00503CDE"/>
    <w:rsid w:val="00503DBE"/>
    <w:rsid w:val="0050427F"/>
    <w:rsid w:val="005043F7"/>
    <w:rsid w:val="0050492A"/>
    <w:rsid w:val="00504F22"/>
    <w:rsid w:val="00505091"/>
    <w:rsid w:val="00505648"/>
    <w:rsid w:val="0050591D"/>
    <w:rsid w:val="00505A3E"/>
    <w:rsid w:val="00505C61"/>
    <w:rsid w:val="00505F5E"/>
    <w:rsid w:val="005060AC"/>
    <w:rsid w:val="00506773"/>
    <w:rsid w:val="0050678C"/>
    <w:rsid w:val="005068DD"/>
    <w:rsid w:val="00506983"/>
    <w:rsid w:val="0050750A"/>
    <w:rsid w:val="0050798F"/>
    <w:rsid w:val="00507C9F"/>
    <w:rsid w:val="00507CE2"/>
    <w:rsid w:val="00507D1D"/>
    <w:rsid w:val="00510090"/>
    <w:rsid w:val="0051098F"/>
    <w:rsid w:val="00510C78"/>
    <w:rsid w:val="00510CC8"/>
    <w:rsid w:val="00510E3E"/>
    <w:rsid w:val="00510F0A"/>
    <w:rsid w:val="0051100C"/>
    <w:rsid w:val="00511142"/>
    <w:rsid w:val="005111EB"/>
    <w:rsid w:val="00511470"/>
    <w:rsid w:val="00511664"/>
    <w:rsid w:val="005117AE"/>
    <w:rsid w:val="00511C2B"/>
    <w:rsid w:val="00511D7E"/>
    <w:rsid w:val="00511EBC"/>
    <w:rsid w:val="00511F02"/>
    <w:rsid w:val="0051203D"/>
    <w:rsid w:val="005120C1"/>
    <w:rsid w:val="00512165"/>
    <w:rsid w:val="00512362"/>
    <w:rsid w:val="00512680"/>
    <w:rsid w:val="00512779"/>
    <w:rsid w:val="00512E2E"/>
    <w:rsid w:val="00512EF7"/>
    <w:rsid w:val="00512F09"/>
    <w:rsid w:val="00512FA3"/>
    <w:rsid w:val="0051300E"/>
    <w:rsid w:val="00513079"/>
    <w:rsid w:val="00513340"/>
    <w:rsid w:val="00513495"/>
    <w:rsid w:val="00513580"/>
    <w:rsid w:val="005137E7"/>
    <w:rsid w:val="0051386B"/>
    <w:rsid w:val="00513889"/>
    <w:rsid w:val="00513BAA"/>
    <w:rsid w:val="00513F39"/>
    <w:rsid w:val="00514482"/>
    <w:rsid w:val="0051488D"/>
    <w:rsid w:val="00514F3B"/>
    <w:rsid w:val="00514F7E"/>
    <w:rsid w:val="005154FD"/>
    <w:rsid w:val="00515671"/>
    <w:rsid w:val="00515781"/>
    <w:rsid w:val="005158B5"/>
    <w:rsid w:val="00515909"/>
    <w:rsid w:val="00516393"/>
    <w:rsid w:val="00516D1B"/>
    <w:rsid w:val="00516E8D"/>
    <w:rsid w:val="005172FB"/>
    <w:rsid w:val="00517332"/>
    <w:rsid w:val="00517656"/>
    <w:rsid w:val="00517810"/>
    <w:rsid w:val="005178C6"/>
    <w:rsid w:val="005178D1"/>
    <w:rsid w:val="00517CC4"/>
    <w:rsid w:val="00517D25"/>
    <w:rsid w:val="00517E8C"/>
    <w:rsid w:val="005200DD"/>
    <w:rsid w:val="0052048F"/>
    <w:rsid w:val="005205D9"/>
    <w:rsid w:val="00520874"/>
    <w:rsid w:val="00520A19"/>
    <w:rsid w:val="00520C30"/>
    <w:rsid w:val="00520EA9"/>
    <w:rsid w:val="00521083"/>
    <w:rsid w:val="005211B7"/>
    <w:rsid w:val="005212F5"/>
    <w:rsid w:val="0052144F"/>
    <w:rsid w:val="005215D9"/>
    <w:rsid w:val="0052160D"/>
    <w:rsid w:val="00521694"/>
    <w:rsid w:val="00521A30"/>
    <w:rsid w:val="00521C82"/>
    <w:rsid w:val="00521DAE"/>
    <w:rsid w:val="00521DF9"/>
    <w:rsid w:val="005220C5"/>
    <w:rsid w:val="005222BA"/>
    <w:rsid w:val="005227DB"/>
    <w:rsid w:val="00522B4A"/>
    <w:rsid w:val="00522C60"/>
    <w:rsid w:val="00522FB0"/>
    <w:rsid w:val="005231AF"/>
    <w:rsid w:val="005236C8"/>
    <w:rsid w:val="00523A8E"/>
    <w:rsid w:val="00523C87"/>
    <w:rsid w:val="00523D2D"/>
    <w:rsid w:val="00523E02"/>
    <w:rsid w:val="00523E22"/>
    <w:rsid w:val="00523EFF"/>
    <w:rsid w:val="00523F00"/>
    <w:rsid w:val="00523F15"/>
    <w:rsid w:val="00523F1A"/>
    <w:rsid w:val="005241EC"/>
    <w:rsid w:val="005243B1"/>
    <w:rsid w:val="005243DD"/>
    <w:rsid w:val="005249B1"/>
    <w:rsid w:val="00524D42"/>
    <w:rsid w:val="0052522D"/>
    <w:rsid w:val="0052535A"/>
    <w:rsid w:val="005260FE"/>
    <w:rsid w:val="0052647E"/>
    <w:rsid w:val="00526521"/>
    <w:rsid w:val="005266BA"/>
    <w:rsid w:val="0052670E"/>
    <w:rsid w:val="005268D9"/>
    <w:rsid w:val="005268E3"/>
    <w:rsid w:val="00526B3D"/>
    <w:rsid w:val="00526BB2"/>
    <w:rsid w:val="00526CDE"/>
    <w:rsid w:val="00526EE7"/>
    <w:rsid w:val="005274B6"/>
    <w:rsid w:val="005276FA"/>
    <w:rsid w:val="00527BC6"/>
    <w:rsid w:val="00527BE8"/>
    <w:rsid w:val="0053031D"/>
    <w:rsid w:val="00530B0F"/>
    <w:rsid w:val="00531615"/>
    <w:rsid w:val="0053168D"/>
    <w:rsid w:val="005317E6"/>
    <w:rsid w:val="005322F7"/>
    <w:rsid w:val="005324CB"/>
    <w:rsid w:val="005327E3"/>
    <w:rsid w:val="00532BDA"/>
    <w:rsid w:val="005337FE"/>
    <w:rsid w:val="00533951"/>
    <w:rsid w:val="0053398F"/>
    <w:rsid w:val="00533A8F"/>
    <w:rsid w:val="00534222"/>
    <w:rsid w:val="00534874"/>
    <w:rsid w:val="00535893"/>
    <w:rsid w:val="005358A8"/>
    <w:rsid w:val="00535A6D"/>
    <w:rsid w:val="00535E40"/>
    <w:rsid w:val="005361FF"/>
    <w:rsid w:val="0053633E"/>
    <w:rsid w:val="00536597"/>
    <w:rsid w:val="00536C40"/>
    <w:rsid w:val="00536CA2"/>
    <w:rsid w:val="00536F8E"/>
    <w:rsid w:val="0053708B"/>
    <w:rsid w:val="0053732C"/>
    <w:rsid w:val="005376CD"/>
    <w:rsid w:val="005377C2"/>
    <w:rsid w:val="00537BD8"/>
    <w:rsid w:val="00540209"/>
    <w:rsid w:val="005406AA"/>
    <w:rsid w:val="005409BC"/>
    <w:rsid w:val="00540ABE"/>
    <w:rsid w:val="00540C73"/>
    <w:rsid w:val="00540D6C"/>
    <w:rsid w:val="00540EA7"/>
    <w:rsid w:val="00540F49"/>
    <w:rsid w:val="0054111A"/>
    <w:rsid w:val="00541187"/>
    <w:rsid w:val="00541219"/>
    <w:rsid w:val="005414E2"/>
    <w:rsid w:val="00541C93"/>
    <w:rsid w:val="00541CEA"/>
    <w:rsid w:val="00541CF2"/>
    <w:rsid w:val="00541F7D"/>
    <w:rsid w:val="005421A8"/>
    <w:rsid w:val="005425BA"/>
    <w:rsid w:val="00542D18"/>
    <w:rsid w:val="00542E43"/>
    <w:rsid w:val="005430D1"/>
    <w:rsid w:val="005432E3"/>
    <w:rsid w:val="00543381"/>
    <w:rsid w:val="0054389E"/>
    <w:rsid w:val="00543EB5"/>
    <w:rsid w:val="005440BA"/>
    <w:rsid w:val="00544210"/>
    <w:rsid w:val="00544640"/>
    <w:rsid w:val="0054472E"/>
    <w:rsid w:val="00544B7B"/>
    <w:rsid w:val="00544BA2"/>
    <w:rsid w:val="00544D44"/>
    <w:rsid w:val="005458AD"/>
    <w:rsid w:val="00545981"/>
    <w:rsid w:val="00545A2D"/>
    <w:rsid w:val="00545C9A"/>
    <w:rsid w:val="0054653A"/>
    <w:rsid w:val="0054695A"/>
    <w:rsid w:val="005469E3"/>
    <w:rsid w:val="00546BFE"/>
    <w:rsid w:val="0054726B"/>
    <w:rsid w:val="00547356"/>
    <w:rsid w:val="005473F0"/>
    <w:rsid w:val="00547615"/>
    <w:rsid w:val="0054762F"/>
    <w:rsid w:val="0054769D"/>
    <w:rsid w:val="00547B26"/>
    <w:rsid w:val="00547DD8"/>
    <w:rsid w:val="005506CF"/>
    <w:rsid w:val="00550CD2"/>
    <w:rsid w:val="005510D0"/>
    <w:rsid w:val="00551108"/>
    <w:rsid w:val="005513A1"/>
    <w:rsid w:val="00551A8B"/>
    <w:rsid w:val="005520F8"/>
    <w:rsid w:val="005521DA"/>
    <w:rsid w:val="00552440"/>
    <w:rsid w:val="0055264C"/>
    <w:rsid w:val="0055278A"/>
    <w:rsid w:val="00552981"/>
    <w:rsid w:val="00552C25"/>
    <w:rsid w:val="00552C7C"/>
    <w:rsid w:val="00552E37"/>
    <w:rsid w:val="00552E9C"/>
    <w:rsid w:val="00553098"/>
    <w:rsid w:val="0055329D"/>
    <w:rsid w:val="005536CF"/>
    <w:rsid w:val="0055378C"/>
    <w:rsid w:val="005538A1"/>
    <w:rsid w:val="00554188"/>
    <w:rsid w:val="00554759"/>
    <w:rsid w:val="005547E1"/>
    <w:rsid w:val="005548AD"/>
    <w:rsid w:val="00554BC2"/>
    <w:rsid w:val="00554C76"/>
    <w:rsid w:val="00554D5A"/>
    <w:rsid w:val="00554EC2"/>
    <w:rsid w:val="00555197"/>
    <w:rsid w:val="00555484"/>
    <w:rsid w:val="0055585B"/>
    <w:rsid w:val="00555E9B"/>
    <w:rsid w:val="00556206"/>
    <w:rsid w:val="005563AF"/>
    <w:rsid w:val="005564DB"/>
    <w:rsid w:val="005566E5"/>
    <w:rsid w:val="00556F2D"/>
    <w:rsid w:val="00557249"/>
    <w:rsid w:val="00557430"/>
    <w:rsid w:val="005576DA"/>
    <w:rsid w:val="00557933"/>
    <w:rsid w:val="00557D8D"/>
    <w:rsid w:val="00557E53"/>
    <w:rsid w:val="00560442"/>
    <w:rsid w:val="00560638"/>
    <w:rsid w:val="005606C2"/>
    <w:rsid w:val="00560908"/>
    <w:rsid w:val="00560AD2"/>
    <w:rsid w:val="00560C3A"/>
    <w:rsid w:val="005611E2"/>
    <w:rsid w:val="00561279"/>
    <w:rsid w:val="005615E1"/>
    <w:rsid w:val="0056166C"/>
    <w:rsid w:val="00561AC8"/>
    <w:rsid w:val="00561D0A"/>
    <w:rsid w:val="00561FA3"/>
    <w:rsid w:val="00562170"/>
    <w:rsid w:val="005621E6"/>
    <w:rsid w:val="005621EE"/>
    <w:rsid w:val="005624EC"/>
    <w:rsid w:val="005627C1"/>
    <w:rsid w:val="0056280B"/>
    <w:rsid w:val="005628AE"/>
    <w:rsid w:val="00562B12"/>
    <w:rsid w:val="00562FD5"/>
    <w:rsid w:val="00562FFF"/>
    <w:rsid w:val="0056328D"/>
    <w:rsid w:val="005632AB"/>
    <w:rsid w:val="00563592"/>
    <w:rsid w:val="00563A83"/>
    <w:rsid w:val="00563CA6"/>
    <w:rsid w:val="00563CDE"/>
    <w:rsid w:val="00563F03"/>
    <w:rsid w:val="00563F8F"/>
    <w:rsid w:val="00564053"/>
    <w:rsid w:val="00564090"/>
    <w:rsid w:val="005640AA"/>
    <w:rsid w:val="00564240"/>
    <w:rsid w:val="00564337"/>
    <w:rsid w:val="00564831"/>
    <w:rsid w:val="00565025"/>
    <w:rsid w:val="005651EB"/>
    <w:rsid w:val="005652C7"/>
    <w:rsid w:val="00565319"/>
    <w:rsid w:val="005654BA"/>
    <w:rsid w:val="005657C4"/>
    <w:rsid w:val="005658EB"/>
    <w:rsid w:val="00565C25"/>
    <w:rsid w:val="00565E1F"/>
    <w:rsid w:val="00566475"/>
    <w:rsid w:val="00566937"/>
    <w:rsid w:val="00566A49"/>
    <w:rsid w:val="00566C9C"/>
    <w:rsid w:val="00566D98"/>
    <w:rsid w:val="00567020"/>
    <w:rsid w:val="0056734D"/>
    <w:rsid w:val="005678DE"/>
    <w:rsid w:val="00567B17"/>
    <w:rsid w:val="00567CB3"/>
    <w:rsid w:val="005702E4"/>
    <w:rsid w:val="00570438"/>
    <w:rsid w:val="005706EB"/>
    <w:rsid w:val="005707EA"/>
    <w:rsid w:val="00570A03"/>
    <w:rsid w:val="00570B7F"/>
    <w:rsid w:val="00570EFC"/>
    <w:rsid w:val="00570F3F"/>
    <w:rsid w:val="00570FBE"/>
    <w:rsid w:val="00571204"/>
    <w:rsid w:val="0057142C"/>
    <w:rsid w:val="0057186A"/>
    <w:rsid w:val="00571916"/>
    <w:rsid w:val="005719EB"/>
    <w:rsid w:val="00571A4E"/>
    <w:rsid w:val="00571DB4"/>
    <w:rsid w:val="0057205D"/>
    <w:rsid w:val="00572392"/>
    <w:rsid w:val="005723D9"/>
    <w:rsid w:val="00572952"/>
    <w:rsid w:val="005730F1"/>
    <w:rsid w:val="0057314F"/>
    <w:rsid w:val="00573493"/>
    <w:rsid w:val="0057376B"/>
    <w:rsid w:val="005740DC"/>
    <w:rsid w:val="00574143"/>
    <w:rsid w:val="0057423B"/>
    <w:rsid w:val="0057424E"/>
    <w:rsid w:val="005749BC"/>
    <w:rsid w:val="00574E59"/>
    <w:rsid w:val="0057527A"/>
    <w:rsid w:val="005753CD"/>
    <w:rsid w:val="00575523"/>
    <w:rsid w:val="005755DD"/>
    <w:rsid w:val="00575615"/>
    <w:rsid w:val="005759C1"/>
    <w:rsid w:val="00575DEB"/>
    <w:rsid w:val="00575E04"/>
    <w:rsid w:val="0057621F"/>
    <w:rsid w:val="0057669F"/>
    <w:rsid w:val="0057677D"/>
    <w:rsid w:val="00576877"/>
    <w:rsid w:val="00576D8F"/>
    <w:rsid w:val="0057710B"/>
    <w:rsid w:val="00577237"/>
    <w:rsid w:val="005773FF"/>
    <w:rsid w:val="00577556"/>
    <w:rsid w:val="00577563"/>
    <w:rsid w:val="00577744"/>
    <w:rsid w:val="005779E3"/>
    <w:rsid w:val="00577A6C"/>
    <w:rsid w:val="00577E8F"/>
    <w:rsid w:val="00577F73"/>
    <w:rsid w:val="00580145"/>
    <w:rsid w:val="00580C19"/>
    <w:rsid w:val="00580D83"/>
    <w:rsid w:val="0058117C"/>
    <w:rsid w:val="0058129D"/>
    <w:rsid w:val="005815D0"/>
    <w:rsid w:val="005816D4"/>
    <w:rsid w:val="00581E1A"/>
    <w:rsid w:val="00581FE7"/>
    <w:rsid w:val="0058215D"/>
    <w:rsid w:val="0058255D"/>
    <w:rsid w:val="0058257E"/>
    <w:rsid w:val="005827A7"/>
    <w:rsid w:val="00582A60"/>
    <w:rsid w:val="00582C9C"/>
    <w:rsid w:val="00582F20"/>
    <w:rsid w:val="00582FF6"/>
    <w:rsid w:val="0058302F"/>
    <w:rsid w:val="005831AA"/>
    <w:rsid w:val="005834D9"/>
    <w:rsid w:val="00583869"/>
    <w:rsid w:val="00583AAB"/>
    <w:rsid w:val="00583ACA"/>
    <w:rsid w:val="00583B09"/>
    <w:rsid w:val="00583C35"/>
    <w:rsid w:val="00583D96"/>
    <w:rsid w:val="00583F8F"/>
    <w:rsid w:val="00584160"/>
    <w:rsid w:val="00584643"/>
    <w:rsid w:val="005848EC"/>
    <w:rsid w:val="00584A71"/>
    <w:rsid w:val="00585095"/>
    <w:rsid w:val="005850C6"/>
    <w:rsid w:val="005850EF"/>
    <w:rsid w:val="005855A5"/>
    <w:rsid w:val="005855E1"/>
    <w:rsid w:val="0058573F"/>
    <w:rsid w:val="00585A74"/>
    <w:rsid w:val="005865A6"/>
    <w:rsid w:val="005866B0"/>
    <w:rsid w:val="00586718"/>
    <w:rsid w:val="00586AF7"/>
    <w:rsid w:val="0058703B"/>
    <w:rsid w:val="0058730C"/>
    <w:rsid w:val="005873F5"/>
    <w:rsid w:val="00587442"/>
    <w:rsid w:val="005874BF"/>
    <w:rsid w:val="00587BE5"/>
    <w:rsid w:val="00587CC0"/>
    <w:rsid w:val="005901A5"/>
    <w:rsid w:val="005901D2"/>
    <w:rsid w:val="0059035E"/>
    <w:rsid w:val="00590682"/>
    <w:rsid w:val="00590A86"/>
    <w:rsid w:val="00590B11"/>
    <w:rsid w:val="00590E83"/>
    <w:rsid w:val="005912E0"/>
    <w:rsid w:val="0059154B"/>
    <w:rsid w:val="00591EA3"/>
    <w:rsid w:val="00591F87"/>
    <w:rsid w:val="0059249F"/>
    <w:rsid w:val="00592585"/>
    <w:rsid w:val="00592B0F"/>
    <w:rsid w:val="0059305D"/>
    <w:rsid w:val="00593EE1"/>
    <w:rsid w:val="00594099"/>
    <w:rsid w:val="00594651"/>
    <w:rsid w:val="005947E0"/>
    <w:rsid w:val="0059511B"/>
    <w:rsid w:val="0059520C"/>
    <w:rsid w:val="00595261"/>
    <w:rsid w:val="0059527C"/>
    <w:rsid w:val="0059575E"/>
    <w:rsid w:val="005957D7"/>
    <w:rsid w:val="005958CB"/>
    <w:rsid w:val="005963CB"/>
    <w:rsid w:val="0059682B"/>
    <w:rsid w:val="0059684D"/>
    <w:rsid w:val="005968CF"/>
    <w:rsid w:val="00596B1A"/>
    <w:rsid w:val="005970F9"/>
    <w:rsid w:val="0059717B"/>
    <w:rsid w:val="0059725D"/>
    <w:rsid w:val="00597362"/>
    <w:rsid w:val="005973D8"/>
    <w:rsid w:val="0059765A"/>
    <w:rsid w:val="00597BCC"/>
    <w:rsid w:val="00597D83"/>
    <w:rsid w:val="00597EAF"/>
    <w:rsid w:val="005A00CC"/>
    <w:rsid w:val="005A0522"/>
    <w:rsid w:val="005A065D"/>
    <w:rsid w:val="005A0698"/>
    <w:rsid w:val="005A0791"/>
    <w:rsid w:val="005A0B5F"/>
    <w:rsid w:val="005A0CFB"/>
    <w:rsid w:val="005A10E5"/>
    <w:rsid w:val="005A1420"/>
    <w:rsid w:val="005A1B32"/>
    <w:rsid w:val="005A1BFF"/>
    <w:rsid w:val="005A1CC1"/>
    <w:rsid w:val="005A20AD"/>
    <w:rsid w:val="005A2209"/>
    <w:rsid w:val="005A2631"/>
    <w:rsid w:val="005A274E"/>
    <w:rsid w:val="005A285E"/>
    <w:rsid w:val="005A2A4F"/>
    <w:rsid w:val="005A2B92"/>
    <w:rsid w:val="005A2CA3"/>
    <w:rsid w:val="005A2CFC"/>
    <w:rsid w:val="005A2FA4"/>
    <w:rsid w:val="005A2FAE"/>
    <w:rsid w:val="005A3297"/>
    <w:rsid w:val="005A338A"/>
    <w:rsid w:val="005A33F2"/>
    <w:rsid w:val="005A3457"/>
    <w:rsid w:val="005A35B3"/>
    <w:rsid w:val="005A37C8"/>
    <w:rsid w:val="005A3A1D"/>
    <w:rsid w:val="005A3EB0"/>
    <w:rsid w:val="005A407C"/>
    <w:rsid w:val="005A40E4"/>
    <w:rsid w:val="005A4999"/>
    <w:rsid w:val="005A4A56"/>
    <w:rsid w:val="005A4AAD"/>
    <w:rsid w:val="005A4BAB"/>
    <w:rsid w:val="005A4F21"/>
    <w:rsid w:val="005A507C"/>
    <w:rsid w:val="005A58BE"/>
    <w:rsid w:val="005A65DF"/>
    <w:rsid w:val="005A671C"/>
    <w:rsid w:val="005A682D"/>
    <w:rsid w:val="005A6897"/>
    <w:rsid w:val="005A6F59"/>
    <w:rsid w:val="005A7291"/>
    <w:rsid w:val="005A75A6"/>
    <w:rsid w:val="005A7866"/>
    <w:rsid w:val="005A7C54"/>
    <w:rsid w:val="005B0165"/>
    <w:rsid w:val="005B0329"/>
    <w:rsid w:val="005B038D"/>
    <w:rsid w:val="005B03F7"/>
    <w:rsid w:val="005B0738"/>
    <w:rsid w:val="005B09BC"/>
    <w:rsid w:val="005B0E72"/>
    <w:rsid w:val="005B1041"/>
    <w:rsid w:val="005B1F03"/>
    <w:rsid w:val="005B24C8"/>
    <w:rsid w:val="005B251F"/>
    <w:rsid w:val="005B2B38"/>
    <w:rsid w:val="005B2B71"/>
    <w:rsid w:val="005B2C1B"/>
    <w:rsid w:val="005B2FC9"/>
    <w:rsid w:val="005B3117"/>
    <w:rsid w:val="005B3148"/>
    <w:rsid w:val="005B3204"/>
    <w:rsid w:val="005B33CF"/>
    <w:rsid w:val="005B34C3"/>
    <w:rsid w:val="005B3593"/>
    <w:rsid w:val="005B3FBF"/>
    <w:rsid w:val="005B40EA"/>
    <w:rsid w:val="005B4F3F"/>
    <w:rsid w:val="005B5037"/>
    <w:rsid w:val="005B58FC"/>
    <w:rsid w:val="005B5B3E"/>
    <w:rsid w:val="005B5E4C"/>
    <w:rsid w:val="005B5E55"/>
    <w:rsid w:val="005B66D2"/>
    <w:rsid w:val="005B6A10"/>
    <w:rsid w:val="005B6BAC"/>
    <w:rsid w:val="005B6E96"/>
    <w:rsid w:val="005B7451"/>
    <w:rsid w:val="005B7797"/>
    <w:rsid w:val="005B79DC"/>
    <w:rsid w:val="005B7B9C"/>
    <w:rsid w:val="005B7C91"/>
    <w:rsid w:val="005B7CF1"/>
    <w:rsid w:val="005B7FE6"/>
    <w:rsid w:val="005C031F"/>
    <w:rsid w:val="005C044C"/>
    <w:rsid w:val="005C072F"/>
    <w:rsid w:val="005C111F"/>
    <w:rsid w:val="005C120D"/>
    <w:rsid w:val="005C121D"/>
    <w:rsid w:val="005C133E"/>
    <w:rsid w:val="005C137D"/>
    <w:rsid w:val="005C1528"/>
    <w:rsid w:val="005C1552"/>
    <w:rsid w:val="005C162E"/>
    <w:rsid w:val="005C19A6"/>
    <w:rsid w:val="005C1C6E"/>
    <w:rsid w:val="005C1EB9"/>
    <w:rsid w:val="005C1F51"/>
    <w:rsid w:val="005C20CD"/>
    <w:rsid w:val="005C22A1"/>
    <w:rsid w:val="005C2738"/>
    <w:rsid w:val="005C280F"/>
    <w:rsid w:val="005C29F0"/>
    <w:rsid w:val="005C34C0"/>
    <w:rsid w:val="005C3B86"/>
    <w:rsid w:val="005C3B95"/>
    <w:rsid w:val="005C436E"/>
    <w:rsid w:val="005C4617"/>
    <w:rsid w:val="005C48A6"/>
    <w:rsid w:val="005C4E6A"/>
    <w:rsid w:val="005C51E2"/>
    <w:rsid w:val="005C53E8"/>
    <w:rsid w:val="005C5C6A"/>
    <w:rsid w:val="005C6333"/>
    <w:rsid w:val="005C6358"/>
    <w:rsid w:val="005C67E9"/>
    <w:rsid w:val="005C6901"/>
    <w:rsid w:val="005C6CE0"/>
    <w:rsid w:val="005C6EE5"/>
    <w:rsid w:val="005C7A42"/>
    <w:rsid w:val="005C7A50"/>
    <w:rsid w:val="005C7BB9"/>
    <w:rsid w:val="005C7CEE"/>
    <w:rsid w:val="005C7D73"/>
    <w:rsid w:val="005C7E9E"/>
    <w:rsid w:val="005C7F97"/>
    <w:rsid w:val="005C7FFC"/>
    <w:rsid w:val="005D015E"/>
    <w:rsid w:val="005D0165"/>
    <w:rsid w:val="005D024C"/>
    <w:rsid w:val="005D03A2"/>
    <w:rsid w:val="005D05BB"/>
    <w:rsid w:val="005D08FB"/>
    <w:rsid w:val="005D0BDC"/>
    <w:rsid w:val="005D0E04"/>
    <w:rsid w:val="005D1283"/>
    <w:rsid w:val="005D12F2"/>
    <w:rsid w:val="005D1520"/>
    <w:rsid w:val="005D1556"/>
    <w:rsid w:val="005D1572"/>
    <w:rsid w:val="005D1668"/>
    <w:rsid w:val="005D16C1"/>
    <w:rsid w:val="005D1A35"/>
    <w:rsid w:val="005D2078"/>
    <w:rsid w:val="005D20F1"/>
    <w:rsid w:val="005D2138"/>
    <w:rsid w:val="005D228A"/>
    <w:rsid w:val="005D2AA7"/>
    <w:rsid w:val="005D2B50"/>
    <w:rsid w:val="005D2EE0"/>
    <w:rsid w:val="005D31CB"/>
    <w:rsid w:val="005D321D"/>
    <w:rsid w:val="005D33FF"/>
    <w:rsid w:val="005D340B"/>
    <w:rsid w:val="005D343A"/>
    <w:rsid w:val="005D3728"/>
    <w:rsid w:val="005D38F2"/>
    <w:rsid w:val="005D392E"/>
    <w:rsid w:val="005D3A79"/>
    <w:rsid w:val="005D3C47"/>
    <w:rsid w:val="005D3F24"/>
    <w:rsid w:val="005D410D"/>
    <w:rsid w:val="005D4247"/>
    <w:rsid w:val="005D43C1"/>
    <w:rsid w:val="005D482D"/>
    <w:rsid w:val="005D4AC7"/>
    <w:rsid w:val="005D4DE3"/>
    <w:rsid w:val="005D4F63"/>
    <w:rsid w:val="005D52D5"/>
    <w:rsid w:val="005D5431"/>
    <w:rsid w:val="005D596D"/>
    <w:rsid w:val="005D5D1B"/>
    <w:rsid w:val="005D5ECC"/>
    <w:rsid w:val="005D6009"/>
    <w:rsid w:val="005D604A"/>
    <w:rsid w:val="005D6414"/>
    <w:rsid w:val="005D641C"/>
    <w:rsid w:val="005D6545"/>
    <w:rsid w:val="005D6633"/>
    <w:rsid w:val="005D690D"/>
    <w:rsid w:val="005D7223"/>
    <w:rsid w:val="005D7ACB"/>
    <w:rsid w:val="005E000B"/>
    <w:rsid w:val="005E0294"/>
    <w:rsid w:val="005E0392"/>
    <w:rsid w:val="005E03CA"/>
    <w:rsid w:val="005E05EA"/>
    <w:rsid w:val="005E0E28"/>
    <w:rsid w:val="005E12EA"/>
    <w:rsid w:val="005E16E7"/>
    <w:rsid w:val="005E183F"/>
    <w:rsid w:val="005E18C5"/>
    <w:rsid w:val="005E1DD5"/>
    <w:rsid w:val="005E1E7B"/>
    <w:rsid w:val="005E20A3"/>
    <w:rsid w:val="005E214F"/>
    <w:rsid w:val="005E2267"/>
    <w:rsid w:val="005E24F6"/>
    <w:rsid w:val="005E268E"/>
    <w:rsid w:val="005E2BB9"/>
    <w:rsid w:val="005E2BE1"/>
    <w:rsid w:val="005E2DE1"/>
    <w:rsid w:val="005E2EBE"/>
    <w:rsid w:val="005E38C1"/>
    <w:rsid w:val="005E3CB7"/>
    <w:rsid w:val="005E41C6"/>
    <w:rsid w:val="005E4441"/>
    <w:rsid w:val="005E4B99"/>
    <w:rsid w:val="005E4C20"/>
    <w:rsid w:val="005E4D96"/>
    <w:rsid w:val="005E4F47"/>
    <w:rsid w:val="005E504D"/>
    <w:rsid w:val="005E50E1"/>
    <w:rsid w:val="005E53EE"/>
    <w:rsid w:val="005E595D"/>
    <w:rsid w:val="005E595E"/>
    <w:rsid w:val="005E5ADB"/>
    <w:rsid w:val="005E5B94"/>
    <w:rsid w:val="005E5F50"/>
    <w:rsid w:val="005E6CFD"/>
    <w:rsid w:val="005E704E"/>
    <w:rsid w:val="005E7294"/>
    <w:rsid w:val="005E7981"/>
    <w:rsid w:val="005E7B46"/>
    <w:rsid w:val="005E7BD1"/>
    <w:rsid w:val="005F005F"/>
    <w:rsid w:val="005F01E1"/>
    <w:rsid w:val="005F0507"/>
    <w:rsid w:val="005F07CA"/>
    <w:rsid w:val="005F0848"/>
    <w:rsid w:val="005F0970"/>
    <w:rsid w:val="005F0A5F"/>
    <w:rsid w:val="005F0AA7"/>
    <w:rsid w:val="005F0C50"/>
    <w:rsid w:val="005F125B"/>
    <w:rsid w:val="005F1ADE"/>
    <w:rsid w:val="005F202A"/>
    <w:rsid w:val="005F227B"/>
    <w:rsid w:val="005F2363"/>
    <w:rsid w:val="005F259D"/>
    <w:rsid w:val="005F296D"/>
    <w:rsid w:val="005F3783"/>
    <w:rsid w:val="005F37C3"/>
    <w:rsid w:val="005F38C6"/>
    <w:rsid w:val="005F3F20"/>
    <w:rsid w:val="005F4204"/>
    <w:rsid w:val="005F45AC"/>
    <w:rsid w:val="005F4725"/>
    <w:rsid w:val="005F4984"/>
    <w:rsid w:val="005F4CD0"/>
    <w:rsid w:val="005F4DE1"/>
    <w:rsid w:val="005F4E09"/>
    <w:rsid w:val="005F5065"/>
    <w:rsid w:val="005F561E"/>
    <w:rsid w:val="005F5906"/>
    <w:rsid w:val="005F5D47"/>
    <w:rsid w:val="005F5EA1"/>
    <w:rsid w:val="005F5EE1"/>
    <w:rsid w:val="005F60E9"/>
    <w:rsid w:val="005F6770"/>
    <w:rsid w:val="005F69C6"/>
    <w:rsid w:val="005F6CA3"/>
    <w:rsid w:val="005F6FE8"/>
    <w:rsid w:val="005F7360"/>
    <w:rsid w:val="005F77CA"/>
    <w:rsid w:val="005F781C"/>
    <w:rsid w:val="005F79EA"/>
    <w:rsid w:val="005F7C45"/>
    <w:rsid w:val="005F7CE1"/>
    <w:rsid w:val="005F7D04"/>
    <w:rsid w:val="0060065B"/>
    <w:rsid w:val="006007C0"/>
    <w:rsid w:val="00600A53"/>
    <w:rsid w:val="00600AB1"/>
    <w:rsid w:val="00600B38"/>
    <w:rsid w:val="00600DC5"/>
    <w:rsid w:val="00600DEC"/>
    <w:rsid w:val="00600E45"/>
    <w:rsid w:val="00600EA6"/>
    <w:rsid w:val="00601262"/>
    <w:rsid w:val="00601287"/>
    <w:rsid w:val="006012E9"/>
    <w:rsid w:val="00601470"/>
    <w:rsid w:val="006023DB"/>
    <w:rsid w:val="00602421"/>
    <w:rsid w:val="006024AA"/>
    <w:rsid w:val="0060257D"/>
    <w:rsid w:val="00602968"/>
    <w:rsid w:val="00602B22"/>
    <w:rsid w:val="00602D15"/>
    <w:rsid w:val="00602E9D"/>
    <w:rsid w:val="00602F92"/>
    <w:rsid w:val="0060346D"/>
    <w:rsid w:val="0060364A"/>
    <w:rsid w:val="0060369E"/>
    <w:rsid w:val="006039B6"/>
    <w:rsid w:val="00603B8F"/>
    <w:rsid w:val="00603C9C"/>
    <w:rsid w:val="00603CAB"/>
    <w:rsid w:val="00603CF4"/>
    <w:rsid w:val="00603D58"/>
    <w:rsid w:val="00603E0F"/>
    <w:rsid w:val="00604023"/>
    <w:rsid w:val="00604218"/>
    <w:rsid w:val="00604499"/>
    <w:rsid w:val="006047F7"/>
    <w:rsid w:val="00604992"/>
    <w:rsid w:val="006049CE"/>
    <w:rsid w:val="00604B14"/>
    <w:rsid w:val="00604C86"/>
    <w:rsid w:val="00605A43"/>
    <w:rsid w:val="00605D03"/>
    <w:rsid w:val="006063F8"/>
    <w:rsid w:val="0060653A"/>
    <w:rsid w:val="00606B10"/>
    <w:rsid w:val="00606BF9"/>
    <w:rsid w:val="00606D62"/>
    <w:rsid w:val="00606E4B"/>
    <w:rsid w:val="00606F09"/>
    <w:rsid w:val="00607039"/>
    <w:rsid w:val="00607324"/>
    <w:rsid w:val="00607448"/>
    <w:rsid w:val="0060779C"/>
    <w:rsid w:val="0060791C"/>
    <w:rsid w:val="00607AA4"/>
    <w:rsid w:val="00607ADB"/>
    <w:rsid w:val="00607B93"/>
    <w:rsid w:val="00607FB4"/>
    <w:rsid w:val="006100CF"/>
    <w:rsid w:val="00610402"/>
    <w:rsid w:val="006104B6"/>
    <w:rsid w:val="0061053E"/>
    <w:rsid w:val="00610555"/>
    <w:rsid w:val="0061056B"/>
    <w:rsid w:val="0061099D"/>
    <w:rsid w:val="00610B1B"/>
    <w:rsid w:val="00610E03"/>
    <w:rsid w:val="00611647"/>
    <w:rsid w:val="0061176A"/>
    <w:rsid w:val="006119AF"/>
    <w:rsid w:val="00611D6C"/>
    <w:rsid w:val="00611D97"/>
    <w:rsid w:val="00612076"/>
    <w:rsid w:val="00612220"/>
    <w:rsid w:val="0061271F"/>
    <w:rsid w:val="006128B5"/>
    <w:rsid w:val="00612A66"/>
    <w:rsid w:val="00612D9F"/>
    <w:rsid w:val="0061307C"/>
    <w:rsid w:val="00613394"/>
    <w:rsid w:val="00613753"/>
    <w:rsid w:val="00613900"/>
    <w:rsid w:val="00613D2C"/>
    <w:rsid w:val="00613EAD"/>
    <w:rsid w:val="00614382"/>
    <w:rsid w:val="0061457F"/>
    <w:rsid w:val="00614584"/>
    <w:rsid w:val="00614629"/>
    <w:rsid w:val="00614972"/>
    <w:rsid w:val="00614B4B"/>
    <w:rsid w:val="00614D9C"/>
    <w:rsid w:val="0061525C"/>
    <w:rsid w:val="0061548F"/>
    <w:rsid w:val="006155A2"/>
    <w:rsid w:val="00615632"/>
    <w:rsid w:val="0061587E"/>
    <w:rsid w:val="00615D87"/>
    <w:rsid w:val="00615FCA"/>
    <w:rsid w:val="00616030"/>
    <w:rsid w:val="006162FD"/>
    <w:rsid w:val="006165C9"/>
    <w:rsid w:val="00616661"/>
    <w:rsid w:val="006166F4"/>
    <w:rsid w:val="006166FA"/>
    <w:rsid w:val="006167ED"/>
    <w:rsid w:val="00616972"/>
    <w:rsid w:val="00616AD9"/>
    <w:rsid w:val="00616B20"/>
    <w:rsid w:val="0061757E"/>
    <w:rsid w:val="0061769B"/>
    <w:rsid w:val="00617741"/>
    <w:rsid w:val="00617819"/>
    <w:rsid w:val="006179F6"/>
    <w:rsid w:val="00617D06"/>
    <w:rsid w:val="00617E22"/>
    <w:rsid w:val="006200DE"/>
    <w:rsid w:val="0062032F"/>
    <w:rsid w:val="00620602"/>
    <w:rsid w:val="00620670"/>
    <w:rsid w:val="006208D7"/>
    <w:rsid w:val="00620A08"/>
    <w:rsid w:val="00620DCA"/>
    <w:rsid w:val="00620DF6"/>
    <w:rsid w:val="00620E1B"/>
    <w:rsid w:val="0062136B"/>
    <w:rsid w:val="006214E7"/>
    <w:rsid w:val="00621B43"/>
    <w:rsid w:val="00621D46"/>
    <w:rsid w:val="00621D56"/>
    <w:rsid w:val="00622FAE"/>
    <w:rsid w:val="00623062"/>
    <w:rsid w:val="00623123"/>
    <w:rsid w:val="00624617"/>
    <w:rsid w:val="00624648"/>
    <w:rsid w:val="00624761"/>
    <w:rsid w:val="00624CAE"/>
    <w:rsid w:val="00624CC7"/>
    <w:rsid w:val="0062500F"/>
    <w:rsid w:val="006250B2"/>
    <w:rsid w:val="006250F0"/>
    <w:rsid w:val="00625D25"/>
    <w:rsid w:val="00625DAC"/>
    <w:rsid w:val="006260B9"/>
    <w:rsid w:val="00626447"/>
    <w:rsid w:val="006266F1"/>
    <w:rsid w:val="006269D3"/>
    <w:rsid w:val="00626D02"/>
    <w:rsid w:val="00626DCB"/>
    <w:rsid w:val="006277DC"/>
    <w:rsid w:val="00627C54"/>
    <w:rsid w:val="00627F75"/>
    <w:rsid w:val="00627FE1"/>
    <w:rsid w:val="0063006F"/>
    <w:rsid w:val="0063023C"/>
    <w:rsid w:val="006304D7"/>
    <w:rsid w:val="00630857"/>
    <w:rsid w:val="0063099C"/>
    <w:rsid w:val="00630B68"/>
    <w:rsid w:val="00630BC2"/>
    <w:rsid w:val="00631868"/>
    <w:rsid w:val="00631AB7"/>
    <w:rsid w:val="00631D11"/>
    <w:rsid w:val="00631DB3"/>
    <w:rsid w:val="00631E37"/>
    <w:rsid w:val="00631F9A"/>
    <w:rsid w:val="006324A9"/>
    <w:rsid w:val="00632864"/>
    <w:rsid w:val="00632A06"/>
    <w:rsid w:val="00632B62"/>
    <w:rsid w:val="00633442"/>
    <w:rsid w:val="006338F6"/>
    <w:rsid w:val="00633B71"/>
    <w:rsid w:val="00633C85"/>
    <w:rsid w:val="00633EAF"/>
    <w:rsid w:val="00633EE3"/>
    <w:rsid w:val="00634BEC"/>
    <w:rsid w:val="00634DDD"/>
    <w:rsid w:val="00635194"/>
    <w:rsid w:val="006351B0"/>
    <w:rsid w:val="006352EC"/>
    <w:rsid w:val="006353CB"/>
    <w:rsid w:val="0063583B"/>
    <w:rsid w:val="00635FE9"/>
    <w:rsid w:val="00636095"/>
    <w:rsid w:val="00636521"/>
    <w:rsid w:val="00636B10"/>
    <w:rsid w:val="00636B83"/>
    <w:rsid w:val="00636B94"/>
    <w:rsid w:val="00636CB9"/>
    <w:rsid w:val="00636D8F"/>
    <w:rsid w:val="00636F0C"/>
    <w:rsid w:val="00637265"/>
    <w:rsid w:val="006379CF"/>
    <w:rsid w:val="00637AF8"/>
    <w:rsid w:val="00637AF9"/>
    <w:rsid w:val="00637D03"/>
    <w:rsid w:val="00637D80"/>
    <w:rsid w:val="006401D3"/>
    <w:rsid w:val="00640635"/>
    <w:rsid w:val="006407E4"/>
    <w:rsid w:val="00640941"/>
    <w:rsid w:val="006409BD"/>
    <w:rsid w:val="00640ADA"/>
    <w:rsid w:val="00640BCD"/>
    <w:rsid w:val="00640D5B"/>
    <w:rsid w:val="00640D82"/>
    <w:rsid w:val="00640E8F"/>
    <w:rsid w:val="00640F98"/>
    <w:rsid w:val="006410B7"/>
    <w:rsid w:val="00641530"/>
    <w:rsid w:val="00641B97"/>
    <w:rsid w:val="00641DF1"/>
    <w:rsid w:val="00641E33"/>
    <w:rsid w:val="00641EF4"/>
    <w:rsid w:val="00642097"/>
    <w:rsid w:val="006421F3"/>
    <w:rsid w:val="00642606"/>
    <w:rsid w:val="00642719"/>
    <w:rsid w:val="006427AD"/>
    <w:rsid w:val="0064291A"/>
    <w:rsid w:val="006429A4"/>
    <w:rsid w:val="00642BA4"/>
    <w:rsid w:val="0064316C"/>
    <w:rsid w:val="00643475"/>
    <w:rsid w:val="006437AA"/>
    <w:rsid w:val="00643911"/>
    <w:rsid w:val="00643950"/>
    <w:rsid w:val="00643C44"/>
    <w:rsid w:val="00643CA8"/>
    <w:rsid w:val="00643E70"/>
    <w:rsid w:val="00643F5D"/>
    <w:rsid w:val="00643FAF"/>
    <w:rsid w:val="006442F3"/>
    <w:rsid w:val="00644389"/>
    <w:rsid w:val="006443DA"/>
    <w:rsid w:val="00644474"/>
    <w:rsid w:val="0064477B"/>
    <w:rsid w:val="00644ADB"/>
    <w:rsid w:val="00644B58"/>
    <w:rsid w:val="00644BA6"/>
    <w:rsid w:val="00644BB1"/>
    <w:rsid w:val="0064537A"/>
    <w:rsid w:val="00645671"/>
    <w:rsid w:val="00645700"/>
    <w:rsid w:val="00645970"/>
    <w:rsid w:val="00645D43"/>
    <w:rsid w:val="00645E97"/>
    <w:rsid w:val="006460A7"/>
    <w:rsid w:val="0064615D"/>
    <w:rsid w:val="006462DA"/>
    <w:rsid w:val="006467FC"/>
    <w:rsid w:val="006474E7"/>
    <w:rsid w:val="006474FF"/>
    <w:rsid w:val="006475CD"/>
    <w:rsid w:val="00647714"/>
    <w:rsid w:val="00647A2C"/>
    <w:rsid w:val="00647AEB"/>
    <w:rsid w:val="00647B78"/>
    <w:rsid w:val="00647D34"/>
    <w:rsid w:val="006501D4"/>
    <w:rsid w:val="006503B1"/>
    <w:rsid w:val="006506E0"/>
    <w:rsid w:val="00650A75"/>
    <w:rsid w:val="00650A96"/>
    <w:rsid w:val="00650FE9"/>
    <w:rsid w:val="00651113"/>
    <w:rsid w:val="00651149"/>
    <w:rsid w:val="00651260"/>
    <w:rsid w:val="00651294"/>
    <w:rsid w:val="0065131F"/>
    <w:rsid w:val="006516E8"/>
    <w:rsid w:val="00651852"/>
    <w:rsid w:val="006518AD"/>
    <w:rsid w:val="006518E6"/>
    <w:rsid w:val="00651B88"/>
    <w:rsid w:val="00651FEB"/>
    <w:rsid w:val="00652484"/>
    <w:rsid w:val="006529D6"/>
    <w:rsid w:val="00652A6F"/>
    <w:rsid w:val="00652ACF"/>
    <w:rsid w:val="00652DEF"/>
    <w:rsid w:val="00652EAA"/>
    <w:rsid w:val="00652EE1"/>
    <w:rsid w:val="006538FC"/>
    <w:rsid w:val="00653A98"/>
    <w:rsid w:val="00653B5A"/>
    <w:rsid w:val="00653C1E"/>
    <w:rsid w:val="00653E17"/>
    <w:rsid w:val="00653E22"/>
    <w:rsid w:val="00653F8F"/>
    <w:rsid w:val="00654153"/>
    <w:rsid w:val="006542C7"/>
    <w:rsid w:val="00654873"/>
    <w:rsid w:val="00654883"/>
    <w:rsid w:val="006548D1"/>
    <w:rsid w:val="00654C16"/>
    <w:rsid w:val="00654DE0"/>
    <w:rsid w:val="00654F28"/>
    <w:rsid w:val="006550A7"/>
    <w:rsid w:val="00655AB2"/>
    <w:rsid w:val="00655E2A"/>
    <w:rsid w:val="00656C68"/>
    <w:rsid w:val="00656DBE"/>
    <w:rsid w:val="00657038"/>
    <w:rsid w:val="0065761B"/>
    <w:rsid w:val="00657871"/>
    <w:rsid w:val="00657A1D"/>
    <w:rsid w:val="00657B66"/>
    <w:rsid w:val="00657BD8"/>
    <w:rsid w:val="00657E79"/>
    <w:rsid w:val="00657FAB"/>
    <w:rsid w:val="006602BA"/>
    <w:rsid w:val="00660435"/>
    <w:rsid w:val="0066056F"/>
    <w:rsid w:val="00660751"/>
    <w:rsid w:val="00660759"/>
    <w:rsid w:val="00660811"/>
    <w:rsid w:val="006608DD"/>
    <w:rsid w:val="00660ADB"/>
    <w:rsid w:val="00660C16"/>
    <w:rsid w:val="00660D37"/>
    <w:rsid w:val="00660D85"/>
    <w:rsid w:val="00660F9F"/>
    <w:rsid w:val="00660FD0"/>
    <w:rsid w:val="006610F5"/>
    <w:rsid w:val="00661181"/>
    <w:rsid w:val="0066137D"/>
    <w:rsid w:val="00661546"/>
    <w:rsid w:val="006619B7"/>
    <w:rsid w:val="00661A63"/>
    <w:rsid w:val="00662320"/>
    <w:rsid w:val="006623DE"/>
    <w:rsid w:val="006625AF"/>
    <w:rsid w:val="00662850"/>
    <w:rsid w:val="00662D6D"/>
    <w:rsid w:val="00662E00"/>
    <w:rsid w:val="006630BC"/>
    <w:rsid w:val="006633CA"/>
    <w:rsid w:val="006635F9"/>
    <w:rsid w:val="006637F3"/>
    <w:rsid w:val="00663A00"/>
    <w:rsid w:val="00663D9E"/>
    <w:rsid w:val="00663FF9"/>
    <w:rsid w:val="006640A3"/>
    <w:rsid w:val="006641D2"/>
    <w:rsid w:val="006642F6"/>
    <w:rsid w:val="006645E4"/>
    <w:rsid w:val="00664875"/>
    <w:rsid w:val="00664CBC"/>
    <w:rsid w:val="00665070"/>
    <w:rsid w:val="0066526A"/>
    <w:rsid w:val="0066526C"/>
    <w:rsid w:val="0066551A"/>
    <w:rsid w:val="00665616"/>
    <w:rsid w:val="0066593B"/>
    <w:rsid w:val="00665A99"/>
    <w:rsid w:val="00665B76"/>
    <w:rsid w:val="00665DC1"/>
    <w:rsid w:val="00665EEF"/>
    <w:rsid w:val="00666703"/>
    <w:rsid w:val="0066687F"/>
    <w:rsid w:val="006669FC"/>
    <w:rsid w:val="0066727B"/>
    <w:rsid w:val="006673F8"/>
    <w:rsid w:val="0066768D"/>
    <w:rsid w:val="00667A1E"/>
    <w:rsid w:val="00667CDF"/>
    <w:rsid w:val="00670123"/>
    <w:rsid w:val="006701E3"/>
    <w:rsid w:val="0067030D"/>
    <w:rsid w:val="00670409"/>
    <w:rsid w:val="00670934"/>
    <w:rsid w:val="00670AB9"/>
    <w:rsid w:val="00670C8F"/>
    <w:rsid w:val="00670E03"/>
    <w:rsid w:val="0067114C"/>
    <w:rsid w:val="00671864"/>
    <w:rsid w:val="006718A6"/>
    <w:rsid w:val="00671B91"/>
    <w:rsid w:val="00672116"/>
    <w:rsid w:val="00672528"/>
    <w:rsid w:val="00672D0D"/>
    <w:rsid w:val="00672E9B"/>
    <w:rsid w:val="006736FF"/>
    <w:rsid w:val="00673AA7"/>
    <w:rsid w:val="00673C5E"/>
    <w:rsid w:val="00673EA6"/>
    <w:rsid w:val="0067435B"/>
    <w:rsid w:val="00674BA8"/>
    <w:rsid w:val="00674BE4"/>
    <w:rsid w:val="00674DFE"/>
    <w:rsid w:val="00675041"/>
    <w:rsid w:val="006750E2"/>
    <w:rsid w:val="006751AF"/>
    <w:rsid w:val="006754CD"/>
    <w:rsid w:val="00675755"/>
    <w:rsid w:val="00675784"/>
    <w:rsid w:val="00675796"/>
    <w:rsid w:val="00675958"/>
    <w:rsid w:val="00675AD4"/>
    <w:rsid w:val="00676352"/>
    <w:rsid w:val="006763E8"/>
    <w:rsid w:val="006764B4"/>
    <w:rsid w:val="006764BE"/>
    <w:rsid w:val="00676546"/>
    <w:rsid w:val="0067676F"/>
    <w:rsid w:val="006769B6"/>
    <w:rsid w:val="00676B0C"/>
    <w:rsid w:val="00676FF0"/>
    <w:rsid w:val="00677EFE"/>
    <w:rsid w:val="00680879"/>
    <w:rsid w:val="00680CFF"/>
    <w:rsid w:val="00680EA9"/>
    <w:rsid w:val="0068105F"/>
    <w:rsid w:val="0068119A"/>
    <w:rsid w:val="006816F6"/>
    <w:rsid w:val="0068178E"/>
    <w:rsid w:val="0068208C"/>
    <w:rsid w:val="0068221C"/>
    <w:rsid w:val="006827D9"/>
    <w:rsid w:val="00682C59"/>
    <w:rsid w:val="0068341A"/>
    <w:rsid w:val="00683830"/>
    <w:rsid w:val="00683D83"/>
    <w:rsid w:val="006841D2"/>
    <w:rsid w:val="006848CA"/>
    <w:rsid w:val="00684A26"/>
    <w:rsid w:val="00684E1F"/>
    <w:rsid w:val="006851A7"/>
    <w:rsid w:val="0068570C"/>
    <w:rsid w:val="006859C9"/>
    <w:rsid w:val="00685BFC"/>
    <w:rsid w:val="00685C49"/>
    <w:rsid w:val="00685C7A"/>
    <w:rsid w:val="00685CF7"/>
    <w:rsid w:val="00685E2E"/>
    <w:rsid w:val="00685EBE"/>
    <w:rsid w:val="00686497"/>
    <w:rsid w:val="00686676"/>
    <w:rsid w:val="00686795"/>
    <w:rsid w:val="00687264"/>
    <w:rsid w:val="00687426"/>
    <w:rsid w:val="0068760D"/>
    <w:rsid w:val="006876F9"/>
    <w:rsid w:val="00687E75"/>
    <w:rsid w:val="006900D8"/>
    <w:rsid w:val="00690374"/>
    <w:rsid w:val="006905C0"/>
    <w:rsid w:val="006905D2"/>
    <w:rsid w:val="006907B7"/>
    <w:rsid w:val="006907F3"/>
    <w:rsid w:val="00690AEC"/>
    <w:rsid w:val="00690C69"/>
    <w:rsid w:val="00690F54"/>
    <w:rsid w:val="0069106F"/>
    <w:rsid w:val="00691172"/>
    <w:rsid w:val="00691247"/>
    <w:rsid w:val="00691368"/>
    <w:rsid w:val="00691881"/>
    <w:rsid w:val="00691BFC"/>
    <w:rsid w:val="00691CEF"/>
    <w:rsid w:val="00692023"/>
    <w:rsid w:val="0069215B"/>
    <w:rsid w:val="00692222"/>
    <w:rsid w:val="006924A8"/>
    <w:rsid w:val="00692630"/>
    <w:rsid w:val="00692B2C"/>
    <w:rsid w:val="00692CF7"/>
    <w:rsid w:val="00692DFA"/>
    <w:rsid w:val="006932EB"/>
    <w:rsid w:val="0069344B"/>
    <w:rsid w:val="006939F2"/>
    <w:rsid w:val="00693BC8"/>
    <w:rsid w:val="00693F4D"/>
    <w:rsid w:val="00694249"/>
    <w:rsid w:val="00694BA7"/>
    <w:rsid w:val="00694E93"/>
    <w:rsid w:val="00695173"/>
    <w:rsid w:val="006958CB"/>
    <w:rsid w:val="00695A23"/>
    <w:rsid w:val="00695EFB"/>
    <w:rsid w:val="00695F70"/>
    <w:rsid w:val="00696E78"/>
    <w:rsid w:val="0069703D"/>
    <w:rsid w:val="006970AE"/>
    <w:rsid w:val="006973A0"/>
    <w:rsid w:val="006976D9"/>
    <w:rsid w:val="00697F00"/>
    <w:rsid w:val="006A0684"/>
    <w:rsid w:val="006A0B8F"/>
    <w:rsid w:val="006A0CD1"/>
    <w:rsid w:val="006A0DAB"/>
    <w:rsid w:val="006A113A"/>
    <w:rsid w:val="006A1497"/>
    <w:rsid w:val="006A1613"/>
    <w:rsid w:val="006A1A0E"/>
    <w:rsid w:val="006A1CB3"/>
    <w:rsid w:val="006A1F9B"/>
    <w:rsid w:val="006A2137"/>
    <w:rsid w:val="006A2235"/>
    <w:rsid w:val="006A3AFC"/>
    <w:rsid w:val="006A3B63"/>
    <w:rsid w:val="006A3C93"/>
    <w:rsid w:val="006A3DE0"/>
    <w:rsid w:val="006A3F3E"/>
    <w:rsid w:val="006A4350"/>
    <w:rsid w:val="006A452F"/>
    <w:rsid w:val="006A4877"/>
    <w:rsid w:val="006A4A5E"/>
    <w:rsid w:val="006A4BB3"/>
    <w:rsid w:val="006A4CB7"/>
    <w:rsid w:val="006A4E4D"/>
    <w:rsid w:val="006A51B6"/>
    <w:rsid w:val="006A52D1"/>
    <w:rsid w:val="006A5392"/>
    <w:rsid w:val="006A5634"/>
    <w:rsid w:val="006A589B"/>
    <w:rsid w:val="006A58E3"/>
    <w:rsid w:val="006A596D"/>
    <w:rsid w:val="006A5AD5"/>
    <w:rsid w:val="006A61A7"/>
    <w:rsid w:val="006A6265"/>
    <w:rsid w:val="006A6595"/>
    <w:rsid w:val="006A66AA"/>
    <w:rsid w:val="006A6A76"/>
    <w:rsid w:val="006A6E35"/>
    <w:rsid w:val="006A70ED"/>
    <w:rsid w:val="006A7601"/>
    <w:rsid w:val="006A7901"/>
    <w:rsid w:val="006A7EA4"/>
    <w:rsid w:val="006B0206"/>
    <w:rsid w:val="006B0243"/>
    <w:rsid w:val="006B0685"/>
    <w:rsid w:val="006B086A"/>
    <w:rsid w:val="006B0875"/>
    <w:rsid w:val="006B0974"/>
    <w:rsid w:val="006B09F2"/>
    <w:rsid w:val="006B0BEC"/>
    <w:rsid w:val="006B0DF8"/>
    <w:rsid w:val="006B0E1C"/>
    <w:rsid w:val="006B0E57"/>
    <w:rsid w:val="006B0EE7"/>
    <w:rsid w:val="006B0FAC"/>
    <w:rsid w:val="006B101F"/>
    <w:rsid w:val="006B11BC"/>
    <w:rsid w:val="006B11D6"/>
    <w:rsid w:val="006B18B1"/>
    <w:rsid w:val="006B1A07"/>
    <w:rsid w:val="006B1ABD"/>
    <w:rsid w:val="006B1AE5"/>
    <w:rsid w:val="006B1E2E"/>
    <w:rsid w:val="006B1F4E"/>
    <w:rsid w:val="006B1FFF"/>
    <w:rsid w:val="006B2132"/>
    <w:rsid w:val="006B22B2"/>
    <w:rsid w:val="006B23B0"/>
    <w:rsid w:val="006B2406"/>
    <w:rsid w:val="006B247E"/>
    <w:rsid w:val="006B26B3"/>
    <w:rsid w:val="006B26D1"/>
    <w:rsid w:val="006B288F"/>
    <w:rsid w:val="006B2AD0"/>
    <w:rsid w:val="006B2B13"/>
    <w:rsid w:val="006B2F4F"/>
    <w:rsid w:val="006B3337"/>
    <w:rsid w:val="006B3357"/>
    <w:rsid w:val="006B346D"/>
    <w:rsid w:val="006B3B90"/>
    <w:rsid w:val="006B4085"/>
    <w:rsid w:val="006B42E7"/>
    <w:rsid w:val="006B45F7"/>
    <w:rsid w:val="006B46BC"/>
    <w:rsid w:val="006B48DD"/>
    <w:rsid w:val="006B49AC"/>
    <w:rsid w:val="006B4B64"/>
    <w:rsid w:val="006B4B79"/>
    <w:rsid w:val="006B5607"/>
    <w:rsid w:val="006B5683"/>
    <w:rsid w:val="006B5A28"/>
    <w:rsid w:val="006B5C94"/>
    <w:rsid w:val="006B5D13"/>
    <w:rsid w:val="006B60FA"/>
    <w:rsid w:val="006B630B"/>
    <w:rsid w:val="006B6815"/>
    <w:rsid w:val="006B68B1"/>
    <w:rsid w:val="006B6953"/>
    <w:rsid w:val="006B6971"/>
    <w:rsid w:val="006B6EB3"/>
    <w:rsid w:val="006B7187"/>
    <w:rsid w:val="006B7223"/>
    <w:rsid w:val="006B7DC9"/>
    <w:rsid w:val="006B7E39"/>
    <w:rsid w:val="006C0352"/>
    <w:rsid w:val="006C0BE1"/>
    <w:rsid w:val="006C0F83"/>
    <w:rsid w:val="006C0FF2"/>
    <w:rsid w:val="006C10A9"/>
    <w:rsid w:val="006C186F"/>
    <w:rsid w:val="006C18E1"/>
    <w:rsid w:val="006C1934"/>
    <w:rsid w:val="006C1E85"/>
    <w:rsid w:val="006C20F4"/>
    <w:rsid w:val="006C23C7"/>
    <w:rsid w:val="006C23F3"/>
    <w:rsid w:val="006C2709"/>
    <w:rsid w:val="006C2918"/>
    <w:rsid w:val="006C31F2"/>
    <w:rsid w:val="006C324D"/>
    <w:rsid w:val="006C3250"/>
    <w:rsid w:val="006C3433"/>
    <w:rsid w:val="006C34DA"/>
    <w:rsid w:val="006C3623"/>
    <w:rsid w:val="006C3C0E"/>
    <w:rsid w:val="006C3D1C"/>
    <w:rsid w:val="006C3E16"/>
    <w:rsid w:val="006C3F32"/>
    <w:rsid w:val="006C4216"/>
    <w:rsid w:val="006C485E"/>
    <w:rsid w:val="006C4B99"/>
    <w:rsid w:val="006C4C84"/>
    <w:rsid w:val="006C4D09"/>
    <w:rsid w:val="006C4FD7"/>
    <w:rsid w:val="006C50AA"/>
    <w:rsid w:val="006C531E"/>
    <w:rsid w:val="006C5534"/>
    <w:rsid w:val="006C57F9"/>
    <w:rsid w:val="006C58AC"/>
    <w:rsid w:val="006C5A92"/>
    <w:rsid w:val="006C5AC1"/>
    <w:rsid w:val="006C5BF8"/>
    <w:rsid w:val="006C5F1A"/>
    <w:rsid w:val="006C63C6"/>
    <w:rsid w:val="006C66AA"/>
    <w:rsid w:val="006C689E"/>
    <w:rsid w:val="006C6BBC"/>
    <w:rsid w:val="006C6D1C"/>
    <w:rsid w:val="006C6DE1"/>
    <w:rsid w:val="006C765F"/>
    <w:rsid w:val="006C7A88"/>
    <w:rsid w:val="006C7B29"/>
    <w:rsid w:val="006C7C23"/>
    <w:rsid w:val="006C7C7B"/>
    <w:rsid w:val="006C7D5A"/>
    <w:rsid w:val="006C7FD4"/>
    <w:rsid w:val="006D00D1"/>
    <w:rsid w:val="006D0143"/>
    <w:rsid w:val="006D014D"/>
    <w:rsid w:val="006D037C"/>
    <w:rsid w:val="006D0763"/>
    <w:rsid w:val="006D0A37"/>
    <w:rsid w:val="006D0D76"/>
    <w:rsid w:val="006D0E11"/>
    <w:rsid w:val="006D0F58"/>
    <w:rsid w:val="006D1296"/>
    <w:rsid w:val="006D1345"/>
    <w:rsid w:val="006D1446"/>
    <w:rsid w:val="006D14DD"/>
    <w:rsid w:val="006D175F"/>
    <w:rsid w:val="006D194F"/>
    <w:rsid w:val="006D1C84"/>
    <w:rsid w:val="006D1E82"/>
    <w:rsid w:val="006D22B6"/>
    <w:rsid w:val="006D23CE"/>
    <w:rsid w:val="006D28D3"/>
    <w:rsid w:val="006D2EFB"/>
    <w:rsid w:val="006D30AB"/>
    <w:rsid w:val="006D3302"/>
    <w:rsid w:val="006D358C"/>
    <w:rsid w:val="006D38AB"/>
    <w:rsid w:val="006D3C10"/>
    <w:rsid w:val="006D3E32"/>
    <w:rsid w:val="006D4238"/>
    <w:rsid w:val="006D4389"/>
    <w:rsid w:val="006D44CA"/>
    <w:rsid w:val="006D4557"/>
    <w:rsid w:val="006D4ADB"/>
    <w:rsid w:val="006D4BA4"/>
    <w:rsid w:val="006D4F1F"/>
    <w:rsid w:val="006D5327"/>
    <w:rsid w:val="006D541F"/>
    <w:rsid w:val="006D54A9"/>
    <w:rsid w:val="006D5504"/>
    <w:rsid w:val="006D556F"/>
    <w:rsid w:val="006D574F"/>
    <w:rsid w:val="006D5B9A"/>
    <w:rsid w:val="006D5BBB"/>
    <w:rsid w:val="006D5D7B"/>
    <w:rsid w:val="006D61BF"/>
    <w:rsid w:val="006D6209"/>
    <w:rsid w:val="006D6280"/>
    <w:rsid w:val="006D62DB"/>
    <w:rsid w:val="006D6697"/>
    <w:rsid w:val="006D6C4D"/>
    <w:rsid w:val="006D6CC2"/>
    <w:rsid w:val="006D6F7A"/>
    <w:rsid w:val="006D7118"/>
    <w:rsid w:val="006D7262"/>
    <w:rsid w:val="006D75E1"/>
    <w:rsid w:val="006D7D73"/>
    <w:rsid w:val="006D7DD3"/>
    <w:rsid w:val="006D7F64"/>
    <w:rsid w:val="006D7F8F"/>
    <w:rsid w:val="006E01FF"/>
    <w:rsid w:val="006E08FE"/>
    <w:rsid w:val="006E0A0F"/>
    <w:rsid w:val="006E12A2"/>
    <w:rsid w:val="006E14B4"/>
    <w:rsid w:val="006E1507"/>
    <w:rsid w:val="006E1743"/>
    <w:rsid w:val="006E1A0F"/>
    <w:rsid w:val="006E1E99"/>
    <w:rsid w:val="006E2515"/>
    <w:rsid w:val="006E27E8"/>
    <w:rsid w:val="006E2972"/>
    <w:rsid w:val="006E2B6E"/>
    <w:rsid w:val="006E2DB0"/>
    <w:rsid w:val="006E325E"/>
    <w:rsid w:val="006E32E1"/>
    <w:rsid w:val="006E353C"/>
    <w:rsid w:val="006E39C1"/>
    <w:rsid w:val="006E3D5F"/>
    <w:rsid w:val="006E400B"/>
    <w:rsid w:val="006E4142"/>
    <w:rsid w:val="006E4287"/>
    <w:rsid w:val="006E42FE"/>
    <w:rsid w:val="006E443E"/>
    <w:rsid w:val="006E47BF"/>
    <w:rsid w:val="006E4F99"/>
    <w:rsid w:val="006E4FFF"/>
    <w:rsid w:val="006E5088"/>
    <w:rsid w:val="006E5156"/>
    <w:rsid w:val="006E52A2"/>
    <w:rsid w:val="006E533C"/>
    <w:rsid w:val="006E5366"/>
    <w:rsid w:val="006E5967"/>
    <w:rsid w:val="006E5B1F"/>
    <w:rsid w:val="006E5C43"/>
    <w:rsid w:val="006E5FD4"/>
    <w:rsid w:val="006E63D2"/>
    <w:rsid w:val="006E6442"/>
    <w:rsid w:val="006E6483"/>
    <w:rsid w:val="006E64B8"/>
    <w:rsid w:val="006E65CB"/>
    <w:rsid w:val="006E68A9"/>
    <w:rsid w:val="006E6D45"/>
    <w:rsid w:val="006E6D62"/>
    <w:rsid w:val="006E7098"/>
    <w:rsid w:val="006E734B"/>
    <w:rsid w:val="006E74F5"/>
    <w:rsid w:val="006E7506"/>
    <w:rsid w:val="006E7688"/>
    <w:rsid w:val="006E7B60"/>
    <w:rsid w:val="006E7EE6"/>
    <w:rsid w:val="006F01A9"/>
    <w:rsid w:val="006F0839"/>
    <w:rsid w:val="006F0923"/>
    <w:rsid w:val="006F093F"/>
    <w:rsid w:val="006F099E"/>
    <w:rsid w:val="006F11C5"/>
    <w:rsid w:val="006F1357"/>
    <w:rsid w:val="006F17BD"/>
    <w:rsid w:val="006F1944"/>
    <w:rsid w:val="006F1EDA"/>
    <w:rsid w:val="006F221A"/>
    <w:rsid w:val="006F2430"/>
    <w:rsid w:val="006F252E"/>
    <w:rsid w:val="006F292D"/>
    <w:rsid w:val="006F2C8F"/>
    <w:rsid w:val="006F2CE2"/>
    <w:rsid w:val="006F30D2"/>
    <w:rsid w:val="006F3339"/>
    <w:rsid w:val="006F3754"/>
    <w:rsid w:val="006F4302"/>
    <w:rsid w:val="006F4445"/>
    <w:rsid w:val="006F4900"/>
    <w:rsid w:val="006F494A"/>
    <w:rsid w:val="006F4A62"/>
    <w:rsid w:val="006F4C5D"/>
    <w:rsid w:val="006F4C6F"/>
    <w:rsid w:val="006F5366"/>
    <w:rsid w:val="006F53D8"/>
    <w:rsid w:val="006F561A"/>
    <w:rsid w:val="006F5790"/>
    <w:rsid w:val="006F5A25"/>
    <w:rsid w:val="006F5A26"/>
    <w:rsid w:val="006F5F04"/>
    <w:rsid w:val="006F606E"/>
    <w:rsid w:val="006F61D4"/>
    <w:rsid w:val="006F6212"/>
    <w:rsid w:val="006F6438"/>
    <w:rsid w:val="006F66DD"/>
    <w:rsid w:val="006F681F"/>
    <w:rsid w:val="006F69A3"/>
    <w:rsid w:val="006F7327"/>
    <w:rsid w:val="006F7921"/>
    <w:rsid w:val="006F795A"/>
    <w:rsid w:val="006F7F73"/>
    <w:rsid w:val="007000E8"/>
    <w:rsid w:val="00700117"/>
    <w:rsid w:val="007004C2"/>
    <w:rsid w:val="007006C8"/>
    <w:rsid w:val="00700C7B"/>
    <w:rsid w:val="00700C7E"/>
    <w:rsid w:val="007011B2"/>
    <w:rsid w:val="007018D9"/>
    <w:rsid w:val="0070195D"/>
    <w:rsid w:val="00701CAE"/>
    <w:rsid w:val="00702075"/>
    <w:rsid w:val="007020C6"/>
    <w:rsid w:val="007020D7"/>
    <w:rsid w:val="0070212B"/>
    <w:rsid w:val="00702234"/>
    <w:rsid w:val="0070296C"/>
    <w:rsid w:val="007029CA"/>
    <w:rsid w:val="00702B34"/>
    <w:rsid w:val="00702BFA"/>
    <w:rsid w:val="00702DBF"/>
    <w:rsid w:val="00702FAF"/>
    <w:rsid w:val="0070329A"/>
    <w:rsid w:val="007036E0"/>
    <w:rsid w:val="007038C7"/>
    <w:rsid w:val="0070394B"/>
    <w:rsid w:val="00703C6D"/>
    <w:rsid w:val="00703CA2"/>
    <w:rsid w:val="00703ED5"/>
    <w:rsid w:val="00703FFE"/>
    <w:rsid w:val="007040E8"/>
    <w:rsid w:val="0070437E"/>
    <w:rsid w:val="00704579"/>
    <w:rsid w:val="0070458F"/>
    <w:rsid w:val="007045D6"/>
    <w:rsid w:val="00704743"/>
    <w:rsid w:val="00704CB2"/>
    <w:rsid w:val="0070564F"/>
    <w:rsid w:val="00705677"/>
    <w:rsid w:val="00705BE8"/>
    <w:rsid w:val="0070648A"/>
    <w:rsid w:val="00706CF5"/>
    <w:rsid w:val="00706DCE"/>
    <w:rsid w:val="00706F09"/>
    <w:rsid w:val="007071F8"/>
    <w:rsid w:val="00707837"/>
    <w:rsid w:val="00707F1F"/>
    <w:rsid w:val="00710669"/>
    <w:rsid w:val="00710A81"/>
    <w:rsid w:val="00710C76"/>
    <w:rsid w:val="00710E6E"/>
    <w:rsid w:val="00711776"/>
    <w:rsid w:val="007117F0"/>
    <w:rsid w:val="00711813"/>
    <w:rsid w:val="00711B80"/>
    <w:rsid w:val="00711C05"/>
    <w:rsid w:val="00711F9B"/>
    <w:rsid w:val="00711FD9"/>
    <w:rsid w:val="007129EA"/>
    <w:rsid w:val="00712A54"/>
    <w:rsid w:val="00712DCB"/>
    <w:rsid w:val="00713179"/>
    <w:rsid w:val="00713E80"/>
    <w:rsid w:val="00713F12"/>
    <w:rsid w:val="00713F86"/>
    <w:rsid w:val="00714285"/>
    <w:rsid w:val="00714378"/>
    <w:rsid w:val="0071442A"/>
    <w:rsid w:val="00714855"/>
    <w:rsid w:val="007149B5"/>
    <w:rsid w:val="00714A48"/>
    <w:rsid w:val="0071514A"/>
    <w:rsid w:val="00715588"/>
    <w:rsid w:val="007155A5"/>
    <w:rsid w:val="00715BEC"/>
    <w:rsid w:val="0071648A"/>
    <w:rsid w:val="007164A5"/>
    <w:rsid w:val="00716A31"/>
    <w:rsid w:val="00716A45"/>
    <w:rsid w:val="00716DCC"/>
    <w:rsid w:val="00716F5D"/>
    <w:rsid w:val="007170D3"/>
    <w:rsid w:val="00717907"/>
    <w:rsid w:val="00717E43"/>
    <w:rsid w:val="00717E8A"/>
    <w:rsid w:val="00717FCE"/>
    <w:rsid w:val="007201A0"/>
    <w:rsid w:val="0072026C"/>
    <w:rsid w:val="007209A2"/>
    <w:rsid w:val="007209B8"/>
    <w:rsid w:val="007209E1"/>
    <w:rsid w:val="00720D6F"/>
    <w:rsid w:val="0072172A"/>
    <w:rsid w:val="007219FF"/>
    <w:rsid w:val="00721D8C"/>
    <w:rsid w:val="00722428"/>
    <w:rsid w:val="0072258B"/>
    <w:rsid w:val="007226B6"/>
    <w:rsid w:val="0072282A"/>
    <w:rsid w:val="007228F0"/>
    <w:rsid w:val="00722A4B"/>
    <w:rsid w:val="0072357D"/>
    <w:rsid w:val="007236D1"/>
    <w:rsid w:val="00723AF2"/>
    <w:rsid w:val="00724065"/>
    <w:rsid w:val="00724172"/>
    <w:rsid w:val="00724561"/>
    <w:rsid w:val="00724598"/>
    <w:rsid w:val="0072482D"/>
    <w:rsid w:val="00724BF1"/>
    <w:rsid w:val="00724C39"/>
    <w:rsid w:val="00724CB4"/>
    <w:rsid w:val="00724E47"/>
    <w:rsid w:val="007250C6"/>
    <w:rsid w:val="0072566D"/>
    <w:rsid w:val="00725745"/>
    <w:rsid w:val="00725821"/>
    <w:rsid w:val="00725C0B"/>
    <w:rsid w:val="00725CE2"/>
    <w:rsid w:val="00726037"/>
    <w:rsid w:val="007260C9"/>
    <w:rsid w:val="0072639D"/>
    <w:rsid w:val="00726A7C"/>
    <w:rsid w:val="007270B2"/>
    <w:rsid w:val="007273AF"/>
    <w:rsid w:val="007277B3"/>
    <w:rsid w:val="007277BF"/>
    <w:rsid w:val="00727814"/>
    <w:rsid w:val="00727A24"/>
    <w:rsid w:val="00727C0D"/>
    <w:rsid w:val="00727C6D"/>
    <w:rsid w:val="00730085"/>
    <w:rsid w:val="00730269"/>
    <w:rsid w:val="007302B8"/>
    <w:rsid w:val="00730547"/>
    <w:rsid w:val="007306E3"/>
    <w:rsid w:val="007309ED"/>
    <w:rsid w:val="00731EFD"/>
    <w:rsid w:val="0073206A"/>
    <w:rsid w:val="00732541"/>
    <w:rsid w:val="007335F3"/>
    <w:rsid w:val="00733749"/>
    <w:rsid w:val="007338CE"/>
    <w:rsid w:val="00733C3D"/>
    <w:rsid w:val="00733E86"/>
    <w:rsid w:val="007345CC"/>
    <w:rsid w:val="00734657"/>
    <w:rsid w:val="007347CE"/>
    <w:rsid w:val="00734B0E"/>
    <w:rsid w:val="00734B86"/>
    <w:rsid w:val="00734D45"/>
    <w:rsid w:val="00735113"/>
    <w:rsid w:val="00735131"/>
    <w:rsid w:val="007351C8"/>
    <w:rsid w:val="007354F0"/>
    <w:rsid w:val="00735500"/>
    <w:rsid w:val="00735628"/>
    <w:rsid w:val="0073591F"/>
    <w:rsid w:val="00735A78"/>
    <w:rsid w:val="00735E22"/>
    <w:rsid w:val="0073637F"/>
    <w:rsid w:val="00736C45"/>
    <w:rsid w:val="00736D2B"/>
    <w:rsid w:val="00736E69"/>
    <w:rsid w:val="00736FE1"/>
    <w:rsid w:val="007370F8"/>
    <w:rsid w:val="00737262"/>
    <w:rsid w:val="007372F5"/>
    <w:rsid w:val="00737341"/>
    <w:rsid w:val="00737564"/>
    <w:rsid w:val="007376DC"/>
    <w:rsid w:val="00737806"/>
    <w:rsid w:val="0073782E"/>
    <w:rsid w:val="00737A4F"/>
    <w:rsid w:val="00737B0A"/>
    <w:rsid w:val="00737B1F"/>
    <w:rsid w:val="00737B44"/>
    <w:rsid w:val="00737F39"/>
    <w:rsid w:val="00740068"/>
    <w:rsid w:val="007400FB"/>
    <w:rsid w:val="00740239"/>
    <w:rsid w:val="00740495"/>
    <w:rsid w:val="00740FDE"/>
    <w:rsid w:val="00741007"/>
    <w:rsid w:val="00741077"/>
    <w:rsid w:val="0074138C"/>
    <w:rsid w:val="00741757"/>
    <w:rsid w:val="007419F1"/>
    <w:rsid w:val="00741C5B"/>
    <w:rsid w:val="00741EB8"/>
    <w:rsid w:val="00742248"/>
    <w:rsid w:val="007424D0"/>
    <w:rsid w:val="0074287C"/>
    <w:rsid w:val="0074319D"/>
    <w:rsid w:val="0074340C"/>
    <w:rsid w:val="00743733"/>
    <w:rsid w:val="007438A6"/>
    <w:rsid w:val="0074455F"/>
    <w:rsid w:val="007448A4"/>
    <w:rsid w:val="00744C0D"/>
    <w:rsid w:val="00744DD8"/>
    <w:rsid w:val="00744EEE"/>
    <w:rsid w:val="00745010"/>
    <w:rsid w:val="007451D2"/>
    <w:rsid w:val="0074558B"/>
    <w:rsid w:val="0074566A"/>
    <w:rsid w:val="007458F7"/>
    <w:rsid w:val="00745E76"/>
    <w:rsid w:val="00746039"/>
    <w:rsid w:val="007463E7"/>
    <w:rsid w:val="00746504"/>
    <w:rsid w:val="007465E3"/>
    <w:rsid w:val="0074682B"/>
    <w:rsid w:val="00746955"/>
    <w:rsid w:val="00746D14"/>
    <w:rsid w:val="007473CA"/>
    <w:rsid w:val="00747D89"/>
    <w:rsid w:val="00750302"/>
    <w:rsid w:val="007505F7"/>
    <w:rsid w:val="007505F9"/>
    <w:rsid w:val="00750945"/>
    <w:rsid w:val="00750BB6"/>
    <w:rsid w:val="00750EA2"/>
    <w:rsid w:val="00750F6A"/>
    <w:rsid w:val="00751830"/>
    <w:rsid w:val="00751925"/>
    <w:rsid w:val="00751FAF"/>
    <w:rsid w:val="007525C4"/>
    <w:rsid w:val="00752959"/>
    <w:rsid w:val="007529C5"/>
    <w:rsid w:val="00752A6E"/>
    <w:rsid w:val="00752AE1"/>
    <w:rsid w:val="00752D8F"/>
    <w:rsid w:val="00752FDE"/>
    <w:rsid w:val="00753298"/>
    <w:rsid w:val="00753357"/>
    <w:rsid w:val="00753446"/>
    <w:rsid w:val="00753813"/>
    <w:rsid w:val="00753916"/>
    <w:rsid w:val="00753991"/>
    <w:rsid w:val="00753C96"/>
    <w:rsid w:val="00753F3F"/>
    <w:rsid w:val="00753F56"/>
    <w:rsid w:val="00754080"/>
    <w:rsid w:val="00754125"/>
    <w:rsid w:val="007541A5"/>
    <w:rsid w:val="00754454"/>
    <w:rsid w:val="0075473B"/>
    <w:rsid w:val="00754843"/>
    <w:rsid w:val="0075492A"/>
    <w:rsid w:val="00754AC6"/>
    <w:rsid w:val="00754D33"/>
    <w:rsid w:val="0075535D"/>
    <w:rsid w:val="00755403"/>
    <w:rsid w:val="0075551F"/>
    <w:rsid w:val="00756078"/>
    <w:rsid w:val="007562CA"/>
    <w:rsid w:val="00756740"/>
    <w:rsid w:val="0075690E"/>
    <w:rsid w:val="00756DBB"/>
    <w:rsid w:val="00756F17"/>
    <w:rsid w:val="007572FC"/>
    <w:rsid w:val="00757C5E"/>
    <w:rsid w:val="007600E9"/>
    <w:rsid w:val="007602BD"/>
    <w:rsid w:val="00760415"/>
    <w:rsid w:val="00760789"/>
    <w:rsid w:val="0076098D"/>
    <w:rsid w:val="007610BC"/>
    <w:rsid w:val="0076117A"/>
    <w:rsid w:val="00761414"/>
    <w:rsid w:val="00761547"/>
    <w:rsid w:val="0076155D"/>
    <w:rsid w:val="0076157C"/>
    <w:rsid w:val="00761599"/>
    <w:rsid w:val="00761708"/>
    <w:rsid w:val="00761CDC"/>
    <w:rsid w:val="00762039"/>
    <w:rsid w:val="007621BF"/>
    <w:rsid w:val="007621FE"/>
    <w:rsid w:val="00762832"/>
    <w:rsid w:val="00762F60"/>
    <w:rsid w:val="00763003"/>
    <w:rsid w:val="007634F5"/>
    <w:rsid w:val="007637DD"/>
    <w:rsid w:val="00763E6D"/>
    <w:rsid w:val="00763EB9"/>
    <w:rsid w:val="00764100"/>
    <w:rsid w:val="00764367"/>
    <w:rsid w:val="00764BC2"/>
    <w:rsid w:val="00764CCB"/>
    <w:rsid w:val="00764E04"/>
    <w:rsid w:val="00764E43"/>
    <w:rsid w:val="007650DB"/>
    <w:rsid w:val="00765399"/>
    <w:rsid w:val="00765430"/>
    <w:rsid w:val="00765503"/>
    <w:rsid w:val="00765668"/>
    <w:rsid w:val="007656F5"/>
    <w:rsid w:val="007659D8"/>
    <w:rsid w:val="00765C19"/>
    <w:rsid w:val="00765E9E"/>
    <w:rsid w:val="00765ECC"/>
    <w:rsid w:val="0076627A"/>
    <w:rsid w:val="007662AC"/>
    <w:rsid w:val="007664D8"/>
    <w:rsid w:val="00766524"/>
    <w:rsid w:val="007666ED"/>
    <w:rsid w:val="00766E29"/>
    <w:rsid w:val="00766FB6"/>
    <w:rsid w:val="00767013"/>
    <w:rsid w:val="007675F6"/>
    <w:rsid w:val="007676BC"/>
    <w:rsid w:val="00767866"/>
    <w:rsid w:val="007678DD"/>
    <w:rsid w:val="00767B8F"/>
    <w:rsid w:val="00767BAE"/>
    <w:rsid w:val="00767D1D"/>
    <w:rsid w:val="00767DAE"/>
    <w:rsid w:val="007700A8"/>
    <w:rsid w:val="00770210"/>
    <w:rsid w:val="00770262"/>
    <w:rsid w:val="007705F7"/>
    <w:rsid w:val="00770B24"/>
    <w:rsid w:val="00770E58"/>
    <w:rsid w:val="0077104F"/>
    <w:rsid w:val="007710AD"/>
    <w:rsid w:val="00771334"/>
    <w:rsid w:val="00771657"/>
    <w:rsid w:val="007718B5"/>
    <w:rsid w:val="00771A07"/>
    <w:rsid w:val="00771BC5"/>
    <w:rsid w:val="00771E63"/>
    <w:rsid w:val="00771EDB"/>
    <w:rsid w:val="00772549"/>
    <w:rsid w:val="007725D3"/>
    <w:rsid w:val="0077276C"/>
    <w:rsid w:val="00772AC9"/>
    <w:rsid w:val="00772EEE"/>
    <w:rsid w:val="0077328D"/>
    <w:rsid w:val="007733F1"/>
    <w:rsid w:val="0077360F"/>
    <w:rsid w:val="007738BC"/>
    <w:rsid w:val="00773AB1"/>
    <w:rsid w:val="00773BC5"/>
    <w:rsid w:val="00773DBD"/>
    <w:rsid w:val="00774411"/>
    <w:rsid w:val="00774C2E"/>
    <w:rsid w:val="00774F03"/>
    <w:rsid w:val="00775239"/>
    <w:rsid w:val="00775502"/>
    <w:rsid w:val="00775812"/>
    <w:rsid w:val="00775C2F"/>
    <w:rsid w:val="00775C87"/>
    <w:rsid w:val="00775D7C"/>
    <w:rsid w:val="00775FA4"/>
    <w:rsid w:val="007760AC"/>
    <w:rsid w:val="00776235"/>
    <w:rsid w:val="007767AE"/>
    <w:rsid w:val="00776C2C"/>
    <w:rsid w:val="00777300"/>
    <w:rsid w:val="00777626"/>
    <w:rsid w:val="00777B00"/>
    <w:rsid w:val="00777C4D"/>
    <w:rsid w:val="00777F21"/>
    <w:rsid w:val="007803D4"/>
    <w:rsid w:val="007807F8"/>
    <w:rsid w:val="00780BAB"/>
    <w:rsid w:val="00780C45"/>
    <w:rsid w:val="00780DAB"/>
    <w:rsid w:val="00780DB8"/>
    <w:rsid w:val="00780FD3"/>
    <w:rsid w:val="007811C7"/>
    <w:rsid w:val="007819BB"/>
    <w:rsid w:val="00781B2D"/>
    <w:rsid w:val="00782014"/>
    <w:rsid w:val="00782127"/>
    <w:rsid w:val="00782B22"/>
    <w:rsid w:val="00782B9F"/>
    <w:rsid w:val="00782CA5"/>
    <w:rsid w:val="00782D91"/>
    <w:rsid w:val="00782DEF"/>
    <w:rsid w:val="00782ED2"/>
    <w:rsid w:val="007831CD"/>
    <w:rsid w:val="0078321B"/>
    <w:rsid w:val="0078385B"/>
    <w:rsid w:val="00783A8D"/>
    <w:rsid w:val="00784151"/>
    <w:rsid w:val="0078443A"/>
    <w:rsid w:val="00784539"/>
    <w:rsid w:val="0078484D"/>
    <w:rsid w:val="007848B9"/>
    <w:rsid w:val="00784DA2"/>
    <w:rsid w:val="00784E1E"/>
    <w:rsid w:val="00784F00"/>
    <w:rsid w:val="00785145"/>
    <w:rsid w:val="00785311"/>
    <w:rsid w:val="007853B6"/>
    <w:rsid w:val="007854AD"/>
    <w:rsid w:val="0078593D"/>
    <w:rsid w:val="00785EC8"/>
    <w:rsid w:val="007862FF"/>
    <w:rsid w:val="00786336"/>
    <w:rsid w:val="00786418"/>
    <w:rsid w:val="0078659E"/>
    <w:rsid w:val="007867E7"/>
    <w:rsid w:val="007868D0"/>
    <w:rsid w:val="00786A28"/>
    <w:rsid w:val="00786B9B"/>
    <w:rsid w:val="00786BAD"/>
    <w:rsid w:val="007877FF"/>
    <w:rsid w:val="0078792F"/>
    <w:rsid w:val="00787931"/>
    <w:rsid w:val="00787964"/>
    <w:rsid w:val="00787A2B"/>
    <w:rsid w:val="00787AD2"/>
    <w:rsid w:val="00787D42"/>
    <w:rsid w:val="00787E5A"/>
    <w:rsid w:val="00790CCC"/>
    <w:rsid w:val="00790DDC"/>
    <w:rsid w:val="00791402"/>
    <w:rsid w:val="00791581"/>
    <w:rsid w:val="007919DF"/>
    <w:rsid w:val="00791B6B"/>
    <w:rsid w:val="00791B70"/>
    <w:rsid w:val="00792751"/>
    <w:rsid w:val="007927E6"/>
    <w:rsid w:val="007929E5"/>
    <w:rsid w:val="00792A67"/>
    <w:rsid w:val="00792BE1"/>
    <w:rsid w:val="00792D16"/>
    <w:rsid w:val="00792F2B"/>
    <w:rsid w:val="007934AE"/>
    <w:rsid w:val="007934B5"/>
    <w:rsid w:val="0079370F"/>
    <w:rsid w:val="00793D88"/>
    <w:rsid w:val="00793EFA"/>
    <w:rsid w:val="00793F2A"/>
    <w:rsid w:val="00794266"/>
    <w:rsid w:val="00794518"/>
    <w:rsid w:val="00794675"/>
    <w:rsid w:val="00794683"/>
    <w:rsid w:val="00794C2D"/>
    <w:rsid w:val="00794D7C"/>
    <w:rsid w:val="00794FEB"/>
    <w:rsid w:val="007953DF"/>
    <w:rsid w:val="00795667"/>
    <w:rsid w:val="00795698"/>
    <w:rsid w:val="0079569F"/>
    <w:rsid w:val="0079581F"/>
    <w:rsid w:val="00795895"/>
    <w:rsid w:val="00795CC5"/>
    <w:rsid w:val="00795F34"/>
    <w:rsid w:val="00796015"/>
    <w:rsid w:val="00796428"/>
    <w:rsid w:val="007967D8"/>
    <w:rsid w:val="00796904"/>
    <w:rsid w:val="00796A52"/>
    <w:rsid w:val="00797109"/>
    <w:rsid w:val="00797336"/>
    <w:rsid w:val="0079744A"/>
    <w:rsid w:val="007977B0"/>
    <w:rsid w:val="007979B1"/>
    <w:rsid w:val="00797AAF"/>
    <w:rsid w:val="00797D9C"/>
    <w:rsid w:val="00797DF8"/>
    <w:rsid w:val="00797E5E"/>
    <w:rsid w:val="007A0164"/>
    <w:rsid w:val="007A0217"/>
    <w:rsid w:val="007A02CC"/>
    <w:rsid w:val="007A05A5"/>
    <w:rsid w:val="007A0804"/>
    <w:rsid w:val="007A08F5"/>
    <w:rsid w:val="007A0BC7"/>
    <w:rsid w:val="007A0DA6"/>
    <w:rsid w:val="007A176E"/>
    <w:rsid w:val="007A1D5D"/>
    <w:rsid w:val="007A22A0"/>
    <w:rsid w:val="007A2379"/>
    <w:rsid w:val="007A23B0"/>
    <w:rsid w:val="007A25A3"/>
    <w:rsid w:val="007A30D0"/>
    <w:rsid w:val="007A328E"/>
    <w:rsid w:val="007A3362"/>
    <w:rsid w:val="007A3840"/>
    <w:rsid w:val="007A3C42"/>
    <w:rsid w:val="007A3CD8"/>
    <w:rsid w:val="007A3DD9"/>
    <w:rsid w:val="007A3E38"/>
    <w:rsid w:val="007A417C"/>
    <w:rsid w:val="007A45D5"/>
    <w:rsid w:val="007A45FD"/>
    <w:rsid w:val="007A479C"/>
    <w:rsid w:val="007A4BAE"/>
    <w:rsid w:val="007A4D2E"/>
    <w:rsid w:val="007A4D36"/>
    <w:rsid w:val="007A4D67"/>
    <w:rsid w:val="007A4D71"/>
    <w:rsid w:val="007A4E23"/>
    <w:rsid w:val="007A50F5"/>
    <w:rsid w:val="007A51DA"/>
    <w:rsid w:val="007A5641"/>
    <w:rsid w:val="007A5793"/>
    <w:rsid w:val="007A5AFE"/>
    <w:rsid w:val="007A5B2D"/>
    <w:rsid w:val="007A5D64"/>
    <w:rsid w:val="007A60E1"/>
    <w:rsid w:val="007A6315"/>
    <w:rsid w:val="007A6348"/>
    <w:rsid w:val="007A64E9"/>
    <w:rsid w:val="007A6800"/>
    <w:rsid w:val="007A78B2"/>
    <w:rsid w:val="007A7AAB"/>
    <w:rsid w:val="007A7D09"/>
    <w:rsid w:val="007B0073"/>
    <w:rsid w:val="007B0126"/>
    <w:rsid w:val="007B044D"/>
    <w:rsid w:val="007B056B"/>
    <w:rsid w:val="007B05D0"/>
    <w:rsid w:val="007B06CB"/>
    <w:rsid w:val="007B087F"/>
    <w:rsid w:val="007B0AF2"/>
    <w:rsid w:val="007B0E61"/>
    <w:rsid w:val="007B106C"/>
    <w:rsid w:val="007B127C"/>
    <w:rsid w:val="007B1873"/>
    <w:rsid w:val="007B18E2"/>
    <w:rsid w:val="007B1A71"/>
    <w:rsid w:val="007B1DD6"/>
    <w:rsid w:val="007B1EB6"/>
    <w:rsid w:val="007B2074"/>
    <w:rsid w:val="007B2504"/>
    <w:rsid w:val="007B27D2"/>
    <w:rsid w:val="007B3114"/>
    <w:rsid w:val="007B313D"/>
    <w:rsid w:val="007B320E"/>
    <w:rsid w:val="007B3648"/>
    <w:rsid w:val="007B37E6"/>
    <w:rsid w:val="007B3BA5"/>
    <w:rsid w:val="007B3E25"/>
    <w:rsid w:val="007B3ED8"/>
    <w:rsid w:val="007B3FC3"/>
    <w:rsid w:val="007B4563"/>
    <w:rsid w:val="007B4D58"/>
    <w:rsid w:val="007B4E5A"/>
    <w:rsid w:val="007B4E73"/>
    <w:rsid w:val="007B4FF7"/>
    <w:rsid w:val="007B5571"/>
    <w:rsid w:val="007B59EF"/>
    <w:rsid w:val="007B5ABF"/>
    <w:rsid w:val="007B5B4D"/>
    <w:rsid w:val="007B5D80"/>
    <w:rsid w:val="007B5D8D"/>
    <w:rsid w:val="007B6187"/>
    <w:rsid w:val="007B6277"/>
    <w:rsid w:val="007B6393"/>
    <w:rsid w:val="007B641A"/>
    <w:rsid w:val="007B6601"/>
    <w:rsid w:val="007B6931"/>
    <w:rsid w:val="007B6ED8"/>
    <w:rsid w:val="007B7351"/>
    <w:rsid w:val="007B7443"/>
    <w:rsid w:val="007C0402"/>
    <w:rsid w:val="007C089B"/>
    <w:rsid w:val="007C09C9"/>
    <w:rsid w:val="007C0AD3"/>
    <w:rsid w:val="007C0C2F"/>
    <w:rsid w:val="007C18E2"/>
    <w:rsid w:val="007C1E5A"/>
    <w:rsid w:val="007C1FF1"/>
    <w:rsid w:val="007C208C"/>
    <w:rsid w:val="007C2387"/>
    <w:rsid w:val="007C2485"/>
    <w:rsid w:val="007C2527"/>
    <w:rsid w:val="007C26E5"/>
    <w:rsid w:val="007C27B7"/>
    <w:rsid w:val="007C28CC"/>
    <w:rsid w:val="007C2E55"/>
    <w:rsid w:val="007C3CF6"/>
    <w:rsid w:val="007C3D53"/>
    <w:rsid w:val="007C485C"/>
    <w:rsid w:val="007C48B3"/>
    <w:rsid w:val="007C4A48"/>
    <w:rsid w:val="007C4D9E"/>
    <w:rsid w:val="007C4E59"/>
    <w:rsid w:val="007C4F09"/>
    <w:rsid w:val="007C52E4"/>
    <w:rsid w:val="007C530A"/>
    <w:rsid w:val="007C536F"/>
    <w:rsid w:val="007C569E"/>
    <w:rsid w:val="007C5917"/>
    <w:rsid w:val="007C60A8"/>
    <w:rsid w:val="007C61C7"/>
    <w:rsid w:val="007C6231"/>
    <w:rsid w:val="007C6526"/>
    <w:rsid w:val="007C6570"/>
    <w:rsid w:val="007C6C56"/>
    <w:rsid w:val="007C7469"/>
    <w:rsid w:val="007C7965"/>
    <w:rsid w:val="007C7DAE"/>
    <w:rsid w:val="007C7EC3"/>
    <w:rsid w:val="007C7EC7"/>
    <w:rsid w:val="007C7F5F"/>
    <w:rsid w:val="007D021D"/>
    <w:rsid w:val="007D03FA"/>
    <w:rsid w:val="007D0680"/>
    <w:rsid w:val="007D0747"/>
    <w:rsid w:val="007D07D7"/>
    <w:rsid w:val="007D0A78"/>
    <w:rsid w:val="007D0FC9"/>
    <w:rsid w:val="007D0FEC"/>
    <w:rsid w:val="007D13E5"/>
    <w:rsid w:val="007D16AF"/>
    <w:rsid w:val="007D1948"/>
    <w:rsid w:val="007D2027"/>
    <w:rsid w:val="007D228B"/>
    <w:rsid w:val="007D22CF"/>
    <w:rsid w:val="007D287D"/>
    <w:rsid w:val="007D2962"/>
    <w:rsid w:val="007D2C37"/>
    <w:rsid w:val="007D31DB"/>
    <w:rsid w:val="007D33B6"/>
    <w:rsid w:val="007D344F"/>
    <w:rsid w:val="007D3B90"/>
    <w:rsid w:val="007D3C55"/>
    <w:rsid w:val="007D4145"/>
    <w:rsid w:val="007D4208"/>
    <w:rsid w:val="007D42A9"/>
    <w:rsid w:val="007D44D9"/>
    <w:rsid w:val="007D452D"/>
    <w:rsid w:val="007D4615"/>
    <w:rsid w:val="007D47A8"/>
    <w:rsid w:val="007D4F8F"/>
    <w:rsid w:val="007D4FBD"/>
    <w:rsid w:val="007D50BB"/>
    <w:rsid w:val="007D528B"/>
    <w:rsid w:val="007D5577"/>
    <w:rsid w:val="007D55AF"/>
    <w:rsid w:val="007D582E"/>
    <w:rsid w:val="007D5962"/>
    <w:rsid w:val="007D5B5F"/>
    <w:rsid w:val="007D5CA6"/>
    <w:rsid w:val="007D601B"/>
    <w:rsid w:val="007D607A"/>
    <w:rsid w:val="007D65A7"/>
    <w:rsid w:val="007D68C0"/>
    <w:rsid w:val="007D6B6D"/>
    <w:rsid w:val="007D6DC0"/>
    <w:rsid w:val="007D6E64"/>
    <w:rsid w:val="007D724F"/>
    <w:rsid w:val="007D78BC"/>
    <w:rsid w:val="007D7C9D"/>
    <w:rsid w:val="007D7CBE"/>
    <w:rsid w:val="007D7F18"/>
    <w:rsid w:val="007D7F2A"/>
    <w:rsid w:val="007E0176"/>
    <w:rsid w:val="007E0335"/>
    <w:rsid w:val="007E0419"/>
    <w:rsid w:val="007E04CD"/>
    <w:rsid w:val="007E0535"/>
    <w:rsid w:val="007E05E8"/>
    <w:rsid w:val="007E08C0"/>
    <w:rsid w:val="007E0C1F"/>
    <w:rsid w:val="007E0D87"/>
    <w:rsid w:val="007E0F32"/>
    <w:rsid w:val="007E11E3"/>
    <w:rsid w:val="007E1667"/>
    <w:rsid w:val="007E178D"/>
    <w:rsid w:val="007E1D7D"/>
    <w:rsid w:val="007E1E95"/>
    <w:rsid w:val="007E1F50"/>
    <w:rsid w:val="007E1F91"/>
    <w:rsid w:val="007E2184"/>
    <w:rsid w:val="007E2343"/>
    <w:rsid w:val="007E27E3"/>
    <w:rsid w:val="007E306E"/>
    <w:rsid w:val="007E31F3"/>
    <w:rsid w:val="007E34DD"/>
    <w:rsid w:val="007E3573"/>
    <w:rsid w:val="007E382F"/>
    <w:rsid w:val="007E39B0"/>
    <w:rsid w:val="007E3AAE"/>
    <w:rsid w:val="007E3AC3"/>
    <w:rsid w:val="007E43F5"/>
    <w:rsid w:val="007E471D"/>
    <w:rsid w:val="007E48B3"/>
    <w:rsid w:val="007E4E3E"/>
    <w:rsid w:val="007E52EE"/>
    <w:rsid w:val="007E52FA"/>
    <w:rsid w:val="007E5357"/>
    <w:rsid w:val="007E53EB"/>
    <w:rsid w:val="007E57A2"/>
    <w:rsid w:val="007E5800"/>
    <w:rsid w:val="007E5B15"/>
    <w:rsid w:val="007E5C56"/>
    <w:rsid w:val="007E5F82"/>
    <w:rsid w:val="007E622D"/>
    <w:rsid w:val="007E682B"/>
    <w:rsid w:val="007E696C"/>
    <w:rsid w:val="007E69D9"/>
    <w:rsid w:val="007E69DD"/>
    <w:rsid w:val="007E6CAD"/>
    <w:rsid w:val="007E74E4"/>
    <w:rsid w:val="007E75E1"/>
    <w:rsid w:val="007E78C1"/>
    <w:rsid w:val="007E7995"/>
    <w:rsid w:val="007E7C74"/>
    <w:rsid w:val="007E7D72"/>
    <w:rsid w:val="007E7FAE"/>
    <w:rsid w:val="007F000F"/>
    <w:rsid w:val="007F017D"/>
    <w:rsid w:val="007F02F7"/>
    <w:rsid w:val="007F0360"/>
    <w:rsid w:val="007F041B"/>
    <w:rsid w:val="007F06C0"/>
    <w:rsid w:val="007F0871"/>
    <w:rsid w:val="007F0924"/>
    <w:rsid w:val="007F0D10"/>
    <w:rsid w:val="007F0E53"/>
    <w:rsid w:val="007F12D2"/>
    <w:rsid w:val="007F1442"/>
    <w:rsid w:val="007F17F4"/>
    <w:rsid w:val="007F1A00"/>
    <w:rsid w:val="007F1EC6"/>
    <w:rsid w:val="007F2757"/>
    <w:rsid w:val="007F2761"/>
    <w:rsid w:val="007F283A"/>
    <w:rsid w:val="007F297B"/>
    <w:rsid w:val="007F2ECB"/>
    <w:rsid w:val="007F2F02"/>
    <w:rsid w:val="007F3402"/>
    <w:rsid w:val="007F3569"/>
    <w:rsid w:val="007F3DE3"/>
    <w:rsid w:val="007F3E6E"/>
    <w:rsid w:val="007F3F0E"/>
    <w:rsid w:val="007F4093"/>
    <w:rsid w:val="007F4924"/>
    <w:rsid w:val="007F4D8F"/>
    <w:rsid w:val="007F4DF9"/>
    <w:rsid w:val="007F4EEE"/>
    <w:rsid w:val="007F5069"/>
    <w:rsid w:val="007F51E3"/>
    <w:rsid w:val="007F58C4"/>
    <w:rsid w:val="007F5C22"/>
    <w:rsid w:val="007F617F"/>
    <w:rsid w:val="007F6797"/>
    <w:rsid w:val="007F69F4"/>
    <w:rsid w:val="007F6AB5"/>
    <w:rsid w:val="007F6B2D"/>
    <w:rsid w:val="007F6B41"/>
    <w:rsid w:val="007F72D0"/>
    <w:rsid w:val="007F73A7"/>
    <w:rsid w:val="007F77E6"/>
    <w:rsid w:val="007F7834"/>
    <w:rsid w:val="007F7A50"/>
    <w:rsid w:val="007F7BF8"/>
    <w:rsid w:val="007F7C62"/>
    <w:rsid w:val="007F7F86"/>
    <w:rsid w:val="0080028E"/>
    <w:rsid w:val="008002F2"/>
    <w:rsid w:val="0080040C"/>
    <w:rsid w:val="008004BC"/>
    <w:rsid w:val="00800B9B"/>
    <w:rsid w:val="00800BE2"/>
    <w:rsid w:val="00801246"/>
    <w:rsid w:val="00801525"/>
    <w:rsid w:val="00801547"/>
    <w:rsid w:val="008017FC"/>
    <w:rsid w:val="00801C32"/>
    <w:rsid w:val="00801CC3"/>
    <w:rsid w:val="008022AE"/>
    <w:rsid w:val="00802323"/>
    <w:rsid w:val="00802429"/>
    <w:rsid w:val="008024BD"/>
    <w:rsid w:val="0080250C"/>
    <w:rsid w:val="00802699"/>
    <w:rsid w:val="0080272A"/>
    <w:rsid w:val="00802ACF"/>
    <w:rsid w:val="00802F9F"/>
    <w:rsid w:val="00803500"/>
    <w:rsid w:val="00803710"/>
    <w:rsid w:val="008038D6"/>
    <w:rsid w:val="0080397A"/>
    <w:rsid w:val="00803F47"/>
    <w:rsid w:val="0080402D"/>
    <w:rsid w:val="008054F0"/>
    <w:rsid w:val="00805500"/>
    <w:rsid w:val="00805988"/>
    <w:rsid w:val="00805E99"/>
    <w:rsid w:val="00806236"/>
    <w:rsid w:val="00806358"/>
    <w:rsid w:val="0080642F"/>
    <w:rsid w:val="008065CC"/>
    <w:rsid w:val="00806869"/>
    <w:rsid w:val="00806BD7"/>
    <w:rsid w:val="00807018"/>
    <w:rsid w:val="00807089"/>
    <w:rsid w:val="00807797"/>
    <w:rsid w:val="00807A5E"/>
    <w:rsid w:val="00807C4A"/>
    <w:rsid w:val="0081007B"/>
    <w:rsid w:val="008101B3"/>
    <w:rsid w:val="008102A0"/>
    <w:rsid w:val="00810514"/>
    <w:rsid w:val="0081067B"/>
    <w:rsid w:val="008106FA"/>
    <w:rsid w:val="008108DB"/>
    <w:rsid w:val="008109DF"/>
    <w:rsid w:val="00810C4E"/>
    <w:rsid w:val="00810C57"/>
    <w:rsid w:val="00810CC0"/>
    <w:rsid w:val="00810CCD"/>
    <w:rsid w:val="00810ECE"/>
    <w:rsid w:val="00811015"/>
    <w:rsid w:val="008110EE"/>
    <w:rsid w:val="00811601"/>
    <w:rsid w:val="00811712"/>
    <w:rsid w:val="00811981"/>
    <w:rsid w:val="008119FA"/>
    <w:rsid w:val="00811D38"/>
    <w:rsid w:val="0081222F"/>
    <w:rsid w:val="00812887"/>
    <w:rsid w:val="00812995"/>
    <w:rsid w:val="008129EF"/>
    <w:rsid w:val="00813091"/>
    <w:rsid w:val="008138D1"/>
    <w:rsid w:val="00813D8C"/>
    <w:rsid w:val="008141E4"/>
    <w:rsid w:val="008148D2"/>
    <w:rsid w:val="008150DA"/>
    <w:rsid w:val="008155D5"/>
    <w:rsid w:val="00815841"/>
    <w:rsid w:val="00817126"/>
    <w:rsid w:val="0081717E"/>
    <w:rsid w:val="008175A0"/>
    <w:rsid w:val="00817767"/>
    <w:rsid w:val="00817BCC"/>
    <w:rsid w:val="00817BD5"/>
    <w:rsid w:val="00817DD3"/>
    <w:rsid w:val="00817F7B"/>
    <w:rsid w:val="00817F9D"/>
    <w:rsid w:val="00817FE0"/>
    <w:rsid w:val="008205E6"/>
    <w:rsid w:val="008209B8"/>
    <w:rsid w:val="00820BD1"/>
    <w:rsid w:val="00820C11"/>
    <w:rsid w:val="00820F44"/>
    <w:rsid w:val="00821429"/>
    <w:rsid w:val="008216DC"/>
    <w:rsid w:val="00821816"/>
    <w:rsid w:val="0082231F"/>
    <w:rsid w:val="0082249D"/>
    <w:rsid w:val="00822526"/>
    <w:rsid w:val="008225AD"/>
    <w:rsid w:val="00822705"/>
    <w:rsid w:val="008227DE"/>
    <w:rsid w:val="00822865"/>
    <w:rsid w:val="00822A39"/>
    <w:rsid w:val="008230B0"/>
    <w:rsid w:val="00823223"/>
    <w:rsid w:val="008235DA"/>
    <w:rsid w:val="00823843"/>
    <w:rsid w:val="0082393E"/>
    <w:rsid w:val="008239B9"/>
    <w:rsid w:val="00823A59"/>
    <w:rsid w:val="00823F44"/>
    <w:rsid w:val="008248EB"/>
    <w:rsid w:val="00824DBE"/>
    <w:rsid w:val="008253BB"/>
    <w:rsid w:val="008253C9"/>
    <w:rsid w:val="00825692"/>
    <w:rsid w:val="008257BE"/>
    <w:rsid w:val="008259E4"/>
    <w:rsid w:val="00825BA8"/>
    <w:rsid w:val="00825EB4"/>
    <w:rsid w:val="00825F1A"/>
    <w:rsid w:val="00825F4F"/>
    <w:rsid w:val="008262C6"/>
    <w:rsid w:val="00826757"/>
    <w:rsid w:val="008269A2"/>
    <w:rsid w:val="00826A61"/>
    <w:rsid w:val="00826CFE"/>
    <w:rsid w:val="0082725E"/>
    <w:rsid w:val="00827489"/>
    <w:rsid w:val="00827666"/>
    <w:rsid w:val="00827809"/>
    <w:rsid w:val="00827BA2"/>
    <w:rsid w:val="00827E33"/>
    <w:rsid w:val="0083046E"/>
    <w:rsid w:val="00830566"/>
    <w:rsid w:val="00830B07"/>
    <w:rsid w:val="00830F5A"/>
    <w:rsid w:val="008311FE"/>
    <w:rsid w:val="0083150C"/>
    <w:rsid w:val="008315D0"/>
    <w:rsid w:val="00831803"/>
    <w:rsid w:val="00831A78"/>
    <w:rsid w:val="00831C63"/>
    <w:rsid w:val="0083228A"/>
    <w:rsid w:val="00832331"/>
    <w:rsid w:val="00832459"/>
    <w:rsid w:val="00832D17"/>
    <w:rsid w:val="00833810"/>
    <w:rsid w:val="008342E8"/>
    <w:rsid w:val="00834357"/>
    <w:rsid w:val="008345B9"/>
    <w:rsid w:val="008346CB"/>
    <w:rsid w:val="00834AA6"/>
    <w:rsid w:val="00834DAD"/>
    <w:rsid w:val="008351C4"/>
    <w:rsid w:val="00835353"/>
    <w:rsid w:val="008358AE"/>
    <w:rsid w:val="00835F12"/>
    <w:rsid w:val="008365CD"/>
    <w:rsid w:val="00836A0F"/>
    <w:rsid w:val="00836CC2"/>
    <w:rsid w:val="00837155"/>
    <w:rsid w:val="00837670"/>
    <w:rsid w:val="0083786A"/>
    <w:rsid w:val="008378DE"/>
    <w:rsid w:val="008379B4"/>
    <w:rsid w:val="00837C4E"/>
    <w:rsid w:val="00837DC6"/>
    <w:rsid w:val="00837E25"/>
    <w:rsid w:val="00837F54"/>
    <w:rsid w:val="008401D2"/>
    <w:rsid w:val="0084027C"/>
    <w:rsid w:val="00840910"/>
    <w:rsid w:val="00840B07"/>
    <w:rsid w:val="00841A8E"/>
    <w:rsid w:val="00841B42"/>
    <w:rsid w:val="00841C90"/>
    <w:rsid w:val="00841EB5"/>
    <w:rsid w:val="00841FCA"/>
    <w:rsid w:val="008422E0"/>
    <w:rsid w:val="00842361"/>
    <w:rsid w:val="008428EC"/>
    <w:rsid w:val="008429A9"/>
    <w:rsid w:val="00842BAF"/>
    <w:rsid w:val="008430A5"/>
    <w:rsid w:val="00843316"/>
    <w:rsid w:val="0084389D"/>
    <w:rsid w:val="00843A91"/>
    <w:rsid w:val="00843B91"/>
    <w:rsid w:val="00843E76"/>
    <w:rsid w:val="00844051"/>
    <w:rsid w:val="00844316"/>
    <w:rsid w:val="00844553"/>
    <w:rsid w:val="0084497A"/>
    <w:rsid w:val="00844A04"/>
    <w:rsid w:val="00844BDE"/>
    <w:rsid w:val="00844CB0"/>
    <w:rsid w:val="00844D34"/>
    <w:rsid w:val="00844E7C"/>
    <w:rsid w:val="00844F8A"/>
    <w:rsid w:val="00845378"/>
    <w:rsid w:val="0084549E"/>
    <w:rsid w:val="008455F2"/>
    <w:rsid w:val="0084566A"/>
    <w:rsid w:val="008456DC"/>
    <w:rsid w:val="00845D06"/>
    <w:rsid w:val="00845E80"/>
    <w:rsid w:val="0084601E"/>
    <w:rsid w:val="008462EE"/>
    <w:rsid w:val="00846C09"/>
    <w:rsid w:val="00846E49"/>
    <w:rsid w:val="00846ECD"/>
    <w:rsid w:val="00847A9F"/>
    <w:rsid w:val="00847AD9"/>
    <w:rsid w:val="00847D3D"/>
    <w:rsid w:val="00847D4F"/>
    <w:rsid w:val="0085021D"/>
    <w:rsid w:val="00850220"/>
    <w:rsid w:val="00850222"/>
    <w:rsid w:val="00850372"/>
    <w:rsid w:val="008507EB"/>
    <w:rsid w:val="00850869"/>
    <w:rsid w:val="00850D33"/>
    <w:rsid w:val="00851130"/>
    <w:rsid w:val="0085120C"/>
    <w:rsid w:val="008512A0"/>
    <w:rsid w:val="00851D5A"/>
    <w:rsid w:val="00851FBF"/>
    <w:rsid w:val="008520CB"/>
    <w:rsid w:val="00852615"/>
    <w:rsid w:val="0085261B"/>
    <w:rsid w:val="008527ED"/>
    <w:rsid w:val="00852BD6"/>
    <w:rsid w:val="00852DE8"/>
    <w:rsid w:val="00853291"/>
    <w:rsid w:val="00853361"/>
    <w:rsid w:val="008533E7"/>
    <w:rsid w:val="008534C1"/>
    <w:rsid w:val="008534D7"/>
    <w:rsid w:val="008538D6"/>
    <w:rsid w:val="008540AC"/>
    <w:rsid w:val="00854C10"/>
    <w:rsid w:val="00854CD5"/>
    <w:rsid w:val="00854D62"/>
    <w:rsid w:val="00855740"/>
    <w:rsid w:val="00855C1E"/>
    <w:rsid w:val="00855DE0"/>
    <w:rsid w:val="00856073"/>
    <w:rsid w:val="0085635C"/>
    <w:rsid w:val="00856824"/>
    <w:rsid w:val="008569C6"/>
    <w:rsid w:val="00856E5F"/>
    <w:rsid w:val="00856F43"/>
    <w:rsid w:val="00856FE0"/>
    <w:rsid w:val="0085744B"/>
    <w:rsid w:val="00857455"/>
    <w:rsid w:val="008575E9"/>
    <w:rsid w:val="008576AE"/>
    <w:rsid w:val="0085779B"/>
    <w:rsid w:val="00860025"/>
    <w:rsid w:val="0086023B"/>
    <w:rsid w:val="008605A3"/>
    <w:rsid w:val="008605F7"/>
    <w:rsid w:val="0086071E"/>
    <w:rsid w:val="00860A55"/>
    <w:rsid w:val="00860DCA"/>
    <w:rsid w:val="00861150"/>
    <w:rsid w:val="0086127C"/>
    <w:rsid w:val="008612C4"/>
    <w:rsid w:val="008618A5"/>
    <w:rsid w:val="00861956"/>
    <w:rsid w:val="00861B20"/>
    <w:rsid w:val="00861C37"/>
    <w:rsid w:val="00861E8E"/>
    <w:rsid w:val="00861F51"/>
    <w:rsid w:val="00862311"/>
    <w:rsid w:val="00862494"/>
    <w:rsid w:val="0086261E"/>
    <w:rsid w:val="008626EF"/>
    <w:rsid w:val="0086288F"/>
    <w:rsid w:val="008628C6"/>
    <w:rsid w:val="008629C3"/>
    <w:rsid w:val="00862E33"/>
    <w:rsid w:val="008631C5"/>
    <w:rsid w:val="00863334"/>
    <w:rsid w:val="00863358"/>
    <w:rsid w:val="0086366D"/>
    <w:rsid w:val="0086387C"/>
    <w:rsid w:val="00863AF7"/>
    <w:rsid w:val="00864411"/>
    <w:rsid w:val="008645C6"/>
    <w:rsid w:val="008645D9"/>
    <w:rsid w:val="00864F04"/>
    <w:rsid w:val="00865104"/>
    <w:rsid w:val="008651C6"/>
    <w:rsid w:val="008651E9"/>
    <w:rsid w:val="00865505"/>
    <w:rsid w:val="00865549"/>
    <w:rsid w:val="00865720"/>
    <w:rsid w:val="008659F9"/>
    <w:rsid w:val="00865EBE"/>
    <w:rsid w:val="00866628"/>
    <w:rsid w:val="00866965"/>
    <w:rsid w:val="00866B11"/>
    <w:rsid w:val="00866D4C"/>
    <w:rsid w:val="00866E33"/>
    <w:rsid w:val="008670D8"/>
    <w:rsid w:val="0086721E"/>
    <w:rsid w:val="00867458"/>
    <w:rsid w:val="00867C02"/>
    <w:rsid w:val="00867C23"/>
    <w:rsid w:val="008700A3"/>
    <w:rsid w:val="00870528"/>
    <w:rsid w:val="0087059C"/>
    <w:rsid w:val="008708C0"/>
    <w:rsid w:val="00870BF4"/>
    <w:rsid w:val="00870D60"/>
    <w:rsid w:val="00870FDF"/>
    <w:rsid w:val="00871005"/>
    <w:rsid w:val="00871228"/>
    <w:rsid w:val="00871369"/>
    <w:rsid w:val="0087157E"/>
    <w:rsid w:val="008716E2"/>
    <w:rsid w:val="00871B40"/>
    <w:rsid w:val="00871C25"/>
    <w:rsid w:val="00872330"/>
    <w:rsid w:val="00872616"/>
    <w:rsid w:val="00872B6E"/>
    <w:rsid w:val="00872C6B"/>
    <w:rsid w:val="00872E98"/>
    <w:rsid w:val="00872FD1"/>
    <w:rsid w:val="008734F9"/>
    <w:rsid w:val="00873891"/>
    <w:rsid w:val="00873967"/>
    <w:rsid w:val="00873A46"/>
    <w:rsid w:val="00873B03"/>
    <w:rsid w:val="008740FF"/>
    <w:rsid w:val="00874145"/>
    <w:rsid w:val="00874170"/>
    <w:rsid w:val="008742B4"/>
    <w:rsid w:val="008743BD"/>
    <w:rsid w:val="008744B5"/>
    <w:rsid w:val="0087466F"/>
    <w:rsid w:val="00874B52"/>
    <w:rsid w:val="00874E4A"/>
    <w:rsid w:val="00874F44"/>
    <w:rsid w:val="008750CB"/>
    <w:rsid w:val="0087543D"/>
    <w:rsid w:val="0087574D"/>
    <w:rsid w:val="008757C5"/>
    <w:rsid w:val="00875946"/>
    <w:rsid w:val="00875B2A"/>
    <w:rsid w:val="00875F77"/>
    <w:rsid w:val="00876005"/>
    <w:rsid w:val="00876327"/>
    <w:rsid w:val="008763D1"/>
    <w:rsid w:val="008764AE"/>
    <w:rsid w:val="00876978"/>
    <w:rsid w:val="00876A3B"/>
    <w:rsid w:val="00876D48"/>
    <w:rsid w:val="00876D74"/>
    <w:rsid w:val="0087701D"/>
    <w:rsid w:val="008774CE"/>
    <w:rsid w:val="008777D8"/>
    <w:rsid w:val="00877884"/>
    <w:rsid w:val="008778C1"/>
    <w:rsid w:val="00877928"/>
    <w:rsid w:val="00877ACB"/>
    <w:rsid w:val="00877C23"/>
    <w:rsid w:val="00877DFD"/>
    <w:rsid w:val="008801F5"/>
    <w:rsid w:val="00880251"/>
    <w:rsid w:val="008803F0"/>
    <w:rsid w:val="00880557"/>
    <w:rsid w:val="00880642"/>
    <w:rsid w:val="00880974"/>
    <w:rsid w:val="00880B91"/>
    <w:rsid w:val="00880E51"/>
    <w:rsid w:val="00881300"/>
    <w:rsid w:val="00881753"/>
    <w:rsid w:val="00881AD1"/>
    <w:rsid w:val="00881B0E"/>
    <w:rsid w:val="00881C5C"/>
    <w:rsid w:val="00881CCD"/>
    <w:rsid w:val="00881E27"/>
    <w:rsid w:val="00881E38"/>
    <w:rsid w:val="00882755"/>
    <w:rsid w:val="008828EF"/>
    <w:rsid w:val="00882AA3"/>
    <w:rsid w:val="0088302A"/>
    <w:rsid w:val="008832EE"/>
    <w:rsid w:val="008833DA"/>
    <w:rsid w:val="008839ED"/>
    <w:rsid w:val="00883C23"/>
    <w:rsid w:val="00883CE2"/>
    <w:rsid w:val="00884202"/>
    <w:rsid w:val="00884322"/>
    <w:rsid w:val="008843C5"/>
    <w:rsid w:val="00884628"/>
    <w:rsid w:val="00884B1D"/>
    <w:rsid w:val="0088505D"/>
    <w:rsid w:val="0088511C"/>
    <w:rsid w:val="0088546E"/>
    <w:rsid w:val="00885681"/>
    <w:rsid w:val="00885912"/>
    <w:rsid w:val="00885C6B"/>
    <w:rsid w:val="00885E45"/>
    <w:rsid w:val="00885E65"/>
    <w:rsid w:val="0088626F"/>
    <w:rsid w:val="00886DC5"/>
    <w:rsid w:val="00886E50"/>
    <w:rsid w:val="00886E76"/>
    <w:rsid w:val="00887479"/>
    <w:rsid w:val="008875A3"/>
    <w:rsid w:val="008875D5"/>
    <w:rsid w:val="008877F9"/>
    <w:rsid w:val="00887856"/>
    <w:rsid w:val="00887FFA"/>
    <w:rsid w:val="008902DE"/>
    <w:rsid w:val="00890699"/>
    <w:rsid w:val="008907BF"/>
    <w:rsid w:val="00890B1D"/>
    <w:rsid w:val="00890F30"/>
    <w:rsid w:val="0089134E"/>
    <w:rsid w:val="00891355"/>
    <w:rsid w:val="00891395"/>
    <w:rsid w:val="008913AB"/>
    <w:rsid w:val="0089163D"/>
    <w:rsid w:val="0089168C"/>
    <w:rsid w:val="00891FCB"/>
    <w:rsid w:val="0089206F"/>
    <w:rsid w:val="008921B5"/>
    <w:rsid w:val="0089259E"/>
    <w:rsid w:val="00892872"/>
    <w:rsid w:val="00892CB3"/>
    <w:rsid w:val="00892DB4"/>
    <w:rsid w:val="00892F97"/>
    <w:rsid w:val="008931E8"/>
    <w:rsid w:val="0089326D"/>
    <w:rsid w:val="00893562"/>
    <w:rsid w:val="0089384C"/>
    <w:rsid w:val="00893CEF"/>
    <w:rsid w:val="00894075"/>
    <w:rsid w:val="00894220"/>
    <w:rsid w:val="008942B4"/>
    <w:rsid w:val="00894CE6"/>
    <w:rsid w:val="0089516B"/>
    <w:rsid w:val="008953A0"/>
    <w:rsid w:val="00895506"/>
    <w:rsid w:val="00895A52"/>
    <w:rsid w:val="00895ABD"/>
    <w:rsid w:val="00895FAB"/>
    <w:rsid w:val="00896102"/>
    <w:rsid w:val="0089634F"/>
    <w:rsid w:val="00896426"/>
    <w:rsid w:val="0089668F"/>
    <w:rsid w:val="0089674A"/>
    <w:rsid w:val="00896946"/>
    <w:rsid w:val="00896E82"/>
    <w:rsid w:val="00897022"/>
    <w:rsid w:val="00897B45"/>
    <w:rsid w:val="00897C4F"/>
    <w:rsid w:val="00897E14"/>
    <w:rsid w:val="00897F30"/>
    <w:rsid w:val="008A008A"/>
    <w:rsid w:val="008A0129"/>
    <w:rsid w:val="008A040F"/>
    <w:rsid w:val="008A0784"/>
    <w:rsid w:val="008A0EC4"/>
    <w:rsid w:val="008A12FB"/>
    <w:rsid w:val="008A188A"/>
    <w:rsid w:val="008A1B46"/>
    <w:rsid w:val="008A1EA8"/>
    <w:rsid w:val="008A1FBE"/>
    <w:rsid w:val="008A2068"/>
    <w:rsid w:val="008A2155"/>
    <w:rsid w:val="008A220C"/>
    <w:rsid w:val="008A22D6"/>
    <w:rsid w:val="008A2874"/>
    <w:rsid w:val="008A29D0"/>
    <w:rsid w:val="008A30F7"/>
    <w:rsid w:val="008A32AC"/>
    <w:rsid w:val="008A34AC"/>
    <w:rsid w:val="008A3788"/>
    <w:rsid w:val="008A3CB8"/>
    <w:rsid w:val="008A41CB"/>
    <w:rsid w:val="008A4396"/>
    <w:rsid w:val="008A4A93"/>
    <w:rsid w:val="008A505C"/>
    <w:rsid w:val="008A5193"/>
    <w:rsid w:val="008A58F2"/>
    <w:rsid w:val="008A59CA"/>
    <w:rsid w:val="008A59E3"/>
    <w:rsid w:val="008A5DA4"/>
    <w:rsid w:val="008A61B9"/>
    <w:rsid w:val="008A660B"/>
    <w:rsid w:val="008A6EB8"/>
    <w:rsid w:val="008A6EF3"/>
    <w:rsid w:val="008A746A"/>
    <w:rsid w:val="008A7CB2"/>
    <w:rsid w:val="008A7CD4"/>
    <w:rsid w:val="008A7D19"/>
    <w:rsid w:val="008B04A6"/>
    <w:rsid w:val="008B0710"/>
    <w:rsid w:val="008B0D4F"/>
    <w:rsid w:val="008B110D"/>
    <w:rsid w:val="008B1133"/>
    <w:rsid w:val="008B12CE"/>
    <w:rsid w:val="008B132E"/>
    <w:rsid w:val="008B142A"/>
    <w:rsid w:val="008B16AA"/>
    <w:rsid w:val="008B17EB"/>
    <w:rsid w:val="008B1B6F"/>
    <w:rsid w:val="008B1F43"/>
    <w:rsid w:val="008B265E"/>
    <w:rsid w:val="008B2A67"/>
    <w:rsid w:val="008B3321"/>
    <w:rsid w:val="008B343E"/>
    <w:rsid w:val="008B344F"/>
    <w:rsid w:val="008B3817"/>
    <w:rsid w:val="008B3839"/>
    <w:rsid w:val="008B3D3D"/>
    <w:rsid w:val="008B3FB9"/>
    <w:rsid w:val="008B454F"/>
    <w:rsid w:val="008B4554"/>
    <w:rsid w:val="008B45A1"/>
    <w:rsid w:val="008B4748"/>
    <w:rsid w:val="008B491E"/>
    <w:rsid w:val="008B4B12"/>
    <w:rsid w:val="008B4F96"/>
    <w:rsid w:val="008B5220"/>
    <w:rsid w:val="008B5491"/>
    <w:rsid w:val="008B55F3"/>
    <w:rsid w:val="008B5962"/>
    <w:rsid w:val="008B5B4A"/>
    <w:rsid w:val="008B6066"/>
    <w:rsid w:val="008B62D5"/>
    <w:rsid w:val="008B6638"/>
    <w:rsid w:val="008B6800"/>
    <w:rsid w:val="008B6862"/>
    <w:rsid w:val="008B6AF0"/>
    <w:rsid w:val="008B6B78"/>
    <w:rsid w:val="008B7DF8"/>
    <w:rsid w:val="008B7FF1"/>
    <w:rsid w:val="008C0266"/>
    <w:rsid w:val="008C03D2"/>
    <w:rsid w:val="008C06DC"/>
    <w:rsid w:val="008C0B5A"/>
    <w:rsid w:val="008C0C4C"/>
    <w:rsid w:val="008C0DD8"/>
    <w:rsid w:val="008C0E92"/>
    <w:rsid w:val="008C0EFF"/>
    <w:rsid w:val="008C1AB7"/>
    <w:rsid w:val="008C1C99"/>
    <w:rsid w:val="008C1E2A"/>
    <w:rsid w:val="008C22C0"/>
    <w:rsid w:val="008C24A8"/>
    <w:rsid w:val="008C25C0"/>
    <w:rsid w:val="008C2625"/>
    <w:rsid w:val="008C29FD"/>
    <w:rsid w:val="008C2C75"/>
    <w:rsid w:val="008C2D81"/>
    <w:rsid w:val="008C3155"/>
    <w:rsid w:val="008C35AB"/>
    <w:rsid w:val="008C3624"/>
    <w:rsid w:val="008C36E7"/>
    <w:rsid w:val="008C370D"/>
    <w:rsid w:val="008C3757"/>
    <w:rsid w:val="008C37BF"/>
    <w:rsid w:val="008C3CBC"/>
    <w:rsid w:val="008C3E2C"/>
    <w:rsid w:val="008C3EAA"/>
    <w:rsid w:val="008C3F06"/>
    <w:rsid w:val="008C4312"/>
    <w:rsid w:val="008C46D8"/>
    <w:rsid w:val="008C48BE"/>
    <w:rsid w:val="008C49C7"/>
    <w:rsid w:val="008C4BDD"/>
    <w:rsid w:val="008C4C03"/>
    <w:rsid w:val="008C5291"/>
    <w:rsid w:val="008C53A2"/>
    <w:rsid w:val="008C552B"/>
    <w:rsid w:val="008C5537"/>
    <w:rsid w:val="008C5596"/>
    <w:rsid w:val="008C583B"/>
    <w:rsid w:val="008C5B25"/>
    <w:rsid w:val="008C61EC"/>
    <w:rsid w:val="008C62DA"/>
    <w:rsid w:val="008C639F"/>
    <w:rsid w:val="008C6445"/>
    <w:rsid w:val="008C68CA"/>
    <w:rsid w:val="008C71E1"/>
    <w:rsid w:val="008C725C"/>
    <w:rsid w:val="008C7743"/>
    <w:rsid w:val="008C7843"/>
    <w:rsid w:val="008D0287"/>
    <w:rsid w:val="008D0557"/>
    <w:rsid w:val="008D0D73"/>
    <w:rsid w:val="008D10A5"/>
    <w:rsid w:val="008D132F"/>
    <w:rsid w:val="008D14C2"/>
    <w:rsid w:val="008D179C"/>
    <w:rsid w:val="008D1923"/>
    <w:rsid w:val="008D1A21"/>
    <w:rsid w:val="008D1BD0"/>
    <w:rsid w:val="008D1C1C"/>
    <w:rsid w:val="008D1D64"/>
    <w:rsid w:val="008D2204"/>
    <w:rsid w:val="008D223D"/>
    <w:rsid w:val="008D25D3"/>
    <w:rsid w:val="008D2949"/>
    <w:rsid w:val="008D2959"/>
    <w:rsid w:val="008D2A6C"/>
    <w:rsid w:val="008D2CFB"/>
    <w:rsid w:val="008D3CCC"/>
    <w:rsid w:val="008D3D19"/>
    <w:rsid w:val="008D3DDD"/>
    <w:rsid w:val="008D3E4B"/>
    <w:rsid w:val="008D3F0B"/>
    <w:rsid w:val="008D43B6"/>
    <w:rsid w:val="008D4415"/>
    <w:rsid w:val="008D44F4"/>
    <w:rsid w:val="008D45F4"/>
    <w:rsid w:val="008D481C"/>
    <w:rsid w:val="008D4BD5"/>
    <w:rsid w:val="008D53F8"/>
    <w:rsid w:val="008D569C"/>
    <w:rsid w:val="008D5A38"/>
    <w:rsid w:val="008D651E"/>
    <w:rsid w:val="008D6693"/>
    <w:rsid w:val="008D67A1"/>
    <w:rsid w:val="008D687F"/>
    <w:rsid w:val="008D6C2E"/>
    <w:rsid w:val="008D6CC0"/>
    <w:rsid w:val="008D6CEA"/>
    <w:rsid w:val="008D6F1A"/>
    <w:rsid w:val="008D7019"/>
    <w:rsid w:val="008D7058"/>
    <w:rsid w:val="008D70F7"/>
    <w:rsid w:val="008D7344"/>
    <w:rsid w:val="008D7605"/>
    <w:rsid w:val="008D7BB7"/>
    <w:rsid w:val="008E057C"/>
    <w:rsid w:val="008E05DF"/>
    <w:rsid w:val="008E081C"/>
    <w:rsid w:val="008E08C3"/>
    <w:rsid w:val="008E094D"/>
    <w:rsid w:val="008E0A74"/>
    <w:rsid w:val="008E0BFC"/>
    <w:rsid w:val="008E1467"/>
    <w:rsid w:val="008E14DF"/>
    <w:rsid w:val="008E1AC5"/>
    <w:rsid w:val="008E1FB3"/>
    <w:rsid w:val="008E2246"/>
    <w:rsid w:val="008E29B2"/>
    <w:rsid w:val="008E3148"/>
    <w:rsid w:val="008E31CB"/>
    <w:rsid w:val="008E3419"/>
    <w:rsid w:val="008E38C0"/>
    <w:rsid w:val="008E3A96"/>
    <w:rsid w:val="008E3C0D"/>
    <w:rsid w:val="008E3F35"/>
    <w:rsid w:val="008E3F92"/>
    <w:rsid w:val="008E4087"/>
    <w:rsid w:val="008E4216"/>
    <w:rsid w:val="008E46CF"/>
    <w:rsid w:val="008E48D2"/>
    <w:rsid w:val="008E4D80"/>
    <w:rsid w:val="008E50B5"/>
    <w:rsid w:val="008E5534"/>
    <w:rsid w:val="008E5B4F"/>
    <w:rsid w:val="008E619A"/>
    <w:rsid w:val="008E61FF"/>
    <w:rsid w:val="008E6243"/>
    <w:rsid w:val="008E64FF"/>
    <w:rsid w:val="008E678D"/>
    <w:rsid w:val="008E6AD2"/>
    <w:rsid w:val="008E6B45"/>
    <w:rsid w:val="008E6F78"/>
    <w:rsid w:val="008E716A"/>
    <w:rsid w:val="008E740B"/>
    <w:rsid w:val="008E79AF"/>
    <w:rsid w:val="008E7B03"/>
    <w:rsid w:val="008F0066"/>
    <w:rsid w:val="008F01C7"/>
    <w:rsid w:val="008F037E"/>
    <w:rsid w:val="008F0902"/>
    <w:rsid w:val="008F0D27"/>
    <w:rsid w:val="008F0E10"/>
    <w:rsid w:val="008F10FA"/>
    <w:rsid w:val="008F11B6"/>
    <w:rsid w:val="008F12F3"/>
    <w:rsid w:val="008F133A"/>
    <w:rsid w:val="008F1468"/>
    <w:rsid w:val="008F1A2B"/>
    <w:rsid w:val="008F1A8E"/>
    <w:rsid w:val="008F1B41"/>
    <w:rsid w:val="008F22F0"/>
    <w:rsid w:val="008F2875"/>
    <w:rsid w:val="008F2C42"/>
    <w:rsid w:val="008F2E7D"/>
    <w:rsid w:val="008F367D"/>
    <w:rsid w:val="008F37B4"/>
    <w:rsid w:val="008F3A17"/>
    <w:rsid w:val="008F3ADF"/>
    <w:rsid w:val="008F3AF0"/>
    <w:rsid w:val="008F3DE0"/>
    <w:rsid w:val="008F3E0B"/>
    <w:rsid w:val="008F40C2"/>
    <w:rsid w:val="008F440E"/>
    <w:rsid w:val="008F457A"/>
    <w:rsid w:val="008F4BB4"/>
    <w:rsid w:val="008F4E2B"/>
    <w:rsid w:val="008F53CC"/>
    <w:rsid w:val="008F541C"/>
    <w:rsid w:val="008F5426"/>
    <w:rsid w:val="008F550D"/>
    <w:rsid w:val="008F5A40"/>
    <w:rsid w:val="008F5D3C"/>
    <w:rsid w:val="008F5DAA"/>
    <w:rsid w:val="008F6033"/>
    <w:rsid w:val="008F6232"/>
    <w:rsid w:val="008F666A"/>
    <w:rsid w:val="008F6727"/>
    <w:rsid w:val="008F6B7D"/>
    <w:rsid w:val="008F6CDB"/>
    <w:rsid w:val="008F7306"/>
    <w:rsid w:val="008F7579"/>
    <w:rsid w:val="008F7702"/>
    <w:rsid w:val="008F7CC5"/>
    <w:rsid w:val="00900134"/>
    <w:rsid w:val="0090024A"/>
    <w:rsid w:val="0090039D"/>
    <w:rsid w:val="009004AE"/>
    <w:rsid w:val="00900605"/>
    <w:rsid w:val="0090085B"/>
    <w:rsid w:val="00900873"/>
    <w:rsid w:val="00900928"/>
    <w:rsid w:val="00900B01"/>
    <w:rsid w:val="00900DF2"/>
    <w:rsid w:val="00900E67"/>
    <w:rsid w:val="00901170"/>
    <w:rsid w:val="0090138E"/>
    <w:rsid w:val="009013AA"/>
    <w:rsid w:val="009015F3"/>
    <w:rsid w:val="00901B33"/>
    <w:rsid w:val="00901BB8"/>
    <w:rsid w:val="00901D64"/>
    <w:rsid w:val="00902040"/>
    <w:rsid w:val="00902290"/>
    <w:rsid w:val="00902306"/>
    <w:rsid w:val="0090266D"/>
    <w:rsid w:val="00902959"/>
    <w:rsid w:val="009029C8"/>
    <w:rsid w:val="00902FAF"/>
    <w:rsid w:val="00903103"/>
    <w:rsid w:val="0090312A"/>
    <w:rsid w:val="00903264"/>
    <w:rsid w:val="00903E38"/>
    <w:rsid w:val="00903E57"/>
    <w:rsid w:val="0090403B"/>
    <w:rsid w:val="0090436B"/>
    <w:rsid w:val="00904751"/>
    <w:rsid w:val="00904A8B"/>
    <w:rsid w:val="00904DA1"/>
    <w:rsid w:val="00904E0E"/>
    <w:rsid w:val="00904E4C"/>
    <w:rsid w:val="009058B8"/>
    <w:rsid w:val="009058DC"/>
    <w:rsid w:val="00905A80"/>
    <w:rsid w:val="00905B72"/>
    <w:rsid w:val="00905C46"/>
    <w:rsid w:val="00905F66"/>
    <w:rsid w:val="00906165"/>
    <w:rsid w:val="00906190"/>
    <w:rsid w:val="00906318"/>
    <w:rsid w:val="009063F8"/>
    <w:rsid w:val="009064E1"/>
    <w:rsid w:val="0090698E"/>
    <w:rsid w:val="00906BCC"/>
    <w:rsid w:val="009071EE"/>
    <w:rsid w:val="00907254"/>
    <w:rsid w:val="0090786C"/>
    <w:rsid w:val="00907AC8"/>
    <w:rsid w:val="00907BDB"/>
    <w:rsid w:val="00910517"/>
    <w:rsid w:val="009109E9"/>
    <w:rsid w:val="00910AA2"/>
    <w:rsid w:val="00911277"/>
    <w:rsid w:val="009112B6"/>
    <w:rsid w:val="009113F7"/>
    <w:rsid w:val="009115FA"/>
    <w:rsid w:val="00911732"/>
    <w:rsid w:val="00911871"/>
    <w:rsid w:val="00911B39"/>
    <w:rsid w:val="00911B46"/>
    <w:rsid w:val="00911C01"/>
    <w:rsid w:val="00911D80"/>
    <w:rsid w:val="00912199"/>
    <w:rsid w:val="009121AB"/>
    <w:rsid w:val="009123D7"/>
    <w:rsid w:val="009125BA"/>
    <w:rsid w:val="0091266D"/>
    <w:rsid w:val="009128B5"/>
    <w:rsid w:val="009128B8"/>
    <w:rsid w:val="00912AE3"/>
    <w:rsid w:val="00912C93"/>
    <w:rsid w:val="00912CB3"/>
    <w:rsid w:val="00913074"/>
    <w:rsid w:val="009132F6"/>
    <w:rsid w:val="0091334A"/>
    <w:rsid w:val="0091345D"/>
    <w:rsid w:val="009134A6"/>
    <w:rsid w:val="009139D4"/>
    <w:rsid w:val="00913BD7"/>
    <w:rsid w:val="00913D0D"/>
    <w:rsid w:val="00913D1C"/>
    <w:rsid w:val="00913D57"/>
    <w:rsid w:val="00913F1E"/>
    <w:rsid w:val="0091418C"/>
    <w:rsid w:val="00914198"/>
    <w:rsid w:val="0091425A"/>
    <w:rsid w:val="009142B4"/>
    <w:rsid w:val="009144B4"/>
    <w:rsid w:val="00914761"/>
    <w:rsid w:val="009147DE"/>
    <w:rsid w:val="00914803"/>
    <w:rsid w:val="0091496D"/>
    <w:rsid w:val="00914D34"/>
    <w:rsid w:val="00914EE0"/>
    <w:rsid w:val="0091509E"/>
    <w:rsid w:val="00915456"/>
    <w:rsid w:val="00915504"/>
    <w:rsid w:val="0091555C"/>
    <w:rsid w:val="009157F6"/>
    <w:rsid w:val="009157FE"/>
    <w:rsid w:val="00915CC2"/>
    <w:rsid w:val="00915D9D"/>
    <w:rsid w:val="009160A6"/>
    <w:rsid w:val="0091630A"/>
    <w:rsid w:val="00916409"/>
    <w:rsid w:val="009167EC"/>
    <w:rsid w:val="0091690A"/>
    <w:rsid w:val="00916AB2"/>
    <w:rsid w:val="00916B74"/>
    <w:rsid w:val="00916BE0"/>
    <w:rsid w:val="00916DB5"/>
    <w:rsid w:val="00916F93"/>
    <w:rsid w:val="009171B2"/>
    <w:rsid w:val="009172EE"/>
    <w:rsid w:val="0091751A"/>
    <w:rsid w:val="00917523"/>
    <w:rsid w:val="00917C54"/>
    <w:rsid w:val="00917CC2"/>
    <w:rsid w:val="0092040F"/>
    <w:rsid w:val="009204CF"/>
    <w:rsid w:val="00920988"/>
    <w:rsid w:val="00920A89"/>
    <w:rsid w:val="00921335"/>
    <w:rsid w:val="00921AE0"/>
    <w:rsid w:val="00921C05"/>
    <w:rsid w:val="009220ED"/>
    <w:rsid w:val="00922391"/>
    <w:rsid w:val="00922652"/>
    <w:rsid w:val="00922BA1"/>
    <w:rsid w:val="00923881"/>
    <w:rsid w:val="00923927"/>
    <w:rsid w:val="00923B05"/>
    <w:rsid w:val="00923B3E"/>
    <w:rsid w:val="00923F65"/>
    <w:rsid w:val="00924338"/>
    <w:rsid w:val="009245F5"/>
    <w:rsid w:val="009248B0"/>
    <w:rsid w:val="0092553B"/>
    <w:rsid w:val="00925662"/>
    <w:rsid w:val="0092575B"/>
    <w:rsid w:val="009257C8"/>
    <w:rsid w:val="009259F0"/>
    <w:rsid w:val="00925AB6"/>
    <w:rsid w:val="00925B20"/>
    <w:rsid w:val="00925D89"/>
    <w:rsid w:val="009260C1"/>
    <w:rsid w:val="0092626D"/>
    <w:rsid w:val="009262AD"/>
    <w:rsid w:val="00926526"/>
    <w:rsid w:val="0092655E"/>
    <w:rsid w:val="00926950"/>
    <w:rsid w:val="00926B2A"/>
    <w:rsid w:val="00926CFD"/>
    <w:rsid w:val="00926FCA"/>
    <w:rsid w:val="00927378"/>
    <w:rsid w:val="009274E9"/>
    <w:rsid w:val="00927674"/>
    <w:rsid w:val="009276AD"/>
    <w:rsid w:val="0092786D"/>
    <w:rsid w:val="00927B46"/>
    <w:rsid w:val="00927C98"/>
    <w:rsid w:val="00927D6A"/>
    <w:rsid w:val="00927D6F"/>
    <w:rsid w:val="00927DCA"/>
    <w:rsid w:val="00927E22"/>
    <w:rsid w:val="00927EC5"/>
    <w:rsid w:val="009301BD"/>
    <w:rsid w:val="0093029B"/>
    <w:rsid w:val="00930A62"/>
    <w:rsid w:val="00931009"/>
    <w:rsid w:val="00931025"/>
    <w:rsid w:val="00931045"/>
    <w:rsid w:val="009312B1"/>
    <w:rsid w:val="0093153A"/>
    <w:rsid w:val="00931A7F"/>
    <w:rsid w:val="00931FD6"/>
    <w:rsid w:val="00931FEF"/>
    <w:rsid w:val="009321F3"/>
    <w:rsid w:val="00932229"/>
    <w:rsid w:val="0093239B"/>
    <w:rsid w:val="009324A4"/>
    <w:rsid w:val="0093256B"/>
    <w:rsid w:val="00932BD7"/>
    <w:rsid w:val="00933375"/>
    <w:rsid w:val="009335D2"/>
    <w:rsid w:val="00933D90"/>
    <w:rsid w:val="00933EB6"/>
    <w:rsid w:val="00934040"/>
    <w:rsid w:val="009346AE"/>
    <w:rsid w:val="00935199"/>
    <w:rsid w:val="009357F0"/>
    <w:rsid w:val="00935A6C"/>
    <w:rsid w:val="00936284"/>
    <w:rsid w:val="00936390"/>
    <w:rsid w:val="0093655C"/>
    <w:rsid w:val="00936674"/>
    <w:rsid w:val="00936992"/>
    <w:rsid w:val="00936AA9"/>
    <w:rsid w:val="00936F92"/>
    <w:rsid w:val="00937192"/>
    <w:rsid w:val="009371BF"/>
    <w:rsid w:val="00937676"/>
    <w:rsid w:val="00937711"/>
    <w:rsid w:val="009377EF"/>
    <w:rsid w:val="00937857"/>
    <w:rsid w:val="00937C1B"/>
    <w:rsid w:val="00937C44"/>
    <w:rsid w:val="0094000A"/>
    <w:rsid w:val="00940094"/>
    <w:rsid w:val="00940138"/>
    <w:rsid w:val="009404A3"/>
    <w:rsid w:val="009406B4"/>
    <w:rsid w:val="009408F2"/>
    <w:rsid w:val="00940A9B"/>
    <w:rsid w:val="00940B88"/>
    <w:rsid w:val="00940BEA"/>
    <w:rsid w:val="00940D87"/>
    <w:rsid w:val="00940EFE"/>
    <w:rsid w:val="00940F72"/>
    <w:rsid w:val="00941069"/>
    <w:rsid w:val="0094107C"/>
    <w:rsid w:val="0094117A"/>
    <w:rsid w:val="00941235"/>
    <w:rsid w:val="00941287"/>
    <w:rsid w:val="00941701"/>
    <w:rsid w:val="00941707"/>
    <w:rsid w:val="00941D1C"/>
    <w:rsid w:val="00941E8F"/>
    <w:rsid w:val="0094212E"/>
    <w:rsid w:val="00942436"/>
    <w:rsid w:val="00942592"/>
    <w:rsid w:val="00942884"/>
    <w:rsid w:val="00942B34"/>
    <w:rsid w:val="00942F03"/>
    <w:rsid w:val="009430C4"/>
    <w:rsid w:val="0094330A"/>
    <w:rsid w:val="009437A7"/>
    <w:rsid w:val="00943876"/>
    <w:rsid w:val="00943B0B"/>
    <w:rsid w:val="00943E78"/>
    <w:rsid w:val="00944659"/>
    <w:rsid w:val="009446A3"/>
    <w:rsid w:val="00944912"/>
    <w:rsid w:val="00944969"/>
    <w:rsid w:val="009449DA"/>
    <w:rsid w:val="00944D2C"/>
    <w:rsid w:val="00944DF4"/>
    <w:rsid w:val="00944FDA"/>
    <w:rsid w:val="00945062"/>
    <w:rsid w:val="00945084"/>
    <w:rsid w:val="00945324"/>
    <w:rsid w:val="009454A4"/>
    <w:rsid w:val="009456AA"/>
    <w:rsid w:val="009456EA"/>
    <w:rsid w:val="009458B8"/>
    <w:rsid w:val="00945AA8"/>
    <w:rsid w:val="00945CCE"/>
    <w:rsid w:val="00945E00"/>
    <w:rsid w:val="00945E9B"/>
    <w:rsid w:val="009461BF"/>
    <w:rsid w:val="00946537"/>
    <w:rsid w:val="009467D5"/>
    <w:rsid w:val="009467E0"/>
    <w:rsid w:val="00946C72"/>
    <w:rsid w:val="00946CB8"/>
    <w:rsid w:val="00946CED"/>
    <w:rsid w:val="00946D31"/>
    <w:rsid w:val="00946D87"/>
    <w:rsid w:val="00947378"/>
    <w:rsid w:val="00947386"/>
    <w:rsid w:val="009478EC"/>
    <w:rsid w:val="00947A40"/>
    <w:rsid w:val="00947A70"/>
    <w:rsid w:val="00947ABA"/>
    <w:rsid w:val="00947E29"/>
    <w:rsid w:val="009500A5"/>
    <w:rsid w:val="00950223"/>
    <w:rsid w:val="00950500"/>
    <w:rsid w:val="009510F4"/>
    <w:rsid w:val="00951182"/>
    <w:rsid w:val="0095133F"/>
    <w:rsid w:val="009516FF"/>
    <w:rsid w:val="00951825"/>
    <w:rsid w:val="00951881"/>
    <w:rsid w:val="00951AE5"/>
    <w:rsid w:val="00951F84"/>
    <w:rsid w:val="0095244B"/>
    <w:rsid w:val="009524F2"/>
    <w:rsid w:val="00952B05"/>
    <w:rsid w:val="00952DC3"/>
    <w:rsid w:val="00953020"/>
    <w:rsid w:val="009531E5"/>
    <w:rsid w:val="009534AD"/>
    <w:rsid w:val="0095368D"/>
    <w:rsid w:val="009536D0"/>
    <w:rsid w:val="00953754"/>
    <w:rsid w:val="0095392E"/>
    <w:rsid w:val="00953C38"/>
    <w:rsid w:val="00953D6F"/>
    <w:rsid w:val="00953DDA"/>
    <w:rsid w:val="00953F93"/>
    <w:rsid w:val="009543DD"/>
    <w:rsid w:val="0095483B"/>
    <w:rsid w:val="00954879"/>
    <w:rsid w:val="0095492E"/>
    <w:rsid w:val="00954CB4"/>
    <w:rsid w:val="00954CC1"/>
    <w:rsid w:val="00954E5F"/>
    <w:rsid w:val="009551F2"/>
    <w:rsid w:val="009552BB"/>
    <w:rsid w:val="00955313"/>
    <w:rsid w:val="009556C1"/>
    <w:rsid w:val="0095571A"/>
    <w:rsid w:val="0095590B"/>
    <w:rsid w:val="0095592A"/>
    <w:rsid w:val="00955F05"/>
    <w:rsid w:val="009560FC"/>
    <w:rsid w:val="0095616A"/>
    <w:rsid w:val="00956202"/>
    <w:rsid w:val="00956618"/>
    <w:rsid w:val="009568A7"/>
    <w:rsid w:val="00956A4F"/>
    <w:rsid w:val="00956E12"/>
    <w:rsid w:val="0095701B"/>
    <w:rsid w:val="009571E7"/>
    <w:rsid w:val="0095748F"/>
    <w:rsid w:val="00957751"/>
    <w:rsid w:val="00957849"/>
    <w:rsid w:val="00957FF9"/>
    <w:rsid w:val="00960224"/>
    <w:rsid w:val="0096023A"/>
    <w:rsid w:val="0096086D"/>
    <w:rsid w:val="00961066"/>
    <w:rsid w:val="0096109B"/>
    <w:rsid w:val="00961127"/>
    <w:rsid w:val="009611B9"/>
    <w:rsid w:val="009612ED"/>
    <w:rsid w:val="00961465"/>
    <w:rsid w:val="009616AE"/>
    <w:rsid w:val="009619AF"/>
    <w:rsid w:val="0096294B"/>
    <w:rsid w:val="00962D8B"/>
    <w:rsid w:val="00962FCB"/>
    <w:rsid w:val="00963039"/>
    <w:rsid w:val="009632B5"/>
    <w:rsid w:val="00963301"/>
    <w:rsid w:val="0096332C"/>
    <w:rsid w:val="009633CB"/>
    <w:rsid w:val="00963B8A"/>
    <w:rsid w:val="00963D4B"/>
    <w:rsid w:val="0096447D"/>
    <w:rsid w:val="009644F5"/>
    <w:rsid w:val="00964782"/>
    <w:rsid w:val="009647BF"/>
    <w:rsid w:val="00964FA3"/>
    <w:rsid w:val="00965061"/>
    <w:rsid w:val="009650CC"/>
    <w:rsid w:val="00965795"/>
    <w:rsid w:val="009657C0"/>
    <w:rsid w:val="00965D09"/>
    <w:rsid w:val="00965F37"/>
    <w:rsid w:val="00966103"/>
    <w:rsid w:val="00966521"/>
    <w:rsid w:val="009665BF"/>
    <w:rsid w:val="009665D1"/>
    <w:rsid w:val="00966621"/>
    <w:rsid w:val="009667DB"/>
    <w:rsid w:val="00966B5F"/>
    <w:rsid w:val="00966C06"/>
    <w:rsid w:val="00966D55"/>
    <w:rsid w:val="009671B2"/>
    <w:rsid w:val="009675C9"/>
    <w:rsid w:val="00967A0D"/>
    <w:rsid w:val="00967AB6"/>
    <w:rsid w:val="00967CA6"/>
    <w:rsid w:val="00967EFC"/>
    <w:rsid w:val="00967FB1"/>
    <w:rsid w:val="00970302"/>
    <w:rsid w:val="0097044C"/>
    <w:rsid w:val="009704C3"/>
    <w:rsid w:val="00970519"/>
    <w:rsid w:val="009705C2"/>
    <w:rsid w:val="0097070E"/>
    <w:rsid w:val="00970890"/>
    <w:rsid w:val="00970F49"/>
    <w:rsid w:val="009712E9"/>
    <w:rsid w:val="0097151A"/>
    <w:rsid w:val="00971C52"/>
    <w:rsid w:val="009720C6"/>
    <w:rsid w:val="009722D8"/>
    <w:rsid w:val="009725FC"/>
    <w:rsid w:val="009727FE"/>
    <w:rsid w:val="00972903"/>
    <w:rsid w:val="009729BD"/>
    <w:rsid w:val="00972BC3"/>
    <w:rsid w:val="00973AD1"/>
    <w:rsid w:val="0097426B"/>
    <w:rsid w:val="0097426E"/>
    <w:rsid w:val="009742B9"/>
    <w:rsid w:val="00974483"/>
    <w:rsid w:val="0097449A"/>
    <w:rsid w:val="00974518"/>
    <w:rsid w:val="0097491F"/>
    <w:rsid w:val="00974A9F"/>
    <w:rsid w:val="00974DBC"/>
    <w:rsid w:val="00974E75"/>
    <w:rsid w:val="0097510E"/>
    <w:rsid w:val="0097547B"/>
    <w:rsid w:val="00975553"/>
    <w:rsid w:val="00975577"/>
    <w:rsid w:val="00975673"/>
    <w:rsid w:val="009756F5"/>
    <w:rsid w:val="00975716"/>
    <w:rsid w:val="00975AD0"/>
    <w:rsid w:val="00975CE0"/>
    <w:rsid w:val="00975DF8"/>
    <w:rsid w:val="00975F25"/>
    <w:rsid w:val="009763EF"/>
    <w:rsid w:val="009767B8"/>
    <w:rsid w:val="009767C3"/>
    <w:rsid w:val="00976F72"/>
    <w:rsid w:val="00977420"/>
    <w:rsid w:val="0097746B"/>
    <w:rsid w:val="009776F4"/>
    <w:rsid w:val="00977CCF"/>
    <w:rsid w:val="009800D0"/>
    <w:rsid w:val="0098026C"/>
    <w:rsid w:val="0098062D"/>
    <w:rsid w:val="009806A4"/>
    <w:rsid w:val="00980958"/>
    <w:rsid w:val="00980A72"/>
    <w:rsid w:val="0098118D"/>
    <w:rsid w:val="009811E6"/>
    <w:rsid w:val="00981680"/>
    <w:rsid w:val="0098192B"/>
    <w:rsid w:val="00982498"/>
    <w:rsid w:val="009825CD"/>
    <w:rsid w:val="009827B0"/>
    <w:rsid w:val="0098289A"/>
    <w:rsid w:val="00982945"/>
    <w:rsid w:val="00982A77"/>
    <w:rsid w:val="00982D69"/>
    <w:rsid w:val="00982E8B"/>
    <w:rsid w:val="009830C3"/>
    <w:rsid w:val="009831C0"/>
    <w:rsid w:val="00983736"/>
    <w:rsid w:val="00983933"/>
    <w:rsid w:val="009846A3"/>
    <w:rsid w:val="009846F9"/>
    <w:rsid w:val="009848B6"/>
    <w:rsid w:val="00984CB6"/>
    <w:rsid w:val="00985345"/>
    <w:rsid w:val="0098576E"/>
    <w:rsid w:val="00985826"/>
    <w:rsid w:val="00986C51"/>
    <w:rsid w:val="00986D7D"/>
    <w:rsid w:val="00986E4C"/>
    <w:rsid w:val="00986EC5"/>
    <w:rsid w:val="0098709A"/>
    <w:rsid w:val="009872A2"/>
    <w:rsid w:val="00987A26"/>
    <w:rsid w:val="00987AC7"/>
    <w:rsid w:val="00987D1F"/>
    <w:rsid w:val="00987DF8"/>
    <w:rsid w:val="00987FEE"/>
    <w:rsid w:val="0099018C"/>
    <w:rsid w:val="0099037E"/>
    <w:rsid w:val="009903D4"/>
    <w:rsid w:val="00990404"/>
    <w:rsid w:val="00990803"/>
    <w:rsid w:val="0099099D"/>
    <w:rsid w:val="00990AF2"/>
    <w:rsid w:val="00990D7D"/>
    <w:rsid w:val="00990D8C"/>
    <w:rsid w:val="00990F0C"/>
    <w:rsid w:val="00990F60"/>
    <w:rsid w:val="00991197"/>
    <w:rsid w:val="0099125C"/>
    <w:rsid w:val="00991468"/>
    <w:rsid w:val="00991532"/>
    <w:rsid w:val="00991A47"/>
    <w:rsid w:val="00991F8C"/>
    <w:rsid w:val="009921E3"/>
    <w:rsid w:val="009924A1"/>
    <w:rsid w:val="00992597"/>
    <w:rsid w:val="0099298C"/>
    <w:rsid w:val="00992D69"/>
    <w:rsid w:val="00992F12"/>
    <w:rsid w:val="00993563"/>
    <w:rsid w:val="0099359F"/>
    <w:rsid w:val="009936D6"/>
    <w:rsid w:val="00993AAB"/>
    <w:rsid w:val="00993ACA"/>
    <w:rsid w:val="00993CA4"/>
    <w:rsid w:val="00993F32"/>
    <w:rsid w:val="009942A1"/>
    <w:rsid w:val="00994564"/>
    <w:rsid w:val="00994EE1"/>
    <w:rsid w:val="0099529A"/>
    <w:rsid w:val="00995355"/>
    <w:rsid w:val="009954B2"/>
    <w:rsid w:val="009956EA"/>
    <w:rsid w:val="009957CD"/>
    <w:rsid w:val="0099588B"/>
    <w:rsid w:val="009959BB"/>
    <w:rsid w:val="00995BF6"/>
    <w:rsid w:val="00995F91"/>
    <w:rsid w:val="009960F8"/>
    <w:rsid w:val="0099627D"/>
    <w:rsid w:val="009967E0"/>
    <w:rsid w:val="00996843"/>
    <w:rsid w:val="00996AD6"/>
    <w:rsid w:val="00996DE2"/>
    <w:rsid w:val="00996F18"/>
    <w:rsid w:val="009972EC"/>
    <w:rsid w:val="0099733C"/>
    <w:rsid w:val="009974D2"/>
    <w:rsid w:val="00997838"/>
    <w:rsid w:val="00997A2C"/>
    <w:rsid w:val="00997F5B"/>
    <w:rsid w:val="009A04ED"/>
    <w:rsid w:val="009A06D9"/>
    <w:rsid w:val="009A0B29"/>
    <w:rsid w:val="009A0D58"/>
    <w:rsid w:val="009A0FD1"/>
    <w:rsid w:val="009A12CE"/>
    <w:rsid w:val="009A13CA"/>
    <w:rsid w:val="009A16F8"/>
    <w:rsid w:val="009A1A83"/>
    <w:rsid w:val="009A1AA9"/>
    <w:rsid w:val="009A1EC0"/>
    <w:rsid w:val="009A227C"/>
    <w:rsid w:val="009A23CC"/>
    <w:rsid w:val="009A2566"/>
    <w:rsid w:val="009A2A5E"/>
    <w:rsid w:val="009A2B1F"/>
    <w:rsid w:val="009A2CB5"/>
    <w:rsid w:val="009A320C"/>
    <w:rsid w:val="009A3589"/>
    <w:rsid w:val="009A4087"/>
    <w:rsid w:val="009A4105"/>
    <w:rsid w:val="009A4417"/>
    <w:rsid w:val="009A47F9"/>
    <w:rsid w:val="009A4B21"/>
    <w:rsid w:val="009A4B38"/>
    <w:rsid w:val="009A4B73"/>
    <w:rsid w:val="009A4CB6"/>
    <w:rsid w:val="009A51EB"/>
    <w:rsid w:val="009A52E7"/>
    <w:rsid w:val="009A58DD"/>
    <w:rsid w:val="009A58E9"/>
    <w:rsid w:val="009A5A50"/>
    <w:rsid w:val="009A5BB9"/>
    <w:rsid w:val="009A5C2F"/>
    <w:rsid w:val="009A5EA1"/>
    <w:rsid w:val="009A6072"/>
    <w:rsid w:val="009A66F1"/>
    <w:rsid w:val="009A67FE"/>
    <w:rsid w:val="009A6822"/>
    <w:rsid w:val="009A6AAF"/>
    <w:rsid w:val="009A6AC3"/>
    <w:rsid w:val="009A6C46"/>
    <w:rsid w:val="009A6E30"/>
    <w:rsid w:val="009A6E9E"/>
    <w:rsid w:val="009A775F"/>
    <w:rsid w:val="009B02CF"/>
    <w:rsid w:val="009B041B"/>
    <w:rsid w:val="009B0628"/>
    <w:rsid w:val="009B0930"/>
    <w:rsid w:val="009B0FC2"/>
    <w:rsid w:val="009B0FEF"/>
    <w:rsid w:val="009B114B"/>
    <w:rsid w:val="009B16CE"/>
    <w:rsid w:val="009B1B0E"/>
    <w:rsid w:val="009B1BF6"/>
    <w:rsid w:val="009B1BFA"/>
    <w:rsid w:val="009B1CDB"/>
    <w:rsid w:val="009B1F3B"/>
    <w:rsid w:val="009B200B"/>
    <w:rsid w:val="009B20EA"/>
    <w:rsid w:val="009B214C"/>
    <w:rsid w:val="009B276D"/>
    <w:rsid w:val="009B2AAC"/>
    <w:rsid w:val="009B2B38"/>
    <w:rsid w:val="009B2CFF"/>
    <w:rsid w:val="009B3031"/>
    <w:rsid w:val="009B3244"/>
    <w:rsid w:val="009B34CD"/>
    <w:rsid w:val="009B353C"/>
    <w:rsid w:val="009B3837"/>
    <w:rsid w:val="009B3971"/>
    <w:rsid w:val="009B39B7"/>
    <w:rsid w:val="009B39CD"/>
    <w:rsid w:val="009B4094"/>
    <w:rsid w:val="009B44F8"/>
    <w:rsid w:val="009B45A9"/>
    <w:rsid w:val="009B4975"/>
    <w:rsid w:val="009B4F70"/>
    <w:rsid w:val="009B524D"/>
    <w:rsid w:val="009B57C4"/>
    <w:rsid w:val="009B58AF"/>
    <w:rsid w:val="009B58F3"/>
    <w:rsid w:val="009B5FC7"/>
    <w:rsid w:val="009B610B"/>
    <w:rsid w:val="009B65A0"/>
    <w:rsid w:val="009B67F2"/>
    <w:rsid w:val="009B683A"/>
    <w:rsid w:val="009B6A60"/>
    <w:rsid w:val="009B6CB8"/>
    <w:rsid w:val="009B6F41"/>
    <w:rsid w:val="009B6FF9"/>
    <w:rsid w:val="009B77CC"/>
    <w:rsid w:val="009B7BF7"/>
    <w:rsid w:val="009C0B9E"/>
    <w:rsid w:val="009C0E47"/>
    <w:rsid w:val="009C128B"/>
    <w:rsid w:val="009C1357"/>
    <w:rsid w:val="009C16A7"/>
    <w:rsid w:val="009C1CC8"/>
    <w:rsid w:val="009C1CF6"/>
    <w:rsid w:val="009C1F65"/>
    <w:rsid w:val="009C1FB7"/>
    <w:rsid w:val="009C211E"/>
    <w:rsid w:val="009C2297"/>
    <w:rsid w:val="009C237F"/>
    <w:rsid w:val="009C24A5"/>
    <w:rsid w:val="009C25AF"/>
    <w:rsid w:val="009C2674"/>
    <w:rsid w:val="009C2712"/>
    <w:rsid w:val="009C27D8"/>
    <w:rsid w:val="009C2C41"/>
    <w:rsid w:val="009C31CF"/>
    <w:rsid w:val="009C32B4"/>
    <w:rsid w:val="009C3320"/>
    <w:rsid w:val="009C3516"/>
    <w:rsid w:val="009C3624"/>
    <w:rsid w:val="009C393C"/>
    <w:rsid w:val="009C3C5E"/>
    <w:rsid w:val="009C3D70"/>
    <w:rsid w:val="009C3D7C"/>
    <w:rsid w:val="009C3E14"/>
    <w:rsid w:val="009C3E35"/>
    <w:rsid w:val="009C3F60"/>
    <w:rsid w:val="009C405B"/>
    <w:rsid w:val="009C42EA"/>
    <w:rsid w:val="009C45DD"/>
    <w:rsid w:val="009C49D7"/>
    <w:rsid w:val="009C4C03"/>
    <w:rsid w:val="009C4FD4"/>
    <w:rsid w:val="009C5229"/>
    <w:rsid w:val="009C5363"/>
    <w:rsid w:val="009C5624"/>
    <w:rsid w:val="009C5855"/>
    <w:rsid w:val="009C6064"/>
    <w:rsid w:val="009C65D8"/>
    <w:rsid w:val="009C67CD"/>
    <w:rsid w:val="009C686B"/>
    <w:rsid w:val="009C6B2E"/>
    <w:rsid w:val="009C6BF6"/>
    <w:rsid w:val="009C6CF4"/>
    <w:rsid w:val="009C6D4C"/>
    <w:rsid w:val="009C7129"/>
    <w:rsid w:val="009C7147"/>
    <w:rsid w:val="009C731B"/>
    <w:rsid w:val="009C7549"/>
    <w:rsid w:val="009C7DD9"/>
    <w:rsid w:val="009D0062"/>
    <w:rsid w:val="009D00F4"/>
    <w:rsid w:val="009D04BF"/>
    <w:rsid w:val="009D0C0E"/>
    <w:rsid w:val="009D0FE6"/>
    <w:rsid w:val="009D1053"/>
    <w:rsid w:val="009D1153"/>
    <w:rsid w:val="009D14D2"/>
    <w:rsid w:val="009D16BE"/>
    <w:rsid w:val="009D1781"/>
    <w:rsid w:val="009D1F23"/>
    <w:rsid w:val="009D1F29"/>
    <w:rsid w:val="009D1F81"/>
    <w:rsid w:val="009D1FB3"/>
    <w:rsid w:val="009D23CB"/>
    <w:rsid w:val="009D2420"/>
    <w:rsid w:val="009D2796"/>
    <w:rsid w:val="009D2BA2"/>
    <w:rsid w:val="009D2BFF"/>
    <w:rsid w:val="009D2D1B"/>
    <w:rsid w:val="009D2F22"/>
    <w:rsid w:val="009D3420"/>
    <w:rsid w:val="009D381B"/>
    <w:rsid w:val="009D3A1F"/>
    <w:rsid w:val="009D3A64"/>
    <w:rsid w:val="009D3A88"/>
    <w:rsid w:val="009D3BE8"/>
    <w:rsid w:val="009D3D28"/>
    <w:rsid w:val="009D3F8D"/>
    <w:rsid w:val="009D42E2"/>
    <w:rsid w:val="009D4348"/>
    <w:rsid w:val="009D44F8"/>
    <w:rsid w:val="009D4852"/>
    <w:rsid w:val="009D48E4"/>
    <w:rsid w:val="009D4907"/>
    <w:rsid w:val="009D4B44"/>
    <w:rsid w:val="009D4B82"/>
    <w:rsid w:val="009D4BCE"/>
    <w:rsid w:val="009D4E4F"/>
    <w:rsid w:val="009D4ED3"/>
    <w:rsid w:val="009D5173"/>
    <w:rsid w:val="009D52AE"/>
    <w:rsid w:val="009D5367"/>
    <w:rsid w:val="009D54DA"/>
    <w:rsid w:val="009D54EF"/>
    <w:rsid w:val="009D5738"/>
    <w:rsid w:val="009D57E9"/>
    <w:rsid w:val="009D58BE"/>
    <w:rsid w:val="009D5BFF"/>
    <w:rsid w:val="009D5F35"/>
    <w:rsid w:val="009D61A7"/>
    <w:rsid w:val="009D66E1"/>
    <w:rsid w:val="009D6B02"/>
    <w:rsid w:val="009D6BD3"/>
    <w:rsid w:val="009D6C80"/>
    <w:rsid w:val="009D6F2F"/>
    <w:rsid w:val="009D6FC6"/>
    <w:rsid w:val="009D7077"/>
    <w:rsid w:val="009D711B"/>
    <w:rsid w:val="009D72C4"/>
    <w:rsid w:val="009D73F8"/>
    <w:rsid w:val="009D78EF"/>
    <w:rsid w:val="009D7C8A"/>
    <w:rsid w:val="009D7EDD"/>
    <w:rsid w:val="009E001F"/>
    <w:rsid w:val="009E0123"/>
    <w:rsid w:val="009E0146"/>
    <w:rsid w:val="009E04E7"/>
    <w:rsid w:val="009E0709"/>
    <w:rsid w:val="009E08D4"/>
    <w:rsid w:val="009E0D2D"/>
    <w:rsid w:val="009E104D"/>
    <w:rsid w:val="009E1333"/>
    <w:rsid w:val="009E1680"/>
    <w:rsid w:val="009E19E8"/>
    <w:rsid w:val="009E1B4A"/>
    <w:rsid w:val="009E1C81"/>
    <w:rsid w:val="009E233C"/>
    <w:rsid w:val="009E26C8"/>
    <w:rsid w:val="009E2B73"/>
    <w:rsid w:val="009E2C60"/>
    <w:rsid w:val="009E2F51"/>
    <w:rsid w:val="009E2FAC"/>
    <w:rsid w:val="009E30FF"/>
    <w:rsid w:val="009E3100"/>
    <w:rsid w:val="009E333D"/>
    <w:rsid w:val="009E34CF"/>
    <w:rsid w:val="009E3BCD"/>
    <w:rsid w:val="009E3CD0"/>
    <w:rsid w:val="009E3EFA"/>
    <w:rsid w:val="009E4143"/>
    <w:rsid w:val="009E4219"/>
    <w:rsid w:val="009E434D"/>
    <w:rsid w:val="009E4467"/>
    <w:rsid w:val="009E449B"/>
    <w:rsid w:val="009E4925"/>
    <w:rsid w:val="009E4BCB"/>
    <w:rsid w:val="009E50F0"/>
    <w:rsid w:val="009E56CE"/>
    <w:rsid w:val="009E5A0E"/>
    <w:rsid w:val="009E5C1B"/>
    <w:rsid w:val="009E61FA"/>
    <w:rsid w:val="009E63CE"/>
    <w:rsid w:val="009E641E"/>
    <w:rsid w:val="009E6735"/>
    <w:rsid w:val="009E6B42"/>
    <w:rsid w:val="009E6B4A"/>
    <w:rsid w:val="009E6C64"/>
    <w:rsid w:val="009E6D24"/>
    <w:rsid w:val="009E7179"/>
    <w:rsid w:val="009E737B"/>
    <w:rsid w:val="009E741E"/>
    <w:rsid w:val="009E765E"/>
    <w:rsid w:val="009E7F01"/>
    <w:rsid w:val="009F019D"/>
    <w:rsid w:val="009F0266"/>
    <w:rsid w:val="009F054F"/>
    <w:rsid w:val="009F0894"/>
    <w:rsid w:val="009F0E93"/>
    <w:rsid w:val="009F1072"/>
    <w:rsid w:val="009F1366"/>
    <w:rsid w:val="009F13F5"/>
    <w:rsid w:val="009F1509"/>
    <w:rsid w:val="009F15AA"/>
    <w:rsid w:val="009F18D6"/>
    <w:rsid w:val="009F1F32"/>
    <w:rsid w:val="009F20B1"/>
    <w:rsid w:val="009F22AA"/>
    <w:rsid w:val="009F2356"/>
    <w:rsid w:val="009F2668"/>
    <w:rsid w:val="009F2E47"/>
    <w:rsid w:val="009F33B5"/>
    <w:rsid w:val="009F3406"/>
    <w:rsid w:val="009F3417"/>
    <w:rsid w:val="009F344A"/>
    <w:rsid w:val="009F3A47"/>
    <w:rsid w:val="009F3ACF"/>
    <w:rsid w:val="009F3BF6"/>
    <w:rsid w:val="009F3C8A"/>
    <w:rsid w:val="009F3D98"/>
    <w:rsid w:val="009F3F55"/>
    <w:rsid w:val="009F4095"/>
    <w:rsid w:val="009F419A"/>
    <w:rsid w:val="009F45EC"/>
    <w:rsid w:val="009F4B72"/>
    <w:rsid w:val="009F4C0A"/>
    <w:rsid w:val="009F4D38"/>
    <w:rsid w:val="009F5578"/>
    <w:rsid w:val="009F57C2"/>
    <w:rsid w:val="009F58FF"/>
    <w:rsid w:val="009F59DE"/>
    <w:rsid w:val="009F5E3F"/>
    <w:rsid w:val="009F60C2"/>
    <w:rsid w:val="009F60C7"/>
    <w:rsid w:val="009F6294"/>
    <w:rsid w:val="009F64C5"/>
    <w:rsid w:val="009F6520"/>
    <w:rsid w:val="009F65E0"/>
    <w:rsid w:val="009F6C6F"/>
    <w:rsid w:val="009F6FCA"/>
    <w:rsid w:val="009F70BF"/>
    <w:rsid w:val="009F7110"/>
    <w:rsid w:val="009F7122"/>
    <w:rsid w:val="009F71BF"/>
    <w:rsid w:val="009F735B"/>
    <w:rsid w:val="009F73CC"/>
    <w:rsid w:val="009F7470"/>
    <w:rsid w:val="009F771A"/>
    <w:rsid w:val="009F7837"/>
    <w:rsid w:val="009F7C77"/>
    <w:rsid w:val="00A00041"/>
    <w:rsid w:val="00A00152"/>
    <w:rsid w:val="00A0019A"/>
    <w:rsid w:val="00A001DD"/>
    <w:rsid w:val="00A00229"/>
    <w:rsid w:val="00A002EC"/>
    <w:rsid w:val="00A003C4"/>
    <w:rsid w:val="00A00623"/>
    <w:rsid w:val="00A00AD8"/>
    <w:rsid w:val="00A00CDB"/>
    <w:rsid w:val="00A00CF4"/>
    <w:rsid w:val="00A00E52"/>
    <w:rsid w:val="00A00F03"/>
    <w:rsid w:val="00A01532"/>
    <w:rsid w:val="00A01A79"/>
    <w:rsid w:val="00A01BD8"/>
    <w:rsid w:val="00A01C94"/>
    <w:rsid w:val="00A01D03"/>
    <w:rsid w:val="00A01D2B"/>
    <w:rsid w:val="00A01E5C"/>
    <w:rsid w:val="00A01E74"/>
    <w:rsid w:val="00A02292"/>
    <w:rsid w:val="00A025AF"/>
    <w:rsid w:val="00A025FE"/>
    <w:rsid w:val="00A02698"/>
    <w:rsid w:val="00A02892"/>
    <w:rsid w:val="00A028D7"/>
    <w:rsid w:val="00A029AE"/>
    <w:rsid w:val="00A02A1D"/>
    <w:rsid w:val="00A02D3C"/>
    <w:rsid w:val="00A0319C"/>
    <w:rsid w:val="00A032AF"/>
    <w:rsid w:val="00A032C5"/>
    <w:rsid w:val="00A03514"/>
    <w:rsid w:val="00A0365C"/>
    <w:rsid w:val="00A0369D"/>
    <w:rsid w:val="00A03971"/>
    <w:rsid w:val="00A03A7C"/>
    <w:rsid w:val="00A03DA1"/>
    <w:rsid w:val="00A03DA7"/>
    <w:rsid w:val="00A0417F"/>
    <w:rsid w:val="00A04470"/>
    <w:rsid w:val="00A04ADA"/>
    <w:rsid w:val="00A04C44"/>
    <w:rsid w:val="00A04E76"/>
    <w:rsid w:val="00A0517B"/>
    <w:rsid w:val="00A052AA"/>
    <w:rsid w:val="00A05AE7"/>
    <w:rsid w:val="00A05BB7"/>
    <w:rsid w:val="00A05EE2"/>
    <w:rsid w:val="00A061AA"/>
    <w:rsid w:val="00A069AA"/>
    <w:rsid w:val="00A06C63"/>
    <w:rsid w:val="00A06DE0"/>
    <w:rsid w:val="00A075F6"/>
    <w:rsid w:val="00A07722"/>
    <w:rsid w:val="00A07D9A"/>
    <w:rsid w:val="00A07F2F"/>
    <w:rsid w:val="00A10427"/>
    <w:rsid w:val="00A10786"/>
    <w:rsid w:val="00A107BC"/>
    <w:rsid w:val="00A1094B"/>
    <w:rsid w:val="00A10A75"/>
    <w:rsid w:val="00A10C3F"/>
    <w:rsid w:val="00A10D0D"/>
    <w:rsid w:val="00A10DD6"/>
    <w:rsid w:val="00A113D0"/>
    <w:rsid w:val="00A11472"/>
    <w:rsid w:val="00A115D1"/>
    <w:rsid w:val="00A11641"/>
    <w:rsid w:val="00A116E4"/>
    <w:rsid w:val="00A11B40"/>
    <w:rsid w:val="00A11D6B"/>
    <w:rsid w:val="00A11F02"/>
    <w:rsid w:val="00A122EA"/>
    <w:rsid w:val="00A12324"/>
    <w:rsid w:val="00A1259C"/>
    <w:rsid w:val="00A125EB"/>
    <w:rsid w:val="00A127A0"/>
    <w:rsid w:val="00A12865"/>
    <w:rsid w:val="00A128F5"/>
    <w:rsid w:val="00A12C93"/>
    <w:rsid w:val="00A131EB"/>
    <w:rsid w:val="00A13499"/>
    <w:rsid w:val="00A13580"/>
    <w:rsid w:val="00A13795"/>
    <w:rsid w:val="00A13AEA"/>
    <w:rsid w:val="00A13D2A"/>
    <w:rsid w:val="00A1432D"/>
    <w:rsid w:val="00A1498C"/>
    <w:rsid w:val="00A14A72"/>
    <w:rsid w:val="00A14E04"/>
    <w:rsid w:val="00A15154"/>
    <w:rsid w:val="00A155CE"/>
    <w:rsid w:val="00A15676"/>
    <w:rsid w:val="00A158F3"/>
    <w:rsid w:val="00A15A0B"/>
    <w:rsid w:val="00A15A4A"/>
    <w:rsid w:val="00A15EC4"/>
    <w:rsid w:val="00A16379"/>
    <w:rsid w:val="00A163B0"/>
    <w:rsid w:val="00A164A7"/>
    <w:rsid w:val="00A16508"/>
    <w:rsid w:val="00A1679D"/>
    <w:rsid w:val="00A16C52"/>
    <w:rsid w:val="00A16FDC"/>
    <w:rsid w:val="00A171F9"/>
    <w:rsid w:val="00A1737A"/>
    <w:rsid w:val="00A17456"/>
    <w:rsid w:val="00A176CC"/>
    <w:rsid w:val="00A177D4"/>
    <w:rsid w:val="00A17B53"/>
    <w:rsid w:val="00A212D7"/>
    <w:rsid w:val="00A215B6"/>
    <w:rsid w:val="00A217DF"/>
    <w:rsid w:val="00A21B3C"/>
    <w:rsid w:val="00A21BF0"/>
    <w:rsid w:val="00A21CEC"/>
    <w:rsid w:val="00A22036"/>
    <w:rsid w:val="00A2223D"/>
    <w:rsid w:val="00A22352"/>
    <w:rsid w:val="00A22649"/>
    <w:rsid w:val="00A22A11"/>
    <w:rsid w:val="00A22DCB"/>
    <w:rsid w:val="00A22ECC"/>
    <w:rsid w:val="00A233A4"/>
    <w:rsid w:val="00A23664"/>
    <w:rsid w:val="00A23709"/>
    <w:rsid w:val="00A2375A"/>
    <w:rsid w:val="00A2377F"/>
    <w:rsid w:val="00A2389A"/>
    <w:rsid w:val="00A23954"/>
    <w:rsid w:val="00A23BA8"/>
    <w:rsid w:val="00A23CF4"/>
    <w:rsid w:val="00A23D45"/>
    <w:rsid w:val="00A2431C"/>
    <w:rsid w:val="00A24968"/>
    <w:rsid w:val="00A2499F"/>
    <w:rsid w:val="00A24A4F"/>
    <w:rsid w:val="00A24BD6"/>
    <w:rsid w:val="00A24CF9"/>
    <w:rsid w:val="00A250C6"/>
    <w:rsid w:val="00A25157"/>
    <w:rsid w:val="00A25835"/>
    <w:rsid w:val="00A2594D"/>
    <w:rsid w:val="00A25BDC"/>
    <w:rsid w:val="00A25F5C"/>
    <w:rsid w:val="00A2623D"/>
    <w:rsid w:val="00A262B0"/>
    <w:rsid w:val="00A2633F"/>
    <w:rsid w:val="00A26453"/>
    <w:rsid w:val="00A26A42"/>
    <w:rsid w:val="00A26A53"/>
    <w:rsid w:val="00A26AB9"/>
    <w:rsid w:val="00A26C83"/>
    <w:rsid w:val="00A26CDC"/>
    <w:rsid w:val="00A26F6E"/>
    <w:rsid w:val="00A271EA"/>
    <w:rsid w:val="00A27234"/>
    <w:rsid w:val="00A273E7"/>
    <w:rsid w:val="00A27F5A"/>
    <w:rsid w:val="00A3042E"/>
    <w:rsid w:val="00A307FE"/>
    <w:rsid w:val="00A30C4C"/>
    <w:rsid w:val="00A30D01"/>
    <w:rsid w:val="00A30DEF"/>
    <w:rsid w:val="00A30F1A"/>
    <w:rsid w:val="00A30F7A"/>
    <w:rsid w:val="00A3105C"/>
    <w:rsid w:val="00A3125F"/>
    <w:rsid w:val="00A3187F"/>
    <w:rsid w:val="00A31A58"/>
    <w:rsid w:val="00A31CDD"/>
    <w:rsid w:val="00A325C5"/>
    <w:rsid w:val="00A32B9A"/>
    <w:rsid w:val="00A32CC9"/>
    <w:rsid w:val="00A33014"/>
    <w:rsid w:val="00A331EB"/>
    <w:rsid w:val="00A33DD6"/>
    <w:rsid w:val="00A3429C"/>
    <w:rsid w:val="00A344F5"/>
    <w:rsid w:val="00A345D1"/>
    <w:rsid w:val="00A34689"/>
    <w:rsid w:val="00A346D9"/>
    <w:rsid w:val="00A34742"/>
    <w:rsid w:val="00A34782"/>
    <w:rsid w:val="00A347B3"/>
    <w:rsid w:val="00A347CC"/>
    <w:rsid w:val="00A348A6"/>
    <w:rsid w:val="00A34DD7"/>
    <w:rsid w:val="00A35568"/>
    <w:rsid w:val="00A3584D"/>
    <w:rsid w:val="00A359FA"/>
    <w:rsid w:val="00A35B69"/>
    <w:rsid w:val="00A35CF2"/>
    <w:rsid w:val="00A35EEA"/>
    <w:rsid w:val="00A35F76"/>
    <w:rsid w:val="00A3627A"/>
    <w:rsid w:val="00A36643"/>
    <w:rsid w:val="00A36A77"/>
    <w:rsid w:val="00A36B18"/>
    <w:rsid w:val="00A36CF5"/>
    <w:rsid w:val="00A36FC2"/>
    <w:rsid w:val="00A373A6"/>
    <w:rsid w:val="00A373DD"/>
    <w:rsid w:val="00A37B5D"/>
    <w:rsid w:val="00A37BA7"/>
    <w:rsid w:val="00A40109"/>
    <w:rsid w:val="00A40432"/>
    <w:rsid w:val="00A40532"/>
    <w:rsid w:val="00A40D7A"/>
    <w:rsid w:val="00A40F18"/>
    <w:rsid w:val="00A4110B"/>
    <w:rsid w:val="00A4115C"/>
    <w:rsid w:val="00A411A4"/>
    <w:rsid w:val="00A41326"/>
    <w:rsid w:val="00A4145E"/>
    <w:rsid w:val="00A4162C"/>
    <w:rsid w:val="00A417CA"/>
    <w:rsid w:val="00A42083"/>
    <w:rsid w:val="00A4211C"/>
    <w:rsid w:val="00A42548"/>
    <w:rsid w:val="00A42631"/>
    <w:rsid w:val="00A42757"/>
    <w:rsid w:val="00A42BB1"/>
    <w:rsid w:val="00A42E00"/>
    <w:rsid w:val="00A4313D"/>
    <w:rsid w:val="00A43759"/>
    <w:rsid w:val="00A43C27"/>
    <w:rsid w:val="00A43C88"/>
    <w:rsid w:val="00A43E4D"/>
    <w:rsid w:val="00A44601"/>
    <w:rsid w:val="00A44666"/>
    <w:rsid w:val="00A446E2"/>
    <w:rsid w:val="00A4507D"/>
    <w:rsid w:val="00A451D2"/>
    <w:rsid w:val="00A451DD"/>
    <w:rsid w:val="00A452C9"/>
    <w:rsid w:val="00A4541F"/>
    <w:rsid w:val="00A45488"/>
    <w:rsid w:val="00A45697"/>
    <w:rsid w:val="00A45908"/>
    <w:rsid w:val="00A45FC2"/>
    <w:rsid w:val="00A462BC"/>
    <w:rsid w:val="00A467DE"/>
    <w:rsid w:val="00A46C88"/>
    <w:rsid w:val="00A472E0"/>
    <w:rsid w:val="00A477A0"/>
    <w:rsid w:val="00A47803"/>
    <w:rsid w:val="00A478E8"/>
    <w:rsid w:val="00A47B8C"/>
    <w:rsid w:val="00A47E78"/>
    <w:rsid w:val="00A47F02"/>
    <w:rsid w:val="00A50038"/>
    <w:rsid w:val="00A5048E"/>
    <w:rsid w:val="00A5060C"/>
    <w:rsid w:val="00A5060D"/>
    <w:rsid w:val="00A506A4"/>
    <w:rsid w:val="00A506FA"/>
    <w:rsid w:val="00A5079C"/>
    <w:rsid w:val="00A50CC9"/>
    <w:rsid w:val="00A50D21"/>
    <w:rsid w:val="00A50EBF"/>
    <w:rsid w:val="00A50F3B"/>
    <w:rsid w:val="00A51147"/>
    <w:rsid w:val="00A5124D"/>
    <w:rsid w:val="00A51386"/>
    <w:rsid w:val="00A51679"/>
    <w:rsid w:val="00A51FE1"/>
    <w:rsid w:val="00A52082"/>
    <w:rsid w:val="00A520D3"/>
    <w:rsid w:val="00A521F2"/>
    <w:rsid w:val="00A523BE"/>
    <w:rsid w:val="00A523E1"/>
    <w:rsid w:val="00A523FC"/>
    <w:rsid w:val="00A52716"/>
    <w:rsid w:val="00A52AD7"/>
    <w:rsid w:val="00A52E5C"/>
    <w:rsid w:val="00A52FAD"/>
    <w:rsid w:val="00A5320D"/>
    <w:rsid w:val="00A53555"/>
    <w:rsid w:val="00A53670"/>
    <w:rsid w:val="00A536D1"/>
    <w:rsid w:val="00A536D9"/>
    <w:rsid w:val="00A53860"/>
    <w:rsid w:val="00A538AA"/>
    <w:rsid w:val="00A53A1A"/>
    <w:rsid w:val="00A53A73"/>
    <w:rsid w:val="00A53ACF"/>
    <w:rsid w:val="00A53AD7"/>
    <w:rsid w:val="00A53C70"/>
    <w:rsid w:val="00A53E35"/>
    <w:rsid w:val="00A53F5C"/>
    <w:rsid w:val="00A5446D"/>
    <w:rsid w:val="00A54470"/>
    <w:rsid w:val="00A550E1"/>
    <w:rsid w:val="00A55716"/>
    <w:rsid w:val="00A557BC"/>
    <w:rsid w:val="00A55CCC"/>
    <w:rsid w:val="00A55DA8"/>
    <w:rsid w:val="00A560F9"/>
    <w:rsid w:val="00A5628C"/>
    <w:rsid w:val="00A5661A"/>
    <w:rsid w:val="00A5686D"/>
    <w:rsid w:val="00A56DFB"/>
    <w:rsid w:val="00A56E41"/>
    <w:rsid w:val="00A56EBC"/>
    <w:rsid w:val="00A57131"/>
    <w:rsid w:val="00A5750C"/>
    <w:rsid w:val="00A577FC"/>
    <w:rsid w:val="00A57872"/>
    <w:rsid w:val="00A5799D"/>
    <w:rsid w:val="00A57B8B"/>
    <w:rsid w:val="00A57D8F"/>
    <w:rsid w:val="00A57F9D"/>
    <w:rsid w:val="00A57FF3"/>
    <w:rsid w:val="00A60698"/>
    <w:rsid w:val="00A6077B"/>
    <w:rsid w:val="00A60795"/>
    <w:rsid w:val="00A608B2"/>
    <w:rsid w:val="00A60AA8"/>
    <w:rsid w:val="00A60B01"/>
    <w:rsid w:val="00A60C63"/>
    <w:rsid w:val="00A60DBB"/>
    <w:rsid w:val="00A61057"/>
    <w:rsid w:val="00A61426"/>
    <w:rsid w:val="00A614C6"/>
    <w:rsid w:val="00A616F3"/>
    <w:rsid w:val="00A61824"/>
    <w:rsid w:val="00A61883"/>
    <w:rsid w:val="00A61A8F"/>
    <w:rsid w:val="00A61E72"/>
    <w:rsid w:val="00A621F4"/>
    <w:rsid w:val="00A6229B"/>
    <w:rsid w:val="00A622E1"/>
    <w:rsid w:val="00A623DF"/>
    <w:rsid w:val="00A623ED"/>
    <w:rsid w:val="00A62467"/>
    <w:rsid w:val="00A624DB"/>
    <w:rsid w:val="00A627D9"/>
    <w:rsid w:val="00A62829"/>
    <w:rsid w:val="00A62AFF"/>
    <w:rsid w:val="00A62D16"/>
    <w:rsid w:val="00A63007"/>
    <w:rsid w:val="00A63194"/>
    <w:rsid w:val="00A631E0"/>
    <w:rsid w:val="00A6342D"/>
    <w:rsid w:val="00A634C6"/>
    <w:rsid w:val="00A6364B"/>
    <w:rsid w:val="00A63F98"/>
    <w:rsid w:val="00A6405B"/>
    <w:rsid w:val="00A640DB"/>
    <w:rsid w:val="00A646AC"/>
    <w:rsid w:val="00A64A4B"/>
    <w:rsid w:val="00A64B8C"/>
    <w:rsid w:val="00A64BBD"/>
    <w:rsid w:val="00A64DC3"/>
    <w:rsid w:val="00A64E08"/>
    <w:rsid w:val="00A64F84"/>
    <w:rsid w:val="00A65364"/>
    <w:rsid w:val="00A653E4"/>
    <w:rsid w:val="00A6559E"/>
    <w:rsid w:val="00A65737"/>
    <w:rsid w:val="00A65BA6"/>
    <w:rsid w:val="00A65BBF"/>
    <w:rsid w:val="00A65C6F"/>
    <w:rsid w:val="00A66003"/>
    <w:rsid w:val="00A6641B"/>
    <w:rsid w:val="00A66C29"/>
    <w:rsid w:val="00A66D12"/>
    <w:rsid w:val="00A66D62"/>
    <w:rsid w:val="00A679B2"/>
    <w:rsid w:val="00A67D30"/>
    <w:rsid w:val="00A67D52"/>
    <w:rsid w:val="00A67D6F"/>
    <w:rsid w:val="00A7004B"/>
    <w:rsid w:val="00A702F5"/>
    <w:rsid w:val="00A7066F"/>
    <w:rsid w:val="00A708D2"/>
    <w:rsid w:val="00A70B32"/>
    <w:rsid w:val="00A70DBF"/>
    <w:rsid w:val="00A70E4D"/>
    <w:rsid w:val="00A70E7C"/>
    <w:rsid w:val="00A70FC9"/>
    <w:rsid w:val="00A7151C"/>
    <w:rsid w:val="00A7167A"/>
    <w:rsid w:val="00A7169B"/>
    <w:rsid w:val="00A717D4"/>
    <w:rsid w:val="00A71B86"/>
    <w:rsid w:val="00A71CB7"/>
    <w:rsid w:val="00A71CC8"/>
    <w:rsid w:val="00A71CF3"/>
    <w:rsid w:val="00A720E2"/>
    <w:rsid w:val="00A726C9"/>
    <w:rsid w:val="00A7280A"/>
    <w:rsid w:val="00A72A43"/>
    <w:rsid w:val="00A72C5E"/>
    <w:rsid w:val="00A733FC"/>
    <w:rsid w:val="00A73462"/>
    <w:rsid w:val="00A7349F"/>
    <w:rsid w:val="00A73879"/>
    <w:rsid w:val="00A73A32"/>
    <w:rsid w:val="00A73AA9"/>
    <w:rsid w:val="00A73C3A"/>
    <w:rsid w:val="00A73DB2"/>
    <w:rsid w:val="00A744AA"/>
    <w:rsid w:val="00A74738"/>
    <w:rsid w:val="00A7473D"/>
    <w:rsid w:val="00A74A71"/>
    <w:rsid w:val="00A74A7A"/>
    <w:rsid w:val="00A74A85"/>
    <w:rsid w:val="00A74CB8"/>
    <w:rsid w:val="00A751BE"/>
    <w:rsid w:val="00A75C70"/>
    <w:rsid w:val="00A76029"/>
    <w:rsid w:val="00A76316"/>
    <w:rsid w:val="00A76320"/>
    <w:rsid w:val="00A7634D"/>
    <w:rsid w:val="00A763BE"/>
    <w:rsid w:val="00A7646C"/>
    <w:rsid w:val="00A76604"/>
    <w:rsid w:val="00A766FF"/>
    <w:rsid w:val="00A76D0B"/>
    <w:rsid w:val="00A76E24"/>
    <w:rsid w:val="00A76F2E"/>
    <w:rsid w:val="00A77177"/>
    <w:rsid w:val="00A77274"/>
    <w:rsid w:val="00A77D6B"/>
    <w:rsid w:val="00A80004"/>
    <w:rsid w:val="00A80087"/>
    <w:rsid w:val="00A8032A"/>
    <w:rsid w:val="00A803BA"/>
    <w:rsid w:val="00A804B1"/>
    <w:rsid w:val="00A8088A"/>
    <w:rsid w:val="00A80CE1"/>
    <w:rsid w:val="00A80EAA"/>
    <w:rsid w:val="00A818C1"/>
    <w:rsid w:val="00A81A9E"/>
    <w:rsid w:val="00A81BFB"/>
    <w:rsid w:val="00A81C2B"/>
    <w:rsid w:val="00A81E66"/>
    <w:rsid w:val="00A81F44"/>
    <w:rsid w:val="00A82008"/>
    <w:rsid w:val="00A82351"/>
    <w:rsid w:val="00A8241A"/>
    <w:rsid w:val="00A82444"/>
    <w:rsid w:val="00A82487"/>
    <w:rsid w:val="00A824B0"/>
    <w:rsid w:val="00A82BDD"/>
    <w:rsid w:val="00A82BDF"/>
    <w:rsid w:val="00A82E46"/>
    <w:rsid w:val="00A82F5B"/>
    <w:rsid w:val="00A83262"/>
    <w:rsid w:val="00A83364"/>
    <w:rsid w:val="00A83396"/>
    <w:rsid w:val="00A83998"/>
    <w:rsid w:val="00A84048"/>
    <w:rsid w:val="00A843D5"/>
    <w:rsid w:val="00A84D31"/>
    <w:rsid w:val="00A850F8"/>
    <w:rsid w:val="00A852AC"/>
    <w:rsid w:val="00A8536E"/>
    <w:rsid w:val="00A85777"/>
    <w:rsid w:val="00A85854"/>
    <w:rsid w:val="00A85935"/>
    <w:rsid w:val="00A85946"/>
    <w:rsid w:val="00A85CDD"/>
    <w:rsid w:val="00A85F37"/>
    <w:rsid w:val="00A86100"/>
    <w:rsid w:val="00A86279"/>
    <w:rsid w:val="00A86835"/>
    <w:rsid w:val="00A86C0B"/>
    <w:rsid w:val="00A86CDB"/>
    <w:rsid w:val="00A86FBA"/>
    <w:rsid w:val="00A87405"/>
    <w:rsid w:val="00A87546"/>
    <w:rsid w:val="00A87C6B"/>
    <w:rsid w:val="00A87C81"/>
    <w:rsid w:val="00A87EAB"/>
    <w:rsid w:val="00A90068"/>
    <w:rsid w:val="00A902FF"/>
    <w:rsid w:val="00A903CE"/>
    <w:rsid w:val="00A9053E"/>
    <w:rsid w:val="00A90880"/>
    <w:rsid w:val="00A90BED"/>
    <w:rsid w:val="00A90FA9"/>
    <w:rsid w:val="00A91202"/>
    <w:rsid w:val="00A9147A"/>
    <w:rsid w:val="00A91491"/>
    <w:rsid w:val="00A917EC"/>
    <w:rsid w:val="00A91958"/>
    <w:rsid w:val="00A91AB8"/>
    <w:rsid w:val="00A91F16"/>
    <w:rsid w:val="00A92457"/>
    <w:rsid w:val="00A92547"/>
    <w:rsid w:val="00A9271A"/>
    <w:rsid w:val="00A9276E"/>
    <w:rsid w:val="00A92947"/>
    <w:rsid w:val="00A92BE2"/>
    <w:rsid w:val="00A92C7E"/>
    <w:rsid w:val="00A92CBA"/>
    <w:rsid w:val="00A92E4E"/>
    <w:rsid w:val="00A93287"/>
    <w:rsid w:val="00A932DE"/>
    <w:rsid w:val="00A932F2"/>
    <w:rsid w:val="00A9380B"/>
    <w:rsid w:val="00A938A8"/>
    <w:rsid w:val="00A93BD4"/>
    <w:rsid w:val="00A93EBF"/>
    <w:rsid w:val="00A9432C"/>
    <w:rsid w:val="00A94798"/>
    <w:rsid w:val="00A94822"/>
    <w:rsid w:val="00A94A2C"/>
    <w:rsid w:val="00A94A60"/>
    <w:rsid w:val="00A94FB0"/>
    <w:rsid w:val="00A95F47"/>
    <w:rsid w:val="00A9622B"/>
    <w:rsid w:val="00A96327"/>
    <w:rsid w:val="00A96831"/>
    <w:rsid w:val="00A96B24"/>
    <w:rsid w:val="00A96BA2"/>
    <w:rsid w:val="00A96E39"/>
    <w:rsid w:val="00A972C5"/>
    <w:rsid w:val="00A97550"/>
    <w:rsid w:val="00A97652"/>
    <w:rsid w:val="00A97A96"/>
    <w:rsid w:val="00A97B3B"/>
    <w:rsid w:val="00A97D8C"/>
    <w:rsid w:val="00AA0127"/>
    <w:rsid w:val="00AA04BD"/>
    <w:rsid w:val="00AA054A"/>
    <w:rsid w:val="00AA05AB"/>
    <w:rsid w:val="00AA05D0"/>
    <w:rsid w:val="00AA0986"/>
    <w:rsid w:val="00AA0ACC"/>
    <w:rsid w:val="00AA0CE7"/>
    <w:rsid w:val="00AA0F65"/>
    <w:rsid w:val="00AA11DC"/>
    <w:rsid w:val="00AA12CA"/>
    <w:rsid w:val="00AA1527"/>
    <w:rsid w:val="00AA166E"/>
    <w:rsid w:val="00AA1846"/>
    <w:rsid w:val="00AA1A36"/>
    <w:rsid w:val="00AA200A"/>
    <w:rsid w:val="00AA20BD"/>
    <w:rsid w:val="00AA21B6"/>
    <w:rsid w:val="00AA259B"/>
    <w:rsid w:val="00AA26C9"/>
    <w:rsid w:val="00AA274A"/>
    <w:rsid w:val="00AA2F10"/>
    <w:rsid w:val="00AA2F1C"/>
    <w:rsid w:val="00AA2F4F"/>
    <w:rsid w:val="00AA30C4"/>
    <w:rsid w:val="00AA3159"/>
    <w:rsid w:val="00AA3179"/>
    <w:rsid w:val="00AA3369"/>
    <w:rsid w:val="00AA3770"/>
    <w:rsid w:val="00AA3A9B"/>
    <w:rsid w:val="00AA3D27"/>
    <w:rsid w:val="00AA3E8C"/>
    <w:rsid w:val="00AA43D4"/>
    <w:rsid w:val="00AA4478"/>
    <w:rsid w:val="00AA4514"/>
    <w:rsid w:val="00AA4694"/>
    <w:rsid w:val="00AA4E84"/>
    <w:rsid w:val="00AA4F32"/>
    <w:rsid w:val="00AA5040"/>
    <w:rsid w:val="00AA5688"/>
    <w:rsid w:val="00AA574B"/>
    <w:rsid w:val="00AA57C6"/>
    <w:rsid w:val="00AA5889"/>
    <w:rsid w:val="00AA5BE1"/>
    <w:rsid w:val="00AA6212"/>
    <w:rsid w:val="00AA6595"/>
    <w:rsid w:val="00AA67DD"/>
    <w:rsid w:val="00AA6803"/>
    <w:rsid w:val="00AA6817"/>
    <w:rsid w:val="00AA69C9"/>
    <w:rsid w:val="00AA71D9"/>
    <w:rsid w:val="00AA7272"/>
    <w:rsid w:val="00AA7574"/>
    <w:rsid w:val="00AA7674"/>
    <w:rsid w:val="00AA76EA"/>
    <w:rsid w:val="00AA7A97"/>
    <w:rsid w:val="00AA7DB0"/>
    <w:rsid w:val="00AA7E8A"/>
    <w:rsid w:val="00AA7EC4"/>
    <w:rsid w:val="00AB029C"/>
    <w:rsid w:val="00AB029D"/>
    <w:rsid w:val="00AB037A"/>
    <w:rsid w:val="00AB03AA"/>
    <w:rsid w:val="00AB03DD"/>
    <w:rsid w:val="00AB081D"/>
    <w:rsid w:val="00AB0FB9"/>
    <w:rsid w:val="00AB1BB2"/>
    <w:rsid w:val="00AB1BBF"/>
    <w:rsid w:val="00AB2B73"/>
    <w:rsid w:val="00AB2C11"/>
    <w:rsid w:val="00AB2C4D"/>
    <w:rsid w:val="00AB2E77"/>
    <w:rsid w:val="00AB3094"/>
    <w:rsid w:val="00AB33DA"/>
    <w:rsid w:val="00AB346E"/>
    <w:rsid w:val="00AB3846"/>
    <w:rsid w:val="00AB385E"/>
    <w:rsid w:val="00AB4177"/>
    <w:rsid w:val="00AB474E"/>
    <w:rsid w:val="00AB4D60"/>
    <w:rsid w:val="00AB569A"/>
    <w:rsid w:val="00AB5734"/>
    <w:rsid w:val="00AB5B00"/>
    <w:rsid w:val="00AB5D1E"/>
    <w:rsid w:val="00AB686A"/>
    <w:rsid w:val="00AB715D"/>
    <w:rsid w:val="00AB7262"/>
    <w:rsid w:val="00AB749D"/>
    <w:rsid w:val="00AB74D6"/>
    <w:rsid w:val="00AB758F"/>
    <w:rsid w:val="00AB7618"/>
    <w:rsid w:val="00AB77D3"/>
    <w:rsid w:val="00AB7807"/>
    <w:rsid w:val="00AB7839"/>
    <w:rsid w:val="00AC04DF"/>
    <w:rsid w:val="00AC04F2"/>
    <w:rsid w:val="00AC0503"/>
    <w:rsid w:val="00AC0540"/>
    <w:rsid w:val="00AC0569"/>
    <w:rsid w:val="00AC07F8"/>
    <w:rsid w:val="00AC0C67"/>
    <w:rsid w:val="00AC0DC8"/>
    <w:rsid w:val="00AC1115"/>
    <w:rsid w:val="00AC128A"/>
    <w:rsid w:val="00AC13DC"/>
    <w:rsid w:val="00AC17F4"/>
    <w:rsid w:val="00AC1833"/>
    <w:rsid w:val="00AC1B31"/>
    <w:rsid w:val="00AC1B63"/>
    <w:rsid w:val="00AC1D55"/>
    <w:rsid w:val="00AC1DBF"/>
    <w:rsid w:val="00AC1DCC"/>
    <w:rsid w:val="00AC1E0B"/>
    <w:rsid w:val="00AC1E14"/>
    <w:rsid w:val="00AC1F3E"/>
    <w:rsid w:val="00AC24B4"/>
    <w:rsid w:val="00AC2868"/>
    <w:rsid w:val="00AC28AC"/>
    <w:rsid w:val="00AC2BC8"/>
    <w:rsid w:val="00AC2BC9"/>
    <w:rsid w:val="00AC2E1F"/>
    <w:rsid w:val="00AC320E"/>
    <w:rsid w:val="00AC33A5"/>
    <w:rsid w:val="00AC375A"/>
    <w:rsid w:val="00AC3B41"/>
    <w:rsid w:val="00AC3C01"/>
    <w:rsid w:val="00AC41FB"/>
    <w:rsid w:val="00AC42BB"/>
    <w:rsid w:val="00AC488C"/>
    <w:rsid w:val="00AC4995"/>
    <w:rsid w:val="00AC4BBD"/>
    <w:rsid w:val="00AC4E48"/>
    <w:rsid w:val="00AC5232"/>
    <w:rsid w:val="00AC527D"/>
    <w:rsid w:val="00AC5674"/>
    <w:rsid w:val="00AC56F8"/>
    <w:rsid w:val="00AC5889"/>
    <w:rsid w:val="00AC5D8C"/>
    <w:rsid w:val="00AC5DCB"/>
    <w:rsid w:val="00AC5EEA"/>
    <w:rsid w:val="00AC62DD"/>
    <w:rsid w:val="00AC64CC"/>
    <w:rsid w:val="00AC66F2"/>
    <w:rsid w:val="00AC67AB"/>
    <w:rsid w:val="00AC68E2"/>
    <w:rsid w:val="00AC69C9"/>
    <w:rsid w:val="00AC6AE3"/>
    <w:rsid w:val="00AC6AF5"/>
    <w:rsid w:val="00AC6B07"/>
    <w:rsid w:val="00AC6B22"/>
    <w:rsid w:val="00AC6ECD"/>
    <w:rsid w:val="00AC781B"/>
    <w:rsid w:val="00AC7A52"/>
    <w:rsid w:val="00AC7A65"/>
    <w:rsid w:val="00AC7B7B"/>
    <w:rsid w:val="00AC7EA9"/>
    <w:rsid w:val="00AD01D8"/>
    <w:rsid w:val="00AD029B"/>
    <w:rsid w:val="00AD038F"/>
    <w:rsid w:val="00AD073D"/>
    <w:rsid w:val="00AD104C"/>
    <w:rsid w:val="00AD105C"/>
    <w:rsid w:val="00AD1119"/>
    <w:rsid w:val="00AD1146"/>
    <w:rsid w:val="00AD15ED"/>
    <w:rsid w:val="00AD1630"/>
    <w:rsid w:val="00AD19F0"/>
    <w:rsid w:val="00AD1C87"/>
    <w:rsid w:val="00AD1F2B"/>
    <w:rsid w:val="00AD1FA6"/>
    <w:rsid w:val="00AD2159"/>
    <w:rsid w:val="00AD21EE"/>
    <w:rsid w:val="00AD2917"/>
    <w:rsid w:val="00AD29C6"/>
    <w:rsid w:val="00AD3164"/>
    <w:rsid w:val="00AD3224"/>
    <w:rsid w:val="00AD378C"/>
    <w:rsid w:val="00AD3AE4"/>
    <w:rsid w:val="00AD3B42"/>
    <w:rsid w:val="00AD3FBF"/>
    <w:rsid w:val="00AD4175"/>
    <w:rsid w:val="00AD42F5"/>
    <w:rsid w:val="00AD4A05"/>
    <w:rsid w:val="00AD4BBB"/>
    <w:rsid w:val="00AD4E27"/>
    <w:rsid w:val="00AD5014"/>
    <w:rsid w:val="00AD5282"/>
    <w:rsid w:val="00AD5457"/>
    <w:rsid w:val="00AD6138"/>
    <w:rsid w:val="00AD6567"/>
    <w:rsid w:val="00AD65AE"/>
    <w:rsid w:val="00AD669D"/>
    <w:rsid w:val="00AD66B5"/>
    <w:rsid w:val="00AD6DB2"/>
    <w:rsid w:val="00AD7202"/>
    <w:rsid w:val="00AD7226"/>
    <w:rsid w:val="00AD7506"/>
    <w:rsid w:val="00AD7701"/>
    <w:rsid w:val="00AD7805"/>
    <w:rsid w:val="00AD7A51"/>
    <w:rsid w:val="00AD7DDB"/>
    <w:rsid w:val="00AE04C3"/>
    <w:rsid w:val="00AE05F0"/>
    <w:rsid w:val="00AE0946"/>
    <w:rsid w:val="00AE0B7E"/>
    <w:rsid w:val="00AE0F79"/>
    <w:rsid w:val="00AE0F8F"/>
    <w:rsid w:val="00AE107B"/>
    <w:rsid w:val="00AE1081"/>
    <w:rsid w:val="00AE1192"/>
    <w:rsid w:val="00AE11BA"/>
    <w:rsid w:val="00AE1254"/>
    <w:rsid w:val="00AE1272"/>
    <w:rsid w:val="00AE1520"/>
    <w:rsid w:val="00AE16AB"/>
    <w:rsid w:val="00AE1815"/>
    <w:rsid w:val="00AE1ADB"/>
    <w:rsid w:val="00AE1B57"/>
    <w:rsid w:val="00AE1CC9"/>
    <w:rsid w:val="00AE1E0F"/>
    <w:rsid w:val="00AE2364"/>
    <w:rsid w:val="00AE2590"/>
    <w:rsid w:val="00AE29DC"/>
    <w:rsid w:val="00AE2B3B"/>
    <w:rsid w:val="00AE2DC4"/>
    <w:rsid w:val="00AE2E48"/>
    <w:rsid w:val="00AE2EAF"/>
    <w:rsid w:val="00AE2EC3"/>
    <w:rsid w:val="00AE337F"/>
    <w:rsid w:val="00AE373A"/>
    <w:rsid w:val="00AE3891"/>
    <w:rsid w:val="00AE3A65"/>
    <w:rsid w:val="00AE3B3C"/>
    <w:rsid w:val="00AE3D7C"/>
    <w:rsid w:val="00AE4122"/>
    <w:rsid w:val="00AE4B0F"/>
    <w:rsid w:val="00AE4ED7"/>
    <w:rsid w:val="00AE52F7"/>
    <w:rsid w:val="00AE5643"/>
    <w:rsid w:val="00AE571A"/>
    <w:rsid w:val="00AE5927"/>
    <w:rsid w:val="00AE6393"/>
    <w:rsid w:val="00AE63E4"/>
    <w:rsid w:val="00AE641D"/>
    <w:rsid w:val="00AE64EA"/>
    <w:rsid w:val="00AE67D9"/>
    <w:rsid w:val="00AE6919"/>
    <w:rsid w:val="00AE6923"/>
    <w:rsid w:val="00AE693F"/>
    <w:rsid w:val="00AE6AC9"/>
    <w:rsid w:val="00AE6D5E"/>
    <w:rsid w:val="00AE6DE8"/>
    <w:rsid w:val="00AE6FB3"/>
    <w:rsid w:val="00AE710F"/>
    <w:rsid w:val="00AE71AF"/>
    <w:rsid w:val="00AE78C4"/>
    <w:rsid w:val="00AE7F89"/>
    <w:rsid w:val="00AF030C"/>
    <w:rsid w:val="00AF0327"/>
    <w:rsid w:val="00AF072D"/>
    <w:rsid w:val="00AF086A"/>
    <w:rsid w:val="00AF0AE4"/>
    <w:rsid w:val="00AF0B85"/>
    <w:rsid w:val="00AF0F57"/>
    <w:rsid w:val="00AF0F6A"/>
    <w:rsid w:val="00AF1257"/>
    <w:rsid w:val="00AF14CC"/>
    <w:rsid w:val="00AF185E"/>
    <w:rsid w:val="00AF1AF0"/>
    <w:rsid w:val="00AF1E3D"/>
    <w:rsid w:val="00AF1FCE"/>
    <w:rsid w:val="00AF1FF7"/>
    <w:rsid w:val="00AF2253"/>
    <w:rsid w:val="00AF23DD"/>
    <w:rsid w:val="00AF2AAF"/>
    <w:rsid w:val="00AF2AF2"/>
    <w:rsid w:val="00AF2CF7"/>
    <w:rsid w:val="00AF2E24"/>
    <w:rsid w:val="00AF30C6"/>
    <w:rsid w:val="00AF3570"/>
    <w:rsid w:val="00AF372A"/>
    <w:rsid w:val="00AF373E"/>
    <w:rsid w:val="00AF3787"/>
    <w:rsid w:val="00AF3A2D"/>
    <w:rsid w:val="00AF4254"/>
    <w:rsid w:val="00AF43CC"/>
    <w:rsid w:val="00AF4549"/>
    <w:rsid w:val="00AF48A8"/>
    <w:rsid w:val="00AF4BF6"/>
    <w:rsid w:val="00AF4C44"/>
    <w:rsid w:val="00AF4DE4"/>
    <w:rsid w:val="00AF4EBE"/>
    <w:rsid w:val="00AF5415"/>
    <w:rsid w:val="00AF5428"/>
    <w:rsid w:val="00AF5578"/>
    <w:rsid w:val="00AF55D3"/>
    <w:rsid w:val="00AF5691"/>
    <w:rsid w:val="00AF57D1"/>
    <w:rsid w:val="00AF58F6"/>
    <w:rsid w:val="00AF5901"/>
    <w:rsid w:val="00AF5E42"/>
    <w:rsid w:val="00AF5E63"/>
    <w:rsid w:val="00AF5E8C"/>
    <w:rsid w:val="00AF6088"/>
    <w:rsid w:val="00AF6406"/>
    <w:rsid w:val="00AF6457"/>
    <w:rsid w:val="00AF6589"/>
    <w:rsid w:val="00AF668A"/>
    <w:rsid w:val="00AF66BE"/>
    <w:rsid w:val="00AF6ACC"/>
    <w:rsid w:val="00AF6F32"/>
    <w:rsid w:val="00AF7434"/>
    <w:rsid w:val="00AF7619"/>
    <w:rsid w:val="00AF7A69"/>
    <w:rsid w:val="00AF7ED4"/>
    <w:rsid w:val="00B00BDB"/>
    <w:rsid w:val="00B00E06"/>
    <w:rsid w:val="00B010DA"/>
    <w:rsid w:val="00B0139C"/>
    <w:rsid w:val="00B014C1"/>
    <w:rsid w:val="00B01C14"/>
    <w:rsid w:val="00B01DF1"/>
    <w:rsid w:val="00B02951"/>
    <w:rsid w:val="00B02980"/>
    <w:rsid w:val="00B02CA4"/>
    <w:rsid w:val="00B032A8"/>
    <w:rsid w:val="00B0332B"/>
    <w:rsid w:val="00B036EB"/>
    <w:rsid w:val="00B0384C"/>
    <w:rsid w:val="00B03B8E"/>
    <w:rsid w:val="00B03D8B"/>
    <w:rsid w:val="00B03D93"/>
    <w:rsid w:val="00B03F0F"/>
    <w:rsid w:val="00B04490"/>
    <w:rsid w:val="00B04778"/>
    <w:rsid w:val="00B04B3F"/>
    <w:rsid w:val="00B04D3A"/>
    <w:rsid w:val="00B04E7B"/>
    <w:rsid w:val="00B05050"/>
    <w:rsid w:val="00B05073"/>
    <w:rsid w:val="00B05144"/>
    <w:rsid w:val="00B05460"/>
    <w:rsid w:val="00B055FE"/>
    <w:rsid w:val="00B05A0D"/>
    <w:rsid w:val="00B05BEF"/>
    <w:rsid w:val="00B05D97"/>
    <w:rsid w:val="00B06344"/>
    <w:rsid w:val="00B06757"/>
    <w:rsid w:val="00B068FF"/>
    <w:rsid w:val="00B06EC3"/>
    <w:rsid w:val="00B07047"/>
    <w:rsid w:val="00B0717A"/>
    <w:rsid w:val="00B07316"/>
    <w:rsid w:val="00B07556"/>
    <w:rsid w:val="00B07616"/>
    <w:rsid w:val="00B10339"/>
    <w:rsid w:val="00B103C3"/>
    <w:rsid w:val="00B103E2"/>
    <w:rsid w:val="00B10421"/>
    <w:rsid w:val="00B10877"/>
    <w:rsid w:val="00B109BA"/>
    <w:rsid w:val="00B10BA4"/>
    <w:rsid w:val="00B11419"/>
    <w:rsid w:val="00B11509"/>
    <w:rsid w:val="00B11A30"/>
    <w:rsid w:val="00B11E87"/>
    <w:rsid w:val="00B1298D"/>
    <w:rsid w:val="00B1345F"/>
    <w:rsid w:val="00B137FC"/>
    <w:rsid w:val="00B139A4"/>
    <w:rsid w:val="00B139C6"/>
    <w:rsid w:val="00B144C2"/>
    <w:rsid w:val="00B14788"/>
    <w:rsid w:val="00B14867"/>
    <w:rsid w:val="00B15128"/>
    <w:rsid w:val="00B152B7"/>
    <w:rsid w:val="00B158CF"/>
    <w:rsid w:val="00B15B74"/>
    <w:rsid w:val="00B15B91"/>
    <w:rsid w:val="00B16013"/>
    <w:rsid w:val="00B16335"/>
    <w:rsid w:val="00B164D9"/>
    <w:rsid w:val="00B167C2"/>
    <w:rsid w:val="00B169A3"/>
    <w:rsid w:val="00B16A7B"/>
    <w:rsid w:val="00B16AAB"/>
    <w:rsid w:val="00B16F31"/>
    <w:rsid w:val="00B170C6"/>
    <w:rsid w:val="00B1739F"/>
    <w:rsid w:val="00B17400"/>
    <w:rsid w:val="00B175BF"/>
    <w:rsid w:val="00B17D08"/>
    <w:rsid w:val="00B202D3"/>
    <w:rsid w:val="00B20A1A"/>
    <w:rsid w:val="00B20A78"/>
    <w:rsid w:val="00B20AD4"/>
    <w:rsid w:val="00B20F33"/>
    <w:rsid w:val="00B21B52"/>
    <w:rsid w:val="00B21BE9"/>
    <w:rsid w:val="00B21DAD"/>
    <w:rsid w:val="00B21F44"/>
    <w:rsid w:val="00B223C1"/>
    <w:rsid w:val="00B2247C"/>
    <w:rsid w:val="00B22D0F"/>
    <w:rsid w:val="00B22E6E"/>
    <w:rsid w:val="00B22ECA"/>
    <w:rsid w:val="00B23029"/>
    <w:rsid w:val="00B23100"/>
    <w:rsid w:val="00B23296"/>
    <w:rsid w:val="00B232CA"/>
    <w:rsid w:val="00B233E1"/>
    <w:rsid w:val="00B23479"/>
    <w:rsid w:val="00B23654"/>
    <w:rsid w:val="00B24204"/>
    <w:rsid w:val="00B242D1"/>
    <w:rsid w:val="00B243AD"/>
    <w:rsid w:val="00B2451C"/>
    <w:rsid w:val="00B246C1"/>
    <w:rsid w:val="00B247E5"/>
    <w:rsid w:val="00B24D28"/>
    <w:rsid w:val="00B24E92"/>
    <w:rsid w:val="00B24F0B"/>
    <w:rsid w:val="00B24FBA"/>
    <w:rsid w:val="00B25038"/>
    <w:rsid w:val="00B256E9"/>
    <w:rsid w:val="00B257E9"/>
    <w:rsid w:val="00B25B8F"/>
    <w:rsid w:val="00B25BFB"/>
    <w:rsid w:val="00B25DFA"/>
    <w:rsid w:val="00B26188"/>
    <w:rsid w:val="00B26227"/>
    <w:rsid w:val="00B26257"/>
    <w:rsid w:val="00B263FE"/>
    <w:rsid w:val="00B26F64"/>
    <w:rsid w:val="00B2737C"/>
    <w:rsid w:val="00B278B1"/>
    <w:rsid w:val="00B27933"/>
    <w:rsid w:val="00B27D06"/>
    <w:rsid w:val="00B27DB1"/>
    <w:rsid w:val="00B27FAF"/>
    <w:rsid w:val="00B3008D"/>
    <w:rsid w:val="00B3037F"/>
    <w:rsid w:val="00B30421"/>
    <w:rsid w:val="00B3052E"/>
    <w:rsid w:val="00B3054E"/>
    <w:rsid w:val="00B31341"/>
    <w:rsid w:val="00B3166C"/>
    <w:rsid w:val="00B3171A"/>
    <w:rsid w:val="00B31F70"/>
    <w:rsid w:val="00B32194"/>
    <w:rsid w:val="00B32264"/>
    <w:rsid w:val="00B3231B"/>
    <w:rsid w:val="00B326C6"/>
    <w:rsid w:val="00B328E2"/>
    <w:rsid w:val="00B32A3C"/>
    <w:rsid w:val="00B32CA4"/>
    <w:rsid w:val="00B32E9F"/>
    <w:rsid w:val="00B33091"/>
    <w:rsid w:val="00B33331"/>
    <w:rsid w:val="00B33791"/>
    <w:rsid w:val="00B33A56"/>
    <w:rsid w:val="00B33ACD"/>
    <w:rsid w:val="00B33EC3"/>
    <w:rsid w:val="00B345EE"/>
    <w:rsid w:val="00B3473B"/>
    <w:rsid w:val="00B34975"/>
    <w:rsid w:val="00B34AFA"/>
    <w:rsid w:val="00B34B7D"/>
    <w:rsid w:val="00B34E33"/>
    <w:rsid w:val="00B34EDF"/>
    <w:rsid w:val="00B34EF6"/>
    <w:rsid w:val="00B34F68"/>
    <w:rsid w:val="00B35564"/>
    <w:rsid w:val="00B35B40"/>
    <w:rsid w:val="00B35C34"/>
    <w:rsid w:val="00B35C8C"/>
    <w:rsid w:val="00B3608F"/>
    <w:rsid w:val="00B360B6"/>
    <w:rsid w:val="00B362EB"/>
    <w:rsid w:val="00B36419"/>
    <w:rsid w:val="00B36A53"/>
    <w:rsid w:val="00B36E6F"/>
    <w:rsid w:val="00B36E74"/>
    <w:rsid w:val="00B3775B"/>
    <w:rsid w:val="00B405D8"/>
    <w:rsid w:val="00B40CBD"/>
    <w:rsid w:val="00B40DA6"/>
    <w:rsid w:val="00B40DAE"/>
    <w:rsid w:val="00B4116D"/>
    <w:rsid w:val="00B4118B"/>
    <w:rsid w:val="00B413BC"/>
    <w:rsid w:val="00B415FE"/>
    <w:rsid w:val="00B41B6C"/>
    <w:rsid w:val="00B41CEC"/>
    <w:rsid w:val="00B41E59"/>
    <w:rsid w:val="00B4211B"/>
    <w:rsid w:val="00B42496"/>
    <w:rsid w:val="00B425DB"/>
    <w:rsid w:val="00B42654"/>
    <w:rsid w:val="00B429C6"/>
    <w:rsid w:val="00B42AB9"/>
    <w:rsid w:val="00B42B1F"/>
    <w:rsid w:val="00B42B68"/>
    <w:rsid w:val="00B42EE4"/>
    <w:rsid w:val="00B43081"/>
    <w:rsid w:val="00B439E3"/>
    <w:rsid w:val="00B43ABA"/>
    <w:rsid w:val="00B43ABD"/>
    <w:rsid w:val="00B43DC6"/>
    <w:rsid w:val="00B43EDB"/>
    <w:rsid w:val="00B43FB9"/>
    <w:rsid w:val="00B44136"/>
    <w:rsid w:val="00B44738"/>
    <w:rsid w:val="00B44782"/>
    <w:rsid w:val="00B44ADD"/>
    <w:rsid w:val="00B44D55"/>
    <w:rsid w:val="00B44F4D"/>
    <w:rsid w:val="00B4506E"/>
    <w:rsid w:val="00B45223"/>
    <w:rsid w:val="00B45413"/>
    <w:rsid w:val="00B45A95"/>
    <w:rsid w:val="00B45F52"/>
    <w:rsid w:val="00B45FDD"/>
    <w:rsid w:val="00B469DF"/>
    <w:rsid w:val="00B46C1B"/>
    <w:rsid w:val="00B4709E"/>
    <w:rsid w:val="00B4723D"/>
    <w:rsid w:val="00B472E8"/>
    <w:rsid w:val="00B47459"/>
    <w:rsid w:val="00B474CD"/>
    <w:rsid w:val="00B474E6"/>
    <w:rsid w:val="00B4782F"/>
    <w:rsid w:val="00B47864"/>
    <w:rsid w:val="00B50179"/>
    <w:rsid w:val="00B50278"/>
    <w:rsid w:val="00B50492"/>
    <w:rsid w:val="00B504BE"/>
    <w:rsid w:val="00B50657"/>
    <w:rsid w:val="00B50AFA"/>
    <w:rsid w:val="00B50CE9"/>
    <w:rsid w:val="00B50EBD"/>
    <w:rsid w:val="00B5121C"/>
    <w:rsid w:val="00B5155D"/>
    <w:rsid w:val="00B51718"/>
    <w:rsid w:val="00B51812"/>
    <w:rsid w:val="00B518C2"/>
    <w:rsid w:val="00B51B4D"/>
    <w:rsid w:val="00B51C7E"/>
    <w:rsid w:val="00B51D78"/>
    <w:rsid w:val="00B5218D"/>
    <w:rsid w:val="00B524D4"/>
    <w:rsid w:val="00B524E6"/>
    <w:rsid w:val="00B5314D"/>
    <w:rsid w:val="00B53295"/>
    <w:rsid w:val="00B53310"/>
    <w:rsid w:val="00B5349D"/>
    <w:rsid w:val="00B53693"/>
    <w:rsid w:val="00B53A68"/>
    <w:rsid w:val="00B53DE5"/>
    <w:rsid w:val="00B540E1"/>
    <w:rsid w:val="00B541F5"/>
    <w:rsid w:val="00B5449D"/>
    <w:rsid w:val="00B548D1"/>
    <w:rsid w:val="00B54C88"/>
    <w:rsid w:val="00B553F0"/>
    <w:rsid w:val="00B55727"/>
    <w:rsid w:val="00B5587D"/>
    <w:rsid w:val="00B559DD"/>
    <w:rsid w:val="00B56114"/>
    <w:rsid w:val="00B56323"/>
    <w:rsid w:val="00B5646C"/>
    <w:rsid w:val="00B56668"/>
    <w:rsid w:val="00B56693"/>
    <w:rsid w:val="00B5695F"/>
    <w:rsid w:val="00B56B89"/>
    <w:rsid w:val="00B56CB5"/>
    <w:rsid w:val="00B5728B"/>
    <w:rsid w:val="00B575EA"/>
    <w:rsid w:val="00B57C5D"/>
    <w:rsid w:val="00B57E2C"/>
    <w:rsid w:val="00B57EBE"/>
    <w:rsid w:val="00B57ECB"/>
    <w:rsid w:val="00B6003A"/>
    <w:rsid w:val="00B60C16"/>
    <w:rsid w:val="00B60E18"/>
    <w:rsid w:val="00B60E1A"/>
    <w:rsid w:val="00B60F18"/>
    <w:rsid w:val="00B611B1"/>
    <w:rsid w:val="00B6135A"/>
    <w:rsid w:val="00B6196E"/>
    <w:rsid w:val="00B61B90"/>
    <w:rsid w:val="00B62089"/>
    <w:rsid w:val="00B620A9"/>
    <w:rsid w:val="00B624E0"/>
    <w:rsid w:val="00B62522"/>
    <w:rsid w:val="00B62749"/>
    <w:rsid w:val="00B62984"/>
    <w:rsid w:val="00B63039"/>
    <w:rsid w:val="00B63186"/>
    <w:rsid w:val="00B63C4A"/>
    <w:rsid w:val="00B644C4"/>
    <w:rsid w:val="00B6457E"/>
    <w:rsid w:val="00B6459E"/>
    <w:rsid w:val="00B647B2"/>
    <w:rsid w:val="00B648B8"/>
    <w:rsid w:val="00B64976"/>
    <w:rsid w:val="00B64BDD"/>
    <w:rsid w:val="00B64C23"/>
    <w:rsid w:val="00B64F53"/>
    <w:rsid w:val="00B65043"/>
    <w:rsid w:val="00B655D1"/>
    <w:rsid w:val="00B65939"/>
    <w:rsid w:val="00B659FC"/>
    <w:rsid w:val="00B65F80"/>
    <w:rsid w:val="00B66146"/>
    <w:rsid w:val="00B66399"/>
    <w:rsid w:val="00B66580"/>
    <w:rsid w:val="00B66756"/>
    <w:rsid w:val="00B66803"/>
    <w:rsid w:val="00B669AB"/>
    <w:rsid w:val="00B66A4F"/>
    <w:rsid w:val="00B66E8B"/>
    <w:rsid w:val="00B66EF0"/>
    <w:rsid w:val="00B66FA4"/>
    <w:rsid w:val="00B67202"/>
    <w:rsid w:val="00B67315"/>
    <w:rsid w:val="00B67854"/>
    <w:rsid w:val="00B67B9F"/>
    <w:rsid w:val="00B67D49"/>
    <w:rsid w:val="00B700C2"/>
    <w:rsid w:val="00B706CB"/>
    <w:rsid w:val="00B70757"/>
    <w:rsid w:val="00B70942"/>
    <w:rsid w:val="00B70AC6"/>
    <w:rsid w:val="00B70AC9"/>
    <w:rsid w:val="00B7101D"/>
    <w:rsid w:val="00B71047"/>
    <w:rsid w:val="00B71708"/>
    <w:rsid w:val="00B71712"/>
    <w:rsid w:val="00B72051"/>
    <w:rsid w:val="00B72A34"/>
    <w:rsid w:val="00B72AD3"/>
    <w:rsid w:val="00B72DAF"/>
    <w:rsid w:val="00B72E6F"/>
    <w:rsid w:val="00B72ED0"/>
    <w:rsid w:val="00B731A4"/>
    <w:rsid w:val="00B73291"/>
    <w:rsid w:val="00B73335"/>
    <w:rsid w:val="00B734A6"/>
    <w:rsid w:val="00B73620"/>
    <w:rsid w:val="00B73816"/>
    <w:rsid w:val="00B73851"/>
    <w:rsid w:val="00B73984"/>
    <w:rsid w:val="00B7404B"/>
    <w:rsid w:val="00B7436D"/>
    <w:rsid w:val="00B74728"/>
    <w:rsid w:val="00B74AEC"/>
    <w:rsid w:val="00B74B34"/>
    <w:rsid w:val="00B74D8C"/>
    <w:rsid w:val="00B74EDD"/>
    <w:rsid w:val="00B74EF8"/>
    <w:rsid w:val="00B7513F"/>
    <w:rsid w:val="00B75533"/>
    <w:rsid w:val="00B755A3"/>
    <w:rsid w:val="00B7576B"/>
    <w:rsid w:val="00B75783"/>
    <w:rsid w:val="00B76177"/>
    <w:rsid w:val="00B76368"/>
    <w:rsid w:val="00B7638C"/>
    <w:rsid w:val="00B7649F"/>
    <w:rsid w:val="00B766B0"/>
    <w:rsid w:val="00B76714"/>
    <w:rsid w:val="00B76BE5"/>
    <w:rsid w:val="00B76C9C"/>
    <w:rsid w:val="00B76FBA"/>
    <w:rsid w:val="00B77870"/>
    <w:rsid w:val="00B77971"/>
    <w:rsid w:val="00B800D0"/>
    <w:rsid w:val="00B80225"/>
    <w:rsid w:val="00B80316"/>
    <w:rsid w:val="00B80451"/>
    <w:rsid w:val="00B80522"/>
    <w:rsid w:val="00B805E0"/>
    <w:rsid w:val="00B8071C"/>
    <w:rsid w:val="00B807FD"/>
    <w:rsid w:val="00B808D8"/>
    <w:rsid w:val="00B80998"/>
    <w:rsid w:val="00B80DDD"/>
    <w:rsid w:val="00B80E87"/>
    <w:rsid w:val="00B80EC6"/>
    <w:rsid w:val="00B81194"/>
    <w:rsid w:val="00B81820"/>
    <w:rsid w:val="00B81945"/>
    <w:rsid w:val="00B81B26"/>
    <w:rsid w:val="00B823A0"/>
    <w:rsid w:val="00B82706"/>
    <w:rsid w:val="00B82C6A"/>
    <w:rsid w:val="00B82C7A"/>
    <w:rsid w:val="00B82CA8"/>
    <w:rsid w:val="00B8305F"/>
    <w:rsid w:val="00B8308E"/>
    <w:rsid w:val="00B83297"/>
    <w:rsid w:val="00B834CF"/>
    <w:rsid w:val="00B8350D"/>
    <w:rsid w:val="00B83848"/>
    <w:rsid w:val="00B8384A"/>
    <w:rsid w:val="00B83879"/>
    <w:rsid w:val="00B839E6"/>
    <w:rsid w:val="00B84087"/>
    <w:rsid w:val="00B843BA"/>
    <w:rsid w:val="00B84516"/>
    <w:rsid w:val="00B84942"/>
    <w:rsid w:val="00B84B56"/>
    <w:rsid w:val="00B84C66"/>
    <w:rsid w:val="00B84CEE"/>
    <w:rsid w:val="00B85103"/>
    <w:rsid w:val="00B851B1"/>
    <w:rsid w:val="00B85923"/>
    <w:rsid w:val="00B85A0A"/>
    <w:rsid w:val="00B85AAA"/>
    <w:rsid w:val="00B85E5F"/>
    <w:rsid w:val="00B85E7B"/>
    <w:rsid w:val="00B863D0"/>
    <w:rsid w:val="00B864D0"/>
    <w:rsid w:val="00B865A1"/>
    <w:rsid w:val="00B8688F"/>
    <w:rsid w:val="00B86950"/>
    <w:rsid w:val="00B86A99"/>
    <w:rsid w:val="00B86CF7"/>
    <w:rsid w:val="00B86F61"/>
    <w:rsid w:val="00B87222"/>
    <w:rsid w:val="00B875B1"/>
    <w:rsid w:val="00B87638"/>
    <w:rsid w:val="00B87D82"/>
    <w:rsid w:val="00B87E00"/>
    <w:rsid w:val="00B90020"/>
    <w:rsid w:val="00B90242"/>
    <w:rsid w:val="00B90444"/>
    <w:rsid w:val="00B90AE2"/>
    <w:rsid w:val="00B90B0D"/>
    <w:rsid w:val="00B90B1C"/>
    <w:rsid w:val="00B90F62"/>
    <w:rsid w:val="00B914FC"/>
    <w:rsid w:val="00B9288C"/>
    <w:rsid w:val="00B92A2D"/>
    <w:rsid w:val="00B92DFE"/>
    <w:rsid w:val="00B92FBA"/>
    <w:rsid w:val="00B93042"/>
    <w:rsid w:val="00B932FF"/>
    <w:rsid w:val="00B93373"/>
    <w:rsid w:val="00B93374"/>
    <w:rsid w:val="00B93835"/>
    <w:rsid w:val="00B939A1"/>
    <w:rsid w:val="00B939B8"/>
    <w:rsid w:val="00B939F3"/>
    <w:rsid w:val="00B93C97"/>
    <w:rsid w:val="00B93E61"/>
    <w:rsid w:val="00B93ED7"/>
    <w:rsid w:val="00B942D9"/>
    <w:rsid w:val="00B94394"/>
    <w:rsid w:val="00B9482B"/>
    <w:rsid w:val="00B94DF1"/>
    <w:rsid w:val="00B95030"/>
    <w:rsid w:val="00B951CA"/>
    <w:rsid w:val="00B951EA"/>
    <w:rsid w:val="00B954CF"/>
    <w:rsid w:val="00B955C9"/>
    <w:rsid w:val="00B955E5"/>
    <w:rsid w:val="00B95845"/>
    <w:rsid w:val="00B95C3F"/>
    <w:rsid w:val="00B95FD3"/>
    <w:rsid w:val="00B963EB"/>
    <w:rsid w:val="00B96577"/>
    <w:rsid w:val="00B968BA"/>
    <w:rsid w:val="00B96A66"/>
    <w:rsid w:val="00B96E6D"/>
    <w:rsid w:val="00B97024"/>
    <w:rsid w:val="00B971D1"/>
    <w:rsid w:val="00B975B1"/>
    <w:rsid w:val="00B97766"/>
    <w:rsid w:val="00B9787F"/>
    <w:rsid w:val="00B97F57"/>
    <w:rsid w:val="00BA05A6"/>
    <w:rsid w:val="00BA0664"/>
    <w:rsid w:val="00BA06CD"/>
    <w:rsid w:val="00BA07F0"/>
    <w:rsid w:val="00BA095F"/>
    <w:rsid w:val="00BA0AFB"/>
    <w:rsid w:val="00BA11FE"/>
    <w:rsid w:val="00BA1371"/>
    <w:rsid w:val="00BA138B"/>
    <w:rsid w:val="00BA1828"/>
    <w:rsid w:val="00BA18BA"/>
    <w:rsid w:val="00BA1BC0"/>
    <w:rsid w:val="00BA1E26"/>
    <w:rsid w:val="00BA1E3B"/>
    <w:rsid w:val="00BA2032"/>
    <w:rsid w:val="00BA2145"/>
    <w:rsid w:val="00BA2552"/>
    <w:rsid w:val="00BA2985"/>
    <w:rsid w:val="00BA29C8"/>
    <w:rsid w:val="00BA2D15"/>
    <w:rsid w:val="00BA2E24"/>
    <w:rsid w:val="00BA2E34"/>
    <w:rsid w:val="00BA2EC5"/>
    <w:rsid w:val="00BA2FAF"/>
    <w:rsid w:val="00BA367C"/>
    <w:rsid w:val="00BA3B96"/>
    <w:rsid w:val="00BA3BF5"/>
    <w:rsid w:val="00BA3C3E"/>
    <w:rsid w:val="00BA3CAD"/>
    <w:rsid w:val="00BA3E67"/>
    <w:rsid w:val="00BA44D1"/>
    <w:rsid w:val="00BA4584"/>
    <w:rsid w:val="00BA4853"/>
    <w:rsid w:val="00BA4EF4"/>
    <w:rsid w:val="00BA503D"/>
    <w:rsid w:val="00BA50ED"/>
    <w:rsid w:val="00BA5487"/>
    <w:rsid w:val="00BA59AA"/>
    <w:rsid w:val="00BA5D97"/>
    <w:rsid w:val="00BA5E71"/>
    <w:rsid w:val="00BA5F2E"/>
    <w:rsid w:val="00BA60EB"/>
    <w:rsid w:val="00BA620D"/>
    <w:rsid w:val="00BA621C"/>
    <w:rsid w:val="00BA629A"/>
    <w:rsid w:val="00BA6B04"/>
    <w:rsid w:val="00BA6B55"/>
    <w:rsid w:val="00BA7210"/>
    <w:rsid w:val="00BA736A"/>
    <w:rsid w:val="00BA73E7"/>
    <w:rsid w:val="00BB00FE"/>
    <w:rsid w:val="00BB0294"/>
    <w:rsid w:val="00BB0466"/>
    <w:rsid w:val="00BB054A"/>
    <w:rsid w:val="00BB056A"/>
    <w:rsid w:val="00BB0777"/>
    <w:rsid w:val="00BB08B2"/>
    <w:rsid w:val="00BB0DEB"/>
    <w:rsid w:val="00BB0FE6"/>
    <w:rsid w:val="00BB105F"/>
    <w:rsid w:val="00BB156B"/>
    <w:rsid w:val="00BB1BE4"/>
    <w:rsid w:val="00BB1E2A"/>
    <w:rsid w:val="00BB1EF2"/>
    <w:rsid w:val="00BB1FE3"/>
    <w:rsid w:val="00BB2505"/>
    <w:rsid w:val="00BB2707"/>
    <w:rsid w:val="00BB281C"/>
    <w:rsid w:val="00BB2E64"/>
    <w:rsid w:val="00BB2EDE"/>
    <w:rsid w:val="00BB31C8"/>
    <w:rsid w:val="00BB32A5"/>
    <w:rsid w:val="00BB32BF"/>
    <w:rsid w:val="00BB3A2C"/>
    <w:rsid w:val="00BB3A5A"/>
    <w:rsid w:val="00BB3A68"/>
    <w:rsid w:val="00BB3E18"/>
    <w:rsid w:val="00BB3F1D"/>
    <w:rsid w:val="00BB3FF3"/>
    <w:rsid w:val="00BB4217"/>
    <w:rsid w:val="00BB4450"/>
    <w:rsid w:val="00BB44E8"/>
    <w:rsid w:val="00BB4982"/>
    <w:rsid w:val="00BB4A1F"/>
    <w:rsid w:val="00BB505F"/>
    <w:rsid w:val="00BB54D3"/>
    <w:rsid w:val="00BB54F8"/>
    <w:rsid w:val="00BB564B"/>
    <w:rsid w:val="00BB583F"/>
    <w:rsid w:val="00BB5B4F"/>
    <w:rsid w:val="00BB5C01"/>
    <w:rsid w:val="00BB5FF2"/>
    <w:rsid w:val="00BB6005"/>
    <w:rsid w:val="00BB601E"/>
    <w:rsid w:val="00BB63A1"/>
    <w:rsid w:val="00BB648B"/>
    <w:rsid w:val="00BB6C6E"/>
    <w:rsid w:val="00BB6D0D"/>
    <w:rsid w:val="00BB70A7"/>
    <w:rsid w:val="00BB71F8"/>
    <w:rsid w:val="00BB72E3"/>
    <w:rsid w:val="00BB7A3D"/>
    <w:rsid w:val="00BB7C25"/>
    <w:rsid w:val="00BC038E"/>
    <w:rsid w:val="00BC0476"/>
    <w:rsid w:val="00BC0AEE"/>
    <w:rsid w:val="00BC138F"/>
    <w:rsid w:val="00BC1520"/>
    <w:rsid w:val="00BC1564"/>
    <w:rsid w:val="00BC18DD"/>
    <w:rsid w:val="00BC1BF5"/>
    <w:rsid w:val="00BC25E6"/>
    <w:rsid w:val="00BC28EC"/>
    <w:rsid w:val="00BC2BE6"/>
    <w:rsid w:val="00BC2E0E"/>
    <w:rsid w:val="00BC319F"/>
    <w:rsid w:val="00BC31A3"/>
    <w:rsid w:val="00BC3212"/>
    <w:rsid w:val="00BC33C2"/>
    <w:rsid w:val="00BC35D8"/>
    <w:rsid w:val="00BC389C"/>
    <w:rsid w:val="00BC3D51"/>
    <w:rsid w:val="00BC4385"/>
    <w:rsid w:val="00BC456E"/>
    <w:rsid w:val="00BC474E"/>
    <w:rsid w:val="00BC4A7C"/>
    <w:rsid w:val="00BC4BAD"/>
    <w:rsid w:val="00BC5020"/>
    <w:rsid w:val="00BC50D6"/>
    <w:rsid w:val="00BC513D"/>
    <w:rsid w:val="00BC52D3"/>
    <w:rsid w:val="00BC541A"/>
    <w:rsid w:val="00BC54AB"/>
    <w:rsid w:val="00BC55AA"/>
    <w:rsid w:val="00BC5626"/>
    <w:rsid w:val="00BC5736"/>
    <w:rsid w:val="00BC57AF"/>
    <w:rsid w:val="00BC57C6"/>
    <w:rsid w:val="00BC5833"/>
    <w:rsid w:val="00BC58AB"/>
    <w:rsid w:val="00BC6158"/>
    <w:rsid w:val="00BC6C0F"/>
    <w:rsid w:val="00BC6C7A"/>
    <w:rsid w:val="00BC6C98"/>
    <w:rsid w:val="00BC7688"/>
    <w:rsid w:val="00BC77E5"/>
    <w:rsid w:val="00BC7A33"/>
    <w:rsid w:val="00BC7A3F"/>
    <w:rsid w:val="00BC7D7F"/>
    <w:rsid w:val="00BD082E"/>
    <w:rsid w:val="00BD0BE4"/>
    <w:rsid w:val="00BD130E"/>
    <w:rsid w:val="00BD133D"/>
    <w:rsid w:val="00BD155D"/>
    <w:rsid w:val="00BD1712"/>
    <w:rsid w:val="00BD176C"/>
    <w:rsid w:val="00BD1AD3"/>
    <w:rsid w:val="00BD1C4C"/>
    <w:rsid w:val="00BD1C76"/>
    <w:rsid w:val="00BD1DE3"/>
    <w:rsid w:val="00BD1EC8"/>
    <w:rsid w:val="00BD1FC6"/>
    <w:rsid w:val="00BD256D"/>
    <w:rsid w:val="00BD258B"/>
    <w:rsid w:val="00BD268B"/>
    <w:rsid w:val="00BD292D"/>
    <w:rsid w:val="00BD296C"/>
    <w:rsid w:val="00BD29DE"/>
    <w:rsid w:val="00BD2A82"/>
    <w:rsid w:val="00BD31B1"/>
    <w:rsid w:val="00BD33E2"/>
    <w:rsid w:val="00BD365A"/>
    <w:rsid w:val="00BD45D4"/>
    <w:rsid w:val="00BD481B"/>
    <w:rsid w:val="00BD488B"/>
    <w:rsid w:val="00BD4A06"/>
    <w:rsid w:val="00BD4B2E"/>
    <w:rsid w:val="00BD4D7D"/>
    <w:rsid w:val="00BD4D91"/>
    <w:rsid w:val="00BD4E05"/>
    <w:rsid w:val="00BD4E6B"/>
    <w:rsid w:val="00BD4F14"/>
    <w:rsid w:val="00BD50BE"/>
    <w:rsid w:val="00BD50F3"/>
    <w:rsid w:val="00BD5122"/>
    <w:rsid w:val="00BD5193"/>
    <w:rsid w:val="00BD5562"/>
    <w:rsid w:val="00BD56D1"/>
    <w:rsid w:val="00BD5809"/>
    <w:rsid w:val="00BD5A6E"/>
    <w:rsid w:val="00BD5B08"/>
    <w:rsid w:val="00BD5F4C"/>
    <w:rsid w:val="00BD60AA"/>
    <w:rsid w:val="00BD613B"/>
    <w:rsid w:val="00BD6227"/>
    <w:rsid w:val="00BD66BC"/>
    <w:rsid w:val="00BD675F"/>
    <w:rsid w:val="00BD69AD"/>
    <w:rsid w:val="00BD6C47"/>
    <w:rsid w:val="00BD6DB1"/>
    <w:rsid w:val="00BD700B"/>
    <w:rsid w:val="00BD732A"/>
    <w:rsid w:val="00BD76AC"/>
    <w:rsid w:val="00BD773B"/>
    <w:rsid w:val="00BD7D71"/>
    <w:rsid w:val="00BD7E33"/>
    <w:rsid w:val="00BE015C"/>
    <w:rsid w:val="00BE0FC1"/>
    <w:rsid w:val="00BE125B"/>
    <w:rsid w:val="00BE12BC"/>
    <w:rsid w:val="00BE12D6"/>
    <w:rsid w:val="00BE1425"/>
    <w:rsid w:val="00BE1451"/>
    <w:rsid w:val="00BE19B3"/>
    <w:rsid w:val="00BE1BD6"/>
    <w:rsid w:val="00BE1F25"/>
    <w:rsid w:val="00BE1F34"/>
    <w:rsid w:val="00BE2170"/>
    <w:rsid w:val="00BE21CC"/>
    <w:rsid w:val="00BE239D"/>
    <w:rsid w:val="00BE2423"/>
    <w:rsid w:val="00BE2555"/>
    <w:rsid w:val="00BE2582"/>
    <w:rsid w:val="00BE282D"/>
    <w:rsid w:val="00BE284F"/>
    <w:rsid w:val="00BE2866"/>
    <w:rsid w:val="00BE2892"/>
    <w:rsid w:val="00BE2AB9"/>
    <w:rsid w:val="00BE2AC2"/>
    <w:rsid w:val="00BE2BC6"/>
    <w:rsid w:val="00BE2DB5"/>
    <w:rsid w:val="00BE2DF0"/>
    <w:rsid w:val="00BE3386"/>
    <w:rsid w:val="00BE37BE"/>
    <w:rsid w:val="00BE3BA3"/>
    <w:rsid w:val="00BE3C41"/>
    <w:rsid w:val="00BE3C77"/>
    <w:rsid w:val="00BE4213"/>
    <w:rsid w:val="00BE4C82"/>
    <w:rsid w:val="00BE4E73"/>
    <w:rsid w:val="00BE4ECD"/>
    <w:rsid w:val="00BE4F94"/>
    <w:rsid w:val="00BE5275"/>
    <w:rsid w:val="00BE5853"/>
    <w:rsid w:val="00BE5BDD"/>
    <w:rsid w:val="00BE6492"/>
    <w:rsid w:val="00BE651D"/>
    <w:rsid w:val="00BE669B"/>
    <w:rsid w:val="00BE69E5"/>
    <w:rsid w:val="00BE724D"/>
    <w:rsid w:val="00BE7601"/>
    <w:rsid w:val="00BE76D9"/>
    <w:rsid w:val="00BE78E4"/>
    <w:rsid w:val="00BE7D4C"/>
    <w:rsid w:val="00BE7F5E"/>
    <w:rsid w:val="00BF003F"/>
    <w:rsid w:val="00BF007D"/>
    <w:rsid w:val="00BF00F8"/>
    <w:rsid w:val="00BF0162"/>
    <w:rsid w:val="00BF0410"/>
    <w:rsid w:val="00BF06D0"/>
    <w:rsid w:val="00BF0AA6"/>
    <w:rsid w:val="00BF0B05"/>
    <w:rsid w:val="00BF0C4B"/>
    <w:rsid w:val="00BF0CDE"/>
    <w:rsid w:val="00BF0D85"/>
    <w:rsid w:val="00BF1245"/>
    <w:rsid w:val="00BF1358"/>
    <w:rsid w:val="00BF13B7"/>
    <w:rsid w:val="00BF18CC"/>
    <w:rsid w:val="00BF1C6F"/>
    <w:rsid w:val="00BF1CB7"/>
    <w:rsid w:val="00BF1CD4"/>
    <w:rsid w:val="00BF23D8"/>
    <w:rsid w:val="00BF2A1F"/>
    <w:rsid w:val="00BF2F76"/>
    <w:rsid w:val="00BF367E"/>
    <w:rsid w:val="00BF3736"/>
    <w:rsid w:val="00BF3785"/>
    <w:rsid w:val="00BF390D"/>
    <w:rsid w:val="00BF3BFE"/>
    <w:rsid w:val="00BF3C5A"/>
    <w:rsid w:val="00BF3C65"/>
    <w:rsid w:val="00BF3D1C"/>
    <w:rsid w:val="00BF3D58"/>
    <w:rsid w:val="00BF4629"/>
    <w:rsid w:val="00BF4708"/>
    <w:rsid w:val="00BF4772"/>
    <w:rsid w:val="00BF482F"/>
    <w:rsid w:val="00BF49A1"/>
    <w:rsid w:val="00BF4B15"/>
    <w:rsid w:val="00BF4B68"/>
    <w:rsid w:val="00BF526A"/>
    <w:rsid w:val="00BF5362"/>
    <w:rsid w:val="00BF5472"/>
    <w:rsid w:val="00BF56F0"/>
    <w:rsid w:val="00BF584C"/>
    <w:rsid w:val="00BF5DA1"/>
    <w:rsid w:val="00BF5E0C"/>
    <w:rsid w:val="00BF5F6F"/>
    <w:rsid w:val="00BF6681"/>
    <w:rsid w:val="00BF6C2D"/>
    <w:rsid w:val="00BF6DCF"/>
    <w:rsid w:val="00BF6EDC"/>
    <w:rsid w:val="00BF6EE7"/>
    <w:rsid w:val="00BF6F98"/>
    <w:rsid w:val="00BF767E"/>
    <w:rsid w:val="00BF7BB2"/>
    <w:rsid w:val="00BF7E13"/>
    <w:rsid w:val="00C004FD"/>
    <w:rsid w:val="00C00908"/>
    <w:rsid w:val="00C00A9D"/>
    <w:rsid w:val="00C00ABA"/>
    <w:rsid w:val="00C00ADB"/>
    <w:rsid w:val="00C00D18"/>
    <w:rsid w:val="00C00E83"/>
    <w:rsid w:val="00C00FD0"/>
    <w:rsid w:val="00C011A4"/>
    <w:rsid w:val="00C012D5"/>
    <w:rsid w:val="00C014B0"/>
    <w:rsid w:val="00C01555"/>
    <w:rsid w:val="00C015F5"/>
    <w:rsid w:val="00C01811"/>
    <w:rsid w:val="00C01E6F"/>
    <w:rsid w:val="00C01F14"/>
    <w:rsid w:val="00C021B3"/>
    <w:rsid w:val="00C02317"/>
    <w:rsid w:val="00C023EC"/>
    <w:rsid w:val="00C0371E"/>
    <w:rsid w:val="00C03955"/>
    <w:rsid w:val="00C039E4"/>
    <w:rsid w:val="00C04109"/>
    <w:rsid w:val="00C04669"/>
    <w:rsid w:val="00C0497A"/>
    <w:rsid w:val="00C04DE9"/>
    <w:rsid w:val="00C05586"/>
    <w:rsid w:val="00C05596"/>
    <w:rsid w:val="00C05721"/>
    <w:rsid w:val="00C057B5"/>
    <w:rsid w:val="00C0599D"/>
    <w:rsid w:val="00C05E3F"/>
    <w:rsid w:val="00C0630A"/>
    <w:rsid w:val="00C0647B"/>
    <w:rsid w:val="00C0678A"/>
    <w:rsid w:val="00C0682C"/>
    <w:rsid w:val="00C0694B"/>
    <w:rsid w:val="00C06AF0"/>
    <w:rsid w:val="00C07322"/>
    <w:rsid w:val="00C073FD"/>
    <w:rsid w:val="00C07521"/>
    <w:rsid w:val="00C07CB9"/>
    <w:rsid w:val="00C108DF"/>
    <w:rsid w:val="00C1097C"/>
    <w:rsid w:val="00C10AAE"/>
    <w:rsid w:val="00C10CE2"/>
    <w:rsid w:val="00C10F4D"/>
    <w:rsid w:val="00C10F87"/>
    <w:rsid w:val="00C11051"/>
    <w:rsid w:val="00C1117F"/>
    <w:rsid w:val="00C1188E"/>
    <w:rsid w:val="00C11BF5"/>
    <w:rsid w:val="00C12047"/>
    <w:rsid w:val="00C124A3"/>
    <w:rsid w:val="00C128D1"/>
    <w:rsid w:val="00C12B2F"/>
    <w:rsid w:val="00C12F4D"/>
    <w:rsid w:val="00C12FCD"/>
    <w:rsid w:val="00C13067"/>
    <w:rsid w:val="00C13096"/>
    <w:rsid w:val="00C13359"/>
    <w:rsid w:val="00C13E1E"/>
    <w:rsid w:val="00C142D6"/>
    <w:rsid w:val="00C143AC"/>
    <w:rsid w:val="00C143C5"/>
    <w:rsid w:val="00C1448E"/>
    <w:rsid w:val="00C144AE"/>
    <w:rsid w:val="00C145AD"/>
    <w:rsid w:val="00C146BA"/>
    <w:rsid w:val="00C1479F"/>
    <w:rsid w:val="00C1509D"/>
    <w:rsid w:val="00C152BA"/>
    <w:rsid w:val="00C15422"/>
    <w:rsid w:val="00C155F4"/>
    <w:rsid w:val="00C156C7"/>
    <w:rsid w:val="00C15723"/>
    <w:rsid w:val="00C15821"/>
    <w:rsid w:val="00C159E3"/>
    <w:rsid w:val="00C15AD0"/>
    <w:rsid w:val="00C15B38"/>
    <w:rsid w:val="00C16794"/>
    <w:rsid w:val="00C16B99"/>
    <w:rsid w:val="00C16D0F"/>
    <w:rsid w:val="00C16D3F"/>
    <w:rsid w:val="00C1714B"/>
    <w:rsid w:val="00C175C6"/>
    <w:rsid w:val="00C17AEF"/>
    <w:rsid w:val="00C17EAD"/>
    <w:rsid w:val="00C2065E"/>
    <w:rsid w:val="00C207E5"/>
    <w:rsid w:val="00C208EF"/>
    <w:rsid w:val="00C20B1D"/>
    <w:rsid w:val="00C20D42"/>
    <w:rsid w:val="00C20D69"/>
    <w:rsid w:val="00C20DDB"/>
    <w:rsid w:val="00C20DE4"/>
    <w:rsid w:val="00C210CE"/>
    <w:rsid w:val="00C21199"/>
    <w:rsid w:val="00C212DB"/>
    <w:rsid w:val="00C21EB3"/>
    <w:rsid w:val="00C21F0F"/>
    <w:rsid w:val="00C21F5C"/>
    <w:rsid w:val="00C2251A"/>
    <w:rsid w:val="00C226FF"/>
    <w:rsid w:val="00C22834"/>
    <w:rsid w:val="00C22A2C"/>
    <w:rsid w:val="00C22ADE"/>
    <w:rsid w:val="00C22AF1"/>
    <w:rsid w:val="00C22B06"/>
    <w:rsid w:val="00C22BDF"/>
    <w:rsid w:val="00C22C7E"/>
    <w:rsid w:val="00C22FE4"/>
    <w:rsid w:val="00C230CE"/>
    <w:rsid w:val="00C2335D"/>
    <w:rsid w:val="00C233AB"/>
    <w:rsid w:val="00C2340A"/>
    <w:rsid w:val="00C23692"/>
    <w:rsid w:val="00C23A04"/>
    <w:rsid w:val="00C23C5B"/>
    <w:rsid w:val="00C23C86"/>
    <w:rsid w:val="00C23D00"/>
    <w:rsid w:val="00C24360"/>
    <w:rsid w:val="00C243E5"/>
    <w:rsid w:val="00C246F9"/>
    <w:rsid w:val="00C247A0"/>
    <w:rsid w:val="00C24B8B"/>
    <w:rsid w:val="00C25410"/>
    <w:rsid w:val="00C255E8"/>
    <w:rsid w:val="00C25632"/>
    <w:rsid w:val="00C25BB6"/>
    <w:rsid w:val="00C25BE7"/>
    <w:rsid w:val="00C25CD1"/>
    <w:rsid w:val="00C25DB3"/>
    <w:rsid w:val="00C2653A"/>
    <w:rsid w:val="00C269B0"/>
    <w:rsid w:val="00C26A42"/>
    <w:rsid w:val="00C26AE5"/>
    <w:rsid w:val="00C26B3A"/>
    <w:rsid w:val="00C27117"/>
    <w:rsid w:val="00C2724D"/>
    <w:rsid w:val="00C27344"/>
    <w:rsid w:val="00C2741F"/>
    <w:rsid w:val="00C274A9"/>
    <w:rsid w:val="00C277A6"/>
    <w:rsid w:val="00C27D07"/>
    <w:rsid w:val="00C27E0C"/>
    <w:rsid w:val="00C27EA7"/>
    <w:rsid w:val="00C30078"/>
    <w:rsid w:val="00C300FD"/>
    <w:rsid w:val="00C30377"/>
    <w:rsid w:val="00C30496"/>
    <w:rsid w:val="00C30560"/>
    <w:rsid w:val="00C30999"/>
    <w:rsid w:val="00C30BD8"/>
    <w:rsid w:val="00C30C0D"/>
    <w:rsid w:val="00C30F53"/>
    <w:rsid w:val="00C31228"/>
    <w:rsid w:val="00C318ED"/>
    <w:rsid w:val="00C31B2D"/>
    <w:rsid w:val="00C31BBE"/>
    <w:rsid w:val="00C3242F"/>
    <w:rsid w:val="00C32746"/>
    <w:rsid w:val="00C32E26"/>
    <w:rsid w:val="00C32F5B"/>
    <w:rsid w:val="00C33099"/>
    <w:rsid w:val="00C3353C"/>
    <w:rsid w:val="00C33C00"/>
    <w:rsid w:val="00C33C24"/>
    <w:rsid w:val="00C33CB7"/>
    <w:rsid w:val="00C33D55"/>
    <w:rsid w:val="00C33E37"/>
    <w:rsid w:val="00C33FCB"/>
    <w:rsid w:val="00C340F9"/>
    <w:rsid w:val="00C344F6"/>
    <w:rsid w:val="00C34584"/>
    <w:rsid w:val="00C346CC"/>
    <w:rsid w:val="00C34A61"/>
    <w:rsid w:val="00C34A8B"/>
    <w:rsid w:val="00C34D18"/>
    <w:rsid w:val="00C35397"/>
    <w:rsid w:val="00C35694"/>
    <w:rsid w:val="00C3594C"/>
    <w:rsid w:val="00C360A2"/>
    <w:rsid w:val="00C361E6"/>
    <w:rsid w:val="00C36414"/>
    <w:rsid w:val="00C364DD"/>
    <w:rsid w:val="00C36904"/>
    <w:rsid w:val="00C36968"/>
    <w:rsid w:val="00C36ADD"/>
    <w:rsid w:val="00C36CF3"/>
    <w:rsid w:val="00C36E90"/>
    <w:rsid w:val="00C36EF0"/>
    <w:rsid w:val="00C37154"/>
    <w:rsid w:val="00C372C3"/>
    <w:rsid w:val="00C37470"/>
    <w:rsid w:val="00C37592"/>
    <w:rsid w:val="00C376CD"/>
    <w:rsid w:val="00C3777A"/>
    <w:rsid w:val="00C37782"/>
    <w:rsid w:val="00C37EE7"/>
    <w:rsid w:val="00C40161"/>
    <w:rsid w:val="00C40593"/>
    <w:rsid w:val="00C40885"/>
    <w:rsid w:val="00C409E9"/>
    <w:rsid w:val="00C40AA4"/>
    <w:rsid w:val="00C4118B"/>
    <w:rsid w:val="00C4144F"/>
    <w:rsid w:val="00C41BCB"/>
    <w:rsid w:val="00C41DDE"/>
    <w:rsid w:val="00C4216C"/>
    <w:rsid w:val="00C424C9"/>
    <w:rsid w:val="00C425D8"/>
    <w:rsid w:val="00C429AD"/>
    <w:rsid w:val="00C42C81"/>
    <w:rsid w:val="00C43060"/>
    <w:rsid w:val="00C4327F"/>
    <w:rsid w:val="00C43AB0"/>
    <w:rsid w:val="00C44384"/>
    <w:rsid w:val="00C44477"/>
    <w:rsid w:val="00C4464C"/>
    <w:rsid w:val="00C44944"/>
    <w:rsid w:val="00C44D41"/>
    <w:rsid w:val="00C44E04"/>
    <w:rsid w:val="00C44EDD"/>
    <w:rsid w:val="00C44FF6"/>
    <w:rsid w:val="00C4504F"/>
    <w:rsid w:val="00C452EC"/>
    <w:rsid w:val="00C45AB6"/>
    <w:rsid w:val="00C45AEC"/>
    <w:rsid w:val="00C45D7D"/>
    <w:rsid w:val="00C461ED"/>
    <w:rsid w:val="00C465A3"/>
    <w:rsid w:val="00C465B4"/>
    <w:rsid w:val="00C46850"/>
    <w:rsid w:val="00C468ED"/>
    <w:rsid w:val="00C469CF"/>
    <w:rsid w:val="00C46A0B"/>
    <w:rsid w:val="00C46CBE"/>
    <w:rsid w:val="00C473B0"/>
    <w:rsid w:val="00C47477"/>
    <w:rsid w:val="00C47A33"/>
    <w:rsid w:val="00C47B87"/>
    <w:rsid w:val="00C47BFA"/>
    <w:rsid w:val="00C47ECC"/>
    <w:rsid w:val="00C50108"/>
    <w:rsid w:val="00C50745"/>
    <w:rsid w:val="00C5093B"/>
    <w:rsid w:val="00C50BBD"/>
    <w:rsid w:val="00C50D2E"/>
    <w:rsid w:val="00C50D73"/>
    <w:rsid w:val="00C50E55"/>
    <w:rsid w:val="00C51158"/>
    <w:rsid w:val="00C513CE"/>
    <w:rsid w:val="00C51570"/>
    <w:rsid w:val="00C5188C"/>
    <w:rsid w:val="00C51A4D"/>
    <w:rsid w:val="00C51ECE"/>
    <w:rsid w:val="00C51EEA"/>
    <w:rsid w:val="00C52010"/>
    <w:rsid w:val="00C52242"/>
    <w:rsid w:val="00C522D1"/>
    <w:rsid w:val="00C524D0"/>
    <w:rsid w:val="00C52500"/>
    <w:rsid w:val="00C52AD0"/>
    <w:rsid w:val="00C52CC8"/>
    <w:rsid w:val="00C52DC2"/>
    <w:rsid w:val="00C5320E"/>
    <w:rsid w:val="00C533C6"/>
    <w:rsid w:val="00C53464"/>
    <w:rsid w:val="00C53A54"/>
    <w:rsid w:val="00C53AEA"/>
    <w:rsid w:val="00C53C5C"/>
    <w:rsid w:val="00C53D73"/>
    <w:rsid w:val="00C54234"/>
    <w:rsid w:val="00C54499"/>
    <w:rsid w:val="00C5450B"/>
    <w:rsid w:val="00C54552"/>
    <w:rsid w:val="00C546D1"/>
    <w:rsid w:val="00C54857"/>
    <w:rsid w:val="00C54DDD"/>
    <w:rsid w:val="00C553BB"/>
    <w:rsid w:val="00C55414"/>
    <w:rsid w:val="00C55565"/>
    <w:rsid w:val="00C555F0"/>
    <w:rsid w:val="00C556AD"/>
    <w:rsid w:val="00C55BBC"/>
    <w:rsid w:val="00C55C1D"/>
    <w:rsid w:val="00C55CB2"/>
    <w:rsid w:val="00C55DD6"/>
    <w:rsid w:val="00C55F5F"/>
    <w:rsid w:val="00C561DC"/>
    <w:rsid w:val="00C5658B"/>
    <w:rsid w:val="00C56AC5"/>
    <w:rsid w:val="00C56EE2"/>
    <w:rsid w:val="00C56F66"/>
    <w:rsid w:val="00C57485"/>
    <w:rsid w:val="00C5797B"/>
    <w:rsid w:val="00C57CBB"/>
    <w:rsid w:val="00C57DEB"/>
    <w:rsid w:val="00C57E50"/>
    <w:rsid w:val="00C57EDD"/>
    <w:rsid w:val="00C6014D"/>
    <w:rsid w:val="00C607B1"/>
    <w:rsid w:val="00C608D8"/>
    <w:rsid w:val="00C60A02"/>
    <w:rsid w:val="00C60D39"/>
    <w:rsid w:val="00C60F31"/>
    <w:rsid w:val="00C60F89"/>
    <w:rsid w:val="00C6105D"/>
    <w:rsid w:val="00C612F9"/>
    <w:rsid w:val="00C6131B"/>
    <w:rsid w:val="00C6143F"/>
    <w:rsid w:val="00C61472"/>
    <w:rsid w:val="00C61713"/>
    <w:rsid w:val="00C61B51"/>
    <w:rsid w:val="00C61D02"/>
    <w:rsid w:val="00C61FBC"/>
    <w:rsid w:val="00C62D51"/>
    <w:rsid w:val="00C62EDA"/>
    <w:rsid w:val="00C632C4"/>
    <w:rsid w:val="00C63664"/>
    <w:rsid w:val="00C63755"/>
    <w:rsid w:val="00C63849"/>
    <w:rsid w:val="00C63A88"/>
    <w:rsid w:val="00C63AF2"/>
    <w:rsid w:val="00C63B10"/>
    <w:rsid w:val="00C63B95"/>
    <w:rsid w:val="00C640AD"/>
    <w:rsid w:val="00C64AA3"/>
    <w:rsid w:val="00C650BE"/>
    <w:rsid w:val="00C652AE"/>
    <w:rsid w:val="00C65411"/>
    <w:rsid w:val="00C6548D"/>
    <w:rsid w:val="00C65F2E"/>
    <w:rsid w:val="00C6669E"/>
    <w:rsid w:val="00C66DC3"/>
    <w:rsid w:val="00C66E1B"/>
    <w:rsid w:val="00C67459"/>
    <w:rsid w:val="00C675B3"/>
    <w:rsid w:val="00C67862"/>
    <w:rsid w:val="00C67E6A"/>
    <w:rsid w:val="00C67FD0"/>
    <w:rsid w:val="00C7008F"/>
    <w:rsid w:val="00C70092"/>
    <w:rsid w:val="00C70594"/>
    <w:rsid w:val="00C7076B"/>
    <w:rsid w:val="00C70D6D"/>
    <w:rsid w:val="00C713C8"/>
    <w:rsid w:val="00C713F5"/>
    <w:rsid w:val="00C7146E"/>
    <w:rsid w:val="00C7168F"/>
    <w:rsid w:val="00C7174E"/>
    <w:rsid w:val="00C717D0"/>
    <w:rsid w:val="00C71BCB"/>
    <w:rsid w:val="00C71FFC"/>
    <w:rsid w:val="00C72212"/>
    <w:rsid w:val="00C72394"/>
    <w:rsid w:val="00C724E1"/>
    <w:rsid w:val="00C7271C"/>
    <w:rsid w:val="00C72733"/>
    <w:rsid w:val="00C7279D"/>
    <w:rsid w:val="00C72D2F"/>
    <w:rsid w:val="00C72FD3"/>
    <w:rsid w:val="00C731FA"/>
    <w:rsid w:val="00C736F8"/>
    <w:rsid w:val="00C7382C"/>
    <w:rsid w:val="00C73957"/>
    <w:rsid w:val="00C73DA6"/>
    <w:rsid w:val="00C74190"/>
    <w:rsid w:val="00C7423B"/>
    <w:rsid w:val="00C742C7"/>
    <w:rsid w:val="00C745CA"/>
    <w:rsid w:val="00C74BFC"/>
    <w:rsid w:val="00C74C07"/>
    <w:rsid w:val="00C74D85"/>
    <w:rsid w:val="00C74EA5"/>
    <w:rsid w:val="00C74ECF"/>
    <w:rsid w:val="00C75252"/>
    <w:rsid w:val="00C755A6"/>
    <w:rsid w:val="00C7561E"/>
    <w:rsid w:val="00C75BDB"/>
    <w:rsid w:val="00C75E51"/>
    <w:rsid w:val="00C7621F"/>
    <w:rsid w:val="00C762AF"/>
    <w:rsid w:val="00C76669"/>
    <w:rsid w:val="00C76C53"/>
    <w:rsid w:val="00C76F7D"/>
    <w:rsid w:val="00C76FF8"/>
    <w:rsid w:val="00C7708F"/>
    <w:rsid w:val="00C7729C"/>
    <w:rsid w:val="00C777AE"/>
    <w:rsid w:val="00C77B17"/>
    <w:rsid w:val="00C77F7B"/>
    <w:rsid w:val="00C801D2"/>
    <w:rsid w:val="00C80213"/>
    <w:rsid w:val="00C806DD"/>
    <w:rsid w:val="00C8070E"/>
    <w:rsid w:val="00C80E20"/>
    <w:rsid w:val="00C811BF"/>
    <w:rsid w:val="00C811E4"/>
    <w:rsid w:val="00C819A4"/>
    <w:rsid w:val="00C819E1"/>
    <w:rsid w:val="00C81BA4"/>
    <w:rsid w:val="00C82322"/>
    <w:rsid w:val="00C832B0"/>
    <w:rsid w:val="00C83358"/>
    <w:rsid w:val="00C83757"/>
    <w:rsid w:val="00C838E8"/>
    <w:rsid w:val="00C839D4"/>
    <w:rsid w:val="00C839F2"/>
    <w:rsid w:val="00C83B57"/>
    <w:rsid w:val="00C83BCA"/>
    <w:rsid w:val="00C83EC7"/>
    <w:rsid w:val="00C83F40"/>
    <w:rsid w:val="00C842AC"/>
    <w:rsid w:val="00C84613"/>
    <w:rsid w:val="00C846E7"/>
    <w:rsid w:val="00C8486E"/>
    <w:rsid w:val="00C84A37"/>
    <w:rsid w:val="00C84D4C"/>
    <w:rsid w:val="00C84E21"/>
    <w:rsid w:val="00C85048"/>
    <w:rsid w:val="00C8526A"/>
    <w:rsid w:val="00C8551B"/>
    <w:rsid w:val="00C857E5"/>
    <w:rsid w:val="00C85B94"/>
    <w:rsid w:val="00C85C53"/>
    <w:rsid w:val="00C85FD7"/>
    <w:rsid w:val="00C865B8"/>
    <w:rsid w:val="00C86756"/>
    <w:rsid w:val="00C86B69"/>
    <w:rsid w:val="00C86B78"/>
    <w:rsid w:val="00C86FC0"/>
    <w:rsid w:val="00C875F2"/>
    <w:rsid w:val="00C878BA"/>
    <w:rsid w:val="00C87906"/>
    <w:rsid w:val="00C87B54"/>
    <w:rsid w:val="00C87D31"/>
    <w:rsid w:val="00C87E62"/>
    <w:rsid w:val="00C87F5D"/>
    <w:rsid w:val="00C87F6C"/>
    <w:rsid w:val="00C9049A"/>
    <w:rsid w:val="00C90601"/>
    <w:rsid w:val="00C90A32"/>
    <w:rsid w:val="00C90A4B"/>
    <w:rsid w:val="00C90FEF"/>
    <w:rsid w:val="00C9108C"/>
    <w:rsid w:val="00C91336"/>
    <w:rsid w:val="00C91391"/>
    <w:rsid w:val="00C91AE0"/>
    <w:rsid w:val="00C91B2F"/>
    <w:rsid w:val="00C91BE0"/>
    <w:rsid w:val="00C91D29"/>
    <w:rsid w:val="00C91DE5"/>
    <w:rsid w:val="00C91E10"/>
    <w:rsid w:val="00C91EC7"/>
    <w:rsid w:val="00C92594"/>
    <w:rsid w:val="00C925D6"/>
    <w:rsid w:val="00C92840"/>
    <w:rsid w:val="00C928B2"/>
    <w:rsid w:val="00C92B06"/>
    <w:rsid w:val="00C934A9"/>
    <w:rsid w:val="00C93702"/>
    <w:rsid w:val="00C93919"/>
    <w:rsid w:val="00C93C6D"/>
    <w:rsid w:val="00C93D92"/>
    <w:rsid w:val="00C9423F"/>
    <w:rsid w:val="00C947F4"/>
    <w:rsid w:val="00C94FF1"/>
    <w:rsid w:val="00C95470"/>
    <w:rsid w:val="00C95B00"/>
    <w:rsid w:val="00C95B9E"/>
    <w:rsid w:val="00C95F29"/>
    <w:rsid w:val="00C96038"/>
    <w:rsid w:val="00C963C2"/>
    <w:rsid w:val="00C964AB"/>
    <w:rsid w:val="00C96F23"/>
    <w:rsid w:val="00C97040"/>
    <w:rsid w:val="00C9733E"/>
    <w:rsid w:val="00C97750"/>
    <w:rsid w:val="00C97871"/>
    <w:rsid w:val="00C97BB7"/>
    <w:rsid w:val="00C97CA4"/>
    <w:rsid w:val="00C97DE9"/>
    <w:rsid w:val="00C97FF9"/>
    <w:rsid w:val="00CA01D9"/>
    <w:rsid w:val="00CA03FB"/>
    <w:rsid w:val="00CA09DC"/>
    <w:rsid w:val="00CA0EC8"/>
    <w:rsid w:val="00CA1171"/>
    <w:rsid w:val="00CA1218"/>
    <w:rsid w:val="00CA13D9"/>
    <w:rsid w:val="00CA149D"/>
    <w:rsid w:val="00CA1522"/>
    <w:rsid w:val="00CA167B"/>
    <w:rsid w:val="00CA169B"/>
    <w:rsid w:val="00CA178B"/>
    <w:rsid w:val="00CA19A2"/>
    <w:rsid w:val="00CA1A1E"/>
    <w:rsid w:val="00CA1A4B"/>
    <w:rsid w:val="00CA1CBF"/>
    <w:rsid w:val="00CA1EB8"/>
    <w:rsid w:val="00CA20D0"/>
    <w:rsid w:val="00CA2265"/>
    <w:rsid w:val="00CA25B5"/>
    <w:rsid w:val="00CA2667"/>
    <w:rsid w:val="00CA2E14"/>
    <w:rsid w:val="00CA2E22"/>
    <w:rsid w:val="00CA3066"/>
    <w:rsid w:val="00CA328A"/>
    <w:rsid w:val="00CA34B3"/>
    <w:rsid w:val="00CA3716"/>
    <w:rsid w:val="00CA380E"/>
    <w:rsid w:val="00CA3FBF"/>
    <w:rsid w:val="00CA4206"/>
    <w:rsid w:val="00CA4478"/>
    <w:rsid w:val="00CA471E"/>
    <w:rsid w:val="00CA479E"/>
    <w:rsid w:val="00CA48FB"/>
    <w:rsid w:val="00CA4913"/>
    <w:rsid w:val="00CA497F"/>
    <w:rsid w:val="00CA4BC1"/>
    <w:rsid w:val="00CA4C39"/>
    <w:rsid w:val="00CA4E57"/>
    <w:rsid w:val="00CA595C"/>
    <w:rsid w:val="00CA5990"/>
    <w:rsid w:val="00CA5BC3"/>
    <w:rsid w:val="00CA5EF2"/>
    <w:rsid w:val="00CA6667"/>
    <w:rsid w:val="00CA66DC"/>
    <w:rsid w:val="00CA72BC"/>
    <w:rsid w:val="00CA7562"/>
    <w:rsid w:val="00CA78A1"/>
    <w:rsid w:val="00CA7BF7"/>
    <w:rsid w:val="00CA7C1C"/>
    <w:rsid w:val="00CA7C8E"/>
    <w:rsid w:val="00CB008A"/>
    <w:rsid w:val="00CB0364"/>
    <w:rsid w:val="00CB07C6"/>
    <w:rsid w:val="00CB082B"/>
    <w:rsid w:val="00CB09F8"/>
    <w:rsid w:val="00CB0A57"/>
    <w:rsid w:val="00CB136E"/>
    <w:rsid w:val="00CB1393"/>
    <w:rsid w:val="00CB14ED"/>
    <w:rsid w:val="00CB182D"/>
    <w:rsid w:val="00CB1D71"/>
    <w:rsid w:val="00CB32C7"/>
    <w:rsid w:val="00CB3581"/>
    <w:rsid w:val="00CB371D"/>
    <w:rsid w:val="00CB3989"/>
    <w:rsid w:val="00CB3B7E"/>
    <w:rsid w:val="00CB427C"/>
    <w:rsid w:val="00CB4539"/>
    <w:rsid w:val="00CB4596"/>
    <w:rsid w:val="00CB48C7"/>
    <w:rsid w:val="00CB5240"/>
    <w:rsid w:val="00CB524B"/>
    <w:rsid w:val="00CB5560"/>
    <w:rsid w:val="00CB565B"/>
    <w:rsid w:val="00CB576D"/>
    <w:rsid w:val="00CB5AC9"/>
    <w:rsid w:val="00CB5B29"/>
    <w:rsid w:val="00CB64C3"/>
    <w:rsid w:val="00CB66FD"/>
    <w:rsid w:val="00CB68B2"/>
    <w:rsid w:val="00CB6C87"/>
    <w:rsid w:val="00CB6D66"/>
    <w:rsid w:val="00CB7281"/>
    <w:rsid w:val="00CB7460"/>
    <w:rsid w:val="00CB758B"/>
    <w:rsid w:val="00CB7773"/>
    <w:rsid w:val="00CB7890"/>
    <w:rsid w:val="00CB7E28"/>
    <w:rsid w:val="00CC0112"/>
    <w:rsid w:val="00CC086C"/>
    <w:rsid w:val="00CC0903"/>
    <w:rsid w:val="00CC0BF1"/>
    <w:rsid w:val="00CC1943"/>
    <w:rsid w:val="00CC22F7"/>
    <w:rsid w:val="00CC2398"/>
    <w:rsid w:val="00CC2ABE"/>
    <w:rsid w:val="00CC2BAB"/>
    <w:rsid w:val="00CC2BD1"/>
    <w:rsid w:val="00CC2C29"/>
    <w:rsid w:val="00CC2CD5"/>
    <w:rsid w:val="00CC34D9"/>
    <w:rsid w:val="00CC3618"/>
    <w:rsid w:val="00CC3F43"/>
    <w:rsid w:val="00CC408C"/>
    <w:rsid w:val="00CC44B5"/>
    <w:rsid w:val="00CC47BC"/>
    <w:rsid w:val="00CC4860"/>
    <w:rsid w:val="00CC491A"/>
    <w:rsid w:val="00CC4BBF"/>
    <w:rsid w:val="00CC4F1A"/>
    <w:rsid w:val="00CC4F57"/>
    <w:rsid w:val="00CC5191"/>
    <w:rsid w:val="00CC5376"/>
    <w:rsid w:val="00CC53BE"/>
    <w:rsid w:val="00CC5484"/>
    <w:rsid w:val="00CC57B4"/>
    <w:rsid w:val="00CC5C97"/>
    <w:rsid w:val="00CC5FD8"/>
    <w:rsid w:val="00CC61C2"/>
    <w:rsid w:val="00CC648B"/>
    <w:rsid w:val="00CC683C"/>
    <w:rsid w:val="00CC6979"/>
    <w:rsid w:val="00CC6ABA"/>
    <w:rsid w:val="00CC7089"/>
    <w:rsid w:val="00CC7292"/>
    <w:rsid w:val="00CC7312"/>
    <w:rsid w:val="00CC74DF"/>
    <w:rsid w:val="00CC7AAD"/>
    <w:rsid w:val="00CC7AEE"/>
    <w:rsid w:val="00CC7DEC"/>
    <w:rsid w:val="00CC7F29"/>
    <w:rsid w:val="00CD028C"/>
    <w:rsid w:val="00CD06CC"/>
    <w:rsid w:val="00CD0C90"/>
    <w:rsid w:val="00CD0DF2"/>
    <w:rsid w:val="00CD1287"/>
    <w:rsid w:val="00CD17B0"/>
    <w:rsid w:val="00CD1B41"/>
    <w:rsid w:val="00CD1D5D"/>
    <w:rsid w:val="00CD1E1D"/>
    <w:rsid w:val="00CD1EE4"/>
    <w:rsid w:val="00CD24A9"/>
    <w:rsid w:val="00CD26CC"/>
    <w:rsid w:val="00CD2832"/>
    <w:rsid w:val="00CD2E12"/>
    <w:rsid w:val="00CD3747"/>
    <w:rsid w:val="00CD388A"/>
    <w:rsid w:val="00CD395C"/>
    <w:rsid w:val="00CD3ECD"/>
    <w:rsid w:val="00CD3EEC"/>
    <w:rsid w:val="00CD3F27"/>
    <w:rsid w:val="00CD42D3"/>
    <w:rsid w:val="00CD485B"/>
    <w:rsid w:val="00CD4869"/>
    <w:rsid w:val="00CD49B4"/>
    <w:rsid w:val="00CD4E4F"/>
    <w:rsid w:val="00CD54E9"/>
    <w:rsid w:val="00CD5638"/>
    <w:rsid w:val="00CD5676"/>
    <w:rsid w:val="00CD5722"/>
    <w:rsid w:val="00CD5831"/>
    <w:rsid w:val="00CD5877"/>
    <w:rsid w:val="00CD5AF6"/>
    <w:rsid w:val="00CD5BFC"/>
    <w:rsid w:val="00CD5E43"/>
    <w:rsid w:val="00CD607A"/>
    <w:rsid w:val="00CD60BC"/>
    <w:rsid w:val="00CD6361"/>
    <w:rsid w:val="00CD6580"/>
    <w:rsid w:val="00CD66B6"/>
    <w:rsid w:val="00CD67B5"/>
    <w:rsid w:val="00CD68D2"/>
    <w:rsid w:val="00CD6A7F"/>
    <w:rsid w:val="00CD6E3B"/>
    <w:rsid w:val="00CD6F05"/>
    <w:rsid w:val="00CD7392"/>
    <w:rsid w:val="00CD76DE"/>
    <w:rsid w:val="00CD7884"/>
    <w:rsid w:val="00CD7F79"/>
    <w:rsid w:val="00CE0076"/>
    <w:rsid w:val="00CE020A"/>
    <w:rsid w:val="00CE0431"/>
    <w:rsid w:val="00CE0BEF"/>
    <w:rsid w:val="00CE0D4C"/>
    <w:rsid w:val="00CE0F0F"/>
    <w:rsid w:val="00CE1015"/>
    <w:rsid w:val="00CE104D"/>
    <w:rsid w:val="00CE10AB"/>
    <w:rsid w:val="00CE1300"/>
    <w:rsid w:val="00CE183A"/>
    <w:rsid w:val="00CE200D"/>
    <w:rsid w:val="00CE20D5"/>
    <w:rsid w:val="00CE2180"/>
    <w:rsid w:val="00CE2402"/>
    <w:rsid w:val="00CE2483"/>
    <w:rsid w:val="00CE2771"/>
    <w:rsid w:val="00CE2870"/>
    <w:rsid w:val="00CE292A"/>
    <w:rsid w:val="00CE29FB"/>
    <w:rsid w:val="00CE2B5F"/>
    <w:rsid w:val="00CE2F40"/>
    <w:rsid w:val="00CE2FC3"/>
    <w:rsid w:val="00CE30EA"/>
    <w:rsid w:val="00CE353E"/>
    <w:rsid w:val="00CE3AF4"/>
    <w:rsid w:val="00CE3DCC"/>
    <w:rsid w:val="00CE3F81"/>
    <w:rsid w:val="00CE43B0"/>
    <w:rsid w:val="00CE43B8"/>
    <w:rsid w:val="00CE46DB"/>
    <w:rsid w:val="00CE4892"/>
    <w:rsid w:val="00CE4956"/>
    <w:rsid w:val="00CE49D8"/>
    <w:rsid w:val="00CE4E0D"/>
    <w:rsid w:val="00CE4EEB"/>
    <w:rsid w:val="00CE4FEE"/>
    <w:rsid w:val="00CE51FB"/>
    <w:rsid w:val="00CE5594"/>
    <w:rsid w:val="00CE5692"/>
    <w:rsid w:val="00CE5E61"/>
    <w:rsid w:val="00CE7583"/>
    <w:rsid w:val="00CE7603"/>
    <w:rsid w:val="00CE7BE8"/>
    <w:rsid w:val="00CE7BFF"/>
    <w:rsid w:val="00CF056F"/>
    <w:rsid w:val="00CF0665"/>
    <w:rsid w:val="00CF0C93"/>
    <w:rsid w:val="00CF113E"/>
    <w:rsid w:val="00CF1198"/>
    <w:rsid w:val="00CF1587"/>
    <w:rsid w:val="00CF173C"/>
    <w:rsid w:val="00CF19F1"/>
    <w:rsid w:val="00CF1BEC"/>
    <w:rsid w:val="00CF1CE3"/>
    <w:rsid w:val="00CF1E45"/>
    <w:rsid w:val="00CF212C"/>
    <w:rsid w:val="00CF2A48"/>
    <w:rsid w:val="00CF2A89"/>
    <w:rsid w:val="00CF31D2"/>
    <w:rsid w:val="00CF391F"/>
    <w:rsid w:val="00CF3A3B"/>
    <w:rsid w:val="00CF3AEB"/>
    <w:rsid w:val="00CF3CA6"/>
    <w:rsid w:val="00CF3D9D"/>
    <w:rsid w:val="00CF4142"/>
    <w:rsid w:val="00CF4275"/>
    <w:rsid w:val="00CF4342"/>
    <w:rsid w:val="00CF4417"/>
    <w:rsid w:val="00CF45D1"/>
    <w:rsid w:val="00CF45F3"/>
    <w:rsid w:val="00CF4676"/>
    <w:rsid w:val="00CF48FC"/>
    <w:rsid w:val="00CF4F36"/>
    <w:rsid w:val="00CF51E5"/>
    <w:rsid w:val="00CF533C"/>
    <w:rsid w:val="00CF538C"/>
    <w:rsid w:val="00CF5689"/>
    <w:rsid w:val="00CF597C"/>
    <w:rsid w:val="00CF64BE"/>
    <w:rsid w:val="00CF6952"/>
    <w:rsid w:val="00CF69CE"/>
    <w:rsid w:val="00CF69F4"/>
    <w:rsid w:val="00CF6D0E"/>
    <w:rsid w:val="00CF6FF5"/>
    <w:rsid w:val="00CF7537"/>
    <w:rsid w:val="00CF7561"/>
    <w:rsid w:val="00CF75C6"/>
    <w:rsid w:val="00CF79D7"/>
    <w:rsid w:val="00CF7A7A"/>
    <w:rsid w:val="00CF7A94"/>
    <w:rsid w:val="00CF7B15"/>
    <w:rsid w:val="00D001D5"/>
    <w:rsid w:val="00D002F1"/>
    <w:rsid w:val="00D008F1"/>
    <w:rsid w:val="00D00AEA"/>
    <w:rsid w:val="00D00BC5"/>
    <w:rsid w:val="00D00EC9"/>
    <w:rsid w:val="00D01A96"/>
    <w:rsid w:val="00D01B0D"/>
    <w:rsid w:val="00D01B1D"/>
    <w:rsid w:val="00D01DE4"/>
    <w:rsid w:val="00D01E6A"/>
    <w:rsid w:val="00D02143"/>
    <w:rsid w:val="00D0230C"/>
    <w:rsid w:val="00D026E3"/>
    <w:rsid w:val="00D02E6C"/>
    <w:rsid w:val="00D02EC5"/>
    <w:rsid w:val="00D03163"/>
    <w:rsid w:val="00D0333C"/>
    <w:rsid w:val="00D03A75"/>
    <w:rsid w:val="00D03B0C"/>
    <w:rsid w:val="00D03CC1"/>
    <w:rsid w:val="00D03F17"/>
    <w:rsid w:val="00D04030"/>
    <w:rsid w:val="00D04081"/>
    <w:rsid w:val="00D04273"/>
    <w:rsid w:val="00D042D7"/>
    <w:rsid w:val="00D04486"/>
    <w:rsid w:val="00D04C0D"/>
    <w:rsid w:val="00D04EF1"/>
    <w:rsid w:val="00D0538A"/>
    <w:rsid w:val="00D05422"/>
    <w:rsid w:val="00D054A6"/>
    <w:rsid w:val="00D057DB"/>
    <w:rsid w:val="00D05890"/>
    <w:rsid w:val="00D058E4"/>
    <w:rsid w:val="00D059EA"/>
    <w:rsid w:val="00D059EC"/>
    <w:rsid w:val="00D05DE7"/>
    <w:rsid w:val="00D05F31"/>
    <w:rsid w:val="00D060D4"/>
    <w:rsid w:val="00D060EC"/>
    <w:rsid w:val="00D06110"/>
    <w:rsid w:val="00D0612D"/>
    <w:rsid w:val="00D06634"/>
    <w:rsid w:val="00D06824"/>
    <w:rsid w:val="00D06B25"/>
    <w:rsid w:val="00D06D42"/>
    <w:rsid w:val="00D071E9"/>
    <w:rsid w:val="00D079FB"/>
    <w:rsid w:val="00D07E0E"/>
    <w:rsid w:val="00D07EB4"/>
    <w:rsid w:val="00D10078"/>
    <w:rsid w:val="00D102FB"/>
    <w:rsid w:val="00D1057B"/>
    <w:rsid w:val="00D1062F"/>
    <w:rsid w:val="00D107B1"/>
    <w:rsid w:val="00D10D01"/>
    <w:rsid w:val="00D11005"/>
    <w:rsid w:val="00D110DA"/>
    <w:rsid w:val="00D1134B"/>
    <w:rsid w:val="00D11552"/>
    <w:rsid w:val="00D11BBD"/>
    <w:rsid w:val="00D12765"/>
    <w:rsid w:val="00D12777"/>
    <w:rsid w:val="00D12915"/>
    <w:rsid w:val="00D12D33"/>
    <w:rsid w:val="00D12D5E"/>
    <w:rsid w:val="00D12EE4"/>
    <w:rsid w:val="00D13262"/>
    <w:rsid w:val="00D1349F"/>
    <w:rsid w:val="00D135C2"/>
    <w:rsid w:val="00D13722"/>
    <w:rsid w:val="00D13812"/>
    <w:rsid w:val="00D14357"/>
    <w:rsid w:val="00D14405"/>
    <w:rsid w:val="00D1470B"/>
    <w:rsid w:val="00D14993"/>
    <w:rsid w:val="00D151A1"/>
    <w:rsid w:val="00D15426"/>
    <w:rsid w:val="00D15691"/>
    <w:rsid w:val="00D15927"/>
    <w:rsid w:val="00D15BC5"/>
    <w:rsid w:val="00D15D7D"/>
    <w:rsid w:val="00D16112"/>
    <w:rsid w:val="00D16283"/>
    <w:rsid w:val="00D1646D"/>
    <w:rsid w:val="00D16488"/>
    <w:rsid w:val="00D165FF"/>
    <w:rsid w:val="00D16628"/>
    <w:rsid w:val="00D16717"/>
    <w:rsid w:val="00D16945"/>
    <w:rsid w:val="00D16B78"/>
    <w:rsid w:val="00D16CE7"/>
    <w:rsid w:val="00D16F44"/>
    <w:rsid w:val="00D170C3"/>
    <w:rsid w:val="00D17ABE"/>
    <w:rsid w:val="00D201F8"/>
    <w:rsid w:val="00D20395"/>
    <w:rsid w:val="00D203BF"/>
    <w:rsid w:val="00D20946"/>
    <w:rsid w:val="00D20A2C"/>
    <w:rsid w:val="00D20ADC"/>
    <w:rsid w:val="00D20BBA"/>
    <w:rsid w:val="00D2117B"/>
    <w:rsid w:val="00D215DF"/>
    <w:rsid w:val="00D216B4"/>
    <w:rsid w:val="00D21A20"/>
    <w:rsid w:val="00D21E25"/>
    <w:rsid w:val="00D22402"/>
    <w:rsid w:val="00D22406"/>
    <w:rsid w:val="00D22B4D"/>
    <w:rsid w:val="00D22F7C"/>
    <w:rsid w:val="00D23068"/>
    <w:rsid w:val="00D230E9"/>
    <w:rsid w:val="00D23156"/>
    <w:rsid w:val="00D2315A"/>
    <w:rsid w:val="00D233AD"/>
    <w:rsid w:val="00D23523"/>
    <w:rsid w:val="00D23536"/>
    <w:rsid w:val="00D23FA6"/>
    <w:rsid w:val="00D240D5"/>
    <w:rsid w:val="00D24160"/>
    <w:rsid w:val="00D241B4"/>
    <w:rsid w:val="00D242D3"/>
    <w:rsid w:val="00D2515C"/>
    <w:rsid w:val="00D25168"/>
    <w:rsid w:val="00D251EA"/>
    <w:rsid w:val="00D2521B"/>
    <w:rsid w:val="00D25813"/>
    <w:rsid w:val="00D25BCE"/>
    <w:rsid w:val="00D25C2B"/>
    <w:rsid w:val="00D25C63"/>
    <w:rsid w:val="00D2625E"/>
    <w:rsid w:val="00D263A3"/>
    <w:rsid w:val="00D266BB"/>
    <w:rsid w:val="00D26832"/>
    <w:rsid w:val="00D26E46"/>
    <w:rsid w:val="00D26FC7"/>
    <w:rsid w:val="00D27135"/>
    <w:rsid w:val="00D273C5"/>
    <w:rsid w:val="00D274A8"/>
    <w:rsid w:val="00D2755D"/>
    <w:rsid w:val="00D27629"/>
    <w:rsid w:val="00D279EB"/>
    <w:rsid w:val="00D27A96"/>
    <w:rsid w:val="00D27B49"/>
    <w:rsid w:val="00D27D83"/>
    <w:rsid w:val="00D3029A"/>
    <w:rsid w:val="00D304F8"/>
    <w:rsid w:val="00D3053A"/>
    <w:rsid w:val="00D30559"/>
    <w:rsid w:val="00D306C8"/>
    <w:rsid w:val="00D306E2"/>
    <w:rsid w:val="00D30B4A"/>
    <w:rsid w:val="00D30B74"/>
    <w:rsid w:val="00D30BCE"/>
    <w:rsid w:val="00D3184E"/>
    <w:rsid w:val="00D31ADD"/>
    <w:rsid w:val="00D31F20"/>
    <w:rsid w:val="00D322C9"/>
    <w:rsid w:val="00D32605"/>
    <w:rsid w:val="00D32AAB"/>
    <w:rsid w:val="00D32B0F"/>
    <w:rsid w:val="00D32B46"/>
    <w:rsid w:val="00D32D2D"/>
    <w:rsid w:val="00D32DB3"/>
    <w:rsid w:val="00D32F6E"/>
    <w:rsid w:val="00D33491"/>
    <w:rsid w:val="00D33651"/>
    <w:rsid w:val="00D3396F"/>
    <w:rsid w:val="00D33BCC"/>
    <w:rsid w:val="00D33D27"/>
    <w:rsid w:val="00D3461C"/>
    <w:rsid w:val="00D346CA"/>
    <w:rsid w:val="00D34B39"/>
    <w:rsid w:val="00D34DF2"/>
    <w:rsid w:val="00D34EA0"/>
    <w:rsid w:val="00D34FCC"/>
    <w:rsid w:val="00D35258"/>
    <w:rsid w:val="00D352AA"/>
    <w:rsid w:val="00D35327"/>
    <w:rsid w:val="00D355CC"/>
    <w:rsid w:val="00D357CC"/>
    <w:rsid w:val="00D35D8B"/>
    <w:rsid w:val="00D36044"/>
    <w:rsid w:val="00D362F6"/>
    <w:rsid w:val="00D3685D"/>
    <w:rsid w:val="00D36ADC"/>
    <w:rsid w:val="00D370F9"/>
    <w:rsid w:val="00D373D1"/>
    <w:rsid w:val="00D3777F"/>
    <w:rsid w:val="00D377C3"/>
    <w:rsid w:val="00D3782C"/>
    <w:rsid w:val="00D37B57"/>
    <w:rsid w:val="00D37C90"/>
    <w:rsid w:val="00D37E57"/>
    <w:rsid w:val="00D404A1"/>
    <w:rsid w:val="00D4063F"/>
    <w:rsid w:val="00D40A05"/>
    <w:rsid w:val="00D40AFC"/>
    <w:rsid w:val="00D410DF"/>
    <w:rsid w:val="00D41263"/>
    <w:rsid w:val="00D416D9"/>
    <w:rsid w:val="00D4172C"/>
    <w:rsid w:val="00D41778"/>
    <w:rsid w:val="00D41B29"/>
    <w:rsid w:val="00D41BC0"/>
    <w:rsid w:val="00D41D14"/>
    <w:rsid w:val="00D41FE8"/>
    <w:rsid w:val="00D42071"/>
    <w:rsid w:val="00D420DC"/>
    <w:rsid w:val="00D42106"/>
    <w:rsid w:val="00D42168"/>
    <w:rsid w:val="00D422CD"/>
    <w:rsid w:val="00D42498"/>
    <w:rsid w:val="00D42E3C"/>
    <w:rsid w:val="00D43346"/>
    <w:rsid w:val="00D4392D"/>
    <w:rsid w:val="00D439EE"/>
    <w:rsid w:val="00D440BD"/>
    <w:rsid w:val="00D440DA"/>
    <w:rsid w:val="00D4422A"/>
    <w:rsid w:val="00D44263"/>
    <w:rsid w:val="00D4433D"/>
    <w:rsid w:val="00D44489"/>
    <w:rsid w:val="00D44733"/>
    <w:rsid w:val="00D44A15"/>
    <w:rsid w:val="00D44ABE"/>
    <w:rsid w:val="00D44C0F"/>
    <w:rsid w:val="00D44DC1"/>
    <w:rsid w:val="00D450DF"/>
    <w:rsid w:val="00D4530E"/>
    <w:rsid w:val="00D45749"/>
    <w:rsid w:val="00D4580A"/>
    <w:rsid w:val="00D4586E"/>
    <w:rsid w:val="00D45A13"/>
    <w:rsid w:val="00D45AD8"/>
    <w:rsid w:val="00D45ADD"/>
    <w:rsid w:val="00D45BD8"/>
    <w:rsid w:val="00D46066"/>
    <w:rsid w:val="00D461BF"/>
    <w:rsid w:val="00D464FB"/>
    <w:rsid w:val="00D46A3C"/>
    <w:rsid w:val="00D46E95"/>
    <w:rsid w:val="00D4702B"/>
    <w:rsid w:val="00D474A3"/>
    <w:rsid w:val="00D47654"/>
    <w:rsid w:val="00D47750"/>
    <w:rsid w:val="00D47AFE"/>
    <w:rsid w:val="00D47CB0"/>
    <w:rsid w:val="00D5054A"/>
    <w:rsid w:val="00D505B5"/>
    <w:rsid w:val="00D50809"/>
    <w:rsid w:val="00D508D0"/>
    <w:rsid w:val="00D50E4B"/>
    <w:rsid w:val="00D50FF9"/>
    <w:rsid w:val="00D51481"/>
    <w:rsid w:val="00D514BF"/>
    <w:rsid w:val="00D51521"/>
    <w:rsid w:val="00D5170D"/>
    <w:rsid w:val="00D5184A"/>
    <w:rsid w:val="00D518B9"/>
    <w:rsid w:val="00D518E4"/>
    <w:rsid w:val="00D519D8"/>
    <w:rsid w:val="00D51C4F"/>
    <w:rsid w:val="00D51E83"/>
    <w:rsid w:val="00D51F14"/>
    <w:rsid w:val="00D51F70"/>
    <w:rsid w:val="00D5205E"/>
    <w:rsid w:val="00D52314"/>
    <w:rsid w:val="00D52B85"/>
    <w:rsid w:val="00D52C16"/>
    <w:rsid w:val="00D53348"/>
    <w:rsid w:val="00D5343F"/>
    <w:rsid w:val="00D53531"/>
    <w:rsid w:val="00D54085"/>
    <w:rsid w:val="00D54306"/>
    <w:rsid w:val="00D5443C"/>
    <w:rsid w:val="00D545DC"/>
    <w:rsid w:val="00D546E5"/>
    <w:rsid w:val="00D547DB"/>
    <w:rsid w:val="00D547FB"/>
    <w:rsid w:val="00D54C9D"/>
    <w:rsid w:val="00D54E36"/>
    <w:rsid w:val="00D54E85"/>
    <w:rsid w:val="00D5507D"/>
    <w:rsid w:val="00D55086"/>
    <w:rsid w:val="00D55561"/>
    <w:rsid w:val="00D55656"/>
    <w:rsid w:val="00D55EB9"/>
    <w:rsid w:val="00D560C6"/>
    <w:rsid w:val="00D56271"/>
    <w:rsid w:val="00D5630C"/>
    <w:rsid w:val="00D56745"/>
    <w:rsid w:val="00D56943"/>
    <w:rsid w:val="00D569A3"/>
    <w:rsid w:val="00D56AB3"/>
    <w:rsid w:val="00D56AD9"/>
    <w:rsid w:val="00D56C41"/>
    <w:rsid w:val="00D56DCA"/>
    <w:rsid w:val="00D56E90"/>
    <w:rsid w:val="00D56F32"/>
    <w:rsid w:val="00D573A3"/>
    <w:rsid w:val="00D573CB"/>
    <w:rsid w:val="00D57629"/>
    <w:rsid w:val="00D5787A"/>
    <w:rsid w:val="00D57B2B"/>
    <w:rsid w:val="00D603E7"/>
    <w:rsid w:val="00D6074B"/>
    <w:rsid w:val="00D6111D"/>
    <w:rsid w:val="00D6122E"/>
    <w:rsid w:val="00D61593"/>
    <w:rsid w:val="00D61B78"/>
    <w:rsid w:val="00D61BF5"/>
    <w:rsid w:val="00D61C2C"/>
    <w:rsid w:val="00D61E80"/>
    <w:rsid w:val="00D61F93"/>
    <w:rsid w:val="00D6212A"/>
    <w:rsid w:val="00D624F9"/>
    <w:rsid w:val="00D62607"/>
    <w:rsid w:val="00D6264A"/>
    <w:rsid w:val="00D629CE"/>
    <w:rsid w:val="00D62A2C"/>
    <w:rsid w:val="00D62A8C"/>
    <w:rsid w:val="00D62F89"/>
    <w:rsid w:val="00D62FC4"/>
    <w:rsid w:val="00D63383"/>
    <w:rsid w:val="00D63505"/>
    <w:rsid w:val="00D6375C"/>
    <w:rsid w:val="00D63934"/>
    <w:rsid w:val="00D63A2D"/>
    <w:rsid w:val="00D63A35"/>
    <w:rsid w:val="00D63E87"/>
    <w:rsid w:val="00D644B3"/>
    <w:rsid w:val="00D645EA"/>
    <w:rsid w:val="00D64849"/>
    <w:rsid w:val="00D64C17"/>
    <w:rsid w:val="00D64C89"/>
    <w:rsid w:val="00D64D8A"/>
    <w:rsid w:val="00D64F01"/>
    <w:rsid w:val="00D6505C"/>
    <w:rsid w:val="00D65165"/>
    <w:rsid w:val="00D651E0"/>
    <w:rsid w:val="00D653B7"/>
    <w:rsid w:val="00D654CF"/>
    <w:rsid w:val="00D65684"/>
    <w:rsid w:val="00D656EA"/>
    <w:rsid w:val="00D65A24"/>
    <w:rsid w:val="00D65C96"/>
    <w:rsid w:val="00D65DF6"/>
    <w:rsid w:val="00D65F5F"/>
    <w:rsid w:val="00D65FA5"/>
    <w:rsid w:val="00D66B56"/>
    <w:rsid w:val="00D66BA8"/>
    <w:rsid w:val="00D66BDE"/>
    <w:rsid w:val="00D66C89"/>
    <w:rsid w:val="00D674AC"/>
    <w:rsid w:val="00D674C6"/>
    <w:rsid w:val="00D6751C"/>
    <w:rsid w:val="00D677C5"/>
    <w:rsid w:val="00D6782C"/>
    <w:rsid w:val="00D678FE"/>
    <w:rsid w:val="00D679DD"/>
    <w:rsid w:val="00D67A0E"/>
    <w:rsid w:val="00D67B1D"/>
    <w:rsid w:val="00D67C62"/>
    <w:rsid w:val="00D67D70"/>
    <w:rsid w:val="00D67F62"/>
    <w:rsid w:val="00D7019F"/>
    <w:rsid w:val="00D70555"/>
    <w:rsid w:val="00D7080A"/>
    <w:rsid w:val="00D7086E"/>
    <w:rsid w:val="00D70915"/>
    <w:rsid w:val="00D70AE1"/>
    <w:rsid w:val="00D70C9C"/>
    <w:rsid w:val="00D70D97"/>
    <w:rsid w:val="00D70F13"/>
    <w:rsid w:val="00D70F9B"/>
    <w:rsid w:val="00D716D7"/>
    <w:rsid w:val="00D717F2"/>
    <w:rsid w:val="00D71CC1"/>
    <w:rsid w:val="00D720A8"/>
    <w:rsid w:val="00D725C3"/>
    <w:rsid w:val="00D72B7F"/>
    <w:rsid w:val="00D72FAD"/>
    <w:rsid w:val="00D731DC"/>
    <w:rsid w:val="00D73540"/>
    <w:rsid w:val="00D73669"/>
    <w:rsid w:val="00D737FF"/>
    <w:rsid w:val="00D73858"/>
    <w:rsid w:val="00D7387D"/>
    <w:rsid w:val="00D73BEE"/>
    <w:rsid w:val="00D73D38"/>
    <w:rsid w:val="00D73E27"/>
    <w:rsid w:val="00D73F89"/>
    <w:rsid w:val="00D7465B"/>
    <w:rsid w:val="00D74834"/>
    <w:rsid w:val="00D74A02"/>
    <w:rsid w:val="00D74BAA"/>
    <w:rsid w:val="00D74F8A"/>
    <w:rsid w:val="00D7554B"/>
    <w:rsid w:val="00D755F7"/>
    <w:rsid w:val="00D75798"/>
    <w:rsid w:val="00D75838"/>
    <w:rsid w:val="00D75895"/>
    <w:rsid w:val="00D75AF7"/>
    <w:rsid w:val="00D75B2F"/>
    <w:rsid w:val="00D75FE4"/>
    <w:rsid w:val="00D76362"/>
    <w:rsid w:val="00D765E4"/>
    <w:rsid w:val="00D7677E"/>
    <w:rsid w:val="00D76AAB"/>
    <w:rsid w:val="00D76CEF"/>
    <w:rsid w:val="00D76E69"/>
    <w:rsid w:val="00D77472"/>
    <w:rsid w:val="00D775B1"/>
    <w:rsid w:val="00D7787D"/>
    <w:rsid w:val="00D779C5"/>
    <w:rsid w:val="00D77B46"/>
    <w:rsid w:val="00D77E0C"/>
    <w:rsid w:val="00D803EF"/>
    <w:rsid w:val="00D80550"/>
    <w:rsid w:val="00D80586"/>
    <w:rsid w:val="00D805F4"/>
    <w:rsid w:val="00D80636"/>
    <w:rsid w:val="00D80A06"/>
    <w:rsid w:val="00D80C97"/>
    <w:rsid w:val="00D81050"/>
    <w:rsid w:val="00D81586"/>
    <w:rsid w:val="00D816CA"/>
    <w:rsid w:val="00D816DA"/>
    <w:rsid w:val="00D818E1"/>
    <w:rsid w:val="00D81AB3"/>
    <w:rsid w:val="00D81BD2"/>
    <w:rsid w:val="00D81D38"/>
    <w:rsid w:val="00D81EFD"/>
    <w:rsid w:val="00D8240D"/>
    <w:rsid w:val="00D82482"/>
    <w:rsid w:val="00D8266F"/>
    <w:rsid w:val="00D826DF"/>
    <w:rsid w:val="00D83331"/>
    <w:rsid w:val="00D8342F"/>
    <w:rsid w:val="00D839B6"/>
    <w:rsid w:val="00D84079"/>
    <w:rsid w:val="00D84825"/>
    <w:rsid w:val="00D849B2"/>
    <w:rsid w:val="00D849C8"/>
    <w:rsid w:val="00D84C7E"/>
    <w:rsid w:val="00D8535D"/>
    <w:rsid w:val="00D8547A"/>
    <w:rsid w:val="00D8554E"/>
    <w:rsid w:val="00D859E5"/>
    <w:rsid w:val="00D85BF6"/>
    <w:rsid w:val="00D86036"/>
    <w:rsid w:val="00D860D0"/>
    <w:rsid w:val="00D8623A"/>
    <w:rsid w:val="00D8699A"/>
    <w:rsid w:val="00D86AB4"/>
    <w:rsid w:val="00D86D9D"/>
    <w:rsid w:val="00D86DE3"/>
    <w:rsid w:val="00D87336"/>
    <w:rsid w:val="00D87437"/>
    <w:rsid w:val="00D87666"/>
    <w:rsid w:val="00D8767E"/>
    <w:rsid w:val="00D87752"/>
    <w:rsid w:val="00D87A8A"/>
    <w:rsid w:val="00D87DA8"/>
    <w:rsid w:val="00D9007C"/>
    <w:rsid w:val="00D901E6"/>
    <w:rsid w:val="00D90278"/>
    <w:rsid w:val="00D902C3"/>
    <w:rsid w:val="00D904F5"/>
    <w:rsid w:val="00D90A07"/>
    <w:rsid w:val="00D90A2E"/>
    <w:rsid w:val="00D90E4D"/>
    <w:rsid w:val="00D90FE5"/>
    <w:rsid w:val="00D91002"/>
    <w:rsid w:val="00D91184"/>
    <w:rsid w:val="00D9143F"/>
    <w:rsid w:val="00D9146F"/>
    <w:rsid w:val="00D91F0E"/>
    <w:rsid w:val="00D91FA2"/>
    <w:rsid w:val="00D920D3"/>
    <w:rsid w:val="00D927C6"/>
    <w:rsid w:val="00D92E1D"/>
    <w:rsid w:val="00D93051"/>
    <w:rsid w:val="00D9361E"/>
    <w:rsid w:val="00D93689"/>
    <w:rsid w:val="00D93696"/>
    <w:rsid w:val="00D93EAE"/>
    <w:rsid w:val="00D93F22"/>
    <w:rsid w:val="00D940AF"/>
    <w:rsid w:val="00D9414B"/>
    <w:rsid w:val="00D941C1"/>
    <w:rsid w:val="00D94211"/>
    <w:rsid w:val="00D94328"/>
    <w:rsid w:val="00D943EA"/>
    <w:rsid w:val="00D94416"/>
    <w:rsid w:val="00D945C6"/>
    <w:rsid w:val="00D94A40"/>
    <w:rsid w:val="00D94D48"/>
    <w:rsid w:val="00D9544C"/>
    <w:rsid w:val="00D9555B"/>
    <w:rsid w:val="00D9580B"/>
    <w:rsid w:val="00D95CCE"/>
    <w:rsid w:val="00D95F7E"/>
    <w:rsid w:val="00D96783"/>
    <w:rsid w:val="00D96A7E"/>
    <w:rsid w:val="00D96DC7"/>
    <w:rsid w:val="00D96EF7"/>
    <w:rsid w:val="00D96F15"/>
    <w:rsid w:val="00D97207"/>
    <w:rsid w:val="00D97311"/>
    <w:rsid w:val="00D97547"/>
    <w:rsid w:val="00D975A0"/>
    <w:rsid w:val="00D9774D"/>
    <w:rsid w:val="00D97A0A"/>
    <w:rsid w:val="00D97F37"/>
    <w:rsid w:val="00DA05F6"/>
    <w:rsid w:val="00DA0612"/>
    <w:rsid w:val="00DA0688"/>
    <w:rsid w:val="00DA09D6"/>
    <w:rsid w:val="00DA0BB3"/>
    <w:rsid w:val="00DA1039"/>
    <w:rsid w:val="00DA12F3"/>
    <w:rsid w:val="00DA1615"/>
    <w:rsid w:val="00DA1B2A"/>
    <w:rsid w:val="00DA1C60"/>
    <w:rsid w:val="00DA1E23"/>
    <w:rsid w:val="00DA22D3"/>
    <w:rsid w:val="00DA2324"/>
    <w:rsid w:val="00DA24C7"/>
    <w:rsid w:val="00DA254B"/>
    <w:rsid w:val="00DA2BC3"/>
    <w:rsid w:val="00DA2E8F"/>
    <w:rsid w:val="00DA318C"/>
    <w:rsid w:val="00DA32EC"/>
    <w:rsid w:val="00DA33DA"/>
    <w:rsid w:val="00DA3562"/>
    <w:rsid w:val="00DA370F"/>
    <w:rsid w:val="00DA3A1F"/>
    <w:rsid w:val="00DA3B6E"/>
    <w:rsid w:val="00DA3C42"/>
    <w:rsid w:val="00DA3F13"/>
    <w:rsid w:val="00DA46B4"/>
    <w:rsid w:val="00DA46CB"/>
    <w:rsid w:val="00DA47E1"/>
    <w:rsid w:val="00DA4AA1"/>
    <w:rsid w:val="00DA50B2"/>
    <w:rsid w:val="00DA50DA"/>
    <w:rsid w:val="00DA544F"/>
    <w:rsid w:val="00DA5689"/>
    <w:rsid w:val="00DA57CF"/>
    <w:rsid w:val="00DA5934"/>
    <w:rsid w:val="00DA594E"/>
    <w:rsid w:val="00DA5ED4"/>
    <w:rsid w:val="00DA6040"/>
    <w:rsid w:val="00DA62C3"/>
    <w:rsid w:val="00DA64B1"/>
    <w:rsid w:val="00DA64DD"/>
    <w:rsid w:val="00DA6693"/>
    <w:rsid w:val="00DA6975"/>
    <w:rsid w:val="00DA6AF7"/>
    <w:rsid w:val="00DA6CBB"/>
    <w:rsid w:val="00DA6D83"/>
    <w:rsid w:val="00DA75A3"/>
    <w:rsid w:val="00DA76F4"/>
    <w:rsid w:val="00DA7BA5"/>
    <w:rsid w:val="00DA7C29"/>
    <w:rsid w:val="00DA7C7E"/>
    <w:rsid w:val="00DA7D63"/>
    <w:rsid w:val="00DB00A0"/>
    <w:rsid w:val="00DB0210"/>
    <w:rsid w:val="00DB0912"/>
    <w:rsid w:val="00DB0B72"/>
    <w:rsid w:val="00DB103D"/>
    <w:rsid w:val="00DB1498"/>
    <w:rsid w:val="00DB1704"/>
    <w:rsid w:val="00DB1AD4"/>
    <w:rsid w:val="00DB1DCD"/>
    <w:rsid w:val="00DB260C"/>
    <w:rsid w:val="00DB2674"/>
    <w:rsid w:val="00DB2717"/>
    <w:rsid w:val="00DB2BA4"/>
    <w:rsid w:val="00DB2DFB"/>
    <w:rsid w:val="00DB312A"/>
    <w:rsid w:val="00DB347A"/>
    <w:rsid w:val="00DB37FD"/>
    <w:rsid w:val="00DB383A"/>
    <w:rsid w:val="00DB39C0"/>
    <w:rsid w:val="00DB3DAC"/>
    <w:rsid w:val="00DB4E20"/>
    <w:rsid w:val="00DB5121"/>
    <w:rsid w:val="00DB52E0"/>
    <w:rsid w:val="00DB54A3"/>
    <w:rsid w:val="00DB57B0"/>
    <w:rsid w:val="00DB5A34"/>
    <w:rsid w:val="00DB5A4F"/>
    <w:rsid w:val="00DB5B77"/>
    <w:rsid w:val="00DB5EB1"/>
    <w:rsid w:val="00DB631E"/>
    <w:rsid w:val="00DB64A0"/>
    <w:rsid w:val="00DB6740"/>
    <w:rsid w:val="00DB6AC9"/>
    <w:rsid w:val="00DB6CF5"/>
    <w:rsid w:val="00DB7021"/>
    <w:rsid w:val="00DB73DA"/>
    <w:rsid w:val="00DB7591"/>
    <w:rsid w:val="00DB75BD"/>
    <w:rsid w:val="00DB7786"/>
    <w:rsid w:val="00DB7814"/>
    <w:rsid w:val="00DB7BF2"/>
    <w:rsid w:val="00DC0385"/>
    <w:rsid w:val="00DC03B8"/>
    <w:rsid w:val="00DC0427"/>
    <w:rsid w:val="00DC08F6"/>
    <w:rsid w:val="00DC0D6B"/>
    <w:rsid w:val="00DC0E8E"/>
    <w:rsid w:val="00DC1173"/>
    <w:rsid w:val="00DC135D"/>
    <w:rsid w:val="00DC1FF7"/>
    <w:rsid w:val="00DC24AB"/>
    <w:rsid w:val="00DC2A57"/>
    <w:rsid w:val="00DC3097"/>
    <w:rsid w:val="00DC36B2"/>
    <w:rsid w:val="00DC3745"/>
    <w:rsid w:val="00DC3C8F"/>
    <w:rsid w:val="00DC42AD"/>
    <w:rsid w:val="00DC42B6"/>
    <w:rsid w:val="00DC4409"/>
    <w:rsid w:val="00DC49D6"/>
    <w:rsid w:val="00DC4F03"/>
    <w:rsid w:val="00DC5078"/>
    <w:rsid w:val="00DC53AA"/>
    <w:rsid w:val="00DC5E0E"/>
    <w:rsid w:val="00DC5F3A"/>
    <w:rsid w:val="00DC6124"/>
    <w:rsid w:val="00DC617F"/>
    <w:rsid w:val="00DC6508"/>
    <w:rsid w:val="00DC662A"/>
    <w:rsid w:val="00DC670C"/>
    <w:rsid w:val="00DC699B"/>
    <w:rsid w:val="00DC6E0D"/>
    <w:rsid w:val="00DC73F2"/>
    <w:rsid w:val="00DC7645"/>
    <w:rsid w:val="00DC79E0"/>
    <w:rsid w:val="00DD0071"/>
    <w:rsid w:val="00DD02F8"/>
    <w:rsid w:val="00DD04A2"/>
    <w:rsid w:val="00DD06E5"/>
    <w:rsid w:val="00DD071F"/>
    <w:rsid w:val="00DD098C"/>
    <w:rsid w:val="00DD0D1E"/>
    <w:rsid w:val="00DD0DA7"/>
    <w:rsid w:val="00DD0DC8"/>
    <w:rsid w:val="00DD0E56"/>
    <w:rsid w:val="00DD0F21"/>
    <w:rsid w:val="00DD1014"/>
    <w:rsid w:val="00DD13B7"/>
    <w:rsid w:val="00DD13CB"/>
    <w:rsid w:val="00DD1745"/>
    <w:rsid w:val="00DD176E"/>
    <w:rsid w:val="00DD1A49"/>
    <w:rsid w:val="00DD1BF2"/>
    <w:rsid w:val="00DD1D34"/>
    <w:rsid w:val="00DD1D36"/>
    <w:rsid w:val="00DD1EA1"/>
    <w:rsid w:val="00DD1FDF"/>
    <w:rsid w:val="00DD2512"/>
    <w:rsid w:val="00DD257F"/>
    <w:rsid w:val="00DD25A8"/>
    <w:rsid w:val="00DD266A"/>
    <w:rsid w:val="00DD26D1"/>
    <w:rsid w:val="00DD281A"/>
    <w:rsid w:val="00DD28AA"/>
    <w:rsid w:val="00DD28AD"/>
    <w:rsid w:val="00DD2CDD"/>
    <w:rsid w:val="00DD2F77"/>
    <w:rsid w:val="00DD308B"/>
    <w:rsid w:val="00DD311A"/>
    <w:rsid w:val="00DD316D"/>
    <w:rsid w:val="00DD3245"/>
    <w:rsid w:val="00DD3D5E"/>
    <w:rsid w:val="00DD4479"/>
    <w:rsid w:val="00DD47AC"/>
    <w:rsid w:val="00DD4947"/>
    <w:rsid w:val="00DD551B"/>
    <w:rsid w:val="00DD576C"/>
    <w:rsid w:val="00DD582D"/>
    <w:rsid w:val="00DD5B89"/>
    <w:rsid w:val="00DD5D08"/>
    <w:rsid w:val="00DD6558"/>
    <w:rsid w:val="00DD6581"/>
    <w:rsid w:val="00DD6656"/>
    <w:rsid w:val="00DD675C"/>
    <w:rsid w:val="00DD6814"/>
    <w:rsid w:val="00DD68C3"/>
    <w:rsid w:val="00DD6923"/>
    <w:rsid w:val="00DD6DFD"/>
    <w:rsid w:val="00DD6F5B"/>
    <w:rsid w:val="00DD7071"/>
    <w:rsid w:val="00DD7394"/>
    <w:rsid w:val="00DD7998"/>
    <w:rsid w:val="00DD7BA8"/>
    <w:rsid w:val="00DD7C00"/>
    <w:rsid w:val="00DE01E5"/>
    <w:rsid w:val="00DE022C"/>
    <w:rsid w:val="00DE0AAE"/>
    <w:rsid w:val="00DE1097"/>
    <w:rsid w:val="00DE10C3"/>
    <w:rsid w:val="00DE1698"/>
    <w:rsid w:val="00DE17E0"/>
    <w:rsid w:val="00DE1A02"/>
    <w:rsid w:val="00DE1E0B"/>
    <w:rsid w:val="00DE1F11"/>
    <w:rsid w:val="00DE1F96"/>
    <w:rsid w:val="00DE20B6"/>
    <w:rsid w:val="00DE21B1"/>
    <w:rsid w:val="00DE2275"/>
    <w:rsid w:val="00DE23AC"/>
    <w:rsid w:val="00DE2680"/>
    <w:rsid w:val="00DE2815"/>
    <w:rsid w:val="00DE2B02"/>
    <w:rsid w:val="00DE3174"/>
    <w:rsid w:val="00DE320E"/>
    <w:rsid w:val="00DE330C"/>
    <w:rsid w:val="00DE382B"/>
    <w:rsid w:val="00DE3E35"/>
    <w:rsid w:val="00DE3E74"/>
    <w:rsid w:val="00DE4363"/>
    <w:rsid w:val="00DE437C"/>
    <w:rsid w:val="00DE4423"/>
    <w:rsid w:val="00DE4597"/>
    <w:rsid w:val="00DE4631"/>
    <w:rsid w:val="00DE46D4"/>
    <w:rsid w:val="00DE473D"/>
    <w:rsid w:val="00DE484E"/>
    <w:rsid w:val="00DE4A33"/>
    <w:rsid w:val="00DE4DB0"/>
    <w:rsid w:val="00DE51B0"/>
    <w:rsid w:val="00DE5609"/>
    <w:rsid w:val="00DE5BB7"/>
    <w:rsid w:val="00DE5D38"/>
    <w:rsid w:val="00DE5FA5"/>
    <w:rsid w:val="00DE5FCD"/>
    <w:rsid w:val="00DE6216"/>
    <w:rsid w:val="00DE6394"/>
    <w:rsid w:val="00DE64A2"/>
    <w:rsid w:val="00DE656D"/>
    <w:rsid w:val="00DE6632"/>
    <w:rsid w:val="00DE67E2"/>
    <w:rsid w:val="00DE67EB"/>
    <w:rsid w:val="00DE6C7E"/>
    <w:rsid w:val="00DE6ED7"/>
    <w:rsid w:val="00DE732C"/>
    <w:rsid w:val="00DE7381"/>
    <w:rsid w:val="00DE740E"/>
    <w:rsid w:val="00DE76D7"/>
    <w:rsid w:val="00DE7A0F"/>
    <w:rsid w:val="00DE7C86"/>
    <w:rsid w:val="00DF00F0"/>
    <w:rsid w:val="00DF01DA"/>
    <w:rsid w:val="00DF04BA"/>
    <w:rsid w:val="00DF0FAD"/>
    <w:rsid w:val="00DF11E9"/>
    <w:rsid w:val="00DF14E2"/>
    <w:rsid w:val="00DF17AD"/>
    <w:rsid w:val="00DF1A87"/>
    <w:rsid w:val="00DF1BE7"/>
    <w:rsid w:val="00DF1CCA"/>
    <w:rsid w:val="00DF20FB"/>
    <w:rsid w:val="00DF2279"/>
    <w:rsid w:val="00DF2480"/>
    <w:rsid w:val="00DF24F4"/>
    <w:rsid w:val="00DF2894"/>
    <w:rsid w:val="00DF28C1"/>
    <w:rsid w:val="00DF28F3"/>
    <w:rsid w:val="00DF31A2"/>
    <w:rsid w:val="00DF31C9"/>
    <w:rsid w:val="00DF3542"/>
    <w:rsid w:val="00DF3CEE"/>
    <w:rsid w:val="00DF3EB4"/>
    <w:rsid w:val="00DF4250"/>
    <w:rsid w:val="00DF47DF"/>
    <w:rsid w:val="00DF4CAD"/>
    <w:rsid w:val="00DF500A"/>
    <w:rsid w:val="00DF5317"/>
    <w:rsid w:val="00DF53BA"/>
    <w:rsid w:val="00DF53C6"/>
    <w:rsid w:val="00DF58AA"/>
    <w:rsid w:val="00DF58DC"/>
    <w:rsid w:val="00DF5A51"/>
    <w:rsid w:val="00DF5CA5"/>
    <w:rsid w:val="00DF60D0"/>
    <w:rsid w:val="00DF6923"/>
    <w:rsid w:val="00DF6950"/>
    <w:rsid w:val="00DF6D51"/>
    <w:rsid w:val="00DF6DBD"/>
    <w:rsid w:val="00DF7052"/>
    <w:rsid w:val="00DF71B1"/>
    <w:rsid w:val="00DF7321"/>
    <w:rsid w:val="00DF7574"/>
    <w:rsid w:val="00DF7C98"/>
    <w:rsid w:val="00DF7F9D"/>
    <w:rsid w:val="00E00295"/>
    <w:rsid w:val="00E0049A"/>
    <w:rsid w:val="00E0065E"/>
    <w:rsid w:val="00E007CC"/>
    <w:rsid w:val="00E00A1C"/>
    <w:rsid w:val="00E00B1B"/>
    <w:rsid w:val="00E00C3B"/>
    <w:rsid w:val="00E00F42"/>
    <w:rsid w:val="00E00F55"/>
    <w:rsid w:val="00E01104"/>
    <w:rsid w:val="00E0119E"/>
    <w:rsid w:val="00E0135F"/>
    <w:rsid w:val="00E018A0"/>
    <w:rsid w:val="00E019A0"/>
    <w:rsid w:val="00E01A99"/>
    <w:rsid w:val="00E01D1B"/>
    <w:rsid w:val="00E01E9D"/>
    <w:rsid w:val="00E0202C"/>
    <w:rsid w:val="00E02039"/>
    <w:rsid w:val="00E0255E"/>
    <w:rsid w:val="00E0278F"/>
    <w:rsid w:val="00E02906"/>
    <w:rsid w:val="00E02C91"/>
    <w:rsid w:val="00E03058"/>
    <w:rsid w:val="00E032BF"/>
    <w:rsid w:val="00E03600"/>
    <w:rsid w:val="00E03690"/>
    <w:rsid w:val="00E040B6"/>
    <w:rsid w:val="00E040E4"/>
    <w:rsid w:val="00E043F1"/>
    <w:rsid w:val="00E0440F"/>
    <w:rsid w:val="00E04EB9"/>
    <w:rsid w:val="00E04F00"/>
    <w:rsid w:val="00E0515F"/>
    <w:rsid w:val="00E05219"/>
    <w:rsid w:val="00E0546C"/>
    <w:rsid w:val="00E055A6"/>
    <w:rsid w:val="00E057D7"/>
    <w:rsid w:val="00E05B3E"/>
    <w:rsid w:val="00E05BFC"/>
    <w:rsid w:val="00E05D0A"/>
    <w:rsid w:val="00E05DC0"/>
    <w:rsid w:val="00E05E4B"/>
    <w:rsid w:val="00E05F63"/>
    <w:rsid w:val="00E0606A"/>
    <w:rsid w:val="00E06193"/>
    <w:rsid w:val="00E06326"/>
    <w:rsid w:val="00E064B6"/>
    <w:rsid w:val="00E06517"/>
    <w:rsid w:val="00E067E9"/>
    <w:rsid w:val="00E06935"/>
    <w:rsid w:val="00E06B06"/>
    <w:rsid w:val="00E06BF1"/>
    <w:rsid w:val="00E06E4E"/>
    <w:rsid w:val="00E06F5A"/>
    <w:rsid w:val="00E07379"/>
    <w:rsid w:val="00E07452"/>
    <w:rsid w:val="00E0759A"/>
    <w:rsid w:val="00E076A0"/>
    <w:rsid w:val="00E0780F"/>
    <w:rsid w:val="00E07D1D"/>
    <w:rsid w:val="00E07D5B"/>
    <w:rsid w:val="00E103BE"/>
    <w:rsid w:val="00E10A31"/>
    <w:rsid w:val="00E10C4C"/>
    <w:rsid w:val="00E10EF1"/>
    <w:rsid w:val="00E10FA0"/>
    <w:rsid w:val="00E11229"/>
    <w:rsid w:val="00E1146B"/>
    <w:rsid w:val="00E11528"/>
    <w:rsid w:val="00E117F3"/>
    <w:rsid w:val="00E1185F"/>
    <w:rsid w:val="00E11A94"/>
    <w:rsid w:val="00E11D77"/>
    <w:rsid w:val="00E1209E"/>
    <w:rsid w:val="00E120BC"/>
    <w:rsid w:val="00E1247E"/>
    <w:rsid w:val="00E12773"/>
    <w:rsid w:val="00E128AF"/>
    <w:rsid w:val="00E12A45"/>
    <w:rsid w:val="00E12B28"/>
    <w:rsid w:val="00E12D1C"/>
    <w:rsid w:val="00E134F3"/>
    <w:rsid w:val="00E13510"/>
    <w:rsid w:val="00E13573"/>
    <w:rsid w:val="00E13D46"/>
    <w:rsid w:val="00E14322"/>
    <w:rsid w:val="00E14367"/>
    <w:rsid w:val="00E145BC"/>
    <w:rsid w:val="00E146E6"/>
    <w:rsid w:val="00E1485A"/>
    <w:rsid w:val="00E149A5"/>
    <w:rsid w:val="00E15045"/>
    <w:rsid w:val="00E150CF"/>
    <w:rsid w:val="00E1596B"/>
    <w:rsid w:val="00E15BC4"/>
    <w:rsid w:val="00E15BCC"/>
    <w:rsid w:val="00E15D6C"/>
    <w:rsid w:val="00E15F0D"/>
    <w:rsid w:val="00E162A1"/>
    <w:rsid w:val="00E16346"/>
    <w:rsid w:val="00E167CD"/>
    <w:rsid w:val="00E17032"/>
    <w:rsid w:val="00E170E8"/>
    <w:rsid w:val="00E17251"/>
    <w:rsid w:val="00E17486"/>
    <w:rsid w:val="00E17628"/>
    <w:rsid w:val="00E178DF"/>
    <w:rsid w:val="00E17908"/>
    <w:rsid w:val="00E17B59"/>
    <w:rsid w:val="00E17F3E"/>
    <w:rsid w:val="00E20382"/>
    <w:rsid w:val="00E206F2"/>
    <w:rsid w:val="00E206FB"/>
    <w:rsid w:val="00E2081E"/>
    <w:rsid w:val="00E208C5"/>
    <w:rsid w:val="00E20A3D"/>
    <w:rsid w:val="00E211E1"/>
    <w:rsid w:val="00E214E9"/>
    <w:rsid w:val="00E2171E"/>
    <w:rsid w:val="00E217A2"/>
    <w:rsid w:val="00E218EA"/>
    <w:rsid w:val="00E21E5D"/>
    <w:rsid w:val="00E2201F"/>
    <w:rsid w:val="00E222C1"/>
    <w:rsid w:val="00E22607"/>
    <w:rsid w:val="00E22655"/>
    <w:rsid w:val="00E2280C"/>
    <w:rsid w:val="00E22AA1"/>
    <w:rsid w:val="00E23051"/>
    <w:rsid w:val="00E23A4C"/>
    <w:rsid w:val="00E23FDF"/>
    <w:rsid w:val="00E23FF2"/>
    <w:rsid w:val="00E24150"/>
    <w:rsid w:val="00E24216"/>
    <w:rsid w:val="00E244D1"/>
    <w:rsid w:val="00E24EAB"/>
    <w:rsid w:val="00E2530D"/>
    <w:rsid w:val="00E25424"/>
    <w:rsid w:val="00E254E0"/>
    <w:rsid w:val="00E255B6"/>
    <w:rsid w:val="00E25743"/>
    <w:rsid w:val="00E25B59"/>
    <w:rsid w:val="00E25DDF"/>
    <w:rsid w:val="00E260E3"/>
    <w:rsid w:val="00E263ED"/>
    <w:rsid w:val="00E2663E"/>
    <w:rsid w:val="00E26701"/>
    <w:rsid w:val="00E2685C"/>
    <w:rsid w:val="00E2701E"/>
    <w:rsid w:val="00E270DA"/>
    <w:rsid w:val="00E27107"/>
    <w:rsid w:val="00E2736F"/>
    <w:rsid w:val="00E2743B"/>
    <w:rsid w:val="00E27683"/>
    <w:rsid w:val="00E27913"/>
    <w:rsid w:val="00E27B1A"/>
    <w:rsid w:val="00E30F9F"/>
    <w:rsid w:val="00E3136C"/>
    <w:rsid w:val="00E31791"/>
    <w:rsid w:val="00E317EB"/>
    <w:rsid w:val="00E31BA5"/>
    <w:rsid w:val="00E31CEC"/>
    <w:rsid w:val="00E321B8"/>
    <w:rsid w:val="00E3229E"/>
    <w:rsid w:val="00E327D9"/>
    <w:rsid w:val="00E32A15"/>
    <w:rsid w:val="00E32B1F"/>
    <w:rsid w:val="00E32C16"/>
    <w:rsid w:val="00E32CBD"/>
    <w:rsid w:val="00E33117"/>
    <w:rsid w:val="00E33399"/>
    <w:rsid w:val="00E337CA"/>
    <w:rsid w:val="00E339B0"/>
    <w:rsid w:val="00E3423F"/>
    <w:rsid w:val="00E3433B"/>
    <w:rsid w:val="00E34394"/>
    <w:rsid w:val="00E3448E"/>
    <w:rsid w:val="00E34548"/>
    <w:rsid w:val="00E34703"/>
    <w:rsid w:val="00E348B9"/>
    <w:rsid w:val="00E3503C"/>
    <w:rsid w:val="00E35247"/>
    <w:rsid w:val="00E3556E"/>
    <w:rsid w:val="00E35866"/>
    <w:rsid w:val="00E3595E"/>
    <w:rsid w:val="00E35BC0"/>
    <w:rsid w:val="00E360C9"/>
    <w:rsid w:val="00E36495"/>
    <w:rsid w:val="00E36512"/>
    <w:rsid w:val="00E36779"/>
    <w:rsid w:val="00E36A15"/>
    <w:rsid w:val="00E36A86"/>
    <w:rsid w:val="00E36A9A"/>
    <w:rsid w:val="00E36EAB"/>
    <w:rsid w:val="00E37055"/>
    <w:rsid w:val="00E37374"/>
    <w:rsid w:val="00E3738C"/>
    <w:rsid w:val="00E3745F"/>
    <w:rsid w:val="00E374F9"/>
    <w:rsid w:val="00E37579"/>
    <w:rsid w:val="00E3794A"/>
    <w:rsid w:val="00E37A77"/>
    <w:rsid w:val="00E37D12"/>
    <w:rsid w:val="00E37D16"/>
    <w:rsid w:val="00E400B6"/>
    <w:rsid w:val="00E4054A"/>
    <w:rsid w:val="00E4074A"/>
    <w:rsid w:val="00E40789"/>
    <w:rsid w:val="00E40794"/>
    <w:rsid w:val="00E40A1E"/>
    <w:rsid w:val="00E416AD"/>
    <w:rsid w:val="00E416B8"/>
    <w:rsid w:val="00E416FA"/>
    <w:rsid w:val="00E4182E"/>
    <w:rsid w:val="00E4189B"/>
    <w:rsid w:val="00E41A6C"/>
    <w:rsid w:val="00E41A97"/>
    <w:rsid w:val="00E41B0B"/>
    <w:rsid w:val="00E41CB5"/>
    <w:rsid w:val="00E41F39"/>
    <w:rsid w:val="00E4207D"/>
    <w:rsid w:val="00E420D2"/>
    <w:rsid w:val="00E4252F"/>
    <w:rsid w:val="00E4262B"/>
    <w:rsid w:val="00E42642"/>
    <w:rsid w:val="00E4278D"/>
    <w:rsid w:val="00E42A75"/>
    <w:rsid w:val="00E42B15"/>
    <w:rsid w:val="00E42C0B"/>
    <w:rsid w:val="00E42C54"/>
    <w:rsid w:val="00E42EAB"/>
    <w:rsid w:val="00E42F0D"/>
    <w:rsid w:val="00E43107"/>
    <w:rsid w:val="00E43289"/>
    <w:rsid w:val="00E4330F"/>
    <w:rsid w:val="00E435D0"/>
    <w:rsid w:val="00E43A4E"/>
    <w:rsid w:val="00E44080"/>
    <w:rsid w:val="00E44101"/>
    <w:rsid w:val="00E447E5"/>
    <w:rsid w:val="00E44A0F"/>
    <w:rsid w:val="00E44AC2"/>
    <w:rsid w:val="00E44ADA"/>
    <w:rsid w:val="00E450C8"/>
    <w:rsid w:val="00E450DE"/>
    <w:rsid w:val="00E4530A"/>
    <w:rsid w:val="00E455A8"/>
    <w:rsid w:val="00E46179"/>
    <w:rsid w:val="00E467C3"/>
    <w:rsid w:val="00E4684F"/>
    <w:rsid w:val="00E46A52"/>
    <w:rsid w:val="00E46BAA"/>
    <w:rsid w:val="00E46C96"/>
    <w:rsid w:val="00E46CD7"/>
    <w:rsid w:val="00E46F90"/>
    <w:rsid w:val="00E472D5"/>
    <w:rsid w:val="00E4794A"/>
    <w:rsid w:val="00E479C9"/>
    <w:rsid w:val="00E47D1D"/>
    <w:rsid w:val="00E47FD9"/>
    <w:rsid w:val="00E50193"/>
    <w:rsid w:val="00E50273"/>
    <w:rsid w:val="00E5060F"/>
    <w:rsid w:val="00E506E9"/>
    <w:rsid w:val="00E50B52"/>
    <w:rsid w:val="00E50DB7"/>
    <w:rsid w:val="00E50E59"/>
    <w:rsid w:val="00E510FA"/>
    <w:rsid w:val="00E51971"/>
    <w:rsid w:val="00E51973"/>
    <w:rsid w:val="00E51D85"/>
    <w:rsid w:val="00E5210E"/>
    <w:rsid w:val="00E5211D"/>
    <w:rsid w:val="00E52A28"/>
    <w:rsid w:val="00E52B0D"/>
    <w:rsid w:val="00E52C60"/>
    <w:rsid w:val="00E52D18"/>
    <w:rsid w:val="00E52D9A"/>
    <w:rsid w:val="00E52E2B"/>
    <w:rsid w:val="00E533B4"/>
    <w:rsid w:val="00E535EC"/>
    <w:rsid w:val="00E53696"/>
    <w:rsid w:val="00E536D3"/>
    <w:rsid w:val="00E537F4"/>
    <w:rsid w:val="00E53B61"/>
    <w:rsid w:val="00E54159"/>
    <w:rsid w:val="00E5419E"/>
    <w:rsid w:val="00E541EA"/>
    <w:rsid w:val="00E5460C"/>
    <w:rsid w:val="00E5466F"/>
    <w:rsid w:val="00E5472A"/>
    <w:rsid w:val="00E54897"/>
    <w:rsid w:val="00E54B4E"/>
    <w:rsid w:val="00E54BA2"/>
    <w:rsid w:val="00E54C08"/>
    <w:rsid w:val="00E55297"/>
    <w:rsid w:val="00E55476"/>
    <w:rsid w:val="00E55B9E"/>
    <w:rsid w:val="00E55F7A"/>
    <w:rsid w:val="00E56E5B"/>
    <w:rsid w:val="00E56E98"/>
    <w:rsid w:val="00E56FEA"/>
    <w:rsid w:val="00E5731C"/>
    <w:rsid w:val="00E57580"/>
    <w:rsid w:val="00E57A24"/>
    <w:rsid w:val="00E57B6E"/>
    <w:rsid w:val="00E57C38"/>
    <w:rsid w:val="00E57CAF"/>
    <w:rsid w:val="00E57D90"/>
    <w:rsid w:val="00E600FB"/>
    <w:rsid w:val="00E60700"/>
    <w:rsid w:val="00E6077D"/>
    <w:rsid w:val="00E60864"/>
    <w:rsid w:val="00E60AFB"/>
    <w:rsid w:val="00E60DD3"/>
    <w:rsid w:val="00E60DE2"/>
    <w:rsid w:val="00E61002"/>
    <w:rsid w:val="00E6109E"/>
    <w:rsid w:val="00E61372"/>
    <w:rsid w:val="00E614C3"/>
    <w:rsid w:val="00E6163E"/>
    <w:rsid w:val="00E6177C"/>
    <w:rsid w:val="00E61804"/>
    <w:rsid w:val="00E61B55"/>
    <w:rsid w:val="00E61BC1"/>
    <w:rsid w:val="00E61C8C"/>
    <w:rsid w:val="00E61F78"/>
    <w:rsid w:val="00E6234D"/>
    <w:rsid w:val="00E62668"/>
    <w:rsid w:val="00E62A8E"/>
    <w:rsid w:val="00E63230"/>
    <w:rsid w:val="00E6371E"/>
    <w:rsid w:val="00E63E32"/>
    <w:rsid w:val="00E63F47"/>
    <w:rsid w:val="00E63F68"/>
    <w:rsid w:val="00E64062"/>
    <w:rsid w:val="00E64571"/>
    <w:rsid w:val="00E646BF"/>
    <w:rsid w:val="00E64A19"/>
    <w:rsid w:val="00E64A8C"/>
    <w:rsid w:val="00E64B12"/>
    <w:rsid w:val="00E64FC5"/>
    <w:rsid w:val="00E65191"/>
    <w:rsid w:val="00E65223"/>
    <w:rsid w:val="00E65284"/>
    <w:rsid w:val="00E653B3"/>
    <w:rsid w:val="00E65BBD"/>
    <w:rsid w:val="00E65DCD"/>
    <w:rsid w:val="00E65E0B"/>
    <w:rsid w:val="00E66501"/>
    <w:rsid w:val="00E66705"/>
    <w:rsid w:val="00E667DE"/>
    <w:rsid w:val="00E668C9"/>
    <w:rsid w:val="00E66A08"/>
    <w:rsid w:val="00E66B38"/>
    <w:rsid w:val="00E66C85"/>
    <w:rsid w:val="00E67183"/>
    <w:rsid w:val="00E67319"/>
    <w:rsid w:val="00E67634"/>
    <w:rsid w:val="00E676CD"/>
    <w:rsid w:val="00E6773B"/>
    <w:rsid w:val="00E67D81"/>
    <w:rsid w:val="00E67DB4"/>
    <w:rsid w:val="00E67DB9"/>
    <w:rsid w:val="00E70069"/>
    <w:rsid w:val="00E70098"/>
    <w:rsid w:val="00E702CA"/>
    <w:rsid w:val="00E70409"/>
    <w:rsid w:val="00E70426"/>
    <w:rsid w:val="00E70753"/>
    <w:rsid w:val="00E70C5D"/>
    <w:rsid w:val="00E7103C"/>
    <w:rsid w:val="00E71176"/>
    <w:rsid w:val="00E71257"/>
    <w:rsid w:val="00E712FE"/>
    <w:rsid w:val="00E713EF"/>
    <w:rsid w:val="00E71B2F"/>
    <w:rsid w:val="00E72054"/>
    <w:rsid w:val="00E72155"/>
    <w:rsid w:val="00E7230D"/>
    <w:rsid w:val="00E724A2"/>
    <w:rsid w:val="00E724AB"/>
    <w:rsid w:val="00E727E8"/>
    <w:rsid w:val="00E729BE"/>
    <w:rsid w:val="00E72B73"/>
    <w:rsid w:val="00E72FEB"/>
    <w:rsid w:val="00E73117"/>
    <w:rsid w:val="00E7336B"/>
    <w:rsid w:val="00E7359C"/>
    <w:rsid w:val="00E73685"/>
    <w:rsid w:val="00E73716"/>
    <w:rsid w:val="00E73AC8"/>
    <w:rsid w:val="00E73B42"/>
    <w:rsid w:val="00E73E11"/>
    <w:rsid w:val="00E73F8C"/>
    <w:rsid w:val="00E74136"/>
    <w:rsid w:val="00E742D1"/>
    <w:rsid w:val="00E74379"/>
    <w:rsid w:val="00E7437E"/>
    <w:rsid w:val="00E745F4"/>
    <w:rsid w:val="00E7487C"/>
    <w:rsid w:val="00E74D53"/>
    <w:rsid w:val="00E750B7"/>
    <w:rsid w:val="00E751DF"/>
    <w:rsid w:val="00E75242"/>
    <w:rsid w:val="00E75283"/>
    <w:rsid w:val="00E753D8"/>
    <w:rsid w:val="00E7561C"/>
    <w:rsid w:val="00E758ED"/>
    <w:rsid w:val="00E75E03"/>
    <w:rsid w:val="00E75E4B"/>
    <w:rsid w:val="00E761E4"/>
    <w:rsid w:val="00E76429"/>
    <w:rsid w:val="00E7687C"/>
    <w:rsid w:val="00E76D0E"/>
    <w:rsid w:val="00E7709E"/>
    <w:rsid w:val="00E773F3"/>
    <w:rsid w:val="00E77C59"/>
    <w:rsid w:val="00E77DA2"/>
    <w:rsid w:val="00E77FF3"/>
    <w:rsid w:val="00E80506"/>
    <w:rsid w:val="00E80698"/>
    <w:rsid w:val="00E80951"/>
    <w:rsid w:val="00E81059"/>
    <w:rsid w:val="00E812C9"/>
    <w:rsid w:val="00E8134B"/>
    <w:rsid w:val="00E81501"/>
    <w:rsid w:val="00E81704"/>
    <w:rsid w:val="00E8193C"/>
    <w:rsid w:val="00E819B3"/>
    <w:rsid w:val="00E81DD8"/>
    <w:rsid w:val="00E81FF0"/>
    <w:rsid w:val="00E825C9"/>
    <w:rsid w:val="00E8275A"/>
    <w:rsid w:val="00E82B8F"/>
    <w:rsid w:val="00E83107"/>
    <w:rsid w:val="00E83324"/>
    <w:rsid w:val="00E83375"/>
    <w:rsid w:val="00E8361B"/>
    <w:rsid w:val="00E836BB"/>
    <w:rsid w:val="00E847B5"/>
    <w:rsid w:val="00E84881"/>
    <w:rsid w:val="00E84A61"/>
    <w:rsid w:val="00E84ADD"/>
    <w:rsid w:val="00E84C77"/>
    <w:rsid w:val="00E84C88"/>
    <w:rsid w:val="00E84CBD"/>
    <w:rsid w:val="00E84CD8"/>
    <w:rsid w:val="00E84E31"/>
    <w:rsid w:val="00E84FC9"/>
    <w:rsid w:val="00E852D0"/>
    <w:rsid w:val="00E85452"/>
    <w:rsid w:val="00E85497"/>
    <w:rsid w:val="00E85DA0"/>
    <w:rsid w:val="00E861B2"/>
    <w:rsid w:val="00E87577"/>
    <w:rsid w:val="00E8790B"/>
    <w:rsid w:val="00E902D7"/>
    <w:rsid w:val="00E903F3"/>
    <w:rsid w:val="00E904C5"/>
    <w:rsid w:val="00E9080B"/>
    <w:rsid w:val="00E90B0F"/>
    <w:rsid w:val="00E90C34"/>
    <w:rsid w:val="00E910F5"/>
    <w:rsid w:val="00E91444"/>
    <w:rsid w:val="00E917C2"/>
    <w:rsid w:val="00E91A50"/>
    <w:rsid w:val="00E91EF5"/>
    <w:rsid w:val="00E91F1F"/>
    <w:rsid w:val="00E91F6F"/>
    <w:rsid w:val="00E920C1"/>
    <w:rsid w:val="00E929EF"/>
    <w:rsid w:val="00E92A53"/>
    <w:rsid w:val="00E92F49"/>
    <w:rsid w:val="00E930C3"/>
    <w:rsid w:val="00E9316D"/>
    <w:rsid w:val="00E9327E"/>
    <w:rsid w:val="00E935A0"/>
    <w:rsid w:val="00E93654"/>
    <w:rsid w:val="00E93795"/>
    <w:rsid w:val="00E938E5"/>
    <w:rsid w:val="00E939C0"/>
    <w:rsid w:val="00E93A08"/>
    <w:rsid w:val="00E93AE9"/>
    <w:rsid w:val="00E93BC1"/>
    <w:rsid w:val="00E93BF0"/>
    <w:rsid w:val="00E93D49"/>
    <w:rsid w:val="00E93FAC"/>
    <w:rsid w:val="00E940A7"/>
    <w:rsid w:val="00E9471E"/>
    <w:rsid w:val="00E9473F"/>
    <w:rsid w:val="00E947DB"/>
    <w:rsid w:val="00E94E1D"/>
    <w:rsid w:val="00E94FAC"/>
    <w:rsid w:val="00E9518F"/>
    <w:rsid w:val="00E951CF"/>
    <w:rsid w:val="00E9549B"/>
    <w:rsid w:val="00E95565"/>
    <w:rsid w:val="00E957C2"/>
    <w:rsid w:val="00E957ED"/>
    <w:rsid w:val="00E95AE7"/>
    <w:rsid w:val="00E95BDA"/>
    <w:rsid w:val="00E95E11"/>
    <w:rsid w:val="00E95EEF"/>
    <w:rsid w:val="00E95FDF"/>
    <w:rsid w:val="00E9634A"/>
    <w:rsid w:val="00E963B7"/>
    <w:rsid w:val="00E965BD"/>
    <w:rsid w:val="00E96B37"/>
    <w:rsid w:val="00E96BDD"/>
    <w:rsid w:val="00E96FD1"/>
    <w:rsid w:val="00E970CB"/>
    <w:rsid w:val="00E970E1"/>
    <w:rsid w:val="00E97351"/>
    <w:rsid w:val="00E97545"/>
    <w:rsid w:val="00E97790"/>
    <w:rsid w:val="00E97AB3"/>
    <w:rsid w:val="00E97AEF"/>
    <w:rsid w:val="00E97B53"/>
    <w:rsid w:val="00E97FB1"/>
    <w:rsid w:val="00E97FC4"/>
    <w:rsid w:val="00E97FD8"/>
    <w:rsid w:val="00EA0049"/>
    <w:rsid w:val="00EA00DC"/>
    <w:rsid w:val="00EA010B"/>
    <w:rsid w:val="00EA0233"/>
    <w:rsid w:val="00EA03CE"/>
    <w:rsid w:val="00EA05E5"/>
    <w:rsid w:val="00EA068B"/>
    <w:rsid w:val="00EA06A0"/>
    <w:rsid w:val="00EA06A4"/>
    <w:rsid w:val="00EA0AF7"/>
    <w:rsid w:val="00EA0DC1"/>
    <w:rsid w:val="00EA0E31"/>
    <w:rsid w:val="00EA0F4D"/>
    <w:rsid w:val="00EA0FB5"/>
    <w:rsid w:val="00EA10C4"/>
    <w:rsid w:val="00EA150B"/>
    <w:rsid w:val="00EA1883"/>
    <w:rsid w:val="00EA1AE7"/>
    <w:rsid w:val="00EA1C6A"/>
    <w:rsid w:val="00EA1E0D"/>
    <w:rsid w:val="00EA1FE6"/>
    <w:rsid w:val="00EA2195"/>
    <w:rsid w:val="00EA21BD"/>
    <w:rsid w:val="00EA22D3"/>
    <w:rsid w:val="00EA27B3"/>
    <w:rsid w:val="00EA2A3C"/>
    <w:rsid w:val="00EA2D3A"/>
    <w:rsid w:val="00EA2FB2"/>
    <w:rsid w:val="00EA300D"/>
    <w:rsid w:val="00EA3082"/>
    <w:rsid w:val="00EA36B8"/>
    <w:rsid w:val="00EA3A16"/>
    <w:rsid w:val="00EA3B30"/>
    <w:rsid w:val="00EA3CA8"/>
    <w:rsid w:val="00EA3DDD"/>
    <w:rsid w:val="00EA400A"/>
    <w:rsid w:val="00EA418F"/>
    <w:rsid w:val="00EA4509"/>
    <w:rsid w:val="00EA4615"/>
    <w:rsid w:val="00EA4628"/>
    <w:rsid w:val="00EA471E"/>
    <w:rsid w:val="00EA4860"/>
    <w:rsid w:val="00EA497D"/>
    <w:rsid w:val="00EA4AEE"/>
    <w:rsid w:val="00EA4CA0"/>
    <w:rsid w:val="00EA4F6A"/>
    <w:rsid w:val="00EA5089"/>
    <w:rsid w:val="00EA50C1"/>
    <w:rsid w:val="00EA50E0"/>
    <w:rsid w:val="00EA5711"/>
    <w:rsid w:val="00EA5DE7"/>
    <w:rsid w:val="00EA5E56"/>
    <w:rsid w:val="00EA5F8D"/>
    <w:rsid w:val="00EA63B8"/>
    <w:rsid w:val="00EA6499"/>
    <w:rsid w:val="00EA6556"/>
    <w:rsid w:val="00EA6BF8"/>
    <w:rsid w:val="00EA6CF7"/>
    <w:rsid w:val="00EA6E7E"/>
    <w:rsid w:val="00EA7F37"/>
    <w:rsid w:val="00EB02B3"/>
    <w:rsid w:val="00EB060A"/>
    <w:rsid w:val="00EB07A4"/>
    <w:rsid w:val="00EB0B10"/>
    <w:rsid w:val="00EB0DE9"/>
    <w:rsid w:val="00EB0E0E"/>
    <w:rsid w:val="00EB12F5"/>
    <w:rsid w:val="00EB13AA"/>
    <w:rsid w:val="00EB187C"/>
    <w:rsid w:val="00EB19E7"/>
    <w:rsid w:val="00EB1A6E"/>
    <w:rsid w:val="00EB1CB0"/>
    <w:rsid w:val="00EB1D58"/>
    <w:rsid w:val="00EB2262"/>
    <w:rsid w:val="00EB237D"/>
    <w:rsid w:val="00EB242E"/>
    <w:rsid w:val="00EB2637"/>
    <w:rsid w:val="00EB28B0"/>
    <w:rsid w:val="00EB32F7"/>
    <w:rsid w:val="00EB346E"/>
    <w:rsid w:val="00EB34DA"/>
    <w:rsid w:val="00EB36E8"/>
    <w:rsid w:val="00EB3A0E"/>
    <w:rsid w:val="00EB3EB8"/>
    <w:rsid w:val="00EB3ED4"/>
    <w:rsid w:val="00EB3F1F"/>
    <w:rsid w:val="00EB40B1"/>
    <w:rsid w:val="00EB48E0"/>
    <w:rsid w:val="00EB4922"/>
    <w:rsid w:val="00EB4E24"/>
    <w:rsid w:val="00EB51B9"/>
    <w:rsid w:val="00EB542A"/>
    <w:rsid w:val="00EB5623"/>
    <w:rsid w:val="00EB5760"/>
    <w:rsid w:val="00EB59FA"/>
    <w:rsid w:val="00EB5F03"/>
    <w:rsid w:val="00EB627E"/>
    <w:rsid w:val="00EB6550"/>
    <w:rsid w:val="00EB6F4C"/>
    <w:rsid w:val="00EB7060"/>
    <w:rsid w:val="00EB71B9"/>
    <w:rsid w:val="00EB71C4"/>
    <w:rsid w:val="00EB7687"/>
    <w:rsid w:val="00EB77D1"/>
    <w:rsid w:val="00EB7B28"/>
    <w:rsid w:val="00EB7F18"/>
    <w:rsid w:val="00EC0196"/>
    <w:rsid w:val="00EC0228"/>
    <w:rsid w:val="00EC04C0"/>
    <w:rsid w:val="00EC0784"/>
    <w:rsid w:val="00EC0AE0"/>
    <w:rsid w:val="00EC0C99"/>
    <w:rsid w:val="00EC0FBE"/>
    <w:rsid w:val="00EC1403"/>
    <w:rsid w:val="00EC1571"/>
    <w:rsid w:val="00EC17D8"/>
    <w:rsid w:val="00EC1A7A"/>
    <w:rsid w:val="00EC1BBE"/>
    <w:rsid w:val="00EC1C7F"/>
    <w:rsid w:val="00EC2167"/>
    <w:rsid w:val="00EC2227"/>
    <w:rsid w:val="00EC26DA"/>
    <w:rsid w:val="00EC2B83"/>
    <w:rsid w:val="00EC2FE1"/>
    <w:rsid w:val="00EC3032"/>
    <w:rsid w:val="00EC30F6"/>
    <w:rsid w:val="00EC332C"/>
    <w:rsid w:val="00EC3516"/>
    <w:rsid w:val="00EC3B28"/>
    <w:rsid w:val="00EC4A5B"/>
    <w:rsid w:val="00EC4CF1"/>
    <w:rsid w:val="00EC5143"/>
    <w:rsid w:val="00EC521A"/>
    <w:rsid w:val="00EC53BF"/>
    <w:rsid w:val="00EC5419"/>
    <w:rsid w:val="00EC56F7"/>
    <w:rsid w:val="00EC57C8"/>
    <w:rsid w:val="00EC592C"/>
    <w:rsid w:val="00EC5B3D"/>
    <w:rsid w:val="00EC5C9E"/>
    <w:rsid w:val="00EC5FCE"/>
    <w:rsid w:val="00EC6080"/>
    <w:rsid w:val="00EC62B8"/>
    <w:rsid w:val="00EC6382"/>
    <w:rsid w:val="00EC6805"/>
    <w:rsid w:val="00EC6A63"/>
    <w:rsid w:val="00EC6B95"/>
    <w:rsid w:val="00EC6C8C"/>
    <w:rsid w:val="00EC6E2E"/>
    <w:rsid w:val="00EC6E3D"/>
    <w:rsid w:val="00EC6EA3"/>
    <w:rsid w:val="00EC70FF"/>
    <w:rsid w:val="00EC7213"/>
    <w:rsid w:val="00EC7453"/>
    <w:rsid w:val="00EC7C67"/>
    <w:rsid w:val="00EC7E64"/>
    <w:rsid w:val="00EC7ED9"/>
    <w:rsid w:val="00ED04EC"/>
    <w:rsid w:val="00ED05A6"/>
    <w:rsid w:val="00ED064E"/>
    <w:rsid w:val="00ED098F"/>
    <w:rsid w:val="00ED0D28"/>
    <w:rsid w:val="00ED0E0F"/>
    <w:rsid w:val="00ED0E6E"/>
    <w:rsid w:val="00ED0EBD"/>
    <w:rsid w:val="00ED0F6A"/>
    <w:rsid w:val="00ED1045"/>
    <w:rsid w:val="00ED1307"/>
    <w:rsid w:val="00ED138C"/>
    <w:rsid w:val="00ED16F3"/>
    <w:rsid w:val="00ED1737"/>
    <w:rsid w:val="00ED1BA8"/>
    <w:rsid w:val="00ED1F2E"/>
    <w:rsid w:val="00ED2389"/>
    <w:rsid w:val="00ED2413"/>
    <w:rsid w:val="00ED2613"/>
    <w:rsid w:val="00ED274A"/>
    <w:rsid w:val="00ED29D3"/>
    <w:rsid w:val="00ED2EBD"/>
    <w:rsid w:val="00ED2F0F"/>
    <w:rsid w:val="00ED2F47"/>
    <w:rsid w:val="00ED2FA1"/>
    <w:rsid w:val="00ED30C0"/>
    <w:rsid w:val="00ED33FD"/>
    <w:rsid w:val="00ED35B8"/>
    <w:rsid w:val="00ED3FEE"/>
    <w:rsid w:val="00ED4AFB"/>
    <w:rsid w:val="00ED4BCA"/>
    <w:rsid w:val="00ED4E0E"/>
    <w:rsid w:val="00ED4E8D"/>
    <w:rsid w:val="00ED4F5F"/>
    <w:rsid w:val="00ED5597"/>
    <w:rsid w:val="00ED57B9"/>
    <w:rsid w:val="00ED65CA"/>
    <w:rsid w:val="00ED67DA"/>
    <w:rsid w:val="00ED6B16"/>
    <w:rsid w:val="00ED7314"/>
    <w:rsid w:val="00ED7659"/>
    <w:rsid w:val="00ED7CAE"/>
    <w:rsid w:val="00ED7D6A"/>
    <w:rsid w:val="00ED7EF5"/>
    <w:rsid w:val="00EE01D5"/>
    <w:rsid w:val="00EE0437"/>
    <w:rsid w:val="00EE0814"/>
    <w:rsid w:val="00EE094E"/>
    <w:rsid w:val="00EE0E01"/>
    <w:rsid w:val="00EE0E0E"/>
    <w:rsid w:val="00EE1093"/>
    <w:rsid w:val="00EE113B"/>
    <w:rsid w:val="00EE126A"/>
    <w:rsid w:val="00EE1AD2"/>
    <w:rsid w:val="00EE1BE0"/>
    <w:rsid w:val="00EE1EC9"/>
    <w:rsid w:val="00EE24A4"/>
    <w:rsid w:val="00EE2A20"/>
    <w:rsid w:val="00EE2A27"/>
    <w:rsid w:val="00EE2B79"/>
    <w:rsid w:val="00EE2FB1"/>
    <w:rsid w:val="00EE2FD0"/>
    <w:rsid w:val="00EE3551"/>
    <w:rsid w:val="00EE37B2"/>
    <w:rsid w:val="00EE394F"/>
    <w:rsid w:val="00EE3BEA"/>
    <w:rsid w:val="00EE3E0C"/>
    <w:rsid w:val="00EE3E8D"/>
    <w:rsid w:val="00EE437C"/>
    <w:rsid w:val="00EE45A1"/>
    <w:rsid w:val="00EE4D3F"/>
    <w:rsid w:val="00EE512D"/>
    <w:rsid w:val="00EE525B"/>
    <w:rsid w:val="00EE5268"/>
    <w:rsid w:val="00EE54D1"/>
    <w:rsid w:val="00EE5A68"/>
    <w:rsid w:val="00EE5B2B"/>
    <w:rsid w:val="00EE5F04"/>
    <w:rsid w:val="00EE5FE2"/>
    <w:rsid w:val="00EE6875"/>
    <w:rsid w:val="00EE6ABB"/>
    <w:rsid w:val="00EE7029"/>
    <w:rsid w:val="00EE706A"/>
    <w:rsid w:val="00EE7513"/>
    <w:rsid w:val="00EE775A"/>
    <w:rsid w:val="00EE7819"/>
    <w:rsid w:val="00EE7D87"/>
    <w:rsid w:val="00EE7F98"/>
    <w:rsid w:val="00EF02F8"/>
    <w:rsid w:val="00EF064C"/>
    <w:rsid w:val="00EF0983"/>
    <w:rsid w:val="00EF09E2"/>
    <w:rsid w:val="00EF09F9"/>
    <w:rsid w:val="00EF1131"/>
    <w:rsid w:val="00EF168F"/>
    <w:rsid w:val="00EF1695"/>
    <w:rsid w:val="00EF1D3A"/>
    <w:rsid w:val="00EF1E46"/>
    <w:rsid w:val="00EF218A"/>
    <w:rsid w:val="00EF2244"/>
    <w:rsid w:val="00EF22D0"/>
    <w:rsid w:val="00EF27DC"/>
    <w:rsid w:val="00EF2B6A"/>
    <w:rsid w:val="00EF2BC5"/>
    <w:rsid w:val="00EF2C20"/>
    <w:rsid w:val="00EF3269"/>
    <w:rsid w:val="00EF35AB"/>
    <w:rsid w:val="00EF38E0"/>
    <w:rsid w:val="00EF3B46"/>
    <w:rsid w:val="00EF3EE3"/>
    <w:rsid w:val="00EF4220"/>
    <w:rsid w:val="00EF4247"/>
    <w:rsid w:val="00EF4599"/>
    <w:rsid w:val="00EF47BA"/>
    <w:rsid w:val="00EF4F2F"/>
    <w:rsid w:val="00EF5198"/>
    <w:rsid w:val="00EF55E6"/>
    <w:rsid w:val="00EF57C7"/>
    <w:rsid w:val="00EF580D"/>
    <w:rsid w:val="00EF5998"/>
    <w:rsid w:val="00EF59DF"/>
    <w:rsid w:val="00EF5BF3"/>
    <w:rsid w:val="00EF5C81"/>
    <w:rsid w:val="00EF5DB5"/>
    <w:rsid w:val="00EF5F91"/>
    <w:rsid w:val="00EF62B0"/>
    <w:rsid w:val="00EF6350"/>
    <w:rsid w:val="00EF639A"/>
    <w:rsid w:val="00EF65EC"/>
    <w:rsid w:val="00EF667D"/>
    <w:rsid w:val="00EF6A7D"/>
    <w:rsid w:val="00EF6C14"/>
    <w:rsid w:val="00EF6DA1"/>
    <w:rsid w:val="00EF7475"/>
    <w:rsid w:val="00EF7898"/>
    <w:rsid w:val="00EF7A60"/>
    <w:rsid w:val="00EF7B4F"/>
    <w:rsid w:val="00EF7BC6"/>
    <w:rsid w:val="00F0013F"/>
    <w:rsid w:val="00F00320"/>
    <w:rsid w:val="00F009AC"/>
    <w:rsid w:val="00F00ECB"/>
    <w:rsid w:val="00F0127F"/>
    <w:rsid w:val="00F01333"/>
    <w:rsid w:val="00F01536"/>
    <w:rsid w:val="00F01723"/>
    <w:rsid w:val="00F01D82"/>
    <w:rsid w:val="00F01F83"/>
    <w:rsid w:val="00F0211A"/>
    <w:rsid w:val="00F026E9"/>
    <w:rsid w:val="00F027C1"/>
    <w:rsid w:val="00F0282F"/>
    <w:rsid w:val="00F0283D"/>
    <w:rsid w:val="00F02B01"/>
    <w:rsid w:val="00F02BE8"/>
    <w:rsid w:val="00F02C6C"/>
    <w:rsid w:val="00F02DFC"/>
    <w:rsid w:val="00F03228"/>
    <w:rsid w:val="00F0398C"/>
    <w:rsid w:val="00F03ED5"/>
    <w:rsid w:val="00F03F08"/>
    <w:rsid w:val="00F0441B"/>
    <w:rsid w:val="00F0464D"/>
    <w:rsid w:val="00F047A1"/>
    <w:rsid w:val="00F04856"/>
    <w:rsid w:val="00F048CD"/>
    <w:rsid w:val="00F04E71"/>
    <w:rsid w:val="00F04E91"/>
    <w:rsid w:val="00F057EB"/>
    <w:rsid w:val="00F05903"/>
    <w:rsid w:val="00F05958"/>
    <w:rsid w:val="00F05A3B"/>
    <w:rsid w:val="00F05B10"/>
    <w:rsid w:val="00F05BAF"/>
    <w:rsid w:val="00F05F75"/>
    <w:rsid w:val="00F06082"/>
    <w:rsid w:val="00F06289"/>
    <w:rsid w:val="00F0662A"/>
    <w:rsid w:val="00F068B0"/>
    <w:rsid w:val="00F06B90"/>
    <w:rsid w:val="00F06BB9"/>
    <w:rsid w:val="00F06CA0"/>
    <w:rsid w:val="00F06D46"/>
    <w:rsid w:val="00F06EE1"/>
    <w:rsid w:val="00F0721F"/>
    <w:rsid w:val="00F075EA"/>
    <w:rsid w:val="00F076EA"/>
    <w:rsid w:val="00F07723"/>
    <w:rsid w:val="00F07845"/>
    <w:rsid w:val="00F078EF"/>
    <w:rsid w:val="00F07A97"/>
    <w:rsid w:val="00F07B12"/>
    <w:rsid w:val="00F1056D"/>
    <w:rsid w:val="00F106A3"/>
    <w:rsid w:val="00F10D92"/>
    <w:rsid w:val="00F10E21"/>
    <w:rsid w:val="00F10E36"/>
    <w:rsid w:val="00F10FE9"/>
    <w:rsid w:val="00F1124C"/>
    <w:rsid w:val="00F11270"/>
    <w:rsid w:val="00F11363"/>
    <w:rsid w:val="00F113FF"/>
    <w:rsid w:val="00F114C5"/>
    <w:rsid w:val="00F11504"/>
    <w:rsid w:val="00F11550"/>
    <w:rsid w:val="00F11839"/>
    <w:rsid w:val="00F11B40"/>
    <w:rsid w:val="00F11C03"/>
    <w:rsid w:val="00F11D82"/>
    <w:rsid w:val="00F11E3B"/>
    <w:rsid w:val="00F11F6D"/>
    <w:rsid w:val="00F120EF"/>
    <w:rsid w:val="00F12274"/>
    <w:rsid w:val="00F123AF"/>
    <w:rsid w:val="00F12818"/>
    <w:rsid w:val="00F12900"/>
    <w:rsid w:val="00F12B94"/>
    <w:rsid w:val="00F12BCB"/>
    <w:rsid w:val="00F12EB2"/>
    <w:rsid w:val="00F13147"/>
    <w:rsid w:val="00F13374"/>
    <w:rsid w:val="00F137D6"/>
    <w:rsid w:val="00F13D6B"/>
    <w:rsid w:val="00F13E96"/>
    <w:rsid w:val="00F14033"/>
    <w:rsid w:val="00F141D8"/>
    <w:rsid w:val="00F14203"/>
    <w:rsid w:val="00F14296"/>
    <w:rsid w:val="00F142A4"/>
    <w:rsid w:val="00F1473B"/>
    <w:rsid w:val="00F149E6"/>
    <w:rsid w:val="00F14A2C"/>
    <w:rsid w:val="00F14BEA"/>
    <w:rsid w:val="00F14F6B"/>
    <w:rsid w:val="00F14F92"/>
    <w:rsid w:val="00F150B5"/>
    <w:rsid w:val="00F151F2"/>
    <w:rsid w:val="00F15315"/>
    <w:rsid w:val="00F15482"/>
    <w:rsid w:val="00F15947"/>
    <w:rsid w:val="00F15A90"/>
    <w:rsid w:val="00F15B1C"/>
    <w:rsid w:val="00F15BD9"/>
    <w:rsid w:val="00F15C9B"/>
    <w:rsid w:val="00F15D55"/>
    <w:rsid w:val="00F15E4F"/>
    <w:rsid w:val="00F15EAA"/>
    <w:rsid w:val="00F16002"/>
    <w:rsid w:val="00F16018"/>
    <w:rsid w:val="00F16122"/>
    <w:rsid w:val="00F1690C"/>
    <w:rsid w:val="00F1694B"/>
    <w:rsid w:val="00F16CD2"/>
    <w:rsid w:val="00F16EE6"/>
    <w:rsid w:val="00F17110"/>
    <w:rsid w:val="00F17330"/>
    <w:rsid w:val="00F176C1"/>
    <w:rsid w:val="00F177CB"/>
    <w:rsid w:val="00F17B08"/>
    <w:rsid w:val="00F17C25"/>
    <w:rsid w:val="00F20134"/>
    <w:rsid w:val="00F206F8"/>
    <w:rsid w:val="00F2072D"/>
    <w:rsid w:val="00F20973"/>
    <w:rsid w:val="00F20FB3"/>
    <w:rsid w:val="00F21050"/>
    <w:rsid w:val="00F2110A"/>
    <w:rsid w:val="00F21190"/>
    <w:rsid w:val="00F21210"/>
    <w:rsid w:val="00F21A53"/>
    <w:rsid w:val="00F21C6E"/>
    <w:rsid w:val="00F21CE9"/>
    <w:rsid w:val="00F220ED"/>
    <w:rsid w:val="00F22164"/>
    <w:rsid w:val="00F22486"/>
    <w:rsid w:val="00F2268E"/>
    <w:rsid w:val="00F22CDD"/>
    <w:rsid w:val="00F22E34"/>
    <w:rsid w:val="00F231B3"/>
    <w:rsid w:val="00F231F6"/>
    <w:rsid w:val="00F2324F"/>
    <w:rsid w:val="00F2333B"/>
    <w:rsid w:val="00F233E8"/>
    <w:rsid w:val="00F23D96"/>
    <w:rsid w:val="00F23DC9"/>
    <w:rsid w:val="00F23E11"/>
    <w:rsid w:val="00F23ED5"/>
    <w:rsid w:val="00F23F24"/>
    <w:rsid w:val="00F23FA3"/>
    <w:rsid w:val="00F24664"/>
    <w:rsid w:val="00F252C5"/>
    <w:rsid w:val="00F25890"/>
    <w:rsid w:val="00F25A4D"/>
    <w:rsid w:val="00F25B61"/>
    <w:rsid w:val="00F25BFD"/>
    <w:rsid w:val="00F25D83"/>
    <w:rsid w:val="00F265DA"/>
    <w:rsid w:val="00F2660D"/>
    <w:rsid w:val="00F26753"/>
    <w:rsid w:val="00F26762"/>
    <w:rsid w:val="00F26DA0"/>
    <w:rsid w:val="00F27612"/>
    <w:rsid w:val="00F276EF"/>
    <w:rsid w:val="00F27828"/>
    <w:rsid w:val="00F27867"/>
    <w:rsid w:val="00F27AA1"/>
    <w:rsid w:val="00F27F91"/>
    <w:rsid w:val="00F27F94"/>
    <w:rsid w:val="00F3008D"/>
    <w:rsid w:val="00F305FF"/>
    <w:rsid w:val="00F308BC"/>
    <w:rsid w:val="00F30984"/>
    <w:rsid w:val="00F309D9"/>
    <w:rsid w:val="00F30CB7"/>
    <w:rsid w:val="00F30DC9"/>
    <w:rsid w:val="00F30E33"/>
    <w:rsid w:val="00F30F2B"/>
    <w:rsid w:val="00F30FD9"/>
    <w:rsid w:val="00F31406"/>
    <w:rsid w:val="00F314E6"/>
    <w:rsid w:val="00F3168C"/>
    <w:rsid w:val="00F316E4"/>
    <w:rsid w:val="00F317ED"/>
    <w:rsid w:val="00F31C89"/>
    <w:rsid w:val="00F32287"/>
    <w:rsid w:val="00F3237D"/>
    <w:rsid w:val="00F325A5"/>
    <w:rsid w:val="00F3284F"/>
    <w:rsid w:val="00F32A5F"/>
    <w:rsid w:val="00F32E68"/>
    <w:rsid w:val="00F3387C"/>
    <w:rsid w:val="00F339CA"/>
    <w:rsid w:val="00F33B17"/>
    <w:rsid w:val="00F33F4C"/>
    <w:rsid w:val="00F33F9F"/>
    <w:rsid w:val="00F34540"/>
    <w:rsid w:val="00F34CA7"/>
    <w:rsid w:val="00F34CCF"/>
    <w:rsid w:val="00F34E0A"/>
    <w:rsid w:val="00F34E16"/>
    <w:rsid w:val="00F34E90"/>
    <w:rsid w:val="00F3522A"/>
    <w:rsid w:val="00F35321"/>
    <w:rsid w:val="00F35F12"/>
    <w:rsid w:val="00F36241"/>
    <w:rsid w:val="00F3664E"/>
    <w:rsid w:val="00F36953"/>
    <w:rsid w:val="00F36CD9"/>
    <w:rsid w:val="00F36DE5"/>
    <w:rsid w:val="00F36EBE"/>
    <w:rsid w:val="00F3705F"/>
    <w:rsid w:val="00F37110"/>
    <w:rsid w:val="00F3711A"/>
    <w:rsid w:val="00F372AA"/>
    <w:rsid w:val="00F37791"/>
    <w:rsid w:val="00F377A1"/>
    <w:rsid w:val="00F37899"/>
    <w:rsid w:val="00F37A58"/>
    <w:rsid w:val="00F37CC0"/>
    <w:rsid w:val="00F37D96"/>
    <w:rsid w:val="00F401B3"/>
    <w:rsid w:val="00F40665"/>
    <w:rsid w:val="00F406C9"/>
    <w:rsid w:val="00F4074A"/>
    <w:rsid w:val="00F40AA2"/>
    <w:rsid w:val="00F41193"/>
    <w:rsid w:val="00F4137B"/>
    <w:rsid w:val="00F41463"/>
    <w:rsid w:val="00F416EF"/>
    <w:rsid w:val="00F418C7"/>
    <w:rsid w:val="00F41A7B"/>
    <w:rsid w:val="00F41F6A"/>
    <w:rsid w:val="00F42001"/>
    <w:rsid w:val="00F420A5"/>
    <w:rsid w:val="00F42333"/>
    <w:rsid w:val="00F4238F"/>
    <w:rsid w:val="00F423EF"/>
    <w:rsid w:val="00F42687"/>
    <w:rsid w:val="00F4291E"/>
    <w:rsid w:val="00F42921"/>
    <w:rsid w:val="00F42C05"/>
    <w:rsid w:val="00F42C5C"/>
    <w:rsid w:val="00F42DED"/>
    <w:rsid w:val="00F43555"/>
    <w:rsid w:val="00F4358C"/>
    <w:rsid w:val="00F43B49"/>
    <w:rsid w:val="00F43EF4"/>
    <w:rsid w:val="00F4445F"/>
    <w:rsid w:val="00F44682"/>
    <w:rsid w:val="00F448D7"/>
    <w:rsid w:val="00F448DD"/>
    <w:rsid w:val="00F44B1E"/>
    <w:rsid w:val="00F44C2A"/>
    <w:rsid w:val="00F44C8E"/>
    <w:rsid w:val="00F45245"/>
    <w:rsid w:val="00F456C5"/>
    <w:rsid w:val="00F45862"/>
    <w:rsid w:val="00F45B8C"/>
    <w:rsid w:val="00F45ED2"/>
    <w:rsid w:val="00F46518"/>
    <w:rsid w:val="00F4681B"/>
    <w:rsid w:val="00F469BB"/>
    <w:rsid w:val="00F46E66"/>
    <w:rsid w:val="00F470B8"/>
    <w:rsid w:val="00F47217"/>
    <w:rsid w:val="00F47582"/>
    <w:rsid w:val="00F476C6"/>
    <w:rsid w:val="00F5016D"/>
    <w:rsid w:val="00F50409"/>
    <w:rsid w:val="00F50861"/>
    <w:rsid w:val="00F509FA"/>
    <w:rsid w:val="00F50B07"/>
    <w:rsid w:val="00F510AA"/>
    <w:rsid w:val="00F51126"/>
    <w:rsid w:val="00F5126C"/>
    <w:rsid w:val="00F51347"/>
    <w:rsid w:val="00F516EC"/>
    <w:rsid w:val="00F51770"/>
    <w:rsid w:val="00F51989"/>
    <w:rsid w:val="00F51998"/>
    <w:rsid w:val="00F51C59"/>
    <w:rsid w:val="00F51CE3"/>
    <w:rsid w:val="00F51E27"/>
    <w:rsid w:val="00F52350"/>
    <w:rsid w:val="00F525E5"/>
    <w:rsid w:val="00F5315F"/>
    <w:rsid w:val="00F53A4D"/>
    <w:rsid w:val="00F53C04"/>
    <w:rsid w:val="00F53CCD"/>
    <w:rsid w:val="00F5416B"/>
    <w:rsid w:val="00F54935"/>
    <w:rsid w:val="00F54CAE"/>
    <w:rsid w:val="00F55307"/>
    <w:rsid w:val="00F554B7"/>
    <w:rsid w:val="00F556B6"/>
    <w:rsid w:val="00F557BA"/>
    <w:rsid w:val="00F55E65"/>
    <w:rsid w:val="00F56394"/>
    <w:rsid w:val="00F56585"/>
    <w:rsid w:val="00F568C0"/>
    <w:rsid w:val="00F568E3"/>
    <w:rsid w:val="00F568E5"/>
    <w:rsid w:val="00F575F4"/>
    <w:rsid w:val="00F577D0"/>
    <w:rsid w:val="00F578BF"/>
    <w:rsid w:val="00F57968"/>
    <w:rsid w:val="00F57A2B"/>
    <w:rsid w:val="00F57E27"/>
    <w:rsid w:val="00F6006B"/>
    <w:rsid w:val="00F603BB"/>
    <w:rsid w:val="00F6074D"/>
    <w:rsid w:val="00F607B6"/>
    <w:rsid w:val="00F60874"/>
    <w:rsid w:val="00F60B43"/>
    <w:rsid w:val="00F60FBF"/>
    <w:rsid w:val="00F61127"/>
    <w:rsid w:val="00F6128F"/>
    <w:rsid w:val="00F61319"/>
    <w:rsid w:val="00F613A5"/>
    <w:rsid w:val="00F6148C"/>
    <w:rsid w:val="00F6191A"/>
    <w:rsid w:val="00F619D7"/>
    <w:rsid w:val="00F61AEF"/>
    <w:rsid w:val="00F62253"/>
    <w:rsid w:val="00F62508"/>
    <w:rsid w:val="00F6273F"/>
    <w:rsid w:val="00F628A4"/>
    <w:rsid w:val="00F62A63"/>
    <w:rsid w:val="00F62D2A"/>
    <w:rsid w:val="00F6315E"/>
    <w:rsid w:val="00F63179"/>
    <w:rsid w:val="00F6378C"/>
    <w:rsid w:val="00F63B33"/>
    <w:rsid w:val="00F63C0E"/>
    <w:rsid w:val="00F63C48"/>
    <w:rsid w:val="00F63CF4"/>
    <w:rsid w:val="00F6414A"/>
    <w:rsid w:val="00F6426C"/>
    <w:rsid w:val="00F644FF"/>
    <w:rsid w:val="00F645D0"/>
    <w:rsid w:val="00F6487C"/>
    <w:rsid w:val="00F64899"/>
    <w:rsid w:val="00F6504E"/>
    <w:rsid w:val="00F6513A"/>
    <w:rsid w:val="00F65177"/>
    <w:rsid w:val="00F6575B"/>
    <w:rsid w:val="00F658CA"/>
    <w:rsid w:val="00F65917"/>
    <w:rsid w:val="00F65B7C"/>
    <w:rsid w:val="00F660A5"/>
    <w:rsid w:val="00F66316"/>
    <w:rsid w:val="00F66830"/>
    <w:rsid w:val="00F668EB"/>
    <w:rsid w:val="00F66D07"/>
    <w:rsid w:val="00F66E40"/>
    <w:rsid w:val="00F67107"/>
    <w:rsid w:val="00F70017"/>
    <w:rsid w:val="00F700D9"/>
    <w:rsid w:val="00F70366"/>
    <w:rsid w:val="00F703D2"/>
    <w:rsid w:val="00F70513"/>
    <w:rsid w:val="00F70659"/>
    <w:rsid w:val="00F70841"/>
    <w:rsid w:val="00F70DB2"/>
    <w:rsid w:val="00F70E52"/>
    <w:rsid w:val="00F70F10"/>
    <w:rsid w:val="00F71388"/>
    <w:rsid w:val="00F71DE8"/>
    <w:rsid w:val="00F71F15"/>
    <w:rsid w:val="00F720E2"/>
    <w:rsid w:val="00F72436"/>
    <w:rsid w:val="00F72AD9"/>
    <w:rsid w:val="00F72D4E"/>
    <w:rsid w:val="00F72F42"/>
    <w:rsid w:val="00F730C4"/>
    <w:rsid w:val="00F73364"/>
    <w:rsid w:val="00F7370D"/>
    <w:rsid w:val="00F74230"/>
    <w:rsid w:val="00F749CC"/>
    <w:rsid w:val="00F74A46"/>
    <w:rsid w:val="00F74C0F"/>
    <w:rsid w:val="00F75348"/>
    <w:rsid w:val="00F7598C"/>
    <w:rsid w:val="00F75FB6"/>
    <w:rsid w:val="00F760B7"/>
    <w:rsid w:val="00F761D0"/>
    <w:rsid w:val="00F76725"/>
    <w:rsid w:val="00F769AE"/>
    <w:rsid w:val="00F76B18"/>
    <w:rsid w:val="00F76B2B"/>
    <w:rsid w:val="00F76C72"/>
    <w:rsid w:val="00F76DB6"/>
    <w:rsid w:val="00F76DF2"/>
    <w:rsid w:val="00F772E2"/>
    <w:rsid w:val="00F774D0"/>
    <w:rsid w:val="00F774ED"/>
    <w:rsid w:val="00F777EF"/>
    <w:rsid w:val="00F7788E"/>
    <w:rsid w:val="00F77D5C"/>
    <w:rsid w:val="00F77F0E"/>
    <w:rsid w:val="00F77F98"/>
    <w:rsid w:val="00F80194"/>
    <w:rsid w:val="00F80708"/>
    <w:rsid w:val="00F81038"/>
    <w:rsid w:val="00F810AF"/>
    <w:rsid w:val="00F81222"/>
    <w:rsid w:val="00F8144F"/>
    <w:rsid w:val="00F817B9"/>
    <w:rsid w:val="00F81997"/>
    <w:rsid w:val="00F81C29"/>
    <w:rsid w:val="00F81C7E"/>
    <w:rsid w:val="00F81DD9"/>
    <w:rsid w:val="00F81E86"/>
    <w:rsid w:val="00F820AD"/>
    <w:rsid w:val="00F82153"/>
    <w:rsid w:val="00F821FA"/>
    <w:rsid w:val="00F82601"/>
    <w:rsid w:val="00F8279F"/>
    <w:rsid w:val="00F827B2"/>
    <w:rsid w:val="00F8287E"/>
    <w:rsid w:val="00F82B8E"/>
    <w:rsid w:val="00F82F30"/>
    <w:rsid w:val="00F8304A"/>
    <w:rsid w:val="00F833D0"/>
    <w:rsid w:val="00F833F3"/>
    <w:rsid w:val="00F83476"/>
    <w:rsid w:val="00F836F9"/>
    <w:rsid w:val="00F83889"/>
    <w:rsid w:val="00F83C8D"/>
    <w:rsid w:val="00F83D6E"/>
    <w:rsid w:val="00F83E42"/>
    <w:rsid w:val="00F84019"/>
    <w:rsid w:val="00F8408E"/>
    <w:rsid w:val="00F84BCC"/>
    <w:rsid w:val="00F84E5F"/>
    <w:rsid w:val="00F84F5E"/>
    <w:rsid w:val="00F84FED"/>
    <w:rsid w:val="00F8561D"/>
    <w:rsid w:val="00F8568D"/>
    <w:rsid w:val="00F859E5"/>
    <w:rsid w:val="00F85A28"/>
    <w:rsid w:val="00F85DA5"/>
    <w:rsid w:val="00F85F80"/>
    <w:rsid w:val="00F86080"/>
    <w:rsid w:val="00F860A8"/>
    <w:rsid w:val="00F861C6"/>
    <w:rsid w:val="00F861F8"/>
    <w:rsid w:val="00F86270"/>
    <w:rsid w:val="00F86363"/>
    <w:rsid w:val="00F8678A"/>
    <w:rsid w:val="00F86B67"/>
    <w:rsid w:val="00F86EAA"/>
    <w:rsid w:val="00F86EF2"/>
    <w:rsid w:val="00F86F41"/>
    <w:rsid w:val="00F8703C"/>
    <w:rsid w:val="00F8734E"/>
    <w:rsid w:val="00F87473"/>
    <w:rsid w:val="00F875F6"/>
    <w:rsid w:val="00F87E90"/>
    <w:rsid w:val="00F90087"/>
    <w:rsid w:val="00F9018D"/>
    <w:rsid w:val="00F901C3"/>
    <w:rsid w:val="00F90327"/>
    <w:rsid w:val="00F90434"/>
    <w:rsid w:val="00F9047C"/>
    <w:rsid w:val="00F90A27"/>
    <w:rsid w:val="00F90C95"/>
    <w:rsid w:val="00F910E5"/>
    <w:rsid w:val="00F9125B"/>
    <w:rsid w:val="00F91618"/>
    <w:rsid w:val="00F91679"/>
    <w:rsid w:val="00F91993"/>
    <w:rsid w:val="00F91F28"/>
    <w:rsid w:val="00F92381"/>
    <w:rsid w:val="00F92793"/>
    <w:rsid w:val="00F9280F"/>
    <w:rsid w:val="00F92A5C"/>
    <w:rsid w:val="00F92BCF"/>
    <w:rsid w:val="00F92CC6"/>
    <w:rsid w:val="00F92CD8"/>
    <w:rsid w:val="00F933CD"/>
    <w:rsid w:val="00F93998"/>
    <w:rsid w:val="00F93B5E"/>
    <w:rsid w:val="00F93C16"/>
    <w:rsid w:val="00F93C4A"/>
    <w:rsid w:val="00F93C9C"/>
    <w:rsid w:val="00F93EC3"/>
    <w:rsid w:val="00F948B8"/>
    <w:rsid w:val="00F94921"/>
    <w:rsid w:val="00F94FE2"/>
    <w:rsid w:val="00F950D9"/>
    <w:rsid w:val="00F951C6"/>
    <w:rsid w:val="00F95629"/>
    <w:rsid w:val="00F95C4B"/>
    <w:rsid w:val="00F95D95"/>
    <w:rsid w:val="00F96128"/>
    <w:rsid w:val="00F96173"/>
    <w:rsid w:val="00F96234"/>
    <w:rsid w:val="00F9633A"/>
    <w:rsid w:val="00F969A4"/>
    <w:rsid w:val="00F969BD"/>
    <w:rsid w:val="00F96A3C"/>
    <w:rsid w:val="00F96C9E"/>
    <w:rsid w:val="00F9709D"/>
    <w:rsid w:val="00F970CA"/>
    <w:rsid w:val="00F9728A"/>
    <w:rsid w:val="00F972AD"/>
    <w:rsid w:val="00F9742A"/>
    <w:rsid w:val="00F97516"/>
    <w:rsid w:val="00F976AB"/>
    <w:rsid w:val="00F97DA0"/>
    <w:rsid w:val="00FA01B1"/>
    <w:rsid w:val="00FA0380"/>
    <w:rsid w:val="00FA0393"/>
    <w:rsid w:val="00FA04F0"/>
    <w:rsid w:val="00FA04F4"/>
    <w:rsid w:val="00FA0829"/>
    <w:rsid w:val="00FA0863"/>
    <w:rsid w:val="00FA0A42"/>
    <w:rsid w:val="00FA0B21"/>
    <w:rsid w:val="00FA0BF8"/>
    <w:rsid w:val="00FA11B0"/>
    <w:rsid w:val="00FA13F0"/>
    <w:rsid w:val="00FA15D8"/>
    <w:rsid w:val="00FA164E"/>
    <w:rsid w:val="00FA17B8"/>
    <w:rsid w:val="00FA1A34"/>
    <w:rsid w:val="00FA1A79"/>
    <w:rsid w:val="00FA2F40"/>
    <w:rsid w:val="00FA3010"/>
    <w:rsid w:val="00FA32A5"/>
    <w:rsid w:val="00FA352A"/>
    <w:rsid w:val="00FA36FE"/>
    <w:rsid w:val="00FA3DE3"/>
    <w:rsid w:val="00FA3DF9"/>
    <w:rsid w:val="00FA3EA6"/>
    <w:rsid w:val="00FA3EF2"/>
    <w:rsid w:val="00FA46C9"/>
    <w:rsid w:val="00FA481B"/>
    <w:rsid w:val="00FA49B6"/>
    <w:rsid w:val="00FA4B1B"/>
    <w:rsid w:val="00FA4F95"/>
    <w:rsid w:val="00FA5091"/>
    <w:rsid w:val="00FA5224"/>
    <w:rsid w:val="00FA5262"/>
    <w:rsid w:val="00FA5779"/>
    <w:rsid w:val="00FA5BDC"/>
    <w:rsid w:val="00FA5D47"/>
    <w:rsid w:val="00FA5FE6"/>
    <w:rsid w:val="00FA60E3"/>
    <w:rsid w:val="00FA61E6"/>
    <w:rsid w:val="00FA62BE"/>
    <w:rsid w:val="00FA64E1"/>
    <w:rsid w:val="00FA656D"/>
    <w:rsid w:val="00FA6652"/>
    <w:rsid w:val="00FA6FBB"/>
    <w:rsid w:val="00FA75CD"/>
    <w:rsid w:val="00FA76EB"/>
    <w:rsid w:val="00FA7912"/>
    <w:rsid w:val="00FA7E81"/>
    <w:rsid w:val="00FB0024"/>
    <w:rsid w:val="00FB022C"/>
    <w:rsid w:val="00FB0284"/>
    <w:rsid w:val="00FB02DF"/>
    <w:rsid w:val="00FB0360"/>
    <w:rsid w:val="00FB041A"/>
    <w:rsid w:val="00FB07B9"/>
    <w:rsid w:val="00FB0A81"/>
    <w:rsid w:val="00FB0BFE"/>
    <w:rsid w:val="00FB0D64"/>
    <w:rsid w:val="00FB0F74"/>
    <w:rsid w:val="00FB1132"/>
    <w:rsid w:val="00FB15CE"/>
    <w:rsid w:val="00FB15FA"/>
    <w:rsid w:val="00FB160D"/>
    <w:rsid w:val="00FB1795"/>
    <w:rsid w:val="00FB17F9"/>
    <w:rsid w:val="00FB1BA5"/>
    <w:rsid w:val="00FB1CD2"/>
    <w:rsid w:val="00FB1D0A"/>
    <w:rsid w:val="00FB1D82"/>
    <w:rsid w:val="00FB1DF6"/>
    <w:rsid w:val="00FB1F55"/>
    <w:rsid w:val="00FB263F"/>
    <w:rsid w:val="00FB2712"/>
    <w:rsid w:val="00FB29A8"/>
    <w:rsid w:val="00FB2BCF"/>
    <w:rsid w:val="00FB365F"/>
    <w:rsid w:val="00FB3838"/>
    <w:rsid w:val="00FB390B"/>
    <w:rsid w:val="00FB3EAE"/>
    <w:rsid w:val="00FB3FCE"/>
    <w:rsid w:val="00FB4032"/>
    <w:rsid w:val="00FB44C8"/>
    <w:rsid w:val="00FB4741"/>
    <w:rsid w:val="00FB4844"/>
    <w:rsid w:val="00FB4AE4"/>
    <w:rsid w:val="00FB4F89"/>
    <w:rsid w:val="00FB50B7"/>
    <w:rsid w:val="00FB517B"/>
    <w:rsid w:val="00FB577A"/>
    <w:rsid w:val="00FB580C"/>
    <w:rsid w:val="00FB58AA"/>
    <w:rsid w:val="00FB5CB5"/>
    <w:rsid w:val="00FB5D0D"/>
    <w:rsid w:val="00FB6068"/>
    <w:rsid w:val="00FB6086"/>
    <w:rsid w:val="00FB63CF"/>
    <w:rsid w:val="00FB665C"/>
    <w:rsid w:val="00FB691C"/>
    <w:rsid w:val="00FB6F6B"/>
    <w:rsid w:val="00FB7061"/>
    <w:rsid w:val="00FB7282"/>
    <w:rsid w:val="00FB7380"/>
    <w:rsid w:val="00FB739D"/>
    <w:rsid w:val="00FB758A"/>
    <w:rsid w:val="00FB76B5"/>
    <w:rsid w:val="00FB7C38"/>
    <w:rsid w:val="00FB7F67"/>
    <w:rsid w:val="00FC00D3"/>
    <w:rsid w:val="00FC00FD"/>
    <w:rsid w:val="00FC0A20"/>
    <w:rsid w:val="00FC0B58"/>
    <w:rsid w:val="00FC0CA1"/>
    <w:rsid w:val="00FC109A"/>
    <w:rsid w:val="00FC117E"/>
    <w:rsid w:val="00FC1509"/>
    <w:rsid w:val="00FC1734"/>
    <w:rsid w:val="00FC19F7"/>
    <w:rsid w:val="00FC1F90"/>
    <w:rsid w:val="00FC23B7"/>
    <w:rsid w:val="00FC2778"/>
    <w:rsid w:val="00FC27B7"/>
    <w:rsid w:val="00FC2AC1"/>
    <w:rsid w:val="00FC2AD9"/>
    <w:rsid w:val="00FC2E5B"/>
    <w:rsid w:val="00FC2E73"/>
    <w:rsid w:val="00FC3715"/>
    <w:rsid w:val="00FC3756"/>
    <w:rsid w:val="00FC3D7D"/>
    <w:rsid w:val="00FC4138"/>
    <w:rsid w:val="00FC446D"/>
    <w:rsid w:val="00FC453C"/>
    <w:rsid w:val="00FC465F"/>
    <w:rsid w:val="00FC5025"/>
    <w:rsid w:val="00FC50FC"/>
    <w:rsid w:val="00FC53A1"/>
    <w:rsid w:val="00FC56D1"/>
    <w:rsid w:val="00FC5C57"/>
    <w:rsid w:val="00FC5F9F"/>
    <w:rsid w:val="00FC5FC8"/>
    <w:rsid w:val="00FC6357"/>
    <w:rsid w:val="00FC6BA3"/>
    <w:rsid w:val="00FC7055"/>
    <w:rsid w:val="00FC7178"/>
    <w:rsid w:val="00FC7B21"/>
    <w:rsid w:val="00FC7CCB"/>
    <w:rsid w:val="00FC7FFE"/>
    <w:rsid w:val="00FD00DB"/>
    <w:rsid w:val="00FD0901"/>
    <w:rsid w:val="00FD0A11"/>
    <w:rsid w:val="00FD0BC8"/>
    <w:rsid w:val="00FD0DD9"/>
    <w:rsid w:val="00FD0E13"/>
    <w:rsid w:val="00FD0F3D"/>
    <w:rsid w:val="00FD1674"/>
    <w:rsid w:val="00FD16ED"/>
    <w:rsid w:val="00FD1795"/>
    <w:rsid w:val="00FD17BF"/>
    <w:rsid w:val="00FD1947"/>
    <w:rsid w:val="00FD1FE4"/>
    <w:rsid w:val="00FD2018"/>
    <w:rsid w:val="00FD202A"/>
    <w:rsid w:val="00FD2137"/>
    <w:rsid w:val="00FD2762"/>
    <w:rsid w:val="00FD2822"/>
    <w:rsid w:val="00FD2896"/>
    <w:rsid w:val="00FD2CA3"/>
    <w:rsid w:val="00FD315C"/>
    <w:rsid w:val="00FD321C"/>
    <w:rsid w:val="00FD3303"/>
    <w:rsid w:val="00FD397D"/>
    <w:rsid w:val="00FD3C91"/>
    <w:rsid w:val="00FD3C9A"/>
    <w:rsid w:val="00FD3ECB"/>
    <w:rsid w:val="00FD4100"/>
    <w:rsid w:val="00FD4286"/>
    <w:rsid w:val="00FD45FE"/>
    <w:rsid w:val="00FD4C31"/>
    <w:rsid w:val="00FD4C74"/>
    <w:rsid w:val="00FD4DA6"/>
    <w:rsid w:val="00FD4DC6"/>
    <w:rsid w:val="00FD4F12"/>
    <w:rsid w:val="00FD538D"/>
    <w:rsid w:val="00FD565E"/>
    <w:rsid w:val="00FD56D0"/>
    <w:rsid w:val="00FD5712"/>
    <w:rsid w:val="00FD57C3"/>
    <w:rsid w:val="00FD5A00"/>
    <w:rsid w:val="00FD5BF2"/>
    <w:rsid w:val="00FD5E1E"/>
    <w:rsid w:val="00FD5F9A"/>
    <w:rsid w:val="00FD60CA"/>
    <w:rsid w:val="00FD64AB"/>
    <w:rsid w:val="00FD64F5"/>
    <w:rsid w:val="00FD66F5"/>
    <w:rsid w:val="00FD68E1"/>
    <w:rsid w:val="00FD6DD7"/>
    <w:rsid w:val="00FD6FB1"/>
    <w:rsid w:val="00FD7497"/>
    <w:rsid w:val="00FD784A"/>
    <w:rsid w:val="00FE000C"/>
    <w:rsid w:val="00FE026F"/>
    <w:rsid w:val="00FE042D"/>
    <w:rsid w:val="00FE086E"/>
    <w:rsid w:val="00FE0EFB"/>
    <w:rsid w:val="00FE1037"/>
    <w:rsid w:val="00FE10DE"/>
    <w:rsid w:val="00FE1106"/>
    <w:rsid w:val="00FE14E9"/>
    <w:rsid w:val="00FE15B5"/>
    <w:rsid w:val="00FE1883"/>
    <w:rsid w:val="00FE1A4D"/>
    <w:rsid w:val="00FE1C8C"/>
    <w:rsid w:val="00FE1E77"/>
    <w:rsid w:val="00FE2351"/>
    <w:rsid w:val="00FE251B"/>
    <w:rsid w:val="00FE25B7"/>
    <w:rsid w:val="00FE26D6"/>
    <w:rsid w:val="00FE2989"/>
    <w:rsid w:val="00FE29F5"/>
    <w:rsid w:val="00FE2B5C"/>
    <w:rsid w:val="00FE2EC4"/>
    <w:rsid w:val="00FE3099"/>
    <w:rsid w:val="00FE331B"/>
    <w:rsid w:val="00FE33EF"/>
    <w:rsid w:val="00FE34F9"/>
    <w:rsid w:val="00FE388A"/>
    <w:rsid w:val="00FE3C50"/>
    <w:rsid w:val="00FE4391"/>
    <w:rsid w:val="00FE450B"/>
    <w:rsid w:val="00FE4726"/>
    <w:rsid w:val="00FE48DD"/>
    <w:rsid w:val="00FE50CA"/>
    <w:rsid w:val="00FE5131"/>
    <w:rsid w:val="00FE5334"/>
    <w:rsid w:val="00FE59A9"/>
    <w:rsid w:val="00FE5A8E"/>
    <w:rsid w:val="00FE5C66"/>
    <w:rsid w:val="00FE5C67"/>
    <w:rsid w:val="00FE5D5F"/>
    <w:rsid w:val="00FE604A"/>
    <w:rsid w:val="00FE611F"/>
    <w:rsid w:val="00FE6966"/>
    <w:rsid w:val="00FE6BA4"/>
    <w:rsid w:val="00FE6C01"/>
    <w:rsid w:val="00FE6C04"/>
    <w:rsid w:val="00FE6DFC"/>
    <w:rsid w:val="00FE79C1"/>
    <w:rsid w:val="00FE7AD1"/>
    <w:rsid w:val="00FE7BD9"/>
    <w:rsid w:val="00FE7D16"/>
    <w:rsid w:val="00FE7D31"/>
    <w:rsid w:val="00FF0047"/>
    <w:rsid w:val="00FF018A"/>
    <w:rsid w:val="00FF0491"/>
    <w:rsid w:val="00FF0530"/>
    <w:rsid w:val="00FF0C1B"/>
    <w:rsid w:val="00FF0C5C"/>
    <w:rsid w:val="00FF1041"/>
    <w:rsid w:val="00FF16DD"/>
    <w:rsid w:val="00FF1813"/>
    <w:rsid w:val="00FF197D"/>
    <w:rsid w:val="00FF19E1"/>
    <w:rsid w:val="00FF1A80"/>
    <w:rsid w:val="00FF1C77"/>
    <w:rsid w:val="00FF1DDE"/>
    <w:rsid w:val="00FF243D"/>
    <w:rsid w:val="00FF2AB5"/>
    <w:rsid w:val="00FF2D6F"/>
    <w:rsid w:val="00FF2FAA"/>
    <w:rsid w:val="00FF3194"/>
    <w:rsid w:val="00FF3301"/>
    <w:rsid w:val="00FF330B"/>
    <w:rsid w:val="00FF36AE"/>
    <w:rsid w:val="00FF39DE"/>
    <w:rsid w:val="00FF3CC9"/>
    <w:rsid w:val="00FF3E34"/>
    <w:rsid w:val="00FF41B6"/>
    <w:rsid w:val="00FF434B"/>
    <w:rsid w:val="00FF45FB"/>
    <w:rsid w:val="00FF47AA"/>
    <w:rsid w:val="00FF4ABE"/>
    <w:rsid w:val="00FF4BD8"/>
    <w:rsid w:val="00FF541A"/>
    <w:rsid w:val="00FF5466"/>
    <w:rsid w:val="00FF5617"/>
    <w:rsid w:val="00FF56A5"/>
    <w:rsid w:val="00FF5B51"/>
    <w:rsid w:val="00FF5CD1"/>
    <w:rsid w:val="00FF5CF6"/>
    <w:rsid w:val="00FF5DF3"/>
    <w:rsid w:val="00FF5E99"/>
    <w:rsid w:val="00FF5EDE"/>
    <w:rsid w:val="00FF6237"/>
    <w:rsid w:val="00FF62C4"/>
    <w:rsid w:val="00FF6693"/>
    <w:rsid w:val="00FF6844"/>
    <w:rsid w:val="00FF6910"/>
    <w:rsid w:val="00FF6E9F"/>
    <w:rsid w:val="00FF7047"/>
    <w:rsid w:val="00FF7134"/>
    <w:rsid w:val="00FF763F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B4D52DA"/>
  <w15:docId w15:val="{E9642C5D-2CE9-4D66-8C2F-022CF871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792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000EE5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000EE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000EE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  <w:outlineLvl w:val="5"/>
    </w:pPr>
    <w:rPr>
      <w:rFonts w:ascii="Times New Roman" w:hAnsi="Times New Roman" w:cs="EucrosiaUPC"/>
      <w:sz w:val="28"/>
      <w:szCs w:val="28"/>
    </w:rPr>
  </w:style>
  <w:style w:type="paragraph" w:styleId="Heading7">
    <w:name w:val="heading 7"/>
    <w:basedOn w:val="Normal"/>
    <w:next w:val="Normal"/>
    <w:link w:val="Heading7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000EE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F18CC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basedOn w:val="DefaultParagraphFont"/>
    <w:link w:val="Heading2"/>
    <w:rsid w:val="0034567D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basedOn w:val="BodyTextChar"/>
    <w:link w:val="Heading3"/>
    <w:rsid w:val="00BF18CC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7345CC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000EE5"/>
    <w:pPr>
      <w:spacing w:after="120"/>
    </w:pPr>
  </w:style>
  <w:style w:type="character" w:customStyle="1" w:styleId="Heading4Char">
    <w:name w:val="Heading 4 Char"/>
    <w:basedOn w:val="DefaultParagraphFont"/>
    <w:link w:val="Heading4"/>
    <w:rsid w:val="00BF18CC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rsid w:val="00BF18CC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BF18CC"/>
    <w:rPr>
      <w:rFonts w:cs="EucrosiaUPC"/>
      <w:sz w:val="28"/>
      <w:szCs w:val="28"/>
    </w:rPr>
  </w:style>
  <w:style w:type="character" w:customStyle="1" w:styleId="Heading7Char">
    <w:name w:val="Heading 7 Char"/>
    <w:basedOn w:val="DefaultParagraphFont"/>
    <w:link w:val="Heading7"/>
    <w:rsid w:val="00BF18CC"/>
    <w:rPr>
      <w:rFonts w:cs="EucrosiaUPC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BF18CC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rsid w:val="00BF18CC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000EE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BF18CC"/>
    <w:rPr>
      <w:rFonts w:ascii="Arial" w:hAnsi="Arial"/>
      <w:sz w:val="18"/>
      <w:szCs w:val="18"/>
    </w:rPr>
  </w:style>
  <w:style w:type="character" w:customStyle="1" w:styleId="AAAddress">
    <w:name w:val="AA Address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basedOn w:val="DefaultParagraphFont"/>
    <w:uiPriority w:val="99"/>
    <w:rsid w:val="00000EE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000EE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18CC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000EE5"/>
    <w:rPr>
      <w:rFonts w:cs="Times New Roman"/>
      <w:b/>
      <w:bCs/>
    </w:rPr>
  </w:style>
  <w:style w:type="paragraph" w:styleId="ListBullet">
    <w:name w:val="List Bullet"/>
    <w:basedOn w:val="Normal"/>
    <w:rsid w:val="00F0013F"/>
    <w:pPr>
      <w:numPr>
        <w:numId w:val="3"/>
      </w:numPr>
      <w:tabs>
        <w:tab w:val="left" w:pos="284"/>
      </w:tabs>
    </w:pPr>
  </w:style>
  <w:style w:type="paragraph" w:styleId="ListBullet2">
    <w:name w:val="List Bullet 2"/>
    <w:basedOn w:val="Normal"/>
    <w:rsid w:val="00000EE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000EE5"/>
    <w:pPr>
      <w:numPr>
        <w:numId w:val="1"/>
      </w:numPr>
      <w:tabs>
        <w:tab w:val="clear" w:pos="926"/>
        <w:tab w:val="left" w:pos="851"/>
      </w:tabs>
    </w:pPr>
  </w:style>
  <w:style w:type="paragraph" w:styleId="ListBullet4">
    <w:name w:val="List Bullet 4"/>
    <w:basedOn w:val="Normal"/>
    <w:rsid w:val="00000EE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000EE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000EE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000EE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000EE5"/>
    <w:pPr>
      <w:ind w:left="284"/>
    </w:pPr>
  </w:style>
  <w:style w:type="paragraph" w:customStyle="1" w:styleId="AAFrameAddress">
    <w:name w:val="AA Frame Address"/>
    <w:basedOn w:val="Heading1"/>
    <w:uiPriority w:val="99"/>
    <w:rsid w:val="00000EE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000EE5"/>
    <w:pPr>
      <w:numPr>
        <w:numId w:val="8"/>
      </w:numPr>
      <w:tabs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000EE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000EE5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000EE5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000EE5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000EE5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000EE5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000EE5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000EE5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000EE5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000EE5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000EE5"/>
    <w:pPr>
      <w:ind w:left="2552" w:hanging="284"/>
    </w:pPr>
  </w:style>
  <w:style w:type="paragraph" w:styleId="TOC2">
    <w:name w:val="toc 2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000EE5"/>
    <w:pPr>
      <w:ind w:left="851"/>
    </w:pPr>
  </w:style>
  <w:style w:type="paragraph" w:styleId="TOC5">
    <w:name w:val="toc 5"/>
    <w:basedOn w:val="Normal"/>
    <w:next w:val="Normal"/>
    <w:uiPriority w:val="99"/>
    <w:semiHidden/>
    <w:rsid w:val="00000EE5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000EE5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000EE5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000EE5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000EE5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000EE5"/>
    <w:pPr>
      <w:ind w:left="567" w:hanging="567"/>
    </w:pPr>
  </w:style>
  <w:style w:type="paragraph" w:styleId="ListBullet5">
    <w:name w:val="List Bullet 5"/>
    <w:basedOn w:val="Normal"/>
    <w:uiPriority w:val="99"/>
    <w:rsid w:val="00000EE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uiPriority w:val="99"/>
    <w:rsid w:val="00000EE5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F18CC"/>
    <w:rPr>
      <w:rFonts w:ascii="Arial" w:hAnsi="Arial"/>
      <w:sz w:val="18"/>
      <w:szCs w:val="18"/>
      <w:lang w:val="en-US" w:eastAsia="en-US" w:bidi="th-TH"/>
    </w:rPr>
  </w:style>
  <w:style w:type="paragraph" w:styleId="BodyTextIndent">
    <w:name w:val="Body Text Indent"/>
    <w:aliases w:val="i"/>
    <w:basedOn w:val="Normal"/>
    <w:link w:val="BodyTextIndentChar"/>
    <w:rsid w:val="00000EE5"/>
    <w:pPr>
      <w:spacing w:after="120"/>
      <w:ind w:left="283"/>
    </w:pPr>
  </w:style>
  <w:style w:type="character" w:customStyle="1" w:styleId="BodyTextIndentChar">
    <w:name w:val="Body Text Indent Char"/>
    <w:aliases w:val="i Char"/>
    <w:basedOn w:val="DefaultParagraphFont"/>
    <w:link w:val="BodyTextIndent"/>
    <w:rsid w:val="00BF18CC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000EE5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F18CC"/>
    <w:rPr>
      <w:rFonts w:ascii="Arial" w:hAnsi="Arial"/>
      <w:sz w:val="18"/>
      <w:szCs w:val="18"/>
    </w:rPr>
  </w:style>
  <w:style w:type="character" w:styleId="Strong">
    <w:name w:val="Strong"/>
    <w:basedOn w:val="DefaultParagraphFont"/>
    <w:uiPriority w:val="99"/>
    <w:qFormat/>
    <w:rsid w:val="00000EE5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000EE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000EE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basedOn w:val="DefaultParagraphFont"/>
    <w:uiPriority w:val="99"/>
    <w:rsid w:val="00000EE5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000EE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000EE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000EE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000EE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000EE5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000EE5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000EE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000EE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000EE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000EE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000EE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000EE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F18CC"/>
    <w:rPr>
      <w:rFonts w:cs="EucrosiaUPC"/>
      <w:sz w:val="28"/>
      <w:szCs w:val="28"/>
    </w:rPr>
  </w:style>
  <w:style w:type="paragraph" w:customStyle="1" w:styleId="a0">
    <w:name w:val="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a2">
    <w:name w:val="Åº"/>
    <w:basedOn w:val="Normal"/>
    <w:uiPriority w:val="99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odyText3">
    <w:name w:val="Body Text 3"/>
    <w:basedOn w:val="Normal"/>
    <w:link w:val="BodyText3Char"/>
    <w:rsid w:val="00000EE5"/>
    <w:pPr>
      <w:spacing w:line="240" w:lineRule="auto"/>
      <w:jc w:val="both"/>
    </w:pPr>
    <w:rPr>
      <w:rFonts w:ascii="Times New Roman" w:hAnsi="Times New Roman" w:cs="EucrosiaUPC"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rsid w:val="00BF18CC"/>
    <w:rPr>
      <w:rFonts w:cs="EucrosiaUPC"/>
      <w:sz w:val="28"/>
      <w:szCs w:val="28"/>
    </w:rPr>
  </w:style>
  <w:style w:type="paragraph" w:customStyle="1" w:styleId="a3">
    <w:name w:val="???????"/>
    <w:basedOn w:val="Normal"/>
    <w:uiPriority w:val="99"/>
    <w:rsid w:val="00000EE5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E">
    <w:name w:val="Å§ª×èÍ E"/>
    <w:basedOn w:val="Normal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000EE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2Char">
    <w:name w:val="Body Text 2 Char"/>
    <w:basedOn w:val="DefaultParagraphFont"/>
    <w:link w:val="BodyText2"/>
    <w:rsid w:val="00BF18CC"/>
    <w:rPr>
      <w:rFonts w:ascii="Angsana New" w:hAnsi="Angsana New"/>
      <w:sz w:val="30"/>
      <w:szCs w:val="30"/>
      <w:lang w:val="th-TH"/>
    </w:rPr>
  </w:style>
  <w:style w:type="character" w:styleId="PageNumber">
    <w:name w:val="page number"/>
    <w:basedOn w:val="DefaultParagraphFont"/>
    <w:rsid w:val="00000EE5"/>
  </w:style>
  <w:style w:type="paragraph" w:styleId="BalloonText">
    <w:name w:val="Balloon Text"/>
    <w:basedOn w:val="Normal"/>
    <w:link w:val="BalloonTextChar"/>
    <w:semiHidden/>
    <w:rsid w:val="001730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F18CC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FE235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 w:hanging="540"/>
      <w:jc w:val="thaiDistribute"/>
    </w:pPr>
    <w:rPr>
      <w:rFonts w:ascii="Angsana New" w:hAnsi="Angsana New"/>
      <w:b/>
      <w:bCs/>
      <w:sz w:val="30"/>
      <w:szCs w:val="30"/>
      <w:lang w:val="th-TH"/>
    </w:rPr>
  </w:style>
  <w:style w:type="character" w:customStyle="1" w:styleId="AccPolicyHeadingChar">
    <w:name w:val="Acc Policy Heading Char"/>
    <w:basedOn w:val="DefaultParagraphFont"/>
    <w:link w:val="AccPolicyHeading"/>
    <w:uiPriority w:val="99"/>
    <w:rsid w:val="00FE2351"/>
    <w:rPr>
      <w:rFonts w:ascii="Angsana New" w:hAnsi="Angsana New" w:cs="Angsana New"/>
      <w:b/>
      <w:bCs/>
      <w:sz w:val="30"/>
      <w:szCs w:val="30"/>
      <w:lang w:val="th-TH" w:eastAsia="en-US" w:bidi="th-TH"/>
    </w:rPr>
  </w:style>
  <w:style w:type="table" w:styleId="TableGrid">
    <w:name w:val="Table Grid"/>
    <w:basedOn w:val="TableNormal"/>
    <w:uiPriority w:val="39"/>
    <w:rsid w:val="000041DD"/>
    <w:pPr>
      <w:spacing w:line="260" w:lineRule="atLeast"/>
    </w:pPr>
    <w:rPr>
      <w:rFonts w:ascii="CG Times (W1)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link w:val="acctfourfiguresChar"/>
    <w:rsid w:val="00BD33E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1F6581"/>
    <w:rPr>
      <w:sz w:val="22"/>
      <w:lang w:val="en-GB" w:bidi="ar-SA"/>
    </w:rPr>
  </w:style>
  <w:style w:type="paragraph" w:customStyle="1" w:styleId="3">
    <w:name w:val="µÒÃÒ§3ªèÍ§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4">
    <w:name w:val="ลบ"/>
    <w:basedOn w:val="Normal"/>
    <w:uiPriority w:val="99"/>
    <w:rsid w:val="00D4126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customStyle="1" w:styleId="30">
    <w:name w:val="?????3????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8C3F0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a5">
    <w:name w:val="ºÇ¡"/>
    <w:basedOn w:val="Normal"/>
    <w:uiPriority w:val="99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1">
    <w:name w:val="ตาราง3ช่อง"/>
    <w:basedOn w:val="Normal"/>
    <w:rsid w:val="0034567D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4567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6">
    <w:name w:val="ข้อความ"/>
    <w:basedOn w:val="Normal"/>
    <w:rsid w:val="0034611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cs="BrowalliaUPC"/>
      <w:snapToGrid w:val="0"/>
      <w:sz w:val="30"/>
      <w:szCs w:val="30"/>
      <w:lang w:val="th-TH" w:eastAsia="th-TH"/>
    </w:rPr>
  </w:style>
  <w:style w:type="paragraph" w:customStyle="1" w:styleId="index">
    <w:name w:val="index"/>
    <w:aliases w:val="ix"/>
    <w:basedOn w:val="BodyText"/>
    <w:rsid w:val="008311F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E04D5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styleId="BlockText">
    <w:name w:val="Block Text"/>
    <w:basedOn w:val="Normal"/>
    <w:rsid w:val="006F19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ordia New" w:hAnsi="Times New Roman" w:cs="Cordia New"/>
      <w:sz w:val="28"/>
      <w:szCs w:val="28"/>
      <w:lang w:val="th-TH"/>
    </w:rPr>
  </w:style>
  <w:style w:type="paragraph" w:customStyle="1" w:styleId="AccPolicyalternative">
    <w:name w:val="Acc Policy alternative"/>
    <w:basedOn w:val="Normal"/>
    <w:link w:val="AccPolicyalternativeChar"/>
    <w:autoRedefine/>
    <w:rsid w:val="00D629C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540" w:right="18"/>
      <w:jc w:val="both"/>
    </w:pPr>
    <w:rPr>
      <w:rFonts w:ascii="Angsana New" w:hAnsi="Angsana New"/>
      <w:b/>
      <w:sz w:val="28"/>
      <w:szCs w:val="28"/>
      <w:lang w:eastAsia="en-GB"/>
    </w:rPr>
  </w:style>
  <w:style w:type="character" w:customStyle="1" w:styleId="AccPolicyalternativeChar">
    <w:name w:val="Acc Policy alternative Char"/>
    <w:basedOn w:val="DefaultParagraphFont"/>
    <w:link w:val="AccPolicyalternative"/>
    <w:rsid w:val="00D629CE"/>
    <w:rPr>
      <w:rFonts w:ascii="Angsana New" w:hAnsi="Angsana New"/>
      <w:b/>
      <w:sz w:val="28"/>
      <w:szCs w:val="28"/>
      <w:lang w:eastAsia="en-GB"/>
    </w:rPr>
  </w:style>
  <w:style w:type="paragraph" w:customStyle="1" w:styleId="Default">
    <w:name w:val="Default"/>
    <w:rsid w:val="00F0127F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T0">
    <w:name w:val="????? T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E0">
    <w:name w:val="ª×èÍºÃÔÉÑ· E"/>
    <w:basedOn w:val="Normal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paragraph" w:styleId="Signature">
    <w:name w:val="Signature"/>
    <w:basedOn w:val="Normal"/>
    <w:link w:val="SignatureChar"/>
    <w:rsid w:val="00BF18CC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BF18CC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BF18CC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BF18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BF18CC"/>
    <w:pPr>
      <w:spacing w:after="0"/>
    </w:pPr>
  </w:style>
  <w:style w:type="paragraph" w:customStyle="1" w:styleId="acctdividends">
    <w:name w:val="acct dividends"/>
    <w:aliases w:val="a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BF18CC"/>
    <w:pPr>
      <w:spacing w:after="0"/>
    </w:pPr>
  </w:style>
  <w:style w:type="paragraph" w:customStyle="1" w:styleId="acctindent">
    <w:name w:val="acct indent"/>
    <w:aliases w:val="ai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BF18C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BF18C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BF18C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BF18C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BF18C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BF18CC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BF18C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BF18CC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BF18CC"/>
    <w:pPr>
      <w:spacing w:after="0"/>
    </w:pPr>
  </w:style>
  <w:style w:type="paragraph" w:customStyle="1" w:styleId="List1a">
    <w:name w:val="List 1a"/>
    <w:aliases w:val="1a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BF18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BF18CC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BF18C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BF18CC"/>
  </w:style>
  <w:style w:type="paragraph" w:customStyle="1" w:styleId="zreportaddinfo">
    <w:name w:val="zreport addinfo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BF18C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subtitle">
    <w:name w:val="zreport subtitle"/>
    <w:basedOn w:val="zreportname"/>
    <w:rsid w:val="00BF18C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BF18C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BF18CC"/>
    <w:rPr>
      <w:b/>
      <w:bCs/>
    </w:rPr>
  </w:style>
  <w:style w:type="paragraph" w:customStyle="1" w:styleId="nineptbodytext">
    <w:name w:val="nine pt body text"/>
    <w:aliases w:val="9bt"/>
    <w:basedOn w:val="nineptnormal"/>
    <w:rsid w:val="00BF18CC"/>
    <w:pPr>
      <w:spacing w:after="220"/>
    </w:pPr>
  </w:style>
  <w:style w:type="paragraph" w:customStyle="1" w:styleId="nineptnormal">
    <w:name w:val="nine pt normal"/>
    <w:aliases w:val="9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BF18CC"/>
    <w:pPr>
      <w:jc w:val="center"/>
    </w:pPr>
  </w:style>
  <w:style w:type="paragraph" w:customStyle="1" w:styleId="heading">
    <w:name w:val="heading"/>
    <w:aliases w:val="h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BF18C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BF18CC"/>
  </w:style>
  <w:style w:type="paragraph" w:customStyle="1" w:styleId="nineptheadingcentredbold">
    <w:name w:val="nine pt heading centred bold"/>
    <w:aliases w:val="9hc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BF18C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BF18C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BF18CC"/>
    <w:rPr>
      <w:b/>
    </w:rPr>
  </w:style>
  <w:style w:type="paragraph" w:customStyle="1" w:styleId="nineptcolumntab1">
    <w:name w:val="nine pt column tab1"/>
    <w:aliases w:val="a91"/>
    <w:basedOn w:val="nineptnormal"/>
    <w:rsid w:val="00BF18C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BF18C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BF18CC"/>
    <w:pPr>
      <w:jc w:val="center"/>
    </w:pPr>
  </w:style>
  <w:style w:type="paragraph" w:customStyle="1" w:styleId="Normalheading">
    <w:name w:val="Normal heading"/>
    <w:aliases w:val="nh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BF18C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BF18C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BF18C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BF18C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BF18C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BF18C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BF18C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BF18C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BF18C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BF18C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BF18C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BF18CC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BF18C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BF18CC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BF18C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BF18C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BF18C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BF18CC"/>
    <w:pPr>
      <w:spacing w:after="0"/>
    </w:pPr>
  </w:style>
  <w:style w:type="paragraph" w:customStyle="1" w:styleId="smallreturn">
    <w:name w:val="small return"/>
    <w:aliases w:val="sr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BF18CC"/>
    <w:pPr>
      <w:spacing w:after="0"/>
    </w:pPr>
  </w:style>
  <w:style w:type="paragraph" w:customStyle="1" w:styleId="headingbolditalic">
    <w:name w:val="heading bold italic"/>
    <w:aliases w:val="hbi"/>
    <w:basedOn w:val="heading"/>
    <w:rsid w:val="00BF18C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BF18C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BF18C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BF18CC"/>
    <w:pPr>
      <w:spacing w:after="0"/>
    </w:pPr>
  </w:style>
  <w:style w:type="paragraph" w:customStyle="1" w:styleId="blockbullet">
    <w:name w:val="block bullet"/>
    <w:aliases w:val="bb"/>
    <w:basedOn w:val="block"/>
    <w:rsid w:val="00BF18CC"/>
    <w:pPr>
      <w:numPr>
        <w:numId w:val="16"/>
      </w:numPr>
      <w:tabs>
        <w:tab w:val="clear" w:pos="340"/>
        <w:tab w:val="num" w:pos="907"/>
      </w:tabs>
      <w:ind w:left="907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BF18C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BF18CC"/>
    <w:pPr>
      <w:spacing w:after="0"/>
    </w:pPr>
  </w:style>
  <w:style w:type="paragraph" w:customStyle="1" w:styleId="eightptnormal">
    <w:name w:val="eight pt normal"/>
    <w:aliases w:val="8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BF18C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BF18C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BF18C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BF18CC"/>
    <w:rPr>
      <w:b/>
      <w:bCs/>
    </w:rPr>
  </w:style>
  <w:style w:type="paragraph" w:customStyle="1" w:styleId="eightptbodytext">
    <w:name w:val="eight pt body text"/>
    <w:aliases w:val="8bt"/>
    <w:basedOn w:val="eightptnormal"/>
    <w:rsid w:val="00BF18C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BF18C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BF18C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BF18C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BF18CC"/>
    <w:pPr>
      <w:spacing w:after="0"/>
    </w:pPr>
  </w:style>
  <w:style w:type="paragraph" w:customStyle="1" w:styleId="eightptblock">
    <w:name w:val="eight pt block"/>
    <w:aliases w:val="8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BF18C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BF18C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BF18C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BF18CC"/>
    <w:pPr>
      <w:spacing w:after="0"/>
    </w:pPr>
  </w:style>
  <w:style w:type="paragraph" w:customStyle="1" w:styleId="blockindent">
    <w:name w:val="block indent"/>
    <w:aliases w:val="bi"/>
    <w:basedOn w:val="block"/>
    <w:rsid w:val="00BF18CC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BF18CC"/>
    <w:pPr>
      <w:jc w:val="center"/>
    </w:pPr>
  </w:style>
  <w:style w:type="paragraph" w:customStyle="1" w:styleId="nineptcol">
    <w:name w:val="nine pt %col"/>
    <w:aliases w:val="9%"/>
    <w:basedOn w:val="nineptnormal"/>
    <w:rsid w:val="00BF18C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BF18C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BF18C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BF18CC"/>
    <w:pPr>
      <w:spacing w:after="0"/>
    </w:pPr>
  </w:style>
  <w:style w:type="paragraph" w:customStyle="1" w:styleId="nineptblocklist">
    <w:name w:val="nine pt block list"/>
    <w:aliases w:val="9bl"/>
    <w:basedOn w:val="nineptblock"/>
    <w:rsid w:val="00BF18C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BF18C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BF18C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BF18C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BF18C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BF18C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BF18C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BF18C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BF18C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BF18C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BF18C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BF18CC"/>
    <w:pPr>
      <w:spacing w:after="80"/>
    </w:pPr>
  </w:style>
  <w:style w:type="paragraph" w:customStyle="1" w:styleId="nineptratecol">
    <w:name w:val="nine pt rate col"/>
    <w:aliases w:val="a9r"/>
    <w:basedOn w:val="nineptnormal"/>
    <w:rsid w:val="00BF18C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BF18C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BF18C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BF18C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BF18C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BF18C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BF18C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BF18C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BF18C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BF18C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BF18C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BF18CC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BF18C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BF18C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BF18C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BF18C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BF18C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BF18C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BF18C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BF18CC"/>
    <w:pPr>
      <w:spacing w:after="80"/>
    </w:pPr>
  </w:style>
  <w:style w:type="paragraph" w:customStyle="1" w:styleId="blockbullet2">
    <w:name w:val="block bullet 2"/>
    <w:aliases w:val="bb2"/>
    <w:basedOn w:val="BodyText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BF18C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BF18C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basedOn w:val="DefaultParagraphFont"/>
    <w:link w:val="AccPolicysubhead"/>
    <w:rsid w:val="00BF18CC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BF18CC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CoverTitle">
    <w:name w:val="Cover Tit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BF18CC"/>
    <w:pPr>
      <w:spacing w:after="0" w:line="440" w:lineRule="exact"/>
      <w:jc w:val="center"/>
    </w:pPr>
    <w:rPr>
      <w:sz w:val="32"/>
      <w:u w:val="none"/>
    </w:rPr>
  </w:style>
  <w:style w:type="paragraph" w:styleId="DocumentMap">
    <w:name w:val="Document Map"/>
    <w:basedOn w:val="Normal"/>
    <w:link w:val="DocumentMapChar"/>
    <w:rsid w:val="00BF18C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basedOn w:val="DefaultParagraphFont"/>
    <w:link w:val="DocumentMap"/>
    <w:rsid w:val="00BF18CC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basedOn w:val="DefaultParagraphFont"/>
    <w:rsid w:val="00BF18CC"/>
    <w:rPr>
      <w:bCs/>
      <w:sz w:val="22"/>
      <w:szCs w:val="22"/>
      <w:lang w:val="en-US" w:eastAsia="en-GB" w:bidi="th-TH"/>
    </w:rPr>
  </w:style>
  <w:style w:type="paragraph" w:styleId="ListParagraph">
    <w:name w:val="List Paragraph"/>
    <w:aliases w:val="List 1 Level Paragraph,Inhaltsverzeichnis,List Paragraph3,ย่อย3,table,List Paragraph5,วงกลม,(ก) List Paragraph,รายการย่อหน้า 1,ย่อหน้า# 1,List Paragraph1,List Title,En tête 1,Table Heading,List Para 1,TOC etc.,List Paragraph - RFP,eq2"/>
    <w:basedOn w:val="Normal"/>
    <w:link w:val="ListParagraphChar"/>
    <w:uiPriority w:val="34"/>
    <w:qFormat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GB"/>
    </w:rPr>
  </w:style>
  <w:style w:type="character" w:customStyle="1" w:styleId="shorttext1">
    <w:name w:val="short_text1"/>
    <w:basedOn w:val="DefaultParagraphFont"/>
    <w:uiPriority w:val="99"/>
    <w:rsid w:val="00BF18CC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BF18CC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BF18CC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BF18CC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F18CC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F18C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F18CC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BF18C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F18CC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8CC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BF18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18CC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BF18CC"/>
    <w:rPr>
      <w:rFonts w:ascii="Arial" w:hAnsi="Arial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BF18CC"/>
    <w:rPr>
      <w:i/>
      <w:iCs/>
    </w:rPr>
  </w:style>
  <w:style w:type="character" w:customStyle="1" w:styleId="Heading1Char1">
    <w:name w:val="Heading 1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BF18CC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BF18CC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BodyTextChar1">
    <w:name w:val="Body Text Char1"/>
    <w:aliases w:val="bt Char1,body text Char1,Body Char1,Body Char2"/>
    <w:basedOn w:val="DefaultParagraphFont"/>
    <w:rsid w:val="00BF18CC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basedOn w:val="DefaultParagraphFont"/>
    <w:uiPriority w:val="99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BF18CC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BF18CC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BodyTextIndent2Char1">
    <w:name w:val="Body Text Indent 2 Char1"/>
    <w:basedOn w:val="DefaultParagraphFont"/>
    <w:rsid w:val="00BF18CC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BF18CC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BF18CC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BF18CC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BF18CC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BF18CC"/>
  </w:style>
  <w:style w:type="character" w:customStyle="1" w:styleId="st1">
    <w:name w:val="st1"/>
    <w:basedOn w:val="DefaultParagraphFont"/>
    <w:rsid w:val="00BF18CC"/>
  </w:style>
  <w:style w:type="table" w:customStyle="1" w:styleId="TableGrid1">
    <w:name w:val="Table Grid1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F05B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negative">
    <w:name w:val="number negative"/>
    <w:basedOn w:val="Normal"/>
    <w:rsid w:val="002D58C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spacing w:line="260" w:lineRule="atLeast"/>
      <w:jc w:val="right"/>
    </w:pPr>
    <w:rPr>
      <w:rFonts w:ascii="Angsana New" w:hAnsi="Angsana New"/>
      <w:sz w:val="20"/>
      <w:szCs w:val="20"/>
      <w:lang w:val="en-GB"/>
    </w:rPr>
  </w:style>
  <w:style w:type="paragraph" w:customStyle="1" w:styleId="NormalIndent2">
    <w:name w:val="Normal Indent2"/>
    <w:basedOn w:val="Normal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CharCharCharCharCharCharCharCharCharCharCharCharCharCharCharChar">
    <w:name w:val="Char Char Char Char Char Char Char Char Char Char Char Char อักขระ Char Char อักขระ Char Char อักขระ"/>
    <w:basedOn w:val="Normal"/>
    <w:uiPriority w:val="99"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21">
    <w:name w:val="Char Char221"/>
    <w:rsid w:val="0023426A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1">
    <w:name w:val="Char Char211"/>
    <w:rsid w:val="0023426A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1">
    <w:name w:val="Char Char201"/>
    <w:rsid w:val="0023426A"/>
    <w:rPr>
      <w:rFonts w:ascii="Arial" w:eastAsia="Times New Roman" w:hAnsi="Arial" w:cs="Times New Roman"/>
      <w:i/>
      <w:iCs/>
      <w:sz w:val="18"/>
      <w:szCs w:val="18"/>
    </w:rPr>
  </w:style>
  <w:style w:type="paragraph" w:customStyle="1" w:styleId="FSContent">
    <w:name w:val="FS_Content"/>
    <w:basedOn w:val="Normal"/>
    <w:link w:val="FSContent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30"/>
      <w:szCs w:val="30"/>
    </w:rPr>
  </w:style>
  <w:style w:type="character" w:customStyle="1" w:styleId="FSContentChar">
    <w:name w:val="FS_Content Char"/>
    <w:link w:val="FSContent"/>
    <w:rsid w:val="0023426A"/>
    <w:rPr>
      <w:rFonts w:ascii="Angsana New" w:eastAsia="MS Mincho" w:hAnsi="Angsana New"/>
      <w:sz w:val="30"/>
      <w:szCs w:val="30"/>
    </w:rPr>
  </w:style>
  <w:style w:type="paragraph" w:customStyle="1" w:styleId="FSBlank">
    <w:name w:val="FS_Blank"/>
    <w:basedOn w:val="Normal"/>
    <w:link w:val="FSBlankChar"/>
    <w:qFormat/>
    <w:rsid w:val="0023426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7"/>
      <w:jc w:val="thaiDistribute"/>
    </w:pPr>
    <w:rPr>
      <w:rFonts w:ascii="Angsana New" w:eastAsia="MS Mincho" w:hAnsi="Angsana New"/>
      <w:sz w:val="20"/>
      <w:szCs w:val="20"/>
    </w:rPr>
  </w:style>
  <w:style w:type="character" w:customStyle="1" w:styleId="FSBlankChar">
    <w:name w:val="FS_Blank Char"/>
    <w:link w:val="FSBlank"/>
    <w:rsid w:val="0023426A"/>
    <w:rPr>
      <w:rFonts w:ascii="Angsana New" w:eastAsia="MS Mincho" w:hAnsi="Angsana New"/>
    </w:rPr>
  </w:style>
  <w:style w:type="character" w:styleId="FootnoteReference">
    <w:name w:val="footnote reference"/>
    <w:aliases w:val="fr"/>
    <w:basedOn w:val="DefaultParagraphFont"/>
    <w:semiHidden/>
    <w:unhideWhenUsed/>
    <w:rsid w:val="006A1F9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25148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225148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22514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225148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Pa18">
    <w:name w:val="Pa18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22514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F02F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eGridLight1">
    <w:name w:val="Table Grid Light1"/>
    <w:basedOn w:val="TableNormal"/>
    <w:uiPriority w:val="40"/>
    <w:rsid w:val="007F02F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7F02F7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F02F7"/>
    <w:rPr>
      <w:color w:val="800080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7F02F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utline">
    <w:name w:val="outline"/>
    <w:basedOn w:val="Normal"/>
    <w:rsid w:val="00820F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40" w:lineRule="auto"/>
      <w:ind w:left="720" w:hanging="360"/>
      <w:jc w:val="both"/>
    </w:pPr>
    <w:rPr>
      <w:rFonts w:ascii="TimesNewRomanPS" w:eastAsiaTheme="minorHAnsi" w:hAnsi="TimesNewRomanPS" w:cs="Tahoma"/>
      <w:sz w:val="20"/>
      <w:szCs w:val="20"/>
    </w:rPr>
  </w:style>
  <w:style w:type="paragraph" w:customStyle="1" w:styleId="RNormal">
    <w:name w:val="RNormal"/>
    <w:basedOn w:val="Normal"/>
    <w:rsid w:val="00E54C0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 w:cs="Times New Roman"/>
      <w:sz w:val="22"/>
      <w:szCs w:val="24"/>
      <w:lang w:bidi="ar-SA"/>
    </w:rPr>
  </w:style>
  <w:style w:type="paragraph" w:styleId="Title">
    <w:name w:val="Title"/>
    <w:basedOn w:val="Normal"/>
    <w:next w:val="Normal"/>
    <w:link w:val="TitleChar"/>
    <w:qFormat/>
    <w:rsid w:val="00E54C08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rsid w:val="00E54C0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NoSpacing">
    <w:name w:val="No Spacing"/>
    <w:uiPriority w:val="1"/>
    <w:qFormat/>
    <w:rsid w:val="00E54C0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paragraph" w:customStyle="1" w:styleId="Subhead3">
    <w:name w:val="Subhead 3"/>
    <w:basedOn w:val="Normal"/>
    <w:link w:val="Subhead3Char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870528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870528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0528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0528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870528"/>
    <w:pPr>
      <w:spacing w:line="260" w:lineRule="atLeast"/>
    </w:pPr>
    <w:rPr>
      <w:rFonts w:ascii="Univers 45 Light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870528"/>
    <w:pPr>
      <w:spacing w:line="256" w:lineRule="atLeast"/>
    </w:pPr>
    <w:rPr>
      <w:rFonts w:ascii="Univers 45 Light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870528"/>
    <w:pPr>
      <w:spacing w:line="253" w:lineRule="atLeast"/>
    </w:pPr>
    <w:rPr>
      <w:rFonts w:ascii="Univers 45 Light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870528"/>
    <w:rPr>
      <w:rFonts w:ascii="Univers 45 Light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870528"/>
    <w:rPr>
      <w:rFonts w:ascii="Univers 45 Light" w:hAnsi="Univers 45 Light" w:cs="Angsana New"/>
      <w:color w:val="auto"/>
    </w:rPr>
  </w:style>
  <w:style w:type="character" w:customStyle="1" w:styleId="apple-converted-space">
    <w:name w:val="apple-converted-space"/>
    <w:basedOn w:val="DefaultParagraphFont"/>
    <w:rsid w:val="00870528"/>
  </w:style>
  <w:style w:type="paragraph" w:customStyle="1" w:styleId="TableParagraph">
    <w:name w:val="Table Paragraph"/>
    <w:basedOn w:val="Normal"/>
    <w:uiPriority w:val="1"/>
    <w:qFormat/>
    <w:rsid w:val="00870528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870528"/>
    <w:pPr>
      <w:spacing w:line="191" w:lineRule="atLeast"/>
    </w:pPr>
    <w:rPr>
      <w:rFonts w:ascii="Univers LT Std 45 Light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87052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aliases w:val="List 1 Level Paragraph Char,Inhaltsverzeichnis Char,List Paragraph3 Char,ย่อย3 Char,table Char,List Paragraph5 Char,วงกลม Char,(ก) List Paragraph Char,รายการย่อหน้า 1 Char,ย่อหน้า# 1 Char,List Paragraph1 Char,List Title Char,eq2 Char"/>
    <w:link w:val="ListParagraph"/>
    <w:uiPriority w:val="34"/>
    <w:qFormat/>
    <w:rsid w:val="003158BA"/>
    <w:rPr>
      <w:rFonts w:ascii="Calibri" w:eastAsia="Calibri" w:hAnsi="Calibri" w:cs="Cordia New"/>
      <w:sz w:val="22"/>
      <w:szCs w:val="28"/>
      <w:lang w:val="en-GB"/>
    </w:rPr>
  </w:style>
  <w:style w:type="character" w:customStyle="1" w:styleId="blockChar">
    <w:name w:val="block Char"/>
    <w:aliases w:val="b Char"/>
    <w:link w:val="block"/>
    <w:locked/>
    <w:rsid w:val="00FA60E3"/>
    <w:rPr>
      <w:sz w:val="22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2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DC FS">
      <a:majorFont>
        <a:latin typeface="Angsana New"/>
        <a:ea typeface=""/>
        <a:cs typeface="Angsana New"/>
      </a:majorFont>
      <a:minorFont>
        <a:latin typeface="Angsana New"/>
        <a:ea typeface=""/>
        <a:cs typeface="Angsana New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A1805-AEF8-4E62-BA99-60DE9F85E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406</Words>
  <Characters>1649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Somjai, Nigonyanont</cp:lastModifiedBy>
  <cp:revision>3</cp:revision>
  <cp:lastPrinted>2022-11-08T09:49:00Z</cp:lastPrinted>
  <dcterms:created xsi:type="dcterms:W3CDTF">2022-11-08T11:45:00Z</dcterms:created>
  <dcterms:modified xsi:type="dcterms:W3CDTF">2022-11-08T11:49:00Z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strictedRibbons">
    <vt:lpwstr>AI-T|CT-T</vt:lpwstr>
  </property>
  <property fmtid="{D5CDD505-2E9C-101B-9397-08002B2CF9AE}" pid="3" name="SiteSource">
    <vt:lpwstr>Workgroup</vt:lpwstr>
  </property>
  <property fmtid="{D5CDD505-2E9C-101B-9397-08002B2CF9AE}" pid="4" name="OnLine">
    <vt:lpwstr>False</vt:lpwstr>
  </property>
  <property fmtid="{D5CDD505-2E9C-101B-9397-08002B2CF9AE}" pid="5" name="IsMembershipServiceImplemented">
    <vt:lpwstr>False</vt:lpwstr>
  </property>
  <property fmtid="{D5CDD505-2E9C-101B-9397-08002B2CF9AE}" pid="6" name="Version">
    <vt:lpwstr>V1</vt:lpwstr>
  </property>
  <property fmtid="{D5CDD505-2E9C-101B-9397-08002B2CF9AE}" pid="7" name="Product">
    <vt:lpwstr>eAudIT2016</vt:lpwstr>
  </property>
  <property fmtid="{D5CDD505-2E9C-101B-9397-08002B2CF9AE}" pid="8" name="ResourceDBName">
    <vt:lpwstr>eAudITAppDB2016_FSAV1</vt:lpwstr>
  </property>
  <property fmtid="{D5CDD505-2E9C-101B-9397-08002B2CF9AE}" pid="9" name="SiteType">
    <vt:lpwstr>Engagement2016</vt:lpwstr>
  </property>
  <property fmtid="{D5CDD505-2E9C-101B-9397-08002B2CF9AE}" pid="10" name="FilePath">
    <vt:lpwstr>C:\ProgramData\eAudIT\DM\e6819730-8a52-4133-be3d-7d13ac41ab58\ReadOnlyDocs\\4.6.2.0030Vending Corporation a161a-12t-.docx</vt:lpwstr>
  </property>
  <property fmtid="{D5CDD505-2E9C-101B-9397-08002B2CF9AE}" pid="11" name="Locale">
    <vt:lpwstr>en</vt:lpwstr>
  </property>
  <property fmtid="{D5CDD505-2E9C-101B-9397-08002B2CF9AE}" pid="12" name="ComponentName">
    <vt:lpwstr>Vending Corporation Co., Ltd. 31-Dec-16</vt:lpwstr>
  </property>
  <property fmtid="{D5CDD505-2E9C-101B-9397-08002B2CF9AE}" pid="13" name="ComponentID">
    <vt:lpwstr>1CC699D1-987D-42BE-8A23-CAD3EA4D3522</vt:lpwstr>
  </property>
  <property fmtid="{D5CDD505-2E9C-101B-9397-08002B2CF9AE}" pid="14" name="DocumentID">
    <vt:lpwstr>CE901F53-6EF2-40BC-9678-897783E4377E</vt:lpwstr>
  </property>
  <property fmtid="{D5CDD505-2E9C-101B-9397-08002B2CF9AE}" pid="15" name="LibraryID">
    <vt:lpwstr>Audit Files</vt:lpwstr>
  </property>
  <property fmtid="{D5CDD505-2E9C-101B-9397-08002B2CF9AE}" pid="16" name="EngagementID">
    <vt:lpwstr>e6819730-8a52-4133-be3d-7d13ac41ab58</vt:lpwstr>
  </property>
</Properties>
</file>