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82B9" w14:textId="77777777" w:rsidR="003D743A" w:rsidRPr="004C12BD" w:rsidRDefault="003D743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  <w:bookmarkStart w:id="0" w:name="Title"/>
    </w:p>
    <w:p w14:paraId="3A38B119" w14:textId="77777777" w:rsidR="00662D6D" w:rsidRPr="00BD488B" w:rsidRDefault="00662D6D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trike/>
        </w:rPr>
      </w:pPr>
    </w:p>
    <w:p w14:paraId="2BEEE74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072B1E1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1C2DC13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2259BCDD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67AF1D02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43F8D4CE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3C08BF13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36970662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ADCA635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DE11977" w14:textId="77777777" w:rsidR="006F6438" w:rsidRPr="00FC3D7D" w:rsidRDefault="006F6438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</w:rPr>
      </w:pPr>
      <w:bookmarkStart w:id="1" w:name="Start"/>
      <w:bookmarkEnd w:id="0"/>
      <w:bookmarkEnd w:id="1"/>
    </w:p>
    <w:p w14:paraId="5E0B4E88" w14:textId="5A0CAEEC" w:rsidR="00F668EB" w:rsidRPr="007929E5" w:rsidRDefault="00F668EB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  <w:cs/>
        </w:rPr>
      </w:pPr>
      <w:r w:rsidRPr="007929E5">
        <w:rPr>
          <w:rFonts w:ascii="Angsana New" w:hAnsi="Angsana New" w:cs="Angsana New"/>
          <w:sz w:val="52"/>
          <w:szCs w:val="52"/>
          <w:cs/>
        </w:rPr>
        <w:t>บริษัท สบาย เทคโนโลยี จำกัด (มหาชน)</w:t>
      </w:r>
      <w:r w:rsidR="008209B8" w:rsidRPr="007929E5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730A15" w14:textId="5D6F2EA7" w:rsidR="006F6438" w:rsidRPr="007929E5" w:rsidRDefault="002D2D89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6375"/>
        </w:tabs>
        <w:spacing w:line="240" w:lineRule="auto"/>
        <w:rPr>
          <w:rFonts w:ascii="Angsana New" w:hAnsi="Angsana New" w:cs="Angsana New"/>
          <w:sz w:val="44"/>
          <w:szCs w:val="44"/>
          <w:cs/>
        </w:rPr>
      </w:pPr>
      <w:r w:rsidRPr="007929E5">
        <w:rPr>
          <w:rFonts w:ascii="Angsana New" w:hAnsi="Angsana New" w:cs="Angsana New"/>
          <w:sz w:val="44"/>
          <w:szCs w:val="44"/>
        </w:rPr>
        <w:tab/>
      </w:r>
      <w:r w:rsidRPr="007929E5">
        <w:rPr>
          <w:rFonts w:ascii="Angsana New" w:hAnsi="Angsana New" w:cs="Angsana New"/>
          <w:sz w:val="44"/>
          <w:szCs w:val="44"/>
        </w:rPr>
        <w:tab/>
      </w:r>
    </w:p>
    <w:p w14:paraId="6656A822" w14:textId="10D17428" w:rsidR="002357BF" w:rsidRPr="007929E5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7929E5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งบการเงินสำหรับปีสิ้นสุดวันที่</w:t>
      </w:r>
      <w:r w:rsidR="0004341B">
        <w:rPr>
          <w:rFonts w:ascii="Angsana New" w:hAnsi="Angsana New" w:cs="Angsana New"/>
          <w:b w:val="0"/>
          <w:bCs w:val="0"/>
          <w:sz w:val="32"/>
          <w:szCs w:val="32"/>
        </w:rPr>
        <w:t xml:space="preserve"> 31 </w:t>
      </w:r>
      <w:r w:rsidRPr="007929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ธันวาคม </w:t>
      </w:r>
      <w:r w:rsidRPr="007929E5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AA312D">
        <w:rPr>
          <w:rFonts w:ascii="Angsana New" w:hAnsi="Angsana New" w:cs="Angsana New"/>
          <w:b w:val="0"/>
          <w:bCs w:val="0"/>
          <w:sz w:val="32"/>
          <w:szCs w:val="32"/>
        </w:rPr>
        <w:t>5</w:t>
      </w:r>
    </w:p>
    <w:p w14:paraId="257D1EC2" w14:textId="77777777" w:rsidR="002357BF" w:rsidRPr="007929E5" w:rsidRDefault="002357BF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7929E5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4C11BC5C" w14:textId="77777777" w:rsidR="002357BF" w:rsidRPr="007929E5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</w:rPr>
      </w:pPr>
      <w:r w:rsidRPr="007929E5">
        <w:rPr>
          <w:rFonts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5F7404FD" w14:textId="77777777" w:rsidR="00C27EA7" w:rsidRPr="007929E5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32"/>
          <w:szCs w:val="32"/>
        </w:rPr>
      </w:pPr>
    </w:p>
    <w:p w14:paraId="00F04983" w14:textId="77777777" w:rsidR="003D4E48" w:rsidRPr="007929E5" w:rsidRDefault="003D4E48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  <w:sectPr w:rsidR="003D4E48" w:rsidRPr="007929E5" w:rsidSect="00425A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9" w:h="16834" w:code="9"/>
          <w:pgMar w:top="691" w:right="1152" w:bottom="576" w:left="1152" w:header="720" w:footer="720" w:gutter="0"/>
          <w:paperSrc w:first="7" w:other="7"/>
          <w:pgNumType w:start="0"/>
          <w:cols w:space="720"/>
        </w:sectPr>
      </w:pPr>
    </w:p>
    <w:p w14:paraId="1D40D3C6" w14:textId="77777777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5B091AB6" w14:textId="77777777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7529DE9" w14:textId="630E3642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334478E4" w14:textId="64DE806B" w:rsidR="00277F38" w:rsidRPr="007929E5" w:rsidRDefault="00277F3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46F16E8C" w14:textId="77777777" w:rsidR="00277F38" w:rsidRPr="007929E5" w:rsidRDefault="00277F3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  <w:cs/>
        </w:rPr>
      </w:pPr>
    </w:p>
    <w:p w14:paraId="0780B117" w14:textId="77777777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6F1670BB" w14:textId="77777777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4CBB9151" w14:textId="77777777" w:rsidR="005536F0" w:rsidRDefault="005536F0" w:rsidP="00E54C08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430F7DB3" w14:textId="49DD6013" w:rsidR="00E54C08" w:rsidRPr="007929E5" w:rsidRDefault="00E54C08" w:rsidP="00E54C08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7929E5">
        <w:rPr>
          <w:rFonts w:ascii="Angsana New" w:hAnsi="Angsana New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445622E7" w14:textId="77777777" w:rsidR="00E54C08" w:rsidRPr="007929E5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1D83613C" w14:textId="77777777" w:rsidR="00E54C08" w:rsidRPr="007929E5" w:rsidRDefault="00E54C08" w:rsidP="00E54C08">
      <w:pPr>
        <w:rPr>
          <w:rFonts w:ascii="Angsana New" w:hAnsi="Angsana New"/>
          <w:b/>
          <w:bCs/>
          <w:sz w:val="30"/>
          <w:szCs w:val="30"/>
        </w:rPr>
      </w:pPr>
      <w:r w:rsidRPr="007929E5">
        <w:rPr>
          <w:rFonts w:ascii="Angsana New" w:hAnsi="Angsana New"/>
          <w:b/>
          <w:bCs/>
          <w:sz w:val="30"/>
          <w:szCs w:val="30"/>
          <w:cs/>
        </w:rPr>
        <w:t>เสนอ ผู้ถือหุ้น</w:t>
      </w:r>
      <w:bookmarkStart w:id="2" w:name="_Hlk30690100"/>
      <w:r w:rsidRPr="007929E5">
        <w:rPr>
          <w:rFonts w:ascii="Angsana New" w:hAnsi="Angsana New"/>
          <w:b/>
          <w:bCs/>
          <w:sz w:val="30"/>
          <w:szCs w:val="30"/>
          <w:cs/>
        </w:rPr>
        <w:t>บริษัท สบาย เทคโนโลยี จำกัด (มหาชน)</w:t>
      </w:r>
      <w:bookmarkEnd w:id="2"/>
    </w:p>
    <w:p w14:paraId="260E9728" w14:textId="77777777" w:rsidR="00E54C08" w:rsidRPr="007929E5" w:rsidRDefault="00E54C08" w:rsidP="00E54C08">
      <w:pPr>
        <w:rPr>
          <w:rFonts w:ascii="Angsana New" w:hAnsi="Angsana New"/>
          <w:b/>
          <w:bCs/>
          <w:sz w:val="30"/>
          <w:szCs w:val="30"/>
          <w:cs/>
        </w:rPr>
      </w:pPr>
    </w:p>
    <w:p w14:paraId="18C99C38" w14:textId="77777777" w:rsidR="00E54C08" w:rsidRPr="007929E5" w:rsidRDefault="00E54C08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7929E5">
        <w:rPr>
          <w:rFonts w:ascii="Angsana New" w:eastAsia="Calibri" w:hAnsi="Angsana New"/>
          <w:i/>
          <w:iCs/>
          <w:sz w:val="30"/>
          <w:szCs w:val="30"/>
          <w:cs/>
        </w:rPr>
        <w:t>ความเห็น</w:t>
      </w:r>
    </w:p>
    <w:p w14:paraId="097ADD26" w14:textId="77777777" w:rsidR="00E54C08" w:rsidRPr="007929E5" w:rsidRDefault="00E54C08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4982B540" w14:textId="18CC4E61" w:rsidR="00E54C08" w:rsidRPr="007929E5" w:rsidRDefault="00E54C08" w:rsidP="00E54C08">
      <w:pPr>
        <w:jc w:val="thaiDistribute"/>
        <w:rPr>
          <w:rFonts w:ascii="Angsana New" w:eastAsia="Calibri" w:hAnsi="Angsana New"/>
          <w:sz w:val="30"/>
          <w:szCs w:val="30"/>
          <w:rtl/>
          <w:cs/>
        </w:rPr>
      </w:pPr>
      <w:r w:rsidRPr="007929E5">
        <w:rPr>
          <w:rFonts w:ascii="Angsana New" w:eastAsia="Calibri" w:hAnsi="Angsana New"/>
          <w:spacing w:val="-6"/>
          <w:sz w:val="30"/>
          <w:szCs w:val="30"/>
          <w:cs/>
        </w:rPr>
        <w:t>ข้าพเจ้าได้ตรวจสอบงบการเงินรวมและงบการเงินเฉพาะกิจการ</w:t>
      </w:r>
      <w:r w:rsidRPr="007929E5">
        <w:rPr>
          <w:rFonts w:ascii="Angsana New" w:eastAsia="Calibri" w:hAnsi="Angsana New" w:hint="cs"/>
          <w:spacing w:val="-6"/>
          <w:sz w:val="30"/>
          <w:szCs w:val="30"/>
          <w:cs/>
        </w:rPr>
        <w:t>ของ</w:t>
      </w:r>
      <w:r w:rsidRPr="007929E5">
        <w:rPr>
          <w:rFonts w:ascii="Angsana New" w:eastAsia="Calibri" w:hAnsi="Angsana New"/>
          <w:spacing w:val="-6"/>
          <w:sz w:val="30"/>
          <w:szCs w:val="30"/>
          <w:cs/>
        </w:rPr>
        <w:t>บริษัท สบาย เทคโนโลยี จำกัด (มหาชน)</w:t>
      </w:r>
      <w:r w:rsidRPr="007929E5">
        <w:rPr>
          <w:rFonts w:ascii="Angsana New" w:eastAsia="Calibri" w:hAnsi="Angsana New" w:hint="cs"/>
          <w:spacing w:val="-6"/>
          <w:sz w:val="30"/>
          <w:szCs w:val="30"/>
          <w:cs/>
        </w:rPr>
        <w:t xml:space="preserve"> และบริษัทย่อย</w:t>
      </w:r>
      <w:r w:rsidRPr="007929E5">
        <w:rPr>
          <w:rFonts w:ascii="Angsana New" w:eastAsia="Calibri" w:hAnsi="Angsana New" w:hint="cs"/>
          <w:sz w:val="30"/>
          <w:szCs w:val="30"/>
          <w:cs/>
        </w:rPr>
        <w:t xml:space="preserve"> (</w:t>
      </w:r>
      <w:r w:rsidRPr="007929E5">
        <w:rPr>
          <w:rFonts w:ascii="Angsana New" w:eastAsia="Calibri" w:hAnsi="Angsana New"/>
          <w:sz w:val="30"/>
          <w:szCs w:val="30"/>
        </w:rPr>
        <w:t>“</w:t>
      </w:r>
      <w:r w:rsidRPr="007929E5">
        <w:rPr>
          <w:rFonts w:ascii="Angsana New" w:eastAsia="Calibri" w:hAnsi="Angsana New" w:hint="cs"/>
          <w:sz w:val="30"/>
          <w:szCs w:val="30"/>
          <w:cs/>
        </w:rPr>
        <w:t>กลุ่มบริษัท</w:t>
      </w:r>
      <w:r w:rsidRPr="007929E5">
        <w:rPr>
          <w:rFonts w:ascii="Angsana New" w:eastAsia="Calibri" w:hAnsi="Angsana New"/>
          <w:sz w:val="30"/>
          <w:szCs w:val="30"/>
        </w:rPr>
        <w:t>”</w:t>
      </w:r>
      <w:r w:rsidRPr="007929E5">
        <w:rPr>
          <w:rFonts w:ascii="Angsana New" w:eastAsia="Calibri" w:hAnsi="Angsana New" w:hint="cs"/>
          <w:sz w:val="30"/>
          <w:szCs w:val="30"/>
          <w:cs/>
        </w:rPr>
        <w:t xml:space="preserve">) </w:t>
      </w:r>
      <w:r w:rsidRPr="007929E5">
        <w:rPr>
          <w:rFonts w:ascii="Angsana New" w:eastAsia="Calibri" w:hAnsi="Angsana New"/>
          <w:sz w:val="30"/>
          <w:szCs w:val="30"/>
          <w:cs/>
        </w:rPr>
        <w:t>และ</w:t>
      </w:r>
      <w:r w:rsidRPr="007929E5">
        <w:rPr>
          <w:rFonts w:ascii="Angsana New" w:eastAsia="Calibri" w:hAnsi="Angsana New" w:hint="cs"/>
          <w:sz w:val="30"/>
          <w:szCs w:val="30"/>
          <w:cs/>
        </w:rPr>
        <w:t>ของเฉพาะ</w:t>
      </w:r>
      <w:r w:rsidRPr="007929E5">
        <w:rPr>
          <w:rFonts w:ascii="Angsana New" w:eastAsia="Calibri" w:hAnsi="Angsana New"/>
          <w:sz w:val="30"/>
          <w:szCs w:val="30"/>
          <w:cs/>
        </w:rPr>
        <w:t>บริษัท สบาย เทคโนโลยี จำกัด (มหาชน)</w:t>
      </w:r>
      <w:r w:rsidR="005536F0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</w:rPr>
        <w:t>(“</w:t>
      </w:r>
      <w:r w:rsidRPr="007929E5">
        <w:rPr>
          <w:rFonts w:ascii="Angsana New" w:eastAsia="Calibri" w:hAnsi="Angsana New" w:hint="cs"/>
          <w:sz w:val="30"/>
          <w:szCs w:val="30"/>
          <w:cs/>
        </w:rPr>
        <w:t>บริษัท</w:t>
      </w:r>
      <w:r w:rsidRPr="007929E5">
        <w:rPr>
          <w:rFonts w:ascii="Angsana New" w:eastAsia="Calibri" w:hAnsi="Angsana New"/>
          <w:sz w:val="30"/>
          <w:szCs w:val="30"/>
        </w:rPr>
        <w:t xml:space="preserve">”) </w:t>
      </w:r>
      <w:r w:rsidRPr="007929E5">
        <w:rPr>
          <w:rFonts w:ascii="Angsana New" w:eastAsia="Calibri" w:hAnsi="Angsana New" w:hint="cs"/>
          <w:sz w:val="30"/>
          <w:szCs w:val="30"/>
          <w:cs/>
        </w:rPr>
        <w:t xml:space="preserve">ตามลำดับ ซึ่งประกอบด้วย </w:t>
      </w:r>
      <w:r w:rsidRPr="007929E5">
        <w:rPr>
          <w:rFonts w:ascii="Angsana New" w:eastAsia="Calibri" w:hAnsi="Angsana New"/>
          <w:sz w:val="30"/>
          <w:szCs w:val="30"/>
        </w:rPr>
        <w:t xml:space="preserve">                 </w:t>
      </w:r>
      <w:r w:rsidR="005536F0">
        <w:rPr>
          <w:rFonts w:ascii="Angsana New" w:eastAsia="Calibri" w:hAnsi="Angsana New"/>
          <w:sz w:val="30"/>
          <w:szCs w:val="30"/>
        </w:rPr>
        <w:t xml:space="preserve">   </w:t>
      </w:r>
      <w:r w:rsidRPr="007929E5">
        <w:rPr>
          <w:rFonts w:ascii="Angsana New" w:eastAsia="Calibri" w:hAnsi="Angsana New"/>
          <w:sz w:val="30"/>
          <w:szCs w:val="30"/>
          <w:rtl/>
          <w:cs/>
        </w:rPr>
        <w:t>งบแสดงฐานะการเงินรวมและงบแสดงฐานะการเงินเฉพาะกิจการ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ณ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7929E5">
        <w:rPr>
          <w:rFonts w:ascii="Angsana New" w:eastAsia="Calibri" w:hAnsi="Angsana New"/>
          <w:sz w:val="30"/>
          <w:szCs w:val="30"/>
        </w:rPr>
        <w:t xml:space="preserve">31 </w:t>
      </w:r>
      <w:r w:rsidRPr="007929E5">
        <w:rPr>
          <w:rFonts w:ascii="Angsana New" w:eastAsia="Calibri" w:hAnsi="Angsana New"/>
          <w:sz w:val="30"/>
          <w:szCs w:val="30"/>
          <w:cs/>
        </w:rPr>
        <w:t>ธันวาคม</w:t>
      </w:r>
      <w:r w:rsidRPr="007929E5">
        <w:rPr>
          <w:rFonts w:ascii="Angsana New" w:eastAsia="Calibri" w:hAnsi="Angsana New"/>
          <w:sz w:val="30"/>
          <w:szCs w:val="30"/>
        </w:rPr>
        <w:t xml:space="preserve"> 256</w:t>
      </w:r>
      <w:r w:rsidR="00AA312D">
        <w:rPr>
          <w:rFonts w:ascii="Angsana New" w:eastAsia="Calibri" w:hAnsi="Angsana New"/>
          <w:sz w:val="30"/>
          <w:szCs w:val="30"/>
        </w:rPr>
        <w:t>5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สำหรับปีสิ้นสุดวันเดียวกัน รวมถึงหมายเหตุซึ่งประกอบด้วยสรุปนโยบายการบัญชีที่สำคัญและเรื่องอื่นๆ</w:t>
      </w:r>
    </w:p>
    <w:p w14:paraId="367025CD" w14:textId="77777777" w:rsidR="00E54C08" w:rsidRPr="007929E5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0767033E" w14:textId="7E7E6D74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  <w:rtl/>
          <w:cs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วันที่</w:t>
      </w:r>
      <w:r w:rsidRPr="007929E5">
        <w:rPr>
          <w:rFonts w:ascii="Angsana New" w:eastAsia="Calibri" w:hAnsi="Angsana New"/>
          <w:sz w:val="30"/>
          <w:szCs w:val="30"/>
        </w:rPr>
        <w:t xml:space="preserve"> 31 </w:t>
      </w:r>
      <w:r w:rsidRPr="007929E5">
        <w:rPr>
          <w:rFonts w:ascii="Angsana New" w:eastAsia="Calibri" w:hAnsi="Angsana New"/>
          <w:sz w:val="30"/>
          <w:szCs w:val="30"/>
          <w:cs/>
        </w:rPr>
        <w:t xml:space="preserve">ธันวาคม </w:t>
      </w:r>
      <w:r w:rsidRPr="007929E5">
        <w:rPr>
          <w:rFonts w:ascii="Angsana New" w:eastAsia="Calibri" w:hAnsi="Angsana New"/>
          <w:sz w:val="30"/>
          <w:szCs w:val="30"/>
        </w:rPr>
        <w:t>256</w:t>
      </w:r>
      <w:r w:rsidR="00AA312D">
        <w:rPr>
          <w:rFonts w:ascii="Angsana New" w:eastAsia="Calibri" w:hAnsi="Angsana New"/>
          <w:sz w:val="30"/>
          <w:szCs w:val="30"/>
        </w:rPr>
        <w:t>5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สำหรับ</w:t>
      </w:r>
      <w:r w:rsidRPr="007929E5">
        <w:rPr>
          <w:rFonts w:ascii="Angsana New" w:hAnsi="Angsana New"/>
          <w:sz w:val="30"/>
          <w:szCs w:val="30"/>
          <w:cs/>
        </w:rPr>
        <w:t>ปีสิ้นสุดวันเดียวกัน</w:t>
      </w:r>
      <w:r w:rsidRPr="007929E5">
        <w:rPr>
          <w:rFonts w:ascii="Angsana New" w:eastAsia="Calibri" w:hAnsi="Angsana New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</w:t>
      </w:r>
      <w:r w:rsidRPr="007929E5">
        <w:rPr>
          <w:rFonts w:ascii="Angsana New" w:hAnsi="Angsana New"/>
          <w:sz w:val="30"/>
          <w:szCs w:val="30"/>
          <w:cs/>
        </w:rPr>
        <w:t>น</w:t>
      </w:r>
    </w:p>
    <w:p w14:paraId="15F405DE" w14:textId="77777777" w:rsidR="00E54C08" w:rsidRPr="007929E5" w:rsidRDefault="00E54C08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  <w:rtl/>
          <w:cs/>
        </w:rPr>
      </w:pPr>
    </w:p>
    <w:p w14:paraId="4D91CCCC" w14:textId="77777777" w:rsidR="00E54C08" w:rsidRPr="007929E5" w:rsidRDefault="00E54C08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7929E5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6D6A7BF5" w14:textId="77777777" w:rsidR="00E54C08" w:rsidRPr="007929E5" w:rsidRDefault="00E54C08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29225BA5" w14:textId="435DE6F9" w:rsidR="00E54C08" w:rsidRPr="007929E5" w:rsidRDefault="00E54C08" w:rsidP="00E54C08">
      <w:pPr>
        <w:autoSpaceDE w:val="0"/>
        <w:autoSpaceDN w:val="0"/>
        <w:adjustRightInd w:val="0"/>
        <w:jc w:val="thaiDistribute"/>
        <w:rPr>
          <w:i/>
          <w:iCs/>
          <w:color w:val="000000"/>
          <w:sz w:val="22"/>
          <w:szCs w:val="22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Pr="007929E5">
        <w:rPr>
          <w:rFonts w:ascii="Angsana New" w:eastAsia="Calibri" w:hAnsi="Angsana New" w:hint="cs"/>
          <w:sz w:val="30"/>
          <w:szCs w:val="30"/>
          <w:cs/>
        </w:rPr>
        <w:t xml:space="preserve">วรรค    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 w:hint="cs"/>
          <w:sz w:val="30"/>
          <w:szCs w:val="30"/>
          <w:cs/>
        </w:rPr>
        <w:t xml:space="preserve">   </w:t>
      </w:r>
      <w:r w:rsidRPr="007929E5">
        <w:rPr>
          <w:rFonts w:ascii="Angsana New" w:eastAsia="Calibri" w:hAnsi="Angsana New"/>
          <w:sz w:val="30"/>
          <w:szCs w:val="30"/>
        </w:rPr>
        <w:t xml:space="preserve">         </w:t>
      </w:r>
      <w:r w:rsidR="00A51ED0">
        <w:rPr>
          <w:rFonts w:ascii="Angsana New" w:eastAsia="Calibri" w:hAnsi="Angsana New"/>
          <w:sz w:val="30"/>
          <w:szCs w:val="30"/>
        </w:rPr>
        <w:t xml:space="preserve">   </w:t>
      </w:r>
      <w:r w:rsidRPr="007929E5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7929E5">
        <w:rPr>
          <w:rFonts w:ascii="Angsana New" w:eastAsia="Calibri" w:hAnsi="Angsana New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</w:t>
      </w:r>
      <w:r w:rsidR="00BA3821" w:rsidRPr="00BA3821">
        <w:rPr>
          <w:rFonts w:ascii="Angsana New" w:eastAsia="Calibri" w:hAnsi="Angsana New"/>
          <w:i/>
          <w:iCs/>
          <w:sz w:val="30"/>
          <w:szCs w:val="30"/>
          <w:cs/>
        </w:rPr>
        <w:t>ประมวลจรรยาบรรณของผู้ประกอบวิชาชีพบัญชี รวมถึง มาตรฐานเรื่องความเป็นอิสระ</w:t>
      </w:r>
      <w:r w:rsidR="00BA3821" w:rsidRPr="00BA3821">
        <w:rPr>
          <w:rFonts w:ascii="Angsana New" w:eastAsia="Calibri" w:hAnsi="Angsana New"/>
          <w:sz w:val="30"/>
          <w:szCs w:val="30"/>
          <w:cs/>
        </w:rPr>
        <w:t xml:space="preserve"> ที่กำหนดโดยสภาวิชาชีพบัญชี (ประมวลจรรยาบรรณของผู้ประกอบวิชาชีพบัญชี)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ในส่วนที่เกี่ยวข้อง</w:t>
      </w:r>
      <w:r w:rsidRPr="00BA3821">
        <w:rPr>
          <w:rFonts w:ascii="Angsana New" w:eastAsia="Calibri" w:hAnsi="Angsana New"/>
          <w:spacing w:val="-6"/>
          <w:sz w:val="30"/>
          <w:szCs w:val="30"/>
          <w:cs/>
        </w:rPr>
        <w:t>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</w:t>
      </w:r>
      <w:r w:rsidRPr="00BA3821">
        <w:rPr>
          <w:rFonts w:ascii="Angsana New" w:eastAsia="Calibri" w:hAnsi="Angsana New"/>
          <w:spacing w:val="-6"/>
          <w:sz w:val="30"/>
          <w:szCs w:val="30"/>
        </w:rPr>
        <w:t xml:space="preserve"> </w:t>
      </w:r>
      <w:r w:rsidRPr="00BA3821">
        <w:rPr>
          <w:rFonts w:ascii="Angsana New" w:eastAsia="Calibri" w:hAnsi="Angsana New"/>
          <w:spacing w:val="-6"/>
          <w:sz w:val="30"/>
          <w:szCs w:val="30"/>
          <w:cs/>
        </w:rPr>
        <w:t>ๆ</w:t>
      </w:r>
      <w:r w:rsidRPr="007929E5">
        <w:rPr>
          <w:rFonts w:ascii="Angsana New" w:eastAsia="Calibri" w:hAnsi="Angsana New"/>
          <w:sz w:val="30"/>
          <w:szCs w:val="30"/>
          <w:cs/>
        </w:rPr>
        <w:t xml:space="preserve"> </w:t>
      </w:r>
      <w:r w:rsidR="00BA3821" w:rsidRPr="00BA3821">
        <w:rPr>
          <w:rFonts w:ascii="Angsana New" w:eastAsia="Calibri" w:hAnsi="Angsana New"/>
          <w:sz w:val="30"/>
          <w:szCs w:val="30"/>
          <w:cs/>
        </w:rPr>
        <w:t>ตามประมวลจรรยาบรรณของผู้ประกอบวิชาชีพบัญชี</w:t>
      </w:r>
      <w:r w:rsidR="00BA3821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1FE77F97" w14:textId="77777777" w:rsidR="00E54C08" w:rsidRPr="007929E5" w:rsidRDefault="00E54C08" w:rsidP="00E54C08">
      <w:pPr>
        <w:pStyle w:val="RNormal"/>
        <w:jc w:val="thaiDistribute"/>
      </w:pPr>
    </w:p>
    <w:p w14:paraId="7FFB7D0D" w14:textId="77777777" w:rsidR="00D404A1" w:rsidRDefault="00D404A1" w:rsidP="00E54C08">
      <w:pPr>
        <w:pStyle w:val="RNormal"/>
        <w:jc w:val="thaiDistribute"/>
        <w:rPr>
          <w:rFonts w:cstheme="minorBidi"/>
          <w:lang w:bidi="th-TH"/>
        </w:rPr>
      </w:pPr>
    </w:p>
    <w:p w14:paraId="26228350" w14:textId="1C8DAA8D" w:rsidR="00B23AA9" w:rsidRPr="007929E5" w:rsidRDefault="00B23AA9" w:rsidP="00E54C08">
      <w:pPr>
        <w:pStyle w:val="RNormal"/>
        <w:jc w:val="thaiDistribute"/>
        <w:rPr>
          <w:rFonts w:cstheme="minorBidi"/>
          <w:cs/>
          <w:lang w:bidi="th-TH"/>
        </w:rPr>
        <w:sectPr w:rsidR="00B23AA9" w:rsidRPr="007929E5" w:rsidSect="00425AF1">
          <w:headerReference w:type="default" r:id="rId14"/>
          <w:footerReference w:type="default" r:id="rId15"/>
          <w:footerReference w:type="first" r:id="rId16"/>
          <w:type w:val="nextColumn"/>
          <w:pgSz w:w="11909" w:h="16834" w:code="9"/>
          <w:pgMar w:top="691" w:right="1152" w:bottom="576" w:left="1152" w:header="720" w:footer="720" w:gutter="0"/>
          <w:paperSrc w:first="7" w:other="7"/>
          <w:cols w:space="720"/>
          <w:noEndnote/>
        </w:sectPr>
      </w:pPr>
    </w:p>
    <w:p w14:paraId="2344499D" w14:textId="77777777" w:rsidR="002A345D" w:rsidRDefault="002A345D" w:rsidP="002A345D">
      <w:pPr>
        <w:jc w:val="thaiDistribute"/>
        <w:rPr>
          <w:rFonts w:ascii="Angsana New" w:eastAsia="Calibri" w:hAnsi="Angsana New"/>
          <w:i/>
          <w:iCs/>
          <w:sz w:val="30"/>
          <w:szCs w:val="30"/>
          <w:cs/>
        </w:rPr>
      </w:pPr>
      <w:r>
        <w:rPr>
          <w:rFonts w:ascii="Angsana New" w:eastAsia="Calibri" w:hAnsi="Angsana New" w:hint="cs"/>
          <w:i/>
          <w:iCs/>
          <w:sz w:val="30"/>
          <w:szCs w:val="30"/>
          <w:cs/>
        </w:rPr>
        <w:lastRenderedPageBreak/>
        <w:t>ข้อมูลและเหตุการณ์ที่เน้น</w:t>
      </w:r>
    </w:p>
    <w:p w14:paraId="0DC8CD73" w14:textId="77777777" w:rsidR="002A345D" w:rsidRPr="00766750" w:rsidRDefault="002A345D" w:rsidP="002A345D">
      <w:pPr>
        <w:spacing w:line="259" w:lineRule="auto"/>
        <w:jc w:val="thaiDistribute"/>
        <w:rPr>
          <w:rFonts w:ascii="Angsana New" w:eastAsia="Calibri" w:hAnsi="Angsana New"/>
          <w:sz w:val="30"/>
          <w:szCs w:val="30"/>
        </w:rPr>
      </w:pPr>
    </w:p>
    <w:p w14:paraId="6B7E7E34" w14:textId="365998FF" w:rsidR="002A345D" w:rsidRPr="00B23AA9" w:rsidRDefault="002A345D" w:rsidP="002A345D">
      <w:pPr>
        <w:spacing w:line="259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B23AA9">
        <w:rPr>
          <w:rFonts w:ascii="Angsana New" w:eastAsia="Calibri" w:hAnsi="Angsana New"/>
          <w:sz w:val="30"/>
          <w:szCs w:val="30"/>
          <w:cs/>
        </w:rPr>
        <w:t>ข้าพเจ้าขอให้สังเกตหมายเหตุข้อ</w:t>
      </w:r>
      <w:r>
        <w:rPr>
          <w:rFonts w:ascii="Angsana New" w:eastAsia="Calibri" w:hAnsi="Angsana New"/>
          <w:sz w:val="30"/>
          <w:szCs w:val="30"/>
        </w:rPr>
        <w:t xml:space="preserve"> 4</w:t>
      </w:r>
      <w:r w:rsidRPr="00B23AA9">
        <w:rPr>
          <w:rFonts w:ascii="Angsana New" w:eastAsia="Calibri" w:hAnsi="Angsana New"/>
          <w:sz w:val="30"/>
          <w:szCs w:val="30"/>
        </w:rPr>
        <w:t xml:space="preserve"> </w:t>
      </w:r>
      <w:r w:rsidRPr="00B23AA9">
        <w:rPr>
          <w:rFonts w:ascii="Angsana New" w:eastAsia="Calibri" w:hAnsi="Angsana New"/>
          <w:sz w:val="30"/>
          <w:szCs w:val="30"/>
          <w:cs/>
        </w:rPr>
        <w:t>ในระหว่างปีสิ้นสุดวันที่</w:t>
      </w:r>
      <w:r>
        <w:rPr>
          <w:rFonts w:ascii="Angsana New" w:eastAsia="Calibri" w:hAnsi="Angsana New"/>
          <w:sz w:val="30"/>
          <w:szCs w:val="30"/>
        </w:rPr>
        <w:t xml:space="preserve"> 31 </w:t>
      </w:r>
      <w:r>
        <w:rPr>
          <w:rFonts w:ascii="Angsana New" w:eastAsia="Calibri" w:hAnsi="Angsana New" w:hint="cs"/>
          <w:sz w:val="30"/>
          <w:szCs w:val="30"/>
          <w:cs/>
        </w:rPr>
        <w:t xml:space="preserve">ธันวาคม </w:t>
      </w:r>
      <w:r>
        <w:rPr>
          <w:rFonts w:ascii="Angsana New" w:eastAsia="Calibri" w:hAnsi="Angsana New"/>
          <w:sz w:val="30"/>
          <w:szCs w:val="30"/>
        </w:rPr>
        <w:t xml:space="preserve">2565 </w:t>
      </w:r>
      <w:r w:rsidRPr="00B23AA9">
        <w:rPr>
          <w:rFonts w:ascii="Angsana New" w:eastAsia="Calibri" w:hAnsi="Angsana New"/>
          <w:sz w:val="30"/>
          <w:szCs w:val="30"/>
          <w:cs/>
        </w:rPr>
        <w:t>กลุ่มบริษัทได้เข้าซื้อธุรกิจ</w:t>
      </w:r>
      <w:r>
        <w:rPr>
          <w:rFonts w:ascii="Angsana New" w:eastAsia="Calibri" w:hAnsi="Angsana New" w:hint="cs"/>
          <w:sz w:val="30"/>
          <w:szCs w:val="30"/>
          <w:cs/>
        </w:rPr>
        <w:t>หลาย</w:t>
      </w:r>
      <w:r w:rsidRPr="00B23AA9">
        <w:rPr>
          <w:rFonts w:ascii="Angsana New" w:eastAsia="Calibri" w:hAnsi="Angsana New"/>
          <w:sz w:val="30"/>
          <w:szCs w:val="30"/>
          <w:cs/>
        </w:rPr>
        <w:t xml:space="preserve">แห่ง </w:t>
      </w:r>
      <w:r>
        <w:rPr>
          <w:rFonts w:ascii="Angsana New" w:eastAsia="Calibri" w:hAnsi="Angsana New" w:hint="cs"/>
          <w:sz w:val="30"/>
          <w:szCs w:val="30"/>
          <w:cs/>
        </w:rPr>
        <w:t xml:space="preserve">          </w:t>
      </w:r>
      <w:r w:rsidRPr="00B23AA9">
        <w:rPr>
          <w:rFonts w:ascii="Angsana New" w:eastAsia="Calibri" w:hAnsi="Angsana New"/>
          <w:sz w:val="30"/>
          <w:szCs w:val="30"/>
          <w:cs/>
        </w:rPr>
        <w:t>และจ้างผู้ประเมินราคาอิสระเพื่อหามูลค่ายุติธรรมของสินทรัพย์ที่ได้มาที่ระบุได้และหนี้สินที่รับมาจากการซื้อธุรกิจ</w:t>
      </w:r>
      <w:r>
        <w:rPr>
          <w:rFonts w:ascii="Angsana New" w:eastAsia="Calibri" w:hAnsi="Angsana New" w:hint="cs"/>
          <w:sz w:val="30"/>
          <w:szCs w:val="30"/>
          <w:cs/>
        </w:rPr>
        <w:t xml:space="preserve">                      </w:t>
      </w:r>
      <w:r w:rsidRPr="00B23AA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156937">
        <w:rPr>
          <w:rFonts w:ascii="Angsana New" w:eastAsia="Calibri" w:hAnsi="Angsana New"/>
          <w:spacing w:val="-6"/>
          <w:sz w:val="30"/>
          <w:szCs w:val="30"/>
          <w:cs/>
        </w:rPr>
        <w:t>โดย ณ วันที่รายงาน การประเมินราคายังไม่เสร็จสมบูรณ์ ดังนั้น มูลค่ายุติธรรมที่รับรู้</w:t>
      </w:r>
      <w:r>
        <w:rPr>
          <w:rFonts w:ascii="Angsana New" w:eastAsia="Calibri" w:hAnsi="Angsana New" w:hint="cs"/>
          <w:spacing w:val="-6"/>
          <w:sz w:val="30"/>
          <w:szCs w:val="30"/>
          <w:cs/>
        </w:rPr>
        <w:t>เป็นมูลค่าที่ประมาณการ</w:t>
      </w:r>
      <w:r w:rsidRPr="00156937">
        <w:rPr>
          <w:rFonts w:ascii="Angsana New" w:eastAsia="Calibri" w:hAnsi="Angsana New"/>
          <w:spacing w:val="-6"/>
          <w:sz w:val="30"/>
          <w:szCs w:val="30"/>
          <w:cs/>
        </w:rPr>
        <w:t>และการปันส่วนของราคาซื้อ</w:t>
      </w:r>
      <w:r w:rsidRPr="00B23AA9">
        <w:rPr>
          <w:rFonts w:ascii="Angsana New" w:eastAsia="Calibri" w:hAnsi="Angsana New"/>
          <w:sz w:val="30"/>
          <w:szCs w:val="30"/>
          <w:cs/>
        </w:rPr>
        <w:t>อาจมีการปรับปรุง</w:t>
      </w:r>
      <w:r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B23AA9">
        <w:rPr>
          <w:rFonts w:ascii="Angsana New" w:eastAsia="Calibri" w:hAnsi="Angsana New"/>
          <w:sz w:val="30"/>
          <w:szCs w:val="30"/>
          <w:cs/>
        </w:rPr>
        <w:t>ทั้งนี้ความเห็นของข้าพเจ้าไม่ได้เปลี่ยนแปลงไปเนื่องจากเรื่องนี้</w:t>
      </w:r>
    </w:p>
    <w:p w14:paraId="5904ABEB" w14:textId="77777777" w:rsidR="002A345D" w:rsidRPr="002A345D" w:rsidRDefault="002A345D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15145AA6" w14:textId="6780F35A" w:rsidR="00E54C08" w:rsidRPr="007929E5" w:rsidRDefault="00E54C08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7929E5">
        <w:rPr>
          <w:rFonts w:ascii="Angsana New" w:eastAsia="Calibri" w:hAnsi="Angsana New"/>
          <w:i/>
          <w:iCs/>
          <w:sz w:val="30"/>
          <w:szCs w:val="30"/>
          <w:cs/>
        </w:rPr>
        <w:t>เรื่องสำคัญในการตรวจสอบ</w:t>
      </w:r>
    </w:p>
    <w:p w14:paraId="48E649D4" w14:textId="77777777" w:rsidR="00E54C08" w:rsidRPr="002A345D" w:rsidRDefault="00E54C08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45AB1458" w14:textId="77777777" w:rsidR="00E54C08" w:rsidRPr="007929E5" w:rsidRDefault="00E54C08" w:rsidP="008C5537">
      <w:pPr>
        <w:spacing w:line="259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</w:p>
    <w:p w14:paraId="46C365EC" w14:textId="5129DA1D" w:rsidR="00355786" w:rsidRPr="002A345D" w:rsidRDefault="00355786" w:rsidP="00356B5E">
      <w:pPr>
        <w:spacing w:line="0" w:lineRule="atLeast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860"/>
      </w:tblGrid>
      <w:tr w:rsidR="00FB45F2" w:rsidRPr="007929E5" w14:paraId="5FCC8E0B" w14:textId="77777777" w:rsidTr="00183BBC">
        <w:trPr>
          <w:tblHeader/>
        </w:trPr>
        <w:tc>
          <w:tcPr>
            <w:tcW w:w="9535" w:type="dxa"/>
            <w:gridSpan w:val="2"/>
            <w:shd w:val="clear" w:color="auto" w:fill="auto"/>
          </w:tcPr>
          <w:p w14:paraId="62D9FD05" w14:textId="5AD947BA" w:rsidR="00FB45F2" w:rsidRPr="001F5C05" w:rsidRDefault="00356B5E" w:rsidP="00CD3DB7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F5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การซื้อธุรกิจ</w:t>
            </w:r>
          </w:p>
        </w:tc>
      </w:tr>
      <w:tr w:rsidR="00FB45F2" w:rsidRPr="007929E5" w14:paraId="47040A29" w14:textId="77777777" w:rsidTr="00183BBC">
        <w:trPr>
          <w:tblHeader/>
        </w:trPr>
        <w:tc>
          <w:tcPr>
            <w:tcW w:w="9535" w:type="dxa"/>
            <w:gridSpan w:val="2"/>
            <w:shd w:val="clear" w:color="auto" w:fill="auto"/>
          </w:tcPr>
          <w:p w14:paraId="4572250C" w14:textId="49741D13" w:rsidR="00FB45F2" w:rsidRPr="00356B5E" w:rsidRDefault="00FB45F2" w:rsidP="00CD3DB7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56B5E">
              <w:rPr>
                <w:rFonts w:ascii="Angsana New" w:hAnsi="Angsana New" w:hint="cs"/>
                <w:sz w:val="30"/>
                <w:szCs w:val="30"/>
                <w:cs/>
              </w:rPr>
              <w:t>อ้างถึงหมายเหตุประกอบงบการเงิน</w:t>
            </w:r>
            <w:r w:rsidRPr="00196D22">
              <w:rPr>
                <w:rFonts w:ascii="Angsana New" w:hAnsi="Angsana New" w:hint="cs"/>
                <w:sz w:val="30"/>
                <w:szCs w:val="30"/>
                <w:cs/>
              </w:rPr>
              <w:t xml:space="preserve">ข้อ </w:t>
            </w:r>
            <w:r w:rsidR="001C20B7" w:rsidRPr="00196D22">
              <w:rPr>
                <w:rFonts w:ascii="Angsana New" w:hAnsi="Angsana New"/>
                <w:sz w:val="30"/>
                <w:szCs w:val="30"/>
              </w:rPr>
              <w:t>3</w:t>
            </w:r>
            <w:r w:rsidRPr="00196D22">
              <w:rPr>
                <w:rFonts w:ascii="Angsana New" w:hAnsi="Angsana New"/>
                <w:sz w:val="30"/>
                <w:szCs w:val="30"/>
              </w:rPr>
              <w:t>(</w:t>
            </w:r>
            <w:r w:rsidR="001C20B7" w:rsidRPr="00196D22">
              <w:rPr>
                <w:rFonts w:ascii="Angsana New" w:hAnsi="Angsana New" w:hint="cs"/>
                <w:sz w:val="30"/>
                <w:szCs w:val="30"/>
                <w:cs/>
              </w:rPr>
              <w:t>ก</w:t>
            </w:r>
            <w:r w:rsidRPr="00196D22">
              <w:rPr>
                <w:rFonts w:ascii="Angsana New" w:hAnsi="Angsana New"/>
                <w:sz w:val="30"/>
                <w:szCs w:val="30"/>
              </w:rPr>
              <w:t>),</w:t>
            </w:r>
            <w:r w:rsidR="001C20B7" w:rsidRPr="00196D22">
              <w:rPr>
                <w:rFonts w:ascii="Angsana New" w:hAnsi="Angsana New"/>
                <w:sz w:val="30"/>
                <w:szCs w:val="30"/>
              </w:rPr>
              <w:t xml:space="preserve"> 4</w:t>
            </w:r>
            <w:r w:rsidR="00196D22" w:rsidRPr="00196D22">
              <w:rPr>
                <w:rFonts w:ascii="Angsana New" w:hAnsi="Angsana New" w:hint="cs"/>
                <w:sz w:val="30"/>
                <w:szCs w:val="30"/>
                <w:cs/>
              </w:rPr>
              <w:t xml:space="preserve"> และ</w:t>
            </w:r>
            <w:r w:rsidR="001C20B7" w:rsidRPr="00196D2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96D22">
              <w:rPr>
                <w:rFonts w:ascii="Angsana New" w:hAnsi="Angsana New"/>
                <w:sz w:val="30"/>
                <w:szCs w:val="30"/>
              </w:rPr>
              <w:t>1</w:t>
            </w:r>
            <w:r w:rsidR="00624267">
              <w:rPr>
                <w:rFonts w:ascii="Angsana New" w:hAnsi="Angsana New"/>
                <w:sz w:val="30"/>
                <w:szCs w:val="30"/>
              </w:rPr>
              <w:t>5</w:t>
            </w:r>
            <w:r w:rsidRPr="00196D22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</w:tr>
      <w:tr w:rsidR="00FB45F2" w:rsidRPr="007929E5" w14:paraId="308C0451" w14:textId="77777777" w:rsidTr="00183BBC">
        <w:trPr>
          <w:tblHeader/>
        </w:trPr>
        <w:tc>
          <w:tcPr>
            <w:tcW w:w="4675" w:type="dxa"/>
            <w:shd w:val="clear" w:color="auto" w:fill="auto"/>
          </w:tcPr>
          <w:p w14:paraId="0106A7B5" w14:textId="77777777" w:rsidR="00FB45F2" w:rsidRPr="00356B5E" w:rsidRDefault="00FB45F2" w:rsidP="00CD3DB7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6B5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0" w:type="dxa"/>
            <w:shd w:val="clear" w:color="auto" w:fill="auto"/>
          </w:tcPr>
          <w:p w14:paraId="775C71F0" w14:textId="77777777" w:rsidR="00FB45F2" w:rsidRPr="00356B5E" w:rsidRDefault="00FB45F2" w:rsidP="00CD3DB7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6B5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FB45F2" w:rsidRPr="007929E5" w14:paraId="41F129F5" w14:textId="77777777" w:rsidTr="00CD3DB7">
        <w:tc>
          <w:tcPr>
            <w:tcW w:w="4675" w:type="dxa"/>
            <w:shd w:val="clear" w:color="auto" w:fill="auto"/>
          </w:tcPr>
          <w:p w14:paraId="3AC11A02" w14:textId="44A9C33E" w:rsidR="00356B5E" w:rsidRPr="000668E7" w:rsidRDefault="00356B5E" w:rsidP="00356B5E">
            <w:pPr>
              <w:spacing w:line="0" w:lineRule="atLeast"/>
              <w:jc w:val="thaiDistribute"/>
              <w:rPr>
                <w:rFonts w:ascii="Angsana New" w:eastAsia="Arial" w:hAnsi="Angsana New"/>
                <w:sz w:val="30"/>
                <w:szCs w:val="30"/>
              </w:rPr>
            </w:pPr>
            <w:r w:rsidRPr="000668E7">
              <w:rPr>
                <w:rFonts w:ascii="Angsana New" w:eastAsia="Arial" w:hAnsi="Angsana New"/>
                <w:spacing w:val="-12"/>
                <w:sz w:val="30"/>
                <w:szCs w:val="30"/>
                <w:cs/>
              </w:rPr>
              <w:t>ในระหว่างปี</w:t>
            </w:r>
            <w:r w:rsidRPr="000668E7">
              <w:rPr>
                <w:rFonts w:ascii="Angsana New" w:eastAsia="Arial" w:hAnsi="Angsana New" w:hint="cs"/>
                <w:spacing w:val="-12"/>
                <w:sz w:val="30"/>
                <w:szCs w:val="30"/>
                <w:cs/>
              </w:rPr>
              <w:t xml:space="preserve"> </w:t>
            </w:r>
            <w:r w:rsidRPr="000668E7">
              <w:rPr>
                <w:rFonts w:ascii="Angsana New" w:eastAsia="Arial" w:hAnsi="Angsana New"/>
                <w:spacing w:val="-12"/>
                <w:sz w:val="30"/>
                <w:szCs w:val="30"/>
              </w:rPr>
              <w:t>256</w:t>
            </w:r>
            <w:r w:rsidR="004E05A0" w:rsidRPr="000668E7">
              <w:rPr>
                <w:rFonts w:ascii="Angsana New" w:eastAsia="Arial" w:hAnsi="Angsana New"/>
                <w:spacing w:val="-12"/>
                <w:sz w:val="30"/>
                <w:szCs w:val="30"/>
              </w:rPr>
              <w:t>5</w:t>
            </w:r>
            <w:r w:rsidRPr="000668E7">
              <w:rPr>
                <w:rFonts w:ascii="Angsana New" w:eastAsia="Arial" w:hAnsi="Angsana New"/>
                <w:spacing w:val="-12"/>
                <w:sz w:val="30"/>
                <w:szCs w:val="30"/>
                <w:cs/>
              </w:rPr>
              <w:t xml:space="preserve"> กลุ่มบริษัทได้มีการเข้าซื้อธุรกิจ</w:t>
            </w:r>
            <w:r w:rsidR="004E05A0" w:rsidRPr="000668E7">
              <w:rPr>
                <w:rFonts w:ascii="Angsana New" w:eastAsia="Arial" w:hAnsi="Angsana New" w:hint="cs"/>
                <w:spacing w:val="-12"/>
                <w:sz w:val="30"/>
                <w:szCs w:val="30"/>
                <w:cs/>
              </w:rPr>
              <w:t>หลาย</w:t>
            </w:r>
            <w:r w:rsidRPr="000668E7">
              <w:rPr>
                <w:rFonts w:ascii="Angsana New" w:eastAsia="Arial" w:hAnsi="Angsana New"/>
                <w:spacing w:val="-12"/>
                <w:sz w:val="30"/>
                <w:szCs w:val="30"/>
                <w:cs/>
              </w:rPr>
              <w:t>แห่ง</w:t>
            </w:r>
            <w:r w:rsidRPr="000668E7">
              <w:rPr>
                <w:rFonts w:ascii="Angsana New" w:eastAsia="Arial" w:hAnsi="Angsana New"/>
                <w:sz w:val="30"/>
                <w:szCs w:val="30"/>
                <w:cs/>
              </w:rPr>
              <w:t xml:space="preserve"> โดยมีสิ่งตอบแทนในการซื้อธุรกิจเป็นจำนวนเงินรวม </w:t>
            </w:r>
            <w:r w:rsidR="000668E7" w:rsidRPr="000668E7">
              <w:rPr>
                <w:rFonts w:ascii="Angsana New" w:eastAsia="Arial" w:hAnsi="Angsana New"/>
                <w:sz w:val="30"/>
                <w:szCs w:val="30"/>
              </w:rPr>
              <w:t>3,58</w:t>
            </w:r>
            <w:r w:rsidR="008C2EE7">
              <w:rPr>
                <w:rFonts w:ascii="Angsana New" w:eastAsia="Arial" w:hAnsi="Angsana New"/>
                <w:sz w:val="30"/>
                <w:szCs w:val="30"/>
              </w:rPr>
              <w:t>4</w:t>
            </w:r>
            <w:r w:rsidR="000668E7" w:rsidRPr="000668E7">
              <w:rPr>
                <w:rFonts w:ascii="Angsana New" w:eastAsia="Arial" w:hAnsi="Angsana New"/>
                <w:sz w:val="30"/>
                <w:szCs w:val="30"/>
              </w:rPr>
              <w:t>.</w:t>
            </w:r>
            <w:r w:rsidR="008C2EE7">
              <w:rPr>
                <w:rFonts w:ascii="Angsana New" w:eastAsia="Arial" w:hAnsi="Angsana New"/>
                <w:sz w:val="30"/>
                <w:szCs w:val="30"/>
              </w:rPr>
              <w:t>47</w:t>
            </w:r>
            <w:r w:rsidR="005767CE" w:rsidRPr="000668E7">
              <w:rPr>
                <w:rFonts w:ascii="Angsana New" w:eastAsia="Arial" w:hAnsi="Angsana New"/>
                <w:sz w:val="30"/>
                <w:szCs w:val="30"/>
              </w:rPr>
              <w:t xml:space="preserve"> </w:t>
            </w:r>
            <w:r w:rsidRPr="000668E7">
              <w:rPr>
                <w:rFonts w:ascii="Angsana New" w:eastAsia="Arial" w:hAnsi="Angsana New"/>
                <w:sz w:val="30"/>
                <w:szCs w:val="30"/>
                <w:cs/>
              </w:rPr>
              <w:t xml:space="preserve">ล้านบาท กลุ่มบริษัทได้ว่าจ้างผู้ประเมินราคาอิสระเพื่อประเมินมูลค่ายุติธรรมของสินทรัพย์ที่ได้มาและหนี้สินที่รับมา ซึ่งรวมถึงสินทรัพย์ไม่มีตัวตนจำนวน </w:t>
            </w:r>
            <w:r w:rsidR="008C2EE7">
              <w:rPr>
                <w:rFonts w:ascii="Angsana New" w:eastAsia="Arial" w:hAnsi="Angsana New"/>
                <w:sz w:val="30"/>
                <w:szCs w:val="30"/>
              </w:rPr>
              <w:t xml:space="preserve">94.62 </w:t>
            </w:r>
            <w:r w:rsidRPr="000668E7">
              <w:rPr>
                <w:rFonts w:ascii="Angsana New" w:eastAsia="Arial" w:hAnsi="Angsana New"/>
                <w:sz w:val="30"/>
                <w:szCs w:val="30"/>
                <w:cs/>
              </w:rPr>
              <w:t>ล้านบาท กลุ่มบริษัทรับรู้ผลต่างของมูลค่า</w:t>
            </w:r>
            <w:r w:rsidR="008C2EE7">
              <w:rPr>
                <w:rFonts w:ascii="Angsana New" w:eastAsia="Arial" w:hAnsi="Angsana New"/>
                <w:sz w:val="30"/>
                <w:szCs w:val="30"/>
              </w:rPr>
              <w:t xml:space="preserve">   </w:t>
            </w:r>
            <w:r w:rsidRPr="000668E7">
              <w:rPr>
                <w:rFonts w:ascii="Angsana New" w:eastAsia="Arial" w:hAnsi="Angsana New"/>
                <w:spacing w:val="-10"/>
                <w:sz w:val="30"/>
                <w:szCs w:val="30"/>
                <w:cs/>
              </w:rPr>
              <w:t>ยุติธรรมดังกล่าวกับสิ่งตอบแทนในการซื้อเป็น</w:t>
            </w:r>
            <w:r w:rsidR="00AC7DBE" w:rsidRPr="000668E7">
              <w:rPr>
                <w:rFonts w:ascii="Angsana New" w:eastAsia="Arial" w:hAnsi="Angsana New" w:hint="cs"/>
                <w:spacing w:val="-10"/>
                <w:sz w:val="30"/>
                <w:szCs w:val="30"/>
                <w:cs/>
              </w:rPr>
              <w:t>ประมาณการ</w:t>
            </w:r>
            <w:r w:rsidR="00AC7DBE" w:rsidRPr="000668E7">
              <w:rPr>
                <w:rFonts w:ascii="Angsana New" w:eastAsia="Arial" w:hAnsi="Angsana New" w:hint="cs"/>
                <w:sz w:val="30"/>
                <w:szCs w:val="30"/>
                <w:cs/>
              </w:rPr>
              <w:t xml:space="preserve">       </w:t>
            </w:r>
            <w:r w:rsidRPr="000668E7">
              <w:rPr>
                <w:rFonts w:ascii="Angsana New" w:eastAsia="Arial" w:hAnsi="Angsana New"/>
                <w:sz w:val="30"/>
                <w:szCs w:val="30"/>
                <w:cs/>
              </w:rPr>
              <w:t xml:space="preserve">ค่าความนิยมจำนวน </w:t>
            </w:r>
            <w:r w:rsidR="000668E7" w:rsidRPr="000668E7">
              <w:rPr>
                <w:rFonts w:ascii="Angsana New" w:eastAsia="Arial" w:hAnsi="Angsana New"/>
                <w:sz w:val="30"/>
                <w:szCs w:val="30"/>
              </w:rPr>
              <w:t>2,793.73</w:t>
            </w:r>
            <w:r w:rsidR="005767CE" w:rsidRPr="000668E7">
              <w:rPr>
                <w:rFonts w:ascii="Angsana New" w:eastAsia="Arial" w:hAnsi="Angsana New"/>
                <w:sz w:val="30"/>
                <w:szCs w:val="30"/>
              </w:rPr>
              <w:t xml:space="preserve"> </w:t>
            </w:r>
            <w:r w:rsidR="005767CE" w:rsidRPr="000668E7">
              <w:rPr>
                <w:rFonts w:ascii="Angsana New" w:eastAsia="Arial" w:hAnsi="Angsana New" w:hint="cs"/>
                <w:sz w:val="30"/>
                <w:szCs w:val="30"/>
                <w:cs/>
              </w:rPr>
              <w:t>ล้าน</w:t>
            </w:r>
            <w:r w:rsidRPr="000668E7">
              <w:rPr>
                <w:rFonts w:ascii="Angsana New" w:eastAsia="Arial" w:hAnsi="Angsana New"/>
                <w:sz w:val="30"/>
                <w:szCs w:val="30"/>
                <w:cs/>
              </w:rPr>
              <w:t>บาท ในงบแสดงฐานะการเงินรวม ณ วันที่</w:t>
            </w:r>
            <w:r w:rsidRPr="000668E7">
              <w:rPr>
                <w:rFonts w:ascii="Angsana New" w:eastAsia="Arial" w:hAnsi="Angsana New"/>
                <w:sz w:val="30"/>
                <w:szCs w:val="30"/>
              </w:rPr>
              <w:t xml:space="preserve"> 31</w:t>
            </w:r>
            <w:r w:rsidRPr="000668E7">
              <w:rPr>
                <w:rFonts w:ascii="Angsana New" w:eastAsia="Arial" w:hAnsi="Angsana New"/>
                <w:sz w:val="30"/>
                <w:szCs w:val="30"/>
                <w:cs/>
              </w:rPr>
              <w:t xml:space="preserve"> ธันวาคม </w:t>
            </w:r>
            <w:r w:rsidRPr="000668E7">
              <w:rPr>
                <w:rFonts w:ascii="Angsana New" w:eastAsia="Arial" w:hAnsi="Angsana New"/>
                <w:sz w:val="30"/>
                <w:szCs w:val="30"/>
              </w:rPr>
              <w:t>256</w:t>
            </w:r>
            <w:r w:rsidR="004E05A0" w:rsidRPr="000668E7">
              <w:rPr>
                <w:rFonts w:ascii="Angsana New" w:eastAsia="Arial" w:hAnsi="Angsana New"/>
                <w:sz w:val="30"/>
                <w:szCs w:val="30"/>
              </w:rPr>
              <w:t>5</w:t>
            </w:r>
            <w:r w:rsidRPr="000668E7">
              <w:rPr>
                <w:rFonts w:ascii="Angsana New" w:eastAsia="Arial" w:hAnsi="Angsana New"/>
                <w:sz w:val="30"/>
                <w:szCs w:val="30"/>
                <w:cs/>
              </w:rPr>
              <w:t xml:space="preserve"> </w:t>
            </w:r>
          </w:p>
          <w:p w14:paraId="72AE80E2" w14:textId="19424508" w:rsidR="00356B5E" w:rsidRDefault="00356B5E" w:rsidP="00356B5E">
            <w:pPr>
              <w:spacing w:line="0" w:lineRule="atLeast"/>
              <w:jc w:val="thaiDistribute"/>
              <w:rPr>
                <w:rFonts w:ascii="Angsana New" w:eastAsia="Arial" w:hAnsi="Angsana New"/>
                <w:sz w:val="22"/>
                <w:szCs w:val="22"/>
              </w:rPr>
            </w:pPr>
          </w:p>
          <w:p w14:paraId="1E5F0386" w14:textId="3E16E753" w:rsidR="00183BBC" w:rsidRDefault="00183BBC" w:rsidP="00356B5E">
            <w:pPr>
              <w:spacing w:line="0" w:lineRule="atLeast"/>
              <w:jc w:val="thaiDistribute"/>
              <w:rPr>
                <w:rFonts w:ascii="Angsana New" w:eastAsia="Arial" w:hAnsi="Angsana New"/>
                <w:sz w:val="22"/>
                <w:szCs w:val="22"/>
              </w:rPr>
            </w:pPr>
          </w:p>
          <w:p w14:paraId="0FB5251C" w14:textId="335D615D" w:rsidR="00183BBC" w:rsidRDefault="00183BBC" w:rsidP="00356B5E">
            <w:pPr>
              <w:spacing w:line="0" w:lineRule="atLeast"/>
              <w:jc w:val="thaiDistribute"/>
              <w:rPr>
                <w:rFonts w:ascii="Angsana New" w:eastAsia="Arial" w:hAnsi="Angsana New"/>
                <w:sz w:val="22"/>
                <w:szCs w:val="22"/>
              </w:rPr>
            </w:pPr>
          </w:p>
          <w:p w14:paraId="206CFD7C" w14:textId="10454994" w:rsidR="00183BBC" w:rsidRDefault="00183BBC" w:rsidP="00356B5E">
            <w:pPr>
              <w:spacing w:line="0" w:lineRule="atLeast"/>
              <w:jc w:val="thaiDistribute"/>
              <w:rPr>
                <w:rFonts w:ascii="Angsana New" w:eastAsia="Arial" w:hAnsi="Angsana New"/>
                <w:sz w:val="22"/>
                <w:szCs w:val="22"/>
              </w:rPr>
            </w:pPr>
          </w:p>
          <w:p w14:paraId="4D2469D6" w14:textId="08FD23FE" w:rsidR="00183BBC" w:rsidRDefault="00183BBC" w:rsidP="00356B5E">
            <w:pPr>
              <w:spacing w:line="0" w:lineRule="atLeast"/>
              <w:jc w:val="thaiDistribute"/>
              <w:rPr>
                <w:rFonts w:ascii="Angsana New" w:eastAsia="Arial" w:hAnsi="Angsana New"/>
                <w:sz w:val="22"/>
                <w:szCs w:val="22"/>
              </w:rPr>
            </w:pPr>
          </w:p>
          <w:p w14:paraId="725A744D" w14:textId="77777777" w:rsidR="00183BBC" w:rsidRPr="000668E7" w:rsidRDefault="00183BBC" w:rsidP="00356B5E">
            <w:pPr>
              <w:spacing w:line="0" w:lineRule="atLeast"/>
              <w:jc w:val="thaiDistribute"/>
              <w:rPr>
                <w:rFonts w:ascii="Angsana New" w:eastAsia="Arial" w:hAnsi="Angsana New"/>
                <w:sz w:val="22"/>
                <w:szCs w:val="22"/>
              </w:rPr>
            </w:pPr>
          </w:p>
          <w:p w14:paraId="3688C181" w14:textId="1D0F89BB" w:rsidR="00FB45F2" w:rsidRPr="000668E7" w:rsidRDefault="00356B5E" w:rsidP="00356B5E">
            <w:pPr>
              <w:autoSpaceDE w:val="0"/>
              <w:autoSpaceDN w:val="0"/>
              <w:adjustRightInd w:val="0"/>
              <w:spacing w:line="0" w:lineRule="atLeast"/>
              <w:jc w:val="thaiDistribute"/>
              <w:rPr>
                <w:rFonts w:ascii="Angsana New" w:eastAsia="Arial" w:hAnsi="Angsana New"/>
                <w:sz w:val="30"/>
                <w:szCs w:val="30"/>
                <w:cs/>
              </w:rPr>
            </w:pPr>
            <w:r w:rsidRPr="000668E7">
              <w:rPr>
                <w:rFonts w:ascii="Angsana New" w:eastAsia="Arial" w:hAnsi="Angsana New"/>
                <w:sz w:val="30"/>
                <w:szCs w:val="30"/>
                <w:cs/>
              </w:rPr>
              <w:lastRenderedPageBreak/>
              <w:t>เนื่องจากการบัญชีสำหรับการรวมธุรกิจมีความซับซ้อนและต้องใช้ดุลยพินิจที่สำคัญเข้ามาเกี่ยวข้องในการประเมินมูลค่ายุติธรรมของสินทรัพย์ที่ได้มาที่ระบุได้และหนี้สินที่รับมา รวมถึงความมีสาระสำคัญของรายการ ข้าพเจ้าจึงเห็นว่าเรื่องดังกล่าวเป็นเรื่องสำคัญในการตรวจสอบ</w:t>
            </w:r>
          </w:p>
        </w:tc>
        <w:tc>
          <w:tcPr>
            <w:tcW w:w="4860" w:type="dxa"/>
            <w:shd w:val="clear" w:color="auto" w:fill="auto"/>
          </w:tcPr>
          <w:p w14:paraId="37743573" w14:textId="77777777" w:rsidR="00FB45F2" w:rsidRPr="00356B5E" w:rsidRDefault="00FB45F2" w:rsidP="00CD3DB7">
            <w:pPr>
              <w:pStyle w:val="BodyText"/>
              <w:spacing w:after="0" w:line="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56B5E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วิธีการตรวจสอบของข้าพเจ้ารวมถึง</w:t>
            </w:r>
          </w:p>
          <w:p w14:paraId="5A6A4BA6" w14:textId="6638AFA2" w:rsidR="00EF4D12" w:rsidRPr="00494015" w:rsidRDefault="00F0060D" w:rsidP="00EF4D12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="00EF4D12" w:rsidRPr="00494015">
              <w:rPr>
                <w:rFonts w:ascii="Angsana New" w:hAnsi="Angsana New"/>
                <w:sz w:val="30"/>
                <w:szCs w:val="30"/>
                <w:cs/>
              </w:rPr>
              <w:t>สอบถามผู้บริหารถึงลักษณะและวัตถุประสงค์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 w:rsidR="00EF4D12" w:rsidRPr="00494015">
              <w:rPr>
                <w:rFonts w:ascii="Angsana New" w:hAnsi="Angsana New"/>
                <w:sz w:val="30"/>
                <w:szCs w:val="30"/>
                <w:cs/>
              </w:rPr>
              <w:t>ในการเข้าทำรายการซื้อดังกล่าว ตลอดจนอ่านสัญญาซื้อขายธุรกิจและเอกสารอื่นที่เกี่ยวข้อง</w:t>
            </w:r>
            <w:r w:rsidR="00EF4D12">
              <w:rPr>
                <w:rFonts w:ascii="Angsana New" w:hAnsi="Angsana New" w:hint="cs"/>
                <w:sz w:val="30"/>
                <w:szCs w:val="30"/>
                <w:cs/>
              </w:rPr>
              <w:t xml:space="preserve"> เพื่อทำความเข้าใจถึงข้อกำหนดและเงื่อนไขที่สำคัญของรายการ</w:t>
            </w:r>
          </w:p>
          <w:p w14:paraId="3AE50FD9" w14:textId="3AE680C0" w:rsidR="00EF4D12" w:rsidRPr="00D91083" w:rsidRDefault="00F0060D" w:rsidP="00EF4D12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="00EF4D12" w:rsidRPr="00494015">
              <w:rPr>
                <w:rFonts w:ascii="Angsana New" w:hAnsi="Angsana New"/>
                <w:sz w:val="30"/>
                <w:szCs w:val="30"/>
                <w:cs/>
              </w:rPr>
              <w:t>ประเมินความเหมาะสมในการระบุสินทรัพย์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</w:t>
            </w:r>
            <w:r w:rsidR="00EF4D12" w:rsidRPr="00494015">
              <w:rPr>
                <w:rFonts w:ascii="Angsana New" w:hAnsi="Angsana New"/>
                <w:sz w:val="30"/>
                <w:szCs w:val="30"/>
                <w:cs/>
              </w:rPr>
              <w:t>ที่ได้มา</w:t>
            </w:r>
            <w:r w:rsidR="00EF4D12" w:rsidRPr="00494015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="00EF4D12" w:rsidRPr="00494015">
              <w:rPr>
                <w:rFonts w:ascii="Angsana New" w:hAnsi="Angsana New"/>
                <w:sz w:val="30"/>
                <w:szCs w:val="30"/>
                <w:cs/>
              </w:rPr>
              <w:t>หนี้สินที่</w:t>
            </w:r>
            <w:r w:rsidR="00EF4D12" w:rsidRPr="003B6F8E">
              <w:rPr>
                <w:rFonts w:ascii="Angsana New" w:hAnsi="Angsana New"/>
                <w:sz w:val="30"/>
                <w:szCs w:val="30"/>
                <w:cs/>
              </w:rPr>
              <w:t>รับมา</w:t>
            </w:r>
            <w:r w:rsidR="00EF4D12" w:rsidRPr="00EF4D12">
              <w:rPr>
                <w:rFonts w:ascii="Angsana New" w:hAnsi="Angsana New"/>
                <w:sz w:val="30"/>
                <w:szCs w:val="30"/>
                <w:cs/>
              </w:rPr>
              <w:t>ทั้งหมดรวมถึงสิ่งตอบแทนในการซื้อซึ่งประเมินโดยกลุ่มบริษัท</w:t>
            </w:r>
          </w:p>
          <w:p w14:paraId="009DCAEF" w14:textId="4F4CFCC8" w:rsidR="00EF4D12" w:rsidRPr="003B6F8E" w:rsidRDefault="00F0060D" w:rsidP="00EF4D12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="00EF4D12" w:rsidRPr="00EF4D12">
              <w:rPr>
                <w:rFonts w:ascii="Angsana New" w:hAnsi="Angsana New" w:hint="cs"/>
                <w:sz w:val="30"/>
                <w:szCs w:val="30"/>
                <w:cs/>
              </w:rPr>
              <w:t>ประเมินความรู้ความสามารถ และความเป็นอิสระของผู้ประเมินราคาอิสระของกลุ่มบริษัท</w:t>
            </w:r>
          </w:p>
          <w:p w14:paraId="407ED0CC" w14:textId="1FFBD16A" w:rsidR="00EF4D12" w:rsidRPr="003B6F8E" w:rsidRDefault="00F0060D" w:rsidP="00EF4D12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="00EF4D12" w:rsidRPr="003B6F8E">
              <w:rPr>
                <w:rFonts w:ascii="Angsana New" w:hAnsi="Angsana New"/>
                <w:sz w:val="30"/>
                <w:szCs w:val="30"/>
                <w:cs/>
              </w:rPr>
              <w:t>ประเมินความเหมาะสมของข้อสมมติและวิธีการวัดมูลค่าที่ใช้ในการประเมินมูลค่ายุติธรรมของสินทรัพย์ที่ได้มาและหนี้สินที่รับมา</w:t>
            </w:r>
          </w:p>
          <w:p w14:paraId="5C1CEEC3" w14:textId="0A79E571" w:rsidR="00EF4D12" w:rsidRPr="003B6F8E" w:rsidRDefault="00F0060D" w:rsidP="00EF4D12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การ</w:t>
            </w:r>
            <w:r w:rsidR="00EF4D12" w:rsidRPr="003B6F8E">
              <w:rPr>
                <w:rFonts w:ascii="Angsana New" w:hAnsi="Angsana New"/>
                <w:sz w:val="30"/>
                <w:szCs w:val="30"/>
                <w:cs/>
              </w:rPr>
              <w:t>ใช้ผลงานของผู้เชี่ยวชาญด้านการประเมินมูลค่า</w:t>
            </w:r>
            <w:r w:rsidR="00EF4D12" w:rsidRPr="00F0060D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ของ</w:t>
            </w:r>
            <w:r w:rsidR="00EF4D12" w:rsidRPr="00F0060D">
              <w:rPr>
                <w:rFonts w:ascii="Angsana New" w:hAnsi="Angsana New"/>
                <w:spacing w:val="-10"/>
                <w:sz w:val="30"/>
                <w:szCs w:val="30"/>
                <w:cs/>
              </w:rPr>
              <w:t>เคพีเอ็มจี ในการประเมินความเหมาะสม</w:t>
            </w:r>
            <w:r w:rsidR="00EF4D12" w:rsidRPr="00F0060D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ของ</w:t>
            </w:r>
            <w:r w:rsidR="00EF4D12" w:rsidRPr="00F0060D">
              <w:rPr>
                <w:rFonts w:ascii="Angsana New" w:hAnsi="Angsana New"/>
                <w:spacing w:val="-10"/>
                <w:sz w:val="30"/>
                <w:szCs w:val="30"/>
                <w:cs/>
              </w:rPr>
              <w:t>ค่า</w:t>
            </w:r>
            <w:r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 xml:space="preserve">              </w:t>
            </w:r>
            <w:r w:rsidR="00EF4D12" w:rsidRPr="00F0060D">
              <w:rPr>
                <w:rFonts w:ascii="Angsana New" w:hAnsi="Angsana New"/>
                <w:spacing w:val="-10"/>
                <w:sz w:val="30"/>
                <w:szCs w:val="30"/>
                <w:cs/>
              </w:rPr>
              <w:t>ตัวแปร</w:t>
            </w:r>
            <w:r w:rsidR="00EF4D12" w:rsidRPr="003B6F8E">
              <w:rPr>
                <w:rFonts w:ascii="Angsana New" w:hAnsi="Angsana New"/>
                <w:sz w:val="30"/>
                <w:szCs w:val="30"/>
                <w:cs/>
              </w:rPr>
              <w:t>ทางการเงินที่เป็นตัวกำหนดอัตราคิดลด การระบุสินทรัพย์ไม่มีตัวตน วิธีการประเมินมูลค่า และความสมเหตุสมผลในการคำนวณ</w:t>
            </w:r>
          </w:p>
          <w:p w14:paraId="477A829A" w14:textId="7F4CF4D7" w:rsidR="00562241" w:rsidRPr="00356B5E" w:rsidRDefault="00F0060D" w:rsidP="00EF4D12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="00562241" w:rsidRPr="00562241">
              <w:rPr>
                <w:rFonts w:ascii="Angsana New" w:hAnsi="Angsana New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41F3A813" w14:textId="17A5DAC4" w:rsidR="00F53B55" w:rsidRDefault="00F53B55" w:rsidP="004C59D4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860"/>
      </w:tblGrid>
      <w:tr w:rsidR="00183BBC" w:rsidRPr="007929E5" w14:paraId="74C2901C" w14:textId="77777777" w:rsidTr="006D6ED5">
        <w:trPr>
          <w:tblHeader/>
        </w:trPr>
        <w:tc>
          <w:tcPr>
            <w:tcW w:w="9535" w:type="dxa"/>
            <w:gridSpan w:val="2"/>
            <w:shd w:val="clear" w:color="auto" w:fill="auto"/>
          </w:tcPr>
          <w:p w14:paraId="407F7544" w14:textId="77777777" w:rsidR="00183BBC" w:rsidRPr="001F5C05" w:rsidRDefault="00183BBC" w:rsidP="00293C2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478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ด้อยค่าของค่าความนิยมและสินทรัพย์ไม่มีตัวตนในงบการเงินรวมและการด้อยค่าของเงินลงทุนในบริษัทย่อย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</w:t>
            </w:r>
            <w:r w:rsidRPr="007478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ในงบการเงินเฉพาะกิจการ</w:t>
            </w:r>
          </w:p>
        </w:tc>
      </w:tr>
      <w:tr w:rsidR="00183BBC" w:rsidRPr="007929E5" w14:paraId="3E15F76B" w14:textId="77777777" w:rsidTr="006D6ED5">
        <w:trPr>
          <w:tblHeader/>
        </w:trPr>
        <w:tc>
          <w:tcPr>
            <w:tcW w:w="9535" w:type="dxa"/>
            <w:gridSpan w:val="2"/>
            <w:shd w:val="clear" w:color="auto" w:fill="auto"/>
          </w:tcPr>
          <w:p w14:paraId="671F7D47" w14:textId="42AC183D" w:rsidR="00183BBC" w:rsidRPr="00356B5E" w:rsidRDefault="00183BBC" w:rsidP="00293C2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56B5E">
              <w:rPr>
                <w:rFonts w:ascii="Angsana New" w:hAnsi="Angsana New" w:hint="cs"/>
                <w:sz w:val="30"/>
                <w:szCs w:val="30"/>
                <w:cs/>
              </w:rPr>
              <w:t>อ้างถึงหมายเหตุประกอบงบการเงิ</w:t>
            </w:r>
            <w:r w:rsidRPr="00952D8E">
              <w:rPr>
                <w:rFonts w:ascii="Angsana New" w:hAnsi="Angsana New" w:hint="cs"/>
                <w:sz w:val="30"/>
                <w:szCs w:val="30"/>
                <w:cs/>
              </w:rPr>
              <w:t xml:space="preserve">นข้อ </w:t>
            </w:r>
            <w:r w:rsidRPr="00952D8E">
              <w:rPr>
                <w:rFonts w:ascii="Angsana New" w:hAnsi="Angsana New"/>
                <w:sz w:val="30"/>
                <w:szCs w:val="30"/>
              </w:rPr>
              <w:t>3(</w:t>
            </w:r>
            <w:r w:rsidR="00952D8E" w:rsidRPr="00952D8E">
              <w:rPr>
                <w:rFonts w:ascii="Angsana New" w:hAnsi="Angsana New" w:hint="cs"/>
                <w:sz w:val="30"/>
                <w:szCs w:val="30"/>
                <w:cs/>
              </w:rPr>
              <w:t>ฒ</w:t>
            </w:r>
            <w:r w:rsidRPr="00952D8E">
              <w:rPr>
                <w:rFonts w:ascii="Angsana New" w:hAnsi="Angsana New"/>
                <w:sz w:val="30"/>
                <w:szCs w:val="30"/>
              </w:rPr>
              <w:t xml:space="preserve">), </w:t>
            </w:r>
            <w:r w:rsidR="00952D8E" w:rsidRPr="00952D8E">
              <w:rPr>
                <w:rFonts w:ascii="Angsana New" w:hAnsi="Angsana New"/>
                <w:sz w:val="30"/>
                <w:szCs w:val="30"/>
              </w:rPr>
              <w:t>1</w:t>
            </w:r>
            <w:r w:rsidR="00955513">
              <w:rPr>
                <w:rFonts w:ascii="Angsana New" w:hAnsi="Angsana New"/>
                <w:sz w:val="30"/>
                <w:szCs w:val="30"/>
              </w:rPr>
              <w:t>2</w:t>
            </w:r>
            <w:r w:rsidRPr="00952D8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52D8E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Pr="00952D8E">
              <w:rPr>
                <w:rFonts w:ascii="Angsana New" w:hAnsi="Angsana New"/>
                <w:sz w:val="30"/>
                <w:szCs w:val="30"/>
              </w:rPr>
              <w:t>1</w:t>
            </w:r>
            <w:r w:rsidR="00955513">
              <w:rPr>
                <w:rFonts w:ascii="Angsana New" w:hAnsi="Angsana New"/>
                <w:sz w:val="30"/>
                <w:szCs w:val="30"/>
              </w:rPr>
              <w:t>5</w:t>
            </w:r>
            <w:r w:rsidRPr="00356B5E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</w:tr>
      <w:tr w:rsidR="00183BBC" w:rsidRPr="007929E5" w14:paraId="3B157A42" w14:textId="77777777" w:rsidTr="006D6ED5">
        <w:trPr>
          <w:tblHeader/>
        </w:trPr>
        <w:tc>
          <w:tcPr>
            <w:tcW w:w="4675" w:type="dxa"/>
            <w:shd w:val="clear" w:color="auto" w:fill="auto"/>
          </w:tcPr>
          <w:p w14:paraId="6BC1898D" w14:textId="77777777" w:rsidR="00183BBC" w:rsidRPr="00356B5E" w:rsidRDefault="00183BBC" w:rsidP="00293C2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6B5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0" w:type="dxa"/>
            <w:shd w:val="clear" w:color="auto" w:fill="auto"/>
          </w:tcPr>
          <w:p w14:paraId="7AC6E393" w14:textId="77777777" w:rsidR="00183BBC" w:rsidRPr="00356B5E" w:rsidRDefault="00183BBC" w:rsidP="00293C2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6B5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183BBC" w:rsidRPr="007929E5" w14:paraId="653E11EB" w14:textId="77777777" w:rsidTr="00293C23">
        <w:tc>
          <w:tcPr>
            <w:tcW w:w="4675" w:type="dxa"/>
            <w:shd w:val="clear" w:color="auto" w:fill="auto"/>
          </w:tcPr>
          <w:p w14:paraId="4200198E" w14:textId="77777777" w:rsidR="00183BBC" w:rsidRDefault="00183BBC" w:rsidP="00293C23">
            <w:pPr>
              <w:spacing w:line="0" w:lineRule="atLeast"/>
              <w:jc w:val="thaiDistribute"/>
              <w:rPr>
                <w:rFonts w:ascii="Angsana New" w:eastAsia="Arial" w:hAnsi="Angsana New"/>
                <w:spacing w:val="-8"/>
                <w:sz w:val="30"/>
                <w:szCs w:val="30"/>
              </w:rPr>
            </w:pP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eastAsia="Arial" w:hAnsi="Angsana New"/>
                <w:spacing w:val="-8"/>
                <w:sz w:val="30"/>
                <w:szCs w:val="30"/>
              </w:rPr>
              <w:t>31</w:t>
            </w: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 xml:space="preserve"> ธันวาคม</w:t>
            </w:r>
            <w:r>
              <w:rPr>
                <w:rFonts w:ascii="Angsana New" w:eastAsia="Arial" w:hAnsi="Angsana New"/>
                <w:spacing w:val="-8"/>
                <w:sz w:val="30"/>
                <w:szCs w:val="30"/>
              </w:rPr>
              <w:t xml:space="preserve"> 2565</w:t>
            </w: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 xml:space="preserve"> กลุ่มบริษัทมีค่าความนิยมและสินทรัพย์ไม่มีตัวตนในงบการเงินรวม และเงินลงทุน</w:t>
            </w:r>
            <w:r>
              <w:rPr>
                <w:rFonts w:ascii="Angsana New" w:eastAsia="Arial" w:hAnsi="Angsana New"/>
                <w:spacing w:val="-8"/>
                <w:sz w:val="30"/>
                <w:szCs w:val="30"/>
              </w:rPr>
              <w:t xml:space="preserve">            </w:t>
            </w: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>ในบริษัทย่อยในงบการเงินเฉพาะกิจการที่มีสาระสำคัญ</w:t>
            </w:r>
            <w:r>
              <w:rPr>
                <w:rFonts w:ascii="Angsana New" w:eastAsia="Arial" w:hAnsi="Angsana New"/>
                <w:spacing w:val="-8"/>
                <w:sz w:val="30"/>
                <w:szCs w:val="30"/>
              </w:rPr>
              <w:t xml:space="preserve">      </w:t>
            </w: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 xml:space="preserve">ซึ่งเกิดจากการเข้าซื้อธุรกิจตั้งแต่ปี </w:t>
            </w:r>
            <w:r>
              <w:rPr>
                <w:rFonts w:ascii="Angsana New" w:eastAsia="Arial" w:hAnsi="Angsana New"/>
                <w:spacing w:val="-8"/>
                <w:sz w:val="30"/>
                <w:szCs w:val="30"/>
              </w:rPr>
              <w:t>2564</w:t>
            </w: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 xml:space="preserve"> เพื่อให้ครอบคลุม </w:t>
            </w: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</w:rPr>
              <w:t xml:space="preserve">Ecosystem </w:t>
            </w: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>ของกลุ่มบริษัท</w:t>
            </w:r>
          </w:p>
          <w:p w14:paraId="18E145CA" w14:textId="77777777" w:rsidR="00183BBC" w:rsidRPr="007478AC" w:rsidRDefault="00183BBC" w:rsidP="00293C23">
            <w:pPr>
              <w:spacing w:line="0" w:lineRule="atLeast"/>
              <w:jc w:val="thaiDistribute"/>
              <w:rPr>
                <w:rFonts w:ascii="Angsana New" w:eastAsia="Arial" w:hAnsi="Angsana New"/>
                <w:spacing w:val="-8"/>
                <w:sz w:val="22"/>
                <w:szCs w:val="22"/>
              </w:rPr>
            </w:pPr>
          </w:p>
          <w:p w14:paraId="153F0AC3" w14:textId="77777777" w:rsidR="00183BBC" w:rsidRPr="007478AC" w:rsidRDefault="00183BBC" w:rsidP="00293C23">
            <w:pPr>
              <w:spacing w:line="0" w:lineRule="atLeast"/>
              <w:jc w:val="thaiDistribute"/>
              <w:rPr>
                <w:rFonts w:ascii="Angsana New" w:eastAsia="Arial" w:hAnsi="Angsana New"/>
                <w:spacing w:val="-8"/>
                <w:sz w:val="30"/>
                <w:szCs w:val="30"/>
              </w:rPr>
            </w:pP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>ปัจจัยความเสี่ยงภายนอกหลายประการเช่น ความไม่แน่นอนของสถานการณ์เศรษฐกิจในปัจจุบัน และการแข่งขันสูง</w:t>
            </w:r>
            <w:r>
              <w:rPr>
                <w:rFonts w:ascii="Angsana New" w:eastAsia="Arial" w:hAnsi="Angsana New"/>
                <w:spacing w:val="-8"/>
                <w:sz w:val="30"/>
                <w:szCs w:val="30"/>
              </w:rPr>
              <w:t xml:space="preserve">     </w:t>
            </w: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>ในตลาดอาจส่งผลกระทบอย่างมีสาระสำคัญต่อการ</w:t>
            </w:r>
            <w:r w:rsidRPr="007478AC">
              <w:rPr>
                <w:rFonts w:ascii="Angsana New" w:eastAsia="Arial" w:hAnsi="Angsana New"/>
                <w:spacing w:val="-12"/>
                <w:sz w:val="30"/>
                <w:szCs w:val="30"/>
                <w:cs/>
              </w:rPr>
              <w:t>ดำเนินงานของบริษัทย่อย ปัจจัยดังกล่าวจึงอาจส่งผลกระทบ</w:t>
            </w: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>ต่อมูลค่าที่คาดว่าจะได้รับคืนของค่าความนิยม สินทรัพย์</w:t>
            </w:r>
            <w:r>
              <w:rPr>
                <w:rFonts w:ascii="Angsana New" w:eastAsia="Arial" w:hAnsi="Angsana New"/>
                <w:spacing w:val="-8"/>
                <w:sz w:val="30"/>
                <w:szCs w:val="30"/>
              </w:rPr>
              <w:t xml:space="preserve">  </w:t>
            </w: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>ไม่มีตัวตน และเงินลงทุนในบริษัทย่อย</w:t>
            </w:r>
          </w:p>
          <w:p w14:paraId="2E8C8D0B" w14:textId="77777777" w:rsidR="00183BBC" w:rsidRPr="007478AC" w:rsidRDefault="00183BBC" w:rsidP="00293C23">
            <w:pPr>
              <w:spacing w:line="0" w:lineRule="atLeast"/>
              <w:jc w:val="thaiDistribute"/>
              <w:rPr>
                <w:rFonts w:ascii="Angsana New" w:eastAsia="Arial" w:hAnsi="Angsana New"/>
                <w:spacing w:val="-8"/>
                <w:sz w:val="22"/>
                <w:szCs w:val="22"/>
              </w:rPr>
            </w:pPr>
          </w:p>
          <w:p w14:paraId="610BAD4B" w14:textId="77777777" w:rsidR="00183BBC" w:rsidRDefault="00183BBC" w:rsidP="00293C23">
            <w:pPr>
              <w:spacing w:line="0" w:lineRule="atLeast"/>
              <w:jc w:val="thaiDistribute"/>
              <w:rPr>
                <w:rFonts w:ascii="Angsana New" w:eastAsia="Arial" w:hAnsi="Angsana New"/>
                <w:spacing w:val="-8"/>
                <w:sz w:val="30"/>
                <w:szCs w:val="30"/>
              </w:rPr>
            </w:pPr>
            <w:r w:rsidRPr="007478AC">
              <w:rPr>
                <w:rFonts w:ascii="Angsana New" w:eastAsia="Arial" w:hAnsi="Angsana New"/>
                <w:spacing w:val="-12"/>
                <w:sz w:val="30"/>
                <w:szCs w:val="30"/>
                <w:cs/>
              </w:rPr>
              <w:t>ผู้บริหารได้ประเมินมูลค่าที่คาดว่าจะได้รับคืนของ</w:t>
            </w:r>
            <w:r>
              <w:rPr>
                <w:rFonts w:ascii="Angsana New" w:eastAsia="Arial" w:hAnsi="Angsana New"/>
                <w:spacing w:val="-12"/>
                <w:sz w:val="30"/>
                <w:szCs w:val="30"/>
              </w:rPr>
              <w:t xml:space="preserve">                       </w:t>
            </w:r>
            <w:r w:rsidRPr="00C84B4F">
              <w:rPr>
                <w:rFonts w:ascii="Angsana New" w:eastAsia="Arial" w:hAnsi="Angsana New"/>
                <w:spacing w:val="-12"/>
                <w:sz w:val="30"/>
                <w:szCs w:val="30"/>
                <w:cs/>
              </w:rPr>
              <w:t>ค่าความนิยม สินทรัพย์ไม่มีตัวตน และเงินลงทุนใน</w:t>
            </w:r>
            <w:r>
              <w:rPr>
                <w:rFonts w:ascii="Angsana New" w:eastAsia="Arial" w:hAnsi="Angsana New"/>
                <w:spacing w:val="-12"/>
                <w:sz w:val="30"/>
                <w:szCs w:val="30"/>
              </w:rPr>
              <w:t xml:space="preserve">           </w:t>
            </w:r>
            <w:r w:rsidRPr="00C84B4F">
              <w:rPr>
                <w:rFonts w:ascii="Angsana New" w:eastAsia="Arial" w:hAnsi="Angsana New"/>
                <w:spacing w:val="-12"/>
                <w:sz w:val="30"/>
                <w:szCs w:val="30"/>
                <w:cs/>
              </w:rPr>
              <w:t>บริษัทย่อย</w:t>
            </w: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 xml:space="preserve"> โดยใช้วิธีการคำนวณมูลค่าจากการใช้ที่ต้องอาศัยการประมาณการกระแสเงินสดในอนาคต และ</w:t>
            </w:r>
            <w:r>
              <w:rPr>
                <w:rFonts w:ascii="Angsana New" w:eastAsia="Arial" w:hAnsi="Angsana New"/>
                <w:spacing w:val="-8"/>
                <w:sz w:val="30"/>
                <w:szCs w:val="30"/>
              </w:rPr>
              <w:t xml:space="preserve">                </w:t>
            </w: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lastRenderedPageBreak/>
              <w:t>ข้อสมมติฐานที่สำคัญเกี่ยวกับอัตราการเติบโตทางเศรษฐกิจ และอัตราคิดลด</w:t>
            </w:r>
          </w:p>
          <w:p w14:paraId="18040F55" w14:textId="77777777" w:rsidR="00183BBC" w:rsidRPr="007478AC" w:rsidRDefault="00183BBC" w:rsidP="00293C23">
            <w:pPr>
              <w:spacing w:line="0" w:lineRule="atLeast"/>
              <w:jc w:val="thaiDistribute"/>
              <w:rPr>
                <w:rFonts w:ascii="Angsana New" w:eastAsia="Arial" w:hAnsi="Angsana New"/>
                <w:spacing w:val="-8"/>
                <w:sz w:val="22"/>
                <w:szCs w:val="22"/>
              </w:rPr>
            </w:pPr>
          </w:p>
          <w:p w14:paraId="6ECCF7BC" w14:textId="77777777" w:rsidR="00183BBC" w:rsidRPr="00356B5E" w:rsidRDefault="00183BBC" w:rsidP="00293C23">
            <w:pPr>
              <w:autoSpaceDE w:val="0"/>
              <w:autoSpaceDN w:val="0"/>
              <w:adjustRightInd w:val="0"/>
              <w:spacing w:line="0" w:lineRule="atLeast"/>
              <w:jc w:val="thaiDistribute"/>
              <w:rPr>
                <w:rFonts w:ascii="Angsana New" w:eastAsia="Arial" w:hAnsi="Angsana New"/>
                <w:sz w:val="30"/>
                <w:szCs w:val="30"/>
                <w:cs/>
              </w:rPr>
            </w:pP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>เนื่องจากความมีสาระสำคัญของรายการและการใช้ดุลยพินิจที่สำคัญของผู้บริหารในการประเมินมูลค่าที่คาดว่า</w:t>
            </w:r>
            <w:r>
              <w:rPr>
                <w:rFonts w:ascii="Angsana New" w:eastAsia="Arial" w:hAnsi="Angsana New"/>
                <w:spacing w:val="-8"/>
                <w:sz w:val="30"/>
                <w:szCs w:val="30"/>
              </w:rPr>
              <w:t xml:space="preserve">                  </w:t>
            </w:r>
            <w:r w:rsidRPr="007478AC">
              <w:rPr>
                <w:rFonts w:ascii="Angsana New" w:eastAsia="Arial" w:hAnsi="Angsana New"/>
                <w:spacing w:val="-8"/>
                <w:sz w:val="30"/>
                <w:szCs w:val="30"/>
                <w:cs/>
              </w:rPr>
              <w:t>จะได้รับคืน ข้าพเจ้าจึงเห็นว่าเรื่องดังกล่าวเป็นเรื่องสำคัญในการตรวจสอบ</w:t>
            </w:r>
          </w:p>
        </w:tc>
        <w:tc>
          <w:tcPr>
            <w:tcW w:w="4860" w:type="dxa"/>
          </w:tcPr>
          <w:p w14:paraId="4848C88E" w14:textId="77777777" w:rsidR="00183BBC" w:rsidRPr="00331435" w:rsidRDefault="00183BBC" w:rsidP="00293C23">
            <w:pPr>
              <w:jc w:val="thaiDistribute"/>
              <w:rPr>
                <w:rFonts w:ascii="Angsana New" w:eastAsia="Arial" w:hAnsi="Angsana New"/>
                <w:sz w:val="30"/>
                <w:szCs w:val="30"/>
                <w:lang w:bidi="ar-SA"/>
              </w:rPr>
            </w:pPr>
            <w:r w:rsidRPr="00331435">
              <w:rPr>
                <w:rFonts w:ascii="Angsana New" w:hAnsi="Angsana New"/>
                <w:sz w:val="30"/>
                <w:szCs w:val="30"/>
                <w:cs/>
              </w:rPr>
              <w:lastRenderedPageBreak/>
              <w:t>วิธีการตรวจสอบของข้าพเจ้ารวมถึง</w:t>
            </w:r>
          </w:p>
          <w:p w14:paraId="2B42C0BC" w14:textId="77777777" w:rsidR="00183BBC" w:rsidRPr="00331435" w:rsidRDefault="00183BBC" w:rsidP="00293C23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eastAsia="Arial" w:cstheme="minorHAnsi"/>
                <w:lang w:bidi="ar-SA"/>
              </w:rPr>
            </w:pPr>
            <w:r w:rsidRPr="005C5B33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>การสอบถามผู้บริหาร และตรวจสอบเอกสารที่เกี่ยวข้อง</w:t>
            </w:r>
            <w:r w:rsidRPr="00331435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เพื่อ</w:t>
            </w:r>
            <w:r w:rsidRPr="00331435">
              <w:rPr>
                <w:rFonts w:ascii="Angsana New" w:hAnsi="Angsana New" w:cs="Angsana New"/>
                <w:sz w:val="30"/>
                <w:szCs w:val="30"/>
                <w:cs/>
              </w:rPr>
              <w:t>ทำความเข้าใจ</w:t>
            </w:r>
            <w:r w:rsidRPr="00331435">
              <w:rPr>
                <w:rFonts w:ascii="Angsana New" w:hAnsi="Angsana New" w:cs="Angsana New" w:hint="cs"/>
                <w:sz w:val="30"/>
                <w:szCs w:val="30"/>
                <w:cs/>
              </w:rPr>
              <w:t>เกี่ยวกับการระบุหน่วยสินทรัพย์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      </w:t>
            </w:r>
            <w:r w:rsidRPr="00331435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ที่ก่อให้เกิดกระแสเงินสด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วิธีการที่</w:t>
            </w:r>
            <w:r w:rsidRPr="00D14673">
              <w:rPr>
                <w:rFonts w:ascii="Angsana New" w:hAnsi="Angsana New" w:cs="Angsana New"/>
                <w:sz w:val="30"/>
                <w:szCs w:val="30"/>
                <w:cs/>
              </w:rPr>
              <w:t>กลุ่มบริษัทใช้ในการระบุข้อบ่งชี้ของการด้อยค่า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รวมถึ</w:t>
            </w:r>
            <w:r w:rsidRPr="00990A30">
              <w:rPr>
                <w:rFonts w:ascii="Angsana New" w:hAnsi="Angsana New" w:cs="Angsana New" w:hint="cs"/>
                <w:sz w:val="30"/>
                <w:szCs w:val="30"/>
                <w:cs/>
              </w:rPr>
              <w:t>งวิธีการที่ใช้ใน</w:t>
            </w:r>
            <w:r w:rsidRPr="005C5B33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>การประมาณการมูลค่าที่คาดว่าจะได้รับคืนของค่าความนิยม</w:t>
            </w:r>
            <w:r w:rsidRPr="00331435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สินทรัพย์ไม่มีตัวตน และเงินลงทุนในบริษัทย่อย</w:t>
            </w:r>
          </w:p>
          <w:p w14:paraId="3AE8BB46" w14:textId="77777777" w:rsidR="00183BBC" w:rsidRPr="00331435" w:rsidRDefault="00183BBC" w:rsidP="00293C23">
            <w:pPr>
              <w:numPr>
                <w:ilvl w:val="0"/>
                <w:numId w:val="47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contextualSpacing/>
              <w:jc w:val="thaiDistribute"/>
              <w:rPr>
                <w:rFonts w:eastAsia="Arial" w:cstheme="minorHAnsi"/>
                <w:szCs w:val="22"/>
                <w:lang w:bidi="ar-SA"/>
              </w:rPr>
            </w:pPr>
            <w:r w:rsidRPr="00331435">
              <w:rPr>
                <w:rFonts w:asciiTheme="majorBidi" w:eastAsia="Arial" w:hAnsiTheme="majorBidi" w:cstheme="majorBidi" w:hint="cs"/>
                <w:sz w:val="30"/>
                <w:szCs w:val="30"/>
                <w:cs/>
              </w:rPr>
              <w:t>การ</w:t>
            </w:r>
            <w:r w:rsidRPr="00331435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t>ประเมิน</w:t>
            </w:r>
            <w:r w:rsidRPr="00331435">
              <w:rPr>
                <w:rFonts w:asciiTheme="majorBidi" w:eastAsia="Arial" w:hAnsiTheme="majorBidi" w:cstheme="majorBidi" w:hint="cs"/>
                <w:sz w:val="30"/>
                <w:szCs w:val="30"/>
                <w:cs/>
              </w:rPr>
              <w:t>ความเหมาะสมของประมาณการ</w:t>
            </w:r>
            <w:r w:rsidRPr="00331435">
              <w:rPr>
                <w:rFonts w:asciiTheme="majorBidi" w:eastAsia="Arial" w:hAnsiTheme="majorBidi" w:cstheme="majorBidi"/>
                <w:spacing w:val="-2"/>
                <w:sz w:val="30"/>
                <w:szCs w:val="30"/>
                <w:cs/>
              </w:rPr>
              <w:t>กระแสเงินสดในอนาคตและข้อสมมติ</w:t>
            </w:r>
            <w:r w:rsidRPr="00331435">
              <w:rPr>
                <w:rFonts w:asciiTheme="majorBidi" w:eastAsia="Arial" w:hAnsiTheme="majorBidi" w:cstheme="majorBidi" w:hint="cs"/>
                <w:spacing w:val="-2"/>
                <w:sz w:val="30"/>
                <w:szCs w:val="30"/>
                <w:cs/>
              </w:rPr>
              <w:t>ฐาน</w:t>
            </w:r>
            <w:r w:rsidRPr="00331435">
              <w:rPr>
                <w:rFonts w:asciiTheme="majorBidi" w:eastAsia="Arial" w:hAnsiTheme="majorBidi" w:cstheme="majorBidi"/>
                <w:spacing w:val="-2"/>
                <w:sz w:val="30"/>
                <w:szCs w:val="30"/>
                <w:cs/>
              </w:rPr>
              <w:t>เกี่ยวกับอัตราการเติบโต</w:t>
            </w:r>
            <w:r w:rsidRPr="00331435">
              <w:rPr>
                <w:rFonts w:asciiTheme="majorBidi" w:eastAsia="Arial" w:hAnsiTheme="majorBidi" w:cstheme="majorBidi" w:hint="cs"/>
                <w:spacing w:val="-2"/>
                <w:sz w:val="30"/>
                <w:szCs w:val="30"/>
                <w:cs/>
              </w:rPr>
              <w:t xml:space="preserve"> โดยเปรียบเทียบ</w:t>
            </w:r>
            <w:r w:rsidRPr="00331435">
              <w:rPr>
                <w:rFonts w:asciiTheme="majorBidi" w:eastAsia="Arial" w:hAnsiTheme="majorBidi" w:cstheme="majorBidi"/>
                <w:spacing w:val="-2"/>
                <w:sz w:val="30"/>
                <w:szCs w:val="30"/>
                <w:cs/>
              </w:rPr>
              <w:t>กับแผนการดำเนินงานของกลุ่มบริษัท</w:t>
            </w:r>
            <w:r w:rsidRPr="00331435">
              <w:rPr>
                <w:rFonts w:asciiTheme="majorBidi" w:eastAsia="Arial" w:hAnsiTheme="majorBidi" w:cstheme="majorBidi"/>
                <w:spacing w:val="-2"/>
                <w:sz w:val="30"/>
                <w:szCs w:val="30"/>
              </w:rPr>
              <w:t xml:space="preserve"> </w:t>
            </w:r>
            <w:r w:rsidRPr="00331435">
              <w:rPr>
                <w:rFonts w:asciiTheme="majorBidi" w:eastAsia="Arial" w:hAnsiTheme="majorBidi" w:cstheme="majorBidi" w:hint="cs"/>
                <w:spacing w:val="-2"/>
                <w:sz w:val="30"/>
                <w:szCs w:val="30"/>
                <w:cs/>
              </w:rPr>
              <w:t>และ</w:t>
            </w:r>
            <w:r w:rsidRPr="00331435">
              <w:rPr>
                <w:rFonts w:asciiTheme="majorBidi" w:eastAsia="Arial" w:hAnsiTheme="majorBidi" w:cstheme="majorBidi"/>
                <w:spacing w:val="-2"/>
                <w:sz w:val="30"/>
                <w:szCs w:val="30"/>
                <w:cs/>
              </w:rPr>
              <w:t xml:space="preserve">ผลการดำเนินงานในอดีต </w:t>
            </w:r>
          </w:p>
          <w:p w14:paraId="0D653124" w14:textId="77777777" w:rsidR="00183BBC" w:rsidRPr="00331435" w:rsidRDefault="00183BBC" w:rsidP="00293C23">
            <w:pPr>
              <w:pStyle w:val="ListParagraph"/>
              <w:numPr>
                <w:ilvl w:val="0"/>
                <w:numId w:val="47"/>
              </w:numPr>
              <w:tabs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eastAsia="Arial" w:hAnsiTheme="majorBidi" w:cstheme="majorBidi"/>
                <w:sz w:val="30"/>
                <w:szCs w:val="30"/>
              </w:rPr>
            </w:pPr>
            <w:r w:rsidRPr="00331435">
              <w:rPr>
                <w:rFonts w:asciiTheme="majorBidi" w:eastAsia="Arial" w:hAnsiTheme="majorBidi" w:cstheme="majorBidi" w:hint="cs"/>
                <w:sz w:val="30"/>
                <w:szCs w:val="30"/>
                <w:cs/>
              </w:rPr>
              <w:t>การ</w:t>
            </w:r>
            <w:r w:rsidRPr="00331435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t>ทดสอบความน่าเชื่อถือของอัตราคิดลดที่ใช้ในการประมาณการกระแสเงินสดในอนาคตโดยเปรียบเทียบกับ</w:t>
            </w:r>
            <w:r w:rsidRPr="00331435">
              <w:rPr>
                <w:rFonts w:asciiTheme="majorBidi" w:eastAsia="Arial" w:hAnsiTheme="majorBidi" w:cstheme="majorBidi" w:hint="cs"/>
                <w:sz w:val="30"/>
                <w:szCs w:val="30"/>
                <w:cs/>
              </w:rPr>
              <w:t>อัตราต้นทุนถัวเฉลี่ยถ่วงน้ำหนักของเงินทุนของอุตสาหกรรมที่กลุ่มบริษัทดำเนินกิจการอยู่</w:t>
            </w:r>
            <w:r w:rsidRPr="00331435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t xml:space="preserve"> </w:t>
            </w:r>
          </w:p>
          <w:p w14:paraId="7E1AFB34" w14:textId="77777777" w:rsidR="00183BBC" w:rsidRPr="00331435" w:rsidRDefault="00183BBC" w:rsidP="00293C23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331435">
              <w:rPr>
                <w:rFonts w:ascii="Angsana New" w:hAnsi="Angsana New" w:cs="Angsana New" w:hint="cs"/>
                <w:sz w:val="30"/>
                <w:szCs w:val="30"/>
                <w:cs/>
              </w:rPr>
              <w:lastRenderedPageBreak/>
              <w:t>การทดสอบการคำนวณมูลค่าที่คาดว่าจะได้รับคืนของค่าความนิยม สินทรัพย์ไม่มีตัวตนและเงินลงทุนในบริษัทย่อย</w:t>
            </w:r>
            <w:r w:rsidRPr="00331435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  <w:p w14:paraId="6C2404E1" w14:textId="77777777" w:rsidR="00183BBC" w:rsidRPr="00331435" w:rsidRDefault="00183BBC" w:rsidP="00293C23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jc w:val="thaiDistribute"/>
              <w:rPr>
                <w:rFonts w:asciiTheme="minorBidi" w:hAnsiTheme="minorBidi"/>
                <w:sz w:val="28"/>
              </w:rPr>
            </w:pPr>
            <w:r w:rsidRPr="00331435">
              <w:rPr>
                <w:rFonts w:ascii="Angsana New" w:hAnsi="Angsana New" w:cs="Angsana New" w:hint="cs"/>
                <w:sz w:val="30"/>
                <w:szCs w:val="30"/>
                <w:cs/>
              </w:rPr>
              <w:t>การวิเคราะห์ความอ่อนไหวของข้อสมมติฐานที่สำคัญเพื่อพิจารณาผลกระทบต่อมูลค่าที่คาดว่าจะได้รับคืน</w:t>
            </w:r>
            <w:r w:rsidRPr="00331435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331435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t>และ</w:t>
            </w:r>
          </w:p>
          <w:p w14:paraId="3CDC29D8" w14:textId="77777777" w:rsidR="00183BBC" w:rsidRPr="00356B5E" w:rsidRDefault="00183BBC" w:rsidP="00293C23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31435">
              <w:rPr>
                <w:rFonts w:ascii="Angsana New" w:hAnsi="Angsana New" w:cs="Angsana New" w:hint="cs"/>
                <w:sz w:val="30"/>
                <w:szCs w:val="30"/>
                <w:cs/>
              </w:rPr>
              <w:t>การพิจารณา</w:t>
            </w:r>
            <w:r w:rsidRPr="00331435">
              <w:rPr>
                <w:rFonts w:ascii="Angsana New" w:hAnsi="Angsana New" w:cs="Angsana New"/>
                <w:sz w:val="30"/>
                <w:szCs w:val="30"/>
                <w:cs/>
              </w:rPr>
              <w:t>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7215DED2" w14:textId="77777777" w:rsidR="004E05A0" w:rsidRPr="00766750" w:rsidRDefault="004E05A0" w:rsidP="004C59D4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03590B36" w14:textId="5E655FB7" w:rsidR="00E54C08" w:rsidRPr="007929E5" w:rsidRDefault="00E54C08" w:rsidP="004C59D4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7929E5">
        <w:rPr>
          <w:rFonts w:ascii="Angsana New" w:eastAsia="Calibri" w:hAnsi="Angsana New"/>
          <w:i/>
          <w:iCs/>
          <w:sz w:val="30"/>
          <w:szCs w:val="30"/>
          <w:cs/>
        </w:rPr>
        <w:t xml:space="preserve">ข้อมูลอื่น </w:t>
      </w:r>
    </w:p>
    <w:p w14:paraId="0A0FD868" w14:textId="77777777" w:rsidR="00E54C08" w:rsidRPr="00C70B8D" w:rsidRDefault="00E54C08" w:rsidP="00E54C08">
      <w:pPr>
        <w:pStyle w:val="Default"/>
        <w:jc w:val="thaiDistribute"/>
        <w:rPr>
          <w:rFonts w:ascii="Angsana New" w:eastAsia="Calibri" w:hAnsi="Angsana New" w:cs="Angsana New"/>
          <w:sz w:val="30"/>
          <w:szCs w:val="30"/>
        </w:rPr>
      </w:pPr>
    </w:p>
    <w:p w14:paraId="1CEDD3B1" w14:textId="77777777" w:rsidR="00E54C08" w:rsidRPr="007929E5" w:rsidRDefault="00E54C08" w:rsidP="00E54C0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929E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7929E5">
        <w:rPr>
          <w:rFonts w:ascii="Angsana New" w:eastAsia="Calibri" w:hAnsi="Angsana New"/>
          <w:color w:val="000000"/>
          <w:spacing w:val="-4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7929E5">
        <w:rPr>
          <w:rFonts w:ascii="Angsana New" w:eastAsia="Calibri" w:hAnsi="Angsana New"/>
          <w:color w:val="000000"/>
          <w:spacing w:val="-4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แต่ไม่รวมถึงงบการเงินรวม</w:t>
      </w:r>
      <w:r w:rsidRPr="007929E5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</w:t>
      </w:r>
      <w:r w:rsidRPr="007929E5">
        <w:rPr>
          <w:rFonts w:ascii="Angsana New" w:eastAsia="Calibri" w:hAnsi="Angsana New"/>
          <w:color w:val="000000"/>
          <w:sz w:val="30"/>
          <w:szCs w:val="30"/>
          <w:cs/>
        </w:rPr>
        <w:t>และงบการเงินเฉพาะกิจการและรายงานของผู้สอบบัญชีที่อยู่ในรายงานนั้น</w:t>
      </w:r>
      <w:r w:rsidRPr="007929E5">
        <w:rPr>
          <w:rFonts w:ascii="Angsana New" w:eastAsia="Calibri" w:hAnsi="Angsana New"/>
          <w:color w:val="000000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color w:val="000000"/>
          <w:sz w:val="30"/>
          <w:szCs w:val="30"/>
          <w:cs/>
        </w:rPr>
        <w:t>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31CB4DB8" w14:textId="77777777" w:rsidR="00D54A2D" w:rsidRDefault="00D54A2D" w:rsidP="00E54C0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0616C4CD" w14:textId="10E1996A" w:rsidR="00E54C08" w:rsidRPr="007929E5" w:rsidRDefault="00E54C08" w:rsidP="00E54C0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929E5">
        <w:rPr>
          <w:rFonts w:ascii="Angsana New" w:eastAsia="Calibri" w:hAnsi="Angsana New"/>
          <w:color w:val="000000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  <w:r w:rsidRPr="007929E5">
        <w:rPr>
          <w:rFonts w:ascii="Angsana New" w:eastAsia="Calibri" w:hAnsi="Angsana New"/>
          <w:color w:val="000000"/>
          <w:sz w:val="30"/>
          <w:szCs w:val="30"/>
        </w:rPr>
        <w:t xml:space="preserve"> </w:t>
      </w:r>
    </w:p>
    <w:p w14:paraId="3288A3D9" w14:textId="77777777" w:rsidR="00E54C08" w:rsidRPr="00D54A2D" w:rsidRDefault="00E54C08" w:rsidP="00E54C0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3F02783A" w14:textId="77777777" w:rsidR="00E54C08" w:rsidRPr="007929E5" w:rsidRDefault="00E54C08" w:rsidP="00E54C0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929E5">
        <w:rPr>
          <w:rFonts w:ascii="Angsana New" w:eastAsia="Calibri" w:hAnsi="Angsana New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 คือ</w:t>
      </w:r>
      <w:r w:rsidRPr="007929E5">
        <w:rPr>
          <w:rFonts w:ascii="Angsana New" w:eastAsia="Calibri" w:hAnsi="Angsana New"/>
          <w:color w:val="000000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color w:val="000000"/>
          <w:sz w:val="30"/>
          <w:szCs w:val="30"/>
          <w:cs/>
        </w:rPr>
        <w:t>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</w:t>
      </w:r>
      <w:r w:rsidRPr="007929E5">
        <w:rPr>
          <w:rFonts w:ascii="Angsana New" w:eastAsia="Calibri" w:hAnsi="Angsana New"/>
          <w:color w:val="000000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color w:val="000000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7929E5">
        <w:rPr>
          <w:rFonts w:ascii="Angsana New" w:eastAsia="Calibri" w:hAnsi="Angsana New"/>
          <w:color w:val="000000"/>
          <w:sz w:val="30"/>
          <w:szCs w:val="30"/>
        </w:rPr>
        <w:t xml:space="preserve"> </w:t>
      </w:r>
    </w:p>
    <w:p w14:paraId="5CCB0BFB" w14:textId="77777777" w:rsidR="00E54C08" w:rsidRPr="00D54A2D" w:rsidRDefault="00E54C08" w:rsidP="00E54C0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74977DE3" w14:textId="0209AEE2" w:rsidR="00E54C08" w:rsidRDefault="00E54C08" w:rsidP="00E54C08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7929E5">
        <w:rPr>
          <w:rFonts w:ascii="Angsana New" w:hAnsi="Angsana New" w:cs="Angsana New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4886D2D1" w14:textId="7752770A" w:rsidR="00FA5C8A" w:rsidRDefault="00FA5C8A" w:rsidP="00E54C08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31ADA6AE" w14:textId="6DE0385A" w:rsidR="00FA5C8A" w:rsidRDefault="00FA5C8A" w:rsidP="00E54C08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4DDEB80D" w14:textId="77777777" w:rsidR="00FA5C8A" w:rsidRPr="007929E5" w:rsidRDefault="00FA5C8A" w:rsidP="00E54C08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1A3E142F" w14:textId="77777777" w:rsidR="00E54C08" w:rsidRPr="007929E5" w:rsidRDefault="00E54C08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7929E5">
        <w:rPr>
          <w:rFonts w:ascii="Angsana New" w:eastAsia="Calibri" w:hAnsi="Angsana New"/>
          <w:i/>
          <w:iCs/>
          <w:sz w:val="30"/>
          <w:szCs w:val="30"/>
          <w:cs/>
        </w:rPr>
        <w:lastRenderedPageBreak/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5A98FEF4" w14:textId="77777777" w:rsidR="00E54C08" w:rsidRPr="00D54A2D" w:rsidRDefault="00E54C08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3A79B31A" w14:textId="77777777" w:rsidR="00E54C08" w:rsidRPr="007929E5" w:rsidRDefault="00E54C08" w:rsidP="00E54C08">
      <w:pPr>
        <w:jc w:val="thaiDistribute"/>
        <w:rPr>
          <w:rFonts w:ascii="Angsana New" w:eastAsia="Calibri" w:hAnsi="Angsana New"/>
          <w:sz w:val="30"/>
          <w:szCs w:val="30"/>
        </w:rPr>
      </w:pPr>
      <w:r w:rsidRPr="007929E5">
        <w:rPr>
          <w:rFonts w:ascii="Angsana New" w:eastAsia="Calibri" w:hAnsi="Angsana New"/>
          <w:spacing w:val="-6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</w:t>
      </w:r>
      <w:r w:rsidRPr="007929E5">
        <w:rPr>
          <w:rFonts w:ascii="Angsana New" w:eastAsia="Calibri" w:hAnsi="Angsana New"/>
          <w:sz w:val="30"/>
          <w:szCs w:val="30"/>
          <w:cs/>
        </w:rPr>
        <w:t xml:space="preserve">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4E4C010A" w14:textId="2BF72063" w:rsidR="00CA19A2" w:rsidRPr="00D54A2D" w:rsidRDefault="00CA19A2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3D10669F" w14:textId="54D0C7B4" w:rsidR="00E54C08" w:rsidRPr="007929E5" w:rsidRDefault="00E54C08" w:rsidP="00E54C08">
      <w:pPr>
        <w:jc w:val="thaiDistribute"/>
        <w:rPr>
          <w:rFonts w:ascii="Angsana New" w:eastAsia="Calibri" w:hAnsi="Angsana New"/>
          <w:sz w:val="30"/>
          <w:szCs w:val="30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ในการจัดทำงบการเงินรวมและงบการเงินเฉพาะกิจการ 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</w:t>
      </w:r>
      <w:r w:rsidRPr="007929E5">
        <w:rPr>
          <w:rFonts w:ascii="Angsana New" w:eastAsia="Calibri" w:hAnsi="Angsana New" w:hint="cs"/>
          <w:sz w:val="30"/>
          <w:szCs w:val="30"/>
          <w:cs/>
        </w:rPr>
        <w:t xml:space="preserve"> (ตามความเหมาะสม) และการใช้เกณฑ์</w:t>
      </w:r>
      <w:r w:rsidRPr="007929E5">
        <w:rPr>
          <w:rFonts w:ascii="Angsana New" w:eastAsia="Calibri" w:hAnsi="Angsana New"/>
          <w:sz w:val="30"/>
          <w:szCs w:val="30"/>
          <w:rtl/>
          <w:cs/>
        </w:rPr>
        <w:t>การบัญชีสำหรับการดำเนินงานต่อเนื่องเว้น</w:t>
      </w:r>
      <w:r w:rsidRPr="007929E5">
        <w:rPr>
          <w:rFonts w:ascii="Angsana New" w:eastAsia="Calibri" w:hAnsi="Angsana New"/>
          <w:sz w:val="30"/>
          <w:szCs w:val="30"/>
          <w:cs/>
        </w:rPr>
        <w:t>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50A58A1E" w14:textId="77777777" w:rsidR="00B65870" w:rsidRPr="00474798" w:rsidRDefault="00B65870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108C5209" w14:textId="24333C30" w:rsidR="00E54C08" w:rsidRPr="007929E5" w:rsidRDefault="00E54C08" w:rsidP="00E54C08">
      <w:pPr>
        <w:jc w:val="thaiDistribute"/>
        <w:rPr>
          <w:rFonts w:ascii="Angsana New" w:eastAsia="Calibri" w:hAnsi="Angsana New"/>
          <w:sz w:val="30"/>
          <w:szCs w:val="30"/>
          <w:rtl/>
          <w:cs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ผู้มีหน้าที่ในการกำกับดูแลมีหน้าที่ในการ</w:t>
      </w:r>
      <w:r w:rsidR="008935A7">
        <w:rPr>
          <w:rFonts w:ascii="Angsana New" w:eastAsia="Calibri" w:hAnsi="Angsana New" w:hint="cs"/>
          <w:sz w:val="30"/>
          <w:szCs w:val="30"/>
          <w:cs/>
        </w:rPr>
        <w:t>กำกับ</w:t>
      </w:r>
      <w:r w:rsidRPr="007929E5">
        <w:rPr>
          <w:rFonts w:ascii="Angsana New" w:eastAsia="Calibri" w:hAnsi="Angsana New"/>
          <w:sz w:val="30"/>
          <w:szCs w:val="30"/>
          <w:cs/>
        </w:rPr>
        <w:t>ดูแลกระบวนการในการจัดทำรายงานทางการเงินของกลุ่มบริษัทและบริษัท</w:t>
      </w:r>
    </w:p>
    <w:p w14:paraId="0F9905EE" w14:textId="48CD6B5B" w:rsidR="00773D3B" w:rsidRPr="00474798" w:rsidRDefault="00773D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8D679AA" w14:textId="2E18EFD4" w:rsidR="00E54C08" w:rsidRPr="007929E5" w:rsidRDefault="00E54C08" w:rsidP="00AA312D">
      <w:pPr>
        <w:spacing w:line="354" w:lineRule="exact"/>
        <w:jc w:val="thaiDistribute"/>
        <w:rPr>
          <w:rFonts w:ascii="Angsana New" w:hAnsi="Angsana New"/>
          <w:i/>
          <w:iCs/>
          <w:sz w:val="30"/>
          <w:szCs w:val="30"/>
        </w:rPr>
      </w:pPr>
      <w:r w:rsidRPr="007929E5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670640CD" w14:textId="77777777" w:rsidR="00E54C08" w:rsidRPr="00474798" w:rsidRDefault="00E54C08" w:rsidP="001F4ECA">
      <w:pPr>
        <w:jc w:val="thaiDistribute"/>
        <w:rPr>
          <w:rFonts w:ascii="Angsana New" w:eastAsia="Calibri" w:hAnsi="Angsana New"/>
          <w:spacing w:val="-6"/>
          <w:sz w:val="30"/>
          <w:szCs w:val="30"/>
        </w:rPr>
      </w:pPr>
    </w:p>
    <w:p w14:paraId="75F0F4B3" w14:textId="13764273" w:rsidR="00E54C08" w:rsidRPr="001F4ECA" w:rsidRDefault="00E54C08" w:rsidP="001F4ECA">
      <w:pPr>
        <w:jc w:val="thaiDistribute"/>
        <w:rPr>
          <w:rFonts w:ascii="Angsana New" w:eastAsia="Calibri" w:hAnsi="Angsana New"/>
          <w:spacing w:val="-6"/>
          <w:sz w:val="30"/>
          <w:szCs w:val="30"/>
        </w:rPr>
      </w:pPr>
      <w:r w:rsidRPr="00CA6CE8">
        <w:rPr>
          <w:rFonts w:ascii="Angsana New" w:eastAsia="Calibri" w:hAnsi="Angsana New"/>
          <w:spacing w:val="-12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</w:t>
      </w:r>
      <w:r w:rsidR="007C208C" w:rsidRPr="001F4ECA">
        <w:rPr>
          <w:rFonts w:ascii="Angsana New" w:eastAsia="Calibri" w:hAnsi="Angsana New" w:hint="cs"/>
          <w:spacing w:val="-6"/>
          <w:sz w:val="30"/>
          <w:szCs w:val="30"/>
          <w:cs/>
        </w:rPr>
        <w:t xml:space="preserve"> โ</w:t>
      </w:r>
      <w:r w:rsidRPr="001F4ECA">
        <w:rPr>
          <w:rFonts w:ascii="Angsana New" w:eastAsia="Calibri" w:hAnsi="Angsana New"/>
          <w:spacing w:val="-6"/>
          <w:sz w:val="30"/>
          <w:szCs w:val="30"/>
          <w:cs/>
        </w:rPr>
        <w:t>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</w:t>
      </w:r>
      <w:r w:rsidR="00CA6CE8">
        <w:rPr>
          <w:rFonts w:ascii="Angsana New" w:eastAsia="Calibri" w:hAnsi="Angsana New"/>
          <w:spacing w:val="-6"/>
          <w:sz w:val="30"/>
          <w:szCs w:val="30"/>
        </w:rPr>
        <w:t xml:space="preserve"> </w:t>
      </w:r>
      <w:r w:rsidRPr="001F4ECA">
        <w:rPr>
          <w:rFonts w:ascii="Angsana New" w:eastAsia="Calibri" w:hAnsi="Angsana New"/>
          <w:spacing w:val="-6"/>
          <w:sz w:val="30"/>
          <w:szCs w:val="30"/>
          <w:cs/>
        </w:rPr>
        <w:t>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</w:t>
      </w:r>
      <w:r w:rsidR="00CA6CE8">
        <w:rPr>
          <w:rFonts w:ascii="Angsana New" w:eastAsia="Calibri" w:hAnsi="Angsana New"/>
          <w:spacing w:val="-6"/>
          <w:sz w:val="30"/>
          <w:szCs w:val="30"/>
        </w:rPr>
        <w:t xml:space="preserve"> </w:t>
      </w:r>
      <w:r w:rsidRPr="001F4ECA">
        <w:rPr>
          <w:rFonts w:ascii="Angsana New" w:eastAsia="Calibri" w:hAnsi="Angsana New"/>
          <w:spacing w:val="-6"/>
          <w:sz w:val="30"/>
          <w:szCs w:val="30"/>
          <w:cs/>
        </w:rPr>
        <w:t>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14:paraId="37E87D60" w14:textId="29F9CBC0" w:rsidR="00E54C08" w:rsidRDefault="00E54C08" w:rsidP="001F4ECA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6F0A5C30" w14:textId="7B7F9CAA" w:rsidR="006D6ED5" w:rsidRDefault="006D6ED5" w:rsidP="001F4ECA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69AA1014" w14:textId="3C37C5E1" w:rsidR="006D6ED5" w:rsidRDefault="006D6ED5" w:rsidP="001F4ECA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42AF10D2" w14:textId="51251816" w:rsidR="006D6ED5" w:rsidRDefault="006D6ED5" w:rsidP="001F4ECA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1719EEFE" w14:textId="58F2486F" w:rsidR="006D6ED5" w:rsidRDefault="006D6ED5" w:rsidP="001F4ECA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61D1B312" w14:textId="44CFB732" w:rsidR="006D6ED5" w:rsidRDefault="006D6ED5" w:rsidP="001F4ECA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6FB3C417" w14:textId="77777777" w:rsidR="006D6ED5" w:rsidRPr="00474798" w:rsidRDefault="006D6ED5" w:rsidP="001F4ECA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49F6841A" w14:textId="07F1B6A0" w:rsidR="00E54C08" w:rsidRPr="001F4ECA" w:rsidRDefault="00E54C08" w:rsidP="001F4ECA">
      <w:pPr>
        <w:jc w:val="thaiDistribute"/>
        <w:rPr>
          <w:rFonts w:ascii="Angsana New" w:eastAsia="Calibri" w:hAnsi="Angsana New"/>
          <w:sz w:val="30"/>
          <w:szCs w:val="30"/>
        </w:rPr>
      </w:pPr>
      <w:r w:rsidRPr="001F4ECA">
        <w:rPr>
          <w:rFonts w:ascii="Angsana New" w:eastAsia="Calibri" w:hAnsi="Angsana New" w:hint="cs"/>
          <w:sz w:val="30"/>
          <w:szCs w:val="30"/>
          <w:cs/>
        </w:rPr>
        <w:lastRenderedPageBreak/>
        <w:t>ในการตรวจ</w:t>
      </w:r>
      <w:r w:rsidRPr="001F4ECA">
        <w:rPr>
          <w:rFonts w:ascii="Angsana New" w:eastAsia="Calibri" w:hAnsi="Angsana New"/>
          <w:sz w:val="30"/>
          <w:szCs w:val="30"/>
          <w:cs/>
        </w:rPr>
        <w:t>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5EF7DFAE" w14:textId="77777777" w:rsidR="002752A0" w:rsidRPr="00474798" w:rsidRDefault="002752A0" w:rsidP="001F4ECA">
      <w:pPr>
        <w:jc w:val="thaiDistribute"/>
        <w:rPr>
          <w:rFonts w:ascii="Angsana New" w:eastAsia="Calibri" w:hAnsi="Angsana New"/>
          <w:spacing w:val="-6"/>
          <w:sz w:val="30"/>
          <w:szCs w:val="30"/>
        </w:rPr>
      </w:pPr>
    </w:p>
    <w:p w14:paraId="1136C246" w14:textId="0AF49418" w:rsidR="00E54C08" w:rsidRPr="007929E5" w:rsidRDefault="00E54C08" w:rsidP="001F4ECA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2" w:hanging="562"/>
        <w:contextualSpacing/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7929E5">
        <w:rPr>
          <w:rFonts w:ascii="Angsana New" w:hAnsi="Angsana New"/>
          <w:sz w:val="30"/>
          <w:szCs w:val="30"/>
          <w:cs/>
        </w:rPr>
        <w:t>รวมและ</w:t>
      </w:r>
      <w:r w:rsidRPr="007929E5">
        <w:rPr>
          <w:rFonts w:ascii="Angsana New" w:hAnsi="Angsana New" w:hint="cs"/>
          <w:sz w:val="30"/>
          <w:szCs w:val="30"/>
          <w:cs/>
        </w:rPr>
        <w:t xml:space="preserve">         </w:t>
      </w:r>
      <w:r w:rsidR="008C5537" w:rsidRPr="007929E5">
        <w:rPr>
          <w:rFonts w:ascii="Angsana New" w:hAnsi="Angsana New" w:hint="cs"/>
          <w:sz w:val="30"/>
          <w:szCs w:val="30"/>
          <w:cs/>
        </w:rPr>
        <w:t xml:space="preserve">  </w:t>
      </w:r>
      <w:r w:rsidRPr="007929E5">
        <w:rPr>
          <w:rFonts w:ascii="Angsana New" w:hAnsi="Angsana New"/>
          <w:sz w:val="30"/>
          <w:szCs w:val="30"/>
          <w:cs/>
        </w:rPr>
        <w:t>งบการเงินเฉพาะกิจการ</w:t>
      </w:r>
      <w:r w:rsidRPr="007929E5">
        <w:rPr>
          <w:rFonts w:ascii="Angsana New" w:eastAsia="Calibri" w:hAnsi="Angsana New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</w:t>
      </w:r>
      <w:r w:rsidR="00207F6E" w:rsidRPr="007929E5">
        <w:rPr>
          <w:rFonts w:ascii="Angsana New" w:eastAsia="Calibri" w:hAnsi="Angsana New" w:hint="cs"/>
          <w:sz w:val="30"/>
          <w:szCs w:val="30"/>
          <w:cs/>
        </w:rPr>
        <w:t xml:space="preserve">        </w:t>
      </w:r>
      <w:r w:rsidRPr="007929E5">
        <w:rPr>
          <w:rFonts w:ascii="Angsana New" w:eastAsia="Calibri" w:hAnsi="Angsana New"/>
          <w:sz w:val="30"/>
          <w:szCs w:val="30"/>
          <w:cs/>
        </w:rPr>
        <w:t>การควบคุมภ</w:t>
      </w:r>
      <w:r w:rsidRPr="007929E5">
        <w:rPr>
          <w:rFonts w:ascii="Angsana New" w:hAnsi="Angsana New"/>
          <w:sz w:val="30"/>
          <w:szCs w:val="30"/>
          <w:cs/>
        </w:rPr>
        <w:t>ายใน</w:t>
      </w:r>
    </w:p>
    <w:p w14:paraId="7CC7AF53" w14:textId="18F549BC" w:rsidR="00E54C08" w:rsidRPr="007929E5" w:rsidRDefault="00E54C08" w:rsidP="001F4ECA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2" w:hanging="562"/>
        <w:contextualSpacing/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7929E5">
        <w:rPr>
          <w:rFonts w:ascii="Angsana New" w:hAnsi="Angsana New"/>
          <w:sz w:val="30"/>
          <w:szCs w:val="30"/>
          <w:cs/>
        </w:rPr>
        <w:t>บริษัท</w:t>
      </w:r>
    </w:p>
    <w:p w14:paraId="3F96316F" w14:textId="60C2C1A0" w:rsidR="00B65870" w:rsidRPr="00D13D5D" w:rsidRDefault="00E54C08" w:rsidP="001F4ECA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2" w:hanging="562"/>
        <w:contextualSpacing/>
        <w:jc w:val="thaiDistribute"/>
        <w:rPr>
          <w:rFonts w:ascii="Angsana New" w:hAnsi="Angsana New"/>
          <w:sz w:val="30"/>
          <w:szCs w:val="30"/>
        </w:rPr>
      </w:pPr>
      <w:r w:rsidRPr="00D13D5D">
        <w:rPr>
          <w:rFonts w:ascii="Angsana New" w:eastAsia="Calibri" w:hAnsi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D13D5D">
        <w:rPr>
          <w:rFonts w:ascii="Angsana New" w:hAnsi="Angsana New"/>
          <w:sz w:val="30"/>
          <w:szCs w:val="30"/>
          <w:cs/>
        </w:rPr>
        <w:t xml:space="preserve">ผยข้อมูลที่เกี่ยวข้องซึ่งจัดทำขึ้นโดยผู้บริหาร </w:t>
      </w:r>
    </w:p>
    <w:p w14:paraId="347DE987" w14:textId="06C41190" w:rsidR="00D13D5D" w:rsidRDefault="00E54C08" w:rsidP="001F4ECA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2" w:hanging="562"/>
        <w:contextualSpacing/>
        <w:jc w:val="thaiDistribute"/>
        <w:rPr>
          <w:rFonts w:ascii="Angsana New" w:hAnsi="Angsana New"/>
          <w:sz w:val="30"/>
          <w:szCs w:val="30"/>
        </w:rPr>
      </w:pPr>
      <w:r w:rsidRPr="00B65870">
        <w:rPr>
          <w:rFonts w:ascii="Angsana New" w:hAnsi="Angsana New"/>
          <w:sz w:val="30"/>
          <w:szCs w:val="30"/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</w:t>
      </w:r>
      <w:r w:rsidR="00207F6E" w:rsidRPr="00B65870">
        <w:rPr>
          <w:rFonts w:ascii="Angsana New" w:hAnsi="Angsana New" w:hint="cs"/>
          <w:sz w:val="30"/>
          <w:szCs w:val="30"/>
          <w:cs/>
        </w:rPr>
        <w:t xml:space="preserve">          </w:t>
      </w:r>
      <w:r w:rsidRPr="00B65870">
        <w:rPr>
          <w:rFonts w:ascii="Angsana New" w:hAnsi="Angsana New"/>
          <w:sz w:val="30"/>
          <w:szCs w:val="30"/>
          <w:cs/>
        </w:rPr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</w:t>
      </w:r>
      <w:r w:rsidRPr="00B65870">
        <w:rPr>
          <w:rFonts w:ascii="Angsana New" w:hAnsi="Angsana New" w:hint="cs"/>
          <w:sz w:val="30"/>
          <w:szCs w:val="30"/>
          <w:cs/>
        </w:rPr>
        <w:t>โดยให้ข้อสังเกต</w:t>
      </w:r>
      <w:r w:rsidRPr="00B65870">
        <w:rPr>
          <w:rFonts w:ascii="Angsana New" w:hAnsi="Angsana New"/>
          <w:sz w:val="30"/>
          <w:szCs w:val="30"/>
          <w:cs/>
        </w:rPr>
        <w:t>ถึงการเปิดเผย</w:t>
      </w:r>
      <w:r w:rsidRPr="00B65870">
        <w:rPr>
          <w:rFonts w:ascii="Angsana New" w:hAnsi="Angsana New" w:hint="cs"/>
          <w:sz w:val="30"/>
          <w:szCs w:val="30"/>
          <w:cs/>
        </w:rPr>
        <w:t>ข้อมูล</w:t>
      </w:r>
      <w:r w:rsidRPr="00B65870">
        <w:rPr>
          <w:rFonts w:ascii="Angsana New" w:hAnsi="Angsana New"/>
          <w:sz w:val="30"/>
          <w:szCs w:val="30"/>
          <w:cs/>
        </w:rPr>
        <w:t>ในงบการเงินรวมและงบการเงินเฉพาะกิจการที่เกี่ยวข้อง หรือถ้าการเปิดเผย</w:t>
      </w:r>
      <w:r w:rsidRPr="00B65870">
        <w:rPr>
          <w:rFonts w:ascii="Angsana New" w:hAnsi="Angsana New" w:hint="cs"/>
          <w:sz w:val="30"/>
          <w:szCs w:val="30"/>
          <w:cs/>
        </w:rPr>
        <w:t>ข้อมูล</w:t>
      </w:r>
      <w:r w:rsidRPr="00B65870">
        <w:rPr>
          <w:rFonts w:ascii="Angsana New" w:hAnsi="Angsana New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</w:t>
      </w:r>
      <w:r w:rsidR="00207F6E" w:rsidRPr="00B65870">
        <w:rPr>
          <w:rFonts w:ascii="Angsana New" w:hAnsi="Angsana New" w:hint="cs"/>
          <w:sz w:val="30"/>
          <w:szCs w:val="30"/>
          <w:cs/>
        </w:rPr>
        <w:t xml:space="preserve">     </w:t>
      </w:r>
      <w:r w:rsidR="00F7265D">
        <w:rPr>
          <w:rFonts w:ascii="Angsana New" w:hAnsi="Angsana New"/>
          <w:sz w:val="30"/>
          <w:szCs w:val="30"/>
        </w:rPr>
        <w:t xml:space="preserve">              </w:t>
      </w:r>
      <w:r w:rsidRPr="00B65870">
        <w:rPr>
          <w:rFonts w:ascii="Angsana New" w:hAnsi="Angsana New"/>
          <w:sz w:val="30"/>
          <w:szCs w:val="30"/>
          <w:cs/>
        </w:rPr>
        <w:t xml:space="preserve">ในอนาคตอาจเป็นเหตุให้กลุ่มบริษัทและบริษัทต้องหยุดการดำเนินงานต่อเนื่อง </w:t>
      </w:r>
    </w:p>
    <w:p w14:paraId="436A2DF7" w14:textId="01F90C9E" w:rsidR="00E54C08" w:rsidRPr="007929E5" w:rsidRDefault="00E54C08" w:rsidP="00326D6C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</w:t>
      </w:r>
      <w:r w:rsidR="00C1509D" w:rsidRPr="007929E5">
        <w:rPr>
          <w:rFonts w:ascii="Angsana New" w:hAnsi="Angsana New" w:hint="cs"/>
          <w:sz w:val="30"/>
          <w:szCs w:val="30"/>
          <w:cs/>
        </w:rPr>
        <w:t xml:space="preserve">              </w:t>
      </w:r>
      <w:r w:rsidRPr="007929E5">
        <w:rPr>
          <w:rFonts w:ascii="Angsana New" w:hAnsi="Angsana New"/>
          <w:sz w:val="30"/>
          <w:szCs w:val="30"/>
          <w:cs/>
        </w:rPr>
        <w:t>การเปิดเผย</w:t>
      </w:r>
      <w:r w:rsidRPr="007929E5">
        <w:rPr>
          <w:rFonts w:ascii="Angsana New" w:hAnsi="Angsana New" w:hint="cs"/>
          <w:sz w:val="30"/>
          <w:szCs w:val="30"/>
          <w:cs/>
        </w:rPr>
        <w:t>ข้อมูล</w:t>
      </w:r>
      <w:r w:rsidRPr="007929E5">
        <w:rPr>
          <w:rFonts w:ascii="Angsana New" w:hAnsi="Angsana New"/>
          <w:sz w:val="30"/>
          <w:szCs w:val="30"/>
          <w:cs/>
        </w:rPr>
        <w:t>ว่างบการเงินรวมและงบการเงินเฉพาะกิจการแสดงรายการและเหตุการณ์ในรูปแบบที่ทำให้มี</w:t>
      </w:r>
      <w:r w:rsidR="00C1509D" w:rsidRPr="007929E5">
        <w:rPr>
          <w:rFonts w:ascii="Angsana New" w:hAnsi="Angsana New" w:hint="cs"/>
          <w:sz w:val="30"/>
          <w:szCs w:val="30"/>
          <w:cs/>
        </w:rPr>
        <w:t xml:space="preserve">     </w:t>
      </w:r>
      <w:r w:rsidRPr="007929E5">
        <w:rPr>
          <w:rFonts w:ascii="Angsana New" w:hAnsi="Angsana New"/>
          <w:sz w:val="30"/>
          <w:szCs w:val="30"/>
          <w:cs/>
        </w:rPr>
        <w:t>การนำเสนอข้อมูลโดยถูกต้องตามที่ควรหรือไม่</w:t>
      </w:r>
    </w:p>
    <w:p w14:paraId="5B723AC4" w14:textId="1DF60F3F" w:rsidR="00E54C08" w:rsidRPr="007929E5" w:rsidRDefault="00E54C08" w:rsidP="00326D6C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7929E5">
        <w:rPr>
          <w:rFonts w:ascii="Angsana New" w:hAnsi="Angsana New"/>
          <w:sz w:val="30"/>
          <w:szCs w:val="30"/>
        </w:rPr>
        <w:t xml:space="preserve"> </w:t>
      </w:r>
      <w:r w:rsidRPr="007929E5">
        <w:rPr>
          <w:rFonts w:ascii="Angsana New" w:hAnsi="Angsana New"/>
          <w:sz w:val="30"/>
          <w:szCs w:val="30"/>
          <w:cs/>
        </w:rPr>
        <w:t>ข้าพเจ้ารับผิดชอบต่อการกำหนดแนวทาง การควบคุมดูแล และการปฏิบัติงานตรวจสอบกลุ่มบริษัท</w:t>
      </w:r>
      <w:r w:rsidRPr="007929E5">
        <w:rPr>
          <w:rFonts w:ascii="Angsana New" w:hAnsi="Angsana New"/>
          <w:sz w:val="30"/>
          <w:szCs w:val="30"/>
        </w:rPr>
        <w:t xml:space="preserve"> </w:t>
      </w:r>
      <w:r w:rsidRPr="007929E5">
        <w:rPr>
          <w:rFonts w:ascii="Angsana New" w:hAnsi="Angsana New"/>
          <w:sz w:val="30"/>
          <w:szCs w:val="30"/>
          <w:cs/>
        </w:rPr>
        <w:t>ข้าพเจ้าเป็นผู้รับผิดชอบแต่เพียงผู้เดียว</w:t>
      </w:r>
      <w:r w:rsidR="00C1509D" w:rsidRPr="007929E5">
        <w:rPr>
          <w:rFonts w:ascii="Angsana New" w:hAnsi="Angsana New" w:hint="cs"/>
          <w:sz w:val="30"/>
          <w:szCs w:val="30"/>
          <w:cs/>
        </w:rPr>
        <w:t xml:space="preserve">                  </w:t>
      </w:r>
      <w:r w:rsidRPr="007929E5">
        <w:rPr>
          <w:rFonts w:ascii="Angsana New" w:hAnsi="Angsana New"/>
          <w:sz w:val="30"/>
          <w:szCs w:val="30"/>
          <w:cs/>
        </w:rPr>
        <w:t>ต่อความเห็นของข้าพเจ้า</w:t>
      </w:r>
      <w:r w:rsidRPr="007929E5">
        <w:rPr>
          <w:rFonts w:ascii="Angsana New" w:hAnsi="Angsana New"/>
          <w:sz w:val="30"/>
          <w:szCs w:val="30"/>
        </w:rPr>
        <w:t xml:space="preserve"> </w:t>
      </w:r>
    </w:p>
    <w:p w14:paraId="48454978" w14:textId="77777777" w:rsidR="00E54C08" w:rsidRPr="00474798" w:rsidRDefault="00E54C08" w:rsidP="00E54C08">
      <w:pPr>
        <w:jc w:val="thaiDistribute"/>
        <w:rPr>
          <w:rFonts w:ascii="Angsana New" w:hAnsi="Angsana New"/>
          <w:sz w:val="30"/>
          <w:szCs w:val="30"/>
        </w:rPr>
      </w:pPr>
    </w:p>
    <w:p w14:paraId="25205963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eastAsia="Calibri" w:hAnsi="Angsana New"/>
          <w:sz w:val="30"/>
          <w:szCs w:val="30"/>
          <w:cs/>
        </w:rPr>
        <w:lastRenderedPageBreak/>
        <w:t>ข้าพเจ้าได้สื่อสารกับผู้มีหน้าที่ในการกำกับดูแล</w:t>
      </w:r>
      <w:r w:rsidRPr="007929E5">
        <w:rPr>
          <w:rFonts w:ascii="Angsana New" w:eastAsia="Calibri" w:hAnsi="Angsana New" w:hint="cs"/>
          <w:sz w:val="30"/>
          <w:szCs w:val="30"/>
          <w:cs/>
        </w:rPr>
        <w:t>ในเรื่องต่างๆที่สำคัญ ซึ่งรวมถึง</w:t>
      </w:r>
      <w:r w:rsidRPr="007929E5">
        <w:rPr>
          <w:rFonts w:ascii="Angsana New" w:eastAsia="Calibri" w:hAnsi="Angsana New"/>
          <w:sz w:val="30"/>
          <w:szCs w:val="30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Pr="007929E5">
        <w:rPr>
          <w:rFonts w:ascii="Angsana New" w:eastAsia="Calibri" w:hAnsi="Angsana New" w:hint="cs"/>
          <w:sz w:val="30"/>
          <w:szCs w:val="30"/>
          <w:cs/>
        </w:rPr>
        <w:t>หาก</w:t>
      </w:r>
      <w:r w:rsidRPr="007929E5">
        <w:rPr>
          <w:rFonts w:ascii="Angsana New" w:eastAsia="Calibri" w:hAnsi="Angsana New"/>
          <w:sz w:val="30"/>
          <w:szCs w:val="30"/>
          <w:cs/>
        </w:rPr>
        <w:t>ข้าพเจ้าได้พบในระหว่างการตรวจสอบขอ</w:t>
      </w:r>
      <w:r w:rsidRPr="007929E5">
        <w:rPr>
          <w:rFonts w:ascii="Angsana New" w:hAnsi="Angsana New"/>
          <w:sz w:val="30"/>
          <w:szCs w:val="30"/>
          <w:cs/>
        </w:rPr>
        <w:t>งข้าพเจ้า</w:t>
      </w:r>
    </w:p>
    <w:p w14:paraId="6511E7CE" w14:textId="77777777" w:rsidR="00E54C08" w:rsidRPr="00474798" w:rsidRDefault="00E54C08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7AF6B68E" w14:textId="30C6585B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 w:rsidR="00C1509D" w:rsidRPr="007929E5">
        <w:rPr>
          <w:rFonts w:ascii="Angsana New" w:eastAsia="Calibri" w:hAnsi="Angsana New" w:hint="cs"/>
          <w:sz w:val="30"/>
          <w:szCs w:val="30"/>
          <w:cs/>
        </w:rPr>
        <w:t xml:space="preserve">         </w:t>
      </w:r>
      <w:r w:rsidRPr="007929E5">
        <w:rPr>
          <w:rFonts w:ascii="Angsana New" w:eastAsia="Calibri" w:hAnsi="Angsana New"/>
          <w:sz w:val="30"/>
          <w:szCs w:val="30"/>
          <w:cs/>
        </w:rPr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</w:t>
      </w:r>
      <w:r w:rsidR="00C1509D" w:rsidRPr="007929E5">
        <w:rPr>
          <w:rFonts w:ascii="Angsana New" w:eastAsia="Calibri" w:hAnsi="Angsana New" w:hint="cs"/>
          <w:sz w:val="30"/>
          <w:szCs w:val="30"/>
          <w:cs/>
        </w:rPr>
        <w:t xml:space="preserve">      </w:t>
      </w:r>
      <w:r w:rsidRPr="007929E5">
        <w:rPr>
          <w:rFonts w:ascii="Angsana New" w:eastAsia="Calibri" w:hAnsi="Angsana New"/>
          <w:sz w:val="30"/>
          <w:szCs w:val="30"/>
          <w:cs/>
        </w:rPr>
        <w:t>เชื่อว่ามีเหตุผลที่บุคคลภายนอกอาจพิจารณาว่ากระทบต่อความเป็นอิสระและ</w:t>
      </w:r>
      <w:r w:rsidR="00EC4C3A" w:rsidRPr="00EC4C3A">
        <w:rPr>
          <w:rFonts w:ascii="Angsana New" w:eastAsia="Calibri" w:hAnsi="Angsana New"/>
          <w:sz w:val="30"/>
          <w:szCs w:val="30"/>
          <w:cs/>
        </w:rPr>
        <w:t>การดำเนินการเพื่อขจัดอุปสรรคหรือมาตรการป้องกันของข้าพเจ้า</w:t>
      </w:r>
    </w:p>
    <w:p w14:paraId="33EF2330" w14:textId="7825C80B" w:rsidR="00D22779" w:rsidRPr="006D6ED5" w:rsidRDefault="00D22779" w:rsidP="00E54C08">
      <w:pPr>
        <w:jc w:val="thaiDistribute"/>
        <w:rPr>
          <w:rFonts w:ascii="Angsana New" w:hAnsi="Angsana New"/>
          <w:sz w:val="30"/>
          <w:szCs w:val="30"/>
        </w:rPr>
      </w:pPr>
    </w:p>
    <w:p w14:paraId="4BBD04FE" w14:textId="0343CA23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EB0C40">
        <w:rPr>
          <w:rFonts w:ascii="Angsana New" w:hAnsi="Angsana New"/>
          <w:spacing w:val="-6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ข้าพเจ้าได้พิจารณาเรื่องต่างๆ ที่มีนัยสำคัญ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</w:t>
      </w:r>
      <w:r w:rsidR="001B38B4" w:rsidRPr="00EB0C40">
        <w:rPr>
          <w:rFonts w:ascii="Angsana New" w:hAnsi="Angsana New"/>
          <w:spacing w:val="-6"/>
          <w:sz w:val="30"/>
          <w:szCs w:val="30"/>
        </w:rPr>
        <w:t xml:space="preserve"> </w:t>
      </w:r>
      <w:r w:rsidRPr="00EB0C40">
        <w:rPr>
          <w:rFonts w:ascii="Angsana New" w:hAnsi="Angsana New"/>
          <w:spacing w:val="-6"/>
          <w:sz w:val="30"/>
          <w:szCs w:val="30"/>
          <w:cs/>
        </w:rPr>
        <w:t>ข้าพเจ้าได้อธิบายเรื่องเหล่านี้ในรายงาน</w:t>
      </w:r>
      <w:r w:rsidRPr="007929E5">
        <w:rPr>
          <w:rFonts w:ascii="Angsana New" w:hAnsi="Angsana New"/>
          <w:sz w:val="30"/>
          <w:szCs w:val="30"/>
          <w:cs/>
        </w:rPr>
        <w:t>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</w:t>
      </w:r>
      <w:r w:rsidR="00EB0C40">
        <w:rPr>
          <w:rFonts w:ascii="Angsana New" w:hAnsi="Angsana New"/>
          <w:sz w:val="30"/>
          <w:szCs w:val="30"/>
        </w:rPr>
        <w:t xml:space="preserve">     </w:t>
      </w:r>
      <w:r w:rsidRPr="00EB0C40">
        <w:rPr>
          <w:rFonts w:ascii="Angsana New" w:hAnsi="Angsana New"/>
          <w:spacing w:val="-8"/>
          <w:sz w:val="30"/>
          <w:szCs w:val="30"/>
          <w:cs/>
        </w:rPr>
        <w:t>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</w:t>
      </w:r>
      <w:r w:rsidR="00EB0C40">
        <w:rPr>
          <w:rFonts w:ascii="Angsana New" w:hAnsi="Angsana New"/>
          <w:sz w:val="30"/>
          <w:szCs w:val="30"/>
        </w:rPr>
        <w:t xml:space="preserve">       </w:t>
      </w:r>
      <w:r w:rsidRPr="007929E5">
        <w:rPr>
          <w:rFonts w:ascii="Angsana New" w:hAnsi="Angsana New"/>
          <w:sz w:val="30"/>
          <w:szCs w:val="30"/>
          <w:cs/>
        </w:rPr>
        <w:t xml:space="preserve">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2D7569CD" w14:textId="5AAE4E92" w:rsidR="00E54C08" w:rsidRDefault="00E54C08" w:rsidP="00AA312D">
      <w:pPr>
        <w:jc w:val="thaiDistribute"/>
        <w:rPr>
          <w:rFonts w:ascii="Angsana New" w:hAnsi="Angsana New"/>
          <w:sz w:val="28"/>
          <w:szCs w:val="28"/>
        </w:rPr>
      </w:pPr>
    </w:p>
    <w:p w14:paraId="6C09172C" w14:textId="77777777" w:rsidR="00EB0C40" w:rsidRDefault="00EB0C40" w:rsidP="00AA312D">
      <w:pPr>
        <w:jc w:val="thaiDistribute"/>
        <w:rPr>
          <w:rFonts w:ascii="Angsana New" w:hAnsi="Angsana New"/>
          <w:sz w:val="28"/>
          <w:szCs w:val="28"/>
        </w:rPr>
      </w:pPr>
    </w:p>
    <w:p w14:paraId="29026197" w14:textId="4EF1310E" w:rsidR="00E54C08" w:rsidRDefault="00E54C08" w:rsidP="00AA312D">
      <w:pPr>
        <w:autoSpaceDE w:val="0"/>
        <w:autoSpaceDN w:val="0"/>
        <w:adjustRightInd w:val="0"/>
        <w:jc w:val="thaiDistribute"/>
        <w:rPr>
          <w:rFonts w:ascii="Angsana New" w:hAnsi="Angsana New"/>
          <w:sz w:val="28"/>
          <w:szCs w:val="28"/>
        </w:rPr>
      </w:pPr>
    </w:p>
    <w:p w14:paraId="15F3D3DC" w14:textId="77777777" w:rsidR="00474798" w:rsidRPr="009A7F1C" w:rsidRDefault="00474798" w:rsidP="00AA312D">
      <w:pPr>
        <w:autoSpaceDE w:val="0"/>
        <w:autoSpaceDN w:val="0"/>
        <w:adjustRightInd w:val="0"/>
        <w:jc w:val="thaiDistribute"/>
        <w:rPr>
          <w:rFonts w:ascii="Angsana New" w:hAnsi="Angsana New"/>
          <w:sz w:val="28"/>
          <w:szCs w:val="28"/>
        </w:rPr>
      </w:pPr>
    </w:p>
    <w:p w14:paraId="4A76045A" w14:textId="77777777" w:rsidR="009A7F1C" w:rsidRPr="009A7F1C" w:rsidRDefault="009A7F1C" w:rsidP="00AA312D">
      <w:pPr>
        <w:autoSpaceDE w:val="0"/>
        <w:autoSpaceDN w:val="0"/>
        <w:adjustRightInd w:val="0"/>
        <w:jc w:val="thaiDistribute"/>
        <w:rPr>
          <w:rFonts w:ascii="Angsana New" w:hAnsi="Angsana New"/>
          <w:sz w:val="28"/>
          <w:szCs w:val="28"/>
        </w:rPr>
      </w:pPr>
    </w:p>
    <w:p w14:paraId="5B6699CC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  <w:cs/>
        </w:rPr>
      </w:pPr>
      <w:r w:rsidRPr="007929E5">
        <w:rPr>
          <w:rFonts w:ascii="Angsana New" w:hAnsi="Angsana New"/>
          <w:sz w:val="30"/>
          <w:szCs w:val="30"/>
        </w:rPr>
        <w:t>(</w:t>
      </w:r>
      <w:r w:rsidRPr="007929E5">
        <w:rPr>
          <w:rFonts w:ascii="Angsana New" w:hAnsi="Angsana New"/>
          <w:sz w:val="30"/>
          <w:szCs w:val="30"/>
          <w:cs/>
        </w:rPr>
        <w:t>วัชระ ภัทรพิทักษ์</w:t>
      </w:r>
      <w:r w:rsidRPr="007929E5">
        <w:rPr>
          <w:rFonts w:ascii="Angsana New" w:hAnsi="Angsana New" w:hint="cs"/>
          <w:sz w:val="30"/>
          <w:szCs w:val="30"/>
          <w:cs/>
        </w:rPr>
        <w:t>)</w:t>
      </w:r>
    </w:p>
    <w:p w14:paraId="0A270CF1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17282743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t xml:space="preserve">เลขทะเบียน  </w:t>
      </w:r>
      <w:r w:rsidRPr="007929E5">
        <w:rPr>
          <w:rFonts w:ascii="Angsana New" w:hAnsi="Angsana New"/>
          <w:sz w:val="30"/>
          <w:szCs w:val="30"/>
        </w:rPr>
        <w:t>6669</w:t>
      </w:r>
    </w:p>
    <w:p w14:paraId="7A76E12B" w14:textId="77777777" w:rsidR="00E54C08" w:rsidRPr="001B38B4" w:rsidRDefault="00E54C08" w:rsidP="00E54C08">
      <w:pPr>
        <w:jc w:val="thaiDistribute"/>
        <w:rPr>
          <w:rFonts w:ascii="Angsana New" w:hAnsi="Angsana New"/>
          <w:sz w:val="24"/>
          <w:szCs w:val="24"/>
        </w:rPr>
      </w:pPr>
    </w:p>
    <w:p w14:paraId="3DA938CA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1FF47520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003E1B01" w14:textId="6EE53DDF" w:rsidR="00E54C08" w:rsidRDefault="00A51ED0" w:rsidP="00E54C08">
      <w:pPr>
        <w:jc w:val="both"/>
        <w:rPr>
          <w:rFonts w:ascii="Angsana New" w:hAnsi="Angsana New"/>
          <w:sz w:val="30"/>
          <w:szCs w:val="30"/>
        </w:rPr>
      </w:pPr>
      <w:r w:rsidRPr="00CB06F8">
        <w:rPr>
          <w:rFonts w:ascii="Angsana New" w:hAnsi="Angsana New"/>
          <w:sz w:val="30"/>
          <w:szCs w:val="30"/>
        </w:rPr>
        <w:t>2</w:t>
      </w:r>
      <w:r w:rsidR="00474798">
        <w:rPr>
          <w:rFonts w:ascii="Angsana New" w:hAnsi="Angsana New"/>
          <w:sz w:val="30"/>
          <w:szCs w:val="30"/>
        </w:rPr>
        <w:t>7</w:t>
      </w:r>
      <w:r w:rsidRPr="00CB06F8">
        <w:rPr>
          <w:rFonts w:ascii="Angsana New" w:hAnsi="Angsana New"/>
          <w:sz w:val="30"/>
          <w:szCs w:val="30"/>
        </w:rPr>
        <w:t xml:space="preserve"> </w:t>
      </w:r>
      <w:r w:rsidR="00E54C08" w:rsidRPr="00CB06F8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E54C08" w:rsidRPr="00CB06F8">
        <w:rPr>
          <w:rFonts w:ascii="Angsana New" w:hAnsi="Angsana New"/>
          <w:sz w:val="30"/>
          <w:szCs w:val="30"/>
        </w:rPr>
        <w:t>256</w:t>
      </w:r>
      <w:r w:rsidR="0019166E">
        <w:rPr>
          <w:rFonts w:ascii="Angsana New" w:hAnsi="Angsana New"/>
          <w:sz w:val="30"/>
          <w:szCs w:val="30"/>
        </w:rPr>
        <w:t>6</w:t>
      </w:r>
    </w:p>
    <w:sectPr w:rsidR="00E54C08" w:rsidSect="00425AF1">
      <w:headerReference w:type="default" r:id="rId17"/>
      <w:footerReference w:type="default" r:id="rId18"/>
      <w:type w:val="nextColumn"/>
      <w:pgSz w:w="11909" w:h="16834" w:code="9"/>
      <w:pgMar w:top="691" w:right="1152" w:bottom="576" w:left="1152" w:header="720" w:footer="72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6180A" w14:textId="77777777" w:rsidR="00405B82" w:rsidRDefault="00405B82" w:rsidP="003D743A">
      <w:r>
        <w:separator/>
      </w:r>
    </w:p>
  </w:endnote>
  <w:endnote w:type="continuationSeparator" w:id="0">
    <w:p w14:paraId="68055DBA" w14:textId="77777777" w:rsidR="00405B82" w:rsidRDefault="00405B82" w:rsidP="003D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3061" w14:textId="77777777" w:rsidR="005347BB" w:rsidRDefault="005347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AADB3" w14:textId="77777777" w:rsidR="00AE2D3F" w:rsidRPr="00EA1E3C" w:rsidRDefault="00AE2D3F" w:rsidP="00AD21EE">
    <w:pPr>
      <w:pStyle w:val="Footer"/>
      <w:ind w:right="360"/>
      <w:rPr>
        <w:rFonts w:ascii="Angsana New" w:hAnsi="Angsana New"/>
        <w:i/>
        <w:iCs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18BA6" w14:textId="77777777" w:rsidR="005347BB" w:rsidRDefault="005347B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B3BC7" w14:textId="77777777" w:rsidR="00AE2D3F" w:rsidRDefault="00AE2D3F" w:rsidP="00E54C08">
    <w:pPr>
      <w:pStyle w:val="Footer"/>
      <w:framePr w:wrap="around" w:vAnchor="text" w:hAnchor="margin" w:xAlign="right" w:y="1"/>
      <w:rPr>
        <w:rStyle w:val="PageNumber"/>
      </w:rPr>
    </w:pPr>
  </w:p>
  <w:p w14:paraId="0B213450" w14:textId="77777777" w:rsidR="00AE2D3F" w:rsidRPr="0047604B" w:rsidRDefault="00AE2D3F" w:rsidP="00E54C08">
    <w:pPr>
      <w:pStyle w:val="Footer"/>
      <w:ind w:right="360"/>
      <w:jc w:val="both"/>
      <w:rPr>
        <w:i/>
        <w:iCs/>
        <w:sz w:val="22"/>
        <w:szCs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6CFB4" w14:textId="7044BFA4" w:rsidR="00AE2D3F" w:rsidRDefault="00AE2D3F" w:rsidP="00E54C0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52</w:t>
    </w:r>
    <w:r>
      <w:rPr>
        <w:rStyle w:val="PageNumber"/>
      </w:rPr>
      <w:fldChar w:fldCharType="end"/>
    </w:r>
  </w:p>
  <w:p w14:paraId="227B0149" w14:textId="3CF5B8B0" w:rsidR="00AE2D3F" w:rsidRPr="005665E4" w:rsidRDefault="00AE2D3F" w:rsidP="00E54C08">
    <w:pPr>
      <w:pStyle w:val="Footer"/>
      <w:rPr>
        <w:i/>
        <w:iCs/>
      </w:rPr>
    </w:pPr>
    <w:r w:rsidRPr="005665E4">
      <w:rPr>
        <w:i/>
        <w:iCs/>
      </w:rPr>
      <w:fldChar w:fldCharType="begin"/>
    </w:r>
    <w:r w:rsidRPr="005665E4">
      <w:rPr>
        <w:i/>
        <w:iCs/>
      </w:rPr>
      <w:instrText xml:space="preserve"> FILENAME </w:instrText>
    </w:r>
    <w:r w:rsidRPr="005665E4">
      <w:rPr>
        <w:i/>
        <w:iCs/>
      </w:rPr>
      <w:fldChar w:fldCharType="separate"/>
    </w:r>
    <w:r w:rsidR="00301693">
      <w:rPr>
        <w:i/>
        <w:iCs/>
        <w:noProof/>
      </w:rPr>
      <w:t>Sabuyt1-YE'21-set</w:t>
    </w:r>
    <w:r w:rsidRPr="005665E4">
      <w:rPr>
        <w:i/>
        <w:iCs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9882811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0"/>
        <w:szCs w:val="30"/>
      </w:rPr>
    </w:sdtEndPr>
    <w:sdtContent>
      <w:p w14:paraId="5B21B77A" w14:textId="12BC54A2" w:rsidR="00301693" w:rsidRPr="00301693" w:rsidRDefault="00301693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301693">
          <w:rPr>
            <w:rFonts w:ascii="Angsana New" w:hAnsi="Angsana New"/>
            <w:sz w:val="30"/>
            <w:szCs w:val="30"/>
          </w:rPr>
          <w:fldChar w:fldCharType="begin"/>
        </w:r>
        <w:r w:rsidRPr="00301693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301693">
          <w:rPr>
            <w:rFonts w:ascii="Angsana New" w:hAnsi="Angsana New"/>
            <w:sz w:val="30"/>
            <w:szCs w:val="30"/>
          </w:rPr>
          <w:fldChar w:fldCharType="separate"/>
        </w:r>
        <w:r w:rsidRPr="00301693">
          <w:rPr>
            <w:rFonts w:ascii="Angsana New" w:hAnsi="Angsana New"/>
            <w:noProof/>
            <w:sz w:val="30"/>
            <w:szCs w:val="30"/>
          </w:rPr>
          <w:t>2</w:t>
        </w:r>
        <w:r w:rsidRPr="00301693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CCE4F" w14:textId="77777777" w:rsidR="00405B82" w:rsidRDefault="00405B82" w:rsidP="003D743A">
      <w:r>
        <w:separator/>
      </w:r>
    </w:p>
  </w:footnote>
  <w:footnote w:type="continuationSeparator" w:id="0">
    <w:p w14:paraId="3040D086" w14:textId="77777777" w:rsidR="00405B82" w:rsidRDefault="00405B82" w:rsidP="003D7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35970" w14:textId="77777777" w:rsidR="005347BB" w:rsidRDefault="005347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546B" w14:textId="77777777" w:rsidR="00AE2D3F" w:rsidRDefault="00AE2D3F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  <w:p w14:paraId="043F7C85" w14:textId="77777777" w:rsidR="00AE2D3F" w:rsidRPr="00562FFF" w:rsidRDefault="00AE2D3F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7D411" w14:textId="54038E7B" w:rsidR="00AE2D3F" w:rsidRPr="00D110DA" w:rsidRDefault="00AE2D3F" w:rsidP="008F7CC5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3AAF7002" w14:textId="77777777" w:rsidR="00AE2D3F" w:rsidRPr="00235F64" w:rsidRDefault="00AE2D3F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235F6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7768E2DA" w14:textId="5BF1B988" w:rsidR="00AE2D3F" w:rsidRPr="00BE76D9" w:rsidRDefault="00AE2D3F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BE76D9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BE76D9">
      <w:rPr>
        <w:rFonts w:ascii="Angsana New" w:hAnsi="Angsana New"/>
        <w:b/>
        <w:bCs/>
        <w:sz w:val="32"/>
        <w:szCs w:val="32"/>
      </w:rPr>
      <w:t>31</w:t>
    </w:r>
    <w:r w:rsidRPr="00BE76D9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BE76D9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4</w:t>
    </w:r>
  </w:p>
  <w:p w14:paraId="0DD3B524" w14:textId="77777777" w:rsidR="00AE2D3F" w:rsidRPr="000507D5" w:rsidRDefault="00AE2D3F">
    <w:pPr>
      <w:pStyle w:val="Header"/>
      <w:rPr>
        <w:rFonts w:ascii="Angsana New" w:hAnsi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364E" w14:textId="77777777" w:rsidR="00AE2D3F" w:rsidRPr="00BE76D9" w:rsidRDefault="00AE2D3F" w:rsidP="00F6148C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0AA79" w14:textId="394B8DD0" w:rsidR="00AE2D3F" w:rsidRDefault="00AE2D3F" w:rsidP="00AA312D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28C3749" w14:textId="7831B35F" w:rsidR="00AA312D" w:rsidRDefault="00AA312D" w:rsidP="00AA312D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5BB4B22" w14:textId="77777777" w:rsidR="00AA312D" w:rsidRPr="00AA312D" w:rsidRDefault="00AA312D" w:rsidP="00AA312D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B2290B0" w14:textId="77777777" w:rsidR="00301693" w:rsidRPr="00AA312D" w:rsidRDefault="00301693" w:rsidP="00AA312D">
    <w:pPr>
      <w:pStyle w:val="Header"/>
      <w:spacing w:line="240" w:lineRule="auto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07B0E68"/>
    <w:multiLevelType w:val="hybridMultilevel"/>
    <w:tmpl w:val="8CF65C30"/>
    <w:lvl w:ilvl="0" w:tplc="F550B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587642"/>
    <w:multiLevelType w:val="hybridMultilevel"/>
    <w:tmpl w:val="37E81412"/>
    <w:lvl w:ilvl="0" w:tplc="DB4EC038">
      <w:start w:val="1"/>
      <w:numFmt w:val="thaiLetters"/>
      <w:lvlText w:val="(%1)"/>
      <w:lvlJc w:val="left"/>
      <w:pPr>
        <w:ind w:left="126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04555244"/>
    <w:multiLevelType w:val="hybridMultilevel"/>
    <w:tmpl w:val="5EFEA578"/>
    <w:lvl w:ilvl="0" w:tplc="6D4A0D5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05DC0631"/>
    <w:multiLevelType w:val="hybridMultilevel"/>
    <w:tmpl w:val="7C1E24EC"/>
    <w:lvl w:ilvl="0" w:tplc="DB4EC03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7878A2"/>
    <w:multiLevelType w:val="hybridMultilevel"/>
    <w:tmpl w:val="B302E6D0"/>
    <w:lvl w:ilvl="0" w:tplc="742C3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45C4712"/>
    <w:multiLevelType w:val="hybridMultilevel"/>
    <w:tmpl w:val="4ACA7E8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8B097C"/>
    <w:multiLevelType w:val="hybridMultilevel"/>
    <w:tmpl w:val="B19E9C7C"/>
    <w:lvl w:ilvl="0" w:tplc="F95832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182D2E07"/>
    <w:multiLevelType w:val="hybridMultilevel"/>
    <w:tmpl w:val="34DAE5AC"/>
    <w:lvl w:ilvl="0" w:tplc="78EA4A06">
      <w:start w:val="4"/>
      <w:numFmt w:val="decimal"/>
      <w:lvlText w:val="%1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1D144853"/>
    <w:multiLevelType w:val="hybridMultilevel"/>
    <w:tmpl w:val="A9F24772"/>
    <w:lvl w:ilvl="0" w:tplc="59C67034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1FCB68E9"/>
    <w:multiLevelType w:val="hybridMultilevel"/>
    <w:tmpl w:val="F0B05720"/>
    <w:lvl w:ilvl="0" w:tplc="FFFFFFFF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3" w15:restartNumberingAfterBreak="0">
    <w:nsid w:val="31FD6FE4"/>
    <w:multiLevelType w:val="hybridMultilevel"/>
    <w:tmpl w:val="5BEC0970"/>
    <w:lvl w:ilvl="0" w:tplc="31781E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32732B68"/>
    <w:multiLevelType w:val="hybridMultilevel"/>
    <w:tmpl w:val="F27E8C64"/>
    <w:lvl w:ilvl="0" w:tplc="59C67034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38EC06E9"/>
    <w:multiLevelType w:val="hybridMultilevel"/>
    <w:tmpl w:val="CC08F3F2"/>
    <w:lvl w:ilvl="0" w:tplc="F7983EE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8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9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i/>
        <w:iCs/>
      </w:rPr>
    </w:lvl>
    <w:lvl w:ilvl="1" w:tplc="040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1" w15:restartNumberingAfterBreak="0">
    <w:nsid w:val="51740998"/>
    <w:multiLevelType w:val="hybridMultilevel"/>
    <w:tmpl w:val="F27E8C64"/>
    <w:lvl w:ilvl="0" w:tplc="59C67034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B922FD6"/>
    <w:multiLevelType w:val="hybridMultilevel"/>
    <w:tmpl w:val="D59A3318"/>
    <w:lvl w:ilvl="0" w:tplc="FF3065E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5C846B8B"/>
    <w:multiLevelType w:val="hybridMultilevel"/>
    <w:tmpl w:val="AD4A9482"/>
    <w:lvl w:ilvl="0" w:tplc="A660586A">
      <w:start w:val="1"/>
      <w:numFmt w:val="thaiLetters"/>
      <w:lvlText w:val="(%1)"/>
      <w:lvlJc w:val="left"/>
      <w:pPr>
        <w:ind w:left="900" w:hanging="360"/>
      </w:pPr>
      <w:rPr>
        <w:rFonts w:cs="Angsana New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620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>
      <w:start w:val="1"/>
      <w:numFmt w:val="decimal"/>
      <w:lvlText w:val="%4."/>
      <w:lvlJc w:val="left"/>
      <w:pPr>
        <w:ind w:left="3780" w:hanging="360"/>
      </w:pPr>
    </w:lvl>
    <w:lvl w:ilvl="4" w:tplc="04090019">
      <w:start w:val="1"/>
      <w:numFmt w:val="lowerLetter"/>
      <w:lvlText w:val="%5."/>
      <w:lvlJc w:val="left"/>
      <w:pPr>
        <w:ind w:left="4500" w:hanging="360"/>
      </w:pPr>
    </w:lvl>
    <w:lvl w:ilvl="5" w:tplc="0409001B">
      <w:start w:val="1"/>
      <w:numFmt w:val="lowerRoman"/>
      <w:lvlText w:val="%6."/>
      <w:lvlJc w:val="right"/>
      <w:pPr>
        <w:ind w:left="5220" w:hanging="180"/>
      </w:pPr>
    </w:lvl>
    <w:lvl w:ilvl="6" w:tplc="0409000F">
      <w:start w:val="1"/>
      <w:numFmt w:val="decimal"/>
      <w:lvlText w:val="%7."/>
      <w:lvlJc w:val="left"/>
      <w:pPr>
        <w:ind w:left="5940" w:hanging="360"/>
      </w:pPr>
    </w:lvl>
    <w:lvl w:ilvl="7" w:tplc="04090019">
      <w:start w:val="1"/>
      <w:numFmt w:val="lowerLetter"/>
      <w:lvlText w:val="%8."/>
      <w:lvlJc w:val="left"/>
      <w:pPr>
        <w:ind w:left="6660" w:hanging="360"/>
      </w:pPr>
    </w:lvl>
    <w:lvl w:ilvl="8" w:tplc="0409001B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650B2DD2"/>
    <w:multiLevelType w:val="multilevel"/>
    <w:tmpl w:val="A32097D0"/>
    <w:lvl w:ilvl="0">
      <w:start w:val="12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7" w15:restartNumberingAfterBreak="0">
    <w:nsid w:val="6E212E5D"/>
    <w:multiLevelType w:val="hybridMultilevel"/>
    <w:tmpl w:val="CF5A5CB4"/>
    <w:lvl w:ilvl="0" w:tplc="96C2FA3E">
      <w:start w:val="367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436A4"/>
    <w:multiLevelType w:val="hybridMultilevel"/>
    <w:tmpl w:val="5812026A"/>
    <w:lvl w:ilvl="0" w:tplc="19A05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9254CC"/>
    <w:multiLevelType w:val="singleLevel"/>
    <w:tmpl w:val="F550B3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0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1" w15:restartNumberingAfterBreak="0">
    <w:nsid w:val="76C65C30"/>
    <w:multiLevelType w:val="hybridMultilevel"/>
    <w:tmpl w:val="20304DDE"/>
    <w:lvl w:ilvl="0" w:tplc="C5980C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F2DECBC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57EC6B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A1899F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D4A948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A266CA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19A5E6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87658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E862E7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9394145"/>
    <w:multiLevelType w:val="multilevel"/>
    <w:tmpl w:val="2F90F9F6"/>
    <w:lvl w:ilvl="0">
      <w:start w:val="18"/>
      <w:numFmt w:val="decimal"/>
      <w:lvlText w:val="%1"/>
      <w:lvlJc w:val="left"/>
      <w:pPr>
        <w:tabs>
          <w:tab w:val="num" w:pos="772"/>
        </w:tabs>
        <w:ind w:left="772" w:hanging="340"/>
      </w:pPr>
      <w:rPr>
        <w:rFonts w:asciiTheme="majorHAnsi" w:hAnsiTheme="majorHAnsi" w:cstheme="majorHAnsi" w:hint="default"/>
        <w:b/>
        <w:bCs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1112"/>
        </w:tabs>
        <w:ind w:left="1112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452"/>
        </w:tabs>
        <w:ind w:left="1452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793"/>
        </w:tabs>
        <w:ind w:left="1793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133"/>
        </w:tabs>
        <w:ind w:left="2133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473"/>
        </w:tabs>
        <w:ind w:left="2473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813"/>
        </w:tabs>
        <w:ind w:left="2813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3153"/>
        </w:tabs>
        <w:ind w:left="3153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93"/>
        </w:tabs>
        <w:ind w:left="3493" w:hanging="340"/>
      </w:pPr>
      <w:rPr>
        <w:rFonts w:ascii="9999999" w:hAnsi="9999999" w:hint="default"/>
      </w:rPr>
    </w:lvl>
  </w:abstractNum>
  <w:abstractNum w:abstractNumId="43" w15:restartNumberingAfterBreak="0">
    <w:nsid w:val="7A5D2207"/>
    <w:multiLevelType w:val="hybridMultilevel"/>
    <w:tmpl w:val="3B7EA70A"/>
    <w:lvl w:ilvl="0" w:tplc="E49485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AFB30FB"/>
    <w:multiLevelType w:val="hybridMultilevel"/>
    <w:tmpl w:val="FF5AD8D0"/>
    <w:lvl w:ilvl="0" w:tplc="A4C6CBA0">
      <w:start w:val="1"/>
      <w:numFmt w:val="bullet"/>
      <w:lvlText w:val="-"/>
      <w:lvlJc w:val="left"/>
      <w:pPr>
        <w:ind w:left="1287" w:hanging="360"/>
      </w:pPr>
      <w:rPr>
        <w:rFonts w:ascii="Angsana New" w:hAnsi="Angsana New" w:hint="default"/>
        <w:color w:val="auto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D0D260A"/>
    <w:multiLevelType w:val="multilevel"/>
    <w:tmpl w:val="1A0ED5F4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2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hint="default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46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7"/>
  </w:num>
  <w:num w:numId="12">
    <w:abstractNumId w:val="22"/>
  </w:num>
  <w:num w:numId="13">
    <w:abstractNumId w:val="36"/>
  </w:num>
  <w:num w:numId="14">
    <w:abstractNumId w:val="25"/>
  </w:num>
  <w:num w:numId="15">
    <w:abstractNumId w:val="28"/>
  </w:num>
  <w:num w:numId="16">
    <w:abstractNumId w:val="40"/>
  </w:num>
  <w:num w:numId="17">
    <w:abstractNumId w:val="41"/>
  </w:num>
  <w:num w:numId="18">
    <w:abstractNumId w:val="30"/>
  </w:num>
  <w:num w:numId="19">
    <w:abstractNumId w:val="18"/>
  </w:num>
  <w:num w:numId="20">
    <w:abstractNumId w:val="14"/>
  </w:num>
  <w:num w:numId="21">
    <w:abstractNumId w:val="19"/>
  </w:num>
  <w:num w:numId="22">
    <w:abstractNumId w:val="15"/>
  </w:num>
  <w:num w:numId="23">
    <w:abstractNumId w:val="13"/>
  </w:num>
  <w:num w:numId="24">
    <w:abstractNumId w:val="37"/>
  </w:num>
  <w:num w:numId="25">
    <w:abstractNumId w:val="43"/>
  </w:num>
  <w:num w:numId="26">
    <w:abstractNumId w:val="35"/>
  </w:num>
  <w:num w:numId="27">
    <w:abstractNumId w:val="42"/>
  </w:num>
  <w:num w:numId="28">
    <w:abstractNumId w:val="38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44"/>
  </w:num>
  <w:num w:numId="32">
    <w:abstractNumId w:val="46"/>
  </w:num>
  <w:num w:numId="33">
    <w:abstractNumId w:val="21"/>
  </w:num>
  <w:num w:numId="34">
    <w:abstractNumId w:val="33"/>
  </w:num>
  <w:num w:numId="35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7"/>
  </w:num>
  <w:num w:numId="37">
    <w:abstractNumId w:val="23"/>
  </w:num>
  <w:num w:numId="38">
    <w:abstractNumId w:val="12"/>
  </w:num>
  <w:num w:numId="39">
    <w:abstractNumId w:val="32"/>
  </w:num>
  <w:num w:numId="40">
    <w:abstractNumId w:val="26"/>
  </w:num>
  <w:num w:numId="41">
    <w:abstractNumId w:val="20"/>
  </w:num>
  <w:num w:numId="42">
    <w:abstractNumId w:val="24"/>
  </w:num>
  <w:num w:numId="43">
    <w:abstractNumId w:val="31"/>
  </w:num>
  <w:num w:numId="44">
    <w:abstractNumId w:val="45"/>
  </w:num>
  <w:num w:numId="45">
    <w:abstractNumId w:val="10"/>
  </w:num>
  <w:num w:numId="46">
    <w:abstractNumId w:val="11"/>
  </w:num>
  <w:num w:numId="47">
    <w:abstractNumId w:val="3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8B"/>
    <w:rsid w:val="000000B0"/>
    <w:rsid w:val="0000044D"/>
    <w:rsid w:val="0000061C"/>
    <w:rsid w:val="00000866"/>
    <w:rsid w:val="00000EE5"/>
    <w:rsid w:val="00000FB2"/>
    <w:rsid w:val="00001210"/>
    <w:rsid w:val="00001402"/>
    <w:rsid w:val="0000145B"/>
    <w:rsid w:val="000015CF"/>
    <w:rsid w:val="00001D7F"/>
    <w:rsid w:val="0000200C"/>
    <w:rsid w:val="00002341"/>
    <w:rsid w:val="00002479"/>
    <w:rsid w:val="0000290A"/>
    <w:rsid w:val="0000291A"/>
    <w:rsid w:val="00002C0E"/>
    <w:rsid w:val="00002D9B"/>
    <w:rsid w:val="00002FD7"/>
    <w:rsid w:val="00003047"/>
    <w:rsid w:val="0000330E"/>
    <w:rsid w:val="000035D8"/>
    <w:rsid w:val="0000364B"/>
    <w:rsid w:val="000038FA"/>
    <w:rsid w:val="00003B2D"/>
    <w:rsid w:val="00003D29"/>
    <w:rsid w:val="00003EF5"/>
    <w:rsid w:val="00003F94"/>
    <w:rsid w:val="00004158"/>
    <w:rsid w:val="00004185"/>
    <w:rsid w:val="000041DD"/>
    <w:rsid w:val="000044DD"/>
    <w:rsid w:val="000047B3"/>
    <w:rsid w:val="000047E0"/>
    <w:rsid w:val="00004A99"/>
    <w:rsid w:val="00004D33"/>
    <w:rsid w:val="00004F42"/>
    <w:rsid w:val="0000525E"/>
    <w:rsid w:val="0000541D"/>
    <w:rsid w:val="0000558F"/>
    <w:rsid w:val="000058E3"/>
    <w:rsid w:val="00005C69"/>
    <w:rsid w:val="00005C96"/>
    <w:rsid w:val="00005CA6"/>
    <w:rsid w:val="0000605F"/>
    <w:rsid w:val="00006265"/>
    <w:rsid w:val="00006347"/>
    <w:rsid w:val="00006571"/>
    <w:rsid w:val="00006650"/>
    <w:rsid w:val="0000720D"/>
    <w:rsid w:val="000072EF"/>
    <w:rsid w:val="000079E0"/>
    <w:rsid w:val="00007CEB"/>
    <w:rsid w:val="00007DCC"/>
    <w:rsid w:val="00010113"/>
    <w:rsid w:val="0001054B"/>
    <w:rsid w:val="00010892"/>
    <w:rsid w:val="0001099D"/>
    <w:rsid w:val="00010CA9"/>
    <w:rsid w:val="00011098"/>
    <w:rsid w:val="000111F1"/>
    <w:rsid w:val="000112BC"/>
    <w:rsid w:val="000112D6"/>
    <w:rsid w:val="0001191B"/>
    <w:rsid w:val="00011992"/>
    <w:rsid w:val="00011BF1"/>
    <w:rsid w:val="00011BFE"/>
    <w:rsid w:val="00011C77"/>
    <w:rsid w:val="00012467"/>
    <w:rsid w:val="0001354F"/>
    <w:rsid w:val="00013673"/>
    <w:rsid w:val="00013E15"/>
    <w:rsid w:val="00013F04"/>
    <w:rsid w:val="000149F0"/>
    <w:rsid w:val="00014BFA"/>
    <w:rsid w:val="00014C92"/>
    <w:rsid w:val="00014D0F"/>
    <w:rsid w:val="00015101"/>
    <w:rsid w:val="0001512B"/>
    <w:rsid w:val="0001584A"/>
    <w:rsid w:val="000158C1"/>
    <w:rsid w:val="00015B11"/>
    <w:rsid w:val="00017B1F"/>
    <w:rsid w:val="00017B35"/>
    <w:rsid w:val="00017BDE"/>
    <w:rsid w:val="00017C87"/>
    <w:rsid w:val="00017D44"/>
    <w:rsid w:val="00017F11"/>
    <w:rsid w:val="000203F0"/>
    <w:rsid w:val="000207FE"/>
    <w:rsid w:val="00020ABE"/>
    <w:rsid w:val="00020B16"/>
    <w:rsid w:val="00020EE7"/>
    <w:rsid w:val="00021140"/>
    <w:rsid w:val="00021283"/>
    <w:rsid w:val="00021318"/>
    <w:rsid w:val="00021715"/>
    <w:rsid w:val="000217C5"/>
    <w:rsid w:val="00021C2B"/>
    <w:rsid w:val="00021E32"/>
    <w:rsid w:val="00021FDF"/>
    <w:rsid w:val="000223AC"/>
    <w:rsid w:val="0002249E"/>
    <w:rsid w:val="000225A7"/>
    <w:rsid w:val="0002276C"/>
    <w:rsid w:val="000228BF"/>
    <w:rsid w:val="00022BDD"/>
    <w:rsid w:val="000231BC"/>
    <w:rsid w:val="000231DB"/>
    <w:rsid w:val="00023260"/>
    <w:rsid w:val="00023328"/>
    <w:rsid w:val="00023D33"/>
    <w:rsid w:val="00024686"/>
    <w:rsid w:val="000246C8"/>
    <w:rsid w:val="00024812"/>
    <w:rsid w:val="000249B4"/>
    <w:rsid w:val="000249C4"/>
    <w:rsid w:val="00024B32"/>
    <w:rsid w:val="00024CEA"/>
    <w:rsid w:val="000255D9"/>
    <w:rsid w:val="00025F3F"/>
    <w:rsid w:val="000265B8"/>
    <w:rsid w:val="00026CE0"/>
    <w:rsid w:val="00026F42"/>
    <w:rsid w:val="00026F9C"/>
    <w:rsid w:val="000273C0"/>
    <w:rsid w:val="00027A9C"/>
    <w:rsid w:val="00027D52"/>
    <w:rsid w:val="00027F78"/>
    <w:rsid w:val="00027F91"/>
    <w:rsid w:val="00027FFE"/>
    <w:rsid w:val="00030249"/>
    <w:rsid w:val="0003026C"/>
    <w:rsid w:val="000303C4"/>
    <w:rsid w:val="00030A73"/>
    <w:rsid w:val="00030AA6"/>
    <w:rsid w:val="00030C00"/>
    <w:rsid w:val="00030E12"/>
    <w:rsid w:val="00030E4F"/>
    <w:rsid w:val="00030E78"/>
    <w:rsid w:val="00031168"/>
    <w:rsid w:val="00031244"/>
    <w:rsid w:val="00031A2A"/>
    <w:rsid w:val="00031D21"/>
    <w:rsid w:val="00031D45"/>
    <w:rsid w:val="00031EBA"/>
    <w:rsid w:val="000322DE"/>
    <w:rsid w:val="0003286A"/>
    <w:rsid w:val="00032F33"/>
    <w:rsid w:val="00033666"/>
    <w:rsid w:val="00033725"/>
    <w:rsid w:val="0003374F"/>
    <w:rsid w:val="00033A34"/>
    <w:rsid w:val="00033DB9"/>
    <w:rsid w:val="00033E87"/>
    <w:rsid w:val="00033FA6"/>
    <w:rsid w:val="0003409F"/>
    <w:rsid w:val="0003422A"/>
    <w:rsid w:val="00034305"/>
    <w:rsid w:val="0003440C"/>
    <w:rsid w:val="00034FD3"/>
    <w:rsid w:val="00035149"/>
    <w:rsid w:val="0003514A"/>
    <w:rsid w:val="00035452"/>
    <w:rsid w:val="000355ED"/>
    <w:rsid w:val="00035AA3"/>
    <w:rsid w:val="00035C4B"/>
    <w:rsid w:val="00035C96"/>
    <w:rsid w:val="00035D1B"/>
    <w:rsid w:val="00035EC1"/>
    <w:rsid w:val="00035FEE"/>
    <w:rsid w:val="0003669F"/>
    <w:rsid w:val="000368FD"/>
    <w:rsid w:val="00036A62"/>
    <w:rsid w:val="00036AB3"/>
    <w:rsid w:val="00036F26"/>
    <w:rsid w:val="00037470"/>
    <w:rsid w:val="00037783"/>
    <w:rsid w:val="00037875"/>
    <w:rsid w:val="00037A8F"/>
    <w:rsid w:val="00037DFC"/>
    <w:rsid w:val="00037E0F"/>
    <w:rsid w:val="00037F0B"/>
    <w:rsid w:val="00040506"/>
    <w:rsid w:val="000406EB"/>
    <w:rsid w:val="000407B9"/>
    <w:rsid w:val="000407F5"/>
    <w:rsid w:val="00040D11"/>
    <w:rsid w:val="00040EF6"/>
    <w:rsid w:val="00040FE5"/>
    <w:rsid w:val="00041133"/>
    <w:rsid w:val="000412FC"/>
    <w:rsid w:val="00041A2B"/>
    <w:rsid w:val="00041B09"/>
    <w:rsid w:val="00041CAD"/>
    <w:rsid w:val="00042012"/>
    <w:rsid w:val="000424F0"/>
    <w:rsid w:val="000425FA"/>
    <w:rsid w:val="00042BA5"/>
    <w:rsid w:val="0004322C"/>
    <w:rsid w:val="000433CB"/>
    <w:rsid w:val="0004341B"/>
    <w:rsid w:val="000435DB"/>
    <w:rsid w:val="00043956"/>
    <w:rsid w:val="00043A62"/>
    <w:rsid w:val="00043AB4"/>
    <w:rsid w:val="000440B9"/>
    <w:rsid w:val="0004421C"/>
    <w:rsid w:val="00044280"/>
    <w:rsid w:val="00044458"/>
    <w:rsid w:val="0004447D"/>
    <w:rsid w:val="00044492"/>
    <w:rsid w:val="00044840"/>
    <w:rsid w:val="00044B40"/>
    <w:rsid w:val="00044C18"/>
    <w:rsid w:val="0004506E"/>
    <w:rsid w:val="00045267"/>
    <w:rsid w:val="00045465"/>
    <w:rsid w:val="0004567D"/>
    <w:rsid w:val="000458D2"/>
    <w:rsid w:val="00045B6B"/>
    <w:rsid w:val="00045B99"/>
    <w:rsid w:val="00045BD3"/>
    <w:rsid w:val="00046344"/>
    <w:rsid w:val="00046BF9"/>
    <w:rsid w:val="00046C25"/>
    <w:rsid w:val="00046DE8"/>
    <w:rsid w:val="00046F41"/>
    <w:rsid w:val="0004719C"/>
    <w:rsid w:val="0004725F"/>
    <w:rsid w:val="0004740C"/>
    <w:rsid w:val="00047691"/>
    <w:rsid w:val="00047D92"/>
    <w:rsid w:val="00047D99"/>
    <w:rsid w:val="00047F49"/>
    <w:rsid w:val="0005025C"/>
    <w:rsid w:val="000505E5"/>
    <w:rsid w:val="000507D5"/>
    <w:rsid w:val="00050C9F"/>
    <w:rsid w:val="00050EFB"/>
    <w:rsid w:val="00050FEC"/>
    <w:rsid w:val="0005108A"/>
    <w:rsid w:val="0005138F"/>
    <w:rsid w:val="00051713"/>
    <w:rsid w:val="00051715"/>
    <w:rsid w:val="00051757"/>
    <w:rsid w:val="0005187A"/>
    <w:rsid w:val="000518E7"/>
    <w:rsid w:val="000519BE"/>
    <w:rsid w:val="000519C7"/>
    <w:rsid w:val="00051FC5"/>
    <w:rsid w:val="000520B1"/>
    <w:rsid w:val="0005220B"/>
    <w:rsid w:val="0005231C"/>
    <w:rsid w:val="000524A8"/>
    <w:rsid w:val="00052821"/>
    <w:rsid w:val="00052F9C"/>
    <w:rsid w:val="000530C6"/>
    <w:rsid w:val="00053159"/>
    <w:rsid w:val="000532F4"/>
    <w:rsid w:val="00053624"/>
    <w:rsid w:val="0005377B"/>
    <w:rsid w:val="000537EA"/>
    <w:rsid w:val="00053CB1"/>
    <w:rsid w:val="000540E2"/>
    <w:rsid w:val="000541C9"/>
    <w:rsid w:val="000543C5"/>
    <w:rsid w:val="00054620"/>
    <w:rsid w:val="0005485B"/>
    <w:rsid w:val="00054DA4"/>
    <w:rsid w:val="00054E3A"/>
    <w:rsid w:val="00054EA5"/>
    <w:rsid w:val="000550F6"/>
    <w:rsid w:val="000554C7"/>
    <w:rsid w:val="00055674"/>
    <w:rsid w:val="0005588B"/>
    <w:rsid w:val="00055C9A"/>
    <w:rsid w:val="0005602B"/>
    <w:rsid w:val="0005649B"/>
    <w:rsid w:val="000579AF"/>
    <w:rsid w:val="00057B9F"/>
    <w:rsid w:val="00057D59"/>
    <w:rsid w:val="00057F7A"/>
    <w:rsid w:val="00060440"/>
    <w:rsid w:val="00060603"/>
    <w:rsid w:val="0006061C"/>
    <w:rsid w:val="000606B3"/>
    <w:rsid w:val="0006070C"/>
    <w:rsid w:val="0006079D"/>
    <w:rsid w:val="00060A55"/>
    <w:rsid w:val="00060BE5"/>
    <w:rsid w:val="00060D8C"/>
    <w:rsid w:val="00060E59"/>
    <w:rsid w:val="00061081"/>
    <w:rsid w:val="0006111C"/>
    <w:rsid w:val="00061402"/>
    <w:rsid w:val="00061A69"/>
    <w:rsid w:val="00061B47"/>
    <w:rsid w:val="00061BE0"/>
    <w:rsid w:val="00061FC1"/>
    <w:rsid w:val="000620E9"/>
    <w:rsid w:val="0006210C"/>
    <w:rsid w:val="00062132"/>
    <w:rsid w:val="0006213C"/>
    <w:rsid w:val="00062259"/>
    <w:rsid w:val="00062885"/>
    <w:rsid w:val="00062A58"/>
    <w:rsid w:val="00062C85"/>
    <w:rsid w:val="00062DD7"/>
    <w:rsid w:val="00062F98"/>
    <w:rsid w:val="00063256"/>
    <w:rsid w:val="00063898"/>
    <w:rsid w:val="00063A8F"/>
    <w:rsid w:val="00063A9A"/>
    <w:rsid w:val="00063E92"/>
    <w:rsid w:val="00064280"/>
    <w:rsid w:val="000645F1"/>
    <w:rsid w:val="0006500B"/>
    <w:rsid w:val="0006500F"/>
    <w:rsid w:val="000650D7"/>
    <w:rsid w:val="00065859"/>
    <w:rsid w:val="00065947"/>
    <w:rsid w:val="00065B99"/>
    <w:rsid w:val="00065DB2"/>
    <w:rsid w:val="00066054"/>
    <w:rsid w:val="000664CD"/>
    <w:rsid w:val="00066763"/>
    <w:rsid w:val="00066853"/>
    <w:rsid w:val="000668E7"/>
    <w:rsid w:val="000669AF"/>
    <w:rsid w:val="00066A49"/>
    <w:rsid w:val="00066B6E"/>
    <w:rsid w:val="00066EC9"/>
    <w:rsid w:val="00067191"/>
    <w:rsid w:val="000675E2"/>
    <w:rsid w:val="000676F4"/>
    <w:rsid w:val="00067779"/>
    <w:rsid w:val="00067AA6"/>
    <w:rsid w:val="00067EA0"/>
    <w:rsid w:val="000702D5"/>
    <w:rsid w:val="00070635"/>
    <w:rsid w:val="0007072F"/>
    <w:rsid w:val="00070B95"/>
    <w:rsid w:val="00070EEC"/>
    <w:rsid w:val="00071347"/>
    <w:rsid w:val="00071457"/>
    <w:rsid w:val="000715F2"/>
    <w:rsid w:val="00071AA8"/>
    <w:rsid w:val="00071B10"/>
    <w:rsid w:val="00071CC1"/>
    <w:rsid w:val="00071FEE"/>
    <w:rsid w:val="000720AD"/>
    <w:rsid w:val="0007243C"/>
    <w:rsid w:val="00072C19"/>
    <w:rsid w:val="00072F26"/>
    <w:rsid w:val="0007303C"/>
    <w:rsid w:val="0007333A"/>
    <w:rsid w:val="000735E5"/>
    <w:rsid w:val="0007369A"/>
    <w:rsid w:val="000738FF"/>
    <w:rsid w:val="0007409F"/>
    <w:rsid w:val="0007438D"/>
    <w:rsid w:val="0007457F"/>
    <w:rsid w:val="0007469B"/>
    <w:rsid w:val="00075337"/>
    <w:rsid w:val="00075B0E"/>
    <w:rsid w:val="00075C23"/>
    <w:rsid w:val="00075C89"/>
    <w:rsid w:val="00076484"/>
    <w:rsid w:val="000764FA"/>
    <w:rsid w:val="0007657C"/>
    <w:rsid w:val="000765FC"/>
    <w:rsid w:val="000766E5"/>
    <w:rsid w:val="000768DD"/>
    <w:rsid w:val="0007697C"/>
    <w:rsid w:val="000769B3"/>
    <w:rsid w:val="00076A81"/>
    <w:rsid w:val="00076B96"/>
    <w:rsid w:val="000773AD"/>
    <w:rsid w:val="000774D2"/>
    <w:rsid w:val="00077D38"/>
    <w:rsid w:val="00080055"/>
    <w:rsid w:val="0008070F"/>
    <w:rsid w:val="000807AC"/>
    <w:rsid w:val="0008081B"/>
    <w:rsid w:val="00080D76"/>
    <w:rsid w:val="00080EA7"/>
    <w:rsid w:val="00080F95"/>
    <w:rsid w:val="000810DD"/>
    <w:rsid w:val="000815E1"/>
    <w:rsid w:val="000815FE"/>
    <w:rsid w:val="00081787"/>
    <w:rsid w:val="000817C0"/>
    <w:rsid w:val="00081876"/>
    <w:rsid w:val="00081A59"/>
    <w:rsid w:val="00082ABC"/>
    <w:rsid w:val="00082EA8"/>
    <w:rsid w:val="00083276"/>
    <w:rsid w:val="000833C5"/>
    <w:rsid w:val="00083959"/>
    <w:rsid w:val="00083C14"/>
    <w:rsid w:val="00083DE3"/>
    <w:rsid w:val="00084811"/>
    <w:rsid w:val="00084AE4"/>
    <w:rsid w:val="00084B49"/>
    <w:rsid w:val="00084BCE"/>
    <w:rsid w:val="00085077"/>
    <w:rsid w:val="00085198"/>
    <w:rsid w:val="000851A5"/>
    <w:rsid w:val="00085A47"/>
    <w:rsid w:val="00085E36"/>
    <w:rsid w:val="00085FC0"/>
    <w:rsid w:val="0008634C"/>
    <w:rsid w:val="00086B37"/>
    <w:rsid w:val="00086E02"/>
    <w:rsid w:val="0008740C"/>
    <w:rsid w:val="0008752A"/>
    <w:rsid w:val="000875A6"/>
    <w:rsid w:val="00087D7E"/>
    <w:rsid w:val="00087F69"/>
    <w:rsid w:val="00090077"/>
    <w:rsid w:val="00090162"/>
    <w:rsid w:val="000903DD"/>
    <w:rsid w:val="000905C1"/>
    <w:rsid w:val="00090850"/>
    <w:rsid w:val="00090866"/>
    <w:rsid w:val="00090A66"/>
    <w:rsid w:val="00090B95"/>
    <w:rsid w:val="00090DE8"/>
    <w:rsid w:val="00090E0C"/>
    <w:rsid w:val="00090E2F"/>
    <w:rsid w:val="000912BA"/>
    <w:rsid w:val="000917AD"/>
    <w:rsid w:val="0009192B"/>
    <w:rsid w:val="000919E1"/>
    <w:rsid w:val="00091B49"/>
    <w:rsid w:val="000920EB"/>
    <w:rsid w:val="00092E69"/>
    <w:rsid w:val="000934C6"/>
    <w:rsid w:val="000935EA"/>
    <w:rsid w:val="000936CF"/>
    <w:rsid w:val="00093BDB"/>
    <w:rsid w:val="00093E02"/>
    <w:rsid w:val="00093E11"/>
    <w:rsid w:val="000940CE"/>
    <w:rsid w:val="000941D7"/>
    <w:rsid w:val="0009463F"/>
    <w:rsid w:val="000946BC"/>
    <w:rsid w:val="00094872"/>
    <w:rsid w:val="00094D11"/>
    <w:rsid w:val="00094DCF"/>
    <w:rsid w:val="00094EC4"/>
    <w:rsid w:val="000950AE"/>
    <w:rsid w:val="00095294"/>
    <w:rsid w:val="000954C2"/>
    <w:rsid w:val="0009584D"/>
    <w:rsid w:val="00095859"/>
    <w:rsid w:val="00095A61"/>
    <w:rsid w:val="00095AF2"/>
    <w:rsid w:val="00095B2D"/>
    <w:rsid w:val="00095EDD"/>
    <w:rsid w:val="00096991"/>
    <w:rsid w:val="00096A88"/>
    <w:rsid w:val="00096E03"/>
    <w:rsid w:val="00096F03"/>
    <w:rsid w:val="00097219"/>
    <w:rsid w:val="000973FD"/>
    <w:rsid w:val="00097407"/>
    <w:rsid w:val="0009759D"/>
    <w:rsid w:val="000977BE"/>
    <w:rsid w:val="00097D74"/>
    <w:rsid w:val="000A00DF"/>
    <w:rsid w:val="000A0322"/>
    <w:rsid w:val="000A03ED"/>
    <w:rsid w:val="000A05A0"/>
    <w:rsid w:val="000A0F2C"/>
    <w:rsid w:val="000A0F75"/>
    <w:rsid w:val="000A0F9C"/>
    <w:rsid w:val="000A1181"/>
    <w:rsid w:val="000A1202"/>
    <w:rsid w:val="000A1203"/>
    <w:rsid w:val="000A14D2"/>
    <w:rsid w:val="000A1903"/>
    <w:rsid w:val="000A1F4B"/>
    <w:rsid w:val="000A21EF"/>
    <w:rsid w:val="000A248B"/>
    <w:rsid w:val="000A2553"/>
    <w:rsid w:val="000A26BA"/>
    <w:rsid w:val="000A27DF"/>
    <w:rsid w:val="000A2C98"/>
    <w:rsid w:val="000A2E0E"/>
    <w:rsid w:val="000A2FBB"/>
    <w:rsid w:val="000A321C"/>
    <w:rsid w:val="000A348E"/>
    <w:rsid w:val="000A397C"/>
    <w:rsid w:val="000A39A0"/>
    <w:rsid w:val="000A3A1C"/>
    <w:rsid w:val="000A3A28"/>
    <w:rsid w:val="000A3A7D"/>
    <w:rsid w:val="000A3AD8"/>
    <w:rsid w:val="000A3C2F"/>
    <w:rsid w:val="000A3C98"/>
    <w:rsid w:val="000A3CC5"/>
    <w:rsid w:val="000A3CF8"/>
    <w:rsid w:val="000A3F8D"/>
    <w:rsid w:val="000A40FD"/>
    <w:rsid w:val="000A42D3"/>
    <w:rsid w:val="000A44D1"/>
    <w:rsid w:val="000A4840"/>
    <w:rsid w:val="000A4CCD"/>
    <w:rsid w:val="000A4F5B"/>
    <w:rsid w:val="000A5022"/>
    <w:rsid w:val="000A50DF"/>
    <w:rsid w:val="000A5294"/>
    <w:rsid w:val="000A551B"/>
    <w:rsid w:val="000A5743"/>
    <w:rsid w:val="000A5976"/>
    <w:rsid w:val="000A5EA4"/>
    <w:rsid w:val="000A5F0B"/>
    <w:rsid w:val="000A6320"/>
    <w:rsid w:val="000A66FD"/>
    <w:rsid w:val="000A6789"/>
    <w:rsid w:val="000A69B8"/>
    <w:rsid w:val="000A6A4A"/>
    <w:rsid w:val="000A6EEC"/>
    <w:rsid w:val="000A7597"/>
    <w:rsid w:val="000A79CB"/>
    <w:rsid w:val="000A7A0F"/>
    <w:rsid w:val="000A7C0B"/>
    <w:rsid w:val="000A7D6E"/>
    <w:rsid w:val="000B0192"/>
    <w:rsid w:val="000B1038"/>
    <w:rsid w:val="000B1295"/>
    <w:rsid w:val="000B2080"/>
    <w:rsid w:val="000B2453"/>
    <w:rsid w:val="000B2569"/>
    <w:rsid w:val="000B268D"/>
    <w:rsid w:val="000B2C26"/>
    <w:rsid w:val="000B2C33"/>
    <w:rsid w:val="000B33D7"/>
    <w:rsid w:val="000B3827"/>
    <w:rsid w:val="000B395E"/>
    <w:rsid w:val="000B39CF"/>
    <w:rsid w:val="000B3A06"/>
    <w:rsid w:val="000B4584"/>
    <w:rsid w:val="000B460D"/>
    <w:rsid w:val="000B477D"/>
    <w:rsid w:val="000B4990"/>
    <w:rsid w:val="000B4F05"/>
    <w:rsid w:val="000B536C"/>
    <w:rsid w:val="000B545B"/>
    <w:rsid w:val="000B548D"/>
    <w:rsid w:val="000B5510"/>
    <w:rsid w:val="000B5779"/>
    <w:rsid w:val="000B58CC"/>
    <w:rsid w:val="000B5ADD"/>
    <w:rsid w:val="000B5DFC"/>
    <w:rsid w:val="000B5F14"/>
    <w:rsid w:val="000B67ED"/>
    <w:rsid w:val="000B6803"/>
    <w:rsid w:val="000B695F"/>
    <w:rsid w:val="000B6BA1"/>
    <w:rsid w:val="000B71F3"/>
    <w:rsid w:val="000B720E"/>
    <w:rsid w:val="000B7365"/>
    <w:rsid w:val="000B79C5"/>
    <w:rsid w:val="000B7AC3"/>
    <w:rsid w:val="000B7AE5"/>
    <w:rsid w:val="000B7D02"/>
    <w:rsid w:val="000C021A"/>
    <w:rsid w:val="000C0258"/>
    <w:rsid w:val="000C077B"/>
    <w:rsid w:val="000C0A40"/>
    <w:rsid w:val="000C0CD9"/>
    <w:rsid w:val="000C0D6E"/>
    <w:rsid w:val="000C0FAA"/>
    <w:rsid w:val="000C128B"/>
    <w:rsid w:val="000C1296"/>
    <w:rsid w:val="000C1396"/>
    <w:rsid w:val="000C1527"/>
    <w:rsid w:val="000C1532"/>
    <w:rsid w:val="000C1B88"/>
    <w:rsid w:val="000C1BC8"/>
    <w:rsid w:val="000C1E92"/>
    <w:rsid w:val="000C1FE9"/>
    <w:rsid w:val="000C212A"/>
    <w:rsid w:val="000C2204"/>
    <w:rsid w:val="000C2390"/>
    <w:rsid w:val="000C2AA3"/>
    <w:rsid w:val="000C2BA7"/>
    <w:rsid w:val="000C2CD6"/>
    <w:rsid w:val="000C2EF0"/>
    <w:rsid w:val="000C306B"/>
    <w:rsid w:val="000C33F6"/>
    <w:rsid w:val="000C346E"/>
    <w:rsid w:val="000C3492"/>
    <w:rsid w:val="000C3768"/>
    <w:rsid w:val="000C3779"/>
    <w:rsid w:val="000C38BC"/>
    <w:rsid w:val="000C3AA9"/>
    <w:rsid w:val="000C3BE3"/>
    <w:rsid w:val="000C3C6D"/>
    <w:rsid w:val="000C3D91"/>
    <w:rsid w:val="000C3DEA"/>
    <w:rsid w:val="000C3F0D"/>
    <w:rsid w:val="000C4036"/>
    <w:rsid w:val="000C41C8"/>
    <w:rsid w:val="000C422B"/>
    <w:rsid w:val="000C4785"/>
    <w:rsid w:val="000C4E55"/>
    <w:rsid w:val="000C4F84"/>
    <w:rsid w:val="000C5080"/>
    <w:rsid w:val="000C5125"/>
    <w:rsid w:val="000C58FE"/>
    <w:rsid w:val="000C5DEF"/>
    <w:rsid w:val="000C5E91"/>
    <w:rsid w:val="000C6162"/>
    <w:rsid w:val="000C6262"/>
    <w:rsid w:val="000C6A61"/>
    <w:rsid w:val="000C6B9E"/>
    <w:rsid w:val="000C6C41"/>
    <w:rsid w:val="000C7071"/>
    <w:rsid w:val="000C7464"/>
    <w:rsid w:val="000C74C4"/>
    <w:rsid w:val="000C77E5"/>
    <w:rsid w:val="000C7B78"/>
    <w:rsid w:val="000C7CC6"/>
    <w:rsid w:val="000C7E8C"/>
    <w:rsid w:val="000D0169"/>
    <w:rsid w:val="000D0215"/>
    <w:rsid w:val="000D0267"/>
    <w:rsid w:val="000D0893"/>
    <w:rsid w:val="000D0906"/>
    <w:rsid w:val="000D09EB"/>
    <w:rsid w:val="000D0BE4"/>
    <w:rsid w:val="000D0C64"/>
    <w:rsid w:val="000D0F6C"/>
    <w:rsid w:val="000D1472"/>
    <w:rsid w:val="000D15B2"/>
    <w:rsid w:val="000D17AF"/>
    <w:rsid w:val="000D19BC"/>
    <w:rsid w:val="000D1C28"/>
    <w:rsid w:val="000D2018"/>
    <w:rsid w:val="000D213C"/>
    <w:rsid w:val="000D22E1"/>
    <w:rsid w:val="000D3589"/>
    <w:rsid w:val="000D35DE"/>
    <w:rsid w:val="000D36AE"/>
    <w:rsid w:val="000D389C"/>
    <w:rsid w:val="000D38BF"/>
    <w:rsid w:val="000D3AD6"/>
    <w:rsid w:val="000D3AF2"/>
    <w:rsid w:val="000D3D14"/>
    <w:rsid w:val="000D4017"/>
    <w:rsid w:val="000D402E"/>
    <w:rsid w:val="000D4268"/>
    <w:rsid w:val="000D459D"/>
    <w:rsid w:val="000D4886"/>
    <w:rsid w:val="000D4C22"/>
    <w:rsid w:val="000D4C78"/>
    <w:rsid w:val="000D4E7E"/>
    <w:rsid w:val="000D4F9B"/>
    <w:rsid w:val="000D524B"/>
    <w:rsid w:val="000D5807"/>
    <w:rsid w:val="000D59D4"/>
    <w:rsid w:val="000D5B9A"/>
    <w:rsid w:val="000D5C8D"/>
    <w:rsid w:val="000D63C8"/>
    <w:rsid w:val="000D66A6"/>
    <w:rsid w:val="000D691F"/>
    <w:rsid w:val="000D6A9B"/>
    <w:rsid w:val="000D6D53"/>
    <w:rsid w:val="000D714D"/>
    <w:rsid w:val="000D72D6"/>
    <w:rsid w:val="000D7531"/>
    <w:rsid w:val="000D7936"/>
    <w:rsid w:val="000D7D4B"/>
    <w:rsid w:val="000E002A"/>
    <w:rsid w:val="000E035D"/>
    <w:rsid w:val="000E041D"/>
    <w:rsid w:val="000E0423"/>
    <w:rsid w:val="000E04D5"/>
    <w:rsid w:val="000E06F2"/>
    <w:rsid w:val="000E09BC"/>
    <w:rsid w:val="000E0E9F"/>
    <w:rsid w:val="000E0EC0"/>
    <w:rsid w:val="000E1D6A"/>
    <w:rsid w:val="000E1DF3"/>
    <w:rsid w:val="000E1FD4"/>
    <w:rsid w:val="000E21F7"/>
    <w:rsid w:val="000E235D"/>
    <w:rsid w:val="000E2484"/>
    <w:rsid w:val="000E27AF"/>
    <w:rsid w:val="000E28CA"/>
    <w:rsid w:val="000E2F1D"/>
    <w:rsid w:val="000E32B0"/>
    <w:rsid w:val="000E38F3"/>
    <w:rsid w:val="000E3D5A"/>
    <w:rsid w:val="000E3E0B"/>
    <w:rsid w:val="000E3F3C"/>
    <w:rsid w:val="000E407B"/>
    <w:rsid w:val="000E43BB"/>
    <w:rsid w:val="000E43D0"/>
    <w:rsid w:val="000E44D6"/>
    <w:rsid w:val="000E49C0"/>
    <w:rsid w:val="000E4D42"/>
    <w:rsid w:val="000E4F85"/>
    <w:rsid w:val="000E5050"/>
    <w:rsid w:val="000E532E"/>
    <w:rsid w:val="000E546A"/>
    <w:rsid w:val="000E5608"/>
    <w:rsid w:val="000E56E0"/>
    <w:rsid w:val="000E571C"/>
    <w:rsid w:val="000E5A8D"/>
    <w:rsid w:val="000E5AEB"/>
    <w:rsid w:val="000E5B1D"/>
    <w:rsid w:val="000E5BBE"/>
    <w:rsid w:val="000E696C"/>
    <w:rsid w:val="000E6A80"/>
    <w:rsid w:val="000E7358"/>
    <w:rsid w:val="000E74A9"/>
    <w:rsid w:val="000E765D"/>
    <w:rsid w:val="000E7E80"/>
    <w:rsid w:val="000E7EA7"/>
    <w:rsid w:val="000E7FB3"/>
    <w:rsid w:val="000F03B0"/>
    <w:rsid w:val="000F0AE0"/>
    <w:rsid w:val="000F1359"/>
    <w:rsid w:val="000F1BEC"/>
    <w:rsid w:val="000F1F5D"/>
    <w:rsid w:val="000F2419"/>
    <w:rsid w:val="000F28CD"/>
    <w:rsid w:val="000F2C30"/>
    <w:rsid w:val="000F2E33"/>
    <w:rsid w:val="000F2FDD"/>
    <w:rsid w:val="000F327C"/>
    <w:rsid w:val="000F3549"/>
    <w:rsid w:val="000F3678"/>
    <w:rsid w:val="000F39AB"/>
    <w:rsid w:val="000F3D67"/>
    <w:rsid w:val="000F402F"/>
    <w:rsid w:val="000F42A3"/>
    <w:rsid w:val="000F4375"/>
    <w:rsid w:val="000F44A5"/>
    <w:rsid w:val="000F46D1"/>
    <w:rsid w:val="000F47C5"/>
    <w:rsid w:val="000F4F27"/>
    <w:rsid w:val="000F51FB"/>
    <w:rsid w:val="000F580B"/>
    <w:rsid w:val="000F5A07"/>
    <w:rsid w:val="000F5D11"/>
    <w:rsid w:val="000F5D30"/>
    <w:rsid w:val="000F600E"/>
    <w:rsid w:val="000F69C5"/>
    <w:rsid w:val="000F6C2A"/>
    <w:rsid w:val="000F6D3B"/>
    <w:rsid w:val="000F6FD1"/>
    <w:rsid w:val="000F71D3"/>
    <w:rsid w:val="000F7489"/>
    <w:rsid w:val="000F7504"/>
    <w:rsid w:val="000F75E3"/>
    <w:rsid w:val="000F7604"/>
    <w:rsid w:val="000F78A3"/>
    <w:rsid w:val="000F78EC"/>
    <w:rsid w:val="000F7E36"/>
    <w:rsid w:val="001003A3"/>
    <w:rsid w:val="00100597"/>
    <w:rsid w:val="00100724"/>
    <w:rsid w:val="001007EA"/>
    <w:rsid w:val="001007F0"/>
    <w:rsid w:val="001008A1"/>
    <w:rsid w:val="001008C2"/>
    <w:rsid w:val="00100A0F"/>
    <w:rsid w:val="00100ACA"/>
    <w:rsid w:val="00100B91"/>
    <w:rsid w:val="00100E88"/>
    <w:rsid w:val="00100FE1"/>
    <w:rsid w:val="00101272"/>
    <w:rsid w:val="001013DA"/>
    <w:rsid w:val="0010158C"/>
    <w:rsid w:val="001015F3"/>
    <w:rsid w:val="00101988"/>
    <w:rsid w:val="00101E1C"/>
    <w:rsid w:val="0010233C"/>
    <w:rsid w:val="00102784"/>
    <w:rsid w:val="001029BD"/>
    <w:rsid w:val="001029F0"/>
    <w:rsid w:val="00102A09"/>
    <w:rsid w:val="00102A14"/>
    <w:rsid w:val="00102B35"/>
    <w:rsid w:val="001030D8"/>
    <w:rsid w:val="001034AA"/>
    <w:rsid w:val="00103E05"/>
    <w:rsid w:val="00104477"/>
    <w:rsid w:val="001046FD"/>
    <w:rsid w:val="00104887"/>
    <w:rsid w:val="00105060"/>
    <w:rsid w:val="0010529A"/>
    <w:rsid w:val="001052FE"/>
    <w:rsid w:val="001053B2"/>
    <w:rsid w:val="00105423"/>
    <w:rsid w:val="00105678"/>
    <w:rsid w:val="0010589C"/>
    <w:rsid w:val="00105AB3"/>
    <w:rsid w:val="00105B00"/>
    <w:rsid w:val="00105B2C"/>
    <w:rsid w:val="00105B60"/>
    <w:rsid w:val="00105DC6"/>
    <w:rsid w:val="00105F42"/>
    <w:rsid w:val="0010608E"/>
    <w:rsid w:val="00106232"/>
    <w:rsid w:val="00106305"/>
    <w:rsid w:val="001065BB"/>
    <w:rsid w:val="00106771"/>
    <w:rsid w:val="00106991"/>
    <w:rsid w:val="00106EF1"/>
    <w:rsid w:val="0010757A"/>
    <w:rsid w:val="00107752"/>
    <w:rsid w:val="00107883"/>
    <w:rsid w:val="00110161"/>
    <w:rsid w:val="00110335"/>
    <w:rsid w:val="001103DE"/>
    <w:rsid w:val="00110A1C"/>
    <w:rsid w:val="00110F36"/>
    <w:rsid w:val="001117C5"/>
    <w:rsid w:val="0011208E"/>
    <w:rsid w:val="00112466"/>
    <w:rsid w:val="0011252E"/>
    <w:rsid w:val="0011270B"/>
    <w:rsid w:val="00112721"/>
    <w:rsid w:val="001127F1"/>
    <w:rsid w:val="00112984"/>
    <w:rsid w:val="00112C2A"/>
    <w:rsid w:val="0011314D"/>
    <w:rsid w:val="00113313"/>
    <w:rsid w:val="0011372B"/>
    <w:rsid w:val="00113A51"/>
    <w:rsid w:val="00113B6D"/>
    <w:rsid w:val="00113D40"/>
    <w:rsid w:val="0011438F"/>
    <w:rsid w:val="0011479E"/>
    <w:rsid w:val="001149A1"/>
    <w:rsid w:val="00114AC7"/>
    <w:rsid w:val="00114BB5"/>
    <w:rsid w:val="00114C81"/>
    <w:rsid w:val="00114CA1"/>
    <w:rsid w:val="00114FB7"/>
    <w:rsid w:val="0011504F"/>
    <w:rsid w:val="0011505B"/>
    <w:rsid w:val="001150FA"/>
    <w:rsid w:val="00115152"/>
    <w:rsid w:val="0011535B"/>
    <w:rsid w:val="001154F3"/>
    <w:rsid w:val="001158A4"/>
    <w:rsid w:val="00115930"/>
    <w:rsid w:val="00115962"/>
    <w:rsid w:val="00115D52"/>
    <w:rsid w:val="0011642D"/>
    <w:rsid w:val="00116588"/>
    <w:rsid w:val="00116AD5"/>
    <w:rsid w:val="00116FF9"/>
    <w:rsid w:val="00117294"/>
    <w:rsid w:val="001173C8"/>
    <w:rsid w:val="00117800"/>
    <w:rsid w:val="00117A06"/>
    <w:rsid w:val="00117A41"/>
    <w:rsid w:val="00117E05"/>
    <w:rsid w:val="0012030B"/>
    <w:rsid w:val="001209A7"/>
    <w:rsid w:val="00120DC6"/>
    <w:rsid w:val="0012114E"/>
    <w:rsid w:val="001211F7"/>
    <w:rsid w:val="001215BC"/>
    <w:rsid w:val="001215C0"/>
    <w:rsid w:val="0012162E"/>
    <w:rsid w:val="001217D7"/>
    <w:rsid w:val="001218E2"/>
    <w:rsid w:val="00121B5A"/>
    <w:rsid w:val="00121D23"/>
    <w:rsid w:val="00121F2D"/>
    <w:rsid w:val="00122219"/>
    <w:rsid w:val="001224B1"/>
    <w:rsid w:val="001226A5"/>
    <w:rsid w:val="0012275C"/>
    <w:rsid w:val="00122912"/>
    <w:rsid w:val="001229C3"/>
    <w:rsid w:val="0012343E"/>
    <w:rsid w:val="0012366D"/>
    <w:rsid w:val="001237B8"/>
    <w:rsid w:val="0012384C"/>
    <w:rsid w:val="001238D0"/>
    <w:rsid w:val="00123B42"/>
    <w:rsid w:val="00124551"/>
    <w:rsid w:val="001249F7"/>
    <w:rsid w:val="00124BE5"/>
    <w:rsid w:val="0012503F"/>
    <w:rsid w:val="00125792"/>
    <w:rsid w:val="00125845"/>
    <w:rsid w:val="00125BF9"/>
    <w:rsid w:val="001261FE"/>
    <w:rsid w:val="001266FA"/>
    <w:rsid w:val="00126A42"/>
    <w:rsid w:val="00126C69"/>
    <w:rsid w:val="00126E40"/>
    <w:rsid w:val="00126E77"/>
    <w:rsid w:val="00126FCF"/>
    <w:rsid w:val="00127186"/>
    <w:rsid w:val="00130137"/>
    <w:rsid w:val="001304A5"/>
    <w:rsid w:val="001305FC"/>
    <w:rsid w:val="00130A82"/>
    <w:rsid w:val="00130B5C"/>
    <w:rsid w:val="00130FE2"/>
    <w:rsid w:val="00131175"/>
    <w:rsid w:val="00131634"/>
    <w:rsid w:val="001316CF"/>
    <w:rsid w:val="00131735"/>
    <w:rsid w:val="00131DA9"/>
    <w:rsid w:val="00131E59"/>
    <w:rsid w:val="00132318"/>
    <w:rsid w:val="001323A6"/>
    <w:rsid w:val="0013242B"/>
    <w:rsid w:val="00132698"/>
    <w:rsid w:val="00132A4F"/>
    <w:rsid w:val="00132D0D"/>
    <w:rsid w:val="00132EB5"/>
    <w:rsid w:val="00132FEC"/>
    <w:rsid w:val="0013349B"/>
    <w:rsid w:val="00133C80"/>
    <w:rsid w:val="00133D09"/>
    <w:rsid w:val="00133FA6"/>
    <w:rsid w:val="00134119"/>
    <w:rsid w:val="0013415D"/>
    <w:rsid w:val="0013430D"/>
    <w:rsid w:val="001344A0"/>
    <w:rsid w:val="0013462F"/>
    <w:rsid w:val="00134AF8"/>
    <w:rsid w:val="00134D47"/>
    <w:rsid w:val="00134E56"/>
    <w:rsid w:val="00135395"/>
    <w:rsid w:val="001354A3"/>
    <w:rsid w:val="00135891"/>
    <w:rsid w:val="00135A10"/>
    <w:rsid w:val="00135B65"/>
    <w:rsid w:val="00135C28"/>
    <w:rsid w:val="00135DE2"/>
    <w:rsid w:val="00135F60"/>
    <w:rsid w:val="00136AAF"/>
    <w:rsid w:val="00136ACF"/>
    <w:rsid w:val="00136C9A"/>
    <w:rsid w:val="00136EC2"/>
    <w:rsid w:val="001370E4"/>
    <w:rsid w:val="0013712F"/>
    <w:rsid w:val="00137897"/>
    <w:rsid w:val="00137C16"/>
    <w:rsid w:val="00137EA8"/>
    <w:rsid w:val="00140095"/>
    <w:rsid w:val="00140611"/>
    <w:rsid w:val="00140C7C"/>
    <w:rsid w:val="00140F53"/>
    <w:rsid w:val="00141781"/>
    <w:rsid w:val="00141E68"/>
    <w:rsid w:val="00142070"/>
    <w:rsid w:val="00142357"/>
    <w:rsid w:val="00142515"/>
    <w:rsid w:val="001428AE"/>
    <w:rsid w:val="00142AF2"/>
    <w:rsid w:val="00142B89"/>
    <w:rsid w:val="00142C73"/>
    <w:rsid w:val="001433E2"/>
    <w:rsid w:val="00143542"/>
    <w:rsid w:val="00143A6B"/>
    <w:rsid w:val="00143F32"/>
    <w:rsid w:val="0014410D"/>
    <w:rsid w:val="001442EB"/>
    <w:rsid w:val="00144783"/>
    <w:rsid w:val="0014488B"/>
    <w:rsid w:val="00144E52"/>
    <w:rsid w:val="00145058"/>
    <w:rsid w:val="001453F4"/>
    <w:rsid w:val="00145EAF"/>
    <w:rsid w:val="0014645C"/>
    <w:rsid w:val="0014649A"/>
    <w:rsid w:val="00146514"/>
    <w:rsid w:val="0014658A"/>
    <w:rsid w:val="00146723"/>
    <w:rsid w:val="00146C66"/>
    <w:rsid w:val="00146DF2"/>
    <w:rsid w:val="00146F3D"/>
    <w:rsid w:val="00147062"/>
    <w:rsid w:val="001471B6"/>
    <w:rsid w:val="001471C0"/>
    <w:rsid w:val="00147394"/>
    <w:rsid w:val="00147501"/>
    <w:rsid w:val="001479DC"/>
    <w:rsid w:val="00147B07"/>
    <w:rsid w:val="00147CCB"/>
    <w:rsid w:val="00147DB1"/>
    <w:rsid w:val="00150282"/>
    <w:rsid w:val="001508E9"/>
    <w:rsid w:val="00150ABB"/>
    <w:rsid w:val="0015125E"/>
    <w:rsid w:val="00151573"/>
    <w:rsid w:val="00151773"/>
    <w:rsid w:val="00151B07"/>
    <w:rsid w:val="00151DFB"/>
    <w:rsid w:val="00151EF3"/>
    <w:rsid w:val="00151F8B"/>
    <w:rsid w:val="00152559"/>
    <w:rsid w:val="00152941"/>
    <w:rsid w:val="001537A9"/>
    <w:rsid w:val="00153860"/>
    <w:rsid w:val="0015423A"/>
    <w:rsid w:val="001543A0"/>
    <w:rsid w:val="001543A9"/>
    <w:rsid w:val="00154404"/>
    <w:rsid w:val="001544AE"/>
    <w:rsid w:val="00154955"/>
    <w:rsid w:val="00154BD6"/>
    <w:rsid w:val="00154CE9"/>
    <w:rsid w:val="0015509B"/>
    <w:rsid w:val="00155622"/>
    <w:rsid w:val="00155951"/>
    <w:rsid w:val="00155AB9"/>
    <w:rsid w:val="00155BB9"/>
    <w:rsid w:val="00155ED6"/>
    <w:rsid w:val="001561F8"/>
    <w:rsid w:val="00156247"/>
    <w:rsid w:val="001566FC"/>
    <w:rsid w:val="00156738"/>
    <w:rsid w:val="001568E8"/>
    <w:rsid w:val="001568FF"/>
    <w:rsid w:val="00156937"/>
    <w:rsid w:val="00156F99"/>
    <w:rsid w:val="00157330"/>
    <w:rsid w:val="00157578"/>
    <w:rsid w:val="00157A2D"/>
    <w:rsid w:val="00157A7C"/>
    <w:rsid w:val="00157B6D"/>
    <w:rsid w:val="001602DF"/>
    <w:rsid w:val="00160547"/>
    <w:rsid w:val="00160557"/>
    <w:rsid w:val="001607B0"/>
    <w:rsid w:val="00160E8C"/>
    <w:rsid w:val="0016118A"/>
    <w:rsid w:val="0016149E"/>
    <w:rsid w:val="001614D2"/>
    <w:rsid w:val="001617A7"/>
    <w:rsid w:val="001617EA"/>
    <w:rsid w:val="0016185A"/>
    <w:rsid w:val="00161A86"/>
    <w:rsid w:val="00161E82"/>
    <w:rsid w:val="00161F52"/>
    <w:rsid w:val="001623C6"/>
    <w:rsid w:val="001624BE"/>
    <w:rsid w:val="00162844"/>
    <w:rsid w:val="00162D6C"/>
    <w:rsid w:val="0016372B"/>
    <w:rsid w:val="00163B33"/>
    <w:rsid w:val="00163CF5"/>
    <w:rsid w:val="00163DEA"/>
    <w:rsid w:val="001642EC"/>
    <w:rsid w:val="00164336"/>
    <w:rsid w:val="001644B9"/>
    <w:rsid w:val="00164540"/>
    <w:rsid w:val="00164655"/>
    <w:rsid w:val="0016474C"/>
    <w:rsid w:val="0016487E"/>
    <w:rsid w:val="00164A44"/>
    <w:rsid w:val="00164AF8"/>
    <w:rsid w:val="00164E2F"/>
    <w:rsid w:val="00165325"/>
    <w:rsid w:val="00165414"/>
    <w:rsid w:val="001655DE"/>
    <w:rsid w:val="00165660"/>
    <w:rsid w:val="001656F8"/>
    <w:rsid w:val="001657EE"/>
    <w:rsid w:val="001658DD"/>
    <w:rsid w:val="00165C3F"/>
    <w:rsid w:val="00165E00"/>
    <w:rsid w:val="00166218"/>
    <w:rsid w:val="00166338"/>
    <w:rsid w:val="00166548"/>
    <w:rsid w:val="00166873"/>
    <w:rsid w:val="00166BEC"/>
    <w:rsid w:val="00166CB4"/>
    <w:rsid w:val="00166F32"/>
    <w:rsid w:val="00167268"/>
    <w:rsid w:val="00167704"/>
    <w:rsid w:val="00167FB3"/>
    <w:rsid w:val="00170046"/>
    <w:rsid w:val="00170430"/>
    <w:rsid w:val="001704D4"/>
    <w:rsid w:val="00170812"/>
    <w:rsid w:val="00171000"/>
    <w:rsid w:val="001715B4"/>
    <w:rsid w:val="0017163C"/>
    <w:rsid w:val="001719DA"/>
    <w:rsid w:val="00171E3E"/>
    <w:rsid w:val="00171FD6"/>
    <w:rsid w:val="001720B5"/>
    <w:rsid w:val="0017217F"/>
    <w:rsid w:val="001721A8"/>
    <w:rsid w:val="0017250C"/>
    <w:rsid w:val="0017254A"/>
    <w:rsid w:val="00172672"/>
    <w:rsid w:val="001728CA"/>
    <w:rsid w:val="00172ADD"/>
    <w:rsid w:val="00172C2D"/>
    <w:rsid w:val="00172D13"/>
    <w:rsid w:val="00172D88"/>
    <w:rsid w:val="001730F9"/>
    <w:rsid w:val="001735A7"/>
    <w:rsid w:val="00173A6C"/>
    <w:rsid w:val="00173B02"/>
    <w:rsid w:val="00173D21"/>
    <w:rsid w:val="00173EE2"/>
    <w:rsid w:val="001745E9"/>
    <w:rsid w:val="001747E8"/>
    <w:rsid w:val="00174926"/>
    <w:rsid w:val="00174B4C"/>
    <w:rsid w:val="0017550F"/>
    <w:rsid w:val="001755BC"/>
    <w:rsid w:val="00175660"/>
    <w:rsid w:val="001757A5"/>
    <w:rsid w:val="001758A8"/>
    <w:rsid w:val="00175E78"/>
    <w:rsid w:val="00175F35"/>
    <w:rsid w:val="00176352"/>
    <w:rsid w:val="00176498"/>
    <w:rsid w:val="0017671D"/>
    <w:rsid w:val="00176DA4"/>
    <w:rsid w:val="00176E81"/>
    <w:rsid w:val="00177245"/>
    <w:rsid w:val="00177377"/>
    <w:rsid w:val="0017785D"/>
    <w:rsid w:val="00177D3D"/>
    <w:rsid w:val="00177E63"/>
    <w:rsid w:val="00180730"/>
    <w:rsid w:val="001807C9"/>
    <w:rsid w:val="0018085D"/>
    <w:rsid w:val="001808B6"/>
    <w:rsid w:val="00180B3C"/>
    <w:rsid w:val="00180BC7"/>
    <w:rsid w:val="00180E7E"/>
    <w:rsid w:val="001812E2"/>
    <w:rsid w:val="001818E9"/>
    <w:rsid w:val="00181F0F"/>
    <w:rsid w:val="00182267"/>
    <w:rsid w:val="001824B9"/>
    <w:rsid w:val="00182D60"/>
    <w:rsid w:val="00182FAD"/>
    <w:rsid w:val="00183409"/>
    <w:rsid w:val="00183414"/>
    <w:rsid w:val="0018356F"/>
    <w:rsid w:val="00183BBC"/>
    <w:rsid w:val="00183C36"/>
    <w:rsid w:val="0018404A"/>
    <w:rsid w:val="00184379"/>
    <w:rsid w:val="0018452E"/>
    <w:rsid w:val="0018498D"/>
    <w:rsid w:val="00184B5F"/>
    <w:rsid w:val="00184C15"/>
    <w:rsid w:val="00184D3B"/>
    <w:rsid w:val="001851D6"/>
    <w:rsid w:val="00185255"/>
    <w:rsid w:val="0018570F"/>
    <w:rsid w:val="0018597E"/>
    <w:rsid w:val="00185DAC"/>
    <w:rsid w:val="00185E15"/>
    <w:rsid w:val="00185F16"/>
    <w:rsid w:val="0018613F"/>
    <w:rsid w:val="00186CC6"/>
    <w:rsid w:val="001870E2"/>
    <w:rsid w:val="00187861"/>
    <w:rsid w:val="00187EDB"/>
    <w:rsid w:val="00190041"/>
    <w:rsid w:val="001900A5"/>
    <w:rsid w:val="00190164"/>
    <w:rsid w:val="00190AE5"/>
    <w:rsid w:val="00190BD2"/>
    <w:rsid w:val="00190F4C"/>
    <w:rsid w:val="00190FCE"/>
    <w:rsid w:val="0019122E"/>
    <w:rsid w:val="00191409"/>
    <w:rsid w:val="0019161C"/>
    <w:rsid w:val="0019166E"/>
    <w:rsid w:val="00191ACE"/>
    <w:rsid w:val="00191B1F"/>
    <w:rsid w:val="00191B39"/>
    <w:rsid w:val="00191C15"/>
    <w:rsid w:val="00191C3A"/>
    <w:rsid w:val="00191E74"/>
    <w:rsid w:val="00191FFC"/>
    <w:rsid w:val="0019239D"/>
    <w:rsid w:val="001924B2"/>
    <w:rsid w:val="00192FC8"/>
    <w:rsid w:val="001933BB"/>
    <w:rsid w:val="00193628"/>
    <w:rsid w:val="001937F6"/>
    <w:rsid w:val="00193889"/>
    <w:rsid w:val="00193A8A"/>
    <w:rsid w:val="00194446"/>
    <w:rsid w:val="001946A1"/>
    <w:rsid w:val="00194765"/>
    <w:rsid w:val="0019480A"/>
    <w:rsid w:val="001949CA"/>
    <w:rsid w:val="001949E5"/>
    <w:rsid w:val="00194E98"/>
    <w:rsid w:val="00195031"/>
    <w:rsid w:val="00195232"/>
    <w:rsid w:val="00195342"/>
    <w:rsid w:val="00195376"/>
    <w:rsid w:val="00195837"/>
    <w:rsid w:val="00195DF6"/>
    <w:rsid w:val="0019622E"/>
    <w:rsid w:val="001966C1"/>
    <w:rsid w:val="00196B8E"/>
    <w:rsid w:val="00196C80"/>
    <w:rsid w:val="00196D22"/>
    <w:rsid w:val="00196DDD"/>
    <w:rsid w:val="00196DEC"/>
    <w:rsid w:val="00196ED9"/>
    <w:rsid w:val="00197385"/>
    <w:rsid w:val="00197852"/>
    <w:rsid w:val="00197CF0"/>
    <w:rsid w:val="001A062D"/>
    <w:rsid w:val="001A0C2B"/>
    <w:rsid w:val="001A0E5F"/>
    <w:rsid w:val="001A1849"/>
    <w:rsid w:val="001A190F"/>
    <w:rsid w:val="001A1AA7"/>
    <w:rsid w:val="001A1D26"/>
    <w:rsid w:val="001A2356"/>
    <w:rsid w:val="001A24CC"/>
    <w:rsid w:val="001A25CE"/>
    <w:rsid w:val="001A2EFC"/>
    <w:rsid w:val="001A310C"/>
    <w:rsid w:val="001A3829"/>
    <w:rsid w:val="001A398F"/>
    <w:rsid w:val="001A4473"/>
    <w:rsid w:val="001A4512"/>
    <w:rsid w:val="001A487F"/>
    <w:rsid w:val="001A4AC6"/>
    <w:rsid w:val="001A4C88"/>
    <w:rsid w:val="001A4F67"/>
    <w:rsid w:val="001A5195"/>
    <w:rsid w:val="001A535F"/>
    <w:rsid w:val="001A5517"/>
    <w:rsid w:val="001A5D68"/>
    <w:rsid w:val="001A6325"/>
    <w:rsid w:val="001A6387"/>
    <w:rsid w:val="001A6458"/>
    <w:rsid w:val="001A6B1D"/>
    <w:rsid w:val="001A6CDF"/>
    <w:rsid w:val="001A6DD9"/>
    <w:rsid w:val="001A721F"/>
    <w:rsid w:val="001A768E"/>
    <w:rsid w:val="001B001C"/>
    <w:rsid w:val="001B02A8"/>
    <w:rsid w:val="001B02F8"/>
    <w:rsid w:val="001B0309"/>
    <w:rsid w:val="001B0C8F"/>
    <w:rsid w:val="001B0F80"/>
    <w:rsid w:val="001B12AF"/>
    <w:rsid w:val="001B1A9D"/>
    <w:rsid w:val="001B1C3F"/>
    <w:rsid w:val="001B2385"/>
    <w:rsid w:val="001B254A"/>
    <w:rsid w:val="001B254C"/>
    <w:rsid w:val="001B2749"/>
    <w:rsid w:val="001B2785"/>
    <w:rsid w:val="001B2A02"/>
    <w:rsid w:val="001B2DAC"/>
    <w:rsid w:val="001B30D8"/>
    <w:rsid w:val="001B32AB"/>
    <w:rsid w:val="001B32B8"/>
    <w:rsid w:val="001B32FB"/>
    <w:rsid w:val="001B3632"/>
    <w:rsid w:val="001B3666"/>
    <w:rsid w:val="001B3864"/>
    <w:rsid w:val="001B387B"/>
    <w:rsid w:val="001B38AB"/>
    <w:rsid w:val="001B38B4"/>
    <w:rsid w:val="001B39F9"/>
    <w:rsid w:val="001B3AFF"/>
    <w:rsid w:val="001B3BD7"/>
    <w:rsid w:val="001B3D53"/>
    <w:rsid w:val="001B4005"/>
    <w:rsid w:val="001B41A9"/>
    <w:rsid w:val="001B423F"/>
    <w:rsid w:val="001B454A"/>
    <w:rsid w:val="001B455A"/>
    <w:rsid w:val="001B4863"/>
    <w:rsid w:val="001B48E8"/>
    <w:rsid w:val="001B4E6E"/>
    <w:rsid w:val="001B5573"/>
    <w:rsid w:val="001B55FA"/>
    <w:rsid w:val="001B5646"/>
    <w:rsid w:val="001B58D6"/>
    <w:rsid w:val="001B59A3"/>
    <w:rsid w:val="001B59DE"/>
    <w:rsid w:val="001B5B61"/>
    <w:rsid w:val="001B5B80"/>
    <w:rsid w:val="001B5CB7"/>
    <w:rsid w:val="001B5E27"/>
    <w:rsid w:val="001B5FEE"/>
    <w:rsid w:val="001B6317"/>
    <w:rsid w:val="001B6997"/>
    <w:rsid w:val="001B6C1A"/>
    <w:rsid w:val="001B7121"/>
    <w:rsid w:val="001B71E8"/>
    <w:rsid w:val="001B725A"/>
    <w:rsid w:val="001B748B"/>
    <w:rsid w:val="001B7CBE"/>
    <w:rsid w:val="001C03CA"/>
    <w:rsid w:val="001C0AA3"/>
    <w:rsid w:val="001C0CB4"/>
    <w:rsid w:val="001C1076"/>
    <w:rsid w:val="001C116B"/>
    <w:rsid w:val="001C17CF"/>
    <w:rsid w:val="001C1981"/>
    <w:rsid w:val="001C1A01"/>
    <w:rsid w:val="001C20B7"/>
    <w:rsid w:val="001C2783"/>
    <w:rsid w:val="001C27A1"/>
    <w:rsid w:val="001C29A7"/>
    <w:rsid w:val="001C2CFD"/>
    <w:rsid w:val="001C2DF1"/>
    <w:rsid w:val="001C2EB3"/>
    <w:rsid w:val="001C340F"/>
    <w:rsid w:val="001C34CC"/>
    <w:rsid w:val="001C3557"/>
    <w:rsid w:val="001C3821"/>
    <w:rsid w:val="001C383C"/>
    <w:rsid w:val="001C38F3"/>
    <w:rsid w:val="001C3C1E"/>
    <w:rsid w:val="001C3D5A"/>
    <w:rsid w:val="001C3EF8"/>
    <w:rsid w:val="001C3FCE"/>
    <w:rsid w:val="001C3FD0"/>
    <w:rsid w:val="001C43D5"/>
    <w:rsid w:val="001C447D"/>
    <w:rsid w:val="001C4A24"/>
    <w:rsid w:val="001C4FA9"/>
    <w:rsid w:val="001C5044"/>
    <w:rsid w:val="001C59D1"/>
    <w:rsid w:val="001C59E2"/>
    <w:rsid w:val="001C5B6C"/>
    <w:rsid w:val="001C5D02"/>
    <w:rsid w:val="001C5E12"/>
    <w:rsid w:val="001C61C7"/>
    <w:rsid w:val="001C61CB"/>
    <w:rsid w:val="001C629F"/>
    <w:rsid w:val="001C6455"/>
    <w:rsid w:val="001C657E"/>
    <w:rsid w:val="001C70AD"/>
    <w:rsid w:val="001C75E4"/>
    <w:rsid w:val="001C7658"/>
    <w:rsid w:val="001C77B7"/>
    <w:rsid w:val="001C7B7F"/>
    <w:rsid w:val="001D003B"/>
    <w:rsid w:val="001D01CB"/>
    <w:rsid w:val="001D0B9F"/>
    <w:rsid w:val="001D0C60"/>
    <w:rsid w:val="001D0D96"/>
    <w:rsid w:val="001D0E6A"/>
    <w:rsid w:val="001D1006"/>
    <w:rsid w:val="001D1235"/>
    <w:rsid w:val="001D1F9C"/>
    <w:rsid w:val="001D21D1"/>
    <w:rsid w:val="001D2694"/>
    <w:rsid w:val="001D35D5"/>
    <w:rsid w:val="001D3A75"/>
    <w:rsid w:val="001D443F"/>
    <w:rsid w:val="001D4604"/>
    <w:rsid w:val="001D4790"/>
    <w:rsid w:val="001D4B69"/>
    <w:rsid w:val="001D51CB"/>
    <w:rsid w:val="001D545F"/>
    <w:rsid w:val="001D5736"/>
    <w:rsid w:val="001D5C34"/>
    <w:rsid w:val="001D5CEB"/>
    <w:rsid w:val="001D61BB"/>
    <w:rsid w:val="001D683C"/>
    <w:rsid w:val="001D6A97"/>
    <w:rsid w:val="001D6B71"/>
    <w:rsid w:val="001D7319"/>
    <w:rsid w:val="001D7684"/>
    <w:rsid w:val="001D7C6F"/>
    <w:rsid w:val="001E00CB"/>
    <w:rsid w:val="001E045E"/>
    <w:rsid w:val="001E0621"/>
    <w:rsid w:val="001E0982"/>
    <w:rsid w:val="001E0BFE"/>
    <w:rsid w:val="001E1095"/>
    <w:rsid w:val="001E11A5"/>
    <w:rsid w:val="001E1586"/>
    <w:rsid w:val="001E15EF"/>
    <w:rsid w:val="001E1876"/>
    <w:rsid w:val="001E20BC"/>
    <w:rsid w:val="001E22EE"/>
    <w:rsid w:val="001E262E"/>
    <w:rsid w:val="001E2842"/>
    <w:rsid w:val="001E2E5C"/>
    <w:rsid w:val="001E32A6"/>
    <w:rsid w:val="001E32F5"/>
    <w:rsid w:val="001E360F"/>
    <w:rsid w:val="001E36B9"/>
    <w:rsid w:val="001E3885"/>
    <w:rsid w:val="001E3B25"/>
    <w:rsid w:val="001E3F8C"/>
    <w:rsid w:val="001E3FF6"/>
    <w:rsid w:val="001E4369"/>
    <w:rsid w:val="001E4617"/>
    <w:rsid w:val="001E4714"/>
    <w:rsid w:val="001E48BC"/>
    <w:rsid w:val="001E48DF"/>
    <w:rsid w:val="001E4BA9"/>
    <w:rsid w:val="001E4C6D"/>
    <w:rsid w:val="001E4FC7"/>
    <w:rsid w:val="001E506A"/>
    <w:rsid w:val="001E5111"/>
    <w:rsid w:val="001E5275"/>
    <w:rsid w:val="001E5960"/>
    <w:rsid w:val="001E5C24"/>
    <w:rsid w:val="001E5CA8"/>
    <w:rsid w:val="001E5E37"/>
    <w:rsid w:val="001E5EFA"/>
    <w:rsid w:val="001E61DB"/>
    <w:rsid w:val="001E6549"/>
    <w:rsid w:val="001E6767"/>
    <w:rsid w:val="001E6EE3"/>
    <w:rsid w:val="001E76ED"/>
    <w:rsid w:val="001E7751"/>
    <w:rsid w:val="001E7832"/>
    <w:rsid w:val="001E7B89"/>
    <w:rsid w:val="001F0000"/>
    <w:rsid w:val="001F02B4"/>
    <w:rsid w:val="001F03CB"/>
    <w:rsid w:val="001F0F09"/>
    <w:rsid w:val="001F1341"/>
    <w:rsid w:val="001F16E3"/>
    <w:rsid w:val="001F1726"/>
    <w:rsid w:val="001F1784"/>
    <w:rsid w:val="001F1854"/>
    <w:rsid w:val="001F1988"/>
    <w:rsid w:val="001F1E8E"/>
    <w:rsid w:val="001F2275"/>
    <w:rsid w:val="001F23A7"/>
    <w:rsid w:val="001F23CF"/>
    <w:rsid w:val="001F289E"/>
    <w:rsid w:val="001F2C6D"/>
    <w:rsid w:val="001F30D9"/>
    <w:rsid w:val="001F3101"/>
    <w:rsid w:val="001F31E2"/>
    <w:rsid w:val="001F3570"/>
    <w:rsid w:val="001F3799"/>
    <w:rsid w:val="001F3C53"/>
    <w:rsid w:val="001F3CD2"/>
    <w:rsid w:val="001F3F76"/>
    <w:rsid w:val="001F4001"/>
    <w:rsid w:val="001F4302"/>
    <w:rsid w:val="001F4597"/>
    <w:rsid w:val="001F4831"/>
    <w:rsid w:val="001F484C"/>
    <w:rsid w:val="001F4BBE"/>
    <w:rsid w:val="001F4E85"/>
    <w:rsid w:val="001F4ECA"/>
    <w:rsid w:val="001F5116"/>
    <w:rsid w:val="001F5309"/>
    <w:rsid w:val="001F5480"/>
    <w:rsid w:val="001F5490"/>
    <w:rsid w:val="001F5597"/>
    <w:rsid w:val="001F563B"/>
    <w:rsid w:val="001F57A5"/>
    <w:rsid w:val="001F5A72"/>
    <w:rsid w:val="001F5C05"/>
    <w:rsid w:val="001F5C2D"/>
    <w:rsid w:val="001F5F3B"/>
    <w:rsid w:val="001F5FC4"/>
    <w:rsid w:val="001F5FF3"/>
    <w:rsid w:val="001F6404"/>
    <w:rsid w:val="001F6581"/>
    <w:rsid w:val="001F6631"/>
    <w:rsid w:val="001F67E3"/>
    <w:rsid w:val="001F6B15"/>
    <w:rsid w:val="001F6B26"/>
    <w:rsid w:val="001F6D62"/>
    <w:rsid w:val="001F7045"/>
    <w:rsid w:val="001F734D"/>
    <w:rsid w:val="001F789E"/>
    <w:rsid w:val="001F7C3F"/>
    <w:rsid w:val="001F7E93"/>
    <w:rsid w:val="002000B7"/>
    <w:rsid w:val="002012A3"/>
    <w:rsid w:val="002015A6"/>
    <w:rsid w:val="002015F3"/>
    <w:rsid w:val="00202194"/>
    <w:rsid w:val="00202345"/>
    <w:rsid w:val="002026A8"/>
    <w:rsid w:val="002027BD"/>
    <w:rsid w:val="00202CB8"/>
    <w:rsid w:val="00202F4D"/>
    <w:rsid w:val="00203050"/>
    <w:rsid w:val="0020319A"/>
    <w:rsid w:val="00203397"/>
    <w:rsid w:val="00203EBB"/>
    <w:rsid w:val="002049F8"/>
    <w:rsid w:val="00204A66"/>
    <w:rsid w:val="0020514B"/>
    <w:rsid w:val="00205425"/>
    <w:rsid w:val="0020568E"/>
    <w:rsid w:val="002056EE"/>
    <w:rsid w:val="00205907"/>
    <w:rsid w:val="00205983"/>
    <w:rsid w:val="00205B1A"/>
    <w:rsid w:val="0020601B"/>
    <w:rsid w:val="00206036"/>
    <w:rsid w:val="002060FB"/>
    <w:rsid w:val="00206191"/>
    <w:rsid w:val="0020636C"/>
    <w:rsid w:val="002063B7"/>
    <w:rsid w:val="0020663D"/>
    <w:rsid w:val="0020686F"/>
    <w:rsid w:val="00206953"/>
    <w:rsid w:val="002069EA"/>
    <w:rsid w:val="00206BEE"/>
    <w:rsid w:val="00206CE0"/>
    <w:rsid w:val="00206E4B"/>
    <w:rsid w:val="00206E70"/>
    <w:rsid w:val="00207119"/>
    <w:rsid w:val="002072E9"/>
    <w:rsid w:val="0020747C"/>
    <w:rsid w:val="0020748D"/>
    <w:rsid w:val="00207626"/>
    <w:rsid w:val="00207A7D"/>
    <w:rsid w:val="00207B0A"/>
    <w:rsid w:val="00207F6E"/>
    <w:rsid w:val="00210463"/>
    <w:rsid w:val="0021090B"/>
    <w:rsid w:val="00210DBF"/>
    <w:rsid w:val="00210DF9"/>
    <w:rsid w:val="00211063"/>
    <w:rsid w:val="0021118A"/>
    <w:rsid w:val="002112E7"/>
    <w:rsid w:val="002116C5"/>
    <w:rsid w:val="0021185E"/>
    <w:rsid w:val="0021194C"/>
    <w:rsid w:val="00211C91"/>
    <w:rsid w:val="00211D27"/>
    <w:rsid w:val="00211DF9"/>
    <w:rsid w:val="0021208A"/>
    <w:rsid w:val="00212537"/>
    <w:rsid w:val="00212572"/>
    <w:rsid w:val="00212760"/>
    <w:rsid w:val="002127DC"/>
    <w:rsid w:val="00212C5B"/>
    <w:rsid w:val="002132C5"/>
    <w:rsid w:val="00213325"/>
    <w:rsid w:val="002134FE"/>
    <w:rsid w:val="0021354E"/>
    <w:rsid w:val="002139FE"/>
    <w:rsid w:val="00213C52"/>
    <w:rsid w:val="00213DBB"/>
    <w:rsid w:val="00213FAF"/>
    <w:rsid w:val="002142B3"/>
    <w:rsid w:val="00214485"/>
    <w:rsid w:val="002144C7"/>
    <w:rsid w:val="00214743"/>
    <w:rsid w:val="0021495B"/>
    <w:rsid w:val="002149D1"/>
    <w:rsid w:val="00214A4B"/>
    <w:rsid w:val="00214A4F"/>
    <w:rsid w:val="00214AAE"/>
    <w:rsid w:val="00214D20"/>
    <w:rsid w:val="00214DD0"/>
    <w:rsid w:val="00214EC0"/>
    <w:rsid w:val="002152E0"/>
    <w:rsid w:val="0021589F"/>
    <w:rsid w:val="002158AC"/>
    <w:rsid w:val="00215998"/>
    <w:rsid w:val="00215B23"/>
    <w:rsid w:val="00215FA7"/>
    <w:rsid w:val="002161FB"/>
    <w:rsid w:val="0021693F"/>
    <w:rsid w:val="00216C4A"/>
    <w:rsid w:val="00216E94"/>
    <w:rsid w:val="002175BD"/>
    <w:rsid w:val="0021791F"/>
    <w:rsid w:val="0022033A"/>
    <w:rsid w:val="00220384"/>
    <w:rsid w:val="002203E7"/>
    <w:rsid w:val="0022067D"/>
    <w:rsid w:val="002209A5"/>
    <w:rsid w:val="00220EE1"/>
    <w:rsid w:val="00220F5B"/>
    <w:rsid w:val="00220F85"/>
    <w:rsid w:val="00221400"/>
    <w:rsid w:val="002215A6"/>
    <w:rsid w:val="00221812"/>
    <w:rsid w:val="0022198A"/>
    <w:rsid w:val="00221D4C"/>
    <w:rsid w:val="0022241C"/>
    <w:rsid w:val="00222460"/>
    <w:rsid w:val="00222537"/>
    <w:rsid w:val="00222599"/>
    <w:rsid w:val="002225D7"/>
    <w:rsid w:val="0022262C"/>
    <w:rsid w:val="002226BD"/>
    <w:rsid w:val="00222904"/>
    <w:rsid w:val="00222A93"/>
    <w:rsid w:val="00222CF3"/>
    <w:rsid w:val="00222F6F"/>
    <w:rsid w:val="00222F96"/>
    <w:rsid w:val="002231D4"/>
    <w:rsid w:val="002233D0"/>
    <w:rsid w:val="0022358B"/>
    <w:rsid w:val="00223859"/>
    <w:rsid w:val="00223E5C"/>
    <w:rsid w:val="00223FE8"/>
    <w:rsid w:val="0022426B"/>
    <w:rsid w:val="00224384"/>
    <w:rsid w:val="002248ED"/>
    <w:rsid w:val="00224AAB"/>
    <w:rsid w:val="00225148"/>
    <w:rsid w:val="00225286"/>
    <w:rsid w:val="002259E0"/>
    <w:rsid w:val="0022667D"/>
    <w:rsid w:val="00226D2B"/>
    <w:rsid w:val="00226D7C"/>
    <w:rsid w:val="002274C9"/>
    <w:rsid w:val="002279F6"/>
    <w:rsid w:val="00227C65"/>
    <w:rsid w:val="00227E50"/>
    <w:rsid w:val="00230071"/>
    <w:rsid w:val="00230330"/>
    <w:rsid w:val="0023046D"/>
    <w:rsid w:val="00230CCC"/>
    <w:rsid w:val="00231365"/>
    <w:rsid w:val="002313CE"/>
    <w:rsid w:val="00231D53"/>
    <w:rsid w:val="002326E6"/>
    <w:rsid w:val="002328D8"/>
    <w:rsid w:val="00232AEA"/>
    <w:rsid w:val="00232E05"/>
    <w:rsid w:val="00233050"/>
    <w:rsid w:val="0023426A"/>
    <w:rsid w:val="00234672"/>
    <w:rsid w:val="002346BC"/>
    <w:rsid w:val="0023483E"/>
    <w:rsid w:val="00234ABA"/>
    <w:rsid w:val="00234CD1"/>
    <w:rsid w:val="0023578D"/>
    <w:rsid w:val="002357BF"/>
    <w:rsid w:val="002357D9"/>
    <w:rsid w:val="00235F64"/>
    <w:rsid w:val="00236057"/>
    <w:rsid w:val="00236295"/>
    <w:rsid w:val="00236643"/>
    <w:rsid w:val="00236667"/>
    <w:rsid w:val="00236D16"/>
    <w:rsid w:val="00237145"/>
    <w:rsid w:val="00237198"/>
    <w:rsid w:val="002377C7"/>
    <w:rsid w:val="00237EB3"/>
    <w:rsid w:val="0024062A"/>
    <w:rsid w:val="002409D1"/>
    <w:rsid w:val="00240B25"/>
    <w:rsid w:val="00240E83"/>
    <w:rsid w:val="00240F3A"/>
    <w:rsid w:val="00240FAC"/>
    <w:rsid w:val="00241100"/>
    <w:rsid w:val="002411FC"/>
    <w:rsid w:val="0024132B"/>
    <w:rsid w:val="00241460"/>
    <w:rsid w:val="0024156A"/>
    <w:rsid w:val="002416E0"/>
    <w:rsid w:val="00241710"/>
    <w:rsid w:val="00241732"/>
    <w:rsid w:val="0024173E"/>
    <w:rsid w:val="00241755"/>
    <w:rsid w:val="002418DF"/>
    <w:rsid w:val="00241DE0"/>
    <w:rsid w:val="002421EC"/>
    <w:rsid w:val="0024225F"/>
    <w:rsid w:val="0024253D"/>
    <w:rsid w:val="00242D68"/>
    <w:rsid w:val="00242FB3"/>
    <w:rsid w:val="002431FC"/>
    <w:rsid w:val="00243344"/>
    <w:rsid w:val="002435FA"/>
    <w:rsid w:val="002437A4"/>
    <w:rsid w:val="00243953"/>
    <w:rsid w:val="0024396C"/>
    <w:rsid w:val="002439C2"/>
    <w:rsid w:val="00243B69"/>
    <w:rsid w:val="00244191"/>
    <w:rsid w:val="0024432B"/>
    <w:rsid w:val="0024441D"/>
    <w:rsid w:val="00244723"/>
    <w:rsid w:val="0024473C"/>
    <w:rsid w:val="00244C5C"/>
    <w:rsid w:val="00244E53"/>
    <w:rsid w:val="0024513F"/>
    <w:rsid w:val="002451A5"/>
    <w:rsid w:val="00245237"/>
    <w:rsid w:val="00245497"/>
    <w:rsid w:val="00245541"/>
    <w:rsid w:val="00245E49"/>
    <w:rsid w:val="00246139"/>
    <w:rsid w:val="002462B3"/>
    <w:rsid w:val="00246640"/>
    <w:rsid w:val="002469E7"/>
    <w:rsid w:val="00246ADD"/>
    <w:rsid w:val="00246B1B"/>
    <w:rsid w:val="002470C3"/>
    <w:rsid w:val="002471E9"/>
    <w:rsid w:val="0024724E"/>
    <w:rsid w:val="0024767A"/>
    <w:rsid w:val="00247E8A"/>
    <w:rsid w:val="00250573"/>
    <w:rsid w:val="00250597"/>
    <w:rsid w:val="00250FCB"/>
    <w:rsid w:val="002510E9"/>
    <w:rsid w:val="002511DF"/>
    <w:rsid w:val="00251A63"/>
    <w:rsid w:val="00251AB4"/>
    <w:rsid w:val="00251F15"/>
    <w:rsid w:val="00251F71"/>
    <w:rsid w:val="00251FE6"/>
    <w:rsid w:val="002520A3"/>
    <w:rsid w:val="00252234"/>
    <w:rsid w:val="002522BB"/>
    <w:rsid w:val="00252A5D"/>
    <w:rsid w:val="00252F9A"/>
    <w:rsid w:val="00253083"/>
    <w:rsid w:val="00253768"/>
    <w:rsid w:val="00253ADC"/>
    <w:rsid w:val="00253BB4"/>
    <w:rsid w:val="00253C11"/>
    <w:rsid w:val="0025404F"/>
    <w:rsid w:val="002542E6"/>
    <w:rsid w:val="00254414"/>
    <w:rsid w:val="002546FB"/>
    <w:rsid w:val="0025480D"/>
    <w:rsid w:val="002549D0"/>
    <w:rsid w:val="00254D39"/>
    <w:rsid w:val="00254F7F"/>
    <w:rsid w:val="00255364"/>
    <w:rsid w:val="00255909"/>
    <w:rsid w:val="00255A26"/>
    <w:rsid w:val="002563B8"/>
    <w:rsid w:val="0025645E"/>
    <w:rsid w:val="00256ADD"/>
    <w:rsid w:val="00256D59"/>
    <w:rsid w:val="0025733F"/>
    <w:rsid w:val="002576AE"/>
    <w:rsid w:val="002576D4"/>
    <w:rsid w:val="002579FE"/>
    <w:rsid w:val="0026016E"/>
    <w:rsid w:val="002604AD"/>
    <w:rsid w:val="0026058C"/>
    <w:rsid w:val="002605A9"/>
    <w:rsid w:val="002608E9"/>
    <w:rsid w:val="00260BF0"/>
    <w:rsid w:val="00261F66"/>
    <w:rsid w:val="0026268F"/>
    <w:rsid w:val="00262AAF"/>
    <w:rsid w:val="00262C3C"/>
    <w:rsid w:val="00262DD7"/>
    <w:rsid w:val="002631D8"/>
    <w:rsid w:val="002638B4"/>
    <w:rsid w:val="00263C48"/>
    <w:rsid w:val="00263E59"/>
    <w:rsid w:val="00263F46"/>
    <w:rsid w:val="00264458"/>
    <w:rsid w:val="00264549"/>
    <w:rsid w:val="00264DCF"/>
    <w:rsid w:val="002650E6"/>
    <w:rsid w:val="00265301"/>
    <w:rsid w:val="00265422"/>
    <w:rsid w:val="002654ED"/>
    <w:rsid w:val="00265B0A"/>
    <w:rsid w:val="00266081"/>
    <w:rsid w:val="002668D7"/>
    <w:rsid w:val="0026693A"/>
    <w:rsid w:val="00266AF7"/>
    <w:rsid w:val="00266E19"/>
    <w:rsid w:val="0026735F"/>
    <w:rsid w:val="0026774A"/>
    <w:rsid w:val="002677F1"/>
    <w:rsid w:val="002679B0"/>
    <w:rsid w:val="00267F05"/>
    <w:rsid w:val="002700CB"/>
    <w:rsid w:val="002701CF"/>
    <w:rsid w:val="002701E3"/>
    <w:rsid w:val="0027046F"/>
    <w:rsid w:val="00270595"/>
    <w:rsid w:val="002708FC"/>
    <w:rsid w:val="00270F6F"/>
    <w:rsid w:val="00270FC5"/>
    <w:rsid w:val="002710BE"/>
    <w:rsid w:val="002713B1"/>
    <w:rsid w:val="0027148A"/>
    <w:rsid w:val="002716E9"/>
    <w:rsid w:val="00271BA2"/>
    <w:rsid w:val="00271E5A"/>
    <w:rsid w:val="002729BD"/>
    <w:rsid w:val="00272F24"/>
    <w:rsid w:val="00273734"/>
    <w:rsid w:val="002737B9"/>
    <w:rsid w:val="0027389F"/>
    <w:rsid w:val="0027390D"/>
    <w:rsid w:val="00274128"/>
    <w:rsid w:val="002741DA"/>
    <w:rsid w:val="00274213"/>
    <w:rsid w:val="0027422B"/>
    <w:rsid w:val="00274238"/>
    <w:rsid w:val="0027439C"/>
    <w:rsid w:val="00274587"/>
    <w:rsid w:val="00274987"/>
    <w:rsid w:val="002749A9"/>
    <w:rsid w:val="00274A88"/>
    <w:rsid w:val="002752A0"/>
    <w:rsid w:val="002753C3"/>
    <w:rsid w:val="002759DC"/>
    <w:rsid w:val="0027651D"/>
    <w:rsid w:val="00276A0B"/>
    <w:rsid w:val="00276A2F"/>
    <w:rsid w:val="00276F98"/>
    <w:rsid w:val="0027722A"/>
    <w:rsid w:val="002772DE"/>
    <w:rsid w:val="00277AC5"/>
    <w:rsid w:val="00277D84"/>
    <w:rsid w:val="00277EB8"/>
    <w:rsid w:val="00277F38"/>
    <w:rsid w:val="00280155"/>
    <w:rsid w:val="0028029D"/>
    <w:rsid w:val="002803A4"/>
    <w:rsid w:val="002805E6"/>
    <w:rsid w:val="00280606"/>
    <w:rsid w:val="00280966"/>
    <w:rsid w:val="00280A81"/>
    <w:rsid w:val="00280EB2"/>
    <w:rsid w:val="002813DD"/>
    <w:rsid w:val="0028143E"/>
    <w:rsid w:val="0028160F"/>
    <w:rsid w:val="00281B1E"/>
    <w:rsid w:val="00281B82"/>
    <w:rsid w:val="002822CB"/>
    <w:rsid w:val="00282347"/>
    <w:rsid w:val="00282A56"/>
    <w:rsid w:val="0028316D"/>
    <w:rsid w:val="002835B5"/>
    <w:rsid w:val="002838AF"/>
    <w:rsid w:val="00283921"/>
    <w:rsid w:val="00283BAF"/>
    <w:rsid w:val="00283EAA"/>
    <w:rsid w:val="002842E8"/>
    <w:rsid w:val="00284541"/>
    <w:rsid w:val="00284656"/>
    <w:rsid w:val="0028476F"/>
    <w:rsid w:val="00284781"/>
    <w:rsid w:val="00284A44"/>
    <w:rsid w:val="00284A57"/>
    <w:rsid w:val="00284BBC"/>
    <w:rsid w:val="00284D48"/>
    <w:rsid w:val="00284DA6"/>
    <w:rsid w:val="00285325"/>
    <w:rsid w:val="00285384"/>
    <w:rsid w:val="0028541F"/>
    <w:rsid w:val="002855B1"/>
    <w:rsid w:val="0028579C"/>
    <w:rsid w:val="002862CF"/>
    <w:rsid w:val="0028660E"/>
    <w:rsid w:val="00286AF6"/>
    <w:rsid w:val="00286C7C"/>
    <w:rsid w:val="00286F38"/>
    <w:rsid w:val="00287287"/>
    <w:rsid w:val="002872AD"/>
    <w:rsid w:val="0028750A"/>
    <w:rsid w:val="0028756D"/>
    <w:rsid w:val="00287649"/>
    <w:rsid w:val="002879C9"/>
    <w:rsid w:val="00287F18"/>
    <w:rsid w:val="00290113"/>
    <w:rsid w:val="00290340"/>
    <w:rsid w:val="002903A5"/>
    <w:rsid w:val="00290564"/>
    <w:rsid w:val="00290B53"/>
    <w:rsid w:val="002911E7"/>
    <w:rsid w:val="00291325"/>
    <w:rsid w:val="0029150F"/>
    <w:rsid w:val="0029164C"/>
    <w:rsid w:val="0029190F"/>
    <w:rsid w:val="00291AC4"/>
    <w:rsid w:val="00291B58"/>
    <w:rsid w:val="00291F20"/>
    <w:rsid w:val="0029202D"/>
    <w:rsid w:val="002922E6"/>
    <w:rsid w:val="00292363"/>
    <w:rsid w:val="00292824"/>
    <w:rsid w:val="002929F8"/>
    <w:rsid w:val="00292B5A"/>
    <w:rsid w:val="00292E7E"/>
    <w:rsid w:val="00292F50"/>
    <w:rsid w:val="002930E5"/>
    <w:rsid w:val="002931C3"/>
    <w:rsid w:val="0029338B"/>
    <w:rsid w:val="002936ED"/>
    <w:rsid w:val="00293D4C"/>
    <w:rsid w:val="00293DA2"/>
    <w:rsid w:val="0029411F"/>
    <w:rsid w:val="00294188"/>
    <w:rsid w:val="002941BD"/>
    <w:rsid w:val="002944D2"/>
    <w:rsid w:val="0029454B"/>
    <w:rsid w:val="002945E1"/>
    <w:rsid w:val="0029465E"/>
    <w:rsid w:val="0029472F"/>
    <w:rsid w:val="00294B4C"/>
    <w:rsid w:val="00294BA4"/>
    <w:rsid w:val="00294BED"/>
    <w:rsid w:val="00294E38"/>
    <w:rsid w:val="002952F5"/>
    <w:rsid w:val="0029545E"/>
    <w:rsid w:val="0029575F"/>
    <w:rsid w:val="0029582F"/>
    <w:rsid w:val="00295A22"/>
    <w:rsid w:val="00295A89"/>
    <w:rsid w:val="00295FFD"/>
    <w:rsid w:val="0029671F"/>
    <w:rsid w:val="0029692C"/>
    <w:rsid w:val="00296A4E"/>
    <w:rsid w:val="00297171"/>
    <w:rsid w:val="0029747A"/>
    <w:rsid w:val="002974D6"/>
    <w:rsid w:val="00297614"/>
    <w:rsid w:val="002976FD"/>
    <w:rsid w:val="00297701"/>
    <w:rsid w:val="002A01BF"/>
    <w:rsid w:val="002A03D0"/>
    <w:rsid w:val="002A05AF"/>
    <w:rsid w:val="002A0BE2"/>
    <w:rsid w:val="002A0EC1"/>
    <w:rsid w:val="002A135D"/>
    <w:rsid w:val="002A141C"/>
    <w:rsid w:val="002A15A3"/>
    <w:rsid w:val="002A167F"/>
    <w:rsid w:val="002A1719"/>
    <w:rsid w:val="002A1815"/>
    <w:rsid w:val="002A19BC"/>
    <w:rsid w:val="002A1FC5"/>
    <w:rsid w:val="002A216E"/>
    <w:rsid w:val="002A21C0"/>
    <w:rsid w:val="002A24C1"/>
    <w:rsid w:val="002A269A"/>
    <w:rsid w:val="002A26C4"/>
    <w:rsid w:val="002A27AB"/>
    <w:rsid w:val="002A2955"/>
    <w:rsid w:val="002A2AE0"/>
    <w:rsid w:val="002A2C90"/>
    <w:rsid w:val="002A2FA1"/>
    <w:rsid w:val="002A3057"/>
    <w:rsid w:val="002A32E2"/>
    <w:rsid w:val="002A345D"/>
    <w:rsid w:val="002A4065"/>
    <w:rsid w:val="002A4C79"/>
    <w:rsid w:val="002A4E2D"/>
    <w:rsid w:val="002A515F"/>
    <w:rsid w:val="002A519D"/>
    <w:rsid w:val="002A5368"/>
    <w:rsid w:val="002A5564"/>
    <w:rsid w:val="002A58B8"/>
    <w:rsid w:val="002A5932"/>
    <w:rsid w:val="002A5CBD"/>
    <w:rsid w:val="002A5F01"/>
    <w:rsid w:val="002A6028"/>
    <w:rsid w:val="002A6076"/>
    <w:rsid w:val="002A67C0"/>
    <w:rsid w:val="002A688D"/>
    <w:rsid w:val="002A6D7B"/>
    <w:rsid w:val="002A6DC2"/>
    <w:rsid w:val="002A6DCB"/>
    <w:rsid w:val="002A7320"/>
    <w:rsid w:val="002A73D0"/>
    <w:rsid w:val="002A799E"/>
    <w:rsid w:val="002A7E20"/>
    <w:rsid w:val="002B019B"/>
    <w:rsid w:val="002B02A1"/>
    <w:rsid w:val="002B0348"/>
    <w:rsid w:val="002B0399"/>
    <w:rsid w:val="002B06E9"/>
    <w:rsid w:val="002B0B68"/>
    <w:rsid w:val="002B0BD6"/>
    <w:rsid w:val="002B1381"/>
    <w:rsid w:val="002B1482"/>
    <w:rsid w:val="002B15A5"/>
    <w:rsid w:val="002B1643"/>
    <w:rsid w:val="002B185E"/>
    <w:rsid w:val="002B1DB1"/>
    <w:rsid w:val="002B1EB2"/>
    <w:rsid w:val="002B1EB5"/>
    <w:rsid w:val="002B216B"/>
    <w:rsid w:val="002B23BC"/>
    <w:rsid w:val="002B23DA"/>
    <w:rsid w:val="002B2E13"/>
    <w:rsid w:val="002B2ED7"/>
    <w:rsid w:val="002B2FFF"/>
    <w:rsid w:val="002B3020"/>
    <w:rsid w:val="002B3022"/>
    <w:rsid w:val="002B3265"/>
    <w:rsid w:val="002B3414"/>
    <w:rsid w:val="002B3736"/>
    <w:rsid w:val="002B3777"/>
    <w:rsid w:val="002B3859"/>
    <w:rsid w:val="002B3A6A"/>
    <w:rsid w:val="002B3B96"/>
    <w:rsid w:val="002B3C45"/>
    <w:rsid w:val="002B4130"/>
    <w:rsid w:val="002B4BF0"/>
    <w:rsid w:val="002B4E94"/>
    <w:rsid w:val="002B517F"/>
    <w:rsid w:val="002B51A8"/>
    <w:rsid w:val="002B53CD"/>
    <w:rsid w:val="002B5A00"/>
    <w:rsid w:val="002B5A48"/>
    <w:rsid w:val="002B60BA"/>
    <w:rsid w:val="002B60F1"/>
    <w:rsid w:val="002B6407"/>
    <w:rsid w:val="002B64F2"/>
    <w:rsid w:val="002B69A4"/>
    <w:rsid w:val="002B754D"/>
    <w:rsid w:val="002B7BD7"/>
    <w:rsid w:val="002B7E71"/>
    <w:rsid w:val="002B7E7D"/>
    <w:rsid w:val="002B7FB1"/>
    <w:rsid w:val="002C004B"/>
    <w:rsid w:val="002C0384"/>
    <w:rsid w:val="002C03AD"/>
    <w:rsid w:val="002C07A3"/>
    <w:rsid w:val="002C123B"/>
    <w:rsid w:val="002C156E"/>
    <w:rsid w:val="002C1D87"/>
    <w:rsid w:val="002C1DAA"/>
    <w:rsid w:val="002C1ED2"/>
    <w:rsid w:val="002C1F5F"/>
    <w:rsid w:val="002C20A4"/>
    <w:rsid w:val="002C20BB"/>
    <w:rsid w:val="002C2136"/>
    <w:rsid w:val="002C23DB"/>
    <w:rsid w:val="002C243B"/>
    <w:rsid w:val="002C28D4"/>
    <w:rsid w:val="002C28F7"/>
    <w:rsid w:val="002C2934"/>
    <w:rsid w:val="002C2D03"/>
    <w:rsid w:val="002C2D60"/>
    <w:rsid w:val="002C2F6F"/>
    <w:rsid w:val="002C3040"/>
    <w:rsid w:val="002C3248"/>
    <w:rsid w:val="002C368D"/>
    <w:rsid w:val="002C3A2E"/>
    <w:rsid w:val="002C40AC"/>
    <w:rsid w:val="002C41CF"/>
    <w:rsid w:val="002C43A9"/>
    <w:rsid w:val="002C477F"/>
    <w:rsid w:val="002C483F"/>
    <w:rsid w:val="002C534B"/>
    <w:rsid w:val="002C5880"/>
    <w:rsid w:val="002C60AD"/>
    <w:rsid w:val="002C626B"/>
    <w:rsid w:val="002C692E"/>
    <w:rsid w:val="002C69C2"/>
    <w:rsid w:val="002C6F21"/>
    <w:rsid w:val="002C71E7"/>
    <w:rsid w:val="002C7354"/>
    <w:rsid w:val="002C7802"/>
    <w:rsid w:val="002C7B43"/>
    <w:rsid w:val="002D040F"/>
    <w:rsid w:val="002D05BF"/>
    <w:rsid w:val="002D09E8"/>
    <w:rsid w:val="002D0A55"/>
    <w:rsid w:val="002D137C"/>
    <w:rsid w:val="002D162A"/>
    <w:rsid w:val="002D1B49"/>
    <w:rsid w:val="002D1BA0"/>
    <w:rsid w:val="002D1E29"/>
    <w:rsid w:val="002D1E31"/>
    <w:rsid w:val="002D2046"/>
    <w:rsid w:val="002D221F"/>
    <w:rsid w:val="002D2306"/>
    <w:rsid w:val="002D2977"/>
    <w:rsid w:val="002D299A"/>
    <w:rsid w:val="002D2B13"/>
    <w:rsid w:val="002D2D89"/>
    <w:rsid w:val="002D2EB1"/>
    <w:rsid w:val="002D327B"/>
    <w:rsid w:val="002D36F0"/>
    <w:rsid w:val="002D3BE2"/>
    <w:rsid w:val="002D3C58"/>
    <w:rsid w:val="002D3CAF"/>
    <w:rsid w:val="002D3DBA"/>
    <w:rsid w:val="002D41AC"/>
    <w:rsid w:val="002D43FD"/>
    <w:rsid w:val="002D45A3"/>
    <w:rsid w:val="002D4AFA"/>
    <w:rsid w:val="002D4E50"/>
    <w:rsid w:val="002D53CF"/>
    <w:rsid w:val="002D540B"/>
    <w:rsid w:val="002D545A"/>
    <w:rsid w:val="002D58C0"/>
    <w:rsid w:val="002D5C11"/>
    <w:rsid w:val="002D5C8E"/>
    <w:rsid w:val="002D5E70"/>
    <w:rsid w:val="002D6333"/>
    <w:rsid w:val="002D6404"/>
    <w:rsid w:val="002D6489"/>
    <w:rsid w:val="002D6868"/>
    <w:rsid w:val="002D6E21"/>
    <w:rsid w:val="002D6E57"/>
    <w:rsid w:val="002D7022"/>
    <w:rsid w:val="002D702A"/>
    <w:rsid w:val="002D711F"/>
    <w:rsid w:val="002D71AF"/>
    <w:rsid w:val="002D730C"/>
    <w:rsid w:val="002D79DD"/>
    <w:rsid w:val="002D7B6F"/>
    <w:rsid w:val="002D7CCF"/>
    <w:rsid w:val="002D7D5D"/>
    <w:rsid w:val="002D7FD4"/>
    <w:rsid w:val="002E003D"/>
    <w:rsid w:val="002E0957"/>
    <w:rsid w:val="002E0F52"/>
    <w:rsid w:val="002E16C5"/>
    <w:rsid w:val="002E19FB"/>
    <w:rsid w:val="002E1C88"/>
    <w:rsid w:val="002E1E51"/>
    <w:rsid w:val="002E1EE6"/>
    <w:rsid w:val="002E224E"/>
    <w:rsid w:val="002E2348"/>
    <w:rsid w:val="002E2502"/>
    <w:rsid w:val="002E26AC"/>
    <w:rsid w:val="002E2808"/>
    <w:rsid w:val="002E291F"/>
    <w:rsid w:val="002E2A8B"/>
    <w:rsid w:val="002E2C6F"/>
    <w:rsid w:val="002E2C7E"/>
    <w:rsid w:val="002E3914"/>
    <w:rsid w:val="002E3B48"/>
    <w:rsid w:val="002E3D4E"/>
    <w:rsid w:val="002E3F0C"/>
    <w:rsid w:val="002E3F86"/>
    <w:rsid w:val="002E402B"/>
    <w:rsid w:val="002E415E"/>
    <w:rsid w:val="002E46DE"/>
    <w:rsid w:val="002E4718"/>
    <w:rsid w:val="002E47C2"/>
    <w:rsid w:val="002E47F5"/>
    <w:rsid w:val="002E4C79"/>
    <w:rsid w:val="002E4E8E"/>
    <w:rsid w:val="002E50D3"/>
    <w:rsid w:val="002E56EC"/>
    <w:rsid w:val="002E58C8"/>
    <w:rsid w:val="002E5BBB"/>
    <w:rsid w:val="002E5C9F"/>
    <w:rsid w:val="002E613C"/>
    <w:rsid w:val="002E6258"/>
    <w:rsid w:val="002E6990"/>
    <w:rsid w:val="002E6AD4"/>
    <w:rsid w:val="002E6BDD"/>
    <w:rsid w:val="002E6CA0"/>
    <w:rsid w:val="002E6CA4"/>
    <w:rsid w:val="002E7094"/>
    <w:rsid w:val="002E7225"/>
    <w:rsid w:val="002E7474"/>
    <w:rsid w:val="002E766D"/>
    <w:rsid w:val="002E76A7"/>
    <w:rsid w:val="002E7F02"/>
    <w:rsid w:val="002F00DB"/>
    <w:rsid w:val="002F0384"/>
    <w:rsid w:val="002F044A"/>
    <w:rsid w:val="002F051C"/>
    <w:rsid w:val="002F0613"/>
    <w:rsid w:val="002F0A47"/>
    <w:rsid w:val="002F0FB3"/>
    <w:rsid w:val="002F15B2"/>
    <w:rsid w:val="002F1922"/>
    <w:rsid w:val="002F1FB9"/>
    <w:rsid w:val="002F2292"/>
    <w:rsid w:val="002F25E6"/>
    <w:rsid w:val="002F2F02"/>
    <w:rsid w:val="002F3B6D"/>
    <w:rsid w:val="002F3B9A"/>
    <w:rsid w:val="002F4213"/>
    <w:rsid w:val="002F4335"/>
    <w:rsid w:val="002F4466"/>
    <w:rsid w:val="002F45BA"/>
    <w:rsid w:val="002F4793"/>
    <w:rsid w:val="002F47C0"/>
    <w:rsid w:val="002F4961"/>
    <w:rsid w:val="002F4A50"/>
    <w:rsid w:val="002F4CC7"/>
    <w:rsid w:val="002F4E4D"/>
    <w:rsid w:val="002F4ECF"/>
    <w:rsid w:val="002F5301"/>
    <w:rsid w:val="002F551D"/>
    <w:rsid w:val="002F5613"/>
    <w:rsid w:val="002F5B52"/>
    <w:rsid w:val="002F5C7E"/>
    <w:rsid w:val="002F5CDB"/>
    <w:rsid w:val="002F5E82"/>
    <w:rsid w:val="002F616F"/>
    <w:rsid w:val="002F654A"/>
    <w:rsid w:val="002F680B"/>
    <w:rsid w:val="002F6949"/>
    <w:rsid w:val="002F6C0B"/>
    <w:rsid w:val="002F6C2E"/>
    <w:rsid w:val="002F6D8F"/>
    <w:rsid w:val="002F7228"/>
    <w:rsid w:val="002F7392"/>
    <w:rsid w:val="002F746B"/>
    <w:rsid w:val="002F76AE"/>
    <w:rsid w:val="002F77E8"/>
    <w:rsid w:val="002F7BEA"/>
    <w:rsid w:val="00300103"/>
    <w:rsid w:val="00300185"/>
    <w:rsid w:val="0030029C"/>
    <w:rsid w:val="003002B8"/>
    <w:rsid w:val="003005BA"/>
    <w:rsid w:val="003005EE"/>
    <w:rsid w:val="00300698"/>
    <w:rsid w:val="00300A18"/>
    <w:rsid w:val="00300BA6"/>
    <w:rsid w:val="00300D53"/>
    <w:rsid w:val="00301274"/>
    <w:rsid w:val="003012C1"/>
    <w:rsid w:val="00301693"/>
    <w:rsid w:val="00301750"/>
    <w:rsid w:val="00301979"/>
    <w:rsid w:val="00301AF6"/>
    <w:rsid w:val="00301D0A"/>
    <w:rsid w:val="00301FFD"/>
    <w:rsid w:val="00302356"/>
    <w:rsid w:val="003025B4"/>
    <w:rsid w:val="003029D7"/>
    <w:rsid w:val="00302DAF"/>
    <w:rsid w:val="00303304"/>
    <w:rsid w:val="00303D1A"/>
    <w:rsid w:val="00303E7C"/>
    <w:rsid w:val="00303F96"/>
    <w:rsid w:val="0030417A"/>
    <w:rsid w:val="00304290"/>
    <w:rsid w:val="00304B9E"/>
    <w:rsid w:val="00304D45"/>
    <w:rsid w:val="003053E3"/>
    <w:rsid w:val="0030556D"/>
    <w:rsid w:val="00305635"/>
    <w:rsid w:val="0030566F"/>
    <w:rsid w:val="00305857"/>
    <w:rsid w:val="003059EF"/>
    <w:rsid w:val="00305CED"/>
    <w:rsid w:val="003062A4"/>
    <w:rsid w:val="00306786"/>
    <w:rsid w:val="00306A42"/>
    <w:rsid w:val="00306B43"/>
    <w:rsid w:val="003072A3"/>
    <w:rsid w:val="00307561"/>
    <w:rsid w:val="003076F5"/>
    <w:rsid w:val="003077CB"/>
    <w:rsid w:val="00307A72"/>
    <w:rsid w:val="00307DAA"/>
    <w:rsid w:val="00307DFF"/>
    <w:rsid w:val="00307EAA"/>
    <w:rsid w:val="00310344"/>
    <w:rsid w:val="003106A5"/>
    <w:rsid w:val="0031089C"/>
    <w:rsid w:val="00310976"/>
    <w:rsid w:val="00310CC8"/>
    <w:rsid w:val="00310F4C"/>
    <w:rsid w:val="003110F8"/>
    <w:rsid w:val="003111A0"/>
    <w:rsid w:val="003113B9"/>
    <w:rsid w:val="00311AFC"/>
    <w:rsid w:val="003121B5"/>
    <w:rsid w:val="00312333"/>
    <w:rsid w:val="003124EC"/>
    <w:rsid w:val="003129E9"/>
    <w:rsid w:val="00312D10"/>
    <w:rsid w:val="00312E21"/>
    <w:rsid w:val="003131FD"/>
    <w:rsid w:val="0031324B"/>
    <w:rsid w:val="003134F4"/>
    <w:rsid w:val="00313DEB"/>
    <w:rsid w:val="00313EA7"/>
    <w:rsid w:val="00314645"/>
    <w:rsid w:val="003146E4"/>
    <w:rsid w:val="00314BF4"/>
    <w:rsid w:val="00314C95"/>
    <w:rsid w:val="00314D99"/>
    <w:rsid w:val="003151D7"/>
    <w:rsid w:val="00315248"/>
    <w:rsid w:val="0031535F"/>
    <w:rsid w:val="0031545C"/>
    <w:rsid w:val="0031555D"/>
    <w:rsid w:val="00315D41"/>
    <w:rsid w:val="00315E62"/>
    <w:rsid w:val="003160DB"/>
    <w:rsid w:val="0031619D"/>
    <w:rsid w:val="00316231"/>
    <w:rsid w:val="00316BD4"/>
    <w:rsid w:val="0031717A"/>
    <w:rsid w:val="00317551"/>
    <w:rsid w:val="00317679"/>
    <w:rsid w:val="00317EA3"/>
    <w:rsid w:val="0032065B"/>
    <w:rsid w:val="003208D7"/>
    <w:rsid w:val="0032092F"/>
    <w:rsid w:val="00320B71"/>
    <w:rsid w:val="00320B8B"/>
    <w:rsid w:val="00320F46"/>
    <w:rsid w:val="00320F68"/>
    <w:rsid w:val="00321131"/>
    <w:rsid w:val="0032148B"/>
    <w:rsid w:val="003214F2"/>
    <w:rsid w:val="00321858"/>
    <w:rsid w:val="00321E05"/>
    <w:rsid w:val="00321FDF"/>
    <w:rsid w:val="00322202"/>
    <w:rsid w:val="003223B4"/>
    <w:rsid w:val="003226F1"/>
    <w:rsid w:val="0032280E"/>
    <w:rsid w:val="00322A79"/>
    <w:rsid w:val="00322D98"/>
    <w:rsid w:val="00322DBB"/>
    <w:rsid w:val="0032305E"/>
    <w:rsid w:val="00323309"/>
    <w:rsid w:val="00323C1E"/>
    <w:rsid w:val="00323C2C"/>
    <w:rsid w:val="00323CC2"/>
    <w:rsid w:val="00324910"/>
    <w:rsid w:val="0032494D"/>
    <w:rsid w:val="00324BBA"/>
    <w:rsid w:val="00324BEA"/>
    <w:rsid w:val="00325074"/>
    <w:rsid w:val="003251AD"/>
    <w:rsid w:val="003253B5"/>
    <w:rsid w:val="00325651"/>
    <w:rsid w:val="0032565E"/>
    <w:rsid w:val="00325879"/>
    <w:rsid w:val="00325A22"/>
    <w:rsid w:val="00325B80"/>
    <w:rsid w:val="003260E3"/>
    <w:rsid w:val="0032641E"/>
    <w:rsid w:val="00326456"/>
    <w:rsid w:val="00326C10"/>
    <w:rsid w:val="00326D6C"/>
    <w:rsid w:val="00326E3F"/>
    <w:rsid w:val="00327035"/>
    <w:rsid w:val="00327286"/>
    <w:rsid w:val="00327777"/>
    <w:rsid w:val="00327D72"/>
    <w:rsid w:val="00327ED0"/>
    <w:rsid w:val="0033009E"/>
    <w:rsid w:val="00330279"/>
    <w:rsid w:val="003302C0"/>
    <w:rsid w:val="00330435"/>
    <w:rsid w:val="003304D7"/>
    <w:rsid w:val="0033059E"/>
    <w:rsid w:val="003308FC"/>
    <w:rsid w:val="00330F0D"/>
    <w:rsid w:val="0033110D"/>
    <w:rsid w:val="00331344"/>
    <w:rsid w:val="0033159E"/>
    <w:rsid w:val="00331B28"/>
    <w:rsid w:val="0033200B"/>
    <w:rsid w:val="003320E9"/>
    <w:rsid w:val="00332149"/>
    <w:rsid w:val="003321D1"/>
    <w:rsid w:val="003339FB"/>
    <w:rsid w:val="00333DE1"/>
    <w:rsid w:val="0033443F"/>
    <w:rsid w:val="003345A1"/>
    <w:rsid w:val="00334902"/>
    <w:rsid w:val="00335186"/>
    <w:rsid w:val="00335C80"/>
    <w:rsid w:val="00335CE6"/>
    <w:rsid w:val="00335D83"/>
    <w:rsid w:val="00336049"/>
    <w:rsid w:val="00336305"/>
    <w:rsid w:val="00336504"/>
    <w:rsid w:val="003368C3"/>
    <w:rsid w:val="003369A2"/>
    <w:rsid w:val="003369A4"/>
    <w:rsid w:val="003369CA"/>
    <w:rsid w:val="003370DB"/>
    <w:rsid w:val="00337395"/>
    <w:rsid w:val="003374CE"/>
    <w:rsid w:val="0033750F"/>
    <w:rsid w:val="00337648"/>
    <w:rsid w:val="00337818"/>
    <w:rsid w:val="003378FF"/>
    <w:rsid w:val="00337D76"/>
    <w:rsid w:val="0034025D"/>
    <w:rsid w:val="0034029D"/>
    <w:rsid w:val="003406BB"/>
    <w:rsid w:val="00340851"/>
    <w:rsid w:val="0034087C"/>
    <w:rsid w:val="00340F95"/>
    <w:rsid w:val="003410B9"/>
    <w:rsid w:val="0034120F"/>
    <w:rsid w:val="003415F5"/>
    <w:rsid w:val="00341CF2"/>
    <w:rsid w:val="00341D08"/>
    <w:rsid w:val="00341E6E"/>
    <w:rsid w:val="00341F6E"/>
    <w:rsid w:val="003427F0"/>
    <w:rsid w:val="003429E8"/>
    <w:rsid w:val="00342D61"/>
    <w:rsid w:val="00342F74"/>
    <w:rsid w:val="00343216"/>
    <w:rsid w:val="0034395D"/>
    <w:rsid w:val="00343D8E"/>
    <w:rsid w:val="00344268"/>
    <w:rsid w:val="003443F8"/>
    <w:rsid w:val="00344527"/>
    <w:rsid w:val="0034454C"/>
    <w:rsid w:val="00344DFD"/>
    <w:rsid w:val="00344FD7"/>
    <w:rsid w:val="0034502B"/>
    <w:rsid w:val="00345277"/>
    <w:rsid w:val="0034529F"/>
    <w:rsid w:val="003452C5"/>
    <w:rsid w:val="003453CF"/>
    <w:rsid w:val="003455B6"/>
    <w:rsid w:val="0034567D"/>
    <w:rsid w:val="0034578C"/>
    <w:rsid w:val="0034580E"/>
    <w:rsid w:val="003458A7"/>
    <w:rsid w:val="00345931"/>
    <w:rsid w:val="0034599F"/>
    <w:rsid w:val="00345A8D"/>
    <w:rsid w:val="00345C55"/>
    <w:rsid w:val="00345C97"/>
    <w:rsid w:val="0034611A"/>
    <w:rsid w:val="00346830"/>
    <w:rsid w:val="00346CF6"/>
    <w:rsid w:val="003470D8"/>
    <w:rsid w:val="003473DF"/>
    <w:rsid w:val="00347D50"/>
    <w:rsid w:val="00350226"/>
    <w:rsid w:val="003508BB"/>
    <w:rsid w:val="003509B3"/>
    <w:rsid w:val="00350A08"/>
    <w:rsid w:val="00350CFC"/>
    <w:rsid w:val="00350DEF"/>
    <w:rsid w:val="00350F3C"/>
    <w:rsid w:val="003512C9"/>
    <w:rsid w:val="003513F9"/>
    <w:rsid w:val="00351750"/>
    <w:rsid w:val="00351BAB"/>
    <w:rsid w:val="00351CC4"/>
    <w:rsid w:val="00351D07"/>
    <w:rsid w:val="003523D3"/>
    <w:rsid w:val="00352785"/>
    <w:rsid w:val="00352A36"/>
    <w:rsid w:val="00352BAD"/>
    <w:rsid w:val="00352F6C"/>
    <w:rsid w:val="00353421"/>
    <w:rsid w:val="00353452"/>
    <w:rsid w:val="003534A8"/>
    <w:rsid w:val="00353E1B"/>
    <w:rsid w:val="003540F2"/>
    <w:rsid w:val="0035426B"/>
    <w:rsid w:val="00354331"/>
    <w:rsid w:val="00354580"/>
    <w:rsid w:val="003546C1"/>
    <w:rsid w:val="00354AAF"/>
    <w:rsid w:val="00354CAD"/>
    <w:rsid w:val="00354DD2"/>
    <w:rsid w:val="0035501F"/>
    <w:rsid w:val="003551FB"/>
    <w:rsid w:val="00355380"/>
    <w:rsid w:val="003555E5"/>
    <w:rsid w:val="00355786"/>
    <w:rsid w:val="00355A96"/>
    <w:rsid w:val="00355C10"/>
    <w:rsid w:val="00355CC5"/>
    <w:rsid w:val="00355DAE"/>
    <w:rsid w:val="00355FD2"/>
    <w:rsid w:val="003562AE"/>
    <w:rsid w:val="003562E2"/>
    <w:rsid w:val="00356866"/>
    <w:rsid w:val="00356AB3"/>
    <w:rsid w:val="00356B5E"/>
    <w:rsid w:val="00356BCC"/>
    <w:rsid w:val="00356D2E"/>
    <w:rsid w:val="00356DED"/>
    <w:rsid w:val="00357001"/>
    <w:rsid w:val="00357114"/>
    <w:rsid w:val="003572DC"/>
    <w:rsid w:val="003573D0"/>
    <w:rsid w:val="003575B3"/>
    <w:rsid w:val="00357644"/>
    <w:rsid w:val="003579CA"/>
    <w:rsid w:val="00360211"/>
    <w:rsid w:val="00360402"/>
    <w:rsid w:val="0036059D"/>
    <w:rsid w:val="00360775"/>
    <w:rsid w:val="00360977"/>
    <w:rsid w:val="00360B99"/>
    <w:rsid w:val="00360C88"/>
    <w:rsid w:val="00360D59"/>
    <w:rsid w:val="0036112B"/>
    <w:rsid w:val="00361366"/>
    <w:rsid w:val="0036173B"/>
    <w:rsid w:val="003618E9"/>
    <w:rsid w:val="00361B09"/>
    <w:rsid w:val="00361C89"/>
    <w:rsid w:val="00361CA2"/>
    <w:rsid w:val="003622FF"/>
    <w:rsid w:val="00362322"/>
    <w:rsid w:val="003627D4"/>
    <w:rsid w:val="00362B1B"/>
    <w:rsid w:val="00362E38"/>
    <w:rsid w:val="00362EBF"/>
    <w:rsid w:val="0036302B"/>
    <w:rsid w:val="003630C1"/>
    <w:rsid w:val="003632A0"/>
    <w:rsid w:val="003633D2"/>
    <w:rsid w:val="00363664"/>
    <w:rsid w:val="00363795"/>
    <w:rsid w:val="003638BC"/>
    <w:rsid w:val="00363C2D"/>
    <w:rsid w:val="00364185"/>
    <w:rsid w:val="00364291"/>
    <w:rsid w:val="00364451"/>
    <w:rsid w:val="0036468B"/>
    <w:rsid w:val="003646FB"/>
    <w:rsid w:val="003648B6"/>
    <w:rsid w:val="00364B01"/>
    <w:rsid w:val="00364E6C"/>
    <w:rsid w:val="00364FAE"/>
    <w:rsid w:val="00365461"/>
    <w:rsid w:val="003655E4"/>
    <w:rsid w:val="003657E6"/>
    <w:rsid w:val="00365EFB"/>
    <w:rsid w:val="00365FB9"/>
    <w:rsid w:val="003663B8"/>
    <w:rsid w:val="00366A7B"/>
    <w:rsid w:val="00367048"/>
    <w:rsid w:val="00367666"/>
    <w:rsid w:val="00367895"/>
    <w:rsid w:val="003678CB"/>
    <w:rsid w:val="00367F08"/>
    <w:rsid w:val="0037073F"/>
    <w:rsid w:val="00370CE0"/>
    <w:rsid w:val="00370EBD"/>
    <w:rsid w:val="00371226"/>
    <w:rsid w:val="0037156A"/>
    <w:rsid w:val="00371809"/>
    <w:rsid w:val="00371817"/>
    <w:rsid w:val="00371957"/>
    <w:rsid w:val="003719AA"/>
    <w:rsid w:val="00371BC3"/>
    <w:rsid w:val="00371C05"/>
    <w:rsid w:val="00371E0F"/>
    <w:rsid w:val="00371F58"/>
    <w:rsid w:val="00372574"/>
    <w:rsid w:val="003728AC"/>
    <w:rsid w:val="00372A48"/>
    <w:rsid w:val="00372AFA"/>
    <w:rsid w:val="00372EB3"/>
    <w:rsid w:val="00373450"/>
    <w:rsid w:val="00373BCF"/>
    <w:rsid w:val="00373F81"/>
    <w:rsid w:val="003742BA"/>
    <w:rsid w:val="003742BC"/>
    <w:rsid w:val="00374678"/>
    <w:rsid w:val="00374C82"/>
    <w:rsid w:val="00374EB6"/>
    <w:rsid w:val="00375730"/>
    <w:rsid w:val="00375AEE"/>
    <w:rsid w:val="00375EA9"/>
    <w:rsid w:val="00376224"/>
    <w:rsid w:val="003764DD"/>
    <w:rsid w:val="00376C51"/>
    <w:rsid w:val="00377351"/>
    <w:rsid w:val="003773E5"/>
    <w:rsid w:val="003778DF"/>
    <w:rsid w:val="00377902"/>
    <w:rsid w:val="00377999"/>
    <w:rsid w:val="0038025B"/>
    <w:rsid w:val="00380AF7"/>
    <w:rsid w:val="00380BE4"/>
    <w:rsid w:val="00380D99"/>
    <w:rsid w:val="00380F27"/>
    <w:rsid w:val="00381107"/>
    <w:rsid w:val="00381597"/>
    <w:rsid w:val="00381A01"/>
    <w:rsid w:val="00381EBA"/>
    <w:rsid w:val="00381F51"/>
    <w:rsid w:val="00382017"/>
    <w:rsid w:val="00382230"/>
    <w:rsid w:val="003823B6"/>
    <w:rsid w:val="003824A6"/>
    <w:rsid w:val="00382908"/>
    <w:rsid w:val="0038299F"/>
    <w:rsid w:val="00383420"/>
    <w:rsid w:val="00383477"/>
    <w:rsid w:val="003834D3"/>
    <w:rsid w:val="0038381F"/>
    <w:rsid w:val="003838C5"/>
    <w:rsid w:val="00383BED"/>
    <w:rsid w:val="00383C7F"/>
    <w:rsid w:val="003844FC"/>
    <w:rsid w:val="00384524"/>
    <w:rsid w:val="003849DB"/>
    <w:rsid w:val="00384CB4"/>
    <w:rsid w:val="00384ED6"/>
    <w:rsid w:val="003850DB"/>
    <w:rsid w:val="00385104"/>
    <w:rsid w:val="003851C8"/>
    <w:rsid w:val="0038576D"/>
    <w:rsid w:val="0038584C"/>
    <w:rsid w:val="00385B38"/>
    <w:rsid w:val="00385C26"/>
    <w:rsid w:val="00385CB4"/>
    <w:rsid w:val="00385E87"/>
    <w:rsid w:val="00385F25"/>
    <w:rsid w:val="003861C4"/>
    <w:rsid w:val="003861CC"/>
    <w:rsid w:val="003864ED"/>
    <w:rsid w:val="0038650E"/>
    <w:rsid w:val="00386A10"/>
    <w:rsid w:val="00386F2F"/>
    <w:rsid w:val="00386FE5"/>
    <w:rsid w:val="003874B7"/>
    <w:rsid w:val="0038767C"/>
    <w:rsid w:val="00387724"/>
    <w:rsid w:val="00387984"/>
    <w:rsid w:val="00387AFB"/>
    <w:rsid w:val="00387F62"/>
    <w:rsid w:val="003902AC"/>
    <w:rsid w:val="003903F4"/>
    <w:rsid w:val="00390505"/>
    <w:rsid w:val="00390C8E"/>
    <w:rsid w:val="00390E77"/>
    <w:rsid w:val="00390F0F"/>
    <w:rsid w:val="00391242"/>
    <w:rsid w:val="00391471"/>
    <w:rsid w:val="0039147B"/>
    <w:rsid w:val="003919B5"/>
    <w:rsid w:val="00391A4C"/>
    <w:rsid w:val="00391CF6"/>
    <w:rsid w:val="00391D97"/>
    <w:rsid w:val="00392437"/>
    <w:rsid w:val="00392469"/>
    <w:rsid w:val="00392854"/>
    <w:rsid w:val="00392B71"/>
    <w:rsid w:val="00392C51"/>
    <w:rsid w:val="00392D22"/>
    <w:rsid w:val="00392D96"/>
    <w:rsid w:val="003930AB"/>
    <w:rsid w:val="0039338A"/>
    <w:rsid w:val="00393F27"/>
    <w:rsid w:val="00394187"/>
    <w:rsid w:val="0039452A"/>
    <w:rsid w:val="003947E5"/>
    <w:rsid w:val="00394B0C"/>
    <w:rsid w:val="00394C97"/>
    <w:rsid w:val="00394DCB"/>
    <w:rsid w:val="00394EEC"/>
    <w:rsid w:val="00394F36"/>
    <w:rsid w:val="0039525C"/>
    <w:rsid w:val="003954C7"/>
    <w:rsid w:val="003955E7"/>
    <w:rsid w:val="003958FF"/>
    <w:rsid w:val="00395A18"/>
    <w:rsid w:val="00395A1A"/>
    <w:rsid w:val="00395C89"/>
    <w:rsid w:val="003960C1"/>
    <w:rsid w:val="00396446"/>
    <w:rsid w:val="00396A20"/>
    <w:rsid w:val="00396BE1"/>
    <w:rsid w:val="00396E40"/>
    <w:rsid w:val="00396E4D"/>
    <w:rsid w:val="00397077"/>
    <w:rsid w:val="0039714E"/>
    <w:rsid w:val="00397233"/>
    <w:rsid w:val="003972AB"/>
    <w:rsid w:val="00397E19"/>
    <w:rsid w:val="003A021E"/>
    <w:rsid w:val="003A024F"/>
    <w:rsid w:val="003A04DA"/>
    <w:rsid w:val="003A103E"/>
    <w:rsid w:val="003A137A"/>
    <w:rsid w:val="003A1900"/>
    <w:rsid w:val="003A1EC1"/>
    <w:rsid w:val="003A1F7A"/>
    <w:rsid w:val="003A2308"/>
    <w:rsid w:val="003A2B3B"/>
    <w:rsid w:val="003A2C71"/>
    <w:rsid w:val="003A2DBB"/>
    <w:rsid w:val="003A3184"/>
    <w:rsid w:val="003A3984"/>
    <w:rsid w:val="003A3A50"/>
    <w:rsid w:val="003A3A93"/>
    <w:rsid w:val="003A3D35"/>
    <w:rsid w:val="003A43B7"/>
    <w:rsid w:val="003A4487"/>
    <w:rsid w:val="003A4620"/>
    <w:rsid w:val="003A4737"/>
    <w:rsid w:val="003A49C1"/>
    <w:rsid w:val="003A547F"/>
    <w:rsid w:val="003A5ADD"/>
    <w:rsid w:val="003A5AFD"/>
    <w:rsid w:val="003A5D3E"/>
    <w:rsid w:val="003A5EE8"/>
    <w:rsid w:val="003A5F67"/>
    <w:rsid w:val="003A6129"/>
    <w:rsid w:val="003A61B9"/>
    <w:rsid w:val="003A62C9"/>
    <w:rsid w:val="003A6907"/>
    <w:rsid w:val="003A6C94"/>
    <w:rsid w:val="003A6FBF"/>
    <w:rsid w:val="003A7152"/>
    <w:rsid w:val="003A72F2"/>
    <w:rsid w:val="003A741B"/>
    <w:rsid w:val="003A7426"/>
    <w:rsid w:val="003A755C"/>
    <w:rsid w:val="003A799B"/>
    <w:rsid w:val="003A7AC9"/>
    <w:rsid w:val="003A7AD4"/>
    <w:rsid w:val="003A7E9D"/>
    <w:rsid w:val="003B0522"/>
    <w:rsid w:val="003B094F"/>
    <w:rsid w:val="003B0E0D"/>
    <w:rsid w:val="003B0FD4"/>
    <w:rsid w:val="003B11FB"/>
    <w:rsid w:val="003B131D"/>
    <w:rsid w:val="003B1847"/>
    <w:rsid w:val="003B1CF4"/>
    <w:rsid w:val="003B1D15"/>
    <w:rsid w:val="003B1D2D"/>
    <w:rsid w:val="003B1EDD"/>
    <w:rsid w:val="003B20A9"/>
    <w:rsid w:val="003B21B2"/>
    <w:rsid w:val="003B2727"/>
    <w:rsid w:val="003B284E"/>
    <w:rsid w:val="003B2926"/>
    <w:rsid w:val="003B2B83"/>
    <w:rsid w:val="003B2F08"/>
    <w:rsid w:val="003B3167"/>
    <w:rsid w:val="003B3899"/>
    <w:rsid w:val="003B3C3B"/>
    <w:rsid w:val="003B3DA5"/>
    <w:rsid w:val="003B40AF"/>
    <w:rsid w:val="003B43EF"/>
    <w:rsid w:val="003B4631"/>
    <w:rsid w:val="003B4C39"/>
    <w:rsid w:val="003B4F11"/>
    <w:rsid w:val="003B5212"/>
    <w:rsid w:val="003B5681"/>
    <w:rsid w:val="003B56F7"/>
    <w:rsid w:val="003B59E6"/>
    <w:rsid w:val="003B5E2E"/>
    <w:rsid w:val="003B5F78"/>
    <w:rsid w:val="003B60D6"/>
    <w:rsid w:val="003B613E"/>
    <w:rsid w:val="003B67EC"/>
    <w:rsid w:val="003B67F7"/>
    <w:rsid w:val="003B6924"/>
    <w:rsid w:val="003B70FF"/>
    <w:rsid w:val="003B717F"/>
    <w:rsid w:val="003B73E0"/>
    <w:rsid w:val="003B74FE"/>
    <w:rsid w:val="003B76B8"/>
    <w:rsid w:val="003B773E"/>
    <w:rsid w:val="003B799D"/>
    <w:rsid w:val="003C01F6"/>
    <w:rsid w:val="003C035C"/>
    <w:rsid w:val="003C0590"/>
    <w:rsid w:val="003C0756"/>
    <w:rsid w:val="003C07C6"/>
    <w:rsid w:val="003C07CB"/>
    <w:rsid w:val="003C085A"/>
    <w:rsid w:val="003C087A"/>
    <w:rsid w:val="003C0CE3"/>
    <w:rsid w:val="003C1155"/>
    <w:rsid w:val="003C179F"/>
    <w:rsid w:val="003C1C51"/>
    <w:rsid w:val="003C2186"/>
    <w:rsid w:val="003C22F4"/>
    <w:rsid w:val="003C23A6"/>
    <w:rsid w:val="003C24A3"/>
    <w:rsid w:val="003C250F"/>
    <w:rsid w:val="003C2779"/>
    <w:rsid w:val="003C2A5D"/>
    <w:rsid w:val="003C2B32"/>
    <w:rsid w:val="003C2B6C"/>
    <w:rsid w:val="003C2BAB"/>
    <w:rsid w:val="003C32AC"/>
    <w:rsid w:val="003C3615"/>
    <w:rsid w:val="003C3857"/>
    <w:rsid w:val="003C3FA5"/>
    <w:rsid w:val="003C40B4"/>
    <w:rsid w:val="003C443B"/>
    <w:rsid w:val="003C47D8"/>
    <w:rsid w:val="003C491D"/>
    <w:rsid w:val="003C530E"/>
    <w:rsid w:val="003C5ED2"/>
    <w:rsid w:val="003C6541"/>
    <w:rsid w:val="003C660E"/>
    <w:rsid w:val="003C68E4"/>
    <w:rsid w:val="003C6905"/>
    <w:rsid w:val="003C6CE3"/>
    <w:rsid w:val="003C6FDD"/>
    <w:rsid w:val="003C7352"/>
    <w:rsid w:val="003C7453"/>
    <w:rsid w:val="003C7981"/>
    <w:rsid w:val="003C7A25"/>
    <w:rsid w:val="003D0417"/>
    <w:rsid w:val="003D06D7"/>
    <w:rsid w:val="003D0BEA"/>
    <w:rsid w:val="003D11CD"/>
    <w:rsid w:val="003D1260"/>
    <w:rsid w:val="003D15D5"/>
    <w:rsid w:val="003D1AE2"/>
    <w:rsid w:val="003D1E07"/>
    <w:rsid w:val="003D1E32"/>
    <w:rsid w:val="003D1F4F"/>
    <w:rsid w:val="003D1FA8"/>
    <w:rsid w:val="003D284C"/>
    <w:rsid w:val="003D29CF"/>
    <w:rsid w:val="003D29EF"/>
    <w:rsid w:val="003D2A63"/>
    <w:rsid w:val="003D351F"/>
    <w:rsid w:val="003D39E6"/>
    <w:rsid w:val="003D3DF1"/>
    <w:rsid w:val="003D450D"/>
    <w:rsid w:val="003D45DF"/>
    <w:rsid w:val="003D49CF"/>
    <w:rsid w:val="003D4B99"/>
    <w:rsid w:val="003D4E48"/>
    <w:rsid w:val="003D502C"/>
    <w:rsid w:val="003D521B"/>
    <w:rsid w:val="003D537B"/>
    <w:rsid w:val="003D5398"/>
    <w:rsid w:val="003D5968"/>
    <w:rsid w:val="003D59CC"/>
    <w:rsid w:val="003D5AD8"/>
    <w:rsid w:val="003D5C87"/>
    <w:rsid w:val="003D5D01"/>
    <w:rsid w:val="003D65EB"/>
    <w:rsid w:val="003D6A08"/>
    <w:rsid w:val="003D6BA8"/>
    <w:rsid w:val="003D70EC"/>
    <w:rsid w:val="003D735D"/>
    <w:rsid w:val="003D743A"/>
    <w:rsid w:val="003D789A"/>
    <w:rsid w:val="003D78CC"/>
    <w:rsid w:val="003D7BA0"/>
    <w:rsid w:val="003D7D5C"/>
    <w:rsid w:val="003E01E3"/>
    <w:rsid w:val="003E0374"/>
    <w:rsid w:val="003E052B"/>
    <w:rsid w:val="003E05CE"/>
    <w:rsid w:val="003E0616"/>
    <w:rsid w:val="003E075F"/>
    <w:rsid w:val="003E0CDB"/>
    <w:rsid w:val="003E1111"/>
    <w:rsid w:val="003E1167"/>
    <w:rsid w:val="003E1342"/>
    <w:rsid w:val="003E1906"/>
    <w:rsid w:val="003E19CA"/>
    <w:rsid w:val="003E1C97"/>
    <w:rsid w:val="003E2179"/>
    <w:rsid w:val="003E2395"/>
    <w:rsid w:val="003E23E3"/>
    <w:rsid w:val="003E23F2"/>
    <w:rsid w:val="003E25D5"/>
    <w:rsid w:val="003E2B9A"/>
    <w:rsid w:val="003E2CC4"/>
    <w:rsid w:val="003E2F22"/>
    <w:rsid w:val="003E31EB"/>
    <w:rsid w:val="003E3704"/>
    <w:rsid w:val="003E3712"/>
    <w:rsid w:val="003E384E"/>
    <w:rsid w:val="003E38A1"/>
    <w:rsid w:val="003E3A5C"/>
    <w:rsid w:val="003E3AC9"/>
    <w:rsid w:val="003E3AEB"/>
    <w:rsid w:val="003E3DCD"/>
    <w:rsid w:val="003E3E15"/>
    <w:rsid w:val="003E42D0"/>
    <w:rsid w:val="003E43AB"/>
    <w:rsid w:val="003E4D0B"/>
    <w:rsid w:val="003E4D42"/>
    <w:rsid w:val="003E50D9"/>
    <w:rsid w:val="003E53DF"/>
    <w:rsid w:val="003E55FE"/>
    <w:rsid w:val="003E5640"/>
    <w:rsid w:val="003E5662"/>
    <w:rsid w:val="003E58D3"/>
    <w:rsid w:val="003E5CF3"/>
    <w:rsid w:val="003E5FBD"/>
    <w:rsid w:val="003E6109"/>
    <w:rsid w:val="003E6226"/>
    <w:rsid w:val="003E63ED"/>
    <w:rsid w:val="003E65D3"/>
    <w:rsid w:val="003E73F6"/>
    <w:rsid w:val="003E7DFA"/>
    <w:rsid w:val="003F002D"/>
    <w:rsid w:val="003F00E3"/>
    <w:rsid w:val="003F03DB"/>
    <w:rsid w:val="003F06D7"/>
    <w:rsid w:val="003F086C"/>
    <w:rsid w:val="003F0F34"/>
    <w:rsid w:val="003F0F7A"/>
    <w:rsid w:val="003F1340"/>
    <w:rsid w:val="003F146A"/>
    <w:rsid w:val="003F1733"/>
    <w:rsid w:val="003F182B"/>
    <w:rsid w:val="003F1CE8"/>
    <w:rsid w:val="003F2016"/>
    <w:rsid w:val="003F272D"/>
    <w:rsid w:val="003F28C9"/>
    <w:rsid w:val="003F2D10"/>
    <w:rsid w:val="003F3317"/>
    <w:rsid w:val="003F3784"/>
    <w:rsid w:val="003F37BE"/>
    <w:rsid w:val="003F37D3"/>
    <w:rsid w:val="003F3825"/>
    <w:rsid w:val="003F3917"/>
    <w:rsid w:val="003F4032"/>
    <w:rsid w:val="003F4093"/>
    <w:rsid w:val="003F418E"/>
    <w:rsid w:val="003F4317"/>
    <w:rsid w:val="003F5049"/>
    <w:rsid w:val="003F5275"/>
    <w:rsid w:val="003F64B1"/>
    <w:rsid w:val="003F6ED3"/>
    <w:rsid w:val="003F6FBF"/>
    <w:rsid w:val="003F7057"/>
    <w:rsid w:val="003F7487"/>
    <w:rsid w:val="003F757B"/>
    <w:rsid w:val="003F7AF0"/>
    <w:rsid w:val="003F7D26"/>
    <w:rsid w:val="0040037D"/>
    <w:rsid w:val="0040070E"/>
    <w:rsid w:val="004007A9"/>
    <w:rsid w:val="004008A5"/>
    <w:rsid w:val="00400A5A"/>
    <w:rsid w:val="00400ADB"/>
    <w:rsid w:val="00400F63"/>
    <w:rsid w:val="00400FC2"/>
    <w:rsid w:val="00401368"/>
    <w:rsid w:val="00401522"/>
    <w:rsid w:val="0040186F"/>
    <w:rsid w:val="00402396"/>
    <w:rsid w:val="00402984"/>
    <w:rsid w:val="00402DB1"/>
    <w:rsid w:val="004031C3"/>
    <w:rsid w:val="0040328D"/>
    <w:rsid w:val="00403A39"/>
    <w:rsid w:val="00403A43"/>
    <w:rsid w:val="00403A53"/>
    <w:rsid w:val="00403A93"/>
    <w:rsid w:val="00403B76"/>
    <w:rsid w:val="0040426B"/>
    <w:rsid w:val="0040449A"/>
    <w:rsid w:val="004046B5"/>
    <w:rsid w:val="00404DC8"/>
    <w:rsid w:val="004051C0"/>
    <w:rsid w:val="004053A8"/>
    <w:rsid w:val="00405490"/>
    <w:rsid w:val="0040595D"/>
    <w:rsid w:val="00405A18"/>
    <w:rsid w:val="00405AD9"/>
    <w:rsid w:val="00405B82"/>
    <w:rsid w:val="00405C9D"/>
    <w:rsid w:val="004061D2"/>
    <w:rsid w:val="004063AE"/>
    <w:rsid w:val="004066DF"/>
    <w:rsid w:val="00406A1F"/>
    <w:rsid w:val="00406EDC"/>
    <w:rsid w:val="004077E9"/>
    <w:rsid w:val="00407DC3"/>
    <w:rsid w:val="00410940"/>
    <w:rsid w:val="00410BEF"/>
    <w:rsid w:val="00410C44"/>
    <w:rsid w:val="0041131D"/>
    <w:rsid w:val="0041151C"/>
    <w:rsid w:val="00411592"/>
    <w:rsid w:val="004115D2"/>
    <w:rsid w:val="0041193D"/>
    <w:rsid w:val="00411DDD"/>
    <w:rsid w:val="00411EB8"/>
    <w:rsid w:val="00411EFD"/>
    <w:rsid w:val="00411FEE"/>
    <w:rsid w:val="00412623"/>
    <w:rsid w:val="004127E0"/>
    <w:rsid w:val="004128C1"/>
    <w:rsid w:val="00412AFE"/>
    <w:rsid w:val="004130CA"/>
    <w:rsid w:val="00413738"/>
    <w:rsid w:val="00413796"/>
    <w:rsid w:val="00413FA9"/>
    <w:rsid w:val="004140E0"/>
    <w:rsid w:val="004144C5"/>
    <w:rsid w:val="00414891"/>
    <w:rsid w:val="00414899"/>
    <w:rsid w:val="004149B0"/>
    <w:rsid w:val="00414CFC"/>
    <w:rsid w:val="0041516F"/>
    <w:rsid w:val="00415266"/>
    <w:rsid w:val="00415316"/>
    <w:rsid w:val="004157B3"/>
    <w:rsid w:val="004158B3"/>
    <w:rsid w:val="004159C8"/>
    <w:rsid w:val="00415B1B"/>
    <w:rsid w:val="00415FAE"/>
    <w:rsid w:val="00415FBB"/>
    <w:rsid w:val="004163F0"/>
    <w:rsid w:val="004165BD"/>
    <w:rsid w:val="004172F0"/>
    <w:rsid w:val="0041757C"/>
    <w:rsid w:val="00417778"/>
    <w:rsid w:val="00417984"/>
    <w:rsid w:val="004200B2"/>
    <w:rsid w:val="004203CB"/>
    <w:rsid w:val="004209B1"/>
    <w:rsid w:val="004209D1"/>
    <w:rsid w:val="00420A0B"/>
    <w:rsid w:val="00420ADA"/>
    <w:rsid w:val="00420DAE"/>
    <w:rsid w:val="004215D6"/>
    <w:rsid w:val="00421EA5"/>
    <w:rsid w:val="004223DD"/>
    <w:rsid w:val="004224A2"/>
    <w:rsid w:val="00422F1A"/>
    <w:rsid w:val="00423057"/>
    <w:rsid w:val="00423DAE"/>
    <w:rsid w:val="00423DBF"/>
    <w:rsid w:val="00423EDA"/>
    <w:rsid w:val="00424023"/>
    <w:rsid w:val="00424046"/>
    <w:rsid w:val="004243BF"/>
    <w:rsid w:val="0042512C"/>
    <w:rsid w:val="0042512E"/>
    <w:rsid w:val="004258A5"/>
    <w:rsid w:val="00425A50"/>
    <w:rsid w:val="00425A57"/>
    <w:rsid w:val="00425AF1"/>
    <w:rsid w:val="00425E6B"/>
    <w:rsid w:val="004261C5"/>
    <w:rsid w:val="00426224"/>
    <w:rsid w:val="0042627A"/>
    <w:rsid w:val="00426952"/>
    <w:rsid w:val="00426C6D"/>
    <w:rsid w:val="00426D11"/>
    <w:rsid w:val="00426E8E"/>
    <w:rsid w:val="00426F70"/>
    <w:rsid w:val="0042730D"/>
    <w:rsid w:val="004275B2"/>
    <w:rsid w:val="00427651"/>
    <w:rsid w:val="00427A09"/>
    <w:rsid w:val="00427BE1"/>
    <w:rsid w:val="00427F33"/>
    <w:rsid w:val="00430127"/>
    <w:rsid w:val="00430546"/>
    <w:rsid w:val="004305EF"/>
    <w:rsid w:val="00430A7B"/>
    <w:rsid w:val="00430BD9"/>
    <w:rsid w:val="00430BF3"/>
    <w:rsid w:val="00431752"/>
    <w:rsid w:val="00431815"/>
    <w:rsid w:val="00431ED6"/>
    <w:rsid w:val="004320DB"/>
    <w:rsid w:val="0043212D"/>
    <w:rsid w:val="0043216A"/>
    <w:rsid w:val="00432194"/>
    <w:rsid w:val="0043244A"/>
    <w:rsid w:val="004325C5"/>
    <w:rsid w:val="00433123"/>
    <w:rsid w:val="00433413"/>
    <w:rsid w:val="0043363E"/>
    <w:rsid w:val="0043367C"/>
    <w:rsid w:val="00433708"/>
    <w:rsid w:val="00433A4A"/>
    <w:rsid w:val="00433ACD"/>
    <w:rsid w:val="00433B18"/>
    <w:rsid w:val="00433C04"/>
    <w:rsid w:val="00433FF2"/>
    <w:rsid w:val="00434047"/>
    <w:rsid w:val="004340C3"/>
    <w:rsid w:val="004340E8"/>
    <w:rsid w:val="00434229"/>
    <w:rsid w:val="0043473F"/>
    <w:rsid w:val="00434990"/>
    <w:rsid w:val="00434D24"/>
    <w:rsid w:val="00434E28"/>
    <w:rsid w:val="00435243"/>
    <w:rsid w:val="004353B3"/>
    <w:rsid w:val="004355D3"/>
    <w:rsid w:val="00435B67"/>
    <w:rsid w:val="004362D1"/>
    <w:rsid w:val="0043689B"/>
    <w:rsid w:val="00436B02"/>
    <w:rsid w:val="00436CAA"/>
    <w:rsid w:val="00437262"/>
    <w:rsid w:val="00437D43"/>
    <w:rsid w:val="004403C8"/>
    <w:rsid w:val="00440A19"/>
    <w:rsid w:val="00440E46"/>
    <w:rsid w:val="00440F75"/>
    <w:rsid w:val="0044114F"/>
    <w:rsid w:val="0044160C"/>
    <w:rsid w:val="0044187A"/>
    <w:rsid w:val="00441A74"/>
    <w:rsid w:val="00441DF8"/>
    <w:rsid w:val="004423A7"/>
    <w:rsid w:val="0044260D"/>
    <w:rsid w:val="00442B42"/>
    <w:rsid w:val="00442C86"/>
    <w:rsid w:val="00442F9E"/>
    <w:rsid w:val="00442FC7"/>
    <w:rsid w:val="00443574"/>
    <w:rsid w:val="0044375C"/>
    <w:rsid w:val="00443920"/>
    <w:rsid w:val="00443991"/>
    <w:rsid w:val="00443B60"/>
    <w:rsid w:val="00443C09"/>
    <w:rsid w:val="00443CF9"/>
    <w:rsid w:val="00443DAB"/>
    <w:rsid w:val="00443F46"/>
    <w:rsid w:val="0044453D"/>
    <w:rsid w:val="00444796"/>
    <w:rsid w:val="004447A5"/>
    <w:rsid w:val="00444D2A"/>
    <w:rsid w:val="00444EF5"/>
    <w:rsid w:val="004454B5"/>
    <w:rsid w:val="00445814"/>
    <w:rsid w:val="004458DA"/>
    <w:rsid w:val="00445AE6"/>
    <w:rsid w:val="00445DAF"/>
    <w:rsid w:val="00445F1D"/>
    <w:rsid w:val="0044600E"/>
    <w:rsid w:val="0044603B"/>
    <w:rsid w:val="0044687B"/>
    <w:rsid w:val="00446AA5"/>
    <w:rsid w:val="00446F83"/>
    <w:rsid w:val="00446FC2"/>
    <w:rsid w:val="00447098"/>
    <w:rsid w:val="00447405"/>
    <w:rsid w:val="0044787F"/>
    <w:rsid w:val="00447890"/>
    <w:rsid w:val="004479C7"/>
    <w:rsid w:val="00447AD7"/>
    <w:rsid w:val="00447D5E"/>
    <w:rsid w:val="00450748"/>
    <w:rsid w:val="004508BA"/>
    <w:rsid w:val="004509B1"/>
    <w:rsid w:val="004509C6"/>
    <w:rsid w:val="00450B70"/>
    <w:rsid w:val="004512BA"/>
    <w:rsid w:val="0045168A"/>
    <w:rsid w:val="0045193B"/>
    <w:rsid w:val="00451AF8"/>
    <w:rsid w:val="00451BAE"/>
    <w:rsid w:val="00451D3C"/>
    <w:rsid w:val="00451D3F"/>
    <w:rsid w:val="00451E83"/>
    <w:rsid w:val="00451EB0"/>
    <w:rsid w:val="00451F6C"/>
    <w:rsid w:val="00451F85"/>
    <w:rsid w:val="004521EB"/>
    <w:rsid w:val="00452273"/>
    <w:rsid w:val="004527FB"/>
    <w:rsid w:val="004529CC"/>
    <w:rsid w:val="00452A96"/>
    <w:rsid w:val="00452A9E"/>
    <w:rsid w:val="00452B5D"/>
    <w:rsid w:val="00452C2D"/>
    <w:rsid w:val="004530D3"/>
    <w:rsid w:val="00453316"/>
    <w:rsid w:val="00453572"/>
    <w:rsid w:val="00453780"/>
    <w:rsid w:val="004540AB"/>
    <w:rsid w:val="004540E3"/>
    <w:rsid w:val="0045438C"/>
    <w:rsid w:val="004543E4"/>
    <w:rsid w:val="00454AE8"/>
    <w:rsid w:val="00454CE6"/>
    <w:rsid w:val="00454D18"/>
    <w:rsid w:val="00454DBF"/>
    <w:rsid w:val="00455201"/>
    <w:rsid w:val="004558CE"/>
    <w:rsid w:val="004562E2"/>
    <w:rsid w:val="004564B9"/>
    <w:rsid w:val="004565AC"/>
    <w:rsid w:val="00456A46"/>
    <w:rsid w:val="00456AEB"/>
    <w:rsid w:val="00457085"/>
    <w:rsid w:val="00457292"/>
    <w:rsid w:val="00457555"/>
    <w:rsid w:val="0045765D"/>
    <w:rsid w:val="004576F8"/>
    <w:rsid w:val="00457C15"/>
    <w:rsid w:val="00457E6D"/>
    <w:rsid w:val="00457F16"/>
    <w:rsid w:val="004602BF"/>
    <w:rsid w:val="004607E0"/>
    <w:rsid w:val="00461015"/>
    <w:rsid w:val="004614C4"/>
    <w:rsid w:val="00461569"/>
    <w:rsid w:val="004616ED"/>
    <w:rsid w:val="00461A86"/>
    <w:rsid w:val="004620CD"/>
    <w:rsid w:val="00462690"/>
    <w:rsid w:val="00462695"/>
    <w:rsid w:val="00462947"/>
    <w:rsid w:val="00462A69"/>
    <w:rsid w:val="00462B2B"/>
    <w:rsid w:val="00462E45"/>
    <w:rsid w:val="00462FAA"/>
    <w:rsid w:val="00463004"/>
    <w:rsid w:val="004630B1"/>
    <w:rsid w:val="0046348A"/>
    <w:rsid w:val="00463626"/>
    <w:rsid w:val="0046368D"/>
    <w:rsid w:val="0046390E"/>
    <w:rsid w:val="00463A60"/>
    <w:rsid w:val="00463B69"/>
    <w:rsid w:val="00463C4B"/>
    <w:rsid w:val="00463E07"/>
    <w:rsid w:val="00463F84"/>
    <w:rsid w:val="00464495"/>
    <w:rsid w:val="004646C9"/>
    <w:rsid w:val="004646EA"/>
    <w:rsid w:val="00464778"/>
    <w:rsid w:val="004647C9"/>
    <w:rsid w:val="004648CC"/>
    <w:rsid w:val="00464FF3"/>
    <w:rsid w:val="0046540F"/>
    <w:rsid w:val="00465564"/>
    <w:rsid w:val="00465648"/>
    <w:rsid w:val="004657D4"/>
    <w:rsid w:val="00465A16"/>
    <w:rsid w:val="00465E35"/>
    <w:rsid w:val="00466205"/>
    <w:rsid w:val="00466472"/>
    <w:rsid w:val="004669DE"/>
    <w:rsid w:val="00466CFA"/>
    <w:rsid w:val="004674B4"/>
    <w:rsid w:val="0046762E"/>
    <w:rsid w:val="0046777B"/>
    <w:rsid w:val="00467951"/>
    <w:rsid w:val="00467A5C"/>
    <w:rsid w:val="00467E4A"/>
    <w:rsid w:val="00470121"/>
    <w:rsid w:val="00470B62"/>
    <w:rsid w:val="004713E2"/>
    <w:rsid w:val="00471458"/>
    <w:rsid w:val="004716B3"/>
    <w:rsid w:val="00471853"/>
    <w:rsid w:val="00472345"/>
    <w:rsid w:val="00472504"/>
    <w:rsid w:val="004726EE"/>
    <w:rsid w:val="00472822"/>
    <w:rsid w:val="00472924"/>
    <w:rsid w:val="00472DE7"/>
    <w:rsid w:val="00472E64"/>
    <w:rsid w:val="00472FF5"/>
    <w:rsid w:val="00473481"/>
    <w:rsid w:val="004734C7"/>
    <w:rsid w:val="004736C9"/>
    <w:rsid w:val="00473A31"/>
    <w:rsid w:val="00473EA7"/>
    <w:rsid w:val="004741BD"/>
    <w:rsid w:val="004744A4"/>
    <w:rsid w:val="00474798"/>
    <w:rsid w:val="00475029"/>
    <w:rsid w:val="0047526F"/>
    <w:rsid w:val="004752BB"/>
    <w:rsid w:val="00475443"/>
    <w:rsid w:val="004754A6"/>
    <w:rsid w:val="00475527"/>
    <w:rsid w:val="004755D8"/>
    <w:rsid w:val="00475A97"/>
    <w:rsid w:val="00476131"/>
    <w:rsid w:val="004761C4"/>
    <w:rsid w:val="00476216"/>
    <w:rsid w:val="0047691F"/>
    <w:rsid w:val="00476961"/>
    <w:rsid w:val="00476B58"/>
    <w:rsid w:val="00476DA9"/>
    <w:rsid w:val="00476F5A"/>
    <w:rsid w:val="00477181"/>
    <w:rsid w:val="00477386"/>
    <w:rsid w:val="004778EC"/>
    <w:rsid w:val="00477D62"/>
    <w:rsid w:val="00477EDB"/>
    <w:rsid w:val="00477FF4"/>
    <w:rsid w:val="004800C0"/>
    <w:rsid w:val="004800DA"/>
    <w:rsid w:val="00480200"/>
    <w:rsid w:val="00480461"/>
    <w:rsid w:val="004805F7"/>
    <w:rsid w:val="004807CC"/>
    <w:rsid w:val="00480B09"/>
    <w:rsid w:val="00480EF7"/>
    <w:rsid w:val="004810AA"/>
    <w:rsid w:val="004811F5"/>
    <w:rsid w:val="004816B5"/>
    <w:rsid w:val="00481796"/>
    <w:rsid w:val="00481B75"/>
    <w:rsid w:val="00481BA2"/>
    <w:rsid w:val="004824C0"/>
    <w:rsid w:val="00482609"/>
    <w:rsid w:val="00482881"/>
    <w:rsid w:val="00482B93"/>
    <w:rsid w:val="004831E9"/>
    <w:rsid w:val="0048329C"/>
    <w:rsid w:val="004832BD"/>
    <w:rsid w:val="004833EB"/>
    <w:rsid w:val="004834B3"/>
    <w:rsid w:val="004836DC"/>
    <w:rsid w:val="004838B1"/>
    <w:rsid w:val="00483A59"/>
    <w:rsid w:val="00483AFE"/>
    <w:rsid w:val="00483E5F"/>
    <w:rsid w:val="00484342"/>
    <w:rsid w:val="0048448F"/>
    <w:rsid w:val="00484B83"/>
    <w:rsid w:val="00484C1D"/>
    <w:rsid w:val="00484E90"/>
    <w:rsid w:val="00485303"/>
    <w:rsid w:val="0048544B"/>
    <w:rsid w:val="00485603"/>
    <w:rsid w:val="0048587D"/>
    <w:rsid w:val="00485E67"/>
    <w:rsid w:val="004865E6"/>
    <w:rsid w:val="00486C57"/>
    <w:rsid w:val="00486DBC"/>
    <w:rsid w:val="00486DE9"/>
    <w:rsid w:val="00486DF4"/>
    <w:rsid w:val="00486E42"/>
    <w:rsid w:val="0048700C"/>
    <w:rsid w:val="00487128"/>
    <w:rsid w:val="004872BE"/>
    <w:rsid w:val="004872CE"/>
    <w:rsid w:val="004872DC"/>
    <w:rsid w:val="004873BE"/>
    <w:rsid w:val="004873CD"/>
    <w:rsid w:val="00487520"/>
    <w:rsid w:val="00487C14"/>
    <w:rsid w:val="00487D1E"/>
    <w:rsid w:val="00487EC8"/>
    <w:rsid w:val="004902DD"/>
    <w:rsid w:val="0049066E"/>
    <w:rsid w:val="0049076D"/>
    <w:rsid w:val="0049107C"/>
    <w:rsid w:val="0049124C"/>
    <w:rsid w:val="004913D2"/>
    <w:rsid w:val="0049150A"/>
    <w:rsid w:val="004925B9"/>
    <w:rsid w:val="00492863"/>
    <w:rsid w:val="00492C44"/>
    <w:rsid w:val="00492CE2"/>
    <w:rsid w:val="0049302D"/>
    <w:rsid w:val="0049313D"/>
    <w:rsid w:val="00493683"/>
    <w:rsid w:val="00493802"/>
    <w:rsid w:val="00493867"/>
    <w:rsid w:val="00493A76"/>
    <w:rsid w:val="00493BC5"/>
    <w:rsid w:val="00493C94"/>
    <w:rsid w:val="00493D46"/>
    <w:rsid w:val="004944CE"/>
    <w:rsid w:val="004948C9"/>
    <w:rsid w:val="00494ADD"/>
    <w:rsid w:val="00494B0F"/>
    <w:rsid w:val="0049520F"/>
    <w:rsid w:val="004952F6"/>
    <w:rsid w:val="004953EA"/>
    <w:rsid w:val="00495815"/>
    <w:rsid w:val="00495AB9"/>
    <w:rsid w:val="00495E01"/>
    <w:rsid w:val="00495F75"/>
    <w:rsid w:val="00495F76"/>
    <w:rsid w:val="00495F9F"/>
    <w:rsid w:val="004966D6"/>
    <w:rsid w:val="004967B6"/>
    <w:rsid w:val="00496E4D"/>
    <w:rsid w:val="00496E5C"/>
    <w:rsid w:val="0049702F"/>
    <w:rsid w:val="004970C3"/>
    <w:rsid w:val="004974EA"/>
    <w:rsid w:val="00497DD5"/>
    <w:rsid w:val="00497F4E"/>
    <w:rsid w:val="004A04F7"/>
    <w:rsid w:val="004A0715"/>
    <w:rsid w:val="004A0741"/>
    <w:rsid w:val="004A08DE"/>
    <w:rsid w:val="004A08EE"/>
    <w:rsid w:val="004A0941"/>
    <w:rsid w:val="004A0A48"/>
    <w:rsid w:val="004A0A9B"/>
    <w:rsid w:val="004A0BBA"/>
    <w:rsid w:val="004A0BE9"/>
    <w:rsid w:val="004A1B39"/>
    <w:rsid w:val="004A269C"/>
    <w:rsid w:val="004A297A"/>
    <w:rsid w:val="004A2B69"/>
    <w:rsid w:val="004A2BB4"/>
    <w:rsid w:val="004A2CBA"/>
    <w:rsid w:val="004A2D2B"/>
    <w:rsid w:val="004A2D59"/>
    <w:rsid w:val="004A3147"/>
    <w:rsid w:val="004A34C7"/>
    <w:rsid w:val="004A36E1"/>
    <w:rsid w:val="004A38AA"/>
    <w:rsid w:val="004A3A58"/>
    <w:rsid w:val="004A3AB5"/>
    <w:rsid w:val="004A3E76"/>
    <w:rsid w:val="004A3FD7"/>
    <w:rsid w:val="004A41D5"/>
    <w:rsid w:val="004A4212"/>
    <w:rsid w:val="004A4232"/>
    <w:rsid w:val="004A435B"/>
    <w:rsid w:val="004A4A97"/>
    <w:rsid w:val="004A4ADB"/>
    <w:rsid w:val="004A4D92"/>
    <w:rsid w:val="004A4E40"/>
    <w:rsid w:val="004A4F28"/>
    <w:rsid w:val="004A54AF"/>
    <w:rsid w:val="004A55C4"/>
    <w:rsid w:val="004A59D3"/>
    <w:rsid w:val="004A6308"/>
    <w:rsid w:val="004A716B"/>
    <w:rsid w:val="004A7971"/>
    <w:rsid w:val="004A7BEF"/>
    <w:rsid w:val="004A7E38"/>
    <w:rsid w:val="004B02D0"/>
    <w:rsid w:val="004B03F5"/>
    <w:rsid w:val="004B05FD"/>
    <w:rsid w:val="004B08DC"/>
    <w:rsid w:val="004B0A09"/>
    <w:rsid w:val="004B0AAA"/>
    <w:rsid w:val="004B11D7"/>
    <w:rsid w:val="004B18FE"/>
    <w:rsid w:val="004B19E9"/>
    <w:rsid w:val="004B1AAF"/>
    <w:rsid w:val="004B1CED"/>
    <w:rsid w:val="004B1FAA"/>
    <w:rsid w:val="004B2214"/>
    <w:rsid w:val="004B2D28"/>
    <w:rsid w:val="004B30E3"/>
    <w:rsid w:val="004B389C"/>
    <w:rsid w:val="004B38E5"/>
    <w:rsid w:val="004B3B98"/>
    <w:rsid w:val="004B3E38"/>
    <w:rsid w:val="004B3F6E"/>
    <w:rsid w:val="004B3FEB"/>
    <w:rsid w:val="004B402B"/>
    <w:rsid w:val="004B40EF"/>
    <w:rsid w:val="004B41A4"/>
    <w:rsid w:val="004B47D7"/>
    <w:rsid w:val="004B4890"/>
    <w:rsid w:val="004B4B44"/>
    <w:rsid w:val="004B4EBE"/>
    <w:rsid w:val="004B4F13"/>
    <w:rsid w:val="004B548D"/>
    <w:rsid w:val="004B556A"/>
    <w:rsid w:val="004B56BD"/>
    <w:rsid w:val="004B5856"/>
    <w:rsid w:val="004B59D6"/>
    <w:rsid w:val="004B5CB2"/>
    <w:rsid w:val="004B5D6E"/>
    <w:rsid w:val="004B5E05"/>
    <w:rsid w:val="004B6564"/>
    <w:rsid w:val="004B661E"/>
    <w:rsid w:val="004B66DC"/>
    <w:rsid w:val="004B6BDC"/>
    <w:rsid w:val="004B7178"/>
    <w:rsid w:val="004B7234"/>
    <w:rsid w:val="004B72D6"/>
    <w:rsid w:val="004B757F"/>
    <w:rsid w:val="004B7ABB"/>
    <w:rsid w:val="004C09ED"/>
    <w:rsid w:val="004C112F"/>
    <w:rsid w:val="004C12BD"/>
    <w:rsid w:val="004C13AB"/>
    <w:rsid w:val="004C162A"/>
    <w:rsid w:val="004C18D0"/>
    <w:rsid w:val="004C1A20"/>
    <w:rsid w:val="004C1BFB"/>
    <w:rsid w:val="004C1CB0"/>
    <w:rsid w:val="004C1CED"/>
    <w:rsid w:val="004C1F19"/>
    <w:rsid w:val="004C20C8"/>
    <w:rsid w:val="004C2119"/>
    <w:rsid w:val="004C217E"/>
    <w:rsid w:val="004C2351"/>
    <w:rsid w:val="004C2CA7"/>
    <w:rsid w:val="004C3053"/>
    <w:rsid w:val="004C3123"/>
    <w:rsid w:val="004C3646"/>
    <w:rsid w:val="004C3876"/>
    <w:rsid w:val="004C398F"/>
    <w:rsid w:val="004C3A32"/>
    <w:rsid w:val="004C3A63"/>
    <w:rsid w:val="004C3FD4"/>
    <w:rsid w:val="004C4015"/>
    <w:rsid w:val="004C4289"/>
    <w:rsid w:val="004C4312"/>
    <w:rsid w:val="004C47D7"/>
    <w:rsid w:val="004C4A3F"/>
    <w:rsid w:val="004C4B0A"/>
    <w:rsid w:val="004C4B47"/>
    <w:rsid w:val="004C4FB5"/>
    <w:rsid w:val="004C51CB"/>
    <w:rsid w:val="004C5512"/>
    <w:rsid w:val="004C59D4"/>
    <w:rsid w:val="004C59EC"/>
    <w:rsid w:val="004C5A55"/>
    <w:rsid w:val="004C5BD7"/>
    <w:rsid w:val="004C5E81"/>
    <w:rsid w:val="004C61E6"/>
    <w:rsid w:val="004C63C7"/>
    <w:rsid w:val="004C6C55"/>
    <w:rsid w:val="004C757C"/>
    <w:rsid w:val="004C758C"/>
    <w:rsid w:val="004C7998"/>
    <w:rsid w:val="004C7D2A"/>
    <w:rsid w:val="004C7D43"/>
    <w:rsid w:val="004D00C6"/>
    <w:rsid w:val="004D0AAB"/>
    <w:rsid w:val="004D0F76"/>
    <w:rsid w:val="004D0FA4"/>
    <w:rsid w:val="004D0FB1"/>
    <w:rsid w:val="004D1972"/>
    <w:rsid w:val="004D19A4"/>
    <w:rsid w:val="004D1B95"/>
    <w:rsid w:val="004D1BD2"/>
    <w:rsid w:val="004D1C36"/>
    <w:rsid w:val="004D26D6"/>
    <w:rsid w:val="004D2BD4"/>
    <w:rsid w:val="004D2F25"/>
    <w:rsid w:val="004D2F42"/>
    <w:rsid w:val="004D316C"/>
    <w:rsid w:val="004D322D"/>
    <w:rsid w:val="004D33B8"/>
    <w:rsid w:val="004D37C7"/>
    <w:rsid w:val="004D38E8"/>
    <w:rsid w:val="004D3AC9"/>
    <w:rsid w:val="004D3E69"/>
    <w:rsid w:val="004D40C1"/>
    <w:rsid w:val="004D45C0"/>
    <w:rsid w:val="004D4ACB"/>
    <w:rsid w:val="004D4C9F"/>
    <w:rsid w:val="004D4CA5"/>
    <w:rsid w:val="004D53A3"/>
    <w:rsid w:val="004D55F9"/>
    <w:rsid w:val="004D5FDC"/>
    <w:rsid w:val="004D5FF3"/>
    <w:rsid w:val="004D64BD"/>
    <w:rsid w:val="004D67B4"/>
    <w:rsid w:val="004D69A5"/>
    <w:rsid w:val="004D6D2F"/>
    <w:rsid w:val="004D6FD8"/>
    <w:rsid w:val="004D75ED"/>
    <w:rsid w:val="004D763B"/>
    <w:rsid w:val="004D7AFA"/>
    <w:rsid w:val="004D7BC3"/>
    <w:rsid w:val="004E00C6"/>
    <w:rsid w:val="004E021B"/>
    <w:rsid w:val="004E026F"/>
    <w:rsid w:val="004E05A0"/>
    <w:rsid w:val="004E06B4"/>
    <w:rsid w:val="004E0ACE"/>
    <w:rsid w:val="004E16A9"/>
    <w:rsid w:val="004E1D74"/>
    <w:rsid w:val="004E1F46"/>
    <w:rsid w:val="004E1F78"/>
    <w:rsid w:val="004E2482"/>
    <w:rsid w:val="004E2899"/>
    <w:rsid w:val="004E2A8A"/>
    <w:rsid w:val="004E2ACE"/>
    <w:rsid w:val="004E2D9B"/>
    <w:rsid w:val="004E2F2C"/>
    <w:rsid w:val="004E2F9C"/>
    <w:rsid w:val="004E3A8E"/>
    <w:rsid w:val="004E3ADD"/>
    <w:rsid w:val="004E45C8"/>
    <w:rsid w:val="004E474F"/>
    <w:rsid w:val="004E51F9"/>
    <w:rsid w:val="004E5805"/>
    <w:rsid w:val="004E5CF2"/>
    <w:rsid w:val="004E5F85"/>
    <w:rsid w:val="004E5F94"/>
    <w:rsid w:val="004E6471"/>
    <w:rsid w:val="004E67BD"/>
    <w:rsid w:val="004E6869"/>
    <w:rsid w:val="004E7995"/>
    <w:rsid w:val="004E7A2C"/>
    <w:rsid w:val="004E7FB4"/>
    <w:rsid w:val="004F009D"/>
    <w:rsid w:val="004F0223"/>
    <w:rsid w:val="004F02D3"/>
    <w:rsid w:val="004F03C3"/>
    <w:rsid w:val="004F0457"/>
    <w:rsid w:val="004F06CD"/>
    <w:rsid w:val="004F0BD1"/>
    <w:rsid w:val="004F11E0"/>
    <w:rsid w:val="004F11E3"/>
    <w:rsid w:val="004F154F"/>
    <w:rsid w:val="004F15A3"/>
    <w:rsid w:val="004F16A7"/>
    <w:rsid w:val="004F1864"/>
    <w:rsid w:val="004F194E"/>
    <w:rsid w:val="004F1ACD"/>
    <w:rsid w:val="004F1EF3"/>
    <w:rsid w:val="004F2326"/>
    <w:rsid w:val="004F23BD"/>
    <w:rsid w:val="004F2578"/>
    <w:rsid w:val="004F2776"/>
    <w:rsid w:val="004F28CE"/>
    <w:rsid w:val="004F2A3D"/>
    <w:rsid w:val="004F2D1C"/>
    <w:rsid w:val="004F2D88"/>
    <w:rsid w:val="004F32B8"/>
    <w:rsid w:val="004F3409"/>
    <w:rsid w:val="004F362F"/>
    <w:rsid w:val="004F36B3"/>
    <w:rsid w:val="004F373A"/>
    <w:rsid w:val="004F3AD0"/>
    <w:rsid w:val="004F3B41"/>
    <w:rsid w:val="004F3C1C"/>
    <w:rsid w:val="004F4174"/>
    <w:rsid w:val="004F46DE"/>
    <w:rsid w:val="004F476F"/>
    <w:rsid w:val="004F4BD5"/>
    <w:rsid w:val="004F4DE5"/>
    <w:rsid w:val="004F4FA8"/>
    <w:rsid w:val="004F562A"/>
    <w:rsid w:val="004F575A"/>
    <w:rsid w:val="004F57D8"/>
    <w:rsid w:val="004F5920"/>
    <w:rsid w:val="004F5B3D"/>
    <w:rsid w:val="004F61FC"/>
    <w:rsid w:val="004F62B0"/>
    <w:rsid w:val="004F672F"/>
    <w:rsid w:val="004F732B"/>
    <w:rsid w:val="004F73BC"/>
    <w:rsid w:val="004F7495"/>
    <w:rsid w:val="004F74EE"/>
    <w:rsid w:val="004F7518"/>
    <w:rsid w:val="004F7917"/>
    <w:rsid w:val="004F7938"/>
    <w:rsid w:val="004F7A16"/>
    <w:rsid w:val="004F7A76"/>
    <w:rsid w:val="004F7C3A"/>
    <w:rsid w:val="004F7D9E"/>
    <w:rsid w:val="004F7E41"/>
    <w:rsid w:val="005002CB"/>
    <w:rsid w:val="005004FD"/>
    <w:rsid w:val="0050064D"/>
    <w:rsid w:val="005006C6"/>
    <w:rsid w:val="005007E9"/>
    <w:rsid w:val="00500D17"/>
    <w:rsid w:val="00500DC3"/>
    <w:rsid w:val="0050115F"/>
    <w:rsid w:val="00501681"/>
    <w:rsid w:val="00501AE0"/>
    <w:rsid w:val="00501DB2"/>
    <w:rsid w:val="005021FA"/>
    <w:rsid w:val="005022FE"/>
    <w:rsid w:val="0050257E"/>
    <w:rsid w:val="005025CD"/>
    <w:rsid w:val="005027B6"/>
    <w:rsid w:val="00502B35"/>
    <w:rsid w:val="00503109"/>
    <w:rsid w:val="0050371F"/>
    <w:rsid w:val="00503AA6"/>
    <w:rsid w:val="00503B23"/>
    <w:rsid w:val="00503CDE"/>
    <w:rsid w:val="00503DBE"/>
    <w:rsid w:val="00503DD6"/>
    <w:rsid w:val="0050427F"/>
    <w:rsid w:val="005043F7"/>
    <w:rsid w:val="00504983"/>
    <w:rsid w:val="00505091"/>
    <w:rsid w:val="005052CB"/>
    <w:rsid w:val="005054D4"/>
    <w:rsid w:val="00505647"/>
    <w:rsid w:val="00505648"/>
    <w:rsid w:val="0050591D"/>
    <w:rsid w:val="00505C61"/>
    <w:rsid w:val="00505F5E"/>
    <w:rsid w:val="005060AC"/>
    <w:rsid w:val="0050678C"/>
    <w:rsid w:val="005068DD"/>
    <w:rsid w:val="00506983"/>
    <w:rsid w:val="00506FAB"/>
    <w:rsid w:val="0050751D"/>
    <w:rsid w:val="0050798F"/>
    <w:rsid w:val="00507CE2"/>
    <w:rsid w:val="00507D1D"/>
    <w:rsid w:val="00507D54"/>
    <w:rsid w:val="00510090"/>
    <w:rsid w:val="0051067D"/>
    <w:rsid w:val="0051098F"/>
    <w:rsid w:val="00510CC8"/>
    <w:rsid w:val="00510E3E"/>
    <w:rsid w:val="00510F0A"/>
    <w:rsid w:val="0051100C"/>
    <w:rsid w:val="00511142"/>
    <w:rsid w:val="005111EB"/>
    <w:rsid w:val="00511470"/>
    <w:rsid w:val="00511664"/>
    <w:rsid w:val="005117AE"/>
    <w:rsid w:val="00511941"/>
    <w:rsid w:val="00511C2B"/>
    <w:rsid w:val="00511D7E"/>
    <w:rsid w:val="00511EBC"/>
    <w:rsid w:val="00511F02"/>
    <w:rsid w:val="005120C1"/>
    <w:rsid w:val="00512165"/>
    <w:rsid w:val="00512362"/>
    <w:rsid w:val="00512680"/>
    <w:rsid w:val="00512EF7"/>
    <w:rsid w:val="00512F09"/>
    <w:rsid w:val="0051300E"/>
    <w:rsid w:val="00513079"/>
    <w:rsid w:val="00513495"/>
    <w:rsid w:val="00513580"/>
    <w:rsid w:val="005137E7"/>
    <w:rsid w:val="0051386B"/>
    <w:rsid w:val="00513889"/>
    <w:rsid w:val="00513E6C"/>
    <w:rsid w:val="00513F39"/>
    <w:rsid w:val="00513FEB"/>
    <w:rsid w:val="00514482"/>
    <w:rsid w:val="00514F3B"/>
    <w:rsid w:val="00514F7E"/>
    <w:rsid w:val="005154FD"/>
    <w:rsid w:val="00515671"/>
    <w:rsid w:val="00515781"/>
    <w:rsid w:val="005158B5"/>
    <w:rsid w:val="00515A36"/>
    <w:rsid w:val="00515A8E"/>
    <w:rsid w:val="00515AA0"/>
    <w:rsid w:val="00515C39"/>
    <w:rsid w:val="00516D1B"/>
    <w:rsid w:val="00516E8D"/>
    <w:rsid w:val="005172FB"/>
    <w:rsid w:val="00517332"/>
    <w:rsid w:val="00517656"/>
    <w:rsid w:val="00517810"/>
    <w:rsid w:val="005178D1"/>
    <w:rsid w:val="00517CC4"/>
    <w:rsid w:val="00517D25"/>
    <w:rsid w:val="0052048F"/>
    <w:rsid w:val="005205D9"/>
    <w:rsid w:val="00520816"/>
    <w:rsid w:val="00520874"/>
    <w:rsid w:val="00520C30"/>
    <w:rsid w:val="00520EA9"/>
    <w:rsid w:val="00521083"/>
    <w:rsid w:val="005211B7"/>
    <w:rsid w:val="005212F5"/>
    <w:rsid w:val="0052144F"/>
    <w:rsid w:val="005215D9"/>
    <w:rsid w:val="0052160D"/>
    <w:rsid w:val="00521694"/>
    <w:rsid w:val="005216CA"/>
    <w:rsid w:val="00521C82"/>
    <w:rsid w:val="00521DAE"/>
    <w:rsid w:val="00521DBD"/>
    <w:rsid w:val="00521DF9"/>
    <w:rsid w:val="005220C5"/>
    <w:rsid w:val="005222BA"/>
    <w:rsid w:val="005227DB"/>
    <w:rsid w:val="00522FB0"/>
    <w:rsid w:val="005231AF"/>
    <w:rsid w:val="00523A8E"/>
    <w:rsid w:val="00523D2D"/>
    <w:rsid w:val="00523E22"/>
    <w:rsid w:val="00523EFF"/>
    <w:rsid w:val="00523F00"/>
    <w:rsid w:val="00523F15"/>
    <w:rsid w:val="005241EC"/>
    <w:rsid w:val="005249B1"/>
    <w:rsid w:val="00525130"/>
    <w:rsid w:val="0052522D"/>
    <w:rsid w:val="0052535A"/>
    <w:rsid w:val="00525A0F"/>
    <w:rsid w:val="005260D9"/>
    <w:rsid w:val="005260FE"/>
    <w:rsid w:val="0052647E"/>
    <w:rsid w:val="00526521"/>
    <w:rsid w:val="005266BA"/>
    <w:rsid w:val="0052670E"/>
    <w:rsid w:val="005268D9"/>
    <w:rsid w:val="00526B3D"/>
    <w:rsid w:val="00526CDE"/>
    <w:rsid w:val="00526EE7"/>
    <w:rsid w:val="005274B6"/>
    <w:rsid w:val="00527B78"/>
    <w:rsid w:val="00527BE8"/>
    <w:rsid w:val="00527F8A"/>
    <w:rsid w:val="00530008"/>
    <w:rsid w:val="0053082B"/>
    <w:rsid w:val="00530B0F"/>
    <w:rsid w:val="00530C7E"/>
    <w:rsid w:val="00531615"/>
    <w:rsid w:val="00531914"/>
    <w:rsid w:val="00531D0D"/>
    <w:rsid w:val="005322F7"/>
    <w:rsid w:val="005324CB"/>
    <w:rsid w:val="005327E3"/>
    <w:rsid w:val="00532BDA"/>
    <w:rsid w:val="00532DD0"/>
    <w:rsid w:val="00533264"/>
    <w:rsid w:val="005337FE"/>
    <w:rsid w:val="00533951"/>
    <w:rsid w:val="00533A8F"/>
    <w:rsid w:val="00533DA9"/>
    <w:rsid w:val="00533F0E"/>
    <w:rsid w:val="005341E2"/>
    <w:rsid w:val="00534222"/>
    <w:rsid w:val="005347BB"/>
    <w:rsid w:val="00535893"/>
    <w:rsid w:val="00535A6D"/>
    <w:rsid w:val="00535E40"/>
    <w:rsid w:val="005361FF"/>
    <w:rsid w:val="0053633E"/>
    <w:rsid w:val="00536597"/>
    <w:rsid w:val="00536C40"/>
    <w:rsid w:val="00536F8E"/>
    <w:rsid w:val="0053708B"/>
    <w:rsid w:val="005377C2"/>
    <w:rsid w:val="00537DBE"/>
    <w:rsid w:val="00540209"/>
    <w:rsid w:val="00540ABE"/>
    <w:rsid w:val="00540D6C"/>
    <w:rsid w:val="00540EA7"/>
    <w:rsid w:val="00540F49"/>
    <w:rsid w:val="0054111A"/>
    <w:rsid w:val="00541187"/>
    <w:rsid w:val="0054139F"/>
    <w:rsid w:val="00541481"/>
    <w:rsid w:val="005414E2"/>
    <w:rsid w:val="00541C93"/>
    <w:rsid w:val="00541CF2"/>
    <w:rsid w:val="00541F7D"/>
    <w:rsid w:val="005425BA"/>
    <w:rsid w:val="00542D18"/>
    <w:rsid w:val="00542E43"/>
    <w:rsid w:val="005430D1"/>
    <w:rsid w:val="005432E3"/>
    <w:rsid w:val="00543381"/>
    <w:rsid w:val="0054389E"/>
    <w:rsid w:val="005440BA"/>
    <w:rsid w:val="00544210"/>
    <w:rsid w:val="00544640"/>
    <w:rsid w:val="0054472E"/>
    <w:rsid w:val="00544B7B"/>
    <w:rsid w:val="00544BA2"/>
    <w:rsid w:val="00544D44"/>
    <w:rsid w:val="005458AD"/>
    <w:rsid w:val="00545981"/>
    <w:rsid w:val="00545A2D"/>
    <w:rsid w:val="00545C9A"/>
    <w:rsid w:val="005469E3"/>
    <w:rsid w:val="00546BFE"/>
    <w:rsid w:val="00547356"/>
    <w:rsid w:val="005473F0"/>
    <w:rsid w:val="0054762F"/>
    <w:rsid w:val="00547ACA"/>
    <w:rsid w:val="00547B26"/>
    <w:rsid w:val="00547DD8"/>
    <w:rsid w:val="00547E7D"/>
    <w:rsid w:val="005506CF"/>
    <w:rsid w:val="00550CD2"/>
    <w:rsid w:val="00550D85"/>
    <w:rsid w:val="00550F0D"/>
    <w:rsid w:val="005510D0"/>
    <w:rsid w:val="00551108"/>
    <w:rsid w:val="005512E2"/>
    <w:rsid w:val="005513A1"/>
    <w:rsid w:val="00551A8B"/>
    <w:rsid w:val="005520F8"/>
    <w:rsid w:val="005521DA"/>
    <w:rsid w:val="00552440"/>
    <w:rsid w:val="0055264C"/>
    <w:rsid w:val="00552925"/>
    <w:rsid w:val="00552981"/>
    <w:rsid w:val="00552C25"/>
    <w:rsid w:val="00552D37"/>
    <w:rsid w:val="00552E37"/>
    <w:rsid w:val="00553098"/>
    <w:rsid w:val="00553137"/>
    <w:rsid w:val="0055329D"/>
    <w:rsid w:val="005536CF"/>
    <w:rsid w:val="005536F0"/>
    <w:rsid w:val="005538A1"/>
    <w:rsid w:val="00554759"/>
    <w:rsid w:val="005547E1"/>
    <w:rsid w:val="00554A6F"/>
    <w:rsid w:val="00554BC2"/>
    <w:rsid w:val="00554EC2"/>
    <w:rsid w:val="00555197"/>
    <w:rsid w:val="0055585B"/>
    <w:rsid w:val="00555E9B"/>
    <w:rsid w:val="00556206"/>
    <w:rsid w:val="005563AF"/>
    <w:rsid w:val="005564DB"/>
    <w:rsid w:val="005566E5"/>
    <w:rsid w:val="00556A4F"/>
    <w:rsid w:val="00556F2D"/>
    <w:rsid w:val="00557249"/>
    <w:rsid w:val="00557430"/>
    <w:rsid w:val="005575B2"/>
    <w:rsid w:val="005576DA"/>
    <w:rsid w:val="00557933"/>
    <w:rsid w:val="005579EC"/>
    <w:rsid w:val="00557D8D"/>
    <w:rsid w:val="00557E53"/>
    <w:rsid w:val="00560442"/>
    <w:rsid w:val="00560638"/>
    <w:rsid w:val="00560908"/>
    <w:rsid w:val="00560963"/>
    <w:rsid w:val="00560AD2"/>
    <w:rsid w:val="00560C3A"/>
    <w:rsid w:val="00561279"/>
    <w:rsid w:val="005614AB"/>
    <w:rsid w:val="0056166C"/>
    <w:rsid w:val="00561A61"/>
    <w:rsid w:val="00561AC8"/>
    <w:rsid w:val="00561FA3"/>
    <w:rsid w:val="005621E6"/>
    <w:rsid w:val="005621EE"/>
    <w:rsid w:val="00562241"/>
    <w:rsid w:val="005627C1"/>
    <w:rsid w:val="005628AE"/>
    <w:rsid w:val="00562B12"/>
    <w:rsid w:val="00562C42"/>
    <w:rsid w:val="00562FD5"/>
    <w:rsid w:val="00562FFF"/>
    <w:rsid w:val="005632AB"/>
    <w:rsid w:val="00563592"/>
    <w:rsid w:val="00563A83"/>
    <w:rsid w:val="00563CA6"/>
    <w:rsid w:val="00563CDE"/>
    <w:rsid w:val="00563F03"/>
    <w:rsid w:val="00563F8F"/>
    <w:rsid w:val="00564053"/>
    <w:rsid w:val="00564090"/>
    <w:rsid w:val="005640AA"/>
    <w:rsid w:val="00564240"/>
    <w:rsid w:val="00564337"/>
    <w:rsid w:val="00564831"/>
    <w:rsid w:val="00564BB0"/>
    <w:rsid w:val="00565025"/>
    <w:rsid w:val="00565319"/>
    <w:rsid w:val="005654BA"/>
    <w:rsid w:val="005657C4"/>
    <w:rsid w:val="005658EB"/>
    <w:rsid w:val="00565AA9"/>
    <w:rsid w:val="00565C25"/>
    <w:rsid w:val="00565C42"/>
    <w:rsid w:val="00566475"/>
    <w:rsid w:val="00566937"/>
    <w:rsid w:val="00566A49"/>
    <w:rsid w:val="00566D98"/>
    <w:rsid w:val="00566EB4"/>
    <w:rsid w:val="00567020"/>
    <w:rsid w:val="0056734D"/>
    <w:rsid w:val="005678DE"/>
    <w:rsid w:val="00567CB3"/>
    <w:rsid w:val="00567EA5"/>
    <w:rsid w:val="00570197"/>
    <w:rsid w:val="005702E4"/>
    <w:rsid w:val="00570438"/>
    <w:rsid w:val="005706EB"/>
    <w:rsid w:val="005707EA"/>
    <w:rsid w:val="00570A03"/>
    <w:rsid w:val="00570B7F"/>
    <w:rsid w:val="00570EFC"/>
    <w:rsid w:val="00570F3F"/>
    <w:rsid w:val="00571204"/>
    <w:rsid w:val="005715F2"/>
    <w:rsid w:val="0057175F"/>
    <w:rsid w:val="0057186A"/>
    <w:rsid w:val="00571916"/>
    <w:rsid w:val="00571A4E"/>
    <w:rsid w:val="00571DB4"/>
    <w:rsid w:val="0057205D"/>
    <w:rsid w:val="00572392"/>
    <w:rsid w:val="005723D9"/>
    <w:rsid w:val="00572502"/>
    <w:rsid w:val="00572952"/>
    <w:rsid w:val="00572F98"/>
    <w:rsid w:val="005730F1"/>
    <w:rsid w:val="0057314F"/>
    <w:rsid w:val="00573493"/>
    <w:rsid w:val="0057349B"/>
    <w:rsid w:val="0057376B"/>
    <w:rsid w:val="005740DC"/>
    <w:rsid w:val="00574143"/>
    <w:rsid w:val="0057423B"/>
    <w:rsid w:val="005744A5"/>
    <w:rsid w:val="00574515"/>
    <w:rsid w:val="00574E2E"/>
    <w:rsid w:val="00574E59"/>
    <w:rsid w:val="0057507D"/>
    <w:rsid w:val="0057527A"/>
    <w:rsid w:val="005753CD"/>
    <w:rsid w:val="00575523"/>
    <w:rsid w:val="005755DD"/>
    <w:rsid w:val="00575615"/>
    <w:rsid w:val="005759C1"/>
    <w:rsid w:val="00575DEB"/>
    <w:rsid w:val="0057669F"/>
    <w:rsid w:val="0057677D"/>
    <w:rsid w:val="005767CE"/>
    <w:rsid w:val="00576877"/>
    <w:rsid w:val="00577237"/>
    <w:rsid w:val="005773FF"/>
    <w:rsid w:val="00577556"/>
    <w:rsid w:val="00577563"/>
    <w:rsid w:val="00577744"/>
    <w:rsid w:val="00577823"/>
    <w:rsid w:val="00577A6C"/>
    <w:rsid w:val="00577E8F"/>
    <w:rsid w:val="00577F73"/>
    <w:rsid w:val="00580145"/>
    <w:rsid w:val="0058033A"/>
    <w:rsid w:val="00580A1E"/>
    <w:rsid w:val="00580D83"/>
    <w:rsid w:val="0058117C"/>
    <w:rsid w:val="0058129D"/>
    <w:rsid w:val="00581664"/>
    <w:rsid w:val="005816D4"/>
    <w:rsid w:val="00581A72"/>
    <w:rsid w:val="00581E1A"/>
    <w:rsid w:val="0058215D"/>
    <w:rsid w:val="0058257E"/>
    <w:rsid w:val="005827A7"/>
    <w:rsid w:val="00582A60"/>
    <w:rsid w:val="00582C9C"/>
    <w:rsid w:val="00582F20"/>
    <w:rsid w:val="00582FF6"/>
    <w:rsid w:val="0058309D"/>
    <w:rsid w:val="005833A6"/>
    <w:rsid w:val="00583717"/>
    <w:rsid w:val="00583869"/>
    <w:rsid w:val="00583AAB"/>
    <w:rsid w:val="00583ACA"/>
    <w:rsid w:val="00583B09"/>
    <w:rsid w:val="00583D96"/>
    <w:rsid w:val="00583F8F"/>
    <w:rsid w:val="00584160"/>
    <w:rsid w:val="00584183"/>
    <w:rsid w:val="0058423A"/>
    <w:rsid w:val="005847FC"/>
    <w:rsid w:val="005848EC"/>
    <w:rsid w:val="00585095"/>
    <w:rsid w:val="005850C6"/>
    <w:rsid w:val="0058573F"/>
    <w:rsid w:val="00585A74"/>
    <w:rsid w:val="005865A6"/>
    <w:rsid w:val="005866B0"/>
    <w:rsid w:val="00586718"/>
    <w:rsid w:val="00586AF7"/>
    <w:rsid w:val="00586B42"/>
    <w:rsid w:val="00586BC9"/>
    <w:rsid w:val="0058730C"/>
    <w:rsid w:val="005873F5"/>
    <w:rsid w:val="00587442"/>
    <w:rsid w:val="005874BF"/>
    <w:rsid w:val="00587CC0"/>
    <w:rsid w:val="00587D39"/>
    <w:rsid w:val="005901A5"/>
    <w:rsid w:val="005901D2"/>
    <w:rsid w:val="0059035E"/>
    <w:rsid w:val="00590A86"/>
    <w:rsid w:val="00590E83"/>
    <w:rsid w:val="005912E0"/>
    <w:rsid w:val="0059161E"/>
    <w:rsid w:val="00591EA3"/>
    <w:rsid w:val="0059249F"/>
    <w:rsid w:val="00592585"/>
    <w:rsid w:val="00592751"/>
    <w:rsid w:val="00592B0F"/>
    <w:rsid w:val="0059305D"/>
    <w:rsid w:val="00593D68"/>
    <w:rsid w:val="00594651"/>
    <w:rsid w:val="005947E0"/>
    <w:rsid w:val="00594B97"/>
    <w:rsid w:val="0059520C"/>
    <w:rsid w:val="00595261"/>
    <w:rsid w:val="0059527C"/>
    <w:rsid w:val="0059575E"/>
    <w:rsid w:val="005957D7"/>
    <w:rsid w:val="005958CB"/>
    <w:rsid w:val="005960A2"/>
    <w:rsid w:val="005963CB"/>
    <w:rsid w:val="0059668D"/>
    <w:rsid w:val="0059684D"/>
    <w:rsid w:val="005968CF"/>
    <w:rsid w:val="005970D2"/>
    <w:rsid w:val="005970F9"/>
    <w:rsid w:val="0059725D"/>
    <w:rsid w:val="005973D8"/>
    <w:rsid w:val="0059765A"/>
    <w:rsid w:val="00597874"/>
    <w:rsid w:val="00597D30"/>
    <w:rsid w:val="00597D83"/>
    <w:rsid w:val="00597EAF"/>
    <w:rsid w:val="005A00CC"/>
    <w:rsid w:val="005A0791"/>
    <w:rsid w:val="005A0B5F"/>
    <w:rsid w:val="005A0CFB"/>
    <w:rsid w:val="005A1420"/>
    <w:rsid w:val="005A16C4"/>
    <w:rsid w:val="005A1B32"/>
    <w:rsid w:val="005A1BFF"/>
    <w:rsid w:val="005A1CC1"/>
    <w:rsid w:val="005A20AD"/>
    <w:rsid w:val="005A2209"/>
    <w:rsid w:val="005A2285"/>
    <w:rsid w:val="005A2631"/>
    <w:rsid w:val="005A274E"/>
    <w:rsid w:val="005A285E"/>
    <w:rsid w:val="005A2A4F"/>
    <w:rsid w:val="005A2B8F"/>
    <w:rsid w:val="005A2B92"/>
    <w:rsid w:val="005A2CFC"/>
    <w:rsid w:val="005A2FA4"/>
    <w:rsid w:val="005A2FAE"/>
    <w:rsid w:val="005A338A"/>
    <w:rsid w:val="005A33F2"/>
    <w:rsid w:val="005A3511"/>
    <w:rsid w:val="005A35B3"/>
    <w:rsid w:val="005A37C8"/>
    <w:rsid w:val="005A3A1D"/>
    <w:rsid w:val="005A3DB5"/>
    <w:rsid w:val="005A3EA0"/>
    <w:rsid w:val="005A407C"/>
    <w:rsid w:val="005A40E4"/>
    <w:rsid w:val="005A418B"/>
    <w:rsid w:val="005A4A56"/>
    <w:rsid w:val="005A4AAD"/>
    <w:rsid w:val="005A4BAB"/>
    <w:rsid w:val="005A507C"/>
    <w:rsid w:val="005A65DF"/>
    <w:rsid w:val="005A682D"/>
    <w:rsid w:val="005A6897"/>
    <w:rsid w:val="005A6F59"/>
    <w:rsid w:val="005A7291"/>
    <w:rsid w:val="005A75A6"/>
    <w:rsid w:val="005A777F"/>
    <w:rsid w:val="005A7866"/>
    <w:rsid w:val="005B038D"/>
    <w:rsid w:val="005B03F7"/>
    <w:rsid w:val="005B0738"/>
    <w:rsid w:val="005B0E72"/>
    <w:rsid w:val="005B1DB3"/>
    <w:rsid w:val="005B1F03"/>
    <w:rsid w:val="005B2024"/>
    <w:rsid w:val="005B236D"/>
    <w:rsid w:val="005B24C8"/>
    <w:rsid w:val="005B251F"/>
    <w:rsid w:val="005B2B38"/>
    <w:rsid w:val="005B2B71"/>
    <w:rsid w:val="005B2C1B"/>
    <w:rsid w:val="005B3117"/>
    <w:rsid w:val="005B33CF"/>
    <w:rsid w:val="005B349E"/>
    <w:rsid w:val="005B34C3"/>
    <w:rsid w:val="005B353D"/>
    <w:rsid w:val="005B3593"/>
    <w:rsid w:val="005B3FBF"/>
    <w:rsid w:val="005B40EA"/>
    <w:rsid w:val="005B421C"/>
    <w:rsid w:val="005B4F3F"/>
    <w:rsid w:val="005B58FC"/>
    <w:rsid w:val="005B5B3E"/>
    <w:rsid w:val="005B5E4C"/>
    <w:rsid w:val="005B5E55"/>
    <w:rsid w:val="005B6A10"/>
    <w:rsid w:val="005B7099"/>
    <w:rsid w:val="005B7451"/>
    <w:rsid w:val="005B7797"/>
    <w:rsid w:val="005B79DC"/>
    <w:rsid w:val="005B7CF1"/>
    <w:rsid w:val="005B7FE6"/>
    <w:rsid w:val="005C031F"/>
    <w:rsid w:val="005C072F"/>
    <w:rsid w:val="005C120D"/>
    <w:rsid w:val="005C121D"/>
    <w:rsid w:val="005C133E"/>
    <w:rsid w:val="005C137D"/>
    <w:rsid w:val="005C13C0"/>
    <w:rsid w:val="005C1528"/>
    <w:rsid w:val="005C1552"/>
    <w:rsid w:val="005C1937"/>
    <w:rsid w:val="005C1C6E"/>
    <w:rsid w:val="005C1EB9"/>
    <w:rsid w:val="005C1F51"/>
    <w:rsid w:val="005C20CD"/>
    <w:rsid w:val="005C29F0"/>
    <w:rsid w:val="005C32DD"/>
    <w:rsid w:val="005C34C0"/>
    <w:rsid w:val="005C3A96"/>
    <w:rsid w:val="005C3B86"/>
    <w:rsid w:val="005C3F91"/>
    <w:rsid w:val="005C4617"/>
    <w:rsid w:val="005C48A6"/>
    <w:rsid w:val="005C4E6A"/>
    <w:rsid w:val="005C51E2"/>
    <w:rsid w:val="005C53E8"/>
    <w:rsid w:val="005C59FC"/>
    <w:rsid w:val="005C5B33"/>
    <w:rsid w:val="005C5B64"/>
    <w:rsid w:val="005C5C6A"/>
    <w:rsid w:val="005C6333"/>
    <w:rsid w:val="005C6358"/>
    <w:rsid w:val="005C67E9"/>
    <w:rsid w:val="005C6AB0"/>
    <w:rsid w:val="005C6CE0"/>
    <w:rsid w:val="005C6EE5"/>
    <w:rsid w:val="005C73C9"/>
    <w:rsid w:val="005C7A50"/>
    <w:rsid w:val="005C7BB9"/>
    <w:rsid w:val="005C7C56"/>
    <w:rsid w:val="005C7D73"/>
    <w:rsid w:val="005C7E9E"/>
    <w:rsid w:val="005C7FFC"/>
    <w:rsid w:val="005D015E"/>
    <w:rsid w:val="005D03A2"/>
    <w:rsid w:val="005D05BB"/>
    <w:rsid w:val="005D0BDC"/>
    <w:rsid w:val="005D0E04"/>
    <w:rsid w:val="005D12F2"/>
    <w:rsid w:val="005D1520"/>
    <w:rsid w:val="005D1556"/>
    <w:rsid w:val="005D1572"/>
    <w:rsid w:val="005D1668"/>
    <w:rsid w:val="005D16C1"/>
    <w:rsid w:val="005D2078"/>
    <w:rsid w:val="005D20F1"/>
    <w:rsid w:val="005D2138"/>
    <w:rsid w:val="005D2B50"/>
    <w:rsid w:val="005D2EE0"/>
    <w:rsid w:val="005D33FF"/>
    <w:rsid w:val="005D343A"/>
    <w:rsid w:val="005D3456"/>
    <w:rsid w:val="005D3728"/>
    <w:rsid w:val="005D3A79"/>
    <w:rsid w:val="005D3D4E"/>
    <w:rsid w:val="005D3DAE"/>
    <w:rsid w:val="005D3F21"/>
    <w:rsid w:val="005D3F24"/>
    <w:rsid w:val="005D410D"/>
    <w:rsid w:val="005D41AE"/>
    <w:rsid w:val="005D4247"/>
    <w:rsid w:val="005D43C1"/>
    <w:rsid w:val="005D4482"/>
    <w:rsid w:val="005D4DE3"/>
    <w:rsid w:val="005D52D5"/>
    <w:rsid w:val="005D56F3"/>
    <w:rsid w:val="005D57A4"/>
    <w:rsid w:val="005D596D"/>
    <w:rsid w:val="005D5D1B"/>
    <w:rsid w:val="005D5ECC"/>
    <w:rsid w:val="005D6009"/>
    <w:rsid w:val="005D604A"/>
    <w:rsid w:val="005D6414"/>
    <w:rsid w:val="005D6545"/>
    <w:rsid w:val="005D702E"/>
    <w:rsid w:val="005D7223"/>
    <w:rsid w:val="005D7309"/>
    <w:rsid w:val="005D73FF"/>
    <w:rsid w:val="005D74D4"/>
    <w:rsid w:val="005E000B"/>
    <w:rsid w:val="005E0088"/>
    <w:rsid w:val="005E0294"/>
    <w:rsid w:val="005E05EA"/>
    <w:rsid w:val="005E0E28"/>
    <w:rsid w:val="005E16E7"/>
    <w:rsid w:val="005E18C5"/>
    <w:rsid w:val="005E1DD5"/>
    <w:rsid w:val="005E214F"/>
    <w:rsid w:val="005E24F6"/>
    <w:rsid w:val="005E268E"/>
    <w:rsid w:val="005E2BB9"/>
    <w:rsid w:val="005E2BE1"/>
    <w:rsid w:val="005E2DE1"/>
    <w:rsid w:val="005E2EBE"/>
    <w:rsid w:val="005E3497"/>
    <w:rsid w:val="005E356E"/>
    <w:rsid w:val="005E38C1"/>
    <w:rsid w:val="005E3CB7"/>
    <w:rsid w:val="005E4B99"/>
    <w:rsid w:val="005E4C20"/>
    <w:rsid w:val="005E4D96"/>
    <w:rsid w:val="005E4F47"/>
    <w:rsid w:val="005E504D"/>
    <w:rsid w:val="005E50E1"/>
    <w:rsid w:val="005E53EE"/>
    <w:rsid w:val="005E595E"/>
    <w:rsid w:val="005E5ADB"/>
    <w:rsid w:val="005E5B94"/>
    <w:rsid w:val="005E5D4E"/>
    <w:rsid w:val="005E5F50"/>
    <w:rsid w:val="005E691E"/>
    <w:rsid w:val="005E6A9B"/>
    <w:rsid w:val="005E704E"/>
    <w:rsid w:val="005E7294"/>
    <w:rsid w:val="005E756B"/>
    <w:rsid w:val="005E7981"/>
    <w:rsid w:val="005E7B36"/>
    <w:rsid w:val="005E7B46"/>
    <w:rsid w:val="005E7BD1"/>
    <w:rsid w:val="005F005F"/>
    <w:rsid w:val="005F01E1"/>
    <w:rsid w:val="005F0848"/>
    <w:rsid w:val="005F0970"/>
    <w:rsid w:val="005F0A5F"/>
    <w:rsid w:val="005F0AA7"/>
    <w:rsid w:val="005F0C50"/>
    <w:rsid w:val="005F0C88"/>
    <w:rsid w:val="005F125B"/>
    <w:rsid w:val="005F1ADE"/>
    <w:rsid w:val="005F202A"/>
    <w:rsid w:val="005F227B"/>
    <w:rsid w:val="005F2363"/>
    <w:rsid w:val="005F296D"/>
    <w:rsid w:val="005F2C37"/>
    <w:rsid w:val="005F3783"/>
    <w:rsid w:val="005F37C3"/>
    <w:rsid w:val="005F38C6"/>
    <w:rsid w:val="005F3F20"/>
    <w:rsid w:val="005F4204"/>
    <w:rsid w:val="005F45A8"/>
    <w:rsid w:val="005F45AC"/>
    <w:rsid w:val="005F4690"/>
    <w:rsid w:val="005F4725"/>
    <w:rsid w:val="005F4E09"/>
    <w:rsid w:val="005F4FFF"/>
    <w:rsid w:val="005F5065"/>
    <w:rsid w:val="005F561E"/>
    <w:rsid w:val="005F5906"/>
    <w:rsid w:val="005F5999"/>
    <w:rsid w:val="005F5D47"/>
    <w:rsid w:val="005F5EA1"/>
    <w:rsid w:val="005F60E9"/>
    <w:rsid w:val="005F6770"/>
    <w:rsid w:val="005F6A91"/>
    <w:rsid w:val="005F6CA3"/>
    <w:rsid w:val="005F6DF9"/>
    <w:rsid w:val="005F6FE8"/>
    <w:rsid w:val="005F7360"/>
    <w:rsid w:val="005F74E5"/>
    <w:rsid w:val="005F77CA"/>
    <w:rsid w:val="005F781C"/>
    <w:rsid w:val="005F79EA"/>
    <w:rsid w:val="005F7CE1"/>
    <w:rsid w:val="005F7D04"/>
    <w:rsid w:val="00600634"/>
    <w:rsid w:val="0060065B"/>
    <w:rsid w:val="006007C0"/>
    <w:rsid w:val="00600AB1"/>
    <w:rsid w:val="00600B38"/>
    <w:rsid w:val="00600EA6"/>
    <w:rsid w:val="00601287"/>
    <w:rsid w:val="006012E9"/>
    <w:rsid w:val="00601470"/>
    <w:rsid w:val="00601968"/>
    <w:rsid w:val="006023DB"/>
    <w:rsid w:val="006023F5"/>
    <w:rsid w:val="0060257D"/>
    <w:rsid w:val="006027E6"/>
    <w:rsid w:val="00602BD5"/>
    <w:rsid w:val="00602F92"/>
    <w:rsid w:val="00603389"/>
    <w:rsid w:val="0060346D"/>
    <w:rsid w:val="0060364A"/>
    <w:rsid w:val="0060369E"/>
    <w:rsid w:val="006039B6"/>
    <w:rsid w:val="00603B8F"/>
    <w:rsid w:val="00603C9C"/>
    <w:rsid w:val="00603D58"/>
    <w:rsid w:val="00604023"/>
    <w:rsid w:val="00604499"/>
    <w:rsid w:val="006047F7"/>
    <w:rsid w:val="00604992"/>
    <w:rsid w:val="006049CE"/>
    <w:rsid w:val="00604AD8"/>
    <w:rsid w:val="00604B14"/>
    <w:rsid w:val="00605D03"/>
    <w:rsid w:val="00605E24"/>
    <w:rsid w:val="00605E59"/>
    <w:rsid w:val="0060628D"/>
    <w:rsid w:val="006063F8"/>
    <w:rsid w:val="0060653A"/>
    <w:rsid w:val="00606B10"/>
    <w:rsid w:val="00606BF9"/>
    <w:rsid w:val="00606D62"/>
    <w:rsid w:val="00606E4B"/>
    <w:rsid w:val="00606F09"/>
    <w:rsid w:val="00607039"/>
    <w:rsid w:val="00607448"/>
    <w:rsid w:val="0060791C"/>
    <w:rsid w:val="00607AA4"/>
    <w:rsid w:val="00607ADB"/>
    <w:rsid w:val="00607BB5"/>
    <w:rsid w:val="00607FB4"/>
    <w:rsid w:val="006100CF"/>
    <w:rsid w:val="00610402"/>
    <w:rsid w:val="0061053E"/>
    <w:rsid w:val="00610555"/>
    <w:rsid w:val="0061056B"/>
    <w:rsid w:val="006105CE"/>
    <w:rsid w:val="00610854"/>
    <w:rsid w:val="0061099D"/>
    <w:rsid w:val="00611647"/>
    <w:rsid w:val="0061176A"/>
    <w:rsid w:val="006119AF"/>
    <w:rsid w:val="00611D6C"/>
    <w:rsid w:val="00611D97"/>
    <w:rsid w:val="00612076"/>
    <w:rsid w:val="00612220"/>
    <w:rsid w:val="0061271F"/>
    <w:rsid w:val="006128B5"/>
    <w:rsid w:val="00612A66"/>
    <w:rsid w:val="00612D9F"/>
    <w:rsid w:val="0061307C"/>
    <w:rsid w:val="00613394"/>
    <w:rsid w:val="00613753"/>
    <w:rsid w:val="00613900"/>
    <w:rsid w:val="006139CF"/>
    <w:rsid w:val="00614382"/>
    <w:rsid w:val="00614584"/>
    <w:rsid w:val="00614629"/>
    <w:rsid w:val="006146E4"/>
    <w:rsid w:val="00614972"/>
    <w:rsid w:val="006149CA"/>
    <w:rsid w:val="00614B4B"/>
    <w:rsid w:val="00614D9C"/>
    <w:rsid w:val="0061525C"/>
    <w:rsid w:val="0061548F"/>
    <w:rsid w:val="00615632"/>
    <w:rsid w:val="0061587E"/>
    <w:rsid w:val="00615D87"/>
    <w:rsid w:val="00615FCA"/>
    <w:rsid w:val="006165C9"/>
    <w:rsid w:val="00616661"/>
    <w:rsid w:val="006166F4"/>
    <w:rsid w:val="006167ED"/>
    <w:rsid w:val="00616972"/>
    <w:rsid w:val="00616AD9"/>
    <w:rsid w:val="00616B20"/>
    <w:rsid w:val="0061757E"/>
    <w:rsid w:val="00617819"/>
    <w:rsid w:val="006179F6"/>
    <w:rsid w:val="00617D06"/>
    <w:rsid w:val="00617E22"/>
    <w:rsid w:val="00617F43"/>
    <w:rsid w:val="006200C5"/>
    <w:rsid w:val="006200DE"/>
    <w:rsid w:val="0062032F"/>
    <w:rsid w:val="00620397"/>
    <w:rsid w:val="00620602"/>
    <w:rsid w:val="00620670"/>
    <w:rsid w:val="006208D7"/>
    <w:rsid w:val="00620A08"/>
    <w:rsid w:val="00620DCA"/>
    <w:rsid w:val="00620DF6"/>
    <w:rsid w:val="00620E1B"/>
    <w:rsid w:val="0062136B"/>
    <w:rsid w:val="00621B43"/>
    <w:rsid w:val="00621D46"/>
    <w:rsid w:val="00623062"/>
    <w:rsid w:val="00624267"/>
    <w:rsid w:val="00624617"/>
    <w:rsid w:val="00624648"/>
    <w:rsid w:val="00624CAE"/>
    <w:rsid w:val="00624CC7"/>
    <w:rsid w:val="0062500F"/>
    <w:rsid w:val="006250F0"/>
    <w:rsid w:val="00625D25"/>
    <w:rsid w:val="006260B9"/>
    <w:rsid w:val="00626447"/>
    <w:rsid w:val="006266F1"/>
    <w:rsid w:val="006269D3"/>
    <w:rsid w:val="00626C81"/>
    <w:rsid w:val="00626DCB"/>
    <w:rsid w:val="00626E9E"/>
    <w:rsid w:val="006277DC"/>
    <w:rsid w:val="00627F75"/>
    <w:rsid w:val="00627FE1"/>
    <w:rsid w:val="0063006F"/>
    <w:rsid w:val="006304D7"/>
    <w:rsid w:val="0063099C"/>
    <w:rsid w:val="00630B68"/>
    <w:rsid w:val="00630BC2"/>
    <w:rsid w:val="0063166D"/>
    <w:rsid w:val="006317CF"/>
    <w:rsid w:val="00631868"/>
    <w:rsid w:val="006318BB"/>
    <w:rsid w:val="0063190B"/>
    <w:rsid w:val="00631AB7"/>
    <w:rsid w:val="00631D11"/>
    <w:rsid w:val="00631E37"/>
    <w:rsid w:val="00631F9A"/>
    <w:rsid w:val="00632161"/>
    <w:rsid w:val="006324A9"/>
    <w:rsid w:val="00632525"/>
    <w:rsid w:val="00632A06"/>
    <w:rsid w:val="00633442"/>
    <w:rsid w:val="006337BD"/>
    <w:rsid w:val="006338F6"/>
    <w:rsid w:val="00633BE1"/>
    <w:rsid w:val="00633C85"/>
    <w:rsid w:val="00633EE3"/>
    <w:rsid w:val="00634929"/>
    <w:rsid w:val="00634BEC"/>
    <w:rsid w:val="00634DDD"/>
    <w:rsid w:val="00635194"/>
    <w:rsid w:val="006351B0"/>
    <w:rsid w:val="006353CB"/>
    <w:rsid w:val="0063583B"/>
    <w:rsid w:val="00636521"/>
    <w:rsid w:val="00636B10"/>
    <w:rsid w:val="00636B83"/>
    <w:rsid w:val="00636F0C"/>
    <w:rsid w:val="00637265"/>
    <w:rsid w:val="006379CF"/>
    <w:rsid w:val="00637AF8"/>
    <w:rsid w:val="00637B55"/>
    <w:rsid w:val="00637D80"/>
    <w:rsid w:val="006401D3"/>
    <w:rsid w:val="00640635"/>
    <w:rsid w:val="006407E4"/>
    <w:rsid w:val="00640941"/>
    <w:rsid w:val="006409BD"/>
    <w:rsid w:val="00640BCD"/>
    <w:rsid w:val="00640D5B"/>
    <w:rsid w:val="00640D82"/>
    <w:rsid w:val="00640F98"/>
    <w:rsid w:val="006410B7"/>
    <w:rsid w:val="00641530"/>
    <w:rsid w:val="00641EF4"/>
    <w:rsid w:val="00642097"/>
    <w:rsid w:val="006421F3"/>
    <w:rsid w:val="00642719"/>
    <w:rsid w:val="006427AD"/>
    <w:rsid w:val="006429A4"/>
    <w:rsid w:val="0064316C"/>
    <w:rsid w:val="006437AA"/>
    <w:rsid w:val="00643950"/>
    <w:rsid w:val="00643E70"/>
    <w:rsid w:val="00643F5D"/>
    <w:rsid w:val="00643FAF"/>
    <w:rsid w:val="00644389"/>
    <w:rsid w:val="006443DA"/>
    <w:rsid w:val="00644927"/>
    <w:rsid w:val="00644B58"/>
    <w:rsid w:val="00644BB1"/>
    <w:rsid w:val="0064537A"/>
    <w:rsid w:val="00645671"/>
    <w:rsid w:val="00645970"/>
    <w:rsid w:val="00645E97"/>
    <w:rsid w:val="00645EB3"/>
    <w:rsid w:val="00647091"/>
    <w:rsid w:val="006474E7"/>
    <w:rsid w:val="006474FF"/>
    <w:rsid w:val="006475CD"/>
    <w:rsid w:val="0064797F"/>
    <w:rsid w:val="00647A2C"/>
    <w:rsid w:val="00647AEB"/>
    <w:rsid w:val="00647B78"/>
    <w:rsid w:val="00647D34"/>
    <w:rsid w:val="006501D4"/>
    <w:rsid w:val="006503B1"/>
    <w:rsid w:val="006504BE"/>
    <w:rsid w:val="00650781"/>
    <w:rsid w:val="00650A75"/>
    <w:rsid w:val="00651149"/>
    <w:rsid w:val="00651260"/>
    <w:rsid w:val="00651294"/>
    <w:rsid w:val="00651852"/>
    <w:rsid w:val="006518AD"/>
    <w:rsid w:val="006518E6"/>
    <w:rsid w:val="00651B88"/>
    <w:rsid w:val="00652A6F"/>
    <w:rsid w:val="00652ACF"/>
    <w:rsid w:val="00652DEF"/>
    <w:rsid w:val="00652EAA"/>
    <w:rsid w:val="006537C0"/>
    <w:rsid w:val="00653A98"/>
    <w:rsid w:val="00653B17"/>
    <w:rsid w:val="00653B5A"/>
    <w:rsid w:val="00653E17"/>
    <w:rsid w:val="00653E22"/>
    <w:rsid w:val="00653F8F"/>
    <w:rsid w:val="0065449B"/>
    <w:rsid w:val="00654566"/>
    <w:rsid w:val="00654883"/>
    <w:rsid w:val="006548D1"/>
    <w:rsid w:val="00654C16"/>
    <w:rsid w:val="00655204"/>
    <w:rsid w:val="006553D5"/>
    <w:rsid w:val="00655D40"/>
    <w:rsid w:val="00655FD2"/>
    <w:rsid w:val="006563E7"/>
    <w:rsid w:val="00656C68"/>
    <w:rsid w:val="00656DBE"/>
    <w:rsid w:val="00657038"/>
    <w:rsid w:val="0065761B"/>
    <w:rsid w:val="00657871"/>
    <w:rsid w:val="00657A1D"/>
    <w:rsid w:val="00657AC5"/>
    <w:rsid w:val="00657BD8"/>
    <w:rsid w:val="00657E79"/>
    <w:rsid w:val="00657FAB"/>
    <w:rsid w:val="00660417"/>
    <w:rsid w:val="00660435"/>
    <w:rsid w:val="0066056F"/>
    <w:rsid w:val="00660751"/>
    <w:rsid w:val="00660811"/>
    <w:rsid w:val="006608DD"/>
    <w:rsid w:val="00660ADB"/>
    <w:rsid w:val="00660C16"/>
    <w:rsid w:val="00660D37"/>
    <w:rsid w:val="00660D85"/>
    <w:rsid w:val="00660F9F"/>
    <w:rsid w:val="0066137D"/>
    <w:rsid w:val="00661583"/>
    <w:rsid w:val="006619B7"/>
    <w:rsid w:val="00662320"/>
    <w:rsid w:val="006625AF"/>
    <w:rsid w:val="00662850"/>
    <w:rsid w:val="00662D6D"/>
    <w:rsid w:val="00662E00"/>
    <w:rsid w:val="006630BC"/>
    <w:rsid w:val="006633CA"/>
    <w:rsid w:val="006635F9"/>
    <w:rsid w:val="006637F3"/>
    <w:rsid w:val="00663A00"/>
    <w:rsid w:val="00663D9E"/>
    <w:rsid w:val="00663FF9"/>
    <w:rsid w:val="006640A3"/>
    <w:rsid w:val="006642F6"/>
    <w:rsid w:val="00664828"/>
    <w:rsid w:val="00664875"/>
    <w:rsid w:val="006649F8"/>
    <w:rsid w:val="00664CBC"/>
    <w:rsid w:val="00665070"/>
    <w:rsid w:val="0066526A"/>
    <w:rsid w:val="0066526C"/>
    <w:rsid w:val="00665280"/>
    <w:rsid w:val="0066551A"/>
    <w:rsid w:val="00665616"/>
    <w:rsid w:val="0066567B"/>
    <w:rsid w:val="00665A99"/>
    <w:rsid w:val="00665B76"/>
    <w:rsid w:val="00665EEF"/>
    <w:rsid w:val="00666703"/>
    <w:rsid w:val="0066687F"/>
    <w:rsid w:val="006669D3"/>
    <w:rsid w:val="006669FC"/>
    <w:rsid w:val="00666BA3"/>
    <w:rsid w:val="0066768D"/>
    <w:rsid w:val="00667A1E"/>
    <w:rsid w:val="00667E55"/>
    <w:rsid w:val="00670123"/>
    <w:rsid w:val="006701E3"/>
    <w:rsid w:val="0067030D"/>
    <w:rsid w:val="00670409"/>
    <w:rsid w:val="006708DC"/>
    <w:rsid w:val="00670934"/>
    <w:rsid w:val="00670983"/>
    <w:rsid w:val="00670C8F"/>
    <w:rsid w:val="00670E03"/>
    <w:rsid w:val="006710FB"/>
    <w:rsid w:val="0067114C"/>
    <w:rsid w:val="006715D4"/>
    <w:rsid w:val="006718A6"/>
    <w:rsid w:val="00671A8C"/>
    <w:rsid w:val="00671B91"/>
    <w:rsid w:val="00671D07"/>
    <w:rsid w:val="00672116"/>
    <w:rsid w:val="00672528"/>
    <w:rsid w:val="00672D0D"/>
    <w:rsid w:val="00673513"/>
    <w:rsid w:val="00673AA7"/>
    <w:rsid w:val="00673C5E"/>
    <w:rsid w:val="00673F64"/>
    <w:rsid w:val="0067435B"/>
    <w:rsid w:val="00674BA8"/>
    <w:rsid w:val="00674BE4"/>
    <w:rsid w:val="00674DFE"/>
    <w:rsid w:val="00674EB6"/>
    <w:rsid w:val="00675041"/>
    <w:rsid w:val="00675048"/>
    <w:rsid w:val="006750E2"/>
    <w:rsid w:val="006754CD"/>
    <w:rsid w:val="00675755"/>
    <w:rsid w:val="00675784"/>
    <w:rsid w:val="00675796"/>
    <w:rsid w:val="00675958"/>
    <w:rsid w:val="00675AD4"/>
    <w:rsid w:val="00676352"/>
    <w:rsid w:val="006763E8"/>
    <w:rsid w:val="006764B4"/>
    <w:rsid w:val="0067676F"/>
    <w:rsid w:val="006769B6"/>
    <w:rsid w:val="00676B0C"/>
    <w:rsid w:val="00677EFE"/>
    <w:rsid w:val="0068049B"/>
    <w:rsid w:val="00680879"/>
    <w:rsid w:val="00680BD7"/>
    <w:rsid w:val="00680CFF"/>
    <w:rsid w:val="00680EA9"/>
    <w:rsid w:val="0068105F"/>
    <w:rsid w:val="0068119A"/>
    <w:rsid w:val="0068178E"/>
    <w:rsid w:val="00681EE9"/>
    <w:rsid w:val="0068208C"/>
    <w:rsid w:val="0068221C"/>
    <w:rsid w:val="006827D9"/>
    <w:rsid w:val="0068341A"/>
    <w:rsid w:val="00683830"/>
    <w:rsid w:val="00683D61"/>
    <w:rsid w:val="00683D83"/>
    <w:rsid w:val="006841D2"/>
    <w:rsid w:val="006848CA"/>
    <w:rsid w:val="0068492D"/>
    <w:rsid w:val="006849FD"/>
    <w:rsid w:val="00684A26"/>
    <w:rsid w:val="00684E1F"/>
    <w:rsid w:val="0068570C"/>
    <w:rsid w:val="006859C9"/>
    <w:rsid w:val="00685BFB"/>
    <w:rsid w:val="00685BFC"/>
    <w:rsid w:val="00685C49"/>
    <w:rsid w:val="00685CF7"/>
    <w:rsid w:val="00685E2E"/>
    <w:rsid w:val="00685EBE"/>
    <w:rsid w:val="00686497"/>
    <w:rsid w:val="00686795"/>
    <w:rsid w:val="00687264"/>
    <w:rsid w:val="00687426"/>
    <w:rsid w:val="006874E0"/>
    <w:rsid w:val="006876F9"/>
    <w:rsid w:val="00687ABD"/>
    <w:rsid w:val="00687BDE"/>
    <w:rsid w:val="006900D8"/>
    <w:rsid w:val="00690374"/>
    <w:rsid w:val="006907B7"/>
    <w:rsid w:val="006907F3"/>
    <w:rsid w:val="00690AEC"/>
    <w:rsid w:val="00690C69"/>
    <w:rsid w:val="00690F54"/>
    <w:rsid w:val="0069106F"/>
    <w:rsid w:val="00691247"/>
    <w:rsid w:val="0069145B"/>
    <w:rsid w:val="006915BF"/>
    <w:rsid w:val="00691881"/>
    <w:rsid w:val="00691BFC"/>
    <w:rsid w:val="0069215B"/>
    <w:rsid w:val="00692222"/>
    <w:rsid w:val="006924A8"/>
    <w:rsid w:val="00692630"/>
    <w:rsid w:val="00692B2C"/>
    <w:rsid w:val="00692B54"/>
    <w:rsid w:val="00692CF7"/>
    <w:rsid w:val="00692DFA"/>
    <w:rsid w:val="0069309F"/>
    <w:rsid w:val="006932EB"/>
    <w:rsid w:val="006939F2"/>
    <w:rsid w:val="00693BC8"/>
    <w:rsid w:val="00693F4D"/>
    <w:rsid w:val="00694249"/>
    <w:rsid w:val="00694BA7"/>
    <w:rsid w:val="006953C4"/>
    <w:rsid w:val="00695EFB"/>
    <w:rsid w:val="00695F70"/>
    <w:rsid w:val="00696DEA"/>
    <w:rsid w:val="006970AE"/>
    <w:rsid w:val="006973A0"/>
    <w:rsid w:val="006976D9"/>
    <w:rsid w:val="006978E6"/>
    <w:rsid w:val="006A0B8F"/>
    <w:rsid w:val="006A0CD1"/>
    <w:rsid w:val="006A0DAB"/>
    <w:rsid w:val="006A1497"/>
    <w:rsid w:val="006A181A"/>
    <w:rsid w:val="006A1CB3"/>
    <w:rsid w:val="006A1F9B"/>
    <w:rsid w:val="006A2235"/>
    <w:rsid w:val="006A2775"/>
    <w:rsid w:val="006A3AFC"/>
    <w:rsid w:val="006A3B02"/>
    <w:rsid w:val="006A3B63"/>
    <w:rsid w:val="006A3C93"/>
    <w:rsid w:val="006A3DE0"/>
    <w:rsid w:val="006A3F3E"/>
    <w:rsid w:val="006A4350"/>
    <w:rsid w:val="006A4A5E"/>
    <w:rsid w:val="006A4BB3"/>
    <w:rsid w:val="006A4C31"/>
    <w:rsid w:val="006A4CB7"/>
    <w:rsid w:val="006A51B6"/>
    <w:rsid w:val="006A52D1"/>
    <w:rsid w:val="006A5634"/>
    <w:rsid w:val="006A58E3"/>
    <w:rsid w:val="006A596D"/>
    <w:rsid w:val="006A61A7"/>
    <w:rsid w:val="006A6474"/>
    <w:rsid w:val="006A6595"/>
    <w:rsid w:val="006A66AA"/>
    <w:rsid w:val="006A6A76"/>
    <w:rsid w:val="006A6E35"/>
    <w:rsid w:val="006A70ED"/>
    <w:rsid w:val="006A7601"/>
    <w:rsid w:val="006A7901"/>
    <w:rsid w:val="006A7EA4"/>
    <w:rsid w:val="006B0206"/>
    <w:rsid w:val="006B0243"/>
    <w:rsid w:val="006B086A"/>
    <w:rsid w:val="006B0875"/>
    <w:rsid w:val="006B0974"/>
    <w:rsid w:val="006B0BBC"/>
    <w:rsid w:val="006B0BEC"/>
    <w:rsid w:val="006B0E57"/>
    <w:rsid w:val="006B0EE7"/>
    <w:rsid w:val="006B0FAC"/>
    <w:rsid w:val="006B101F"/>
    <w:rsid w:val="006B11BC"/>
    <w:rsid w:val="006B11D6"/>
    <w:rsid w:val="006B18B1"/>
    <w:rsid w:val="006B1A07"/>
    <w:rsid w:val="006B1ABD"/>
    <w:rsid w:val="006B1AE5"/>
    <w:rsid w:val="006B1E2E"/>
    <w:rsid w:val="006B1F4E"/>
    <w:rsid w:val="006B1FFF"/>
    <w:rsid w:val="006B2132"/>
    <w:rsid w:val="006B2218"/>
    <w:rsid w:val="006B2406"/>
    <w:rsid w:val="006B247E"/>
    <w:rsid w:val="006B26D1"/>
    <w:rsid w:val="006B288F"/>
    <w:rsid w:val="006B2AD0"/>
    <w:rsid w:val="006B2B13"/>
    <w:rsid w:val="006B2E50"/>
    <w:rsid w:val="006B2F4F"/>
    <w:rsid w:val="006B3337"/>
    <w:rsid w:val="006B346D"/>
    <w:rsid w:val="006B39DF"/>
    <w:rsid w:val="006B3B90"/>
    <w:rsid w:val="006B4085"/>
    <w:rsid w:val="006B42E7"/>
    <w:rsid w:val="006B45F7"/>
    <w:rsid w:val="006B48DD"/>
    <w:rsid w:val="006B49AC"/>
    <w:rsid w:val="006B4B64"/>
    <w:rsid w:val="006B4B79"/>
    <w:rsid w:val="006B5683"/>
    <w:rsid w:val="006B5B7E"/>
    <w:rsid w:val="006B5C94"/>
    <w:rsid w:val="006B5EA2"/>
    <w:rsid w:val="006B5FD2"/>
    <w:rsid w:val="006B6815"/>
    <w:rsid w:val="006B68B1"/>
    <w:rsid w:val="006B6953"/>
    <w:rsid w:val="006B6971"/>
    <w:rsid w:val="006B6EB3"/>
    <w:rsid w:val="006B6F22"/>
    <w:rsid w:val="006B7187"/>
    <w:rsid w:val="006B7DC9"/>
    <w:rsid w:val="006B7E39"/>
    <w:rsid w:val="006C0BE1"/>
    <w:rsid w:val="006C0F83"/>
    <w:rsid w:val="006C0FF2"/>
    <w:rsid w:val="006C10A9"/>
    <w:rsid w:val="006C18E1"/>
    <w:rsid w:val="006C1934"/>
    <w:rsid w:val="006C2709"/>
    <w:rsid w:val="006C2918"/>
    <w:rsid w:val="006C2928"/>
    <w:rsid w:val="006C324D"/>
    <w:rsid w:val="006C3250"/>
    <w:rsid w:val="006C3433"/>
    <w:rsid w:val="006C3623"/>
    <w:rsid w:val="006C3C0E"/>
    <w:rsid w:val="006C3E16"/>
    <w:rsid w:val="006C4216"/>
    <w:rsid w:val="006C4C84"/>
    <w:rsid w:val="006C4D09"/>
    <w:rsid w:val="006C4FD7"/>
    <w:rsid w:val="006C50AA"/>
    <w:rsid w:val="006C531E"/>
    <w:rsid w:val="006C5534"/>
    <w:rsid w:val="006C57F9"/>
    <w:rsid w:val="006C58AC"/>
    <w:rsid w:val="006C5A6C"/>
    <w:rsid w:val="006C5A92"/>
    <w:rsid w:val="006C5BF8"/>
    <w:rsid w:val="006C63C6"/>
    <w:rsid w:val="006C689E"/>
    <w:rsid w:val="006C69E1"/>
    <w:rsid w:val="006C76D4"/>
    <w:rsid w:val="006C7A88"/>
    <w:rsid w:val="006C7B29"/>
    <w:rsid w:val="006C7C23"/>
    <w:rsid w:val="006C7C7B"/>
    <w:rsid w:val="006C7FD4"/>
    <w:rsid w:val="006D00D1"/>
    <w:rsid w:val="006D0143"/>
    <w:rsid w:val="006D014D"/>
    <w:rsid w:val="006D037C"/>
    <w:rsid w:val="006D0763"/>
    <w:rsid w:val="006D0D76"/>
    <w:rsid w:val="006D0E11"/>
    <w:rsid w:val="006D0F58"/>
    <w:rsid w:val="006D1345"/>
    <w:rsid w:val="006D1446"/>
    <w:rsid w:val="006D14DD"/>
    <w:rsid w:val="006D175F"/>
    <w:rsid w:val="006D194F"/>
    <w:rsid w:val="006D1B72"/>
    <w:rsid w:val="006D1C84"/>
    <w:rsid w:val="006D1E82"/>
    <w:rsid w:val="006D21C7"/>
    <w:rsid w:val="006D23CE"/>
    <w:rsid w:val="006D28D3"/>
    <w:rsid w:val="006D2EFB"/>
    <w:rsid w:val="006D30AB"/>
    <w:rsid w:val="006D358C"/>
    <w:rsid w:val="006D3E32"/>
    <w:rsid w:val="006D3F2C"/>
    <w:rsid w:val="006D4238"/>
    <w:rsid w:val="006D4389"/>
    <w:rsid w:val="006D44CA"/>
    <w:rsid w:val="006D4557"/>
    <w:rsid w:val="006D4ADB"/>
    <w:rsid w:val="006D4BA4"/>
    <w:rsid w:val="006D4EC4"/>
    <w:rsid w:val="006D4F1F"/>
    <w:rsid w:val="006D541F"/>
    <w:rsid w:val="006D5504"/>
    <w:rsid w:val="006D558D"/>
    <w:rsid w:val="006D566D"/>
    <w:rsid w:val="006D5780"/>
    <w:rsid w:val="006D5BBB"/>
    <w:rsid w:val="006D5D7B"/>
    <w:rsid w:val="006D5D9A"/>
    <w:rsid w:val="006D6280"/>
    <w:rsid w:val="006D62DB"/>
    <w:rsid w:val="006D6697"/>
    <w:rsid w:val="006D6CC2"/>
    <w:rsid w:val="006D6ED5"/>
    <w:rsid w:val="006D6F7A"/>
    <w:rsid w:val="006D7118"/>
    <w:rsid w:val="006D7262"/>
    <w:rsid w:val="006D7509"/>
    <w:rsid w:val="006D7D73"/>
    <w:rsid w:val="006D7DD3"/>
    <w:rsid w:val="006E01FF"/>
    <w:rsid w:val="006E0475"/>
    <w:rsid w:val="006E0A0F"/>
    <w:rsid w:val="006E11C6"/>
    <w:rsid w:val="006E12A2"/>
    <w:rsid w:val="006E14B4"/>
    <w:rsid w:val="006E1507"/>
    <w:rsid w:val="006E1743"/>
    <w:rsid w:val="006E1E99"/>
    <w:rsid w:val="006E2515"/>
    <w:rsid w:val="006E2597"/>
    <w:rsid w:val="006E27E8"/>
    <w:rsid w:val="006E28A3"/>
    <w:rsid w:val="006E2B6E"/>
    <w:rsid w:val="006E2DB0"/>
    <w:rsid w:val="006E32E1"/>
    <w:rsid w:val="006E34CD"/>
    <w:rsid w:val="006E353C"/>
    <w:rsid w:val="006E39C1"/>
    <w:rsid w:val="006E400B"/>
    <w:rsid w:val="006E4142"/>
    <w:rsid w:val="006E42FE"/>
    <w:rsid w:val="006E443E"/>
    <w:rsid w:val="006E47AD"/>
    <w:rsid w:val="006E47BF"/>
    <w:rsid w:val="006E47C2"/>
    <w:rsid w:val="006E4F99"/>
    <w:rsid w:val="006E4FFF"/>
    <w:rsid w:val="006E5088"/>
    <w:rsid w:val="006E533C"/>
    <w:rsid w:val="006E5366"/>
    <w:rsid w:val="006E5967"/>
    <w:rsid w:val="006E5B1F"/>
    <w:rsid w:val="006E5C43"/>
    <w:rsid w:val="006E6442"/>
    <w:rsid w:val="006E64B8"/>
    <w:rsid w:val="006E6524"/>
    <w:rsid w:val="006E65CB"/>
    <w:rsid w:val="006E68A9"/>
    <w:rsid w:val="006E6D62"/>
    <w:rsid w:val="006E6F49"/>
    <w:rsid w:val="006E7098"/>
    <w:rsid w:val="006E7244"/>
    <w:rsid w:val="006E734A"/>
    <w:rsid w:val="006E734B"/>
    <w:rsid w:val="006E74F5"/>
    <w:rsid w:val="006E7506"/>
    <w:rsid w:val="006E7D87"/>
    <w:rsid w:val="006E7EE6"/>
    <w:rsid w:val="006F01A9"/>
    <w:rsid w:val="006F02D4"/>
    <w:rsid w:val="006F05D9"/>
    <w:rsid w:val="006F0839"/>
    <w:rsid w:val="006F093F"/>
    <w:rsid w:val="006F099E"/>
    <w:rsid w:val="006F11C5"/>
    <w:rsid w:val="006F1357"/>
    <w:rsid w:val="006F17BD"/>
    <w:rsid w:val="006F186D"/>
    <w:rsid w:val="006F1944"/>
    <w:rsid w:val="006F194C"/>
    <w:rsid w:val="006F1EDA"/>
    <w:rsid w:val="006F252E"/>
    <w:rsid w:val="006F2BDF"/>
    <w:rsid w:val="006F2C8F"/>
    <w:rsid w:val="006F2CE2"/>
    <w:rsid w:val="006F309F"/>
    <w:rsid w:val="006F30D2"/>
    <w:rsid w:val="006F3339"/>
    <w:rsid w:val="006F3754"/>
    <w:rsid w:val="006F38E2"/>
    <w:rsid w:val="006F3CD3"/>
    <w:rsid w:val="006F3F2F"/>
    <w:rsid w:val="006F4302"/>
    <w:rsid w:val="006F4900"/>
    <w:rsid w:val="006F494A"/>
    <w:rsid w:val="006F4A62"/>
    <w:rsid w:val="006F4C5D"/>
    <w:rsid w:val="006F4C6F"/>
    <w:rsid w:val="006F5366"/>
    <w:rsid w:val="006F53D8"/>
    <w:rsid w:val="006F561A"/>
    <w:rsid w:val="006F5A26"/>
    <w:rsid w:val="006F606E"/>
    <w:rsid w:val="006F6212"/>
    <w:rsid w:val="006F6438"/>
    <w:rsid w:val="006F66DD"/>
    <w:rsid w:val="006F681F"/>
    <w:rsid w:val="006F69A3"/>
    <w:rsid w:val="006F6B65"/>
    <w:rsid w:val="006F7327"/>
    <w:rsid w:val="006F7921"/>
    <w:rsid w:val="006F795A"/>
    <w:rsid w:val="006F7F73"/>
    <w:rsid w:val="007000E8"/>
    <w:rsid w:val="00700117"/>
    <w:rsid w:val="007004C2"/>
    <w:rsid w:val="007006C8"/>
    <w:rsid w:val="007011B2"/>
    <w:rsid w:val="007018D9"/>
    <w:rsid w:val="00701CAE"/>
    <w:rsid w:val="007020C6"/>
    <w:rsid w:val="007020D7"/>
    <w:rsid w:val="0070212B"/>
    <w:rsid w:val="00702145"/>
    <w:rsid w:val="00702193"/>
    <w:rsid w:val="00702788"/>
    <w:rsid w:val="0070296C"/>
    <w:rsid w:val="00702B34"/>
    <w:rsid w:val="00702BFA"/>
    <w:rsid w:val="00702DBF"/>
    <w:rsid w:val="00702FAF"/>
    <w:rsid w:val="0070329A"/>
    <w:rsid w:val="007033D6"/>
    <w:rsid w:val="007036E0"/>
    <w:rsid w:val="0070394B"/>
    <w:rsid w:val="00703CA2"/>
    <w:rsid w:val="00703ED5"/>
    <w:rsid w:val="00703FFE"/>
    <w:rsid w:val="007040E8"/>
    <w:rsid w:val="00704579"/>
    <w:rsid w:val="0070458F"/>
    <w:rsid w:val="007045D6"/>
    <w:rsid w:val="007046D6"/>
    <w:rsid w:val="00704743"/>
    <w:rsid w:val="00704CB2"/>
    <w:rsid w:val="00704E3B"/>
    <w:rsid w:val="00704EDD"/>
    <w:rsid w:val="007050FD"/>
    <w:rsid w:val="00705173"/>
    <w:rsid w:val="00705677"/>
    <w:rsid w:val="00705BE8"/>
    <w:rsid w:val="007061D6"/>
    <w:rsid w:val="0070648A"/>
    <w:rsid w:val="00706CBF"/>
    <w:rsid w:val="00706CF5"/>
    <w:rsid w:val="00706DCE"/>
    <w:rsid w:val="00706F09"/>
    <w:rsid w:val="007071F8"/>
    <w:rsid w:val="00707837"/>
    <w:rsid w:val="00710255"/>
    <w:rsid w:val="00710A81"/>
    <w:rsid w:val="00710C76"/>
    <w:rsid w:val="00710E6E"/>
    <w:rsid w:val="00711776"/>
    <w:rsid w:val="007117F0"/>
    <w:rsid w:val="00711813"/>
    <w:rsid w:val="00711B80"/>
    <w:rsid w:val="00711C05"/>
    <w:rsid w:val="00711F9B"/>
    <w:rsid w:val="00711FD9"/>
    <w:rsid w:val="0071220A"/>
    <w:rsid w:val="00712350"/>
    <w:rsid w:val="007129EA"/>
    <w:rsid w:val="00712EA9"/>
    <w:rsid w:val="00713248"/>
    <w:rsid w:val="00713694"/>
    <w:rsid w:val="00713A9F"/>
    <w:rsid w:val="00713E80"/>
    <w:rsid w:val="00713F48"/>
    <w:rsid w:val="00713F86"/>
    <w:rsid w:val="00714285"/>
    <w:rsid w:val="00714378"/>
    <w:rsid w:val="0071442A"/>
    <w:rsid w:val="00714585"/>
    <w:rsid w:val="00714855"/>
    <w:rsid w:val="00714A48"/>
    <w:rsid w:val="00714B2F"/>
    <w:rsid w:val="007155A5"/>
    <w:rsid w:val="0071648A"/>
    <w:rsid w:val="007164A5"/>
    <w:rsid w:val="00716A45"/>
    <w:rsid w:val="00716F5D"/>
    <w:rsid w:val="00717045"/>
    <w:rsid w:val="00717E43"/>
    <w:rsid w:val="00717FCE"/>
    <w:rsid w:val="007201A0"/>
    <w:rsid w:val="007201B1"/>
    <w:rsid w:val="0072026C"/>
    <w:rsid w:val="00720291"/>
    <w:rsid w:val="007209A2"/>
    <w:rsid w:val="007209B8"/>
    <w:rsid w:val="007209E1"/>
    <w:rsid w:val="00720D39"/>
    <w:rsid w:val="00720D6F"/>
    <w:rsid w:val="007214C0"/>
    <w:rsid w:val="00721D8C"/>
    <w:rsid w:val="00722428"/>
    <w:rsid w:val="007226B6"/>
    <w:rsid w:val="0072282A"/>
    <w:rsid w:val="007228F0"/>
    <w:rsid w:val="00722A4B"/>
    <w:rsid w:val="0072357D"/>
    <w:rsid w:val="00723799"/>
    <w:rsid w:val="00723AF2"/>
    <w:rsid w:val="00723BCF"/>
    <w:rsid w:val="00724065"/>
    <w:rsid w:val="00724172"/>
    <w:rsid w:val="00724598"/>
    <w:rsid w:val="0072482D"/>
    <w:rsid w:val="00724BF1"/>
    <w:rsid w:val="00724C39"/>
    <w:rsid w:val="0072566D"/>
    <w:rsid w:val="00725821"/>
    <w:rsid w:val="00725C0B"/>
    <w:rsid w:val="00725CE2"/>
    <w:rsid w:val="00726037"/>
    <w:rsid w:val="007260C9"/>
    <w:rsid w:val="007270B2"/>
    <w:rsid w:val="007273AF"/>
    <w:rsid w:val="007277B3"/>
    <w:rsid w:val="007277BF"/>
    <w:rsid w:val="00727A24"/>
    <w:rsid w:val="00727C0D"/>
    <w:rsid w:val="00727C56"/>
    <w:rsid w:val="00727C6D"/>
    <w:rsid w:val="00730085"/>
    <w:rsid w:val="00730269"/>
    <w:rsid w:val="007302B8"/>
    <w:rsid w:val="00730547"/>
    <w:rsid w:val="00730682"/>
    <w:rsid w:val="007306E3"/>
    <w:rsid w:val="007309ED"/>
    <w:rsid w:val="0073123B"/>
    <w:rsid w:val="00731EFD"/>
    <w:rsid w:val="0073200C"/>
    <w:rsid w:val="0073206A"/>
    <w:rsid w:val="007323BC"/>
    <w:rsid w:val="00732488"/>
    <w:rsid w:val="007338CE"/>
    <w:rsid w:val="00733C3D"/>
    <w:rsid w:val="0073445E"/>
    <w:rsid w:val="007345CC"/>
    <w:rsid w:val="00734B0E"/>
    <w:rsid w:val="00734B88"/>
    <w:rsid w:val="00735113"/>
    <w:rsid w:val="00735131"/>
    <w:rsid w:val="007351C8"/>
    <w:rsid w:val="00735472"/>
    <w:rsid w:val="007354F0"/>
    <w:rsid w:val="0073553E"/>
    <w:rsid w:val="00735628"/>
    <w:rsid w:val="00735DFC"/>
    <w:rsid w:val="00735E22"/>
    <w:rsid w:val="0073614A"/>
    <w:rsid w:val="0073637F"/>
    <w:rsid w:val="00736C45"/>
    <w:rsid w:val="00736D2B"/>
    <w:rsid w:val="00736E69"/>
    <w:rsid w:val="00736FE1"/>
    <w:rsid w:val="007372F5"/>
    <w:rsid w:val="00737341"/>
    <w:rsid w:val="00737564"/>
    <w:rsid w:val="007376DC"/>
    <w:rsid w:val="00737806"/>
    <w:rsid w:val="00737A4F"/>
    <w:rsid w:val="00737B1F"/>
    <w:rsid w:val="00737D63"/>
    <w:rsid w:val="00737F39"/>
    <w:rsid w:val="00740068"/>
    <w:rsid w:val="007400FB"/>
    <w:rsid w:val="00740495"/>
    <w:rsid w:val="00740FDE"/>
    <w:rsid w:val="00741063"/>
    <w:rsid w:val="0074138C"/>
    <w:rsid w:val="00741757"/>
    <w:rsid w:val="00741EB8"/>
    <w:rsid w:val="00742248"/>
    <w:rsid w:val="007424D0"/>
    <w:rsid w:val="0074287C"/>
    <w:rsid w:val="0074319D"/>
    <w:rsid w:val="0074340C"/>
    <w:rsid w:val="00743733"/>
    <w:rsid w:val="007438A6"/>
    <w:rsid w:val="0074455F"/>
    <w:rsid w:val="007448A4"/>
    <w:rsid w:val="00744D4C"/>
    <w:rsid w:val="00744DD8"/>
    <w:rsid w:val="00745010"/>
    <w:rsid w:val="0074558B"/>
    <w:rsid w:val="0074566A"/>
    <w:rsid w:val="007458F7"/>
    <w:rsid w:val="00745E76"/>
    <w:rsid w:val="00745F56"/>
    <w:rsid w:val="00746039"/>
    <w:rsid w:val="007463E7"/>
    <w:rsid w:val="00746504"/>
    <w:rsid w:val="0074682B"/>
    <w:rsid w:val="00746D14"/>
    <w:rsid w:val="00746F8F"/>
    <w:rsid w:val="007473CA"/>
    <w:rsid w:val="0074785F"/>
    <w:rsid w:val="007478AC"/>
    <w:rsid w:val="007502B6"/>
    <w:rsid w:val="00750302"/>
    <w:rsid w:val="007503A7"/>
    <w:rsid w:val="007505F7"/>
    <w:rsid w:val="00750945"/>
    <w:rsid w:val="00750F6A"/>
    <w:rsid w:val="00751421"/>
    <w:rsid w:val="00751925"/>
    <w:rsid w:val="007519D3"/>
    <w:rsid w:val="00751FAF"/>
    <w:rsid w:val="007525C4"/>
    <w:rsid w:val="00752959"/>
    <w:rsid w:val="007529C5"/>
    <w:rsid w:val="00752A25"/>
    <w:rsid w:val="00752A6E"/>
    <w:rsid w:val="00752AE1"/>
    <w:rsid w:val="00752D8F"/>
    <w:rsid w:val="00752FDE"/>
    <w:rsid w:val="007530E1"/>
    <w:rsid w:val="00753357"/>
    <w:rsid w:val="007537AE"/>
    <w:rsid w:val="00753813"/>
    <w:rsid w:val="00753916"/>
    <w:rsid w:val="00753C96"/>
    <w:rsid w:val="00753F3F"/>
    <w:rsid w:val="00753F56"/>
    <w:rsid w:val="00754125"/>
    <w:rsid w:val="007541A5"/>
    <w:rsid w:val="00754454"/>
    <w:rsid w:val="0075473B"/>
    <w:rsid w:val="00754A0D"/>
    <w:rsid w:val="00754D33"/>
    <w:rsid w:val="0075535D"/>
    <w:rsid w:val="00755403"/>
    <w:rsid w:val="0075551F"/>
    <w:rsid w:val="00755D17"/>
    <w:rsid w:val="007562CA"/>
    <w:rsid w:val="00756358"/>
    <w:rsid w:val="00756740"/>
    <w:rsid w:val="0075690E"/>
    <w:rsid w:val="00756DBB"/>
    <w:rsid w:val="00756F17"/>
    <w:rsid w:val="007572FC"/>
    <w:rsid w:val="00757C5E"/>
    <w:rsid w:val="007600E9"/>
    <w:rsid w:val="007602BD"/>
    <w:rsid w:val="00760415"/>
    <w:rsid w:val="00760789"/>
    <w:rsid w:val="0076098D"/>
    <w:rsid w:val="0076109A"/>
    <w:rsid w:val="007610BC"/>
    <w:rsid w:val="0076117A"/>
    <w:rsid w:val="0076131A"/>
    <w:rsid w:val="00761547"/>
    <w:rsid w:val="0076155D"/>
    <w:rsid w:val="0076157C"/>
    <w:rsid w:val="00761708"/>
    <w:rsid w:val="00761CDC"/>
    <w:rsid w:val="00762039"/>
    <w:rsid w:val="007621BF"/>
    <w:rsid w:val="007621FE"/>
    <w:rsid w:val="00762F60"/>
    <w:rsid w:val="00763003"/>
    <w:rsid w:val="007634F5"/>
    <w:rsid w:val="007637DD"/>
    <w:rsid w:val="0076394D"/>
    <w:rsid w:val="00763E4E"/>
    <w:rsid w:val="00763EB9"/>
    <w:rsid w:val="00764304"/>
    <w:rsid w:val="00764BC2"/>
    <w:rsid w:val="00764CCB"/>
    <w:rsid w:val="00764E04"/>
    <w:rsid w:val="00764E43"/>
    <w:rsid w:val="007650DB"/>
    <w:rsid w:val="00765399"/>
    <w:rsid w:val="00765430"/>
    <w:rsid w:val="00765503"/>
    <w:rsid w:val="00765668"/>
    <w:rsid w:val="007656F5"/>
    <w:rsid w:val="007659D8"/>
    <w:rsid w:val="00765B08"/>
    <w:rsid w:val="00765C19"/>
    <w:rsid w:val="00765E9E"/>
    <w:rsid w:val="0076627A"/>
    <w:rsid w:val="007662AC"/>
    <w:rsid w:val="00766524"/>
    <w:rsid w:val="007666ED"/>
    <w:rsid w:val="00766750"/>
    <w:rsid w:val="00766E29"/>
    <w:rsid w:val="007676BC"/>
    <w:rsid w:val="00767866"/>
    <w:rsid w:val="007678DD"/>
    <w:rsid w:val="00767A24"/>
    <w:rsid w:val="00767B8F"/>
    <w:rsid w:val="00767BAE"/>
    <w:rsid w:val="007700A8"/>
    <w:rsid w:val="00770210"/>
    <w:rsid w:val="0077023A"/>
    <w:rsid w:val="0077046C"/>
    <w:rsid w:val="00770B24"/>
    <w:rsid w:val="00770E58"/>
    <w:rsid w:val="0077104F"/>
    <w:rsid w:val="007710AD"/>
    <w:rsid w:val="00771334"/>
    <w:rsid w:val="00771657"/>
    <w:rsid w:val="007718B5"/>
    <w:rsid w:val="00771BC5"/>
    <w:rsid w:val="00772549"/>
    <w:rsid w:val="007725D3"/>
    <w:rsid w:val="0077276C"/>
    <w:rsid w:val="00772D43"/>
    <w:rsid w:val="00772EEE"/>
    <w:rsid w:val="0077328D"/>
    <w:rsid w:val="007733F1"/>
    <w:rsid w:val="0077360F"/>
    <w:rsid w:val="00773AB1"/>
    <w:rsid w:val="00773B3E"/>
    <w:rsid w:val="00773BC5"/>
    <w:rsid w:val="00773D3B"/>
    <w:rsid w:val="00773DBD"/>
    <w:rsid w:val="0077407E"/>
    <w:rsid w:val="007742B7"/>
    <w:rsid w:val="00774411"/>
    <w:rsid w:val="00774B55"/>
    <w:rsid w:val="00774C2E"/>
    <w:rsid w:val="00774F03"/>
    <w:rsid w:val="00775239"/>
    <w:rsid w:val="00775812"/>
    <w:rsid w:val="00775C87"/>
    <w:rsid w:val="00775FA4"/>
    <w:rsid w:val="00776235"/>
    <w:rsid w:val="007767AE"/>
    <w:rsid w:val="00776C2C"/>
    <w:rsid w:val="00777300"/>
    <w:rsid w:val="00777626"/>
    <w:rsid w:val="00777B00"/>
    <w:rsid w:val="00777F21"/>
    <w:rsid w:val="00780731"/>
    <w:rsid w:val="00780BAB"/>
    <w:rsid w:val="00780DAB"/>
    <w:rsid w:val="00780DB8"/>
    <w:rsid w:val="00780FD3"/>
    <w:rsid w:val="007811C7"/>
    <w:rsid w:val="00781911"/>
    <w:rsid w:val="007819BB"/>
    <w:rsid w:val="00781B2D"/>
    <w:rsid w:val="00782127"/>
    <w:rsid w:val="0078232A"/>
    <w:rsid w:val="00782B22"/>
    <w:rsid w:val="00782B9F"/>
    <w:rsid w:val="00782CA5"/>
    <w:rsid w:val="00782D91"/>
    <w:rsid w:val="00782DEF"/>
    <w:rsid w:val="00782ED2"/>
    <w:rsid w:val="007831CD"/>
    <w:rsid w:val="0078321B"/>
    <w:rsid w:val="0078385B"/>
    <w:rsid w:val="00783A8D"/>
    <w:rsid w:val="00783C9C"/>
    <w:rsid w:val="00784151"/>
    <w:rsid w:val="0078484D"/>
    <w:rsid w:val="007848B9"/>
    <w:rsid w:val="00784DA2"/>
    <w:rsid w:val="00784E1E"/>
    <w:rsid w:val="00784F00"/>
    <w:rsid w:val="007853B6"/>
    <w:rsid w:val="007854AD"/>
    <w:rsid w:val="0078593D"/>
    <w:rsid w:val="00785EC8"/>
    <w:rsid w:val="00785F05"/>
    <w:rsid w:val="007862FF"/>
    <w:rsid w:val="007863B6"/>
    <w:rsid w:val="00786418"/>
    <w:rsid w:val="0078659E"/>
    <w:rsid w:val="007866FF"/>
    <w:rsid w:val="007867E7"/>
    <w:rsid w:val="007868D0"/>
    <w:rsid w:val="00786902"/>
    <w:rsid w:val="00786B9B"/>
    <w:rsid w:val="00786BAD"/>
    <w:rsid w:val="0078721D"/>
    <w:rsid w:val="0078782E"/>
    <w:rsid w:val="0078792F"/>
    <w:rsid w:val="00787964"/>
    <w:rsid w:val="00787A2B"/>
    <w:rsid w:val="00787E5A"/>
    <w:rsid w:val="00790B23"/>
    <w:rsid w:val="00790FF9"/>
    <w:rsid w:val="00791402"/>
    <w:rsid w:val="00791570"/>
    <w:rsid w:val="00791581"/>
    <w:rsid w:val="00791927"/>
    <w:rsid w:val="007919DF"/>
    <w:rsid w:val="00791B6B"/>
    <w:rsid w:val="00791B70"/>
    <w:rsid w:val="007929E5"/>
    <w:rsid w:val="00792BE1"/>
    <w:rsid w:val="00792D16"/>
    <w:rsid w:val="00792F2B"/>
    <w:rsid w:val="00793428"/>
    <w:rsid w:val="007934B5"/>
    <w:rsid w:val="007935A0"/>
    <w:rsid w:val="0079370F"/>
    <w:rsid w:val="00793D88"/>
    <w:rsid w:val="00793EFA"/>
    <w:rsid w:val="00793F2A"/>
    <w:rsid w:val="0079406D"/>
    <w:rsid w:val="00794266"/>
    <w:rsid w:val="00794518"/>
    <w:rsid w:val="00794675"/>
    <w:rsid w:val="00794683"/>
    <w:rsid w:val="00794C2D"/>
    <w:rsid w:val="00794D7C"/>
    <w:rsid w:val="00794E39"/>
    <w:rsid w:val="00794FEB"/>
    <w:rsid w:val="007953DF"/>
    <w:rsid w:val="00795667"/>
    <w:rsid w:val="00795698"/>
    <w:rsid w:val="0079569F"/>
    <w:rsid w:val="00795895"/>
    <w:rsid w:val="00795CC5"/>
    <w:rsid w:val="00795ED9"/>
    <w:rsid w:val="00795F34"/>
    <w:rsid w:val="00796015"/>
    <w:rsid w:val="00796428"/>
    <w:rsid w:val="00796904"/>
    <w:rsid w:val="00797109"/>
    <w:rsid w:val="00797336"/>
    <w:rsid w:val="0079744A"/>
    <w:rsid w:val="00797AAF"/>
    <w:rsid w:val="00797D9C"/>
    <w:rsid w:val="00797DF8"/>
    <w:rsid w:val="00797E5E"/>
    <w:rsid w:val="007A0164"/>
    <w:rsid w:val="007A0217"/>
    <w:rsid w:val="007A05A5"/>
    <w:rsid w:val="007A08F5"/>
    <w:rsid w:val="007A0BC7"/>
    <w:rsid w:val="007A0DA6"/>
    <w:rsid w:val="007A12F8"/>
    <w:rsid w:val="007A176E"/>
    <w:rsid w:val="007A1D5D"/>
    <w:rsid w:val="007A22A0"/>
    <w:rsid w:val="007A2379"/>
    <w:rsid w:val="007A2693"/>
    <w:rsid w:val="007A30D0"/>
    <w:rsid w:val="007A3840"/>
    <w:rsid w:val="007A3C42"/>
    <w:rsid w:val="007A3CD8"/>
    <w:rsid w:val="007A3DD9"/>
    <w:rsid w:val="007A417C"/>
    <w:rsid w:val="007A45D5"/>
    <w:rsid w:val="007A479C"/>
    <w:rsid w:val="007A4BAE"/>
    <w:rsid w:val="007A4D2E"/>
    <w:rsid w:val="007A4D36"/>
    <w:rsid w:val="007A4D67"/>
    <w:rsid w:val="007A4D71"/>
    <w:rsid w:val="007A4E6F"/>
    <w:rsid w:val="007A4E76"/>
    <w:rsid w:val="007A50F5"/>
    <w:rsid w:val="007A54B3"/>
    <w:rsid w:val="007A558B"/>
    <w:rsid w:val="007A5793"/>
    <w:rsid w:val="007A5AE6"/>
    <w:rsid w:val="007A5B2D"/>
    <w:rsid w:val="007A5D64"/>
    <w:rsid w:val="007A60E1"/>
    <w:rsid w:val="007A6315"/>
    <w:rsid w:val="007A64E9"/>
    <w:rsid w:val="007A6553"/>
    <w:rsid w:val="007A6800"/>
    <w:rsid w:val="007A6985"/>
    <w:rsid w:val="007A78B2"/>
    <w:rsid w:val="007A7AAB"/>
    <w:rsid w:val="007A7D09"/>
    <w:rsid w:val="007A7ED9"/>
    <w:rsid w:val="007B0126"/>
    <w:rsid w:val="007B056B"/>
    <w:rsid w:val="007B058E"/>
    <w:rsid w:val="007B05D0"/>
    <w:rsid w:val="007B09A8"/>
    <w:rsid w:val="007B0AF2"/>
    <w:rsid w:val="007B106C"/>
    <w:rsid w:val="007B18E2"/>
    <w:rsid w:val="007B1A71"/>
    <w:rsid w:val="007B1C56"/>
    <w:rsid w:val="007B1EB6"/>
    <w:rsid w:val="007B2074"/>
    <w:rsid w:val="007B2504"/>
    <w:rsid w:val="007B27D2"/>
    <w:rsid w:val="007B2CA2"/>
    <w:rsid w:val="007B3114"/>
    <w:rsid w:val="007B313D"/>
    <w:rsid w:val="007B320E"/>
    <w:rsid w:val="007B3648"/>
    <w:rsid w:val="007B37E6"/>
    <w:rsid w:val="007B3BA5"/>
    <w:rsid w:val="007B3DAE"/>
    <w:rsid w:val="007B3E25"/>
    <w:rsid w:val="007B3ED8"/>
    <w:rsid w:val="007B3FC3"/>
    <w:rsid w:val="007B427A"/>
    <w:rsid w:val="007B4D58"/>
    <w:rsid w:val="007B4E02"/>
    <w:rsid w:val="007B4FF7"/>
    <w:rsid w:val="007B5294"/>
    <w:rsid w:val="007B5571"/>
    <w:rsid w:val="007B5ABF"/>
    <w:rsid w:val="007B5B4D"/>
    <w:rsid w:val="007B5D80"/>
    <w:rsid w:val="007B6187"/>
    <w:rsid w:val="007B6277"/>
    <w:rsid w:val="007B6393"/>
    <w:rsid w:val="007B63B1"/>
    <w:rsid w:val="007B641A"/>
    <w:rsid w:val="007B6601"/>
    <w:rsid w:val="007B6B20"/>
    <w:rsid w:val="007B6ED8"/>
    <w:rsid w:val="007B719B"/>
    <w:rsid w:val="007B728C"/>
    <w:rsid w:val="007B7351"/>
    <w:rsid w:val="007B7443"/>
    <w:rsid w:val="007B7B29"/>
    <w:rsid w:val="007C0402"/>
    <w:rsid w:val="007C089B"/>
    <w:rsid w:val="007C0AD3"/>
    <w:rsid w:val="007C0C2F"/>
    <w:rsid w:val="007C18E2"/>
    <w:rsid w:val="007C1E5A"/>
    <w:rsid w:val="007C208C"/>
    <w:rsid w:val="007C2387"/>
    <w:rsid w:val="007C2485"/>
    <w:rsid w:val="007C2527"/>
    <w:rsid w:val="007C26E5"/>
    <w:rsid w:val="007C27B7"/>
    <w:rsid w:val="007C2E55"/>
    <w:rsid w:val="007C2E69"/>
    <w:rsid w:val="007C33EC"/>
    <w:rsid w:val="007C3CF6"/>
    <w:rsid w:val="007C3D53"/>
    <w:rsid w:val="007C4676"/>
    <w:rsid w:val="007C485C"/>
    <w:rsid w:val="007C48B3"/>
    <w:rsid w:val="007C4D9E"/>
    <w:rsid w:val="007C4E59"/>
    <w:rsid w:val="007C4F09"/>
    <w:rsid w:val="007C5063"/>
    <w:rsid w:val="007C5182"/>
    <w:rsid w:val="007C52E4"/>
    <w:rsid w:val="007C536F"/>
    <w:rsid w:val="007C569E"/>
    <w:rsid w:val="007C5917"/>
    <w:rsid w:val="007C60A8"/>
    <w:rsid w:val="007C61C7"/>
    <w:rsid w:val="007C6231"/>
    <w:rsid w:val="007C623C"/>
    <w:rsid w:val="007C6526"/>
    <w:rsid w:val="007C6570"/>
    <w:rsid w:val="007C7469"/>
    <w:rsid w:val="007C7965"/>
    <w:rsid w:val="007C7A0B"/>
    <w:rsid w:val="007C7AAF"/>
    <w:rsid w:val="007C7DAE"/>
    <w:rsid w:val="007C7EC7"/>
    <w:rsid w:val="007C7F5F"/>
    <w:rsid w:val="007D021D"/>
    <w:rsid w:val="007D03FA"/>
    <w:rsid w:val="007D0680"/>
    <w:rsid w:val="007D0747"/>
    <w:rsid w:val="007D07D7"/>
    <w:rsid w:val="007D08BB"/>
    <w:rsid w:val="007D0A78"/>
    <w:rsid w:val="007D0FC9"/>
    <w:rsid w:val="007D0FEC"/>
    <w:rsid w:val="007D16AF"/>
    <w:rsid w:val="007D2027"/>
    <w:rsid w:val="007D228B"/>
    <w:rsid w:val="007D247D"/>
    <w:rsid w:val="007D26CD"/>
    <w:rsid w:val="007D287D"/>
    <w:rsid w:val="007D2962"/>
    <w:rsid w:val="007D2C37"/>
    <w:rsid w:val="007D2DE7"/>
    <w:rsid w:val="007D31DB"/>
    <w:rsid w:val="007D33B6"/>
    <w:rsid w:val="007D3799"/>
    <w:rsid w:val="007D3C55"/>
    <w:rsid w:val="007D4145"/>
    <w:rsid w:val="007D4208"/>
    <w:rsid w:val="007D42A9"/>
    <w:rsid w:val="007D430F"/>
    <w:rsid w:val="007D431F"/>
    <w:rsid w:val="007D44D9"/>
    <w:rsid w:val="007D452D"/>
    <w:rsid w:val="007D4615"/>
    <w:rsid w:val="007D47A8"/>
    <w:rsid w:val="007D4FBD"/>
    <w:rsid w:val="007D5189"/>
    <w:rsid w:val="007D528B"/>
    <w:rsid w:val="007D55AF"/>
    <w:rsid w:val="007D582E"/>
    <w:rsid w:val="007D5CA6"/>
    <w:rsid w:val="007D5F72"/>
    <w:rsid w:val="007D601B"/>
    <w:rsid w:val="007D68C0"/>
    <w:rsid w:val="007D6B6D"/>
    <w:rsid w:val="007D6E64"/>
    <w:rsid w:val="007D7217"/>
    <w:rsid w:val="007D724F"/>
    <w:rsid w:val="007D72D9"/>
    <w:rsid w:val="007D7800"/>
    <w:rsid w:val="007D78BC"/>
    <w:rsid w:val="007D7CBE"/>
    <w:rsid w:val="007D7F18"/>
    <w:rsid w:val="007D7F2A"/>
    <w:rsid w:val="007E0335"/>
    <w:rsid w:val="007E03D3"/>
    <w:rsid w:val="007E0419"/>
    <w:rsid w:val="007E04CD"/>
    <w:rsid w:val="007E05E8"/>
    <w:rsid w:val="007E08C0"/>
    <w:rsid w:val="007E0C1F"/>
    <w:rsid w:val="007E0D87"/>
    <w:rsid w:val="007E0F32"/>
    <w:rsid w:val="007E11E3"/>
    <w:rsid w:val="007E1667"/>
    <w:rsid w:val="007E178D"/>
    <w:rsid w:val="007E1D7D"/>
    <w:rsid w:val="007E1F50"/>
    <w:rsid w:val="007E1F91"/>
    <w:rsid w:val="007E2038"/>
    <w:rsid w:val="007E2343"/>
    <w:rsid w:val="007E2517"/>
    <w:rsid w:val="007E2932"/>
    <w:rsid w:val="007E306E"/>
    <w:rsid w:val="007E34DD"/>
    <w:rsid w:val="007E382F"/>
    <w:rsid w:val="007E3AAE"/>
    <w:rsid w:val="007E3AC3"/>
    <w:rsid w:val="007E3EBA"/>
    <w:rsid w:val="007E43F5"/>
    <w:rsid w:val="007E4462"/>
    <w:rsid w:val="007E471D"/>
    <w:rsid w:val="007E48B3"/>
    <w:rsid w:val="007E4E3E"/>
    <w:rsid w:val="007E52EE"/>
    <w:rsid w:val="007E5357"/>
    <w:rsid w:val="007E53EB"/>
    <w:rsid w:val="007E57A2"/>
    <w:rsid w:val="007E5C56"/>
    <w:rsid w:val="007E622D"/>
    <w:rsid w:val="007E682B"/>
    <w:rsid w:val="007E696C"/>
    <w:rsid w:val="007E69D9"/>
    <w:rsid w:val="007E69DD"/>
    <w:rsid w:val="007E6CAD"/>
    <w:rsid w:val="007E72F5"/>
    <w:rsid w:val="007E78C1"/>
    <w:rsid w:val="007E7995"/>
    <w:rsid w:val="007E7C74"/>
    <w:rsid w:val="007E7D72"/>
    <w:rsid w:val="007E7FAE"/>
    <w:rsid w:val="007F000F"/>
    <w:rsid w:val="007F02F7"/>
    <w:rsid w:val="007F0360"/>
    <w:rsid w:val="007F06E3"/>
    <w:rsid w:val="007F0871"/>
    <w:rsid w:val="007F0924"/>
    <w:rsid w:val="007F0D10"/>
    <w:rsid w:val="007F0E53"/>
    <w:rsid w:val="007F12D2"/>
    <w:rsid w:val="007F1442"/>
    <w:rsid w:val="007F17F4"/>
    <w:rsid w:val="007F1EB2"/>
    <w:rsid w:val="007F1EC6"/>
    <w:rsid w:val="007F2757"/>
    <w:rsid w:val="007F2761"/>
    <w:rsid w:val="007F283A"/>
    <w:rsid w:val="007F297B"/>
    <w:rsid w:val="007F2F02"/>
    <w:rsid w:val="007F3402"/>
    <w:rsid w:val="007F3DE3"/>
    <w:rsid w:val="007F3E6E"/>
    <w:rsid w:val="007F4093"/>
    <w:rsid w:val="007F4924"/>
    <w:rsid w:val="007F4D8F"/>
    <w:rsid w:val="007F4DF9"/>
    <w:rsid w:val="007F5069"/>
    <w:rsid w:val="007F5748"/>
    <w:rsid w:val="007F580A"/>
    <w:rsid w:val="007F58C4"/>
    <w:rsid w:val="007F5C22"/>
    <w:rsid w:val="007F617F"/>
    <w:rsid w:val="007F6791"/>
    <w:rsid w:val="007F69F4"/>
    <w:rsid w:val="007F6B2D"/>
    <w:rsid w:val="007F72D0"/>
    <w:rsid w:val="007F73A7"/>
    <w:rsid w:val="007F7A50"/>
    <w:rsid w:val="007F7BF8"/>
    <w:rsid w:val="007F7F86"/>
    <w:rsid w:val="0080028E"/>
    <w:rsid w:val="008002F2"/>
    <w:rsid w:val="0080040C"/>
    <w:rsid w:val="00800B9B"/>
    <w:rsid w:val="00800D2E"/>
    <w:rsid w:val="00801246"/>
    <w:rsid w:val="00801525"/>
    <w:rsid w:val="00801547"/>
    <w:rsid w:val="008017FC"/>
    <w:rsid w:val="00801CC3"/>
    <w:rsid w:val="0080220E"/>
    <w:rsid w:val="008022AE"/>
    <w:rsid w:val="008024BD"/>
    <w:rsid w:val="0080250C"/>
    <w:rsid w:val="00802699"/>
    <w:rsid w:val="0080272A"/>
    <w:rsid w:val="00802F9F"/>
    <w:rsid w:val="00803500"/>
    <w:rsid w:val="008038D6"/>
    <w:rsid w:val="0080397A"/>
    <w:rsid w:val="00803F47"/>
    <w:rsid w:val="00804020"/>
    <w:rsid w:val="0080402D"/>
    <w:rsid w:val="00804E04"/>
    <w:rsid w:val="008054F0"/>
    <w:rsid w:val="00805500"/>
    <w:rsid w:val="00805768"/>
    <w:rsid w:val="00805988"/>
    <w:rsid w:val="00805E99"/>
    <w:rsid w:val="00806236"/>
    <w:rsid w:val="00806358"/>
    <w:rsid w:val="0080642F"/>
    <w:rsid w:val="00806869"/>
    <w:rsid w:val="008068C7"/>
    <w:rsid w:val="008068FA"/>
    <w:rsid w:val="00806BD7"/>
    <w:rsid w:val="00806F71"/>
    <w:rsid w:val="00807797"/>
    <w:rsid w:val="00807A5E"/>
    <w:rsid w:val="00807AA5"/>
    <w:rsid w:val="00807C4A"/>
    <w:rsid w:val="00807FF0"/>
    <w:rsid w:val="0081007B"/>
    <w:rsid w:val="008106FA"/>
    <w:rsid w:val="008108DB"/>
    <w:rsid w:val="00810C4E"/>
    <w:rsid w:val="00810C57"/>
    <w:rsid w:val="00810CC0"/>
    <w:rsid w:val="00810CCD"/>
    <w:rsid w:val="00810ECE"/>
    <w:rsid w:val="0081100E"/>
    <w:rsid w:val="00811015"/>
    <w:rsid w:val="008110EE"/>
    <w:rsid w:val="00811601"/>
    <w:rsid w:val="00811712"/>
    <w:rsid w:val="00811981"/>
    <w:rsid w:val="00811D38"/>
    <w:rsid w:val="0081222F"/>
    <w:rsid w:val="00812887"/>
    <w:rsid w:val="008129EF"/>
    <w:rsid w:val="00813091"/>
    <w:rsid w:val="00813CE9"/>
    <w:rsid w:val="00813D8C"/>
    <w:rsid w:val="00813DE0"/>
    <w:rsid w:val="008148D2"/>
    <w:rsid w:val="008150DA"/>
    <w:rsid w:val="008155D5"/>
    <w:rsid w:val="00815FFD"/>
    <w:rsid w:val="008161D1"/>
    <w:rsid w:val="00816270"/>
    <w:rsid w:val="00816994"/>
    <w:rsid w:val="00816CB2"/>
    <w:rsid w:val="0081717E"/>
    <w:rsid w:val="008172AE"/>
    <w:rsid w:val="008175A0"/>
    <w:rsid w:val="00817BCC"/>
    <w:rsid w:val="00817BD5"/>
    <w:rsid w:val="00817F7B"/>
    <w:rsid w:val="00817FE0"/>
    <w:rsid w:val="008205E6"/>
    <w:rsid w:val="008209B8"/>
    <w:rsid w:val="00820BD1"/>
    <w:rsid w:val="00820C11"/>
    <w:rsid w:val="00820F44"/>
    <w:rsid w:val="00821429"/>
    <w:rsid w:val="008216DC"/>
    <w:rsid w:val="00821816"/>
    <w:rsid w:val="0082191C"/>
    <w:rsid w:val="00821D96"/>
    <w:rsid w:val="0082231F"/>
    <w:rsid w:val="0082249D"/>
    <w:rsid w:val="008225AD"/>
    <w:rsid w:val="00822705"/>
    <w:rsid w:val="008227DE"/>
    <w:rsid w:val="00822865"/>
    <w:rsid w:val="008229BA"/>
    <w:rsid w:val="00822A39"/>
    <w:rsid w:val="00822D3E"/>
    <w:rsid w:val="00822D94"/>
    <w:rsid w:val="008230B0"/>
    <w:rsid w:val="00823223"/>
    <w:rsid w:val="008235DA"/>
    <w:rsid w:val="00823843"/>
    <w:rsid w:val="0082393E"/>
    <w:rsid w:val="00823A59"/>
    <w:rsid w:val="00823F44"/>
    <w:rsid w:val="008248EB"/>
    <w:rsid w:val="00824DBE"/>
    <w:rsid w:val="008253BB"/>
    <w:rsid w:val="008253C9"/>
    <w:rsid w:val="00825692"/>
    <w:rsid w:val="008257BE"/>
    <w:rsid w:val="008259E4"/>
    <w:rsid w:val="00825EB4"/>
    <w:rsid w:val="008262B9"/>
    <w:rsid w:val="008262C6"/>
    <w:rsid w:val="00826544"/>
    <w:rsid w:val="00826757"/>
    <w:rsid w:val="008269A2"/>
    <w:rsid w:val="00826A61"/>
    <w:rsid w:val="00826CFE"/>
    <w:rsid w:val="0082725E"/>
    <w:rsid w:val="00827666"/>
    <w:rsid w:val="00827809"/>
    <w:rsid w:val="00827BA2"/>
    <w:rsid w:val="00827E33"/>
    <w:rsid w:val="008303B8"/>
    <w:rsid w:val="0083046E"/>
    <w:rsid w:val="00830566"/>
    <w:rsid w:val="0083065A"/>
    <w:rsid w:val="00830B07"/>
    <w:rsid w:val="00830ECB"/>
    <w:rsid w:val="00830F5A"/>
    <w:rsid w:val="008311FE"/>
    <w:rsid w:val="0083186E"/>
    <w:rsid w:val="00831A78"/>
    <w:rsid w:val="00831B1B"/>
    <w:rsid w:val="00831C63"/>
    <w:rsid w:val="0083228A"/>
    <w:rsid w:val="00832331"/>
    <w:rsid w:val="008327DC"/>
    <w:rsid w:val="00832A9A"/>
    <w:rsid w:val="00833810"/>
    <w:rsid w:val="00834357"/>
    <w:rsid w:val="008345B9"/>
    <w:rsid w:val="008346CB"/>
    <w:rsid w:val="00834AA6"/>
    <w:rsid w:val="00834DAD"/>
    <w:rsid w:val="008351C4"/>
    <w:rsid w:val="00835353"/>
    <w:rsid w:val="008358AE"/>
    <w:rsid w:val="00835F12"/>
    <w:rsid w:val="00835FAE"/>
    <w:rsid w:val="00836A0F"/>
    <w:rsid w:val="00836CC2"/>
    <w:rsid w:val="00837155"/>
    <w:rsid w:val="00837670"/>
    <w:rsid w:val="008378DE"/>
    <w:rsid w:val="008379B4"/>
    <w:rsid w:val="00837C4E"/>
    <w:rsid w:val="00837CE8"/>
    <w:rsid w:val="00837DC6"/>
    <w:rsid w:val="008401D2"/>
    <w:rsid w:val="0084027C"/>
    <w:rsid w:val="00840910"/>
    <w:rsid w:val="00841B42"/>
    <w:rsid w:val="00841E90"/>
    <w:rsid w:val="00841EB5"/>
    <w:rsid w:val="00841FCA"/>
    <w:rsid w:val="008422E0"/>
    <w:rsid w:val="00842361"/>
    <w:rsid w:val="008430A5"/>
    <w:rsid w:val="00843299"/>
    <w:rsid w:val="00843316"/>
    <w:rsid w:val="00843404"/>
    <w:rsid w:val="0084357A"/>
    <w:rsid w:val="00843A91"/>
    <w:rsid w:val="00843E76"/>
    <w:rsid w:val="00843F80"/>
    <w:rsid w:val="00844051"/>
    <w:rsid w:val="0084408E"/>
    <w:rsid w:val="00844316"/>
    <w:rsid w:val="00844553"/>
    <w:rsid w:val="008446C1"/>
    <w:rsid w:val="00844BDE"/>
    <w:rsid w:val="00844CB0"/>
    <w:rsid w:val="00844F8A"/>
    <w:rsid w:val="00845378"/>
    <w:rsid w:val="008455F2"/>
    <w:rsid w:val="0084566A"/>
    <w:rsid w:val="008456DC"/>
    <w:rsid w:val="00845AD7"/>
    <w:rsid w:val="00845D06"/>
    <w:rsid w:val="00845E80"/>
    <w:rsid w:val="0084600F"/>
    <w:rsid w:val="0084601E"/>
    <w:rsid w:val="008460F0"/>
    <w:rsid w:val="0084626B"/>
    <w:rsid w:val="008462EE"/>
    <w:rsid w:val="00846C09"/>
    <w:rsid w:val="00846E49"/>
    <w:rsid w:val="00846ECD"/>
    <w:rsid w:val="00847A9F"/>
    <w:rsid w:val="00847AD9"/>
    <w:rsid w:val="00847D3D"/>
    <w:rsid w:val="00847D4F"/>
    <w:rsid w:val="0085021D"/>
    <w:rsid w:val="00850220"/>
    <w:rsid w:val="00850222"/>
    <w:rsid w:val="00850372"/>
    <w:rsid w:val="00850D33"/>
    <w:rsid w:val="0085120C"/>
    <w:rsid w:val="008512A0"/>
    <w:rsid w:val="00851D5A"/>
    <w:rsid w:val="00851FBF"/>
    <w:rsid w:val="008520CB"/>
    <w:rsid w:val="00852205"/>
    <w:rsid w:val="00852615"/>
    <w:rsid w:val="008527ED"/>
    <w:rsid w:val="00852BD6"/>
    <w:rsid w:val="00852DE8"/>
    <w:rsid w:val="00853291"/>
    <w:rsid w:val="00853361"/>
    <w:rsid w:val="008533E7"/>
    <w:rsid w:val="008534C1"/>
    <w:rsid w:val="008534D7"/>
    <w:rsid w:val="008538D6"/>
    <w:rsid w:val="008540F6"/>
    <w:rsid w:val="008541DC"/>
    <w:rsid w:val="00854C10"/>
    <w:rsid w:val="00854CD5"/>
    <w:rsid w:val="00854D62"/>
    <w:rsid w:val="00855997"/>
    <w:rsid w:val="00855C1E"/>
    <w:rsid w:val="00855DE0"/>
    <w:rsid w:val="00856073"/>
    <w:rsid w:val="0085635C"/>
    <w:rsid w:val="00856522"/>
    <w:rsid w:val="00856824"/>
    <w:rsid w:val="008569C6"/>
    <w:rsid w:val="00856E5F"/>
    <w:rsid w:val="00856FE0"/>
    <w:rsid w:val="0085729B"/>
    <w:rsid w:val="0085744B"/>
    <w:rsid w:val="008575E9"/>
    <w:rsid w:val="008576AE"/>
    <w:rsid w:val="008579DA"/>
    <w:rsid w:val="00860025"/>
    <w:rsid w:val="008605A3"/>
    <w:rsid w:val="008605F7"/>
    <w:rsid w:val="0086068C"/>
    <w:rsid w:val="0086071E"/>
    <w:rsid w:val="00860A55"/>
    <w:rsid w:val="00860DCA"/>
    <w:rsid w:val="00861150"/>
    <w:rsid w:val="0086127C"/>
    <w:rsid w:val="008618A5"/>
    <w:rsid w:val="00861956"/>
    <w:rsid w:val="00861B20"/>
    <w:rsid w:val="00861E8E"/>
    <w:rsid w:val="00861F51"/>
    <w:rsid w:val="00862311"/>
    <w:rsid w:val="00862494"/>
    <w:rsid w:val="0086261E"/>
    <w:rsid w:val="008626EF"/>
    <w:rsid w:val="0086288F"/>
    <w:rsid w:val="008628C6"/>
    <w:rsid w:val="00862AD0"/>
    <w:rsid w:val="00862E33"/>
    <w:rsid w:val="008631C5"/>
    <w:rsid w:val="00863334"/>
    <w:rsid w:val="00863358"/>
    <w:rsid w:val="0086366D"/>
    <w:rsid w:val="0086387C"/>
    <w:rsid w:val="00864162"/>
    <w:rsid w:val="00864411"/>
    <w:rsid w:val="008645D9"/>
    <w:rsid w:val="0086497E"/>
    <w:rsid w:val="00864CC5"/>
    <w:rsid w:val="00864F04"/>
    <w:rsid w:val="00865104"/>
    <w:rsid w:val="008651C6"/>
    <w:rsid w:val="00865505"/>
    <w:rsid w:val="00865549"/>
    <w:rsid w:val="00865603"/>
    <w:rsid w:val="00865720"/>
    <w:rsid w:val="008659F9"/>
    <w:rsid w:val="00865B66"/>
    <w:rsid w:val="00865EBE"/>
    <w:rsid w:val="0086645C"/>
    <w:rsid w:val="00866628"/>
    <w:rsid w:val="008666BD"/>
    <w:rsid w:val="00866813"/>
    <w:rsid w:val="00866B11"/>
    <w:rsid w:val="00866D4C"/>
    <w:rsid w:val="008670D8"/>
    <w:rsid w:val="0086721E"/>
    <w:rsid w:val="00867458"/>
    <w:rsid w:val="00867C02"/>
    <w:rsid w:val="0087059C"/>
    <w:rsid w:val="008708C0"/>
    <w:rsid w:val="00870BF4"/>
    <w:rsid w:val="00871005"/>
    <w:rsid w:val="00871228"/>
    <w:rsid w:val="00871369"/>
    <w:rsid w:val="008716CC"/>
    <w:rsid w:val="00871B40"/>
    <w:rsid w:val="00871BDE"/>
    <w:rsid w:val="00871C25"/>
    <w:rsid w:val="00872330"/>
    <w:rsid w:val="00872772"/>
    <w:rsid w:val="00872B6E"/>
    <w:rsid w:val="00872FD1"/>
    <w:rsid w:val="0087347B"/>
    <w:rsid w:val="008734F9"/>
    <w:rsid w:val="00873967"/>
    <w:rsid w:val="00873A46"/>
    <w:rsid w:val="00873B03"/>
    <w:rsid w:val="008740FF"/>
    <w:rsid w:val="00874170"/>
    <w:rsid w:val="008744B5"/>
    <w:rsid w:val="0087466F"/>
    <w:rsid w:val="00874AB8"/>
    <w:rsid w:val="00874B52"/>
    <w:rsid w:val="00874E4A"/>
    <w:rsid w:val="008750CB"/>
    <w:rsid w:val="0087543D"/>
    <w:rsid w:val="0087574D"/>
    <w:rsid w:val="008757C5"/>
    <w:rsid w:val="00875946"/>
    <w:rsid w:val="008763D1"/>
    <w:rsid w:val="008764AE"/>
    <w:rsid w:val="00876740"/>
    <w:rsid w:val="00876D48"/>
    <w:rsid w:val="00876D74"/>
    <w:rsid w:val="0087701D"/>
    <w:rsid w:val="008774CE"/>
    <w:rsid w:val="008776A7"/>
    <w:rsid w:val="008777D8"/>
    <w:rsid w:val="00877884"/>
    <w:rsid w:val="008778C1"/>
    <w:rsid w:val="00877ACB"/>
    <w:rsid w:val="00877DFD"/>
    <w:rsid w:val="008800FD"/>
    <w:rsid w:val="00880251"/>
    <w:rsid w:val="008803F0"/>
    <w:rsid w:val="00880557"/>
    <w:rsid w:val="00880642"/>
    <w:rsid w:val="00880974"/>
    <w:rsid w:val="00880B91"/>
    <w:rsid w:val="00880C90"/>
    <w:rsid w:val="00880E51"/>
    <w:rsid w:val="00880E84"/>
    <w:rsid w:val="00881063"/>
    <w:rsid w:val="00881300"/>
    <w:rsid w:val="0088173A"/>
    <w:rsid w:val="008819F3"/>
    <w:rsid w:val="00881AD1"/>
    <w:rsid w:val="00881B0E"/>
    <w:rsid w:val="00881C5C"/>
    <w:rsid w:val="00881CCD"/>
    <w:rsid w:val="00881E27"/>
    <w:rsid w:val="00881E38"/>
    <w:rsid w:val="00882755"/>
    <w:rsid w:val="0088277B"/>
    <w:rsid w:val="008832EE"/>
    <w:rsid w:val="008833DA"/>
    <w:rsid w:val="008839ED"/>
    <w:rsid w:val="00883A31"/>
    <w:rsid w:val="00883C23"/>
    <w:rsid w:val="00883CE2"/>
    <w:rsid w:val="00884202"/>
    <w:rsid w:val="0088505D"/>
    <w:rsid w:val="00885186"/>
    <w:rsid w:val="0088546E"/>
    <w:rsid w:val="00885C6B"/>
    <w:rsid w:val="00885E45"/>
    <w:rsid w:val="00885E65"/>
    <w:rsid w:val="0088626F"/>
    <w:rsid w:val="008866AC"/>
    <w:rsid w:val="00886B2F"/>
    <w:rsid w:val="00886C98"/>
    <w:rsid w:val="00886E50"/>
    <w:rsid w:val="00886E76"/>
    <w:rsid w:val="008875A3"/>
    <w:rsid w:val="008877F9"/>
    <w:rsid w:val="00887856"/>
    <w:rsid w:val="00887FFA"/>
    <w:rsid w:val="008902DE"/>
    <w:rsid w:val="008907BF"/>
    <w:rsid w:val="00890B1D"/>
    <w:rsid w:val="00890DD9"/>
    <w:rsid w:val="00890F30"/>
    <w:rsid w:val="00891355"/>
    <w:rsid w:val="0089168C"/>
    <w:rsid w:val="00891A61"/>
    <w:rsid w:val="00891FCB"/>
    <w:rsid w:val="0089206F"/>
    <w:rsid w:val="00892174"/>
    <w:rsid w:val="0089259E"/>
    <w:rsid w:val="00892872"/>
    <w:rsid w:val="00892BD6"/>
    <w:rsid w:val="00892CB3"/>
    <w:rsid w:val="00892F0D"/>
    <w:rsid w:val="00892F97"/>
    <w:rsid w:val="008931BF"/>
    <w:rsid w:val="00893562"/>
    <w:rsid w:val="008935A7"/>
    <w:rsid w:val="0089384C"/>
    <w:rsid w:val="00893BC7"/>
    <w:rsid w:val="00893CEF"/>
    <w:rsid w:val="00894075"/>
    <w:rsid w:val="00894220"/>
    <w:rsid w:val="008942B4"/>
    <w:rsid w:val="0089516B"/>
    <w:rsid w:val="008951F5"/>
    <w:rsid w:val="008953A0"/>
    <w:rsid w:val="00895A52"/>
    <w:rsid w:val="00895ABD"/>
    <w:rsid w:val="00896102"/>
    <w:rsid w:val="0089634F"/>
    <w:rsid w:val="0089668F"/>
    <w:rsid w:val="0089674A"/>
    <w:rsid w:val="00896946"/>
    <w:rsid w:val="00896E82"/>
    <w:rsid w:val="00897022"/>
    <w:rsid w:val="00897666"/>
    <w:rsid w:val="00897B45"/>
    <w:rsid w:val="00897C4F"/>
    <w:rsid w:val="00897F30"/>
    <w:rsid w:val="008A008A"/>
    <w:rsid w:val="008A0129"/>
    <w:rsid w:val="008A0288"/>
    <w:rsid w:val="008A0784"/>
    <w:rsid w:val="008A0927"/>
    <w:rsid w:val="008A0EC4"/>
    <w:rsid w:val="008A12FB"/>
    <w:rsid w:val="008A1B46"/>
    <w:rsid w:val="008A1EA8"/>
    <w:rsid w:val="008A1FBE"/>
    <w:rsid w:val="008A220C"/>
    <w:rsid w:val="008A22D6"/>
    <w:rsid w:val="008A29D0"/>
    <w:rsid w:val="008A30F7"/>
    <w:rsid w:val="008A32AC"/>
    <w:rsid w:val="008A369A"/>
    <w:rsid w:val="008A3788"/>
    <w:rsid w:val="008A3822"/>
    <w:rsid w:val="008A3CB8"/>
    <w:rsid w:val="008A41CB"/>
    <w:rsid w:val="008A4396"/>
    <w:rsid w:val="008A4A93"/>
    <w:rsid w:val="008A505C"/>
    <w:rsid w:val="008A58F2"/>
    <w:rsid w:val="008A59CA"/>
    <w:rsid w:val="008A59E3"/>
    <w:rsid w:val="008A65E8"/>
    <w:rsid w:val="008A6EB8"/>
    <w:rsid w:val="008A6FBB"/>
    <w:rsid w:val="008A746A"/>
    <w:rsid w:val="008A7670"/>
    <w:rsid w:val="008A7CB2"/>
    <w:rsid w:val="008A7CD4"/>
    <w:rsid w:val="008A7D19"/>
    <w:rsid w:val="008B00E6"/>
    <w:rsid w:val="008B04A6"/>
    <w:rsid w:val="008B0710"/>
    <w:rsid w:val="008B0D4F"/>
    <w:rsid w:val="008B12CE"/>
    <w:rsid w:val="008B12F0"/>
    <w:rsid w:val="008B132E"/>
    <w:rsid w:val="008B142A"/>
    <w:rsid w:val="008B1B6F"/>
    <w:rsid w:val="008B1F43"/>
    <w:rsid w:val="008B2A67"/>
    <w:rsid w:val="008B3321"/>
    <w:rsid w:val="008B3351"/>
    <w:rsid w:val="008B344F"/>
    <w:rsid w:val="008B3D3D"/>
    <w:rsid w:val="008B454F"/>
    <w:rsid w:val="008B4554"/>
    <w:rsid w:val="008B4748"/>
    <w:rsid w:val="008B491E"/>
    <w:rsid w:val="008B4B12"/>
    <w:rsid w:val="008B4F96"/>
    <w:rsid w:val="008B5220"/>
    <w:rsid w:val="008B5491"/>
    <w:rsid w:val="008B55F3"/>
    <w:rsid w:val="008B5691"/>
    <w:rsid w:val="008B5962"/>
    <w:rsid w:val="008B5B4A"/>
    <w:rsid w:val="008B6066"/>
    <w:rsid w:val="008B62D5"/>
    <w:rsid w:val="008B6638"/>
    <w:rsid w:val="008B6800"/>
    <w:rsid w:val="008B6862"/>
    <w:rsid w:val="008B6AF0"/>
    <w:rsid w:val="008B6B78"/>
    <w:rsid w:val="008B6C8E"/>
    <w:rsid w:val="008B6D8C"/>
    <w:rsid w:val="008B7FF1"/>
    <w:rsid w:val="008C0266"/>
    <w:rsid w:val="008C03D2"/>
    <w:rsid w:val="008C05D6"/>
    <w:rsid w:val="008C06DC"/>
    <w:rsid w:val="008C0B5A"/>
    <w:rsid w:val="008C0C4C"/>
    <w:rsid w:val="008C0E92"/>
    <w:rsid w:val="008C22C0"/>
    <w:rsid w:val="008C24A8"/>
    <w:rsid w:val="008C25C0"/>
    <w:rsid w:val="008C29FD"/>
    <w:rsid w:val="008C2D81"/>
    <w:rsid w:val="008C2EE7"/>
    <w:rsid w:val="008C3155"/>
    <w:rsid w:val="008C336A"/>
    <w:rsid w:val="008C35AB"/>
    <w:rsid w:val="008C3624"/>
    <w:rsid w:val="008C370D"/>
    <w:rsid w:val="008C3F06"/>
    <w:rsid w:val="008C44A8"/>
    <w:rsid w:val="008C46D8"/>
    <w:rsid w:val="008C4B28"/>
    <w:rsid w:val="008C4BDD"/>
    <w:rsid w:val="008C5291"/>
    <w:rsid w:val="008C53A2"/>
    <w:rsid w:val="008C552B"/>
    <w:rsid w:val="008C5537"/>
    <w:rsid w:val="008C5596"/>
    <w:rsid w:val="008C583B"/>
    <w:rsid w:val="008C5B25"/>
    <w:rsid w:val="008C5BC0"/>
    <w:rsid w:val="008C61EC"/>
    <w:rsid w:val="008C639F"/>
    <w:rsid w:val="008C6445"/>
    <w:rsid w:val="008C725C"/>
    <w:rsid w:val="008C7743"/>
    <w:rsid w:val="008D0021"/>
    <w:rsid w:val="008D0557"/>
    <w:rsid w:val="008D08B4"/>
    <w:rsid w:val="008D0D73"/>
    <w:rsid w:val="008D0E52"/>
    <w:rsid w:val="008D0F74"/>
    <w:rsid w:val="008D10A5"/>
    <w:rsid w:val="008D132F"/>
    <w:rsid w:val="008D14C2"/>
    <w:rsid w:val="008D179C"/>
    <w:rsid w:val="008D1923"/>
    <w:rsid w:val="008D1A21"/>
    <w:rsid w:val="008D1BD0"/>
    <w:rsid w:val="008D1C1C"/>
    <w:rsid w:val="008D1D64"/>
    <w:rsid w:val="008D223D"/>
    <w:rsid w:val="008D25D3"/>
    <w:rsid w:val="008D2732"/>
    <w:rsid w:val="008D2949"/>
    <w:rsid w:val="008D2959"/>
    <w:rsid w:val="008D2CFB"/>
    <w:rsid w:val="008D2E9B"/>
    <w:rsid w:val="008D3C31"/>
    <w:rsid w:val="008D3CCC"/>
    <w:rsid w:val="008D3D19"/>
    <w:rsid w:val="008D3F0B"/>
    <w:rsid w:val="008D43B6"/>
    <w:rsid w:val="008D4415"/>
    <w:rsid w:val="008D44F4"/>
    <w:rsid w:val="008D45F4"/>
    <w:rsid w:val="008D481C"/>
    <w:rsid w:val="008D4BD5"/>
    <w:rsid w:val="008D53F8"/>
    <w:rsid w:val="008D6410"/>
    <w:rsid w:val="008D651E"/>
    <w:rsid w:val="008D67A1"/>
    <w:rsid w:val="008D687F"/>
    <w:rsid w:val="008D6C2E"/>
    <w:rsid w:val="008D6CC0"/>
    <w:rsid w:val="008D706F"/>
    <w:rsid w:val="008D70F7"/>
    <w:rsid w:val="008D7344"/>
    <w:rsid w:val="008D7605"/>
    <w:rsid w:val="008E05DF"/>
    <w:rsid w:val="008E081C"/>
    <w:rsid w:val="008E08C3"/>
    <w:rsid w:val="008E094D"/>
    <w:rsid w:val="008E0A74"/>
    <w:rsid w:val="008E0BFC"/>
    <w:rsid w:val="008E1467"/>
    <w:rsid w:val="008E14DF"/>
    <w:rsid w:val="008E1AC5"/>
    <w:rsid w:val="008E1FB3"/>
    <w:rsid w:val="008E213C"/>
    <w:rsid w:val="008E234F"/>
    <w:rsid w:val="008E3148"/>
    <w:rsid w:val="008E31CB"/>
    <w:rsid w:val="008E3C0D"/>
    <w:rsid w:val="008E3F35"/>
    <w:rsid w:val="008E4087"/>
    <w:rsid w:val="008E4216"/>
    <w:rsid w:val="008E46CF"/>
    <w:rsid w:val="008E48D2"/>
    <w:rsid w:val="008E4AFF"/>
    <w:rsid w:val="008E4D80"/>
    <w:rsid w:val="008E50B5"/>
    <w:rsid w:val="008E51B0"/>
    <w:rsid w:val="008E5534"/>
    <w:rsid w:val="008E5754"/>
    <w:rsid w:val="008E619A"/>
    <w:rsid w:val="008E6243"/>
    <w:rsid w:val="008E64FF"/>
    <w:rsid w:val="008E6AD2"/>
    <w:rsid w:val="008E6F6D"/>
    <w:rsid w:val="008E6F78"/>
    <w:rsid w:val="008E716A"/>
    <w:rsid w:val="008E740B"/>
    <w:rsid w:val="008E79AF"/>
    <w:rsid w:val="008E7B03"/>
    <w:rsid w:val="008F01C7"/>
    <w:rsid w:val="008F0261"/>
    <w:rsid w:val="008F037E"/>
    <w:rsid w:val="008F0401"/>
    <w:rsid w:val="008F0D27"/>
    <w:rsid w:val="008F0E10"/>
    <w:rsid w:val="008F10FA"/>
    <w:rsid w:val="008F11B6"/>
    <w:rsid w:val="008F1266"/>
    <w:rsid w:val="008F12F3"/>
    <w:rsid w:val="008F133A"/>
    <w:rsid w:val="008F1A2B"/>
    <w:rsid w:val="008F22F0"/>
    <w:rsid w:val="008F2875"/>
    <w:rsid w:val="008F2C42"/>
    <w:rsid w:val="008F2E7D"/>
    <w:rsid w:val="008F3ADF"/>
    <w:rsid w:val="008F3AF0"/>
    <w:rsid w:val="008F3DE0"/>
    <w:rsid w:val="008F3E0B"/>
    <w:rsid w:val="008F40C2"/>
    <w:rsid w:val="008F440E"/>
    <w:rsid w:val="008F4E2B"/>
    <w:rsid w:val="008F53CC"/>
    <w:rsid w:val="008F541C"/>
    <w:rsid w:val="008F5426"/>
    <w:rsid w:val="008F550D"/>
    <w:rsid w:val="008F5A40"/>
    <w:rsid w:val="008F5B57"/>
    <w:rsid w:val="008F5D3C"/>
    <w:rsid w:val="008F5DAA"/>
    <w:rsid w:val="008F6033"/>
    <w:rsid w:val="008F621C"/>
    <w:rsid w:val="008F6232"/>
    <w:rsid w:val="008F6727"/>
    <w:rsid w:val="008F690A"/>
    <w:rsid w:val="008F6B7D"/>
    <w:rsid w:val="008F6CDB"/>
    <w:rsid w:val="008F7579"/>
    <w:rsid w:val="008F7702"/>
    <w:rsid w:val="008F7CC5"/>
    <w:rsid w:val="00900134"/>
    <w:rsid w:val="0090024A"/>
    <w:rsid w:val="009004AE"/>
    <w:rsid w:val="00900873"/>
    <w:rsid w:val="00900895"/>
    <w:rsid w:val="00900928"/>
    <w:rsid w:val="00900B01"/>
    <w:rsid w:val="00900DF2"/>
    <w:rsid w:val="00901170"/>
    <w:rsid w:val="0090138E"/>
    <w:rsid w:val="009013AA"/>
    <w:rsid w:val="009015F3"/>
    <w:rsid w:val="009017E3"/>
    <w:rsid w:val="00901BB8"/>
    <w:rsid w:val="00901D64"/>
    <w:rsid w:val="00902040"/>
    <w:rsid w:val="00902306"/>
    <w:rsid w:val="0090266D"/>
    <w:rsid w:val="00902959"/>
    <w:rsid w:val="009029C8"/>
    <w:rsid w:val="00902FAF"/>
    <w:rsid w:val="00903264"/>
    <w:rsid w:val="00903E38"/>
    <w:rsid w:val="00903E57"/>
    <w:rsid w:val="0090403B"/>
    <w:rsid w:val="0090436B"/>
    <w:rsid w:val="009044B3"/>
    <w:rsid w:val="00904751"/>
    <w:rsid w:val="00904A8B"/>
    <w:rsid w:val="00904E0E"/>
    <w:rsid w:val="00904E4C"/>
    <w:rsid w:val="00905205"/>
    <w:rsid w:val="009058B8"/>
    <w:rsid w:val="009058DC"/>
    <w:rsid w:val="00905A80"/>
    <w:rsid w:val="00905F66"/>
    <w:rsid w:val="00906165"/>
    <w:rsid w:val="00906318"/>
    <w:rsid w:val="009063F8"/>
    <w:rsid w:val="009064E1"/>
    <w:rsid w:val="00906BCC"/>
    <w:rsid w:val="009071EE"/>
    <w:rsid w:val="00907254"/>
    <w:rsid w:val="0090786C"/>
    <w:rsid w:val="00907AC8"/>
    <w:rsid w:val="00907BDB"/>
    <w:rsid w:val="00910517"/>
    <w:rsid w:val="009107AD"/>
    <w:rsid w:val="009109E9"/>
    <w:rsid w:val="00910AA2"/>
    <w:rsid w:val="00910B6E"/>
    <w:rsid w:val="00911277"/>
    <w:rsid w:val="009112B6"/>
    <w:rsid w:val="00911372"/>
    <w:rsid w:val="009115FA"/>
    <w:rsid w:val="00911732"/>
    <w:rsid w:val="00911871"/>
    <w:rsid w:val="00911B39"/>
    <w:rsid w:val="00911B46"/>
    <w:rsid w:val="00911C01"/>
    <w:rsid w:val="00911D80"/>
    <w:rsid w:val="00912199"/>
    <w:rsid w:val="009121AB"/>
    <w:rsid w:val="009122B9"/>
    <w:rsid w:val="009125BA"/>
    <w:rsid w:val="0091266D"/>
    <w:rsid w:val="009128B5"/>
    <w:rsid w:val="00912CB3"/>
    <w:rsid w:val="00913074"/>
    <w:rsid w:val="009132F6"/>
    <w:rsid w:val="0091334A"/>
    <w:rsid w:val="0091345D"/>
    <w:rsid w:val="00913852"/>
    <w:rsid w:val="009139D4"/>
    <w:rsid w:val="00913BD7"/>
    <w:rsid w:val="00913D1C"/>
    <w:rsid w:val="00913D57"/>
    <w:rsid w:val="009142B4"/>
    <w:rsid w:val="00914761"/>
    <w:rsid w:val="00914803"/>
    <w:rsid w:val="00914821"/>
    <w:rsid w:val="0091496D"/>
    <w:rsid w:val="00914D34"/>
    <w:rsid w:val="00915456"/>
    <w:rsid w:val="00915504"/>
    <w:rsid w:val="009157F6"/>
    <w:rsid w:val="00915D9D"/>
    <w:rsid w:val="009160A6"/>
    <w:rsid w:val="0091630A"/>
    <w:rsid w:val="00916409"/>
    <w:rsid w:val="0091657A"/>
    <w:rsid w:val="009167EC"/>
    <w:rsid w:val="0091690A"/>
    <w:rsid w:val="00916AB2"/>
    <w:rsid w:val="00916BE0"/>
    <w:rsid w:val="00916DB5"/>
    <w:rsid w:val="00916F93"/>
    <w:rsid w:val="009171B2"/>
    <w:rsid w:val="009172EE"/>
    <w:rsid w:val="0091751A"/>
    <w:rsid w:val="00917523"/>
    <w:rsid w:val="00917C54"/>
    <w:rsid w:val="0092040F"/>
    <w:rsid w:val="009204CF"/>
    <w:rsid w:val="00920557"/>
    <w:rsid w:val="00920988"/>
    <w:rsid w:val="00920A89"/>
    <w:rsid w:val="00921335"/>
    <w:rsid w:val="00921AE0"/>
    <w:rsid w:val="009220ED"/>
    <w:rsid w:val="00922289"/>
    <w:rsid w:val="00922652"/>
    <w:rsid w:val="0092320A"/>
    <w:rsid w:val="00923927"/>
    <w:rsid w:val="00923B05"/>
    <w:rsid w:val="00923F65"/>
    <w:rsid w:val="0092409D"/>
    <w:rsid w:val="00924338"/>
    <w:rsid w:val="00924404"/>
    <w:rsid w:val="00924E5D"/>
    <w:rsid w:val="0092553B"/>
    <w:rsid w:val="0092575B"/>
    <w:rsid w:val="009257C8"/>
    <w:rsid w:val="009259F0"/>
    <w:rsid w:val="009262AD"/>
    <w:rsid w:val="00926526"/>
    <w:rsid w:val="0092655E"/>
    <w:rsid w:val="00926950"/>
    <w:rsid w:val="00926B2A"/>
    <w:rsid w:val="00926FCA"/>
    <w:rsid w:val="009274E9"/>
    <w:rsid w:val="00927674"/>
    <w:rsid w:val="009276AD"/>
    <w:rsid w:val="0092786D"/>
    <w:rsid w:val="00927B46"/>
    <w:rsid w:val="00927C98"/>
    <w:rsid w:val="00927E22"/>
    <w:rsid w:val="00927EC5"/>
    <w:rsid w:val="009301BD"/>
    <w:rsid w:val="0093029B"/>
    <w:rsid w:val="00930CAB"/>
    <w:rsid w:val="00930EF4"/>
    <w:rsid w:val="00931045"/>
    <w:rsid w:val="009312B1"/>
    <w:rsid w:val="0093153A"/>
    <w:rsid w:val="00931A7F"/>
    <w:rsid w:val="00931FD6"/>
    <w:rsid w:val="00931FEF"/>
    <w:rsid w:val="009321F3"/>
    <w:rsid w:val="00932229"/>
    <w:rsid w:val="009324A4"/>
    <w:rsid w:val="0093256B"/>
    <w:rsid w:val="00932B0D"/>
    <w:rsid w:val="00932BD7"/>
    <w:rsid w:val="00933375"/>
    <w:rsid w:val="009335D2"/>
    <w:rsid w:val="00933A61"/>
    <w:rsid w:val="00934040"/>
    <w:rsid w:val="009346AE"/>
    <w:rsid w:val="0093509D"/>
    <w:rsid w:val="00935199"/>
    <w:rsid w:val="009354B4"/>
    <w:rsid w:val="009357F0"/>
    <w:rsid w:val="00935F6C"/>
    <w:rsid w:val="0093655C"/>
    <w:rsid w:val="00936674"/>
    <w:rsid w:val="009367D8"/>
    <w:rsid w:val="00936992"/>
    <w:rsid w:val="00936F92"/>
    <w:rsid w:val="009371BF"/>
    <w:rsid w:val="00937676"/>
    <w:rsid w:val="00937711"/>
    <w:rsid w:val="00937C1B"/>
    <w:rsid w:val="00937C44"/>
    <w:rsid w:val="0094000A"/>
    <w:rsid w:val="00940094"/>
    <w:rsid w:val="00940138"/>
    <w:rsid w:val="009403F5"/>
    <w:rsid w:val="009404A3"/>
    <w:rsid w:val="009406B4"/>
    <w:rsid w:val="009408F2"/>
    <w:rsid w:val="00940B88"/>
    <w:rsid w:val="00940BE3"/>
    <w:rsid w:val="00940BEA"/>
    <w:rsid w:val="00940D87"/>
    <w:rsid w:val="00940EFE"/>
    <w:rsid w:val="00940F72"/>
    <w:rsid w:val="00940FD4"/>
    <w:rsid w:val="00941069"/>
    <w:rsid w:val="0094117A"/>
    <w:rsid w:val="00941235"/>
    <w:rsid w:val="00941287"/>
    <w:rsid w:val="00941701"/>
    <w:rsid w:val="00941707"/>
    <w:rsid w:val="009417EB"/>
    <w:rsid w:val="00941AE6"/>
    <w:rsid w:val="00941D1C"/>
    <w:rsid w:val="0094212E"/>
    <w:rsid w:val="00942436"/>
    <w:rsid w:val="009424E1"/>
    <w:rsid w:val="00942592"/>
    <w:rsid w:val="00942884"/>
    <w:rsid w:val="00942B34"/>
    <w:rsid w:val="00942C72"/>
    <w:rsid w:val="0094330A"/>
    <w:rsid w:val="00943627"/>
    <w:rsid w:val="00943876"/>
    <w:rsid w:val="00943B0B"/>
    <w:rsid w:val="009446A3"/>
    <w:rsid w:val="00944741"/>
    <w:rsid w:val="00944912"/>
    <w:rsid w:val="009449DA"/>
    <w:rsid w:val="00944D2C"/>
    <w:rsid w:val="00944DF4"/>
    <w:rsid w:val="00944E6B"/>
    <w:rsid w:val="00944FDA"/>
    <w:rsid w:val="00945062"/>
    <w:rsid w:val="00945084"/>
    <w:rsid w:val="00945185"/>
    <w:rsid w:val="00945324"/>
    <w:rsid w:val="009454A4"/>
    <w:rsid w:val="009458B8"/>
    <w:rsid w:val="00945CCE"/>
    <w:rsid w:val="00945E00"/>
    <w:rsid w:val="00945E9B"/>
    <w:rsid w:val="00946537"/>
    <w:rsid w:val="009467B9"/>
    <w:rsid w:val="009467D5"/>
    <w:rsid w:val="009467E0"/>
    <w:rsid w:val="00946CB8"/>
    <w:rsid w:val="00946CED"/>
    <w:rsid w:val="00947378"/>
    <w:rsid w:val="00947A70"/>
    <w:rsid w:val="00947ABA"/>
    <w:rsid w:val="00947E29"/>
    <w:rsid w:val="009500A5"/>
    <w:rsid w:val="00950223"/>
    <w:rsid w:val="00950500"/>
    <w:rsid w:val="009510F4"/>
    <w:rsid w:val="00951182"/>
    <w:rsid w:val="0095133F"/>
    <w:rsid w:val="00951825"/>
    <w:rsid w:val="00951AE5"/>
    <w:rsid w:val="009524F2"/>
    <w:rsid w:val="00952D8E"/>
    <w:rsid w:val="00952DC3"/>
    <w:rsid w:val="00953020"/>
    <w:rsid w:val="0095304A"/>
    <w:rsid w:val="009531E5"/>
    <w:rsid w:val="0095324F"/>
    <w:rsid w:val="009534AD"/>
    <w:rsid w:val="0095368D"/>
    <w:rsid w:val="009536D0"/>
    <w:rsid w:val="00953754"/>
    <w:rsid w:val="0095392E"/>
    <w:rsid w:val="00953C21"/>
    <w:rsid w:val="00953F93"/>
    <w:rsid w:val="009543DD"/>
    <w:rsid w:val="0095483B"/>
    <w:rsid w:val="00954879"/>
    <w:rsid w:val="0095492E"/>
    <w:rsid w:val="00954CB4"/>
    <w:rsid w:val="00954CC1"/>
    <w:rsid w:val="00954E5F"/>
    <w:rsid w:val="00955057"/>
    <w:rsid w:val="009551F2"/>
    <w:rsid w:val="009552BB"/>
    <w:rsid w:val="00955513"/>
    <w:rsid w:val="00955582"/>
    <w:rsid w:val="009556C1"/>
    <w:rsid w:val="0095571A"/>
    <w:rsid w:val="0095590B"/>
    <w:rsid w:val="0095592A"/>
    <w:rsid w:val="009559BF"/>
    <w:rsid w:val="0095616A"/>
    <w:rsid w:val="00956202"/>
    <w:rsid w:val="00956618"/>
    <w:rsid w:val="00956A4F"/>
    <w:rsid w:val="00956C0A"/>
    <w:rsid w:val="00956E12"/>
    <w:rsid w:val="0095701B"/>
    <w:rsid w:val="0095748F"/>
    <w:rsid w:val="00957751"/>
    <w:rsid w:val="00957849"/>
    <w:rsid w:val="00957FF9"/>
    <w:rsid w:val="00960224"/>
    <w:rsid w:val="0096023A"/>
    <w:rsid w:val="0096086D"/>
    <w:rsid w:val="00961066"/>
    <w:rsid w:val="0096109B"/>
    <w:rsid w:val="00961127"/>
    <w:rsid w:val="00961221"/>
    <w:rsid w:val="009612AF"/>
    <w:rsid w:val="009612ED"/>
    <w:rsid w:val="00961465"/>
    <w:rsid w:val="009616AE"/>
    <w:rsid w:val="009619AF"/>
    <w:rsid w:val="0096242C"/>
    <w:rsid w:val="009627FE"/>
    <w:rsid w:val="00962D8B"/>
    <w:rsid w:val="00962FCB"/>
    <w:rsid w:val="00963039"/>
    <w:rsid w:val="009632B5"/>
    <w:rsid w:val="00963301"/>
    <w:rsid w:val="0096332C"/>
    <w:rsid w:val="009633CB"/>
    <w:rsid w:val="00963B8A"/>
    <w:rsid w:val="00963D44"/>
    <w:rsid w:val="00963D4B"/>
    <w:rsid w:val="009644F5"/>
    <w:rsid w:val="00965061"/>
    <w:rsid w:val="009650CC"/>
    <w:rsid w:val="00965795"/>
    <w:rsid w:val="009657C0"/>
    <w:rsid w:val="00965BEA"/>
    <w:rsid w:val="00965D09"/>
    <w:rsid w:val="00965F37"/>
    <w:rsid w:val="00966103"/>
    <w:rsid w:val="009664AB"/>
    <w:rsid w:val="00966521"/>
    <w:rsid w:val="009665BF"/>
    <w:rsid w:val="009665D1"/>
    <w:rsid w:val="00966621"/>
    <w:rsid w:val="009667DB"/>
    <w:rsid w:val="00966B5F"/>
    <w:rsid w:val="00966D55"/>
    <w:rsid w:val="009671B2"/>
    <w:rsid w:val="009671DC"/>
    <w:rsid w:val="009675C9"/>
    <w:rsid w:val="00967606"/>
    <w:rsid w:val="00967A0D"/>
    <w:rsid w:val="00967AB6"/>
    <w:rsid w:val="00967CA6"/>
    <w:rsid w:val="00967FB1"/>
    <w:rsid w:val="00970302"/>
    <w:rsid w:val="009704C3"/>
    <w:rsid w:val="00970519"/>
    <w:rsid w:val="0097070E"/>
    <w:rsid w:val="00970890"/>
    <w:rsid w:val="00970E39"/>
    <w:rsid w:val="009712E9"/>
    <w:rsid w:val="0097151A"/>
    <w:rsid w:val="009717F4"/>
    <w:rsid w:val="00971C52"/>
    <w:rsid w:val="009720C6"/>
    <w:rsid w:val="009722D8"/>
    <w:rsid w:val="00972420"/>
    <w:rsid w:val="00973209"/>
    <w:rsid w:val="00973220"/>
    <w:rsid w:val="00973AD1"/>
    <w:rsid w:val="009741F5"/>
    <w:rsid w:val="0097426B"/>
    <w:rsid w:val="0097426E"/>
    <w:rsid w:val="0097449A"/>
    <w:rsid w:val="00974518"/>
    <w:rsid w:val="0097491F"/>
    <w:rsid w:val="00974A9F"/>
    <w:rsid w:val="00974E75"/>
    <w:rsid w:val="00975553"/>
    <w:rsid w:val="00975577"/>
    <w:rsid w:val="00975673"/>
    <w:rsid w:val="00975AD0"/>
    <w:rsid w:val="00975CE0"/>
    <w:rsid w:val="00975DF8"/>
    <w:rsid w:val="009763EF"/>
    <w:rsid w:val="009767B8"/>
    <w:rsid w:val="009767C3"/>
    <w:rsid w:val="00976F72"/>
    <w:rsid w:val="00977184"/>
    <w:rsid w:val="0097746B"/>
    <w:rsid w:val="009776F4"/>
    <w:rsid w:val="009800D0"/>
    <w:rsid w:val="00980238"/>
    <w:rsid w:val="00980958"/>
    <w:rsid w:val="0098118D"/>
    <w:rsid w:val="009811E6"/>
    <w:rsid w:val="00981680"/>
    <w:rsid w:val="0098171B"/>
    <w:rsid w:val="0098192B"/>
    <w:rsid w:val="00982498"/>
    <w:rsid w:val="009825CD"/>
    <w:rsid w:val="009827B0"/>
    <w:rsid w:val="00982A77"/>
    <w:rsid w:val="00982D69"/>
    <w:rsid w:val="00982E8B"/>
    <w:rsid w:val="009830C3"/>
    <w:rsid w:val="009831C0"/>
    <w:rsid w:val="00983736"/>
    <w:rsid w:val="0098407B"/>
    <w:rsid w:val="009846F9"/>
    <w:rsid w:val="009848B6"/>
    <w:rsid w:val="00985345"/>
    <w:rsid w:val="00985B3C"/>
    <w:rsid w:val="00986618"/>
    <w:rsid w:val="00986C51"/>
    <w:rsid w:val="00986D7D"/>
    <w:rsid w:val="00986E4C"/>
    <w:rsid w:val="0098709A"/>
    <w:rsid w:val="009872A2"/>
    <w:rsid w:val="00987A26"/>
    <w:rsid w:val="00987AC7"/>
    <w:rsid w:val="00987D1F"/>
    <w:rsid w:val="00987DF8"/>
    <w:rsid w:val="0099018C"/>
    <w:rsid w:val="0099037E"/>
    <w:rsid w:val="009903D4"/>
    <w:rsid w:val="00990404"/>
    <w:rsid w:val="00990803"/>
    <w:rsid w:val="0099099D"/>
    <w:rsid w:val="00990D7D"/>
    <w:rsid w:val="00990D8C"/>
    <w:rsid w:val="00990F60"/>
    <w:rsid w:val="00991197"/>
    <w:rsid w:val="0099125C"/>
    <w:rsid w:val="00991468"/>
    <w:rsid w:val="00991532"/>
    <w:rsid w:val="00991A47"/>
    <w:rsid w:val="00991F8C"/>
    <w:rsid w:val="0099207F"/>
    <w:rsid w:val="009921E3"/>
    <w:rsid w:val="009924A1"/>
    <w:rsid w:val="00992597"/>
    <w:rsid w:val="00992941"/>
    <w:rsid w:val="00992F12"/>
    <w:rsid w:val="00993563"/>
    <w:rsid w:val="0099359F"/>
    <w:rsid w:val="00993ACA"/>
    <w:rsid w:val="00993CA4"/>
    <w:rsid w:val="00993F32"/>
    <w:rsid w:val="009942A1"/>
    <w:rsid w:val="00994564"/>
    <w:rsid w:val="00994EE1"/>
    <w:rsid w:val="00995355"/>
    <w:rsid w:val="009954B2"/>
    <w:rsid w:val="009957CD"/>
    <w:rsid w:val="00995BF6"/>
    <w:rsid w:val="00995F91"/>
    <w:rsid w:val="00995FBC"/>
    <w:rsid w:val="009960F8"/>
    <w:rsid w:val="0099627D"/>
    <w:rsid w:val="009967E0"/>
    <w:rsid w:val="00996843"/>
    <w:rsid w:val="00996AD6"/>
    <w:rsid w:val="00996C0F"/>
    <w:rsid w:val="00996DE2"/>
    <w:rsid w:val="009972EC"/>
    <w:rsid w:val="009974D2"/>
    <w:rsid w:val="00997838"/>
    <w:rsid w:val="00997A2C"/>
    <w:rsid w:val="00997F5B"/>
    <w:rsid w:val="009A01D6"/>
    <w:rsid w:val="009A04ED"/>
    <w:rsid w:val="009A06D9"/>
    <w:rsid w:val="009A0AE7"/>
    <w:rsid w:val="009A0B29"/>
    <w:rsid w:val="009A0C56"/>
    <w:rsid w:val="009A0C74"/>
    <w:rsid w:val="009A0D58"/>
    <w:rsid w:val="009A0EA9"/>
    <w:rsid w:val="009A0FD1"/>
    <w:rsid w:val="009A1303"/>
    <w:rsid w:val="009A13CA"/>
    <w:rsid w:val="009A16F8"/>
    <w:rsid w:val="009A1AA9"/>
    <w:rsid w:val="009A1EC0"/>
    <w:rsid w:val="009A227C"/>
    <w:rsid w:val="009A23CC"/>
    <w:rsid w:val="009A2566"/>
    <w:rsid w:val="009A2A5E"/>
    <w:rsid w:val="009A2B1F"/>
    <w:rsid w:val="009A2CB5"/>
    <w:rsid w:val="009A320C"/>
    <w:rsid w:val="009A3589"/>
    <w:rsid w:val="009A3A4B"/>
    <w:rsid w:val="009A4087"/>
    <w:rsid w:val="009A4105"/>
    <w:rsid w:val="009A4417"/>
    <w:rsid w:val="009A4B38"/>
    <w:rsid w:val="009A4B73"/>
    <w:rsid w:val="009A4CB6"/>
    <w:rsid w:val="009A51EB"/>
    <w:rsid w:val="009A52BD"/>
    <w:rsid w:val="009A58DD"/>
    <w:rsid w:val="009A58E9"/>
    <w:rsid w:val="009A5A50"/>
    <w:rsid w:val="009A5BB9"/>
    <w:rsid w:val="009A5C2F"/>
    <w:rsid w:val="009A5EA1"/>
    <w:rsid w:val="009A6663"/>
    <w:rsid w:val="009A66F1"/>
    <w:rsid w:val="009A67FE"/>
    <w:rsid w:val="009A6994"/>
    <w:rsid w:val="009A6AAF"/>
    <w:rsid w:val="009A6AC3"/>
    <w:rsid w:val="009A6C46"/>
    <w:rsid w:val="009A6E30"/>
    <w:rsid w:val="009A775F"/>
    <w:rsid w:val="009A7F1C"/>
    <w:rsid w:val="009B015F"/>
    <w:rsid w:val="009B041B"/>
    <w:rsid w:val="009B0628"/>
    <w:rsid w:val="009B0930"/>
    <w:rsid w:val="009B098B"/>
    <w:rsid w:val="009B0FC2"/>
    <w:rsid w:val="009B0FEF"/>
    <w:rsid w:val="009B16CE"/>
    <w:rsid w:val="009B1A7B"/>
    <w:rsid w:val="009B1B0E"/>
    <w:rsid w:val="009B1BFA"/>
    <w:rsid w:val="009B1CDB"/>
    <w:rsid w:val="009B1F3B"/>
    <w:rsid w:val="009B200B"/>
    <w:rsid w:val="009B214C"/>
    <w:rsid w:val="009B2B38"/>
    <w:rsid w:val="009B2CFF"/>
    <w:rsid w:val="009B3031"/>
    <w:rsid w:val="009B33A1"/>
    <w:rsid w:val="009B34CD"/>
    <w:rsid w:val="009B3837"/>
    <w:rsid w:val="009B3971"/>
    <w:rsid w:val="009B39B7"/>
    <w:rsid w:val="009B39CD"/>
    <w:rsid w:val="009B4094"/>
    <w:rsid w:val="009B45A9"/>
    <w:rsid w:val="009B4975"/>
    <w:rsid w:val="009B4F70"/>
    <w:rsid w:val="009B524D"/>
    <w:rsid w:val="009B544A"/>
    <w:rsid w:val="009B5756"/>
    <w:rsid w:val="009B58F3"/>
    <w:rsid w:val="009B5C42"/>
    <w:rsid w:val="009B5FC7"/>
    <w:rsid w:val="009B67F2"/>
    <w:rsid w:val="009B6837"/>
    <w:rsid w:val="009B683A"/>
    <w:rsid w:val="009B6A60"/>
    <w:rsid w:val="009B6CB8"/>
    <w:rsid w:val="009B6FF9"/>
    <w:rsid w:val="009B77CC"/>
    <w:rsid w:val="009B7BF7"/>
    <w:rsid w:val="009C0B9E"/>
    <w:rsid w:val="009C0E04"/>
    <w:rsid w:val="009C128B"/>
    <w:rsid w:val="009C1357"/>
    <w:rsid w:val="009C16A7"/>
    <w:rsid w:val="009C1703"/>
    <w:rsid w:val="009C1CF6"/>
    <w:rsid w:val="009C211E"/>
    <w:rsid w:val="009C237F"/>
    <w:rsid w:val="009C25AF"/>
    <w:rsid w:val="009C2712"/>
    <w:rsid w:val="009C27D8"/>
    <w:rsid w:val="009C2C41"/>
    <w:rsid w:val="009C31CF"/>
    <w:rsid w:val="009C32B4"/>
    <w:rsid w:val="009C343E"/>
    <w:rsid w:val="009C3516"/>
    <w:rsid w:val="009C3624"/>
    <w:rsid w:val="009C3755"/>
    <w:rsid w:val="009C3C5E"/>
    <w:rsid w:val="009C3D7C"/>
    <w:rsid w:val="009C3E14"/>
    <w:rsid w:val="009C3E35"/>
    <w:rsid w:val="009C405B"/>
    <w:rsid w:val="009C42EA"/>
    <w:rsid w:val="009C42F9"/>
    <w:rsid w:val="009C45DD"/>
    <w:rsid w:val="009C49D7"/>
    <w:rsid w:val="009C4AC7"/>
    <w:rsid w:val="009C4C03"/>
    <w:rsid w:val="009C5033"/>
    <w:rsid w:val="009C5351"/>
    <w:rsid w:val="009C5363"/>
    <w:rsid w:val="009C5624"/>
    <w:rsid w:val="009C5855"/>
    <w:rsid w:val="009C6064"/>
    <w:rsid w:val="009C6169"/>
    <w:rsid w:val="009C65D8"/>
    <w:rsid w:val="009C67CD"/>
    <w:rsid w:val="009C686B"/>
    <w:rsid w:val="009C6D4C"/>
    <w:rsid w:val="009C7129"/>
    <w:rsid w:val="009C7147"/>
    <w:rsid w:val="009C731B"/>
    <w:rsid w:val="009C733F"/>
    <w:rsid w:val="009C7549"/>
    <w:rsid w:val="009C7786"/>
    <w:rsid w:val="009C7C27"/>
    <w:rsid w:val="009C7DD9"/>
    <w:rsid w:val="009D0062"/>
    <w:rsid w:val="009D00F4"/>
    <w:rsid w:val="009D0A19"/>
    <w:rsid w:val="009D0FE6"/>
    <w:rsid w:val="009D14D2"/>
    <w:rsid w:val="009D16BE"/>
    <w:rsid w:val="009D1781"/>
    <w:rsid w:val="009D1B23"/>
    <w:rsid w:val="009D1F29"/>
    <w:rsid w:val="009D1F81"/>
    <w:rsid w:val="009D23CB"/>
    <w:rsid w:val="009D2796"/>
    <w:rsid w:val="009D2BA2"/>
    <w:rsid w:val="009D2BFF"/>
    <w:rsid w:val="009D2D1B"/>
    <w:rsid w:val="009D2F22"/>
    <w:rsid w:val="009D30D5"/>
    <w:rsid w:val="009D3420"/>
    <w:rsid w:val="009D381B"/>
    <w:rsid w:val="009D3A1F"/>
    <w:rsid w:val="009D3A64"/>
    <w:rsid w:val="009D3A88"/>
    <w:rsid w:val="009D3F8D"/>
    <w:rsid w:val="009D44F8"/>
    <w:rsid w:val="009D479B"/>
    <w:rsid w:val="009D4852"/>
    <w:rsid w:val="009D48E4"/>
    <w:rsid w:val="009D4907"/>
    <w:rsid w:val="009D49F5"/>
    <w:rsid w:val="009D4B44"/>
    <w:rsid w:val="009D4B82"/>
    <w:rsid w:val="009D4BCE"/>
    <w:rsid w:val="009D4E4F"/>
    <w:rsid w:val="009D4ED3"/>
    <w:rsid w:val="009D5173"/>
    <w:rsid w:val="009D5367"/>
    <w:rsid w:val="009D54DA"/>
    <w:rsid w:val="009D56CD"/>
    <w:rsid w:val="009D5738"/>
    <w:rsid w:val="009D57E9"/>
    <w:rsid w:val="009D58BE"/>
    <w:rsid w:val="009D5BFF"/>
    <w:rsid w:val="009D5F35"/>
    <w:rsid w:val="009D61A7"/>
    <w:rsid w:val="009D67DF"/>
    <w:rsid w:val="009D6B02"/>
    <w:rsid w:val="009D6BD3"/>
    <w:rsid w:val="009D6F2F"/>
    <w:rsid w:val="009D6FC6"/>
    <w:rsid w:val="009D73F8"/>
    <w:rsid w:val="009D7704"/>
    <w:rsid w:val="009D78EF"/>
    <w:rsid w:val="009D7C50"/>
    <w:rsid w:val="009D7C8A"/>
    <w:rsid w:val="009D7F4B"/>
    <w:rsid w:val="009E001F"/>
    <w:rsid w:val="009E0123"/>
    <w:rsid w:val="009E0146"/>
    <w:rsid w:val="009E08D4"/>
    <w:rsid w:val="009E0911"/>
    <w:rsid w:val="009E09C5"/>
    <w:rsid w:val="009E0D2D"/>
    <w:rsid w:val="009E104D"/>
    <w:rsid w:val="009E1117"/>
    <w:rsid w:val="009E1212"/>
    <w:rsid w:val="009E1333"/>
    <w:rsid w:val="009E1680"/>
    <w:rsid w:val="009E18F4"/>
    <w:rsid w:val="009E19E8"/>
    <w:rsid w:val="009E1B4A"/>
    <w:rsid w:val="009E1C81"/>
    <w:rsid w:val="009E233C"/>
    <w:rsid w:val="009E26C8"/>
    <w:rsid w:val="009E2B73"/>
    <w:rsid w:val="009E2F51"/>
    <w:rsid w:val="009E2FAC"/>
    <w:rsid w:val="009E30FF"/>
    <w:rsid w:val="009E333D"/>
    <w:rsid w:val="009E37C2"/>
    <w:rsid w:val="009E3BB8"/>
    <w:rsid w:val="009E3BCD"/>
    <w:rsid w:val="009E3E88"/>
    <w:rsid w:val="009E3EFA"/>
    <w:rsid w:val="009E4143"/>
    <w:rsid w:val="009E434D"/>
    <w:rsid w:val="009E4467"/>
    <w:rsid w:val="009E449B"/>
    <w:rsid w:val="009E4925"/>
    <w:rsid w:val="009E4BCB"/>
    <w:rsid w:val="009E4C7C"/>
    <w:rsid w:val="009E50F0"/>
    <w:rsid w:val="009E56CE"/>
    <w:rsid w:val="009E5A0E"/>
    <w:rsid w:val="009E61FA"/>
    <w:rsid w:val="009E6448"/>
    <w:rsid w:val="009E6735"/>
    <w:rsid w:val="009E6B42"/>
    <w:rsid w:val="009E6B4A"/>
    <w:rsid w:val="009E6C64"/>
    <w:rsid w:val="009E6D24"/>
    <w:rsid w:val="009E737B"/>
    <w:rsid w:val="009E765E"/>
    <w:rsid w:val="009E7F01"/>
    <w:rsid w:val="009F019D"/>
    <w:rsid w:val="009F0266"/>
    <w:rsid w:val="009F054F"/>
    <w:rsid w:val="009F0AF4"/>
    <w:rsid w:val="009F0E93"/>
    <w:rsid w:val="009F1072"/>
    <w:rsid w:val="009F1082"/>
    <w:rsid w:val="009F1366"/>
    <w:rsid w:val="009F18D6"/>
    <w:rsid w:val="009F1AF8"/>
    <w:rsid w:val="009F1F32"/>
    <w:rsid w:val="009F20B1"/>
    <w:rsid w:val="009F22AA"/>
    <w:rsid w:val="009F2356"/>
    <w:rsid w:val="009F2668"/>
    <w:rsid w:val="009F29B1"/>
    <w:rsid w:val="009F33B5"/>
    <w:rsid w:val="009F3406"/>
    <w:rsid w:val="009F3417"/>
    <w:rsid w:val="009F344A"/>
    <w:rsid w:val="009F3761"/>
    <w:rsid w:val="009F3A47"/>
    <w:rsid w:val="009F3ACF"/>
    <w:rsid w:val="009F3BF6"/>
    <w:rsid w:val="009F3C48"/>
    <w:rsid w:val="009F3F55"/>
    <w:rsid w:val="009F4095"/>
    <w:rsid w:val="009F419A"/>
    <w:rsid w:val="009F4B72"/>
    <w:rsid w:val="009F4CC1"/>
    <w:rsid w:val="009F4D38"/>
    <w:rsid w:val="009F5578"/>
    <w:rsid w:val="009F5704"/>
    <w:rsid w:val="009F57C2"/>
    <w:rsid w:val="009F58FF"/>
    <w:rsid w:val="009F5E3F"/>
    <w:rsid w:val="009F60C7"/>
    <w:rsid w:val="009F6294"/>
    <w:rsid w:val="009F64C5"/>
    <w:rsid w:val="009F6520"/>
    <w:rsid w:val="009F65E0"/>
    <w:rsid w:val="009F6C6F"/>
    <w:rsid w:val="009F70BF"/>
    <w:rsid w:val="009F7122"/>
    <w:rsid w:val="009F71BF"/>
    <w:rsid w:val="009F735B"/>
    <w:rsid w:val="009F73CC"/>
    <w:rsid w:val="009F7470"/>
    <w:rsid w:val="009F771A"/>
    <w:rsid w:val="009F7837"/>
    <w:rsid w:val="009F7C77"/>
    <w:rsid w:val="00A00041"/>
    <w:rsid w:val="00A00152"/>
    <w:rsid w:val="00A0019A"/>
    <w:rsid w:val="00A001DD"/>
    <w:rsid w:val="00A00229"/>
    <w:rsid w:val="00A002EC"/>
    <w:rsid w:val="00A003C4"/>
    <w:rsid w:val="00A00623"/>
    <w:rsid w:val="00A009D4"/>
    <w:rsid w:val="00A00AD8"/>
    <w:rsid w:val="00A00CDB"/>
    <w:rsid w:val="00A00CF4"/>
    <w:rsid w:val="00A00E52"/>
    <w:rsid w:val="00A0103D"/>
    <w:rsid w:val="00A01A79"/>
    <w:rsid w:val="00A01BD8"/>
    <w:rsid w:val="00A01C94"/>
    <w:rsid w:val="00A01D03"/>
    <w:rsid w:val="00A01E5C"/>
    <w:rsid w:val="00A01E74"/>
    <w:rsid w:val="00A02292"/>
    <w:rsid w:val="00A025AF"/>
    <w:rsid w:val="00A02698"/>
    <w:rsid w:val="00A02892"/>
    <w:rsid w:val="00A028D7"/>
    <w:rsid w:val="00A029AE"/>
    <w:rsid w:val="00A02A1D"/>
    <w:rsid w:val="00A02B17"/>
    <w:rsid w:val="00A02D3C"/>
    <w:rsid w:val="00A0319C"/>
    <w:rsid w:val="00A032C5"/>
    <w:rsid w:val="00A03514"/>
    <w:rsid w:val="00A0365C"/>
    <w:rsid w:val="00A0369D"/>
    <w:rsid w:val="00A03971"/>
    <w:rsid w:val="00A03DA1"/>
    <w:rsid w:val="00A03DA7"/>
    <w:rsid w:val="00A03FB4"/>
    <w:rsid w:val="00A040CB"/>
    <w:rsid w:val="00A04298"/>
    <w:rsid w:val="00A04C44"/>
    <w:rsid w:val="00A04DCD"/>
    <w:rsid w:val="00A04E27"/>
    <w:rsid w:val="00A04EE5"/>
    <w:rsid w:val="00A0517B"/>
    <w:rsid w:val="00A052AA"/>
    <w:rsid w:val="00A0580C"/>
    <w:rsid w:val="00A05AE7"/>
    <w:rsid w:val="00A05BB7"/>
    <w:rsid w:val="00A05CCE"/>
    <w:rsid w:val="00A05EE2"/>
    <w:rsid w:val="00A069AA"/>
    <w:rsid w:val="00A06C63"/>
    <w:rsid w:val="00A06DE0"/>
    <w:rsid w:val="00A076C3"/>
    <w:rsid w:val="00A07722"/>
    <w:rsid w:val="00A10427"/>
    <w:rsid w:val="00A10786"/>
    <w:rsid w:val="00A107BC"/>
    <w:rsid w:val="00A1094B"/>
    <w:rsid w:val="00A10A75"/>
    <w:rsid w:val="00A10D0D"/>
    <w:rsid w:val="00A10DD6"/>
    <w:rsid w:val="00A11092"/>
    <w:rsid w:val="00A11472"/>
    <w:rsid w:val="00A115D1"/>
    <w:rsid w:val="00A11641"/>
    <w:rsid w:val="00A11B40"/>
    <w:rsid w:val="00A11F02"/>
    <w:rsid w:val="00A122EA"/>
    <w:rsid w:val="00A12324"/>
    <w:rsid w:val="00A125EB"/>
    <w:rsid w:val="00A12865"/>
    <w:rsid w:val="00A128F5"/>
    <w:rsid w:val="00A12C93"/>
    <w:rsid w:val="00A1310F"/>
    <w:rsid w:val="00A13499"/>
    <w:rsid w:val="00A13580"/>
    <w:rsid w:val="00A13A25"/>
    <w:rsid w:val="00A13BF4"/>
    <w:rsid w:val="00A13D2A"/>
    <w:rsid w:val="00A1432D"/>
    <w:rsid w:val="00A1498C"/>
    <w:rsid w:val="00A14A72"/>
    <w:rsid w:val="00A14E04"/>
    <w:rsid w:val="00A1502B"/>
    <w:rsid w:val="00A155B0"/>
    <w:rsid w:val="00A15676"/>
    <w:rsid w:val="00A15A4A"/>
    <w:rsid w:val="00A16379"/>
    <w:rsid w:val="00A163B0"/>
    <w:rsid w:val="00A164A7"/>
    <w:rsid w:val="00A16508"/>
    <w:rsid w:val="00A16C52"/>
    <w:rsid w:val="00A1737A"/>
    <w:rsid w:val="00A17456"/>
    <w:rsid w:val="00A176CC"/>
    <w:rsid w:val="00A1776E"/>
    <w:rsid w:val="00A177D4"/>
    <w:rsid w:val="00A17B53"/>
    <w:rsid w:val="00A20A86"/>
    <w:rsid w:val="00A212D7"/>
    <w:rsid w:val="00A215B6"/>
    <w:rsid w:val="00A217DF"/>
    <w:rsid w:val="00A21B3C"/>
    <w:rsid w:val="00A21CEC"/>
    <w:rsid w:val="00A22036"/>
    <w:rsid w:val="00A22352"/>
    <w:rsid w:val="00A22756"/>
    <w:rsid w:val="00A22AAE"/>
    <w:rsid w:val="00A22DCB"/>
    <w:rsid w:val="00A22ECC"/>
    <w:rsid w:val="00A23664"/>
    <w:rsid w:val="00A23709"/>
    <w:rsid w:val="00A2375A"/>
    <w:rsid w:val="00A2377F"/>
    <w:rsid w:val="00A2389A"/>
    <w:rsid w:val="00A23BA8"/>
    <w:rsid w:val="00A23CF4"/>
    <w:rsid w:val="00A23D45"/>
    <w:rsid w:val="00A24968"/>
    <w:rsid w:val="00A2499F"/>
    <w:rsid w:val="00A24A4F"/>
    <w:rsid w:val="00A24BD6"/>
    <w:rsid w:val="00A24C24"/>
    <w:rsid w:val="00A24CF9"/>
    <w:rsid w:val="00A24D9E"/>
    <w:rsid w:val="00A24FA2"/>
    <w:rsid w:val="00A250C6"/>
    <w:rsid w:val="00A25157"/>
    <w:rsid w:val="00A25178"/>
    <w:rsid w:val="00A25BDC"/>
    <w:rsid w:val="00A25F5C"/>
    <w:rsid w:val="00A2623D"/>
    <w:rsid w:val="00A262B0"/>
    <w:rsid w:val="00A26453"/>
    <w:rsid w:val="00A26A42"/>
    <w:rsid w:val="00A26A53"/>
    <w:rsid w:val="00A26AB9"/>
    <w:rsid w:val="00A26C83"/>
    <w:rsid w:val="00A26CDC"/>
    <w:rsid w:val="00A27234"/>
    <w:rsid w:val="00A273E7"/>
    <w:rsid w:val="00A27D22"/>
    <w:rsid w:val="00A301C4"/>
    <w:rsid w:val="00A3020E"/>
    <w:rsid w:val="00A3042E"/>
    <w:rsid w:val="00A30532"/>
    <w:rsid w:val="00A305A4"/>
    <w:rsid w:val="00A305B8"/>
    <w:rsid w:val="00A30C4C"/>
    <w:rsid w:val="00A30D01"/>
    <w:rsid w:val="00A30DEF"/>
    <w:rsid w:val="00A30F1A"/>
    <w:rsid w:val="00A3125F"/>
    <w:rsid w:val="00A3187F"/>
    <w:rsid w:val="00A325C5"/>
    <w:rsid w:val="00A32AA9"/>
    <w:rsid w:val="00A32CC9"/>
    <w:rsid w:val="00A331CF"/>
    <w:rsid w:val="00A331EB"/>
    <w:rsid w:val="00A3429C"/>
    <w:rsid w:val="00A344F5"/>
    <w:rsid w:val="00A34506"/>
    <w:rsid w:val="00A34689"/>
    <w:rsid w:val="00A346D9"/>
    <w:rsid w:val="00A34782"/>
    <w:rsid w:val="00A347B3"/>
    <w:rsid w:val="00A348A6"/>
    <w:rsid w:val="00A35568"/>
    <w:rsid w:val="00A3584D"/>
    <w:rsid w:val="00A359FA"/>
    <w:rsid w:val="00A35B69"/>
    <w:rsid w:val="00A35CF2"/>
    <w:rsid w:val="00A35EEA"/>
    <w:rsid w:val="00A35F76"/>
    <w:rsid w:val="00A36643"/>
    <w:rsid w:val="00A3667E"/>
    <w:rsid w:val="00A36A77"/>
    <w:rsid w:val="00A36B18"/>
    <w:rsid w:val="00A36CF5"/>
    <w:rsid w:val="00A36FC2"/>
    <w:rsid w:val="00A37B5D"/>
    <w:rsid w:val="00A37BA7"/>
    <w:rsid w:val="00A40109"/>
    <w:rsid w:val="00A40432"/>
    <w:rsid w:val="00A40532"/>
    <w:rsid w:val="00A40D7A"/>
    <w:rsid w:val="00A40F18"/>
    <w:rsid w:val="00A4110B"/>
    <w:rsid w:val="00A411A4"/>
    <w:rsid w:val="00A41326"/>
    <w:rsid w:val="00A4145E"/>
    <w:rsid w:val="00A414E7"/>
    <w:rsid w:val="00A41509"/>
    <w:rsid w:val="00A4162C"/>
    <w:rsid w:val="00A41FCF"/>
    <w:rsid w:val="00A42083"/>
    <w:rsid w:val="00A4211C"/>
    <w:rsid w:val="00A42548"/>
    <w:rsid w:val="00A42561"/>
    <w:rsid w:val="00A42631"/>
    <w:rsid w:val="00A42757"/>
    <w:rsid w:val="00A4278D"/>
    <w:rsid w:val="00A42989"/>
    <w:rsid w:val="00A42BB1"/>
    <w:rsid w:val="00A42E00"/>
    <w:rsid w:val="00A4313D"/>
    <w:rsid w:val="00A43759"/>
    <w:rsid w:val="00A43BA6"/>
    <w:rsid w:val="00A43C27"/>
    <w:rsid w:val="00A43C3F"/>
    <w:rsid w:val="00A43C88"/>
    <w:rsid w:val="00A43E4D"/>
    <w:rsid w:val="00A44601"/>
    <w:rsid w:val="00A44666"/>
    <w:rsid w:val="00A446E2"/>
    <w:rsid w:val="00A45050"/>
    <w:rsid w:val="00A4507D"/>
    <w:rsid w:val="00A451D2"/>
    <w:rsid w:val="00A4541F"/>
    <w:rsid w:val="00A45488"/>
    <w:rsid w:val="00A45697"/>
    <w:rsid w:val="00A459FF"/>
    <w:rsid w:val="00A462BC"/>
    <w:rsid w:val="00A46C88"/>
    <w:rsid w:val="00A472E0"/>
    <w:rsid w:val="00A47803"/>
    <w:rsid w:val="00A478E8"/>
    <w:rsid w:val="00A47B8C"/>
    <w:rsid w:val="00A47E78"/>
    <w:rsid w:val="00A47F02"/>
    <w:rsid w:val="00A50038"/>
    <w:rsid w:val="00A5048E"/>
    <w:rsid w:val="00A5060C"/>
    <w:rsid w:val="00A5060D"/>
    <w:rsid w:val="00A506A4"/>
    <w:rsid w:val="00A506FA"/>
    <w:rsid w:val="00A5079C"/>
    <w:rsid w:val="00A50D21"/>
    <w:rsid w:val="00A50EBF"/>
    <w:rsid w:val="00A5111F"/>
    <w:rsid w:val="00A51147"/>
    <w:rsid w:val="00A5124D"/>
    <w:rsid w:val="00A51386"/>
    <w:rsid w:val="00A51679"/>
    <w:rsid w:val="00A51ED0"/>
    <w:rsid w:val="00A51FE3"/>
    <w:rsid w:val="00A521F2"/>
    <w:rsid w:val="00A523E1"/>
    <w:rsid w:val="00A52529"/>
    <w:rsid w:val="00A52AD7"/>
    <w:rsid w:val="00A52E5C"/>
    <w:rsid w:val="00A52FAD"/>
    <w:rsid w:val="00A5320D"/>
    <w:rsid w:val="00A53670"/>
    <w:rsid w:val="00A536D1"/>
    <w:rsid w:val="00A536D9"/>
    <w:rsid w:val="00A538AA"/>
    <w:rsid w:val="00A53A1A"/>
    <w:rsid w:val="00A53A73"/>
    <w:rsid w:val="00A53ACF"/>
    <w:rsid w:val="00A53AD7"/>
    <w:rsid w:val="00A53BB9"/>
    <w:rsid w:val="00A53C70"/>
    <w:rsid w:val="00A54274"/>
    <w:rsid w:val="00A5446D"/>
    <w:rsid w:val="00A54470"/>
    <w:rsid w:val="00A54D55"/>
    <w:rsid w:val="00A550E1"/>
    <w:rsid w:val="00A553AC"/>
    <w:rsid w:val="00A5549E"/>
    <w:rsid w:val="00A55716"/>
    <w:rsid w:val="00A55DA8"/>
    <w:rsid w:val="00A560F9"/>
    <w:rsid w:val="00A5628C"/>
    <w:rsid w:val="00A564E8"/>
    <w:rsid w:val="00A57080"/>
    <w:rsid w:val="00A57131"/>
    <w:rsid w:val="00A5750C"/>
    <w:rsid w:val="00A577FC"/>
    <w:rsid w:val="00A5799D"/>
    <w:rsid w:val="00A57B8B"/>
    <w:rsid w:val="00A57FF3"/>
    <w:rsid w:val="00A60698"/>
    <w:rsid w:val="00A6077B"/>
    <w:rsid w:val="00A608B2"/>
    <w:rsid w:val="00A60AA8"/>
    <w:rsid w:val="00A60B01"/>
    <w:rsid w:val="00A61057"/>
    <w:rsid w:val="00A61426"/>
    <w:rsid w:val="00A614C6"/>
    <w:rsid w:val="00A616F3"/>
    <w:rsid w:val="00A61824"/>
    <w:rsid w:val="00A61883"/>
    <w:rsid w:val="00A61A8F"/>
    <w:rsid w:val="00A61E72"/>
    <w:rsid w:val="00A621F4"/>
    <w:rsid w:val="00A6229B"/>
    <w:rsid w:val="00A622E1"/>
    <w:rsid w:val="00A623DF"/>
    <w:rsid w:val="00A62467"/>
    <w:rsid w:val="00A624DB"/>
    <w:rsid w:val="00A627BB"/>
    <w:rsid w:val="00A627D9"/>
    <w:rsid w:val="00A62829"/>
    <w:rsid w:val="00A62AFF"/>
    <w:rsid w:val="00A62D16"/>
    <w:rsid w:val="00A63007"/>
    <w:rsid w:val="00A63194"/>
    <w:rsid w:val="00A6342D"/>
    <w:rsid w:val="00A634C6"/>
    <w:rsid w:val="00A6364B"/>
    <w:rsid w:val="00A63F98"/>
    <w:rsid w:val="00A640DB"/>
    <w:rsid w:val="00A646AC"/>
    <w:rsid w:val="00A64AD3"/>
    <w:rsid w:val="00A64B8C"/>
    <w:rsid w:val="00A64E08"/>
    <w:rsid w:val="00A65364"/>
    <w:rsid w:val="00A653E4"/>
    <w:rsid w:val="00A6559E"/>
    <w:rsid w:val="00A65737"/>
    <w:rsid w:val="00A65AB4"/>
    <w:rsid w:val="00A65BBF"/>
    <w:rsid w:val="00A65C6F"/>
    <w:rsid w:val="00A66043"/>
    <w:rsid w:val="00A66102"/>
    <w:rsid w:val="00A6615E"/>
    <w:rsid w:val="00A6641B"/>
    <w:rsid w:val="00A66AF1"/>
    <w:rsid w:val="00A66C29"/>
    <w:rsid w:val="00A66D12"/>
    <w:rsid w:val="00A67D30"/>
    <w:rsid w:val="00A67D52"/>
    <w:rsid w:val="00A67D6F"/>
    <w:rsid w:val="00A7004B"/>
    <w:rsid w:val="00A702F5"/>
    <w:rsid w:val="00A7066F"/>
    <w:rsid w:val="00A708D2"/>
    <w:rsid w:val="00A70DBF"/>
    <w:rsid w:val="00A70E19"/>
    <w:rsid w:val="00A70E4D"/>
    <w:rsid w:val="00A70E7C"/>
    <w:rsid w:val="00A70FC9"/>
    <w:rsid w:val="00A7143A"/>
    <w:rsid w:val="00A7167A"/>
    <w:rsid w:val="00A7169B"/>
    <w:rsid w:val="00A717D4"/>
    <w:rsid w:val="00A71B86"/>
    <w:rsid w:val="00A71CB7"/>
    <w:rsid w:val="00A71CF3"/>
    <w:rsid w:val="00A720E1"/>
    <w:rsid w:val="00A720E2"/>
    <w:rsid w:val="00A726C9"/>
    <w:rsid w:val="00A7280A"/>
    <w:rsid w:val="00A72A43"/>
    <w:rsid w:val="00A733FC"/>
    <w:rsid w:val="00A73462"/>
    <w:rsid w:val="00A7349F"/>
    <w:rsid w:val="00A73879"/>
    <w:rsid w:val="00A73A32"/>
    <w:rsid w:val="00A73C3A"/>
    <w:rsid w:val="00A744AA"/>
    <w:rsid w:val="00A74738"/>
    <w:rsid w:val="00A7473D"/>
    <w:rsid w:val="00A74A71"/>
    <w:rsid w:val="00A74CB8"/>
    <w:rsid w:val="00A74EE2"/>
    <w:rsid w:val="00A74F39"/>
    <w:rsid w:val="00A751BE"/>
    <w:rsid w:val="00A751D9"/>
    <w:rsid w:val="00A76316"/>
    <w:rsid w:val="00A76320"/>
    <w:rsid w:val="00A7634D"/>
    <w:rsid w:val="00A763BE"/>
    <w:rsid w:val="00A763D0"/>
    <w:rsid w:val="00A7646C"/>
    <w:rsid w:val="00A766FF"/>
    <w:rsid w:val="00A76829"/>
    <w:rsid w:val="00A76D0B"/>
    <w:rsid w:val="00A76E24"/>
    <w:rsid w:val="00A76F2E"/>
    <w:rsid w:val="00A77177"/>
    <w:rsid w:val="00A774CD"/>
    <w:rsid w:val="00A77651"/>
    <w:rsid w:val="00A77B13"/>
    <w:rsid w:val="00A77B30"/>
    <w:rsid w:val="00A80087"/>
    <w:rsid w:val="00A8024A"/>
    <w:rsid w:val="00A803BA"/>
    <w:rsid w:val="00A80EAA"/>
    <w:rsid w:val="00A813E9"/>
    <w:rsid w:val="00A8147C"/>
    <w:rsid w:val="00A818C1"/>
    <w:rsid w:val="00A81A1F"/>
    <w:rsid w:val="00A81A9E"/>
    <w:rsid w:val="00A81BFB"/>
    <w:rsid w:val="00A81C2B"/>
    <w:rsid w:val="00A81E66"/>
    <w:rsid w:val="00A81F44"/>
    <w:rsid w:val="00A82008"/>
    <w:rsid w:val="00A820A6"/>
    <w:rsid w:val="00A823D2"/>
    <w:rsid w:val="00A8241A"/>
    <w:rsid w:val="00A82444"/>
    <w:rsid w:val="00A82487"/>
    <w:rsid w:val="00A82E46"/>
    <w:rsid w:val="00A82F5B"/>
    <w:rsid w:val="00A83364"/>
    <w:rsid w:val="00A83998"/>
    <w:rsid w:val="00A83E8B"/>
    <w:rsid w:val="00A84048"/>
    <w:rsid w:val="00A843D5"/>
    <w:rsid w:val="00A84757"/>
    <w:rsid w:val="00A850F8"/>
    <w:rsid w:val="00A8536E"/>
    <w:rsid w:val="00A8548F"/>
    <w:rsid w:val="00A85777"/>
    <w:rsid w:val="00A85854"/>
    <w:rsid w:val="00A85946"/>
    <w:rsid w:val="00A85CDD"/>
    <w:rsid w:val="00A85F37"/>
    <w:rsid w:val="00A86100"/>
    <w:rsid w:val="00A86279"/>
    <w:rsid w:val="00A86C0B"/>
    <w:rsid w:val="00A86CDB"/>
    <w:rsid w:val="00A87405"/>
    <w:rsid w:val="00A87546"/>
    <w:rsid w:val="00A87C6B"/>
    <w:rsid w:val="00A87EAB"/>
    <w:rsid w:val="00A90068"/>
    <w:rsid w:val="00A9015C"/>
    <w:rsid w:val="00A902FF"/>
    <w:rsid w:val="00A903CE"/>
    <w:rsid w:val="00A9053E"/>
    <w:rsid w:val="00A90880"/>
    <w:rsid w:val="00A91202"/>
    <w:rsid w:val="00A9147A"/>
    <w:rsid w:val="00A91491"/>
    <w:rsid w:val="00A91958"/>
    <w:rsid w:val="00A91F16"/>
    <w:rsid w:val="00A920FB"/>
    <w:rsid w:val="00A92457"/>
    <w:rsid w:val="00A92547"/>
    <w:rsid w:val="00A9271A"/>
    <w:rsid w:val="00A9276E"/>
    <w:rsid w:val="00A927EC"/>
    <w:rsid w:val="00A92947"/>
    <w:rsid w:val="00A92BE2"/>
    <w:rsid w:val="00A92C7E"/>
    <w:rsid w:val="00A92CBA"/>
    <w:rsid w:val="00A92DDE"/>
    <w:rsid w:val="00A92E4E"/>
    <w:rsid w:val="00A93271"/>
    <w:rsid w:val="00A93287"/>
    <w:rsid w:val="00A932F2"/>
    <w:rsid w:val="00A9380B"/>
    <w:rsid w:val="00A938A8"/>
    <w:rsid w:val="00A93BD4"/>
    <w:rsid w:val="00A93EBF"/>
    <w:rsid w:val="00A9432C"/>
    <w:rsid w:val="00A94798"/>
    <w:rsid w:val="00A94822"/>
    <w:rsid w:val="00A94A2C"/>
    <w:rsid w:val="00A94F58"/>
    <w:rsid w:val="00A9531C"/>
    <w:rsid w:val="00A954CF"/>
    <w:rsid w:val="00A95514"/>
    <w:rsid w:val="00A95DC7"/>
    <w:rsid w:val="00A9622B"/>
    <w:rsid w:val="00A96327"/>
    <w:rsid w:val="00A96402"/>
    <w:rsid w:val="00A96831"/>
    <w:rsid w:val="00A96B24"/>
    <w:rsid w:val="00A972AD"/>
    <w:rsid w:val="00A972C5"/>
    <w:rsid w:val="00A97652"/>
    <w:rsid w:val="00A97A96"/>
    <w:rsid w:val="00A97B3B"/>
    <w:rsid w:val="00A97D8C"/>
    <w:rsid w:val="00AA00AD"/>
    <w:rsid w:val="00AA0127"/>
    <w:rsid w:val="00AA04BD"/>
    <w:rsid w:val="00AA054A"/>
    <w:rsid w:val="00AA05AB"/>
    <w:rsid w:val="00AA05D0"/>
    <w:rsid w:val="00AA0986"/>
    <w:rsid w:val="00AA0ACC"/>
    <w:rsid w:val="00AA0F65"/>
    <w:rsid w:val="00AA11DC"/>
    <w:rsid w:val="00AA1304"/>
    <w:rsid w:val="00AA1527"/>
    <w:rsid w:val="00AA166E"/>
    <w:rsid w:val="00AA1CFA"/>
    <w:rsid w:val="00AA200A"/>
    <w:rsid w:val="00AA20BD"/>
    <w:rsid w:val="00AA21B6"/>
    <w:rsid w:val="00AA259B"/>
    <w:rsid w:val="00AA26C9"/>
    <w:rsid w:val="00AA274A"/>
    <w:rsid w:val="00AA2F10"/>
    <w:rsid w:val="00AA2F1C"/>
    <w:rsid w:val="00AA30C4"/>
    <w:rsid w:val="00AA312D"/>
    <w:rsid w:val="00AA3179"/>
    <w:rsid w:val="00AA3369"/>
    <w:rsid w:val="00AA3770"/>
    <w:rsid w:val="00AA3A9B"/>
    <w:rsid w:val="00AA43D4"/>
    <w:rsid w:val="00AA4478"/>
    <w:rsid w:val="00AA4509"/>
    <w:rsid w:val="00AA4514"/>
    <w:rsid w:val="00AA4E84"/>
    <w:rsid w:val="00AA4F32"/>
    <w:rsid w:val="00AA5688"/>
    <w:rsid w:val="00AA574B"/>
    <w:rsid w:val="00AA57C6"/>
    <w:rsid w:val="00AA5889"/>
    <w:rsid w:val="00AA5923"/>
    <w:rsid w:val="00AA5AAA"/>
    <w:rsid w:val="00AA5BE1"/>
    <w:rsid w:val="00AA6595"/>
    <w:rsid w:val="00AA67DD"/>
    <w:rsid w:val="00AA6803"/>
    <w:rsid w:val="00AA69C9"/>
    <w:rsid w:val="00AA71D9"/>
    <w:rsid w:val="00AA7272"/>
    <w:rsid w:val="00AA7574"/>
    <w:rsid w:val="00AA7674"/>
    <w:rsid w:val="00AA78BE"/>
    <w:rsid w:val="00AA7A97"/>
    <w:rsid w:val="00AA7D33"/>
    <w:rsid w:val="00AA7DB0"/>
    <w:rsid w:val="00AA7EC4"/>
    <w:rsid w:val="00AB029C"/>
    <w:rsid w:val="00AB037A"/>
    <w:rsid w:val="00AB03DD"/>
    <w:rsid w:val="00AB081D"/>
    <w:rsid w:val="00AB0F65"/>
    <w:rsid w:val="00AB0FB9"/>
    <w:rsid w:val="00AB119D"/>
    <w:rsid w:val="00AB1BB2"/>
    <w:rsid w:val="00AB1BBF"/>
    <w:rsid w:val="00AB2166"/>
    <w:rsid w:val="00AB2C11"/>
    <w:rsid w:val="00AB2C4D"/>
    <w:rsid w:val="00AB2E77"/>
    <w:rsid w:val="00AB2F9E"/>
    <w:rsid w:val="00AB3094"/>
    <w:rsid w:val="00AB33DA"/>
    <w:rsid w:val="00AB346E"/>
    <w:rsid w:val="00AB385E"/>
    <w:rsid w:val="00AB3AC0"/>
    <w:rsid w:val="00AB3E48"/>
    <w:rsid w:val="00AB474E"/>
    <w:rsid w:val="00AB4D60"/>
    <w:rsid w:val="00AB5B00"/>
    <w:rsid w:val="00AB5D1E"/>
    <w:rsid w:val="00AB686A"/>
    <w:rsid w:val="00AB7262"/>
    <w:rsid w:val="00AB7419"/>
    <w:rsid w:val="00AB749D"/>
    <w:rsid w:val="00AB74D6"/>
    <w:rsid w:val="00AB758F"/>
    <w:rsid w:val="00AB7618"/>
    <w:rsid w:val="00AB77D3"/>
    <w:rsid w:val="00AC0475"/>
    <w:rsid w:val="00AC04DF"/>
    <w:rsid w:val="00AC0503"/>
    <w:rsid w:val="00AC0569"/>
    <w:rsid w:val="00AC0B5E"/>
    <w:rsid w:val="00AC0C67"/>
    <w:rsid w:val="00AC0DC8"/>
    <w:rsid w:val="00AC1115"/>
    <w:rsid w:val="00AC128A"/>
    <w:rsid w:val="00AC13DC"/>
    <w:rsid w:val="00AC1B31"/>
    <w:rsid w:val="00AC1B63"/>
    <w:rsid w:val="00AC1D05"/>
    <w:rsid w:val="00AC1D55"/>
    <w:rsid w:val="00AC1DBF"/>
    <w:rsid w:val="00AC1DD0"/>
    <w:rsid w:val="00AC1E14"/>
    <w:rsid w:val="00AC24B4"/>
    <w:rsid w:val="00AC26F8"/>
    <w:rsid w:val="00AC2BC8"/>
    <w:rsid w:val="00AC2BC9"/>
    <w:rsid w:val="00AC2E1F"/>
    <w:rsid w:val="00AC320E"/>
    <w:rsid w:val="00AC33A5"/>
    <w:rsid w:val="00AC3B41"/>
    <w:rsid w:val="00AC3C01"/>
    <w:rsid w:val="00AC41FB"/>
    <w:rsid w:val="00AC4271"/>
    <w:rsid w:val="00AC488C"/>
    <w:rsid w:val="00AC4995"/>
    <w:rsid w:val="00AC4BBD"/>
    <w:rsid w:val="00AC4E48"/>
    <w:rsid w:val="00AC5232"/>
    <w:rsid w:val="00AC527D"/>
    <w:rsid w:val="00AC52BC"/>
    <w:rsid w:val="00AC56F8"/>
    <w:rsid w:val="00AC5889"/>
    <w:rsid w:val="00AC5D8C"/>
    <w:rsid w:val="00AC5DCB"/>
    <w:rsid w:val="00AC62DD"/>
    <w:rsid w:val="00AC631D"/>
    <w:rsid w:val="00AC64CC"/>
    <w:rsid w:val="00AC66F2"/>
    <w:rsid w:val="00AC67AB"/>
    <w:rsid w:val="00AC68E2"/>
    <w:rsid w:val="00AC69C9"/>
    <w:rsid w:val="00AC6AE3"/>
    <w:rsid w:val="00AC6AF5"/>
    <w:rsid w:val="00AC6B07"/>
    <w:rsid w:val="00AC6B22"/>
    <w:rsid w:val="00AC781B"/>
    <w:rsid w:val="00AC7A52"/>
    <w:rsid w:val="00AC7A65"/>
    <w:rsid w:val="00AC7B7B"/>
    <w:rsid w:val="00AC7DBE"/>
    <w:rsid w:val="00AC7EA9"/>
    <w:rsid w:val="00AD01D8"/>
    <w:rsid w:val="00AD029B"/>
    <w:rsid w:val="00AD038F"/>
    <w:rsid w:val="00AD0BE8"/>
    <w:rsid w:val="00AD1119"/>
    <w:rsid w:val="00AD15ED"/>
    <w:rsid w:val="00AD19F0"/>
    <w:rsid w:val="00AD1C87"/>
    <w:rsid w:val="00AD1F2B"/>
    <w:rsid w:val="00AD1FA6"/>
    <w:rsid w:val="00AD2159"/>
    <w:rsid w:val="00AD21D7"/>
    <w:rsid w:val="00AD21EE"/>
    <w:rsid w:val="00AD29C6"/>
    <w:rsid w:val="00AD2A30"/>
    <w:rsid w:val="00AD3164"/>
    <w:rsid w:val="00AD32A5"/>
    <w:rsid w:val="00AD3B42"/>
    <w:rsid w:val="00AD3E5B"/>
    <w:rsid w:val="00AD3FBF"/>
    <w:rsid w:val="00AD4175"/>
    <w:rsid w:val="00AD42F5"/>
    <w:rsid w:val="00AD4BBB"/>
    <w:rsid w:val="00AD4DC6"/>
    <w:rsid w:val="00AD5014"/>
    <w:rsid w:val="00AD5282"/>
    <w:rsid w:val="00AD5457"/>
    <w:rsid w:val="00AD5839"/>
    <w:rsid w:val="00AD6636"/>
    <w:rsid w:val="00AD669D"/>
    <w:rsid w:val="00AD66B5"/>
    <w:rsid w:val="00AD6DB2"/>
    <w:rsid w:val="00AD6EC1"/>
    <w:rsid w:val="00AD7226"/>
    <w:rsid w:val="00AD7701"/>
    <w:rsid w:val="00AD7805"/>
    <w:rsid w:val="00AD7A51"/>
    <w:rsid w:val="00AD7DDB"/>
    <w:rsid w:val="00AE04C3"/>
    <w:rsid w:val="00AE05F0"/>
    <w:rsid w:val="00AE0946"/>
    <w:rsid w:val="00AE0B7E"/>
    <w:rsid w:val="00AE0F8F"/>
    <w:rsid w:val="00AE107B"/>
    <w:rsid w:val="00AE1081"/>
    <w:rsid w:val="00AE1192"/>
    <w:rsid w:val="00AE11BA"/>
    <w:rsid w:val="00AE1254"/>
    <w:rsid w:val="00AE1272"/>
    <w:rsid w:val="00AE1520"/>
    <w:rsid w:val="00AE16AB"/>
    <w:rsid w:val="00AE17F4"/>
    <w:rsid w:val="00AE1815"/>
    <w:rsid w:val="00AE1ADB"/>
    <w:rsid w:val="00AE1B57"/>
    <w:rsid w:val="00AE1CC9"/>
    <w:rsid w:val="00AE2364"/>
    <w:rsid w:val="00AE2590"/>
    <w:rsid w:val="00AE2A23"/>
    <w:rsid w:val="00AE2CA0"/>
    <w:rsid w:val="00AE2D3F"/>
    <w:rsid w:val="00AE2DC4"/>
    <w:rsid w:val="00AE2E48"/>
    <w:rsid w:val="00AE2EAF"/>
    <w:rsid w:val="00AE337F"/>
    <w:rsid w:val="00AE373A"/>
    <w:rsid w:val="00AE3891"/>
    <w:rsid w:val="00AE3BF0"/>
    <w:rsid w:val="00AE3D7C"/>
    <w:rsid w:val="00AE4122"/>
    <w:rsid w:val="00AE4B0F"/>
    <w:rsid w:val="00AE4C77"/>
    <w:rsid w:val="00AE4ED7"/>
    <w:rsid w:val="00AE5146"/>
    <w:rsid w:val="00AE51F5"/>
    <w:rsid w:val="00AE5643"/>
    <w:rsid w:val="00AE571A"/>
    <w:rsid w:val="00AE59B9"/>
    <w:rsid w:val="00AE6393"/>
    <w:rsid w:val="00AE63E4"/>
    <w:rsid w:val="00AE67D9"/>
    <w:rsid w:val="00AE6919"/>
    <w:rsid w:val="00AE6923"/>
    <w:rsid w:val="00AE6AC9"/>
    <w:rsid w:val="00AE6D5E"/>
    <w:rsid w:val="00AE6DE8"/>
    <w:rsid w:val="00AE6FB3"/>
    <w:rsid w:val="00AE7046"/>
    <w:rsid w:val="00AE710F"/>
    <w:rsid w:val="00AE71AF"/>
    <w:rsid w:val="00AE7F89"/>
    <w:rsid w:val="00AF030C"/>
    <w:rsid w:val="00AF0327"/>
    <w:rsid w:val="00AF04DD"/>
    <w:rsid w:val="00AF086A"/>
    <w:rsid w:val="00AF0AE4"/>
    <w:rsid w:val="00AF0F6A"/>
    <w:rsid w:val="00AF1257"/>
    <w:rsid w:val="00AF14CC"/>
    <w:rsid w:val="00AF185E"/>
    <w:rsid w:val="00AF1AF0"/>
    <w:rsid w:val="00AF1CA1"/>
    <w:rsid w:val="00AF1E3D"/>
    <w:rsid w:val="00AF1FF7"/>
    <w:rsid w:val="00AF2A7A"/>
    <w:rsid w:val="00AF2E24"/>
    <w:rsid w:val="00AF3570"/>
    <w:rsid w:val="00AF372A"/>
    <w:rsid w:val="00AF373E"/>
    <w:rsid w:val="00AF4254"/>
    <w:rsid w:val="00AF43CC"/>
    <w:rsid w:val="00AF4549"/>
    <w:rsid w:val="00AF48A8"/>
    <w:rsid w:val="00AF4BF6"/>
    <w:rsid w:val="00AF4DE4"/>
    <w:rsid w:val="00AF4EBE"/>
    <w:rsid w:val="00AF5415"/>
    <w:rsid w:val="00AF5428"/>
    <w:rsid w:val="00AF5691"/>
    <w:rsid w:val="00AF57D1"/>
    <w:rsid w:val="00AF58F6"/>
    <w:rsid w:val="00AF5E42"/>
    <w:rsid w:val="00AF5E63"/>
    <w:rsid w:val="00AF5E8C"/>
    <w:rsid w:val="00AF6088"/>
    <w:rsid w:val="00AF63BF"/>
    <w:rsid w:val="00AF6589"/>
    <w:rsid w:val="00AF668A"/>
    <w:rsid w:val="00AF6991"/>
    <w:rsid w:val="00AF6BF7"/>
    <w:rsid w:val="00AF6F32"/>
    <w:rsid w:val="00AF6F39"/>
    <w:rsid w:val="00AF7434"/>
    <w:rsid w:val="00AF7619"/>
    <w:rsid w:val="00AF7A69"/>
    <w:rsid w:val="00AF7ED4"/>
    <w:rsid w:val="00B00010"/>
    <w:rsid w:val="00B003E3"/>
    <w:rsid w:val="00B010DA"/>
    <w:rsid w:val="00B0139C"/>
    <w:rsid w:val="00B014C1"/>
    <w:rsid w:val="00B01BB9"/>
    <w:rsid w:val="00B01C14"/>
    <w:rsid w:val="00B01DF1"/>
    <w:rsid w:val="00B02099"/>
    <w:rsid w:val="00B022CB"/>
    <w:rsid w:val="00B02951"/>
    <w:rsid w:val="00B02B03"/>
    <w:rsid w:val="00B02E57"/>
    <w:rsid w:val="00B03255"/>
    <w:rsid w:val="00B032A8"/>
    <w:rsid w:val="00B032CC"/>
    <w:rsid w:val="00B0332B"/>
    <w:rsid w:val="00B03C4E"/>
    <w:rsid w:val="00B03D8B"/>
    <w:rsid w:val="00B04490"/>
    <w:rsid w:val="00B04B3F"/>
    <w:rsid w:val="00B04D3A"/>
    <w:rsid w:val="00B05050"/>
    <w:rsid w:val="00B05460"/>
    <w:rsid w:val="00B058CD"/>
    <w:rsid w:val="00B05A0D"/>
    <w:rsid w:val="00B05BEF"/>
    <w:rsid w:val="00B06311"/>
    <w:rsid w:val="00B06344"/>
    <w:rsid w:val="00B064C6"/>
    <w:rsid w:val="00B068FF"/>
    <w:rsid w:val="00B06EC3"/>
    <w:rsid w:val="00B0717A"/>
    <w:rsid w:val="00B07316"/>
    <w:rsid w:val="00B07616"/>
    <w:rsid w:val="00B07C2C"/>
    <w:rsid w:val="00B103C3"/>
    <w:rsid w:val="00B103E2"/>
    <w:rsid w:val="00B10421"/>
    <w:rsid w:val="00B105E8"/>
    <w:rsid w:val="00B10834"/>
    <w:rsid w:val="00B113A0"/>
    <w:rsid w:val="00B113B5"/>
    <w:rsid w:val="00B11509"/>
    <w:rsid w:val="00B12522"/>
    <w:rsid w:val="00B12C62"/>
    <w:rsid w:val="00B12E87"/>
    <w:rsid w:val="00B1345F"/>
    <w:rsid w:val="00B13621"/>
    <w:rsid w:val="00B1366B"/>
    <w:rsid w:val="00B136E6"/>
    <w:rsid w:val="00B139A4"/>
    <w:rsid w:val="00B139C6"/>
    <w:rsid w:val="00B14180"/>
    <w:rsid w:val="00B14489"/>
    <w:rsid w:val="00B144C2"/>
    <w:rsid w:val="00B14788"/>
    <w:rsid w:val="00B14867"/>
    <w:rsid w:val="00B15128"/>
    <w:rsid w:val="00B152B7"/>
    <w:rsid w:val="00B15744"/>
    <w:rsid w:val="00B158CF"/>
    <w:rsid w:val="00B15B74"/>
    <w:rsid w:val="00B15B91"/>
    <w:rsid w:val="00B16013"/>
    <w:rsid w:val="00B16335"/>
    <w:rsid w:val="00B16A7B"/>
    <w:rsid w:val="00B16BA3"/>
    <w:rsid w:val="00B16F31"/>
    <w:rsid w:val="00B170C6"/>
    <w:rsid w:val="00B172CD"/>
    <w:rsid w:val="00B17400"/>
    <w:rsid w:val="00B175BF"/>
    <w:rsid w:val="00B17D08"/>
    <w:rsid w:val="00B202D3"/>
    <w:rsid w:val="00B20A1A"/>
    <w:rsid w:val="00B20A78"/>
    <w:rsid w:val="00B20AD4"/>
    <w:rsid w:val="00B20EB5"/>
    <w:rsid w:val="00B20F33"/>
    <w:rsid w:val="00B215CA"/>
    <w:rsid w:val="00B21BE9"/>
    <w:rsid w:val="00B21BED"/>
    <w:rsid w:val="00B223C1"/>
    <w:rsid w:val="00B2247C"/>
    <w:rsid w:val="00B22E6E"/>
    <w:rsid w:val="00B22EFE"/>
    <w:rsid w:val="00B23029"/>
    <w:rsid w:val="00B23100"/>
    <w:rsid w:val="00B23296"/>
    <w:rsid w:val="00B232CA"/>
    <w:rsid w:val="00B233E1"/>
    <w:rsid w:val="00B23479"/>
    <w:rsid w:val="00B23489"/>
    <w:rsid w:val="00B23654"/>
    <w:rsid w:val="00B23AA9"/>
    <w:rsid w:val="00B2451C"/>
    <w:rsid w:val="00B24813"/>
    <w:rsid w:val="00B24E92"/>
    <w:rsid w:val="00B24F0B"/>
    <w:rsid w:val="00B25038"/>
    <w:rsid w:val="00B25142"/>
    <w:rsid w:val="00B256E9"/>
    <w:rsid w:val="00B257E9"/>
    <w:rsid w:val="00B25B8F"/>
    <w:rsid w:val="00B25BFB"/>
    <w:rsid w:val="00B26227"/>
    <w:rsid w:val="00B26257"/>
    <w:rsid w:val="00B263FE"/>
    <w:rsid w:val="00B26F47"/>
    <w:rsid w:val="00B26F64"/>
    <w:rsid w:val="00B275A1"/>
    <w:rsid w:val="00B27761"/>
    <w:rsid w:val="00B278B1"/>
    <w:rsid w:val="00B27933"/>
    <w:rsid w:val="00B27D06"/>
    <w:rsid w:val="00B27DB1"/>
    <w:rsid w:val="00B27FAF"/>
    <w:rsid w:val="00B3008D"/>
    <w:rsid w:val="00B3037F"/>
    <w:rsid w:val="00B30421"/>
    <w:rsid w:val="00B3052E"/>
    <w:rsid w:val="00B30543"/>
    <w:rsid w:val="00B3054E"/>
    <w:rsid w:val="00B31341"/>
    <w:rsid w:val="00B3166C"/>
    <w:rsid w:val="00B3171A"/>
    <w:rsid w:val="00B31F70"/>
    <w:rsid w:val="00B32194"/>
    <w:rsid w:val="00B32264"/>
    <w:rsid w:val="00B326C6"/>
    <w:rsid w:val="00B32A3C"/>
    <w:rsid w:val="00B32CA4"/>
    <w:rsid w:val="00B32E9F"/>
    <w:rsid w:val="00B32F1D"/>
    <w:rsid w:val="00B33331"/>
    <w:rsid w:val="00B33791"/>
    <w:rsid w:val="00B33A56"/>
    <w:rsid w:val="00B33ACD"/>
    <w:rsid w:val="00B33EC3"/>
    <w:rsid w:val="00B340D2"/>
    <w:rsid w:val="00B345EE"/>
    <w:rsid w:val="00B3473B"/>
    <w:rsid w:val="00B34AFA"/>
    <w:rsid w:val="00B34E33"/>
    <w:rsid w:val="00B34EF6"/>
    <w:rsid w:val="00B34F68"/>
    <w:rsid w:val="00B35564"/>
    <w:rsid w:val="00B35B40"/>
    <w:rsid w:val="00B35C34"/>
    <w:rsid w:val="00B35C8C"/>
    <w:rsid w:val="00B3608F"/>
    <w:rsid w:val="00B360B6"/>
    <w:rsid w:val="00B362EB"/>
    <w:rsid w:val="00B36419"/>
    <w:rsid w:val="00B36A53"/>
    <w:rsid w:val="00B36E74"/>
    <w:rsid w:val="00B36F6C"/>
    <w:rsid w:val="00B3775B"/>
    <w:rsid w:val="00B40690"/>
    <w:rsid w:val="00B409AA"/>
    <w:rsid w:val="00B40CBD"/>
    <w:rsid w:val="00B40DA6"/>
    <w:rsid w:val="00B40DAE"/>
    <w:rsid w:val="00B4116D"/>
    <w:rsid w:val="00B4118B"/>
    <w:rsid w:val="00B41B6C"/>
    <w:rsid w:val="00B41CEC"/>
    <w:rsid w:val="00B41E59"/>
    <w:rsid w:val="00B41F3B"/>
    <w:rsid w:val="00B42496"/>
    <w:rsid w:val="00B42654"/>
    <w:rsid w:val="00B429C6"/>
    <w:rsid w:val="00B42B1F"/>
    <w:rsid w:val="00B43081"/>
    <w:rsid w:val="00B439E3"/>
    <w:rsid w:val="00B43ABA"/>
    <w:rsid w:val="00B43ABD"/>
    <w:rsid w:val="00B43DC6"/>
    <w:rsid w:val="00B43E56"/>
    <w:rsid w:val="00B43EDB"/>
    <w:rsid w:val="00B43FB9"/>
    <w:rsid w:val="00B44136"/>
    <w:rsid w:val="00B44420"/>
    <w:rsid w:val="00B44738"/>
    <w:rsid w:val="00B44782"/>
    <w:rsid w:val="00B44ADD"/>
    <w:rsid w:val="00B44B9A"/>
    <w:rsid w:val="00B44D55"/>
    <w:rsid w:val="00B44F4D"/>
    <w:rsid w:val="00B45056"/>
    <w:rsid w:val="00B4506E"/>
    <w:rsid w:val="00B45223"/>
    <w:rsid w:val="00B45413"/>
    <w:rsid w:val="00B456A2"/>
    <w:rsid w:val="00B45A95"/>
    <w:rsid w:val="00B45F52"/>
    <w:rsid w:val="00B469DF"/>
    <w:rsid w:val="00B46C1B"/>
    <w:rsid w:val="00B4709E"/>
    <w:rsid w:val="00B4720D"/>
    <w:rsid w:val="00B472E8"/>
    <w:rsid w:val="00B47459"/>
    <w:rsid w:val="00B474E6"/>
    <w:rsid w:val="00B4782F"/>
    <w:rsid w:val="00B47864"/>
    <w:rsid w:val="00B50059"/>
    <w:rsid w:val="00B50179"/>
    <w:rsid w:val="00B50278"/>
    <w:rsid w:val="00B50657"/>
    <w:rsid w:val="00B50AFA"/>
    <w:rsid w:val="00B50CE9"/>
    <w:rsid w:val="00B50EBD"/>
    <w:rsid w:val="00B51493"/>
    <w:rsid w:val="00B5155D"/>
    <w:rsid w:val="00B51718"/>
    <w:rsid w:val="00B51812"/>
    <w:rsid w:val="00B518C2"/>
    <w:rsid w:val="00B51B4D"/>
    <w:rsid w:val="00B51C7E"/>
    <w:rsid w:val="00B51D78"/>
    <w:rsid w:val="00B5218D"/>
    <w:rsid w:val="00B524D4"/>
    <w:rsid w:val="00B524E6"/>
    <w:rsid w:val="00B5310F"/>
    <w:rsid w:val="00B53147"/>
    <w:rsid w:val="00B5314D"/>
    <w:rsid w:val="00B53295"/>
    <w:rsid w:val="00B53310"/>
    <w:rsid w:val="00B5349D"/>
    <w:rsid w:val="00B53693"/>
    <w:rsid w:val="00B53A68"/>
    <w:rsid w:val="00B53DE5"/>
    <w:rsid w:val="00B54156"/>
    <w:rsid w:val="00B541F5"/>
    <w:rsid w:val="00B5449D"/>
    <w:rsid w:val="00B548D1"/>
    <w:rsid w:val="00B54C88"/>
    <w:rsid w:val="00B553F0"/>
    <w:rsid w:val="00B55727"/>
    <w:rsid w:val="00B5587D"/>
    <w:rsid w:val="00B559DD"/>
    <w:rsid w:val="00B56323"/>
    <w:rsid w:val="00B56668"/>
    <w:rsid w:val="00B56B89"/>
    <w:rsid w:val="00B56CB5"/>
    <w:rsid w:val="00B5728B"/>
    <w:rsid w:val="00B5736C"/>
    <w:rsid w:val="00B57E2C"/>
    <w:rsid w:val="00B57ECB"/>
    <w:rsid w:val="00B6003A"/>
    <w:rsid w:val="00B60859"/>
    <w:rsid w:val="00B60C16"/>
    <w:rsid w:val="00B60E18"/>
    <w:rsid w:val="00B60F18"/>
    <w:rsid w:val="00B611B1"/>
    <w:rsid w:val="00B6135A"/>
    <w:rsid w:val="00B61B90"/>
    <w:rsid w:val="00B620A9"/>
    <w:rsid w:val="00B6235A"/>
    <w:rsid w:val="00B624E0"/>
    <w:rsid w:val="00B62522"/>
    <w:rsid w:val="00B6270D"/>
    <w:rsid w:val="00B62984"/>
    <w:rsid w:val="00B62B9E"/>
    <w:rsid w:val="00B62C50"/>
    <w:rsid w:val="00B63039"/>
    <w:rsid w:val="00B63186"/>
    <w:rsid w:val="00B644C4"/>
    <w:rsid w:val="00B644E7"/>
    <w:rsid w:val="00B6457E"/>
    <w:rsid w:val="00B647B2"/>
    <w:rsid w:val="00B648B8"/>
    <w:rsid w:val="00B64A72"/>
    <w:rsid w:val="00B64F53"/>
    <w:rsid w:val="00B65043"/>
    <w:rsid w:val="00B65870"/>
    <w:rsid w:val="00B65939"/>
    <w:rsid w:val="00B66580"/>
    <w:rsid w:val="00B66756"/>
    <w:rsid w:val="00B669AB"/>
    <w:rsid w:val="00B66A4F"/>
    <w:rsid w:val="00B66E8B"/>
    <w:rsid w:val="00B66FA4"/>
    <w:rsid w:val="00B67202"/>
    <w:rsid w:val="00B67315"/>
    <w:rsid w:val="00B67854"/>
    <w:rsid w:val="00B700C2"/>
    <w:rsid w:val="00B706CB"/>
    <w:rsid w:val="00B70757"/>
    <w:rsid w:val="00B70AC6"/>
    <w:rsid w:val="00B70C65"/>
    <w:rsid w:val="00B7101D"/>
    <w:rsid w:val="00B71708"/>
    <w:rsid w:val="00B72051"/>
    <w:rsid w:val="00B722F5"/>
    <w:rsid w:val="00B72A34"/>
    <w:rsid w:val="00B72AD3"/>
    <w:rsid w:val="00B72C5F"/>
    <w:rsid w:val="00B72DAF"/>
    <w:rsid w:val="00B72E6F"/>
    <w:rsid w:val="00B72ED0"/>
    <w:rsid w:val="00B72FDB"/>
    <w:rsid w:val="00B731A4"/>
    <w:rsid w:val="00B73291"/>
    <w:rsid w:val="00B73335"/>
    <w:rsid w:val="00B734A6"/>
    <w:rsid w:val="00B73570"/>
    <w:rsid w:val="00B73620"/>
    <w:rsid w:val="00B73816"/>
    <w:rsid w:val="00B73851"/>
    <w:rsid w:val="00B73984"/>
    <w:rsid w:val="00B7436D"/>
    <w:rsid w:val="00B74380"/>
    <w:rsid w:val="00B74728"/>
    <w:rsid w:val="00B74D8C"/>
    <w:rsid w:val="00B74EF8"/>
    <w:rsid w:val="00B753C2"/>
    <w:rsid w:val="00B75533"/>
    <w:rsid w:val="00B755A3"/>
    <w:rsid w:val="00B7576B"/>
    <w:rsid w:val="00B75783"/>
    <w:rsid w:val="00B760A4"/>
    <w:rsid w:val="00B7638C"/>
    <w:rsid w:val="00B763EB"/>
    <w:rsid w:val="00B7649F"/>
    <w:rsid w:val="00B766B0"/>
    <w:rsid w:val="00B76714"/>
    <w:rsid w:val="00B76BE5"/>
    <w:rsid w:val="00B76C9C"/>
    <w:rsid w:val="00B76E4B"/>
    <w:rsid w:val="00B76FF0"/>
    <w:rsid w:val="00B7739F"/>
    <w:rsid w:val="00B77870"/>
    <w:rsid w:val="00B800D0"/>
    <w:rsid w:val="00B80316"/>
    <w:rsid w:val="00B80451"/>
    <w:rsid w:val="00B80522"/>
    <w:rsid w:val="00B8071C"/>
    <w:rsid w:val="00B807FD"/>
    <w:rsid w:val="00B808D8"/>
    <w:rsid w:val="00B80DDD"/>
    <w:rsid w:val="00B80E87"/>
    <w:rsid w:val="00B80EC6"/>
    <w:rsid w:val="00B81194"/>
    <w:rsid w:val="00B81820"/>
    <w:rsid w:val="00B81945"/>
    <w:rsid w:val="00B822F5"/>
    <w:rsid w:val="00B823A0"/>
    <w:rsid w:val="00B82706"/>
    <w:rsid w:val="00B82C6A"/>
    <w:rsid w:val="00B82C7A"/>
    <w:rsid w:val="00B82CA8"/>
    <w:rsid w:val="00B8305F"/>
    <w:rsid w:val="00B83297"/>
    <w:rsid w:val="00B8342F"/>
    <w:rsid w:val="00B834CF"/>
    <w:rsid w:val="00B83659"/>
    <w:rsid w:val="00B8384A"/>
    <w:rsid w:val="00B83879"/>
    <w:rsid w:val="00B83931"/>
    <w:rsid w:val="00B84087"/>
    <w:rsid w:val="00B843BA"/>
    <w:rsid w:val="00B84516"/>
    <w:rsid w:val="00B84942"/>
    <w:rsid w:val="00B84B56"/>
    <w:rsid w:val="00B84C66"/>
    <w:rsid w:val="00B84CEE"/>
    <w:rsid w:val="00B85103"/>
    <w:rsid w:val="00B851B1"/>
    <w:rsid w:val="00B856A3"/>
    <w:rsid w:val="00B85732"/>
    <w:rsid w:val="00B85A0A"/>
    <w:rsid w:val="00B85AAA"/>
    <w:rsid w:val="00B85E5F"/>
    <w:rsid w:val="00B863D0"/>
    <w:rsid w:val="00B864D0"/>
    <w:rsid w:val="00B865A1"/>
    <w:rsid w:val="00B8688F"/>
    <w:rsid w:val="00B86950"/>
    <w:rsid w:val="00B86A99"/>
    <w:rsid w:val="00B86C28"/>
    <w:rsid w:val="00B86CF7"/>
    <w:rsid w:val="00B87222"/>
    <w:rsid w:val="00B875B1"/>
    <w:rsid w:val="00B87806"/>
    <w:rsid w:val="00B90020"/>
    <w:rsid w:val="00B90242"/>
    <w:rsid w:val="00B90328"/>
    <w:rsid w:val="00B90444"/>
    <w:rsid w:val="00B90649"/>
    <w:rsid w:val="00B90AE2"/>
    <w:rsid w:val="00B90B0D"/>
    <w:rsid w:val="00B90B1C"/>
    <w:rsid w:val="00B90F62"/>
    <w:rsid w:val="00B91A43"/>
    <w:rsid w:val="00B91ADF"/>
    <w:rsid w:val="00B924CE"/>
    <w:rsid w:val="00B9288C"/>
    <w:rsid w:val="00B92A2D"/>
    <w:rsid w:val="00B92A3F"/>
    <w:rsid w:val="00B92DFE"/>
    <w:rsid w:val="00B92FBA"/>
    <w:rsid w:val="00B92FF9"/>
    <w:rsid w:val="00B93042"/>
    <w:rsid w:val="00B932FF"/>
    <w:rsid w:val="00B93373"/>
    <w:rsid w:val="00B93835"/>
    <w:rsid w:val="00B939A1"/>
    <w:rsid w:val="00B939F3"/>
    <w:rsid w:val="00B93E61"/>
    <w:rsid w:val="00B93ED7"/>
    <w:rsid w:val="00B942D9"/>
    <w:rsid w:val="00B94394"/>
    <w:rsid w:val="00B9482B"/>
    <w:rsid w:val="00B94DF1"/>
    <w:rsid w:val="00B95030"/>
    <w:rsid w:val="00B951CA"/>
    <w:rsid w:val="00B95C3F"/>
    <w:rsid w:val="00B95FD3"/>
    <w:rsid w:val="00B963EB"/>
    <w:rsid w:val="00B96577"/>
    <w:rsid w:val="00B968BA"/>
    <w:rsid w:val="00B96A66"/>
    <w:rsid w:val="00B97024"/>
    <w:rsid w:val="00B975B1"/>
    <w:rsid w:val="00B97766"/>
    <w:rsid w:val="00B9787F"/>
    <w:rsid w:val="00B9792C"/>
    <w:rsid w:val="00B97F57"/>
    <w:rsid w:val="00B97FD3"/>
    <w:rsid w:val="00BA0122"/>
    <w:rsid w:val="00BA05A6"/>
    <w:rsid w:val="00BA0664"/>
    <w:rsid w:val="00BA07F0"/>
    <w:rsid w:val="00BA0AFB"/>
    <w:rsid w:val="00BA0EFB"/>
    <w:rsid w:val="00BA11FE"/>
    <w:rsid w:val="00BA1371"/>
    <w:rsid w:val="00BA138B"/>
    <w:rsid w:val="00BA16EA"/>
    <w:rsid w:val="00BA1828"/>
    <w:rsid w:val="00BA18BA"/>
    <w:rsid w:val="00BA1973"/>
    <w:rsid w:val="00BA1BC0"/>
    <w:rsid w:val="00BA1E26"/>
    <w:rsid w:val="00BA1E3B"/>
    <w:rsid w:val="00BA2032"/>
    <w:rsid w:val="00BA2145"/>
    <w:rsid w:val="00BA2985"/>
    <w:rsid w:val="00BA29C8"/>
    <w:rsid w:val="00BA2BCF"/>
    <w:rsid w:val="00BA2D15"/>
    <w:rsid w:val="00BA2E24"/>
    <w:rsid w:val="00BA367C"/>
    <w:rsid w:val="00BA3821"/>
    <w:rsid w:val="00BA3BF5"/>
    <w:rsid w:val="00BA3D16"/>
    <w:rsid w:val="00BA4EF4"/>
    <w:rsid w:val="00BA50ED"/>
    <w:rsid w:val="00BA5487"/>
    <w:rsid w:val="00BA59AA"/>
    <w:rsid w:val="00BA5F2E"/>
    <w:rsid w:val="00BA60EB"/>
    <w:rsid w:val="00BA620D"/>
    <w:rsid w:val="00BA621C"/>
    <w:rsid w:val="00BA7210"/>
    <w:rsid w:val="00BA736A"/>
    <w:rsid w:val="00BB00FE"/>
    <w:rsid w:val="00BB0466"/>
    <w:rsid w:val="00BB054A"/>
    <w:rsid w:val="00BB056A"/>
    <w:rsid w:val="00BB0777"/>
    <w:rsid w:val="00BB0DEB"/>
    <w:rsid w:val="00BB0FE6"/>
    <w:rsid w:val="00BB105F"/>
    <w:rsid w:val="00BB156B"/>
    <w:rsid w:val="00BB1BE4"/>
    <w:rsid w:val="00BB1E2A"/>
    <w:rsid w:val="00BB1EF2"/>
    <w:rsid w:val="00BB1FE3"/>
    <w:rsid w:val="00BB2707"/>
    <w:rsid w:val="00BB281C"/>
    <w:rsid w:val="00BB2D6B"/>
    <w:rsid w:val="00BB2EDE"/>
    <w:rsid w:val="00BB31C8"/>
    <w:rsid w:val="00BB32A5"/>
    <w:rsid w:val="00BB32BF"/>
    <w:rsid w:val="00BB33C5"/>
    <w:rsid w:val="00BB3A5A"/>
    <w:rsid w:val="00BB3D03"/>
    <w:rsid w:val="00BB3E18"/>
    <w:rsid w:val="00BB4217"/>
    <w:rsid w:val="00BB44E8"/>
    <w:rsid w:val="00BB4982"/>
    <w:rsid w:val="00BB4A1F"/>
    <w:rsid w:val="00BB505F"/>
    <w:rsid w:val="00BB54D3"/>
    <w:rsid w:val="00BB54F8"/>
    <w:rsid w:val="00BB5627"/>
    <w:rsid w:val="00BB564B"/>
    <w:rsid w:val="00BB5FF2"/>
    <w:rsid w:val="00BB601E"/>
    <w:rsid w:val="00BB648B"/>
    <w:rsid w:val="00BB6C6E"/>
    <w:rsid w:val="00BB70A7"/>
    <w:rsid w:val="00BB714B"/>
    <w:rsid w:val="00BB71F8"/>
    <w:rsid w:val="00BB7256"/>
    <w:rsid w:val="00BB72E3"/>
    <w:rsid w:val="00BB7A3D"/>
    <w:rsid w:val="00BC038E"/>
    <w:rsid w:val="00BC0476"/>
    <w:rsid w:val="00BC062C"/>
    <w:rsid w:val="00BC131B"/>
    <w:rsid w:val="00BC138F"/>
    <w:rsid w:val="00BC14AE"/>
    <w:rsid w:val="00BC1520"/>
    <w:rsid w:val="00BC18DD"/>
    <w:rsid w:val="00BC1BF5"/>
    <w:rsid w:val="00BC1DD4"/>
    <w:rsid w:val="00BC28EC"/>
    <w:rsid w:val="00BC319F"/>
    <w:rsid w:val="00BC3212"/>
    <w:rsid w:val="00BC33C2"/>
    <w:rsid w:val="00BC35D8"/>
    <w:rsid w:val="00BC389C"/>
    <w:rsid w:val="00BC41D9"/>
    <w:rsid w:val="00BC4385"/>
    <w:rsid w:val="00BC456E"/>
    <w:rsid w:val="00BC474E"/>
    <w:rsid w:val="00BC4A7C"/>
    <w:rsid w:val="00BC4BAD"/>
    <w:rsid w:val="00BC5020"/>
    <w:rsid w:val="00BC50D6"/>
    <w:rsid w:val="00BC513D"/>
    <w:rsid w:val="00BC52D3"/>
    <w:rsid w:val="00BC5626"/>
    <w:rsid w:val="00BC5736"/>
    <w:rsid w:val="00BC58AB"/>
    <w:rsid w:val="00BC6732"/>
    <w:rsid w:val="00BC7688"/>
    <w:rsid w:val="00BC7A33"/>
    <w:rsid w:val="00BC7A3F"/>
    <w:rsid w:val="00BC7E1F"/>
    <w:rsid w:val="00BD082E"/>
    <w:rsid w:val="00BD090C"/>
    <w:rsid w:val="00BD0BE4"/>
    <w:rsid w:val="00BD0FC2"/>
    <w:rsid w:val="00BD1197"/>
    <w:rsid w:val="00BD130E"/>
    <w:rsid w:val="00BD133D"/>
    <w:rsid w:val="00BD1712"/>
    <w:rsid w:val="00BD176C"/>
    <w:rsid w:val="00BD1AD3"/>
    <w:rsid w:val="00BD1C4C"/>
    <w:rsid w:val="00BD1C76"/>
    <w:rsid w:val="00BD1EC8"/>
    <w:rsid w:val="00BD1FC6"/>
    <w:rsid w:val="00BD256D"/>
    <w:rsid w:val="00BD268B"/>
    <w:rsid w:val="00BD292D"/>
    <w:rsid w:val="00BD29DE"/>
    <w:rsid w:val="00BD33E2"/>
    <w:rsid w:val="00BD45D4"/>
    <w:rsid w:val="00BD488B"/>
    <w:rsid w:val="00BD4A06"/>
    <w:rsid w:val="00BD4B2E"/>
    <w:rsid w:val="00BD4D91"/>
    <w:rsid w:val="00BD4E05"/>
    <w:rsid w:val="00BD4E6B"/>
    <w:rsid w:val="00BD5078"/>
    <w:rsid w:val="00BD50BE"/>
    <w:rsid w:val="00BD5122"/>
    <w:rsid w:val="00BD5362"/>
    <w:rsid w:val="00BD546F"/>
    <w:rsid w:val="00BD5562"/>
    <w:rsid w:val="00BD56D1"/>
    <w:rsid w:val="00BD5809"/>
    <w:rsid w:val="00BD5A6E"/>
    <w:rsid w:val="00BD5F4C"/>
    <w:rsid w:val="00BD60AA"/>
    <w:rsid w:val="00BD6227"/>
    <w:rsid w:val="00BD6394"/>
    <w:rsid w:val="00BD66BC"/>
    <w:rsid w:val="00BD675F"/>
    <w:rsid w:val="00BD6DB1"/>
    <w:rsid w:val="00BD700B"/>
    <w:rsid w:val="00BD76AC"/>
    <w:rsid w:val="00BD773B"/>
    <w:rsid w:val="00BD7D69"/>
    <w:rsid w:val="00BD7D71"/>
    <w:rsid w:val="00BD7E33"/>
    <w:rsid w:val="00BE015C"/>
    <w:rsid w:val="00BE056D"/>
    <w:rsid w:val="00BE0FC1"/>
    <w:rsid w:val="00BE12D6"/>
    <w:rsid w:val="00BE1425"/>
    <w:rsid w:val="00BE1451"/>
    <w:rsid w:val="00BE19B3"/>
    <w:rsid w:val="00BE1BD6"/>
    <w:rsid w:val="00BE1C74"/>
    <w:rsid w:val="00BE1D24"/>
    <w:rsid w:val="00BE1F25"/>
    <w:rsid w:val="00BE1F34"/>
    <w:rsid w:val="00BE2170"/>
    <w:rsid w:val="00BE21CC"/>
    <w:rsid w:val="00BE239D"/>
    <w:rsid w:val="00BE23CE"/>
    <w:rsid w:val="00BE282D"/>
    <w:rsid w:val="00BE284F"/>
    <w:rsid w:val="00BE2866"/>
    <w:rsid w:val="00BE2892"/>
    <w:rsid w:val="00BE2BC6"/>
    <w:rsid w:val="00BE2DB5"/>
    <w:rsid w:val="00BE2DF0"/>
    <w:rsid w:val="00BE3386"/>
    <w:rsid w:val="00BE37BE"/>
    <w:rsid w:val="00BE3BA3"/>
    <w:rsid w:val="00BE3C41"/>
    <w:rsid w:val="00BE3C77"/>
    <w:rsid w:val="00BE4213"/>
    <w:rsid w:val="00BE4F03"/>
    <w:rsid w:val="00BE4F94"/>
    <w:rsid w:val="00BE5275"/>
    <w:rsid w:val="00BE5EBC"/>
    <w:rsid w:val="00BE6492"/>
    <w:rsid w:val="00BE651D"/>
    <w:rsid w:val="00BE669B"/>
    <w:rsid w:val="00BE69E5"/>
    <w:rsid w:val="00BE724D"/>
    <w:rsid w:val="00BE76D9"/>
    <w:rsid w:val="00BE78E4"/>
    <w:rsid w:val="00BE7D4C"/>
    <w:rsid w:val="00BF003F"/>
    <w:rsid w:val="00BF0049"/>
    <w:rsid w:val="00BF007D"/>
    <w:rsid w:val="00BF00F8"/>
    <w:rsid w:val="00BF0162"/>
    <w:rsid w:val="00BF0410"/>
    <w:rsid w:val="00BF04FF"/>
    <w:rsid w:val="00BF06D0"/>
    <w:rsid w:val="00BF0C4B"/>
    <w:rsid w:val="00BF0CDE"/>
    <w:rsid w:val="00BF0D85"/>
    <w:rsid w:val="00BF1245"/>
    <w:rsid w:val="00BF1358"/>
    <w:rsid w:val="00BF13B7"/>
    <w:rsid w:val="00BF1853"/>
    <w:rsid w:val="00BF18CC"/>
    <w:rsid w:val="00BF1C6F"/>
    <w:rsid w:val="00BF1CD4"/>
    <w:rsid w:val="00BF23D8"/>
    <w:rsid w:val="00BF2A1F"/>
    <w:rsid w:val="00BF2A79"/>
    <w:rsid w:val="00BF2F35"/>
    <w:rsid w:val="00BF3473"/>
    <w:rsid w:val="00BF3673"/>
    <w:rsid w:val="00BF367E"/>
    <w:rsid w:val="00BF3736"/>
    <w:rsid w:val="00BF3785"/>
    <w:rsid w:val="00BF3876"/>
    <w:rsid w:val="00BF390D"/>
    <w:rsid w:val="00BF3BFE"/>
    <w:rsid w:val="00BF3C5A"/>
    <w:rsid w:val="00BF3CDE"/>
    <w:rsid w:val="00BF3D1C"/>
    <w:rsid w:val="00BF3D58"/>
    <w:rsid w:val="00BF40F1"/>
    <w:rsid w:val="00BF4772"/>
    <w:rsid w:val="00BF482F"/>
    <w:rsid w:val="00BF4B15"/>
    <w:rsid w:val="00BF4B1C"/>
    <w:rsid w:val="00BF4B68"/>
    <w:rsid w:val="00BF4D66"/>
    <w:rsid w:val="00BF5362"/>
    <w:rsid w:val="00BF5472"/>
    <w:rsid w:val="00BF584C"/>
    <w:rsid w:val="00BF5E0C"/>
    <w:rsid w:val="00BF652B"/>
    <w:rsid w:val="00BF6681"/>
    <w:rsid w:val="00BF6DCF"/>
    <w:rsid w:val="00BF6EDC"/>
    <w:rsid w:val="00BF6F98"/>
    <w:rsid w:val="00BF767E"/>
    <w:rsid w:val="00BF7E13"/>
    <w:rsid w:val="00C0069B"/>
    <w:rsid w:val="00C00ABA"/>
    <w:rsid w:val="00C00E83"/>
    <w:rsid w:val="00C011A4"/>
    <w:rsid w:val="00C014B0"/>
    <w:rsid w:val="00C0159D"/>
    <w:rsid w:val="00C015F5"/>
    <w:rsid w:val="00C01811"/>
    <w:rsid w:val="00C01F14"/>
    <w:rsid w:val="00C023EC"/>
    <w:rsid w:val="00C0371E"/>
    <w:rsid w:val="00C03778"/>
    <w:rsid w:val="00C038EA"/>
    <w:rsid w:val="00C03955"/>
    <w:rsid w:val="00C04109"/>
    <w:rsid w:val="00C04DE9"/>
    <w:rsid w:val="00C0523A"/>
    <w:rsid w:val="00C0545A"/>
    <w:rsid w:val="00C05586"/>
    <w:rsid w:val="00C05596"/>
    <w:rsid w:val="00C05721"/>
    <w:rsid w:val="00C057B5"/>
    <w:rsid w:val="00C0592A"/>
    <w:rsid w:val="00C05E3F"/>
    <w:rsid w:val="00C0630A"/>
    <w:rsid w:val="00C0639F"/>
    <w:rsid w:val="00C0682C"/>
    <w:rsid w:val="00C0694B"/>
    <w:rsid w:val="00C07521"/>
    <w:rsid w:val="00C10404"/>
    <w:rsid w:val="00C108DF"/>
    <w:rsid w:val="00C10CE2"/>
    <w:rsid w:val="00C10F4D"/>
    <w:rsid w:val="00C10F87"/>
    <w:rsid w:val="00C11051"/>
    <w:rsid w:val="00C11176"/>
    <w:rsid w:val="00C11BF5"/>
    <w:rsid w:val="00C11FAA"/>
    <w:rsid w:val="00C12047"/>
    <w:rsid w:val="00C124A3"/>
    <w:rsid w:val="00C128D1"/>
    <w:rsid w:val="00C12F4D"/>
    <w:rsid w:val="00C12FCD"/>
    <w:rsid w:val="00C13067"/>
    <w:rsid w:val="00C13096"/>
    <w:rsid w:val="00C13391"/>
    <w:rsid w:val="00C13801"/>
    <w:rsid w:val="00C13A8A"/>
    <w:rsid w:val="00C13E1E"/>
    <w:rsid w:val="00C1423E"/>
    <w:rsid w:val="00C142D6"/>
    <w:rsid w:val="00C143C5"/>
    <w:rsid w:val="00C144AE"/>
    <w:rsid w:val="00C145AD"/>
    <w:rsid w:val="00C14650"/>
    <w:rsid w:val="00C1479F"/>
    <w:rsid w:val="00C14D19"/>
    <w:rsid w:val="00C1509D"/>
    <w:rsid w:val="00C152BA"/>
    <w:rsid w:val="00C15422"/>
    <w:rsid w:val="00C156C7"/>
    <w:rsid w:val="00C15723"/>
    <w:rsid w:val="00C15821"/>
    <w:rsid w:val="00C1594D"/>
    <w:rsid w:val="00C159E3"/>
    <w:rsid w:val="00C15AD0"/>
    <w:rsid w:val="00C15EA1"/>
    <w:rsid w:val="00C16794"/>
    <w:rsid w:val="00C16D3F"/>
    <w:rsid w:val="00C16DC4"/>
    <w:rsid w:val="00C1714B"/>
    <w:rsid w:val="00C17EAD"/>
    <w:rsid w:val="00C2065E"/>
    <w:rsid w:val="00C207E5"/>
    <w:rsid w:val="00C208EF"/>
    <w:rsid w:val="00C20B1D"/>
    <w:rsid w:val="00C20D42"/>
    <w:rsid w:val="00C20D69"/>
    <w:rsid w:val="00C20DE4"/>
    <w:rsid w:val="00C212DB"/>
    <w:rsid w:val="00C21C1C"/>
    <w:rsid w:val="00C21F0F"/>
    <w:rsid w:val="00C21F5C"/>
    <w:rsid w:val="00C2251A"/>
    <w:rsid w:val="00C226FF"/>
    <w:rsid w:val="00C22834"/>
    <w:rsid w:val="00C22A2C"/>
    <w:rsid w:val="00C22ADE"/>
    <w:rsid w:val="00C22AF1"/>
    <w:rsid w:val="00C22B06"/>
    <w:rsid w:val="00C22BDF"/>
    <w:rsid w:val="00C22C07"/>
    <w:rsid w:val="00C22FE4"/>
    <w:rsid w:val="00C2335D"/>
    <w:rsid w:val="00C233AB"/>
    <w:rsid w:val="00C2340A"/>
    <w:rsid w:val="00C23692"/>
    <w:rsid w:val="00C23896"/>
    <w:rsid w:val="00C23A04"/>
    <w:rsid w:val="00C23A35"/>
    <w:rsid w:val="00C23C86"/>
    <w:rsid w:val="00C23D00"/>
    <w:rsid w:val="00C24360"/>
    <w:rsid w:val="00C246F9"/>
    <w:rsid w:val="00C24B8B"/>
    <w:rsid w:val="00C2535A"/>
    <w:rsid w:val="00C255E8"/>
    <w:rsid w:val="00C25632"/>
    <w:rsid w:val="00C25BB6"/>
    <w:rsid w:val="00C25BE7"/>
    <w:rsid w:val="00C25CD1"/>
    <w:rsid w:val="00C25DB3"/>
    <w:rsid w:val="00C2653A"/>
    <w:rsid w:val="00C269B0"/>
    <w:rsid w:val="00C26A08"/>
    <w:rsid w:val="00C26A42"/>
    <w:rsid w:val="00C27117"/>
    <w:rsid w:val="00C2724D"/>
    <w:rsid w:val="00C27344"/>
    <w:rsid w:val="00C2741F"/>
    <w:rsid w:val="00C274A9"/>
    <w:rsid w:val="00C277A6"/>
    <w:rsid w:val="00C27C08"/>
    <w:rsid w:val="00C27E0C"/>
    <w:rsid w:val="00C27EA7"/>
    <w:rsid w:val="00C300FD"/>
    <w:rsid w:val="00C30377"/>
    <w:rsid w:val="00C30496"/>
    <w:rsid w:val="00C30560"/>
    <w:rsid w:val="00C30999"/>
    <w:rsid w:val="00C30BD8"/>
    <w:rsid w:val="00C30F37"/>
    <w:rsid w:val="00C30F53"/>
    <w:rsid w:val="00C311D4"/>
    <w:rsid w:val="00C31228"/>
    <w:rsid w:val="00C318ED"/>
    <w:rsid w:val="00C31B2D"/>
    <w:rsid w:val="00C31ECB"/>
    <w:rsid w:val="00C32030"/>
    <w:rsid w:val="00C3242F"/>
    <w:rsid w:val="00C32F5B"/>
    <w:rsid w:val="00C33080"/>
    <w:rsid w:val="00C33099"/>
    <w:rsid w:val="00C3353C"/>
    <w:rsid w:val="00C3356A"/>
    <w:rsid w:val="00C33C00"/>
    <w:rsid w:val="00C33C7F"/>
    <w:rsid w:val="00C33D55"/>
    <w:rsid w:val="00C33FCB"/>
    <w:rsid w:val="00C340F9"/>
    <w:rsid w:val="00C344F6"/>
    <w:rsid w:val="00C34584"/>
    <w:rsid w:val="00C346CC"/>
    <w:rsid w:val="00C34A61"/>
    <w:rsid w:val="00C34A8B"/>
    <w:rsid w:val="00C34D18"/>
    <w:rsid w:val="00C35397"/>
    <w:rsid w:val="00C354E3"/>
    <w:rsid w:val="00C35694"/>
    <w:rsid w:val="00C36014"/>
    <w:rsid w:val="00C360A2"/>
    <w:rsid w:val="00C361E6"/>
    <w:rsid w:val="00C36414"/>
    <w:rsid w:val="00C36904"/>
    <w:rsid w:val="00C36968"/>
    <w:rsid w:val="00C36EF0"/>
    <w:rsid w:val="00C37154"/>
    <w:rsid w:val="00C372C5"/>
    <w:rsid w:val="00C37592"/>
    <w:rsid w:val="00C376CD"/>
    <w:rsid w:val="00C37782"/>
    <w:rsid w:val="00C37EE7"/>
    <w:rsid w:val="00C40161"/>
    <w:rsid w:val="00C409E9"/>
    <w:rsid w:val="00C40AA4"/>
    <w:rsid w:val="00C4118B"/>
    <w:rsid w:val="00C4144F"/>
    <w:rsid w:val="00C41DDE"/>
    <w:rsid w:val="00C424C9"/>
    <w:rsid w:val="00C425A5"/>
    <w:rsid w:val="00C425D8"/>
    <w:rsid w:val="00C429AD"/>
    <w:rsid w:val="00C42C81"/>
    <w:rsid w:val="00C4327F"/>
    <w:rsid w:val="00C43AB0"/>
    <w:rsid w:val="00C44384"/>
    <w:rsid w:val="00C44477"/>
    <w:rsid w:val="00C44D41"/>
    <w:rsid w:val="00C44E04"/>
    <w:rsid w:val="00C44EDD"/>
    <w:rsid w:val="00C44FF6"/>
    <w:rsid w:val="00C4504F"/>
    <w:rsid w:val="00C452EC"/>
    <w:rsid w:val="00C45AB6"/>
    <w:rsid w:val="00C45AEC"/>
    <w:rsid w:val="00C45D7D"/>
    <w:rsid w:val="00C461ED"/>
    <w:rsid w:val="00C46213"/>
    <w:rsid w:val="00C465A3"/>
    <w:rsid w:val="00C465B4"/>
    <w:rsid w:val="00C468ED"/>
    <w:rsid w:val="00C469CF"/>
    <w:rsid w:val="00C46A0B"/>
    <w:rsid w:val="00C46A80"/>
    <w:rsid w:val="00C46CBE"/>
    <w:rsid w:val="00C471C9"/>
    <w:rsid w:val="00C47B87"/>
    <w:rsid w:val="00C47ECC"/>
    <w:rsid w:val="00C50108"/>
    <w:rsid w:val="00C50289"/>
    <w:rsid w:val="00C50745"/>
    <w:rsid w:val="00C50D73"/>
    <w:rsid w:val="00C50E55"/>
    <w:rsid w:val="00C5116A"/>
    <w:rsid w:val="00C51425"/>
    <w:rsid w:val="00C51570"/>
    <w:rsid w:val="00C5186B"/>
    <w:rsid w:val="00C51888"/>
    <w:rsid w:val="00C51A4D"/>
    <w:rsid w:val="00C51BE4"/>
    <w:rsid w:val="00C51EEA"/>
    <w:rsid w:val="00C52010"/>
    <w:rsid w:val="00C52242"/>
    <w:rsid w:val="00C522D1"/>
    <w:rsid w:val="00C52500"/>
    <w:rsid w:val="00C52AD0"/>
    <w:rsid w:val="00C52CC8"/>
    <w:rsid w:val="00C531DA"/>
    <w:rsid w:val="00C5320E"/>
    <w:rsid w:val="00C53464"/>
    <w:rsid w:val="00C53A54"/>
    <w:rsid w:val="00C53AEA"/>
    <w:rsid w:val="00C53C5C"/>
    <w:rsid w:val="00C53D73"/>
    <w:rsid w:val="00C54234"/>
    <w:rsid w:val="00C5428A"/>
    <w:rsid w:val="00C54499"/>
    <w:rsid w:val="00C546D1"/>
    <w:rsid w:val="00C54734"/>
    <w:rsid w:val="00C54857"/>
    <w:rsid w:val="00C54DDD"/>
    <w:rsid w:val="00C55565"/>
    <w:rsid w:val="00C556AD"/>
    <w:rsid w:val="00C55C1D"/>
    <w:rsid w:val="00C55CB2"/>
    <w:rsid w:val="00C55DD6"/>
    <w:rsid w:val="00C561DC"/>
    <w:rsid w:val="00C5658B"/>
    <w:rsid w:val="00C569CE"/>
    <w:rsid w:val="00C56AC5"/>
    <w:rsid w:val="00C56F66"/>
    <w:rsid w:val="00C57485"/>
    <w:rsid w:val="00C57A5B"/>
    <w:rsid w:val="00C57CBB"/>
    <w:rsid w:val="00C57E50"/>
    <w:rsid w:val="00C6014D"/>
    <w:rsid w:val="00C60879"/>
    <w:rsid w:val="00C608D8"/>
    <w:rsid w:val="00C60A02"/>
    <w:rsid w:val="00C60F31"/>
    <w:rsid w:val="00C6105D"/>
    <w:rsid w:val="00C6131B"/>
    <w:rsid w:val="00C6143F"/>
    <w:rsid w:val="00C61472"/>
    <w:rsid w:val="00C61B51"/>
    <w:rsid w:val="00C61D02"/>
    <w:rsid w:val="00C62ED3"/>
    <w:rsid w:val="00C62EDA"/>
    <w:rsid w:val="00C63849"/>
    <w:rsid w:val="00C63A88"/>
    <w:rsid w:val="00C63AF2"/>
    <w:rsid w:val="00C63B95"/>
    <w:rsid w:val="00C6410C"/>
    <w:rsid w:val="00C64AA3"/>
    <w:rsid w:val="00C650BE"/>
    <w:rsid w:val="00C652AE"/>
    <w:rsid w:val="00C6548D"/>
    <w:rsid w:val="00C655D1"/>
    <w:rsid w:val="00C65F2E"/>
    <w:rsid w:val="00C66DC3"/>
    <w:rsid w:val="00C66E1B"/>
    <w:rsid w:val="00C672BD"/>
    <w:rsid w:val="00C67459"/>
    <w:rsid w:val="00C675B3"/>
    <w:rsid w:val="00C67862"/>
    <w:rsid w:val="00C67CFB"/>
    <w:rsid w:val="00C67E6A"/>
    <w:rsid w:val="00C67FD0"/>
    <w:rsid w:val="00C70594"/>
    <w:rsid w:val="00C7076B"/>
    <w:rsid w:val="00C70B8D"/>
    <w:rsid w:val="00C70D6D"/>
    <w:rsid w:val="00C71342"/>
    <w:rsid w:val="00C713C8"/>
    <w:rsid w:val="00C7146E"/>
    <w:rsid w:val="00C7168F"/>
    <w:rsid w:val="00C7174E"/>
    <w:rsid w:val="00C71BCB"/>
    <w:rsid w:val="00C71FFC"/>
    <w:rsid w:val="00C72212"/>
    <w:rsid w:val="00C72394"/>
    <w:rsid w:val="00C724E1"/>
    <w:rsid w:val="00C7271C"/>
    <w:rsid w:val="00C72733"/>
    <w:rsid w:val="00C731FA"/>
    <w:rsid w:val="00C736F8"/>
    <w:rsid w:val="00C7382C"/>
    <w:rsid w:val="00C738B0"/>
    <w:rsid w:val="00C73957"/>
    <w:rsid w:val="00C73DA6"/>
    <w:rsid w:val="00C74022"/>
    <w:rsid w:val="00C74190"/>
    <w:rsid w:val="00C7423B"/>
    <w:rsid w:val="00C743C1"/>
    <w:rsid w:val="00C745CA"/>
    <w:rsid w:val="00C74BFC"/>
    <w:rsid w:val="00C74C07"/>
    <w:rsid w:val="00C74D85"/>
    <w:rsid w:val="00C74EA5"/>
    <w:rsid w:val="00C74ECF"/>
    <w:rsid w:val="00C75252"/>
    <w:rsid w:val="00C755A6"/>
    <w:rsid w:val="00C75BDB"/>
    <w:rsid w:val="00C75D9E"/>
    <w:rsid w:val="00C7621F"/>
    <w:rsid w:val="00C764A3"/>
    <w:rsid w:val="00C76669"/>
    <w:rsid w:val="00C76C53"/>
    <w:rsid w:val="00C76F7D"/>
    <w:rsid w:val="00C77394"/>
    <w:rsid w:val="00C7777E"/>
    <w:rsid w:val="00C77A2F"/>
    <w:rsid w:val="00C77B17"/>
    <w:rsid w:val="00C77C28"/>
    <w:rsid w:val="00C77D4D"/>
    <w:rsid w:val="00C77F7B"/>
    <w:rsid w:val="00C801D2"/>
    <w:rsid w:val="00C80213"/>
    <w:rsid w:val="00C8070E"/>
    <w:rsid w:val="00C80768"/>
    <w:rsid w:val="00C8078A"/>
    <w:rsid w:val="00C80E20"/>
    <w:rsid w:val="00C811BF"/>
    <w:rsid w:val="00C819A4"/>
    <w:rsid w:val="00C819E1"/>
    <w:rsid w:val="00C81BA4"/>
    <w:rsid w:val="00C8215D"/>
    <w:rsid w:val="00C824A4"/>
    <w:rsid w:val="00C832B0"/>
    <w:rsid w:val="00C83757"/>
    <w:rsid w:val="00C838E8"/>
    <w:rsid w:val="00C839D4"/>
    <w:rsid w:val="00C839F2"/>
    <w:rsid w:val="00C83B57"/>
    <w:rsid w:val="00C83BCA"/>
    <w:rsid w:val="00C83EC7"/>
    <w:rsid w:val="00C83F40"/>
    <w:rsid w:val="00C846E7"/>
    <w:rsid w:val="00C84A37"/>
    <w:rsid w:val="00C84B4F"/>
    <w:rsid w:val="00C84E21"/>
    <w:rsid w:val="00C85048"/>
    <w:rsid w:val="00C8551B"/>
    <w:rsid w:val="00C857E5"/>
    <w:rsid w:val="00C858B8"/>
    <w:rsid w:val="00C85B94"/>
    <w:rsid w:val="00C85C53"/>
    <w:rsid w:val="00C85FD7"/>
    <w:rsid w:val="00C865B8"/>
    <w:rsid w:val="00C86756"/>
    <w:rsid w:val="00C8686E"/>
    <w:rsid w:val="00C86B69"/>
    <w:rsid w:val="00C86FC0"/>
    <w:rsid w:val="00C87125"/>
    <w:rsid w:val="00C875F2"/>
    <w:rsid w:val="00C878BA"/>
    <w:rsid w:val="00C878BD"/>
    <w:rsid w:val="00C87B54"/>
    <w:rsid w:val="00C87D31"/>
    <w:rsid w:val="00C87E62"/>
    <w:rsid w:val="00C87F5D"/>
    <w:rsid w:val="00C9049A"/>
    <w:rsid w:val="00C90649"/>
    <w:rsid w:val="00C90A32"/>
    <w:rsid w:val="00C90A4B"/>
    <w:rsid w:val="00C90D6E"/>
    <w:rsid w:val="00C91336"/>
    <w:rsid w:val="00C91629"/>
    <w:rsid w:val="00C91AE0"/>
    <w:rsid w:val="00C91B2F"/>
    <w:rsid w:val="00C91BE0"/>
    <w:rsid w:val="00C91DE5"/>
    <w:rsid w:val="00C91E10"/>
    <w:rsid w:val="00C921CE"/>
    <w:rsid w:val="00C925D6"/>
    <w:rsid w:val="00C926AA"/>
    <w:rsid w:val="00C92840"/>
    <w:rsid w:val="00C928B2"/>
    <w:rsid w:val="00C934A9"/>
    <w:rsid w:val="00C93702"/>
    <w:rsid w:val="00C93919"/>
    <w:rsid w:val="00C93A73"/>
    <w:rsid w:val="00C93D92"/>
    <w:rsid w:val="00C947F4"/>
    <w:rsid w:val="00C94FF1"/>
    <w:rsid w:val="00C95470"/>
    <w:rsid w:val="00C95F29"/>
    <w:rsid w:val="00C96038"/>
    <w:rsid w:val="00C963C2"/>
    <w:rsid w:val="00C964AB"/>
    <w:rsid w:val="00C96B48"/>
    <w:rsid w:val="00C96F23"/>
    <w:rsid w:val="00C97040"/>
    <w:rsid w:val="00C9733E"/>
    <w:rsid w:val="00C97750"/>
    <w:rsid w:val="00C97871"/>
    <w:rsid w:val="00C97BB7"/>
    <w:rsid w:val="00C97CA4"/>
    <w:rsid w:val="00C97DE9"/>
    <w:rsid w:val="00C97FF9"/>
    <w:rsid w:val="00CA01D9"/>
    <w:rsid w:val="00CA03FB"/>
    <w:rsid w:val="00CA09DC"/>
    <w:rsid w:val="00CA107D"/>
    <w:rsid w:val="00CA1171"/>
    <w:rsid w:val="00CA1218"/>
    <w:rsid w:val="00CA13D9"/>
    <w:rsid w:val="00CA1522"/>
    <w:rsid w:val="00CA167B"/>
    <w:rsid w:val="00CA169B"/>
    <w:rsid w:val="00CA178B"/>
    <w:rsid w:val="00CA19A2"/>
    <w:rsid w:val="00CA1CBF"/>
    <w:rsid w:val="00CA1EB8"/>
    <w:rsid w:val="00CA20D0"/>
    <w:rsid w:val="00CA2667"/>
    <w:rsid w:val="00CA2E14"/>
    <w:rsid w:val="00CA2E22"/>
    <w:rsid w:val="00CA3066"/>
    <w:rsid w:val="00CA34B3"/>
    <w:rsid w:val="00CA3563"/>
    <w:rsid w:val="00CA380E"/>
    <w:rsid w:val="00CA3FBF"/>
    <w:rsid w:val="00CA4206"/>
    <w:rsid w:val="00CA4438"/>
    <w:rsid w:val="00CA4478"/>
    <w:rsid w:val="00CA4BC1"/>
    <w:rsid w:val="00CA572E"/>
    <w:rsid w:val="00CA5990"/>
    <w:rsid w:val="00CA5BC3"/>
    <w:rsid w:val="00CA5EF2"/>
    <w:rsid w:val="00CA61E8"/>
    <w:rsid w:val="00CA624C"/>
    <w:rsid w:val="00CA66DC"/>
    <w:rsid w:val="00CA6902"/>
    <w:rsid w:val="00CA69EE"/>
    <w:rsid w:val="00CA6CB6"/>
    <w:rsid w:val="00CA6CE8"/>
    <w:rsid w:val="00CA72BC"/>
    <w:rsid w:val="00CA7562"/>
    <w:rsid w:val="00CA78A1"/>
    <w:rsid w:val="00CA78B8"/>
    <w:rsid w:val="00CA7930"/>
    <w:rsid w:val="00CA7BF7"/>
    <w:rsid w:val="00CA7C1C"/>
    <w:rsid w:val="00CA7C8E"/>
    <w:rsid w:val="00CB008A"/>
    <w:rsid w:val="00CB0364"/>
    <w:rsid w:val="00CB06F8"/>
    <w:rsid w:val="00CB07C6"/>
    <w:rsid w:val="00CB09F8"/>
    <w:rsid w:val="00CB0A57"/>
    <w:rsid w:val="00CB12C2"/>
    <w:rsid w:val="00CB136E"/>
    <w:rsid w:val="00CB1393"/>
    <w:rsid w:val="00CB14ED"/>
    <w:rsid w:val="00CB182D"/>
    <w:rsid w:val="00CB1D71"/>
    <w:rsid w:val="00CB2AC8"/>
    <w:rsid w:val="00CB2E6A"/>
    <w:rsid w:val="00CB32C7"/>
    <w:rsid w:val="00CB3581"/>
    <w:rsid w:val="00CB3B7E"/>
    <w:rsid w:val="00CB427C"/>
    <w:rsid w:val="00CB42E0"/>
    <w:rsid w:val="00CB4539"/>
    <w:rsid w:val="00CB48C7"/>
    <w:rsid w:val="00CB4989"/>
    <w:rsid w:val="00CB498B"/>
    <w:rsid w:val="00CB498E"/>
    <w:rsid w:val="00CB5240"/>
    <w:rsid w:val="00CB524B"/>
    <w:rsid w:val="00CB5560"/>
    <w:rsid w:val="00CB565B"/>
    <w:rsid w:val="00CB576D"/>
    <w:rsid w:val="00CB5AC9"/>
    <w:rsid w:val="00CB5B29"/>
    <w:rsid w:val="00CB62E7"/>
    <w:rsid w:val="00CB66FD"/>
    <w:rsid w:val="00CB68B2"/>
    <w:rsid w:val="00CB6C87"/>
    <w:rsid w:val="00CB6D66"/>
    <w:rsid w:val="00CB7281"/>
    <w:rsid w:val="00CB758B"/>
    <w:rsid w:val="00CB7773"/>
    <w:rsid w:val="00CB7890"/>
    <w:rsid w:val="00CB7E28"/>
    <w:rsid w:val="00CC0112"/>
    <w:rsid w:val="00CC086C"/>
    <w:rsid w:val="00CC0903"/>
    <w:rsid w:val="00CC0BF1"/>
    <w:rsid w:val="00CC22F7"/>
    <w:rsid w:val="00CC2BAB"/>
    <w:rsid w:val="00CC2BD1"/>
    <w:rsid w:val="00CC2C29"/>
    <w:rsid w:val="00CC2CD5"/>
    <w:rsid w:val="00CC2D61"/>
    <w:rsid w:val="00CC34D9"/>
    <w:rsid w:val="00CC3970"/>
    <w:rsid w:val="00CC3D74"/>
    <w:rsid w:val="00CC3F43"/>
    <w:rsid w:val="00CC44B5"/>
    <w:rsid w:val="00CC47A9"/>
    <w:rsid w:val="00CC4860"/>
    <w:rsid w:val="00CC491A"/>
    <w:rsid w:val="00CC4AA7"/>
    <w:rsid w:val="00CC4E20"/>
    <w:rsid w:val="00CC4F1A"/>
    <w:rsid w:val="00CC5376"/>
    <w:rsid w:val="00CC53BE"/>
    <w:rsid w:val="00CC57B4"/>
    <w:rsid w:val="00CC5C97"/>
    <w:rsid w:val="00CC5FC3"/>
    <w:rsid w:val="00CC618E"/>
    <w:rsid w:val="00CC61C2"/>
    <w:rsid w:val="00CC66EF"/>
    <w:rsid w:val="00CC683C"/>
    <w:rsid w:val="00CC6979"/>
    <w:rsid w:val="00CC69A3"/>
    <w:rsid w:val="00CC6ABA"/>
    <w:rsid w:val="00CC7089"/>
    <w:rsid w:val="00CC7292"/>
    <w:rsid w:val="00CC7312"/>
    <w:rsid w:val="00CC74DF"/>
    <w:rsid w:val="00CC7AAD"/>
    <w:rsid w:val="00CC7AEE"/>
    <w:rsid w:val="00CC7F29"/>
    <w:rsid w:val="00CD06CC"/>
    <w:rsid w:val="00CD0C90"/>
    <w:rsid w:val="00CD0E4E"/>
    <w:rsid w:val="00CD0F22"/>
    <w:rsid w:val="00CD17B0"/>
    <w:rsid w:val="00CD19BC"/>
    <w:rsid w:val="00CD1D5D"/>
    <w:rsid w:val="00CD1E1D"/>
    <w:rsid w:val="00CD1EE4"/>
    <w:rsid w:val="00CD2294"/>
    <w:rsid w:val="00CD24A9"/>
    <w:rsid w:val="00CD26CC"/>
    <w:rsid w:val="00CD2832"/>
    <w:rsid w:val="00CD294F"/>
    <w:rsid w:val="00CD372A"/>
    <w:rsid w:val="00CD3747"/>
    <w:rsid w:val="00CD388A"/>
    <w:rsid w:val="00CD395C"/>
    <w:rsid w:val="00CD3DB7"/>
    <w:rsid w:val="00CD3EAC"/>
    <w:rsid w:val="00CD3ECD"/>
    <w:rsid w:val="00CD3EEC"/>
    <w:rsid w:val="00CD3F27"/>
    <w:rsid w:val="00CD42D3"/>
    <w:rsid w:val="00CD485B"/>
    <w:rsid w:val="00CD4869"/>
    <w:rsid w:val="00CD4C57"/>
    <w:rsid w:val="00CD54E9"/>
    <w:rsid w:val="00CD5638"/>
    <w:rsid w:val="00CD5676"/>
    <w:rsid w:val="00CD5722"/>
    <w:rsid w:val="00CD5831"/>
    <w:rsid w:val="00CD5877"/>
    <w:rsid w:val="00CD5AF6"/>
    <w:rsid w:val="00CD5BFC"/>
    <w:rsid w:val="00CD5E43"/>
    <w:rsid w:val="00CD60BC"/>
    <w:rsid w:val="00CD6580"/>
    <w:rsid w:val="00CD66B6"/>
    <w:rsid w:val="00CD6F05"/>
    <w:rsid w:val="00CD76DE"/>
    <w:rsid w:val="00CD7884"/>
    <w:rsid w:val="00CD7F15"/>
    <w:rsid w:val="00CD7F79"/>
    <w:rsid w:val="00CE0076"/>
    <w:rsid w:val="00CE020A"/>
    <w:rsid w:val="00CE0431"/>
    <w:rsid w:val="00CE0BEF"/>
    <w:rsid w:val="00CE0D4C"/>
    <w:rsid w:val="00CE0F0F"/>
    <w:rsid w:val="00CE1015"/>
    <w:rsid w:val="00CE10AB"/>
    <w:rsid w:val="00CE183A"/>
    <w:rsid w:val="00CE1C3D"/>
    <w:rsid w:val="00CE1DE0"/>
    <w:rsid w:val="00CE1F38"/>
    <w:rsid w:val="00CE200D"/>
    <w:rsid w:val="00CE2483"/>
    <w:rsid w:val="00CE2771"/>
    <w:rsid w:val="00CE2870"/>
    <w:rsid w:val="00CE2871"/>
    <w:rsid w:val="00CE292A"/>
    <w:rsid w:val="00CE29FB"/>
    <w:rsid w:val="00CE2B5F"/>
    <w:rsid w:val="00CE30EA"/>
    <w:rsid w:val="00CE3AF4"/>
    <w:rsid w:val="00CE3DCC"/>
    <w:rsid w:val="00CE43B8"/>
    <w:rsid w:val="00CE46DB"/>
    <w:rsid w:val="00CE4710"/>
    <w:rsid w:val="00CE4892"/>
    <w:rsid w:val="00CE49D8"/>
    <w:rsid w:val="00CE4EEB"/>
    <w:rsid w:val="00CE4FEE"/>
    <w:rsid w:val="00CE51FB"/>
    <w:rsid w:val="00CE5594"/>
    <w:rsid w:val="00CE56A9"/>
    <w:rsid w:val="00CE5E61"/>
    <w:rsid w:val="00CE678B"/>
    <w:rsid w:val="00CE732B"/>
    <w:rsid w:val="00CE7583"/>
    <w:rsid w:val="00CE7603"/>
    <w:rsid w:val="00CE76E6"/>
    <w:rsid w:val="00CE789A"/>
    <w:rsid w:val="00CF056F"/>
    <w:rsid w:val="00CF0C93"/>
    <w:rsid w:val="00CF1198"/>
    <w:rsid w:val="00CF1363"/>
    <w:rsid w:val="00CF136F"/>
    <w:rsid w:val="00CF19CF"/>
    <w:rsid w:val="00CF1BEC"/>
    <w:rsid w:val="00CF1D02"/>
    <w:rsid w:val="00CF1E45"/>
    <w:rsid w:val="00CF212C"/>
    <w:rsid w:val="00CF2A48"/>
    <w:rsid w:val="00CF2A89"/>
    <w:rsid w:val="00CF2F75"/>
    <w:rsid w:val="00CF323F"/>
    <w:rsid w:val="00CF3480"/>
    <w:rsid w:val="00CF387E"/>
    <w:rsid w:val="00CF391F"/>
    <w:rsid w:val="00CF3CA6"/>
    <w:rsid w:val="00CF4342"/>
    <w:rsid w:val="00CF4417"/>
    <w:rsid w:val="00CF4676"/>
    <w:rsid w:val="00CF48FC"/>
    <w:rsid w:val="00CF4A66"/>
    <w:rsid w:val="00CF4F36"/>
    <w:rsid w:val="00CF4F54"/>
    <w:rsid w:val="00CF51E5"/>
    <w:rsid w:val="00CF533C"/>
    <w:rsid w:val="00CF538C"/>
    <w:rsid w:val="00CF5689"/>
    <w:rsid w:val="00CF597C"/>
    <w:rsid w:val="00CF5BB1"/>
    <w:rsid w:val="00CF6324"/>
    <w:rsid w:val="00CF64BE"/>
    <w:rsid w:val="00CF6952"/>
    <w:rsid w:val="00CF69CE"/>
    <w:rsid w:val="00CF6D0E"/>
    <w:rsid w:val="00CF6FF5"/>
    <w:rsid w:val="00CF7537"/>
    <w:rsid w:val="00CF7561"/>
    <w:rsid w:val="00CF75C6"/>
    <w:rsid w:val="00CF7A7A"/>
    <w:rsid w:val="00CF7A94"/>
    <w:rsid w:val="00CF7C54"/>
    <w:rsid w:val="00CF7D3D"/>
    <w:rsid w:val="00D001D5"/>
    <w:rsid w:val="00D002F1"/>
    <w:rsid w:val="00D008F1"/>
    <w:rsid w:val="00D00AEA"/>
    <w:rsid w:val="00D00BC5"/>
    <w:rsid w:val="00D00D8F"/>
    <w:rsid w:val="00D00EC9"/>
    <w:rsid w:val="00D016B3"/>
    <w:rsid w:val="00D01B0D"/>
    <w:rsid w:val="00D01B1D"/>
    <w:rsid w:val="00D01DE4"/>
    <w:rsid w:val="00D01E6A"/>
    <w:rsid w:val="00D02143"/>
    <w:rsid w:val="00D026E3"/>
    <w:rsid w:val="00D02771"/>
    <w:rsid w:val="00D02E6C"/>
    <w:rsid w:val="00D02EC5"/>
    <w:rsid w:val="00D03163"/>
    <w:rsid w:val="00D03A75"/>
    <w:rsid w:val="00D03B0C"/>
    <w:rsid w:val="00D03CC1"/>
    <w:rsid w:val="00D03D10"/>
    <w:rsid w:val="00D03F17"/>
    <w:rsid w:val="00D0404B"/>
    <w:rsid w:val="00D04081"/>
    <w:rsid w:val="00D04486"/>
    <w:rsid w:val="00D045E8"/>
    <w:rsid w:val="00D04C0D"/>
    <w:rsid w:val="00D057DB"/>
    <w:rsid w:val="00D058E4"/>
    <w:rsid w:val="00D059EA"/>
    <w:rsid w:val="00D059EC"/>
    <w:rsid w:val="00D05DE7"/>
    <w:rsid w:val="00D05EB4"/>
    <w:rsid w:val="00D05F31"/>
    <w:rsid w:val="00D060D4"/>
    <w:rsid w:val="00D06110"/>
    <w:rsid w:val="00D0612D"/>
    <w:rsid w:val="00D06634"/>
    <w:rsid w:val="00D06744"/>
    <w:rsid w:val="00D06824"/>
    <w:rsid w:val="00D071E9"/>
    <w:rsid w:val="00D07E0E"/>
    <w:rsid w:val="00D07EB4"/>
    <w:rsid w:val="00D10078"/>
    <w:rsid w:val="00D1057B"/>
    <w:rsid w:val="00D1062F"/>
    <w:rsid w:val="00D10725"/>
    <w:rsid w:val="00D107B1"/>
    <w:rsid w:val="00D10B59"/>
    <w:rsid w:val="00D10D01"/>
    <w:rsid w:val="00D11005"/>
    <w:rsid w:val="00D110DA"/>
    <w:rsid w:val="00D1139A"/>
    <w:rsid w:val="00D11552"/>
    <w:rsid w:val="00D11BBD"/>
    <w:rsid w:val="00D11C7F"/>
    <w:rsid w:val="00D123E1"/>
    <w:rsid w:val="00D12765"/>
    <w:rsid w:val="00D12EE4"/>
    <w:rsid w:val="00D13262"/>
    <w:rsid w:val="00D13722"/>
    <w:rsid w:val="00D13812"/>
    <w:rsid w:val="00D1384C"/>
    <w:rsid w:val="00D13D5D"/>
    <w:rsid w:val="00D14357"/>
    <w:rsid w:val="00D14405"/>
    <w:rsid w:val="00D1470B"/>
    <w:rsid w:val="00D14993"/>
    <w:rsid w:val="00D14C44"/>
    <w:rsid w:val="00D1504E"/>
    <w:rsid w:val="00D15286"/>
    <w:rsid w:val="00D15426"/>
    <w:rsid w:val="00D1568A"/>
    <w:rsid w:val="00D15D7D"/>
    <w:rsid w:val="00D16112"/>
    <w:rsid w:val="00D16283"/>
    <w:rsid w:val="00D16488"/>
    <w:rsid w:val="00D165FF"/>
    <w:rsid w:val="00D16628"/>
    <w:rsid w:val="00D16717"/>
    <w:rsid w:val="00D16945"/>
    <w:rsid w:val="00D16CE7"/>
    <w:rsid w:val="00D16DA0"/>
    <w:rsid w:val="00D16F44"/>
    <w:rsid w:val="00D170C3"/>
    <w:rsid w:val="00D17A94"/>
    <w:rsid w:val="00D17ABE"/>
    <w:rsid w:val="00D17BE5"/>
    <w:rsid w:val="00D201F8"/>
    <w:rsid w:val="00D20395"/>
    <w:rsid w:val="00D203BF"/>
    <w:rsid w:val="00D20A2C"/>
    <w:rsid w:val="00D20BBA"/>
    <w:rsid w:val="00D20E2E"/>
    <w:rsid w:val="00D2117B"/>
    <w:rsid w:val="00D21589"/>
    <w:rsid w:val="00D215DF"/>
    <w:rsid w:val="00D216B4"/>
    <w:rsid w:val="00D21E25"/>
    <w:rsid w:val="00D220CD"/>
    <w:rsid w:val="00D22406"/>
    <w:rsid w:val="00D22779"/>
    <w:rsid w:val="00D22B4D"/>
    <w:rsid w:val="00D22CD6"/>
    <w:rsid w:val="00D23068"/>
    <w:rsid w:val="00D23156"/>
    <w:rsid w:val="00D2315A"/>
    <w:rsid w:val="00D233AD"/>
    <w:rsid w:val="00D23523"/>
    <w:rsid w:val="00D23C81"/>
    <w:rsid w:val="00D23ED3"/>
    <w:rsid w:val="00D23FA6"/>
    <w:rsid w:val="00D24070"/>
    <w:rsid w:val="00D240D5"/>
    <w:rsid w:val="00D24160"/>
    <w:rsid w:val="00D241B4"/>
    <w:rsid w:val="00D242D3"/>
    <w:rsid w:val="00D2515C"/>
    <w:rsid w:val="00D25168"/>
    <w:rsid w:val="00D251EA"/>
    <w:rsid w:val="00D2521B"/>
    <w:rsid w:val="00D254BE"/>
    <w:rsid w:val="00D25813"/>
    <w:rsid w:val="00D25C2B"/>
    <w:rsid w:val="00D2615B"/>
    <w:rsid w:val="00D263A3"/>
    <w:rsid w:val="00D266BB"/>
    <w:rsid w:val="00D26832"/>
    <w:rsid w:val="00D26E46"/>
    <w:rsid w:val="00D27135"/>
    <w:rsid w:val="00D273C5"/>
    <w:rsid w:val="00D274A8"/>
    <w:rsid w:val="00D2755D"/>
    <w:rsid w:val="00D27629"/>
    <w:rsid w:val="00D279EB"/>
    <w:rsid w:val="00D27A96"/>
    <w:rsid w:val="00D27D83"/>
    <w:rsid w:val="00D30146"/>
    <w:rsid w:val="00D3029A"/>
    <w:rsid w:val="00D304F8"/>
    <w:rsid w:val="00D30559"/>
    <w:rsid w:val="00D306C8"/>
    <w:rsid w:val="00D306E2"/>
    <w:rsid w:val="00D30BCE"/>
    <w:rsid w:val="00D3184E"/>
    <w:rsid w:val="00D31ADD"/>
    <w:rsid w:val="00D31F20"/>
    <w:rsid w:val="00D322C9"/>
    <w:rsid w:val="00D32605"/>
    <w:rsid w:val="00D3276F"/>
    <w:rsid w:val="00D32AE8"/>
    <w:rsid w:val="00D32B0F"/>
    <w:rsid w:val="00D32B46"/>
    <w:rsid w:val="00D32D2D"/>
    <w:rsid w:val="00D32F6E"/>
    <w:rsid w:val="00D33394"/>
    <w:rsid w:val="00D3396F"/>
    <w:rsid w:val="00D33D50"/>
    <w:rsid w:val="00D3461C"/>
    <w:rsid w:val="00D346CA"/>
    <w:rsid w:val="00D34B39"/>
    <w:rsid w:val="00D34EA0"/>
    <w:rsid w:val="00D34FCC"/>
    <w:rsid w:val="00D35327"/>
    <w:rsid w:val="00D355CC"/>
    <w:rsid w:val="00D357CC"/>
    <w:rsid w:val="00D35D5C"/>
    <w:rsid w:val="00D35F17"/>
    <w:rsid w:val="00D36044"/>
    <w:rsid w:val="00D362F6"/>
    <w:rsid w:val="00D3685D"/>
    <w:rsid w:val="00D370F9"/>
    <w:rsid w:val="00D3777F"/>
    <w:rsid w:val="00D3782C"/>
    <w:rsid w:val="00D37831"/>
    <w:rsid w:val="00D37B3E"/>
    <w:rsid w:val="00D404A1"/>
    <w:rsid w:val="00D41263"/>
    <w:rsid w:val="00D41B29"/>
    <w:rsid w:val="00D41BC0"/>
    <w:rsid w:val="00D41D14"/>
    <w:rsid w:val="00D41FE8"/>
    <w:rsid w:val="00D42071"/>
    <w:rsid w:val="00D420DC"/>
    <w:rsid w:val="00D42106"/>
    <w:rsid w:val="00D422CD"/>
    <w:rsid w:val="00D42E3C"/>
    <w:rsid w:val="00D43346"/>
    <w:rsid w:val="00D4392D"/>
    <w:rsid w:val="00D439EE"/>
    <w:rsid w:val="00D440BD"/>
    <w:rsid w:val="00D440DA"/>
    <w:rsid w:val="00D4433D"/>
    <w:rsid w:val="00D44489"/>
    <w:rsid w:val="00D4464A"/>
    <w:rsid w:val="00D44733"/>
    <w:rsid w:val="00D44ABE"/>
    <w:rsid w:val="00D44C0F"/>
    <w:rsid w:val="00D44DD3"/>
    <w:rsid w:val="00D450DF"/>
    <w:rsid w:val="00D451A5"/>
    <w:rsid w:val="00D4530E"/>
    <w:rsid w:val="00D45749"/>
    <w:rsid w:val="00D4586E"/>
    <w:rsid w:val="00D45A13"/>
    <w:rsid w:val="00D45AD8"/>
    <w:rsid w:val="00D45ADD"/>
    <w:rsid w:val="00D46066"/>
    <w:rsid w:val="00D461BF"/>
    <w:rsid w:val="00D464FB"/>
    <w:rsid w:val="00D46A3C"/>
    <w:rsid w:val="00D46BA5"/>
    <w:rsid w:val="00D4702B"/>
    <w:rsid w:val="00D47654"/>
    <w:rsid w:val="00D47750"/>
    <w:rsid w:val="00D477F1"/>
    <w:rsid w:val="00D47AFE"/>
    <w:rsid w:val="00D47CB0"/>
    <w:rsid w:val="00D47DD5"/>
    <w:rsid w:val="00D50419"/>
    <w:rsid w:val="00D5054A"/>
    <w:rsid w:val="00D505B5"/>
    <w:rsid w:val="00D50809"/>
    <w:rsid w:val="00D50E4B"/>
    <w:rsid w:val="00D50FF9"/>
    <w:rsid w:val="00D5137E"/>
    <w:rsid w:val="00D51481"/>
    <w:rsid w:val="00D51521"/>
    <w:rsid w:val="00D5170D"/>
    <w:rsid w:val="00D5184A"/>
    <w:rsid w:val="00D518B9"/>
    <w:rsid w:val="00D51C4F"/>
    <w:rsid w:val="00D51E83"/>
    <w:rsid w:val="00D51F14"/>
    <w:rsid w:val="00D5205E"/>
    <w:rsid w:val="00D5215A"/>
    <w:rsid w:val="00D52B85"/>
    <w:rsid w:val="00D52C16"/>
    <w:rsid w:val="00D52CB1"/>
    <w:rsid w:val="00D532B6"/>
    <w:rsid w:val="00D53348"/>
    <w:rsid w:val="00D5343F"/>
    <w:rsid w:val="00D53531"/>
    <w:rsid w:val="00D54085"/>
    <w:rsid w:val="00D5443C"/>
    <w:rsid w:val="00D546E5"/>
    <w:rsid w:val="00D547DB"/>
    <w:rsid w:val="00D547FB"/>
    <w:rsid w:val="00D5498E"/>
    <w:rsid w:val="00D54A2D"/>
    <w:rsid w:val="00D54C9D"/>
    <w:rsid w:val="00D55561"/>
    <w:rsid w:val="00D55656"/>
    <w:rsid w:val="00D5630C"/>
    <w:rsid w:val="00D56745"/>
    <w:rsid w:val="00D56943"/>
    <w:rsid w:val="00D569A3"/>
    <w:rsid w:val="00D56AD9"/>
    <w:rsid w:val="00D56E90"/>
    <w:rsid w:val="00D56F32"/>
    <w:rsid w:val="00D57090"/>
    <w:rsid w:val="00D573A3"/>
    <w:rsid w:val="00D573CB"/>
    <w:rsid w:val="00D57629"/>
    <w:rsid w:val="00D5787A"/>
    <w:rsid w:val="00D57B2B"/>
    <w:rsid w:val="00D57E9D"/>
    <w:rsid w:val="00D60047"/>
    <w:rsid w:val="00D603E7"/>
    <w:rsid w:val="00D6074B"/>
    <w:rsid w:val="00D6111D"/>
    <w:rsid w:val="00D6122E"/>
    <w:rsid w:val="00D616C7"/>
    <w:rsid w:val="00D61B78"/>
    <w:rsid w:val="00D61C2C"/>
    <w:rsid w:val="00D61E80"/>
    <w:rsid w:val="00D61F93"/>
    <w:rsid w:val="00D6212A"/>
    <w:rsid w:val="00D624F9"/>
    <w:rsid w:val="00D62607"/>
    <w:rsid w:val="00D6264A"/>
    <w:rsid w:val="00D62672"/>
    <w:rsid w:val="00D62718"/>
    <w:rsid w:val="00D629CE"/>
    <w:rsid w:val="00D62A2C"/>
    <w:rsid w:val="00D62FC4"/>
    <w:rsid w:val="00D63383"/>
    <w:rsid w:val="00D63505"/>
    <w:rsid w:val="00D6375C"/>
    <w:rsid w:val="00D63934"/>
    <w:rsid w:val="00D63A35"/>
    <w:rsid w:val="00D63E87"/>
    <w:rsid w:val="00D644B3"/>
    <w:rsid w:val="00D645EA"/>
    <w:rsid w:val="00D64849"/>
    <w:rsid w:val="00D64C89"/>
    <w:rsid w:val="00D64F01"/>
    <w:rsid w:val="00D64F2A"/>
    <w:rsid w:val="00D6505C"/>
    <w:rsid w:val="00D65165"/>
    <w:rsid w:val="00D653B7"/>
    <w:rsid w:val="00D65684"/>
    <w:rsid w:val="00D656EA"/>
    <w:rsid w:val="00D659BE"/>
    <w:rsid w:val="00D65A24"/>
    <w:rsid w:val="00D65C96"/>
    <w:rsid w:val="00D65F5F"/>
    <w:rsid w:val="00D65FA5"/>
    <w:rsid w:val="00D6653C"/>
    <w:rsid w:val="00D66BA8"/>
    <w:rsid w:val="00D66BDE"/>
    <w:rsid w:val="00D66C89"/>
    <w:rsid w:val="00D6751C"/>
    <w:rsid w:val="00D6782C"/>
    <w:rsid w:val="00D678FE"/>
    <w:rsid w:val="00D679DD"/>
    <w:rsid w:val="00D67A0E"/>
    <w:rsid w:val="00D67B1D"/>
    <w:rsid w:val="00D67C62"/>
    <w:rsid w:val="00D67D70"/>
    <w:rsid w:val="00D7019F"/>
    <w:rsid w:val="00D70555"/>
    <w:rsid w:val="00D7086E"/>
    <w:rsid w:val="00D70915"/>
    <w:rsid w:val="00D70C9C"/>
    <w:rsid w:val="00D70D97"/>
    <w:rsid w:val="00D70F13"/>
    <w:rsid w:val="00D70F9B"/>
    <w:rsid w:val="00D71488"/>
    <w:rsid w:val="00D717F2"/>
    <w:rsid w:val="00D71C78"/>
    <w:rsid w:val="00D720A8"/>
    <w:rsid w:val="00D725C3"/>
    <w:rsid w:val="00D728CA"/>
    <w:rsid w:val="00D72B7F"/>
    <w:rsid w:val="00D731DC"/>
    <w:rsid w:val="00D737FF"/>
    <w:rsid w:val="00D73858"/>
    <w:rsid w:val="00D7387D"/>
    <w:rsid w:val="00D73BEE"/>
    <w:rsid w:val="00D73D38"/>
    <w:rsid w:val="00D73E27"/>
    <w:rsid w:val="00D73F89"/>
    <w:rsid w:val="00D743A9"/>
    <w:rsid w:val="00D7443E"/>
    <w:rsid w:val="00D7465B"/>
    <w:rsid w:val="00D74A02"/>
    <w:rsid w:val="00D74BAA"/>
    <w:rsid w:val="00D74F8A"/>
    <w:rsid w:val="00D75225"/>
    <w:rsid w:val="00D7554B"/>
    <w:rsid w:val="00D755F7"/>
    <w:rsid w:val="00D75798"/>
    <w:rsid w:val="00D75895"/>
    <w:rsid w:val="00D75AF7"/>
    <w:rsid w:val="00D75B2F"/>
    <w:rsid w:val="00D75FE4"/>
    <w:rsid w:val="00D76362"/>
    <w:rsid w:val="00D7647E"/>
    <w:rsid w:val="00D765E4"/>
    <w:rsid w:val="00D76AAB"/>
    <w:rsid w:val="00D76CEF"/>
    <w:rsid w:val="00D77032"/>
    <w:rsid w:val="00D77082"/>
    <w:rsid w:val="00D77472"/>
    <w:rsid w:val="00D779C5"/>
    <w:rsid w:val="00D77B46"/>
    <w:rsid w:val="00D77E0C"/>
    <w:rsid w:val="00D80123"/>
    <w:rsid w:val="00D803EF"/>
    <w:rsid w:val="00D80550"/>
    <w:rsid w:val="00D80586"/>
    <w:rsid w:val="00D80A06"/>
    <w:rsid w:val="00D80C97"/>
    <w:rsid w:val="00D80D8E"/>
    <w:rsid w:val="00D81050"/>
    <w:rsid w:val="00D81586"/>
    <w:rsid w:val="00D816DA"/>
    <w:rsid w:val="00D818E1"/>
    <w:rsid w:val="00D81AB3"/>
    <w:rsid w:val="00D81BA7"/>
    <w:rsid w:val="00D81BD2"/>
    <w:rsid w:val="00D81D38"/>
    <w:rsid w:val="00D81E3F"/>
    <w:rsid w:val="00D81EFD"/>
    <w:rsid w:val="00D8240D"/>
    <w:rsid w:val="00D82482"/>
    <w:rsid w:val="00D826DF"/>
    <w:rsid w:val="00D8321D"/>
    <w:rsid w:val="00D83331"/>
    <w:rsid w:val="00D83334"/>
    <w:rsid w:val="00D833A7"/>
    <w:rsid w:val="00D8342F"/>
    <w:rsid w:val="00D839B6"/>
    <w:rsid w:val="00D83C79"/>
    <w:rsid w:val="00D84079"/>
    <w:rsid w:val="00D849B2"/>
    <w:rsid w:val="00D849C8"/>
    <w:rsid w:val="00D8535D"/>
    <w:rsid w:val="00D8547A"/>
    <w:rsid w:val="00D8554E"/>
    <w:rsid w:val="00D85BF6"/>
    <w:rsid w:val="00D85ED3"/>
    <w:rsid w:val="00D86036"/>
    <w:rsid w:val="00D860D0"/>
    <w:rsid w:val="00D8623A"/>
    <w:rsid w:val="00D8644A"/>
    <w:rsid w:val="00D8699A"/>
    <w:rsid w:val="00D869B2"/>
    <w:rsid w:val="00D86D9D"/>
    <w:rsid w:val="00D86DE3"/>
    <w:rsid w:val="00D87437"/>
    <w:rsid w:val="00D8767E"/>
    <w:rsid w:val="00D87752"/>
    <w:rsid w:val="00D87DA8"/>
    <w:rsid w:val="00D9007C"/>
    <w:rsid w:val="00D901E6"/>
    <w:rsid w:val="00D902C3"/>
    <w:rsid w:val="00D9077A"/>
    <w:rsid w:val="00D90A07"/>
    <w:rsid w:val="00D90A2E"/>
    <w:rsid w:val="00D90FE5"/>
    <w:rsid w:val="00D91002"/>
    <w:rsid w:val="00D91184"/>
    <w:rsid w:val="00D9146F"/>
    <w:rsid w:val="00D91F0E"/>
    <w:rsid w:val="00D91FA2"/>
    <w:rsid w:val="00D920D3"/>
    <w:rsid w:val="00D923A8"/>
    <w:rsid w:val="00D926B0"/>
    <w:rsid w:val="00D92E1D"/>
    <w:rsid w:val="00D93051"/>
    <w:rsid w:val="00D9361E"/>
    <w:rsid w:val="00D93689"/>
    <w:rsid w:val="00D93696"/>
    <w:rsid w:val="00D93EAE"/>
    <w:rsid w:val="00D93F22"/>
    <w:rsid w:val="00D940AF"/>
    <w:rsid w:val="00D9414B"/>
    <w:rsid w:val="00D941C1"/>
    <w:rsid w:val="00D94211"/>
    <w:rsid w:val="00D94328"/>
    <w:rsid w:val="00D943EA"/>
    <w:rsid w:val="00D94520"/>
    <w:rsid w:val="00D945C6"/>
    <w:rsid w:val="00D94A40"/>
    <w:rsid w:val="00D94D48"/>
    <w:rsid w:val="00D9544C"/>
    <w:rsid w:val="00D9580B"/>
    <w:rsid w:val="00D9586E"/>
    <w:rsid w:val="00D95CCE"/>
    <w:rsid w:val="00D96A7E"/>
    <w:rsid w:val="00D96F15"/>
    <w:rsid w:val="00D97311"/>
    <w:rsid w:val="00D97547"/>
    <w:rsid w:val="00D975A0"/>
    <w:rsid w:val="00D97652"/>
    <w:rsid w:val="00D9774D"/>
    <w:rsid w:val="00D97A0A"/>
    <w:rsid w:val="00D97F37"/>
    <w:rsid w:val="00DA05F6"/>
    <w:rsid w:val="00DA0688"/>
    <w:rsid w:val="00DA09D6"/>
    <w:rsid w:val="00DA0BB3"/>
    <w:rsid w:val="00DA12F3"/>
    <w:rsid w:val="00DA1B08"/>
    <w:rsid w:val="00DA1B2A"/>
    <w:rsid w:val="00DA1B74"/>
    <w:rsid w:val="00DA1E23"/>
    <w:rsid w:val="00DA1F86"/>
    <w:rsid w:val="00DA271B"/>
    <w:rsid w:val="00DA2BC3"/>
    <w:rsid w:val="00DA2E8F"/>
    <w:rsid w:val="00DA303E"/>
    <w:rsid w:val="00DA318C"/>
    <w:rsid w:val="00DA32EC"/>
    <w:rsid w:val="00DA3395"/>
    <w:rsid w:val="00DA33DA"/>
    <w:rsid w:val="00DA370F"/>
    <w:rsid w:val="00DA3A1F"/>
    <w:rsid w:val="00DA3B6E"/>
    <w:rsid w:val="00DA3C42"/>
    <w:rsid w:val="00DA3D50"/>
    <w:rsid w:val="00DA3ECB"/>
    <w:rsid w:val="00DA3FDC"/>
    <w:rsid w:val="00DA46B4"/>
    <w:rsid w:val="00DA46CB"/>
    <w:rsid w:val="00DA47E1"/>
    <w:rsid w:val="00DA4AA1"/>
    <w:rsid w:val="00DA4E97"/>
    <w:rsid w:val="00DA50B2"/>
    <w:rsid w:val="00DA50DA"/>
    <w:rsid w:val="00DA57CF"/>
    <w:rsid w:val="00DA58CA"/>
    <w:rsid w:val="00DA5900"/>
    <w:rsid w:val="00DA5934"/>
    <w:rsid w:val="00DA594E"/>
    <w:rsid w:val="00DA5ED4"/>
    <w:rsid w:val="00DA5F9D"/>
    <w:rsid w:val="00DA62C3"/>
    <w:rsid w:val="00DA6471"/>
    <w:rsid w:val="00DA6693"/>
    <w:rsid w:val="00DA6975"/>
    <w:rsid w:val="00DA6AF7"/>
    <w:rsid w:val="00DA6CBB"/>
    <w:rsid w:val="00DA6D83"/>
    <w:rsid w:val="00DA75A3"/>
    <w:rsid w:val="00DA75E7"/>
    <w:rsid w:val="00DA7C29"/>
    <w:rsid w:val="00DA7C7E"/>
    <w:rsid w:val="00DA7D63"/>
    <w:rsid w:val="00DB00A0"/>
    <w:rsid w:val="00DB0210"/>
    <w:rsid w:val="00DB0912"/>
    <w:rsid w:val="00DB1498"/>
    <w:rsid w:val="00DB1704"/>
    <w:rsid w:val="00DB1AD4"/>
    <w:rsid w:val="00DB1DCD"/>
    <w:rsid w:val="00DB260C"/>
    <w:rsid w:val="00DB2667"/>
    <w:rsid w:val="00DB2674"/>
    <w:rsid w:val="00DB279F"/>
    <w:rsid w:val="00DB2DFB"/>
    <w:rsid w:val="00DB3063"/>
    <w:rsid w:val="00DB3310"/>
    <w:rsid w:val="00DB347A"/>
    <w:rsid w:val="00DB37FD"/>
    <w:rsid w:val="00DB383A"/>
    <w:rsid w:val="00DB40B6"/>
    <w:rsid w:val="00DB4E20"/>
    <w:rsid w:val="00DB54A3"/>
    <w:rsid w:val="00DB57B0"/>
    <w:rsid w:val="00DB5A4F"/>
    <w:rsid w:val="00DB5B77"/>
    <w:rsid w:val="00DB5D40"/>
    <w:rsid w:val="00DB5EB1"/>
    <w:rsid w:val="00DB631E"/>
    <w:rsid w:val="00DB64A0"/>
    <w:rsid w:val="00DB6740"/>
    <w:rsid w:val="00DB6AC9"/>
    <w:rsid w:val="00DB7021"/>
    <w:rsid w:val="00DB73DA"/>
    <w:rsid w:val="00DB7591"/>
    <w:rsid w:val="00DB75BD"/>
    <w:rsid w:val="00DB7786"/>
    <w:rsid w:val="00DB7814"/>
    <w:rsid w:val="00DC01AC"/>
    <w:rsid w:val="00DC03B8"/>
    <w:rsid w:val="00DC0427"/>
    <w:rsid w:val="00DC08F6"/>
    <w:rsid w:val="00DC135D"/>
    <w:rsid w:val="00DC24AB"/>
    <w:rsid w:val="00DC2A57"/>
    <w:rsid w:val="00DC3097"/>
    <w:rsid w:val="00DC347F"/>
    <w:rsid w:val="00DC365D"/>
    <w:rsid w:val="00DC3921"/>
    <w:rsid w:val="00DC3C8F"/>
    <w:rsid w:val="00DC42AD"/>
    <w:rsid w:val="00DC437D"/>
    <w:rsid w:val="00DC4409"/>
    <w:rsid w:val="00DC49D6"/>
    <w:rsid w:val="00DC5078"/>
    <w:rsid w:val="00DC53AA"/>
    <w:rsid w:val="00DC55FF"/>
    <w:rsid w:val="00DC5644"/>
    <w:rsid w:val="00DC5E0E"/>
    <w:rsid w:val="00DC6124"/>
    <w:rsid w:val="00DC617F"/>
    <w:rsid w:val="00DC6329"/>
    <w:rsid w:val="00DC6508"/>
    <w:rsid w:val="00DC662A"/>
    <w:rsid w:val="00DC670C"/>
    <w:rsid w:val="00DC6E0D"/>
    <w:rsid w:val="00DC73F2"/>
    <w:rsid w:val="00DC7645"/>
    <w:rsid w:val="00DC79E0"/>
    <w:rsid w:val="00DD0071"/>
    <w:rsid w:val="00DD071F"/>
    <w:rsid w:val="00DD0D1E"/>
    <w:rsid w:val="00DD0DC8"/>
    <w:rsid w:val="00DD0E56"/>
    <w:rsid w:val="00DD0F21"/>
    <w:rsid w:val="00DD1014"/>
    <w:rsid w:val="00DD13B7"/>
    <w:rsid w:val="00DD13CB"/>
    <w:rsid w:val="00DD1745"/>
    <w:rsid w:val="00DD1A49"/>
    <w:rsid w:val="00DD1BF2"/>
    <w:rsid w:val="00DD1D34"/>
    <w:rsid w:val="00DD1D36"/>
    <w:rsid w:val="00DD1EA1"/>
    <w:rsid w:val="00DD1FDF"/>
    <w:rsid w:val="00DD20D9"/>
    <w:rsid w:val="00DD2512"/>
    <w:rsid w:val="00DD257F"/>
    <w:rsid w:val="00DD281A"/>
    <w:rsid w:val="00DD28AA"/>
    <w:rsid w:val="00DD28AD"/>
    <w:rsid w:val="00DD2CDD"/>
    <w:rsid w:val="00DD2F77"/>
    <w:rsid w:val="00DD311A"/>
    <w:rsid w:val="00DD316D"/>
    <w:rsid w:val="00DD35F3"/>
    <w:rsid w:val="00DD4753"/>
    <w:rsid w:val="00DD4834"/>
    <w:rsid w:val="00DD4947"/>
    <w:rsid w:val="00DD4BA9"/>
    <w:rsid w:val="00DD576C"/>
    <w:rsid w:val="00DD582D"/>
    <w:rsid w:val="00DD5B89"/>
    <w:rsid w:val="00DD5D08"/>
    <w:rsid w:val="00DD5E09"/>
    <w:rsid w:val="00DD60F8"/>
    <w:rsid w:val="00DD6558"/>
    <w:rsid w:val="00DD6581"/>
    <w:rsid w:val="00DD675C"/>
    <w:rsid w:val="00DD6DFD"/>
    <w:rsid w:val="00DD6F5B"/>
    <w:rsid w:val="00DD7071"/>
    <w:rsid w:val="00DD777B"/>
    <w:rsid w:val="00DD7998"/>
    <w:rsid w:val="00DD7C00"/>
    <w:rsid w:val="00DE0A99"/>
    <w:rsid w:val="00DE0AAE"/>
    <w:rsid w:val="00DE1097"/>
    <w:rsid w:val="00DE10C3"/>
    <w:rsid w:val="00DE130E"/>
    <w:rsid w:val="00DE150C"/>
    <w:rsid w:val="00DE1698"/>
    <w:rsid w:val="00DE17E0"/>
    <w:rsid w:val="00DE1DC5"/>
    <w:rsid w:val="00DE1F11"/>
    <w:rsid w:val="00DE20B6"/>
    <w:rsid w:val="00DE21B1"/>
    <w:rsid w:val="00DE2275"/>
    <w:rsid w:val="00DE23AC"/>
    <w:rsid w:val="00DE2481"/>
    <w:rsid w:val="00DE2680"/>
    <w:rsid w:val="00DE2B02"/>
    <w:rsid w:val="00DE3126"/>
    <w:rsid w:val="00DE3174"/>
    <w:rsid w:val="00DE3E1A"/>
    <w:rsid w:val="00DE3F47"/>
    <w:rsid w:val="00DE3FF9"/>
    <w:rsid w:val="00DE4423"/>
    <w:rsid w:val="00DE4631"/>
    <w:rsid w:val="00DE46D4"/>
    <w:rsid w:val="00DE484E"/>
    <w:rsid w:val="00DE4A33"/>
    <w:rsid w:val="00DE4C0E"/>
    <w:rsid w:val="00DE4DB0"/>
    <w:rsid w:val="00DE51B0"/>
    <w:rsid w:val="00DE5297"/>
    <w:rsid w:val="00DE5609"/>
    <w:rsid w:val="00DE5FCD"/>
    <w:rsid w:val="00DE6394"/>
    <w:rsid w:val="00DE6397"/>
    <w:rsid w:val="00DE64A2"/>
    <w:rsid w:val="00DE656D"/>
    <w:rsid w:val="00DE6632"/>
    <w:rsid w:val="00DE6C7E"/>
    <w:rsid w:val="00DE732C"/>
    <w:rsid w:val="00DE7381"/>
    <w:rsid w:val="00DE740E"/>
    <w:rsid w:val="00DE76D7"/>
    <w:rsid w:val="00DE7A0F"/>
    <w:rsid w:val="00DE7C86"/>
    <w:rsid w:val="00DF00F0"/>
    <w:rsid w:val="00DF04BA"/>
    <w:rsid w:val="00DF0517"/>
    <w:rsid w:val="00DF0A56"/>
    <w:rsid w:val="00DF0F6F"/>
    <w:rsid w:val="00DF11E9"/>
    <w:rsid w:val="00DF14E2"/>
    <w:rsid w:val="00DF1A87"/>
    <w:rsid w:val="00DF1CCA"/>
    <w:rsid w:val="00DF2279"/>
    <w:rsid w:val="00DF2480"/>
    <w:rsid w:val="00DF24F4"/>
    <w:rsid w:val="00DF28C1"/>
    <w:rsid w:val="00DF28F3"/>
    <w:rsid w:val="00DF2E69"/>
    <w:rsid w:val="00DF31A2"/>
    <w:rsid w:val="00DF31C9"/>
    <w:rsid w:val="00DF3542"/>
    <w:rsid w:val="00DF3CEE"/>
    <w:rsid w:val="00DF3EB4"/>
    <w:rsid w:val="00DF4250"/>
    <w:rsid w:val="00DF4CAD"/>
    <w:rsid w:val="00DF5317"/>
    <w:rsid w:val="00DF53BA"/>
    <w:rsid w:val="00DF53C6"/>
    <w:rsid w:val="00DF58AA"/>
    <w:rsid w:val="00DF58DC"/>
    <w:rsid w:val="00DF595C"/>
    <w:rsid w:val="00DF60D0"/>
    <w:rsid w:val="00DF6559"/>
    <w:rsid w:val="00DF6923"/>
    <w:rsid w:val="00DF6B46"/>
    <w:rsid w:val="00DF6D51"/>
    <w:rsid w:val="00DF71B1"/>
    <w:rsid w:val="00DF7263"/>
    <w:rsid w:val="00DF72CC"/>
    <w:rsid w:val="00DF7321"/>
    <w:rsid w:val="00DF7574"/>
    <w:rsid w:val="00DF76BB"/>
    <w:rsid w:val="00DF7C98"/>
    <w:rsid w:val="00DF7F9D"/>
    <w:rsid w:val="00E0049A"/>
    <w:rsid w:val="00E0065E"/>
    <w:rsid w:val="00E007CC"/>
    <w:rsid w:val="00E00A1C"/>
    <w:rsid w:val="00E00B1B"/>
    <w:rsid w:val="00E00C3B"/>
    <w:rsid w:val="00E00F42"/>
    <w:rsid w:val="00E00F55"/>
    <w:rsid w:val="00E01104"/>
    <w:rsid w:val="00E0119E"/>
    <w:rsid w:val="00E0135F"/>
    <w:rsid w:val="00E01A99"/>
    <w:rsid w:val="00E01CEB"/>
    <w:rsid w:val="00E01E9D"/>
    <w:rsid w:val="00E0255E"/>
    <w:rsid w:val="00E0278F"/>
    <w:rsid w:val="00E03058"/>
    <w:rsid w:val="00E032BF"/>
    <w:rsid w:val="00E03690"/>
    <w:rsid w:val="00E03889"/>
    <w:rsid w:val="00E040B6"/>
    <w:rsid w:val="00E0494C"/>
    <w:rsid w:val="00E04B37"/>
    <w:rsid w:val="00E04EB9"/>
    <w:rsid w:val="00E04F00"/>
    <w:rsid w:val="00E04FFD"/>
    <w:rsid w:val="00E05069"/>
    <w:rsid w:val="00E0515F"/>
    <w:rsid w:val="00E05219"/>
    <w:rsid w:val="00E055A6"/>
    <w:rsid w:val="00E057D7"/>
    <w:rsid w:val="00E05B3E"/>
    <w:rsid w:val="00E05BFC"/>
    <w:rsid w:val="00E05D0A"/>
    <w:rsid w:val="00E05DC0"/>
    <w:rsid w:val="00E05E4B"/>
    <w:rsid w:val="00E05F63"/>
    <w:rsid w:val="00E0606A"/>
    <w:rsid w:val="00E06193"/>
    <w:rsid w:val="00E06326"/>
    <w:rsid w:val="00E064B6"/>
    <w:rsid w:val="00E06517"/>
    <w:rsid w:val="00E067E9"/>
    <w:rsid w:val="00E06F5A"/>
    <w:rsid w:val="00E07379"/>
    <w:rsid w:val="00E07452"/>
    <w:rsid w:val="00E0759A"/>
    <w:rsid w:val="00E07D1D"/>
    <w:rsid w:val="00E07D5B"/>
    <w:rsid w:val="00E1027E"/>
    <w:rsid w:val="00E103BE"/>
    <w:rsid w:val="00E10C4C"/>
    <w:rsid w:val="00E10FA0"/>
    <w:rsid w:val="00E1146B"/>
    <w:rsid w:val="00E11528"/>
    <w:rsid w:val="00E117F3"/>
    <w:rsid w:val="00E1185F"/>
    <w:rsid w:val="00E118B8"/>
    <w:rsid w:val="00E11A94"/>
    <w:rsid w:val="00E11D77"/>
    <w:rsid w:val="00E1209E"/>
    <w:rsid w:val="00E120BC"/>
    <w:rsid w:val="00E1247E"/>
    <w:rsid w:val="00E12527"/>
    <w:rsid w:val="00E12773"/>
    <w:rsid w:val="00E128AF"/>
    <w:rsid w:val="00E12A45"/>
    <w:rsid w:val="00E12B28"/>
    <w:rsid w:val="00E13573"/>
    <w:rsid w:val="00E13D46"/>
    <w:rsid w:val="00E1407F"/>
    <w:rsid w:val="00E14367"/>
    <w:rsid w:val="00E145BC"/>
    <w:rsid w:val="00E146E6"/>
    <w:rsid w:val="00E14EB1"/>
    <w:rsid w:val="00E150CF"/>
    <w:rsid w:val="00E1596B"/>
    <w:rsid w:val="00E15BC4"/>
    <w:rsid w:val="00E15D6C"/>
    <w:rsid w:val="00E15F0D"/>
    <w:rsid w:val="00E162A1"/>
    <w:rsid w:val="00E1646B"/>
    <w:rsid w:val="00E167CD"/>
    <w:rsid w:val="00E17032"/>
    <w:rsid w:val="00E170E8"/>
    <w:rsid w:val="00E17251"/>
    <w:rsid w:val="00E17486"/>
    <w:rsid w:val="00E17628"/>
    <w:rsid w:val="00E178DF"/>
    <w:rsid w:val="00E17908"/>
    <w:rsid w:val="00E17B59"/>
    <w:rsid w:val="00E20382"/>
    <w:rsid w:val="00E20406"/>
    <w:rsid w:val="00E206F2"/>
    <w:rsid w:val="00E206FB"/>
    <w:rsid w:val="00E20A3D"/>
    <w:rsid w:val="00E214E9"/>
    <w:rsid w:val="00E215CC"/>
    <w:rsid w:val="00E2171E"/>
    <w:rsid w:val="00E217A2"/>
    <w:rsid w:val="00E218EA"/>
    <w:rsid w:val="00E21EC6"/>
    <w:rsid w:val="00E22AA1"/>
    <w:rsid w:val="00E23A4C"/>
    <w:rsid w:val="00E23FDF"/>
    <w:rsid w:val="00E23FF2"/>
    <w:rsid w:val="00E24150"/>
    <w:rsid w:val="00E24216"/>
    <w:rsid w:val="00E242F6"/>
    <w:rsid w:val="00E244D1"/>
    <w:rsid w:val="00E24EAB"/>
    <w:rsid w:val="00E24FD6"/>
    <w:rsid w:val="00E2530D"/>
    <w:rsid w:val="00E25424"/>
    <w:rsid w:val="00E255B6"/>
    <w:rsid w:val="00E260E3"/>
    <w:rsid w:val="00E26192"/>
    <w:rsid w:val="00E26701"/>
    <w:rsid w:val="00E2685C"/>
    <w:rsid w:val="00E2701E"/>
    <w:rsid w:val="00E27107"/>
    <w:rsid w:val="00E2728E"/>
    <w:rsid w:val="00E2736F"/>
    <w:rsid w:val="00E2743B"/>
    <w:rsid w:val="00E274CA"/>
    <w:rsid w:val="00E27913"/>
    <w:rsid w:val="00E27B1A"/>
    <w:rsid w:val="00E27E83"/>
    <w:rsid w:val="00E3062A"/>
    <w:rsid w:val="00E30F9F"/>
    <w:rsid w:val="00E3129D"/>
    <w:rsid w:val="00E3136C"/>
    <w:rsid w:val="00E31791"/>
    <w:rsid w:val="00E317EB"/>
    <w:rsid w:val="00E31BA5"/>
    <w:rsid w:val="00E31CEC"/>
    <w:rsid w:val="00E321B8"/>
    <w:rsid w:val="00E3229E"/>
    <w:rsid w:val="00E32A15"/>
    <w:rsid w:val="00E32B1F"/>
    <w:rsid w:val="00E32C16"/>
    <w:rsid w:val="00E32CBD"/>
    <w:rsid w:val="00E33117"/>
    <w:rsid w:val="00E337CA"/>
    <w:rsid w:val="00E33C7F"/>
    <w:rsid w:val="00E33DDA"/>
    <w:rsid w:val="00E3423F"/>
    <w:rsid w:val="00E3433B"/>
    <w:rsid w:val="00E34548"/>
    <w:rsid w:val="00E34703"/>
    <w:rsid w:val="00E347E0"/>
    <w:rsid w:val="00E348B9"/>
    <w:rsid w:val="00E3503C"/>
    <w:rsid w:val="00E35247"/>
    <w:rsid w:val="00E3556E"/>
    <w:rsid w:val="00E35666"/>
    <w:rsid w:val="00E35866"/>
    <w:rsid w:val="00E35BC0"/>
    <w:rsid w:val="00E360C9"/>
    <w:rsid w:val="00E36495"/>
    <w:rsid w:val="00E36512"/>
    <w:rsid w:val="00E36A86"/>
    <w:rsid w:val="00E36A9A"/>
    <w:rsid w:val="00E37055"/>
    <w:rsid w:val="00E3738C"/>
    <w:rsid w:val="00E3745F"/>
    <w:rsid w:val="00E374F9"/>
    <w:rsid w:val="00E3795B"/>
    <w:rsid w:val="00E37D12"/>
    <w:rsid w:val="00E37D16"/>
    <w:rsid w:val="00E400B6"/>
    <w:rsid w:val="00E4054A"/>
    <w:rsid w:val="00E4074A"/>
    <w:rsid w:val="00E40794"/>
    <w:rsid w:val="00E40A1E"/>
    <w:rsid w:val="00E41290"/>
    <w:rsid w:val="00E416AD"/>
    <w:rsid w:val="00E416B8"/>
    <w:rsid w:val="00E416FA"/>
    <w:rsid w:val="00E4182E"/>
    <w:rsid w:val="00E41A6C"/>
    <w:rsid w:val="00E41F39"/>
    <w:rsid w:val="00E4207D"/>
    <w:rsid w:val="00E420D2"/>
    <w:rsid w:val="00E42642"/>
    <w:rsid w:val="00E42A75"/>
    <w:rsid w:val="00E42B15"/>
    <w:rsid w:val="00E42C0B"/>
    <w:rsid w:val="00E42C54"/>
    <w:rsid w:val="00E42EAB"/>
    <w:rsid w:val="00E43107"/>
    <w:rsid w:val="00E43289"/>
    <w:rsid w:val="00E4330F"/>
    <w:rsid w:val="00E434C8"/>
    <w:rsid w:val="00E435D0"/>
    <w:rsid w:val="00E43A4E"/>
    <w:rsid w:val="00E44080"/>
    <w:rsid w:val="00E440A0"/>
    <w:rsid w:val="00E44101"/>
    <w:rsid w:val="00E447E5"/>
    <w:rsid w:val="00E45067"/>
    <w:rsid w:val="00E450DE"/>
    <w:rsid w:val="00E455A8"/>
    <w:rsid w:val="00E4593F"/>
    <w:rsid w:val="00E46179"/>
    <w:rsid w:val="00E467C3"/>
    <w:rsid w:val="00E4684F"/>
    <w:rsid w:val="00E46A52"/>
    <w:rsid w:val="00E46BAA"/>
    <w:rsid w:val="00E46C96"/>
    <w:rsid w:val="00E472D5"/>
    <w:rsid w:val="00E47907"/>
    <w:rsid w:val="00E479C9"/>
    <w:rsid w:val="00E50193"/>
    <w:rsid w:val="00E50273"/>
    <w:rsid w:val="00E5060F"/>
    <w:rsid w:val="00E506E9"/>
    <w:rsid w:val="00E50DB7"/>
    <w:rsid w:val="00E50E59"/>
    <w:rsid w:val="00E510FA"/>
    <w:rsid w:val="00E5156F"/>
    <w:rsid w:val="00E51971"/>
    <w:rsid w:val="00E51973"/>
    <w:rsid w:val="00E51D85"/>
    <w:rsid w:val="00E5210E"/>
    <w:rsid w:val="00E52A28"/>
    <w:rsid w:val="00E52B0D"/>
    <w:rsid w:val="00E52C60"/>
    <w:rsid w:val="00E52D18"/>
    <w:rsid w:val="00E52D9A"/>
    <w:rsid w:val="00E52E2B"/>
    <w:rsid w:val="00E52EDE"/>
    <w:rsid w:val="00E533B4"/>
    <w:rsid w:val="00E535EC"/>
    <w:rsid w:val="00E53696"/>
    <w:rsid w:val="00E536F3"/>
    <w:rsid w:val="00E537F4"/>
    <w:rsid w:val="00E538D4"/>
    <w:rsid w:val="00E53B61"/>
    <w:rsid w:val="00E53D51"/>
    <w:rsid w:val="00E54159"/>
    <w:rsid w:val="00E5419E"/>
    <w:rsid w:val="00E541EA"/>
    <w:rsid w:val="00E54655"/>
    <w:rsid w:val="00E5466F"/>
    <w:rsid w:val="00E54717"/>
    <w:rsid w:val="00E5472A"/>
    <w:rsid w:val="00E54897"/>
    <w:rsid w:val="00E54B4E"/>
    <w:rsid w:val="00E54C08"/>
    <w:rsid w:val="00E55476"/>
    <w:rsid w:val="00E55B9E"/>
    <w:rsid w:val="00E55BCE"/>
    <w:rsid w:val="00E55F7A"/>
    <w:rsid w:val="00E562C4"/>
    <w:rsid w:val="00E564EE"/>
    <w:rsid w:val="00E56BFC"/>
    <w:rsid w:val="00E56D6F"/>
    <w:rsid w:val="00E56E5B"/>
    <w:rsid w:val="00E56E98"/>
    <w:rsid w:val="00E57580"/>
    <w:rsid w:val="00E57A24"/>
    <w:rsid w:val="00E57C38"/>
    <w:rsid w:val="00E57CAF"/>
    <w:rsid w:val="00E57D90"/>
    <w:rsid w:val="00E57F8A"/>
    <w:rsid w:val="00E600FB"/>
    <w:rsid w:val="00E603F9"/>
    <w:rsid w:val="00E60517"/>
    <w:rsid w:val="00E6077D"/>
    <w:rsid w:val="00E60864"/>
    <w:rsid w:val="00E60DE2"/>
    <w:rsid w:val="00E61002"/>
    <w:rsid w:val="00E6109E"/>
    <w:rsid w:val="00E61372"/>
    <w:rsid w:val="00E61420"/>
    <w:rsid w:val="00E614C3"/>
    <w:rsid w:val="00E6177C"/>
    <w:rsid w:val="00E61804"/>
    <w:rsid w:val="00E61805"/>
    <w:rsid w:val="00E61B55"/>
    <w:rsid w:val="00E61BC1"/>
    <w:rsid w:val="00E61C8C"/>
    <w:rsid w:val="00E61F78"/>
    <w:rsid w:val="00E6234D"/>
    <w:rsid w:val="00E62668"/>
    <w:rsid w:val="00E62A8E"/>
    <w:rsid w:val="00E63DDA"/>
    <w:rsid w:val="00E63E32"/>
    <w:rsid w:val="00E64571"/>
    <w:rsid w:val="00E646BF"/>
    <w:rsid w:val="00E64A19"/>
    <w:rsid w:val="00E64A8C"/>
    <w:rsid w:val="00E64ADC"/>
    <w:rsid w:val="00E64FC5"/>
    <w:rsid w:val="00E650E5"/>
    <w:rsid w:val="00E65223"/>
    <w:rsid w:val="00E65284"/>
    <w:rsid w:val="00E653B3"/>
    <w:rsid w:val="00E65BBD"/>
    <w:rsid w:val="00E65DCD"/>
    <w:rsid w:val="00E65E0B"/>
    <w:rsid w:val="00E66501"/>
    <w:rsid w:val="00E668C9"/>
    <w:rsid w:val="00E66B4C"/>
    <w:rsid w:val="00E66C85"/>
    <w:rsid w:val="00E67183"/>
    <w:rsid w:val="00E67319"/>
    <w:rsid w:val="00E67634"/>
    <w:rsid w:val="00E6772C"/>
    <w:rsid w:val="00E67D81"/>
    <w:rsid w:val="00E67DB9"/>
    <w:rsid w:val="00E70098"/>
    <w:rsid w:val="00E702CA"/>
    <w:rsid w:val="00E70409"/>
    <w:rsid w:val="00E70426"/>
    <w:rsid w:val="00E70753"/>
    <w:rsid w:val="00E70EB6"/>
    <w:rsid w:val="00E7103C"/>
    <w:rsid w:val="00E71062"/>
    <w:rsid w:val="00E71176"/>
    <w:rsid w:val="00E71257"/>
    <w:rsid w:val="00E712FE"/>
    <w:rsid w:val="00E713EF"/>
    <w:rsid w:val="00E71DBA"/>
    <w:rsid w:val="00E72054"/>
    <w:rsid w:val="00E7230D"/>
    <w:rsid w:val="00E724A2"/>
    <w:rsid w:val="00E724AB"/>
    <w:rsid w:val="00E727E8"/>
    <w:rsid w:val="00E72947"/>
    <w:rsid w:val="00E729BE"/>
    <w:rsid w:val="00E72B73"/>
    <w:rsid w:val="00E72FEB"/>
    <w:rsid w:val="00E73117"/>
    <w:rsid w:val="00E7359C"/>
    <w:rsid w:val="00E73685"/>
    <w:rsid w:val="00E73716"/>
    <w:rsid w:val="00E73AC8"/>
    <w:rsid w:val="00E73B16"/>
    <w:rsid w:val="00E73E11"/>
    <w:rsid w:val="00E73F8C"/>
    <w:rsid w:val="00E74049"/>
    <w:rsid w:val="00E74136"/>
    <w:rsid w:val="00E742D1"/>
    <w:rsid w:val="00E74379"/>
    <w:rsid w:val="00E7437E"/>
    <w:rsid w:val="00E745F4"/>
    <w:rsid w:val="00E74D53"/>
    <w:rsid w:val="00E74EFE"/>
    <w:rsid w:val="00E751DF"/>
    <w:rsid w:val="00E75242"/>
    <w:rsid w:val="00E75283"/>
    <w:rsid w:val="00E753D8"/>
    <w:rsid w:val="00E7561C"/>
    <w:rsid w:val="00E75E03"/>
    <w:rsid w:val="00E75E4B"/>
    <w:rsid w:val="00E761E4"/>
    <w:rsid w:val="00E76429"/>
    <w:rsid w:val="00E7687C"/>
    <w:rsid w:val="00E76D0E"/>
    <w:rsid w:val="00E7709E"/>
    <w:rsid w:val="00E773F3"/>
    <w:rsid w:val="00E777EC"/>
    <w:rsid w:val="00E77C59"/>
    <w:rsid w:val="00E77DA2"/>
    <w:rsid w:val="00E77FF3"/>
    <w:rsid w:val="00E800DE"/>
    <w:rsid w:val="00E80506"/>
    <w:rsid w:val="00E80698"/>
    <w:rsid w:val="00E80951"/>
    <w:rsid w:val="00E809F0"/>
    <w:rsid w:val="00E80EC1"/>
    <w:rsid w:val="00E81059"/>
    <w:rsid w:val="00E8134B"/>
    <w:rsid w:val="00E81501"/>
    <w:rsid w:val="00E81704"/>
    <w:rsid w:val="00E8193C"/>
    <w:rsid w:val="00E819B3"/>
    <w:rsid w:val="00E81DD8"/>
    <w:rsid w:val="00E81FF0"/>
    <w:rsid w:val="00E825C9"/>
    <w:rsid w:val="00E8275A"/>
    <w:rsid w:val="00E82B8F"/>
    <w:rsid w:val="00E836BB"/>
    <w:rsid w:val="00E83E21"/>
    <w:rsid w:val="00E845F6"/>
    <w:rsid w:val="00E847B5"/>
    <w:rsid w:val="00E84881"/>
    <w:rsid w:val="00E84A61"/>
    <w:rsid w:val="00E84ADD"/>
    <w:rsid w:val="00E84C88"/>
    <w:rsid w:val="00E84CBD"/>
    <w:rsid w:val="00E84CD8"/>
    <w:rsid w:val="00E84E31"/>
    <w:rsid w:val="00E84FBD"/>
    <w:rsid w:val="00E84FC9"/>
    <w:rsid w:val="00E852D0"/>
    <w:rsid w:val="00E85497"/>
    <w:rsid w:val="00E8567F"/>
    <w:rsid w:val="00E873E5"/>
    <w:rsid w:val="00E87577"/>
    <w:rsid w:val="00E8790B"/>
    <w:rsid w:val="00E902D7"/>
    <w:rsid w:val="00E903F3"/>
    <w:rsid w:val="00E9080B"/>
    <w:rsid w:val="00E909E2"/>
    <w:rsid w:val="00E90B0F"/>
    <w:rsid w:val="00E90ECE"/>
    <w:rsid w:val="00E910F5"/>
    <w:rsid w:val="00E911CD"/>
    <w:rsid w:val="00E912A7"/>
    <w:rsid w:val="00E91444"/>
    <w:rsid w:val="00E917C2"/>
    <w:rsid w:val="00E91A07"/>
    <w:rsid w:val="00E91A50"/>
    <w:rsid w:val="00E91A73"/>
    <w:rsid w:val="00E91F1F"/>
    <w:rsid w:val="00E91F6F"/>
    <w:rsid w:val="00E920C1"/>
    <w:rsid w:val="00E92851"/>
    <w:rsid w:val="00E929EF"/>
    <w:rsid w:val="00E92F49"/>
    <w:rsid w:val="00E930C3"/>
    <w:rsid w:val="00E9327E"/>
    <w:rsid w:val="00E93654"/>
    <w:rsid w:val="00E93675"/>
    <w:rsid w:val="00E93795"/>
    <w:rsid w:val="00E939C0"/>
    <w:rsid w:val="00E93A08"/>
    <w:rsid w:val="00E93A58"/>
    <w:rsid w:val="00E93BC1"/>
    <w:rsid w:val="00E93D49"/>
    <w:rsid w:val="00E9471E"/>
    <w:rsid w:val="00E947DB"/>
    <w:rsid w:val="00E94E68"/>
    <w:rsid w:val="00E94FAC"/>
    <w:rsid w:val="00E95061"/>
    <w:rsid w:val="00E951CF"/>
    <w:rsid w:val="00E95225"/>
    <w:rsid w:val="00E95484"/>
    <w:rsid w:val="00E9549B"/>
    <w:rsid w:val="00E95565"/>
    <w:rsid w:val="00E957C2"/>
    <w:rsid w:val="00E95AE7"/>
    <w:rsid w:val="00E95AF8"/>
    <w:rsid w:val="00E95BDA"/>
    <w:rsid w:val="00E95E11"/>
    <w:rsid w:val="00E95EEF"/>
    <w:rsid w:val="00E95FDF"/>
    <w:rsid w:val="00E9634A"/>
    <w:rsid w:val="00E963B7"/>
    <w:rsid w:val="00E965BD"/>
    <w:rsid w:val="00E96BDD"/>
    <w:rsid w:val="00E96FD1"/>
    <w:rsid w:val="00E970CB"/>
    <w:rsid w:val="00E97351"/>
    <w:rsid w:val="00E97545"/>
    <w:rsid w:val="00E97790"/>
    <w:rsid w:val="00E97AB3"/>
    <w:rsid w:val="00E97AEF"/>
    <w:rsid w:val="00E97B53"/>
    <w:rsid w:val="00E97FA9"/>
    <w:rsid w:val="00E97FB1"/>
    <w:rsid w:val="00EA0049"/>
    <w:rsid w:val="00EA00DC"/>
    <w:rsid w:val="00EA010B"/>
    <w:rsid w:val="00EA0233"/>
    <w:rsid w:val="00EA03CE"/>
    <w:rsid w:val="00EA068B"/>
    <w:rsid w:val="00EA0AF7"/>
    <w:rsid w:val="00EA0DDF"/>
    <w:rsid w:val="00EA0E31"/>
    <w:rsid w:val="00EA0F4D"/>
    <w:rsid w:val="00EA110D"/>
    <w:rsid w:val="00EA150B"/>
    <w:rsid w:val="00EA1883"/>
    <w:rsid w:val="00EA1AE7"/>
    <w:rsid w:val="00EA1FE6"/>
    <w:rsid w:val="00EA2195"/>
    <w:rsid w:val="00EA21BD"/>
    <w:rsid w:val="00EA2532"/>
    <w:rsid w:val="00EA27B3"/>
    <w:rsid w:val="00EA2A3C"/>
    <w:rsid w:val="00EA2D3A"/>
    <w:rsid w:val="00EA2FB2"/>
    <w:rsid w:val="00EA300D"/>
    <w:rsid w:val="00EA3082"/>
    <w:rsid w:val="00EA36B8"/>
    <w:rsid w:val="00EA3A16"/>
    <w:rsid w:val="00EA3B30"/>
    <w:rsid w:val="00EA3CA8"/>
    <w:rsid w:val="00EA3DDD"/>
    <w:rsid w:val="00EA418F"/>
    <w:rsid w:val="00EA4509"/>
    <w:rsid w:val="00EA4615"/>
    <w:rsid w:val="00EA4628"/>
    <w:rsid w:val="00EA471E"/>
    <w:rsid w:val="00EA4860"/>
    <w:rsid w:val="00EA497D"/>
    <w:rsid w:val="00EA4AEE"/>
    <w:rsid w:val="00EA4CA0"/>
    <w:rsid w:val="00EA50C1"/>
    <w:rsid w:val="00EA50E0"/>
    <w:rsid w:val="00EA5DE7"/>
    <w:rsid w:val="00EA5E56"/>
    <w:rsid w:val="00EA5F8D"/>
    <w:rsid w:val="00EA6499"/>
    <w:rsid w:val="00EA6556"/>
    <w:rsid w:val="00EA6BF8"/>
    <w:rsid w:val="00EA6CF7"/>
    <w:rsid w:val="00EA6E7E"/>
    <w:rsid w:val="00EA6FBC"/>
    <w:rsid w:val="00EA7B85"/>
    <w:rsid w:val="00EA7F37"/>
    <w:rsid w:val="00EB02B3"/>
    <w:rsid w:val="00EB03DD"/>
    <w:rsid w:val="00EB07A4"/>
    <w:rsid w:val="00EB0B10"/>
    <w:rsid w:val="00EB0C40"/>
    <w:rsid w:val="00EB0DE9"/>
    <w:rsid w:val="00EB0E0E"/>
    <w:rsid w:val="00EB12F5"/>
    <w:rsid w:val="00EB13AA"/>
    <w:rsid w:val="00EB19E7"/>
    <w:rsid w:val="00EB1A6E"/>
    <w:rsid w:val="00EB1CB0"/>
    <w:rsid w:val="00EB1D58"/>
    <w:rsid w:val="00EB1DAD"/>
    <w:rsid w:val="00EB21D3"/>
    <w:rsid w:val="00EB2262"/>
    <w:rsid w:val="00EB237D"/>
    <w:rsid w:val="00EB242E"/>
    <w:rsid w:val="00EB28B0"/>
    <w:rsid w:val="00EB28FA"/>
    <w:rsid w:val="00EB32F7"/>
    <w:rsid w:val="00EB34DA"/>
    <w:rsid w:val="00EB36E8"/>
    <w:rsid w:val="00EB3A0E"/>
    <w:rsid w:val="00EB3D81"/>
    <w:rsid w:val="00EB3E29"/>
    <w:rsid w:val="00EB3ED4"/>
    <w:rsid w:val="00EB3F1F"/>
    <w:rsid w:val="00EB40B1"/>
    <w:rsid w:val="00EB4922"/>
    <w:rsid w:val="00EB4DDF"/>
    <w:rsid w:val="00EB4E24"/>
    <w:rsid w:val="00EB542A"/>
    <w:rsid w:val="00EB5623"/>
    <w:rsid w:val="00EB5760"/>
    <w:rsid w:val="00EB58B3"/>
    <w:rsid w:val="00EB59FA"/>
    <w:rsid w:val="00EB5AA8"/>
    <w:rsid w:val="00EB5C7F"/>
    <w:rsid w:val="00EB5F03"/>
    <w:rsid w:val="00EB60CC"/>
    <w:rsid w:val="00EB627E"/>
    <w:rsid w:val="00EB6550"/>
    <w:rsid w:val="00EB6BD8"/>
    <w:rsid w:val="00EB6BE0"/>
    <w:rsid w:val="00EB6F4C"/>
    <w:rsid w:val="00EB7060"/>
    <w:rsid w:val="00EB70E3"/>
    <w:rsid w:val="00EB71B9"/>
    <w:rsid w:val="00EB71C4"/>
    <w:rsid w:val="00EB72C2"/>
    <w:rsid w:val="00EB7353"/>
    <w:rsid w:val="00EB7687"/>
    <w:rsid w:val="00EB77D1"/>
    <w:rsid w:val="00EB7B28"/>
    <w:rsid w:val="00EB7CAF"/>
    <w:rsid w:val="00EB7CD3"/>
    <w:rsid w:val="00EC0196"/>
    <w:rsid w:val="00EC0228"/>
    <w:rsid w:val="00EC02B5"/>
    <w:rsid w:val="00EC03E3"/>
    <w:rsid w:val="00EC04C0"/>
    <w:rsid w:val="00EC0AE0"/>
    <w:rsid w:val="00EC0C99"/>
    <w:rsid w:val="00EC0FBE"/>
    <w:rsid w:val="00EC135A"/>
    <w:rsid w:val="00EC1403"/>
    <w:rsid w:val="00EC1571"/>
    <w:rsid w:val="00EC17D8"/>
    <w:rsid w:val="00EC17E3"/>
    <w:rsid w:val="00EC1A7A"/>
    <w:rsid w:val="00EC1BBE"/>
    <w:rsid w:val="00EC1C7F"/>
    <w:rsid w:val="00EC2167"/>
    <w:rsid w:val="00EC2227"/>
    <w:rsid w:val="00EC26D3"/>
    <w:rsid w:val="00EC26DA"/>
    <w:rsid w:val="00EC2B83"/>
    <w:rsid w:val="00EC2CFE"/>
    <w:rsid w:val="00EC2FE1"/>
    <w:rsid w:val="00EC3032"/>
    <w:rsid w:val="00EC3516"/>
    <w:rsid w:val="00EC3731"/>
    <w:rsid w:val="00EC37AD"/>
    <w:rsid w:val="00EC3B28"/>
    <w:rsid w:val="00EC4C3A"/>
    <w:rsid w:val="00EC5143"/>
    <w:rsid w:val="00EC521A"/>
    <w:rsid w:val="00EC5419"/>
    <w:rsid w:val="00EC57C8"/>
    <w:rsid w:val="00EC592C"/>
    <w:rsid w:val="00EC5B3D"/>
    <w:rsid w:val="00EC5C9E"/>
    <w:rsid w:val="00EC6080"/>
    <w:rsid w:val="00EC6255"/>
    <w:rsid w:val="00EC62B8"/>
    <w:rsid w:val="00EC6382"/>
    <w:rsid w:val="00EC6A90"/>
    <w:rsid w:val="00EC6E2E"/>
    <w:rsid w:val="00EC6E3D"/>
    <w:rsid w:val="00EC6EA3"/>
    <w:rsid w:val="00EC7213"/>
    <w:rsid w:val="00EC7C67"/>
    <w:rsid w:val="00EC7E64"/>
    <w:rsid w:val="00EC7ED9"/>
    <w:rsid w:val="00ED0112"/>
    <w:rsid w:val="00ED0313"/>
    <w:rsid w:val="00ED04EC"/>
    <w:rsid w:val="00ED05A6"/>
    <w:rsid w:val="00ED064E"/>
    <w:rsid w:val="00ED083A"/>
    <w:rsid w:val="00ED098F"/>
    <w:rsid w:val="00ED0E6E"/>
    <w:rsid w:val="00ED0EBD"/>
    <w:rsid w:val="00ED0F6A"/>
    <w:rsid w:val="00ED1045"/>
    <w:rsid w:val="00ED1307"/>
    <w:rsid w:val="00ED138C"/>
    <w:rsid w:val="00ED1737"/>
    <w:rsid w:val="00ED1F2E"/>
    <w:rsid w:val="00ED22AD"/>
    <w:rsid w:val="00ED2389"/>
    <w:rsid w:val="00ED2413"/>
    <w:rsid w:val="00ED2613"/>
    <w:rsid w:val="00ED274A"/>
    <w:rsid w:val="00ED29D3"/>
    <w:rsid w:val="00ED2F0F"/>
    <w:rsid w:val="00ED2FA1"/>
    <w:rsid w:val="00ED30C0"/>
    <w:rsid w:val="00ED33FD"/>
    <w:rsid w:val="00ED35B8"/>
    <w:rsid w:val="00ED3639"/>
    <w:rsid w:val="00ED3F9F"/>
    <w:rsid w:val="00ED4AFB"/>
    <w:rsid w:val="00ED4B6C"/>
    <w:rsid w:val="00ED4B9E"/>
    <w:rsid w:val="00ED4DB4"/>
    <w:rsid w:val="00ED4E0E"/>
    <w:rsid w:val="00ED4E8D"/>
    <w:rsid w:val="00ED4F5F"/>
    <w:rsid w:val="00ED5597"/>
    <w:rsid w:val="00ED57B9"/>
    <w:rsid w:val="00ED5A43"/>
    <w:rsid w:val="00ED5C5E"/>
    <w:rsid w:val="00ED65CA"/>
    <w:rsid w:val="00ED6E33"/>
    <w:rsid w:val="00ED7314"/>
    <w:rsid w:val="00ED7EF5"/>
    <w:rsid w:val="00EE007D"/>
    <w:rsid w:val="00EE01D5"/>
    <w:rsid w:val="00EE0437"/>
    <w:rsid w:val="00EE0814"/>
    <w:rsid w:val="00EE0E0E"/>
    <w:rsid w:val="00EE1093"/>
    <w:rsid w:val="00EE126A"/>
    <w:rsid w:val="00EE1B49"/>
    <w:rsid w:val="00EE1BE0"/>
    <w:rsid w:val="00EE1EC9"/>
    <w:rsid w:val="00EE24A4"/>
    <w:rsid w:val="00EE2A20"/>
    <w:rsid w:val="00EE2FB1"/>
    <w:rsid w:val="00EE2FD0"/>
    <w:rsid w:val="00EE3551"/>
    <w:rsid w:val="00EE37B2"/>
    <w:rsid w:val="00EE3917"/>
    <w:rsid w:val="00EE394F"/>
    <w:rsid w:val="00EE3BEA"/>
    <w:rsid w:val="00EE3E8D"/>
    <w:rsid w:val="00EE437C"/>
    <w:rsid w:val="00EE4460"/>
    <w:rsid w:val="00EE45A2"/>
    <w:rsid w:val="00EE483C"/>
    <w:rsid w:val="00EE4BA6"/>
    <w:rsid w:val="00EE4D3F"/>
    <w:rsid w:val="00EE525B"/>
    <w:rsid w:val="00EE5268"/>
    <w:rsid w:val="00EE54D1"/>
    <w:rsid w:val="00EE5B2B"/>
    <w:rsid w:val="00EE5F04"/>
    <w:rsid w:val="00EE5FE2"/>
    <w:rsid w:val="00EE6317"/>
    <w:rsid w:val="00EE6875"/>
    <w:rsid w:val="00EE6ABB"/>
    <w:rsid w:val="00EE7029"/>
    <w:rsid w:val="00EE7513"/>
    <w:rsid w:val="00EE7A14"/>
    <w:rsid w:val="00EE7D87"/>
    <w:rsid w:val="00EE7F98"/>
    <w:rsid w:val="00EF02F8"/>
    <w:rsid w:val="00EF064C"/>
    <w:rsid w:val="00EF0708"/>
    <w:rsid w:val="00EF07B8"/>
    <w:rsid w:val="00EF0983"/>
    <w:rsid w:val="00EF09F9"/>
    <w:rsid w:val="00EF0B1E"/>
    <w:rsid w:val="00EF1131"/>
    <w:rsid w:val="00EF168F"/>
    <w:rsid w:val="00EF1695"/>
    <w:rsid w:val="00EF1E46"/>
    <w:rsid w:val="00EF1F05"/>
    <w:rsid w:val="00EF2244"/>
    <w:rsid w:val="00EF22D0"/>
    <w:rsid w:val="00EF2B6A"/>
    <w:rsid w:val="00EF2C20"/>
    <w:rsid w:val="00EF34B5"/>
    <w:rsid w:val="00EF38DB"/>
    <w:rsid w:val="00EF38E0"/>
    <w:rsid w:val="00EF3B46"/>
    <w:rsid w:val="00EF3EE3"/>
    <w:rsid w:val="00EF4220"/>
    <w:rsid w:val="00EF4247"/>
    <w:rsid w:val="00EF4599"/>
    <w:rsid w:val="00EF47BA"/>
    <w:rsid w:val="00EF4D12"/>
    <w:rsid w:val="00EF5198"/>
    <w:rsid w:val="00EF55E6"/>
    <w:rsid w:val="00EF580D"/>
    <w:rsid w:val="00EF5998"/>
    <w:rsid w:val="00EF59DF"/>
    <w:rsid w:val="00EF5BF3"/>
    <w:rsid w:val="00EF5DB5"/>
    <w:rsid w:val="00EF5FE2"/>
    <w:rsid w:val="00EF61B2"/>
    <w:rsid w:val="00EF639A"/>
    <w:rsid w:val="00EF65EC"/>
    <w:rsid w:val="00EF667D"/>
    <w:rsid w:val="00EF6A7D"/>
    <w:rsid w:val="00EF6C14"/>
    <w:rsid w:val="00EF6DA1"/>
    <w:rsid w:val="00EF6E78"/>
    <w:rsid w:val="00EF71BB"/>
    <w:rsid w:val="00EF75C2"/>
    <w:rsid w:val="00EF7898"/>
    <w:rsid w:val="00EF7A60"/>
    <w:rsid w:val="00EF7B4F"/>
    <w:rsid w:val="00EF7BC6"/>
    <w:rsid w:val="00EF7C29"/>
    <w:rsid w:val="00F00320"/>
    <w:rsid w:val="00F005A9"/>
    <w:rsid w:val="00F0060D"/>
    <w:rsid w:val="00F009AC"/>
    <w:rsid w:val="00F00AF1"/>
    <w:rsid w:val="00F00ECB"/>
    <w:rsid w:val="00F010FE"/>
    <w:rsid w:val="00F0127F"/>
    <w:rsid w:val="00F012CC"/>
    <w:rsid w:val="00F01333"/>
    <w:rsid w:val="00F0151F"/>
    <w:rsid w:val="00F01536"/>
    <w:rsid w:val="00F01723"/>
    <w:rsid w:val="00F01F83"/>
    <w:rsid w:val="00F0211A"/>
    <w:rsid w:val="00F026E9"/>
    <w:rsid w:val="00F027C1"/>
    <w:rsid w:val="00F0282F"/>
    <w:rsid w:val="00F0283D"/>
    <w:rsid w:val="00F02C84"/>
    <w:rsid w:val="00F02DFC"/>
    <w:rsid w:val="00F03966"/>
    <w:rsid w:val="00F03ED5"/>
    <w:rsid w:val="00F03F08"/>
    <w:rsid w:val="00F0441B"/>
    <w:rsid w:val="00F04AE9"/>
    <w:rsid w:val="00F04E91"/>
    <w:rsid w:val="00F053A5"/>
    <w:rsid w:val="00F057EB"/>
    <w:rsid w:val="00F05903"/>
    <w:rsid w:val="00F05958"/>
    <w:rsid w:val="00F05A3B"/>
    <w:rsid w:val="00F05B10"/>
    <w:rsid w:val="00F05BAF"/>
    <w:rsid w:val="00F05E47"/>
    <w:rsid w:val="00F05F75"/>
    <w:rsid w:val="00F064D4"/>
    <w:rsid w:val="00F0662A"/>
    <w:rsid w:val="00F068B0"/>
    <w:rsid w:val="00F06B90"/>
    <w:rsid w:val="00F06BB9"/>
    <w:rsid w:val="00F06C15"/>
    <w:rsid w:val="00F06CA0"/>
    <w:rsid w:val="00F06D46"/>
    <w:rsid w:val="00F06E11"/>
    <w:rsid w:val="00F06EE1"/>
    <w:rsid w:val="00F07106"/>
    <w:rsid w:val="00F0721F"/>
    <w:rsid w:val="00F076EA"/>
    <w:rsid w:val="00F07723"/>
    <w:rsid w:val="00F07845"/>
    <w:rsid w:val="00F07B12"/>
    <w:rsid w:val="00F101A8"/>
    <w:rsid w:val="00F1056D"/>
    <w:rsid w:val="00F106A3"/>
    <w:rsid w:val="00F109D7"/>
    <w:rsid w:val="00F10D24"/>
    <w:rsid w:val="00F10D92"/>
    <w:rsid w:val="00F10E21"/>
    <w:rsid w:val="00F10E36"/>
    <w:rsid w:val="00F11270"/>
    <w:rsid w:val="00F11363"/>
    <w:rsid w:val="00F113FF"/>
    <w:rsid w:val="00F114C5"/>
    <w:rsid w:val="00F11504"/>
    <w:rsid w:val="00F11550"/>
    <w:rsid w:val="00F11839"/>
    <w:rsid w:val="00F11C03"/>
    <w:rsid w:val="00F11E3B"/>
    <w:rsid w:val="00F11F6D"/>
    <w:rsid w:val="00F120EF"/>
    <w:rsid w:val="00F12274"/>
    <w:rsid w:val="00F123AF"/>
    <w:rsid w:val="00F126F8"/>
    <w:rsid w:val="00F12818"/>
    <w:rsid w:val="00F12900"/>
    <w:rsid w:val="00F12B94"/>
    <w:rsid w:val="00F12DEF"/>
    <w:rsid w:val="00F13147"/>
    <w:rsid w:val="00F137D6"/>
    <w:rsid w:val="00F13E96"/>
    <w:rsid w:val="00F141D8"/>
    <w:rsid w:val="00F14296"/>
    <w:rsid w:val="00F142A4"/>
    <w:rsid w:val="00F1471A"/>
    <w:rsid w:val="00F1473B"/>
    <w:rsid w:val="00F14A2C"/>
    <w:rsid w:val="00F14BEA"/>
    <w:rsid w:val="00F14F92"/>
    <w:rsid w:val="00F15482"/>
    <w:rsid w:val="00F15947"/>
    <w:rsid w:val="00F15A90"/>
    <w:rsid w:val="00F15B1C"/>
    <w:rsid w:val="00F15B3D"/>
    <w:rsid w:val="00F15C9B"/>
    <w:rsid w:val="00F15E4F"/>
    <w:rsid w:val="00F15EAA"/>
    <w:rsid w:val="00F16002"/>
    <w:rsid w:val="00F16018"/>
    <w:rsid w:val="00F16122"/>
    <w:rsid w:val="00F1634C"/>
    <w:rsid w:val="00F167FC"/>
    <w:rsid w:val="00F1690C"/>
    <w:rsid w:val="00F1694B"/>
    <w:rsid w:val="00F16CD2"/>
    <w:rsid w:val="00F16EE6"/>
    <w:rsid w:val="00F17330"/>
    <w:rsid w:val="00F176C1"/>
    <w:rsid w:val="00F177CB"/>
    <w:rsid w:val="00F17B08"/>
    <w:rsid w:val="00F17C47"/>
    <w:rsid w:val="00F20134"/>
    <w:rsid w:val="00F206F8"/>
    <w:rsid w:val="00F2072D"/>
    <w:rsid w:val="00F20973"/>
    <w:rsid w:val="00F20FB3"/>
    <w:rsid w:val="00F21050"/>
    <w:rsid w:val="00F2110A"/>
    <w:rsid w:val="00F21190"/>
    <w:rsid w:val="00F21210"/>
    <w:rsid w:val="00F21C6E"/>
    <w:rsid w:val="00F21CE9"/>
    <w:rsid w:val="00F220ED"/>
    <w:rsid w:val="00F22164"/>
    <w:rsid w:val="00F2239B"/>
    <w:rsid w:val="00F22486"/>
    <w:rsid w:val="00F22CDD"/>
    <w:rsid w:val="00F22E34"/>
    <w:rsid w:val="00F231B3"/>
    <w:rsid w:val="00F231F6"/>
    <w:rsid w:val="00F2324F"/>
    <w:rsid w:val="00F2333B"/>
    <w:rsid w:val="00F23D96"/>
    <w:rsid w:val="00F23DC9"/>
    <w:rsid w:val="00F23E11"/>
    <w:rsid w:val="00F23ED5"/>
    <w:rsid w:val="00F23F24"/>
    <w:rsid w:val="00F24664"/>
    <w:rsid w:val="00F25A4D"/>
    <w:rsid w:val="00F25D83"/>
    <w:rsid w:val="00F26753"/>
    <w:rsid w:val="00F26762"/>
    <w:rsid w:val="00F26C16"/>
    <w:rsid w:val="00F26DA0"/>
    <w:rsid w:val="00F26E0A"/>
    <w:rsid w:val="00F27612"/>
    <w:rsid w:val="00F276EF"/>
    <w:rsid w:val="00F27828"/>
    <w:rsid w:val="00F27867"/>
    <w:rsid w:val="00F27AA1"/>
    <w:rsid w:val="00F27F91"/>
    <w:rsid w:val="00F3008D"/>
    <w:rsid w:val="00F305FF"/>
    <w:rsid w:val="00F307C7"/>
    <w:rsid w:val="00F308BC"/>
    <w:rsid w:val="00F30984"/>
    <w:rsid w:val="00F309D9"/>
    <w:rsid w:val="00F309FD"/>
    <w:rsid w:val="00F30F2B"/>
    <w:rsid w:val="00F30FD9"/>
    <w:rsid w:val="00F31406"/>
    <w:rsid w:val="00F314E6"/>
    <w:rsid w:val="00F317ED"/>
    <w:rsid w:val="00F3189A"/>
    <w:rsid w:val="00F31E5B"/>
    <w:rsid w:val="00F32287"/>
    <w:rsid w:val="00F32340"/>
    <w:rsid w:val="00F3237D"/>
    <w:rsid w:val="00F32E68"/>
    <w:rsid w:val="00F33B17"/>
    <w:rsid w:val="00F33C5D"/>
    <w:rsid w:val="00F33D24"/>
    <w:rsid w:val="00F33F9F"/>
    <w:rsid w:val="00F34099"/>
    <w:rsid w:val="00F34CCF"/>
    <w:rsid w:val="00F34E0A"/>
    <w:rsid w:val="00F34E16"/>
    <w:rsid w:val="00F34E90"/>
    <w:rsid w:val="00F35F12"/>
    <w:rsid w:val="00F360F2"/>
    <w:rsid w:val="00F3664E"/>
    <w:rsid w:val="00F36CD9"/>
    <w:rsid w:val="00F36DE5"/>
    <w:rsid w:val="00F36EBE"/>
    <w:rsid w:val="00F3705F"/>
    <w:rsid w:val="00F3711A"/>
    <w:rsid w:val="00F372AA"/>
    <w:rsid w:val="00F37791"/>
    <w:rsid w:val="00F377A1"/>
    <w:rsid w:val="00F37D96"/>
    <w:rsid w:val="00F401B3"/>
    <w:rsid w:val="00F40665"/>
    <w:rsid w:val="00F406C9"/>
    <w:rsid w:val="00F41193"/>
    <w:rsid w:val="00F4137B"/>
    <w:rsid w:val="00F41A7B"/>
    <w:rsid w:val="00F42001"/>
    <w:rsid w:val="00F420A5"/>
    <w:rsid w:val="00F42687"/>
    <w:rsid w:val="00F4291E"/>
    <w:rsid w:val="00F42921"/>
    <w:rsid w:val="00F42B13"/>
    <w:rsid w:val="00F42C05"/>
    <w:rsid w:val="00F42C5C"/>
    <w:rsid w:val="00F42DB3"/>
    <w:rsid w:val="00F42DED"/>
    <w:rsid w:val="00F43555"/>
    <w:rsid w:val="00F4358C"/>
    <w:rsid w:val="00F43B49"/>
    <w:rsid w:val="00F43DC6"/>
    <w:rsid w:val="00F4445F"/>
    <w:rsid w:val="00F44682"/>
    <w:rsid w:val="00F448D7"/>
    <w:rsid w:val="00F44901"/>
    <w:rsid w:val="00F44C5F"/>
    <w:rsid w:val="00F44C8E"/>
    <w:rsid w:val="00F45245"/>
    <w:rsid w:val="00F45862"/>
    <w:rsid w:val="00F45B8C"/>
    <w:rsid w:val="00F45ED2"/>
    <w:rsid w:val="00F46518"/>
    <w:rsid w:val="00F4681B"/>
    <w:rsid w:val="00F469BB"/>
    <w:rsid w:val="00F46D81"/>
    <w:rsid w:val="00F46E66"/>
    <w:rsid w:val="00F470B8"/>
    <w:rsid w:val="00F47217"/>
    <w:rsid w:val="00F4732B"/>
    <w:rsid w:val="00F476C6"/>
    <w:rsid w:val="00F47A13"/>
    <w:rsid w:val="00F5016D"/>
    <w:rsid w:val="00F50861"/>
    <w:rsid w:val="00F50B07"/>
    <w:rsid w:val="00F510AA"/>
    <w:rsid w:val="00F51126"/>
    <w:rsid w:val="00F5126C"/>
    <w:rsid w:val="00F51347"/>
    <w:rsid w:val="00F5146A"/>
    <w:rsid w:val="00F516EC"/>
    <w:rsid w:val="00F51989"/>
    <w:rsid w:val="00F51C11"/>
    <w:rsid w:val="00F51C59"/>
    <w:rsid w:val="00F51CE3"/>
    <w:rsid w:val="00F51E27"/>
    <w:rsid w:val="00F525E5"/>
    <w:rsid w:val="00F5315F"/>
    <w:rsid w:val="00F53B55"/>
    <w:rsid w:val="00F53C04"/>
    <w:rsid w:val="00F53CCD"/>
    <w:rsid w:val="00F5416B"/>
    <w:rsid w:val="00F544DF"/>
    <w:rsid w:val="00F54CAE"/>
    <w:rsid w:val="00F55307"/>
    <w:rsid w:val="00F554B7"/>
    <w:rsid w:val="00F556B6"/>
    <w:rsid w:val="00F557BA"/>
    <w:rsid w:val="00F558D5"/>
    <w:rsid w:val="00F55BE2"/>
    <w:rsid w:val="00F55E65"/>
    <w:rsid w:val="00F5617D"/>
    <w:rsid w:val="00F56394"/>
    <w:rsid w:val="00F56462"/>
    <w:rsid w:val="00F56585"/>
    <w:rsid w:val="00F5679D"/>
    <w:rsid w:val="00F568C0"/>
    <w:rsid w:val="00F568E3"/>
    <w:rsid w:val="00F568E5"/>
    <w:rsid w:val="00F575F4"/>
    <w:rsid w:val="00F577D0"/>
    <w:rsid w:val="00F57A2B"/>
    <w:rsid w:val="00F57E27"/>
    <w:rsid w:val="00F6006B"/>
    <w:rsid w:val="00F603BB"/>
    <w:rsid w:val="00F6074D"/>
    <w:rsid w:val="00F60B43"/>
    <w:rsid w:val="00F61127"/>
    <w:rsid w:val="00F6128F"/>
    <w:rsid w:val="00F61319"/>
    <w:rsid w:val="00F613A5"/>
    <w:rsid w:val="00F6148C"/>
    <w:rsid w:val="00F6191A"/>
    <w:rsid w:val="00F61AEF"/>
    <w:rsid w:val="00F62253"/>
    <w:rsid w:val="00F62508"/>
    <w:rsid w:val="00F628A4"/>
    <w:rsid w:val="00F62D2A"/>
    <w:rsid w:val="00F636FB"/>
    <w:rsid w:val="00F63C0E"/>
    <w:rsid w:val="00F6414A"/>
    <w:rsid w:val="00F644FF"/>
    <w:rsid w:val="00F645D0"/>
    <w:rsid w:val="00F6487C"/>
    <w:rsid w:val="00F64ABC"/>
    <w:rsid w:val="00F64CE0"/>
    <w:rsid w:val="00F65177"/>
    <w:rsid w:val="00F658CA"/>
    <w:rsid w:val="00F65917"/>
    <w:rsid w:val="00F65B7C"/>
    <w:rsid w:val="00F660A5"/>
    <w:rsid w:val="00F66830"/>
    <w:rsid w:val="00F668EB"/>
    <w:rsid w:val="00F66D07"/>
    <w:rsid w:val="00F66E40"/>
    <w:rsid w:val="00F67007"/>
    <w:rsid w:val="00F6704E"/>
    <w:rsid w:val="00F67107"/>
    <w:rsid w:val="00F70017"/>
    <w:rsid w:val="00F700D9"/>
    <w:rsid w:val="00F70366"/>
    <w:rsid w:val="00F703D2"/>
    <w:rsid w:val="00F70513"/>
    <w:rsid w:val="00F70841"/>
    <w:rsid w:val="00F708F3"/>
    <w:rsid w:val="00F70C56"/>
    <w:rsid w:val="00F70E52"/>
    <w:rsid w:val="00F70F10"/>
    <w:rsid w:val="00F716CC"/>
    <w:rsid w:val="00F71A41"/>
    <w:rsid w:val="00F71F15"/>
    <w:rsid w:val="00F720E2"/>
    <w:rsid w:val="00F72436"/>
    <w:rsid w:val="00F7265D"/>
    <w:rsid w:val="00F72AD9"/>
    <w:rsid w:val="00F72E9D"/>
    <w:rsid w:val="00F72F42"/>
    <w:rsid w:val="00F730C4"/>
    <w:rsid w:val="00F73364"/>
    <w:rsid w:val="00F7370D"/>
    <w:rsid w:val="00F748BE"/>
    <w:rsid w:val="00F749CC"/>
    <w:rsid w:val="00F749E8"/>
    <w:rsid w:val="00F74A46"/>
    <w:rsid w:val="00F74A47"/>
    <w:rsid w:val="00F74C0F"/>
    <w:rsid w:val="00F75348"/>
    <w:rsid w:val="00F7598C"/>
    <w:rsid w:val="00F75C3B"/>
    <w:rsid w:val="00F76725"/>
    <w:rsid w:val="00F76B18"/>
    <w:rsid w:val="00F76B2B"/>
    <w:rsid w:val="00F76C72"/>
    <w:rsid w:val="00F76DB6"/>
    <w:rsid w:val="00F76DF2"/>
    <w:rsid w:val="00F7702E"/>
    <w:rsid w:val="00F772E2"/>
    <w:rsid w:val="00F77365"/>
    <w:rsid w:val="00F77766"/>
    <w:rsid w:val="00F777EF"/>
    <w:rsid w:val="00F77C59"/>
    <w:rsid w:val="00F77F0E"/>
    <w:rsid w:val="00F77F98"/>
    <w:rsid w:val="00F80194"/>
    <w:rsid w:val="00F80708"/>
    <w:rsid w:val="00F81038"/>
    <w:rsid w:val="00F810AF"/>
    <w:rsid w:val="00F81222"/>
    <w:rsid w:val="00F8144F"/>
    <w:rsid w:val="00F81997"/>
    <w:rsid w:val="00F81C7E"/>
    <w:rsid w:val="00F81CF8"/>
    <w:rsid w:val="00F81DD9"/>
    <w:rsid w:val="00F81E86"/>
    <w:rsid w:val="00F81F9C"/>
    <w:rsid w:val="00F821FA"/>
    <w:rsid w:val="00F82601"/>
    <w:rsid w:val="00F827B2"/>
    <w:rsid w:val="00F8287E"/>
    <w:rsid w:val="00F82B8E"/>
    <w:rsid w:val="00F82D1D"/>
    <w:rsid w:val="00F82F30"/>
    <w:rsid w:val="00F833F3"/>
    <w:rsid w:val="00F83476"/>
    <w:rsid w:val="00F836F9"/>
    <w:rsid w:val="00F83889"/>
    <w:rsid w:val="00F83C8D"/>
    <w:rsid w:val="00F83D6E"/>
    <w:rsid w:val="00F83E42"/>
    <w:rsid w:val="00F84019"/>
    <w:rsid w:val="00F8408E"/>
    <w:rsid w:val="00F846CB"/>
    <w:rsid w:val="00F84BCC"/>
    <w:rsid w:val="00F84E5F"/>
    <w:rsid w:val="00F84FED"/>
    <w:rsid w:val="00F8561D"/>
    <w:rsid w:val="00F8568D"/>
    <w:rsid w:val="00F859E5"/>
    <w:rsid w:val="00F85A28"/>
    <w:rsid w:val="00F85B8B"/>
    <w:rsid w:val="00F85DA5"/>
    <w:rsid w:val="00F85F80"/>
    <w:rsid w:val="00F86080"/>
    <w:rsid w:val="00F860A8"/>
    <w:rsid w:val="00F861C6"/>
    <w:rsid w:val="00F861F8"/>
    <w:rsid w:val="00F86363"/>
    <w:rsid w:val="00F865F4"/>
    <w:rsid w:val="00F867A3"/>
    <w:rsid w:val="00F8698F"/>
    <w:rsid w:val="00F86B67"/>
    <w:rsid w:val="00F86EAA"/>
    <w:rsid w:val="00F86EF2"/>
    <w:rsid w:val="00F86F41"/>
    <w:rsid w:val="00F8734E"/>
    <w:rsid w:val="00F87473"/>
    <w:rsid w:val="00F875F6"/>
    <w:rsid w:val="00F87ADA"/>
    <w:rsid w:val="00F87E90"/>
    <w:rsid w:val="00F901C3"/>
    <w:rsid w:val="00F90434"/>
    <w:rsid w:val="00F9047C"/>
    <w:rsid w:val="00F90724"/>
    <w:rsid w:val="00F90A27"/>
    <w:rsid w:val="00F90C20"/>
    <w:rsid w:val="00F90C95"/>
    <w:rsid w:val="00F910E5"/>
    <w:rsid w:val="00F91618"/>
    <w:rsid w:val="00F91679"/>
    <w:rsid w:val="00F91993"/>
    <w:rsid w:val="00F91F28"/>
    <w:rsid w:val="00F92793"/>
    <w:rsid w:val="00F9280F"/>
    <w:rsid w:val="00F92A5C"/>
    <w:rsid w:val="00F92CC6"/>
    <w:rsid w:val="00F93122"/>
    <w:rsid w:val="00F93810"/>
    <w:rsid w:val="00F93B5E"/>
    <w:rsid w:val="00F93C16"/>
    <w:rsid w:val="00F93C4A"/>
    <w:rsid w:val="00F93C9C"/>
    <w:rsid w:val="00F948B8"/>
    <w:rsid w:val="00F94921"/>
    <w:rsid w:val="00F94FE2"/>
    <w:rsid w:val="00F95026"/>
    <w:rsid w:val="00F951C6"/>
    <w:rsid w:val="00F955D6"/>
    <w:rsid w:val="00F95C4B"/>
    <w:rsid w:val="00F96128"/>
    <w:rsid w:val="00F96173"/>
    <w:rsid w:val="00F96234"/>
    <w:rsid w:val="00F9633A"/>
    <w:rsid w:val="00F969BD"/>
    <w:rsid w:val="00F96A3C"/>
    <w:rsid w:val="00F96C9E"/>
    <w:rsid w:val="00F9709D"/>
    <w:rsid w:val="00F970CA"/>
    <w:rsid w:val="00F97107"/>
    <w:rsid w:val="00F9728A"/>
    <w:rsid w:val="00F9742A"/>
    <w:rsid w:val="00F976AB"/>
    <w:rsid w:val="00FA01B1"/>
    <w:rsid w:val="00FA0380"/>
    <w:rsid w:val="00FA0393"/>
    <w:rsid w:val="00FA04F0"/>
    <w:rsid w:val="00FA04F4"/>
    <w:rsid w:val="00FA0829"/>
    <w:rsid w:val="00FA0B21"/>
    <w:rsid w:val="00FA0BF8"/>
    <w:rsid w:val="00FA11B0"/>
    <w:rsid w:val="00FA1270"/>
    <w:rsid w:val="00FA164E"/>
    <w:rsid w:val="00FA17B8"/>
    <w:rsid w:val="00FA1A34"/>
    <w:rsid w:val="00FA1A79"/>
    <w:rsid w:val="00FA2445"/>
    <w:rsid w:val="00FA269E"/>
    <w:rsid w:val="00FA27FE"/>
    <w:rsid w:val="00FA2DEE"/>
    <w:rsid w:val="00FA32A5"/>
    <w:rsid w:val="00FA352A"/>
    <w:rsid w:val="00FA36FE"/>
    <w:rsid w:val="00FA3DE3"/>
    <w:rsid w:val="00FA3DF9"/>
    <w:rsid w:val="00FA3EA6"/>
    <w:rsid w:val="00FA403B"/>
    <w:rsid w:val="00FA4699"/>
    <w:rsid w:val="00FA46C9"/>
    <w:rsid w:val="00FA481B"/>
    <w:rsid w:val="00FA49B6"/>
    <w:rsid w:val="00FA4B1B"/>
    <w:rsid w:val="00FA4F95"/>
    <w:rsid w:val="00FA5091"/>
    <w:rsid w:val="00FA5224"/>
    <w:rsid w:val="00FA5262"/>
    <w:rsid w:val="00FA5BDC"/>
    <w:rsid w:val="00FA5C8A"/>
    <w:rsid w:val="00FA5CC0"/>
    <w:rsid w:val="00FA5D47"/>
    <w:rsid w:val="00FA62BE"/>
    <w:rsid w:val="00FA656D"/>
    <w:rsid w:val="00FA6652"/>
    <w:rsid w:val="00FA6C1F"/>
    <w:rsid w:val="00FA6FBB"/>
    <w:rsid w:val="00FA76EB"/>
    <w:rsid w:val="00FA7912"/>
    <w:rsid w:val="00FB0081"/>
    <w:rsid w:val="00FB022C"/>
    <w:rsid w:val="00FB025A"/>
    <w:rsid w:val="00FB0360"/>
    <w:rsid w:val="00FB07B9"/>
    <w:rsid w:val="00FB0A81"/>
    <w:rsid w:val="00FB0F74"/>
    <w:rsid w:val="00FB1132"/>
    <w:rsid w:val="00FB15CE"/>
    <w:rsid w:val="00FB15FA"/>
    <w:rsid w:val="00FB160D"/>
    <w:rsid w:val="00FB17F9"/>
    <w:rsid w:val="00FB1BA5"/>
    <w:rsid w:val="00FB1C41"/>
    <w:rsid w:val="00FB1D0A"/>
    <w:rsid w:val="00FB1D82"/>
    <w:rsid w:val="00FB1DF6"/>
    <w:rsid w:val="00FB1F55"/>
    <w:rsid w:val="00FB20DE"/>
    <w:rsid w:val="00FB2626"/>
    <w:rsid w:val="00FB263F"/>
    <w:rsid w:val="00FB2712"/>
    <w:rsid w:val="00FB29A8"/>
    <w:rsid w:val="00FB2F02"/>
    <w:rsid w:val="00FB365F"/>
    <w:rsid w:val="00FB3838"/>
    <w:rsid w:val="00FB3BEC"/>
    <w:rsid w:val="00FB3FCE"/>
    <w:rsid w:val="00FB4032"/>
    <w:rsid w:val="00FB44C8"/>
    <w:rsid w:val="00FB45F2"/>
    <w:rsid w:val="00FB4741"/>
    <w:rsid w:val="00FB4F89"/>
    <w:rsid w:val="00FB50B7"/>
    <w:rsid w:val="00FB51CE"/>
    <w:rsid w:val="00FB577A"/>
    <w:rsid w:val="00FB580C"/>
    <w:rsid w:val="00FB58AA"/>
    <w:rsid w:val="00FB5CB5"/>
    <w:rsid w:val="00FB6068"/>
    <w:rsid w:val="00FB6086"/>
    <w:rsid w:val="00FB63CF"/>
    <w:rsid w:val="00FB665C"/>
    <w:rsid w:val="00FB6F6B"/>
    <w:rsid w:val="00FB7061"/>
    <w:rsid w:val="00FB7380"/>
    <w:rsid w:val="00FB76B5"/>
    <w:rsid w:val="00FB7C38"/>
    <w:rsid w:val="00FB7F67"/>
    <w:rsid w:val="00FC00D3"/>
    <w:rsid w:val="00FC00FD"/>
    <w:rsid w:val="00FC0A20"/>
    <w:rsid w:val="00FC109A"/>
    <w:rsid w:val="00FC117E"/>
    <w:rsid w:val="00FC1204"/>
    <w:rsid w:val="00FC1509"/>
    <w:rsid w:val="00FC19F7"/>
    <w:rsid w:val="00FC1AB5"/>
    <w:rsid w:val="00FC23B7"/>
    <w:rsid w:val="00FC2496"/>
    <w:rsid w:val="00FC2778"/>
    <w:rsid w:val="00FC2AC1"/>
    <w:rsid w:val="00FC2AD9"/>
    <w:rsid w:val="00FC3D7D"/>
    <w:rsid w:val="00FC446D"/>
    <w:rsid w:val="00FC453C"/>
    <w:rsid w:val="00FC4629"/>
    <w:rsid w:val="00FC465F"/>
    <w:rsid w:val="00FC496C"/>
    <w:rsid w:val="00FC4B3C"/>
    <w:rsid w:val="00FC5025"/>
    <w:rsid w:val="00FC50B3"/>
    <w:rsid w:val="00FC5150"/>
    <w:rsid w:val="00FC5F9F"/>
    <w:rsid w:val="00FC6015"/>
    <w:rsid w:val="00FC6357"/>
    <w:rsid w:val="00FC6D04"/>
    <w:rsid w:val="00FC6EEE"/>
    <w:rsid w:val="00FC7055"/>
    <w:rsid w:val="00FC7190"/>
    <w:rsid w:val="00FC7231"/>
    <w:rsid w:val="00FC7B21"/>
    <w:rsid w:val="00FC7CCB"/>
    <w:rsid w:val="00FC7FFE"/>
    <w:rsid w:val="00FD0BC8"/>
    <w:rsid w:val="00FD0CBB"/>
    <w:rsid w:val="00FD0E13"/>
    <w:rsid w:val="00FD0F3D"/>
    <w:rsid w:val="00FD16ED"/>
    <w:rsid w:val="00FD1795"/>
    <w:rsid w:val="00FD1FE4"/>
    <w:rsid w:val="00FD2018"/>
    <w:rsid w:val="00FD202A"/>
    <w:rsid w:val="00FD2137"/>
    <w:rsid w:val="00FD2780"/>
    <w:rsid w:val="00FD2822"/>
    <w:rsid w:val="00FD2868"/>
    <w:rsid w:val="00FD2CA3"/>
    <w:rsid w:val="00FD315C"/>
    <w:rsid w:val="00FD321C"/>
    <w:rsid w:val="00FD397D"/>
    <w:rsid w:val="00FD3C91"/>
    <w:rsid w:val="00FD3C9A"/>
    <w:rsid w:val="00FD3ECB"/>
    <w:rsid w:val="00FD4100"/>
    <w:rsid w:val="00FD4286"/>
    <w:rsid w:val="00FD4C31"/>
    <w:rsid w:val="00FD4C74"/>
    <w:rsid w:val="00FD4DA6"/>
    <w:rsid w:val="00FD4DC6"/>
    <w:rsid w:val="00FD4E45"/>
    <w:rsid w:val="00FD4F12"/>
    <w:rsid w:val="00FD5712"/>
    <w:rsid w:val="00FD57C3"/>
    <w:rsid w:val="00FD5A00"/>
    <w:rsid w:val="00FD5BF2"/>
    <w:rsid w:val="00FD60CA"/>
    <w:rsid w:val="00FD64AB"/>
    <w:rsid w:val="00FD64F5"/>
    <w:rsid w:val="00FD66F5"/>
    <w:rsid w:val="00FD6DD7"/>
    <w:rsid w:val="00FD6FB1"/>
    <w:rsid w:val="00FD6FD4"/>
    <w:rsid w:val="00FD72BF"/>
    <w:rsid w:val="00FD7497"/>
    <w:rsid w:val="00FD7DF9"/>
    <w:rsid w:val="00FE000C"/>
    <w:rsid w:val="00FE042D"/>
    <w:rsid w:val="00FE086E"/>
    <w:rsid w:val="00FE0B82"/>
    <w:rsid w:val="00FE0EFB"/>
    <w:rsid w:val="00FE0FDE"/>
    <w:rsid w:val="00FE10DE"/>
    <w:rsid w:val="00FE12F7"/>
    <w:rsid w:val="00FE15B5"/>
    <w:rsid w:val="00FE165A"/>
    <w:rsid w:val="00FE1745"/>
    <w:rsid w:val="00FE1883"/>
    <w:rsid w:val="00FE1A4D"/>
    <w:rsid w:val="00FE1E77"/>
    <w:rsid w:val="00FE2351"/>
    <w:rsid w:val="00FE251B"/>
    <w:rsid w:val="00FE25B7"/>
    <w:rsid w:val="00FE2989"/>
    <w:rsid w:val="00FE29F5"/>
    <w:rsid w:val="00FE2B5C"/>
    <w:rsid w:val="00FE3099"/>
    <w:rsid w:val="00FE3359"/>
    <w:rsid w:val="00FE34F9"/>
    <w:rsid w:val="00FE388A"/>
    <w:rsid w:val="00FE3C50"/>
    <w:rsid w:val="00FE4391"/>
    <w:rsid w:val="00FE450B"/>
    <w:rsid w:val="00FE45E3"/>
    <w:rsid w:val="00FE4726"/>
    <w:rsid w:val="00FE49CE"/>
    <w:rsid w:val="00FE530C"/>
    <w:rsid w:val="00FE5334"/>
    <w:rsid w:val="00FE59A9"/>
    <w:rsid w:val="00FE5A8E"/>
    <w:rsid w:val="00FE5AE3"/>
    <w:rsid w:val="00FE5C67"/>
    <w:rsid w:val="00FE5D5F"/>
    <w:rsid w:val="00FE604A"/>
    <w:rsid w:val="00FE65F9"/>
    <w:rsid w:val="00FE6966"/>
    <w:rsid w:val="00FE6BA4"/>
    <w:rsid w:val="00FE6C01"/>
    <w:rsid w:val="00FE6C04"/>
    <w:rsid w:val="00FE6DFC"/>
    <w:rsid w:val="00FE6E69"/>
    <w:rsid w:val="00FE6E83"/>
    <w:rsid w:val="00FE7956"/>
    <w:rsid w:val="00FE79C1"/>
    <w:rsid w:val="00FE7AD1"/>
    <w:rsid w:val="00FE7BD9"/>
    <w:rsid w:val="00FE7D16"/>
    <w:rsid w:val="00FE7D31"/>
    <w:rsid w:val="00FF0491"/>
    <w:rsid w:val="00FF0AB9"/>
    <w:rsid w:val="00FF0C1B"/>
    <w:rsid w:val="00FF0CE0"/>
    <w:rsid w:val="00FF13F0"/>
    <w:rsid w:val="00FF1478"/>
    <w:rsid w:val="00FF1813"/>
    <w:rsid w:val="00FF19E1"/>
    <w:rsid w:val="00FF1A80"/>
    <w:rsid w:val="00FF1C77"/>
    <w:rsid w:val="00FF1DDE"/>
    <w:rsid w:val="00FF2AB5"/>
    <w:rsid w:val="00FF3301"/>
    <w:rsid w:val="00FF36AE"/>
    <w:rsid w:val="00FF3BD4"/>
    <w:rsid w:val="00FF3CC9"/>
    <w:rsid w:val="00FF41B6"/>
    <w:rsid w:val="00FF434B"/>
    <w:rsid w:val="00FF45FB"/>
    <w:rsid w:val="00FF47AA"/>
    <w:rsid w:val="00FF4ABE"/>
    <w:rsid w:val="00FF4B7C"/>
    <w:rsid w:val="00FF4BD8"/>
    <w:rsid w:val="00FF514D"/>
    <w:rsid w:val="00FF541A"/>
    <w:rsid w:val="00FF5466"/>
    <w:rsid w:val="00FF5617"/>
    <w:rsid w:val="00FF56A5"/>
    <w:rsid w:val="00FF5B51"/>
    <w:rsid w:val="00FF5C6D"/>
    <w:rsid w:val="00FF5CD1"/>
    <w:rsid w:val="00FF5CF6"/>
    <w:rsid w:val="00FF5DF3"/>
    <w:rsid w:val="00FF5E99"/>
    <w:rsid w:val="00FF5EDE"/>
    <w:rsid w:val="00FF6910"/>
    <w:rsid w:val="00FF6E9F"/>
    <w:rsid w:val="00FF6F6B"/>
    <w:rsid w:val="00FF7047"/>
    <w:rsid w:val="00FF7402"/>
    <w:rsid w:val="00FF74B3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2B4D52DA"/>
  <w15:docId w15:val="{E9642C5D-2CE9-4D66-8C2F-022CF871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652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000EE5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000EE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  <w:outlineLvl w:val="5"/>
    </w:pPr>
    <w:rPr>
      <w:rFonts w:ascii="Times New Roman" w:hAnsi="Times New Roman" w:cs="EucrosiaUP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18CC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34567D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rsid w:val="00BF18C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7345CC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rsid w:val="00000EE5"/>
    <w:pPr>
      <w:spacing w:after="120"/>
    </w:pPr>
  </w:style>
  <w:style w:type="character" w:customStyle="1" w:styleId="Heading4Char">
    <w:name w:val="Heading 4 Char"/>
    <w:basedOn w:val="DefaultParagraphFont"/>
    <w:link w:val="Heading4"/>
    <w:rsid w:val="00BF18CC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BF18CC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BF18CC"/>
    <w:rPr>
      <w:rFonts w:cs="EucrosiaUPC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BF18CC"/>
    <w:rPr>
      <w:rFonts w:cs="EucrosiaUPC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BF18CC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BF18CC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uiPriority w:val="99"/>
    <w:rsid w:val="00000E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8CC"/>
    <w:rPr>
      <w:rFonts w:ascii="Arial" w:hAnsi="Arial"/>
      <w:sz w:val="18"/>
      <w:szCs w:val="18"/>
    </w:rPr>
  </w:style>
  <w:style w:type="character" w:customStyle="1" w:styleId="AAAddress">
    <w:name w:val="AA Address"/>
    <w:basedOn w:val="DefaultParagraphFont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000E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CC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000EE5"/>
    <w:rPr>
      <w:rFonts w:cs="Times New Roman"/>
      <w:b/>
      <w:bCs/>
    </w:rPr>
  </w:style>
  <w:style w:type="paragraph" w:styleId="ListBullet">
    <w:name w:val="List Bullet"/>
    <w:basedOn w:val="Normal"/>
    <w:rsid w:val="00000EE5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000EE5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000EE5"/>
    <w:pPr>
      <w:numPr>
        <w:numId w:val="1"/>
      </w:numPr>
      <w:tabs>
        <w:tab w:val="clear" w:pos="926"/>
        <w:tab w:val="left" w:pos="851"/>
      </w:tabs>
    </w:pPr>
  </w:style>
  <w:style w:type="paragraph" w:styleId="ListBullet4">
    <w:name w:val="List Bullet 4"/>
    <w:basedOn w:val="Normal"/>
    <w:rsid w:val="00000EE5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000EE5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000EE5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000EE5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000EE5"/>
    <w:pPr>
      <w:ind w:left="284"/>
    </w:pPr>
  </w:style>
  <w:style w:type="paragraph" w:customStyle="1" w:styleId="AAFrameAddress">
    <w:name w:val="AA Frame Address"/>
    <w:basedOn w:val="Heading1"/>
    <w:rsid w:val="00000EE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000EE5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000EE5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000EE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000EE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000EE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000EE5"/>
    <w:pPr>
      <w:ind w:left="851" w:hanging="284"/>
    </w:pPr>
  </w:style>
  <w:style w:type="paragraph" w:styleId="Index4">
    <w:name w:val="index 4"/>
    <w:basedOn w:val="Normal"/>
    <w:next w:val="Normal"/>
    <w:semiHidden/>
    <w:rsid w:val="00000EE5"/>
    <w:pPr>
      <w:ind w:left="1135" w:hanging="284"/>
    </w:pPr>
  </w:style>
  <w:style w:type="paragraph" w:styleId="Index6">
    <w:name w:val="index 6"/>
    <w:basedOn w:val="Normal"/>
    <w:next w:val="Normal"/>
    <w:semiHidden/>
    <w:rsid w:val="00000EE5"/>
    <w:pPr>
      <w:ind w:left="1702" w:hanging="284"/>
    </w:pPr>
  </w:style>
  <w:style w:type="paragraph" w:styleId="Index5">
    <w:name w:val="index 5"/>
    <w:basedOn w:val="Normal"/>
    <w:next w:val="Normal"/>
    <w:semiHidden/>
    <w:rsid w:val="00000EE5"/>
    <w:pPr>
      <w:ind w:left="1418" w:hanging="284"/>
    </w:pPr>
  </w:style>
  <w:style w:type="paragraph" w:styleId="Index7">
    <w:name w:val="index 7"/>
    <w:basedOn w:val="Normal"/>
    <w:next w:val="Normal"/>
    <w:semiHidden/>
    <w:rsid w:val="00000EE5"/>
    <w:pPr>
      <w:ind w:left="1985" w:hanging="284"/>
    </w:pPr>
  </w:style>
  <w:style w:type="paragraph" w:styleId="Index8">
    <w:name w:val="index 8"/>
    <w:basedOn w:val="Normal"/>
    <w:next w:val="Normal"/>
    <w:semiHidden/>
    <w:rsid w:val="00000EE5"/>
    <w:pPr>
      <w:ind w:left="2269" w:hanging="284"/>
    </w:pPr>
  </w:style>
  <w:style w:type="paragraph" w:styleId="Index9">
    <w:name w:val="index 9"/>
    <w:basedOn w:val="Normal"/>
    <w:next w:val="Normal"/>
    <w:semiHidden/>
    <w:rsid w:val="00000EE5"/>
    <w:pPr>
      <w:ind w:left="2552" w:hanging="284"/>
    </w:pPr>
  </w:style>
  <w:style w:type="paragraph" w:styleId="TOC2">
    <w:name w:val="toc 2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000EE5"/>
    <w:pPr>
      <w:ind w:left="851"/>
    </w:pPr>
  </w:style>
  <w:style w:type="paragraph" w:styleId="TOC5">
    <w:name w:val="toc 5"/>
    <w:basedOn w:val="Normal"/>
    <w:next w:val="Normal"/>
    <w:semiHidden/>
    <w:rsid w:val="00000EE5"/>
    <w:pPr>
      <w:ind w:left="1134"/>
    </w:pPr>
  </w:style>
  <w:style w:type="paragraph" w:styleId="TOC6">
    <w:name w:val="toc 6"/>
    <w:basedOn w:val="Normal"/>
    <w:next w:val="Normal"/>
    <w:semiHidden/>
    <w:rsid w:val="00000EE5"/>
    <w:pPr>
      <w:ind w:left="1418"/>
    </w:pPr>
  </w:style>
  <w:style w:type="paragraph" w:styleId="TOC7">
    <w:name w:val="toc 7"/>
    <w:basedOn w:val="Normal"/>
    <w:next w:val="Normal"/>
    <w:semiHidden/>
    <w:rsid w:val="00000EE5"/>
    <w:pPr>
      <w:ind w:left="1701"/>
    </w:pPr>
  </w:style>
  <w:style w:type="paragraph" w:styleId="TOC8">
    <w:name w:val="toc 8"/>
    <w:basedOn w:val="Normal"/>
    <w:next w:val="Normal"/>
    <w:semiHidden/>
    <w:rsid w:val="00000EE5"/>
    <w:pPr>
      <w:ind w:left="1985"/>
    </w:pPr>
  </w:style>
  <w:style w:type="paragraph" w:styleId="TOC9">
    <w:name w:val="toc 9"/>
    <w:basedOn w:val="Normal"/>
    <w:next w:val="Normal"/>
    <w:semiHidden/>
    <w:rsid w:val="00000EE5"/>
    <w:pPr>
      <w:ind w:left="2268"/>
    </w:pPr>
  </w:style>
  <w:style w:type="paragraph" w:styleId="TableofFigures">
    <w:name w:val="table of figures"/>
    <w:basedOn w:val="Normal"/>
    <w:next w:val="Normal"/>
    <w:semiHidden/>
    <w:rsid w:val="00000EE5"/>
    <w:pPr>
      <w:ind w:left="567" w:hanging="567"/>
    </w:pPr>
  </w:style>
  <w:style w:type="paragraph" w:styleId="ListBullet5">
    <w:name w:val="List Bullet 5"/>
    <w:basedOn w:val="Normal"/>
    <w:rsid w:val="00000EE5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000EE5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rsid w:val="00BF18CC"/>
    <w:rPr>
      <w:rFonts w:ascii="Arial" w:hAnsi="Arial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000EE5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BF18CC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000EE5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BF18CC"/>
    <w:rPr>
      <w:rFonts w:ascii="Arial" w:hAnsi="Arial"/>
      <w:sz w:val="18"/>
      <w:szCs w:val="18"/>
    </w:rPr>
  </w:style>
  <w:style w:type="character" w:styleId="Strong">
    <w:name w:val="Strong"/>
    <w:basedOn w:val="DefaultParagraphFont"/>
    <w:qFormat/>
    <w:rsid w:val="00000EE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000EE5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000EE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000EE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000EE5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000EE5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000EE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000EE5"/>
    <w:pPr>
      <w:framePr w:h="1054" w:wrap="around" w:y="5920"/>
    </w:pPr>
  </w:style>
  <w:style w:type="paragraph" w:customStyle="1" w:styleId="ReportHeading3">
    <w:name w:val="ReportHeading3"/>
    <w:basedOn w:val="ReportHeading2"/>
    <w:rsid w:val="00000EE5"/>
    <w:pPr>
      <w:framePr w:h="443" w:wrap="around" w:y="8223"/>
    </w:pPr>
  </w:style>
  <w:style w:type="paragraph" w:customStyle="1" w:styleId="a">
    <w:name w:val="¢éÍ¤ÇÒÁ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000EE5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000EE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000EE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000EE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000EE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000EE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BF18CC"/>
    <w:rPr>
      <w:rFonts w:cs="EucrosiaUPC"/>
      <w:sz w:val="28"/>
      <w:szCs w:val="28"/>
    </w:rPr>
  </w:style>
  <w:style w:type="paragraph" w:customStyle="1" w:styleId="a0">
    <w:name w:val="??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2">
    <w:name w:val="Åº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000EE5"/>
    <w:pPr>
      <w:spacing w:line="240" w:lineRule="auto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rsid w:val="00BF18CC"/>
    <w:rPr>
      <w:rFonts w:cs="EucrosiaUPC"/>
      <w:sz w:val="28"/>
      <w:szCs w:val="28"/>
    </w:rPr>
  </w:style>
  <w:style w:type="paragraph" w:customStyle="1" w:styleId="a3">
    <w:name w:val="???????"/>
    <w:basedOn w:val="Normal"/>
    <w:rsid w:val="00000EE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E">
    <w:name w:val="Å§ª×èÍ E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2Char">
    <w:name w:val="Body Text 2 Char"/>
    <w:basedOn w:val="DefaultParagraphFont"/>
    <w:link w:val="BodyText2"/>
    <w:rsid w:val="00BF18CC"/>
    <w:rPr>
      <w:rFonts w:ascii="Angsana New" w:hAnsi="Angsana New"/>
      <w:sz w:val="30"/>
      <w:szCs w:val="30"/>
      <w:lang w:val="th-TH"/>
    </w:rPr>
  </w:style>
  <w:style w:type="character" w:styleId="PageNumber">
    <w:name w:val="page number"/>
    <w:basedOn w:val="DefaultParagraphFont"/>
    <w:rsid w:val="00000EE5"/>
  </w:style>
  <w:style w:type="paragraph" w:styleId="BalloonText">
    <w:name w:val="Balloon Text"/>
    <w:basedOn w:val="Normal"/>
    <w:link w:val="BalloonTextChar"/>
    <w:uiPriority w:val="99"/>
    <w:semiHidden/>
    <w:rsid w:val="00173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8CC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FE23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hanging="540"/>
      <w:jc w:val="thaiDistribute"/>
    </w:pPr>
    <w:rPr>
      <w:rFonts w:ascii="Angsana New" w:hAnsi="Angsana New"/>
      <w:b/>
      <w:bCs/>
      <w:sz w:val="30"/>
      <w:szCs w:val="30"/>
      <w:lang w:val="th-TH"/>
    </w:rPr>
  </w:style>
  <w:style w:type="character" w:customStyle="1" w:styleId="AccPolicyHeadingChar">
    <w:name w:val="Acc Policy Heading Char"/>
    <w:basedOn w:val="DefaultParagraphFont"/>
    <w:link w:val="AccPolicyHeading"/>
    <w:rsid w:val="00FE2351"/>
    <w:rPr>
      <w:rFonts w:ascii="Angsana New" w:hAnsi="Angsana New" w:cs="Angsana New"/>
      <w:b/>
      <w:bCs/>
      <w:sz w:val="30"/>
      <w:szCs w:val="30"/>
      <w:lang w:val="th-TH" w:eastAsia="en-US" w:bidi="th-TH"/>
    </w:rPr>
  </w:style>
  <w:style w:type="table" w:styleId="TableGrid">
    <w:name w:val="Table Grid"/>
    <w:basedOn w:val="TableNormal"/>
    <w:uiPriority w:val="39"/>
    <w:rsid w:val="000041DD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link w:val="acctfourfiguresChar"/>
    <w:rsid w:val="00BD33E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1F6581"/>
    <w:rPr>
      <w:sz w:val="22"/>
      <w:lang w:val="en-GB" w:bidi="ar-SA"/>
    </w:rPr>
  </w:style>
  <w:style w:type="paragraph" w:customStyle="1" w:styleId="3">
    <w:name w:val="µÒÃÒ§3ªèÍ§"/>
    <w:basedOn w:val="Normal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ลบ"/>
    <w:basedOn w:val="Normal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30">
    <w:name w:val="?????3????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SSETS">
    <w:name w:val="ASSETS"/>
    <w:basedOn w:val="Normal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a5">
    <w:name w:val="ºÇ¡"/>
    <w:basedOn w:val="Normal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34567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6">
    <w:name w:val="ข้อความ"/>
    <w:basedOn w:val="Normal"/>
    <w:rsid w:val="0034611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index">
    <w:name w:val="index"/>
    <w:aliases w:val="ix"/>
    <w:basedOn w:val="BodyText"/>
    <w:rsid w:val="008311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E04D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styleId="BlockText">
    <w:name w:val="Block Text"/>
    <w:basedOn w:val="Normal"/>
    <w:rsid w:val="006F19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ordia New" w:hAnsi="Times New Roman" w:cs="Cordia New"/>
      <w:sz w:val="28"/>
      <w:szCs w:val="28"/>
      <w:lang w:val="th-TH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629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18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basedOn w:val="DefaultParagraphFont"/>
    <w:link w:val="AccPolicyalternative"/>
    <w:rsid w:val="00D629CE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F0127F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T0">
    <w:name w:val="????? T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E0">
    <w:name w:val="ª×èÍºÃÔÉÑ· 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paragraph" w:styleId="Signature">
    <w:name w:val="Signature"/>
    <w:basedOn w:val="Normal"/>
    <w:link w:val="SignatureChar"/>
    <w:rsid w:val="00BF18CC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BF18CC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BF18CC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BF18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BF18CC"/>
    <w:pPr>
      <w:spacing w:after="0"/>
    </w:pPr>
  </w:style>
  <w:style w:type="paragraph" w:customStyle="1" w:styleId="acctdividends">
    <w:name w:val="acct dividends"/>
    <w:aliases w:val="a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BF18CC"/>
    <w:pPr>
      <w:spacing w:after="0"/>
    </w:pPr>
  </w:style>
  <w:style w:type="paragraph" w:customStyle="1" w:styleId="acctindent">
    <w:name w:val="acct indent"/>
    <w:aliases w:val="ai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BF18C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BF18C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BF18C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BF18C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BF18C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BF18CC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BF18C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BF18CC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BF18CC"/>
    <w:pPr>
      <w:spacing w:after="0"/>
    </w:pPr>
  </w:style>
  <w:style w:type="paragraph" w:customStyle="1" w:styleId="List1a">
    <w:name w:val="List 1a"/>
    <w:aliases w:val="1a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BF18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BF18CC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BF18C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BF18CC"/>
  </w:style>
  <w:style w:type="paragraph" w:customStyle="1" w:styleId="zreportaddinfo">
    <w:name w:val="zreport addinfo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subtitle">
    <w:name w:val="zreport subtitle"/>
    <w:basedOn w:val="zreportname"/>
    <w:rsid w:val="00BF18C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BF18C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BF18CC"/>
    <w:rPr>
      <w:b/>
      <w:bCs/>
    </w:rPr>
  </w:style>
  <w:style w:type="paragraph" w:customStyle="1" w:styleId="nineptbodytext">
    <w:name w:val="nine pt body text"/>
    <w:aliases w:val="9bt"/>
    <w:basedOn w:val="nineptnormal"/>
    <w:rsid w:val="00BF18CC"/>
    <w:pPr>
      <w:spacing w:after="220"/>
    </w:pPr>
  </w:style>
  <w:style w:type="paragraph" w:customStyle="1" w:styleId="nineptnormal">
    <w:name w:val="nine pt normal"/>
    <w:aliases w:val="9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BF18CC"/>
    <w:pPr>
      <w:jc w:val="center"/>
    </w:pPr>
  </w:style>
  <w:style w:type="paragraph" w:customStyle="1" w:styleId="heading">
    <w:name w:val="heading"/>
    <w:aliases w:val="h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BF18C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BF18CC"/>
  </w:style>
  <w:style w:type="paragraph" w:customStyle="1" w:styleId="nineptheadingcentredbold">
    <w:name w:val="nine pt heading centred bold"/>
    <w:aliases w:val="9hc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BF18C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BF18C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BF18CC"/>
    <w:rPr>
      <w:b/>
    </w:rPr>
  </w:style>
  <w:style w:type="paragraph" w:customStyle="1" w:styleId="nineptcolumntab1">
    <w:name w:val="nine pt column tab1"/>
    <w:aliases w:val="a91"/>
    <w:basedOn w:val="nineptnormal"/>
    <w:rsid w:val="00BF18C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BF18C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BF18CC"/>
    <w:pPr>
      <w:jc w:val="center"/>
    </w:pPr>
  </w:style>
  <w:style w:type="paragraph" w:customStyle="1" w:styleId="Normalheading">
    <w:name w:val="Normal heading"/>
    <w:aliases w:val="nh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BF18C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BF18C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BF18C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BF18C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BF18C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BF18C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BF18C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BF18C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BF18C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BF18CC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BF18C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BF18CC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BF18C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BF18C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BF18C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BF18CC"/>
    <w:pPr>
      <w:spacing w:after="0"/>
    </w:pPr>
  </w:style>
  <w:style w:type="paragraph" w:customStyle="1" w:styleId="smallreturn">
    <w:name w:val="small return"/>
    <w:aliases w:val="sr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BF18CC"/>
    <w:pPr>
      <w:spacing w:after="0"/>
    </w:pPr>
  </w:style>
  <w:style w:type="paragraph" w:customStyle="1" w:styleId="headingbolditalic">
    <w:name w:val="heading bold italic"/>
    <w:aliases w:val="hbi"/>
    <w:basedOn w:val="heading"/>
    <w:rsid w:val="00BF18C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BF18C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BF18CC"/>
    <w:pPr>
      <w:spacing w:after="0"/>
    </w:pPr>
  </w:style>
  <w:style w:type="paragraph" w:customStyle="1" w:styleId="blockbullet">
    <w:name w:val="block bullet"/>
    <w:aliases w:val="bb"/>
    <w:basedOn w:val="block"/>
    <w:rsid w:val="00BF18CC"/>
    <w:pPr>
      <w:numPr>
        <w:numId w:val="16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BF18C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BF18CC"/>
    <w:pPr>
      <w:spacing w:after="0"/>
    </w:pPr>
  </w:style>
  <w:style w:type="paragraph" w:customStyle="1" w:styleId="eightptnormal">
    <w:name w:val="eight pt normal"/>
    <w:aliases w:val="8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BF18C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BF18C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BF18C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BF18CC"/>
    <w:rPr>
      <w:b/>
      <w:bCs/>
    </w:rPr>
  </w:style>
  <w:style w:type="paragraph" w:customStyle="1" w:styleId="eightptbodytext">
    <w:name w:val="eight pt body text"/>
    <w:aliases w:val="8bt"/>
    <w:basedOn w:val="eightptnormal"/>
    <w:rsid w:val="00BF18C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BF18C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BF18C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BF18C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BF18CC"/>
    <w:pPr>
      <w:spacing w:after="0"/>
    </w:pPr>
  </w:style>
  <w:style w:type="paragraph" w:customStyle="1" w:styleId="eightptblock">
    <w:name w:val="eight pt block"/>
    <w:aliases w:val="8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BF18C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BF18C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BF18C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BF18CC"/>
    <w:pPr>
      <w:spacing w:after="0"/>
    </w:pPr>
  </w:style>
  <w:style w:type="paragraph" w:customStyle="1" w:styleId="blockindent">
    <w:name w:val="block indent"/>
    <w:aliases w:val="bi"/>
    <w:basedOn w:val="block"/>
    <w:rsid w:val="00BF18CC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BF18CC"/>
    <w:pPr>
      <w:jc w:val="center"/>
    </w:pPr>
  </w:style>
  <w:style w:type="paragraph" w:customStyle="1" w:styleId="nineptcol">
    <w:name w:val="nine pt %col"/>
    <w:aliases w:val="9%"/>
    <w:basedOn w:val="nineptnormal"/>
    <w:rsid w:val="00BF18C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BF18C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BF18C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BF18CC"/>
    <w:pPr>
      <w:spacing w:after="0"/>
    </w:pPr>
  </w:style>
  <w:style w:type="paragraph" w:customStyle="1" w:styleId="nineptblocklist">
    <w:name w:val="nine pt block list"/>
    <w:aliases w:val="9bl"/>
    <w:basedOn w:val="nineptblock"/>
    <w:rsid w:val="00BF18C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BF18C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BF18C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BF18C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BF18C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BF18C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BF18C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BF18C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BF18C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BF18C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BF18C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BF18CC"/>
    <w:pPr>
      <w:spacing w:after="80"/>
    </w:pPr>
  </w:style>
  <w:style w:type="paragraph" w:customStyle="1" w:styleId="nineptratecol">
    <w:name w:val="nine pt rate col"/>
    <w:aliases w:val="a9r"/>
    <w:basedOn w:val="nineptnormal"/>
    <w:rsid w:val="00BF18C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BF18C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BF18C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BF18C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BF18C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BF18C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BF18C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BF18C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BF18C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BF18C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BF18C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BF18CC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BF18C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BF18C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BF18C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BF18C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BF18C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BF18C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BF18C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BF18CC"/>
    <w:pPr>
      <w:spacing w:after="80"/>
    </w:pPr>
  </w:style>
  <w:style w:type="paragraph" w:customStyle="1" w:styleId="blockbullet2">
    <w:name w:val="block bullet 2"/>
    <w:aliases w:val="bb2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BF18C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BF18C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rsid w:val="00BF18CC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BF18CC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styleId="DocumentMap">
    <w:name w:val="Document Map"/>
    <w:basedOn w:val="Normal"/>
    <w:link w:val="DocumentMapChar"/>
    <w:rsid w:val="00BF18C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rsid w:val="00BF18CC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BF18CC"/>
    <w:rPr>
      <w:bCs/>
      <w:sz w:val="22"/>
      <w:szCs w:val="22"/>
      <w:lang w:val="en-US" w:eastAsia="en-GB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shorttext1">
    <w:name w:val="short_text1"/>
    <w:basedOn w:val="DefaultParagraphFont"/>
    <w:rsid w:val="00BF18CC"/>
    <w:rPr>
      <w:rFonts w:cs="Times New Roman"/>
      <w:sz w:val="29"/>
      <w:szCs w:val="29"/>
    </w:rPr>
  </w:style>
  <w:style w:type="character" w:customStyle="1" w:styleId="hps">
    <w:name w:val="hps"/>
    <w:basedOn w:val="DefaultParagraphFont"/>
    <w:rsid w:val="00BF18CC"/>
    <w:rPr>
      <w:rFonts w:cs="Times New Roman"/>
    </w:rPr>
  </w:style>
  <w:style w:type="character" w:customStyle="1" w:styleId="gt-icon-text1">
    <w:name w:val="gt-icon-text1"/>
    <w:basedOn w:val="DefaultParagraphFont"/>
    <w:rsid w:val="00BF18CC"/>
    <w:rPr>
      <w:rFonts w:cs="Times New Roman"/>
    </w:rPr>
  </w:style>
  <w:style w:type="character" w:customStyle="1" w:styleId="shorttext">
    <w:name w:val="short_text"/>
    <w:basedOn w:val="DefaultParagraphFont"/>
    <w:rsid w:val="00BF18CC"/>
    <w:rPr>
      <w:rFonts w:cs="Times New Roman"/>
    </w:rPr>
  </w:style>
  <w:style w:type="character" w:customStyle="1" w:styleId="longtext">
    <w:name w:val="long_text"/>
    <w:basedOn w:val="DefaultParagraphFont"/>
    <w:rsid w:val="00BF18CC"/>
    <w:rPr>
      <w:rFonts w:cs="Times New Roman"/>
    </w:rPr>
  </w:style>
  <w:style w:type="paragraph" w:styleId="PlainText">
    <w:name w:val="Plain Text"/>
    <w:basedOn w:val="Normal"/>
    <w:link w:val="PlainTextCha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rsid w:val="00BF18CC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BF18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18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8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F1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F18CC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BF18CC"/>
    <w:rPr>
      <w:rFonts w:ascii="Arial" w:hAnsi="Arial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BF18CC"/>
    <w:rPr>
      <w:i/>
      <w:iCs/>
    </w:rPr>
  </w:style>
  <w:style w:type="character" w:customStyle="1" w:styleId="Heading1Char1">
    <w:name w:val="Heading 1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BF18CC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BF18CC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BF18CC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BF18CC"/>
  </w:style>
  <w:style w:type="character" w:customStyle="1" w:styleId="st1">
    <w:name w:val="st1"/>
    <w:basedOn w:val="DefaultParagraphFont"/>
    <w:rsid w:val="00BF18CC"/>
  </w:style>
  <w:style w:type="table" w:customStyle="1" w:styleId="TableGrid1">
    <w:name w:val="Table Grid1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negative">
    <w:name w:val="number negative"/>
    <w:basedOn w:val="Normal"/>
    <w:rsid w:val="002D58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spacing w:line="260" w:lineRule="atLeast"/>
      <w:jc w:val="right"/>
    </w:pPr>
    <w:rPr>
      <w:rFonts w:ascii="Angsana New" w:hAnsi="Angsana New"/>
      <w:sz w:val="20"/>
      <w:szCs w:val="20"/>
      <w:lang w:val="en-GB"/>
    </w:rPr>
  </w:style>
  <w:style w:type="paragraph" w:customStyle="1" w:styleId="NormalIndent2">
    <w:name w:val="Normal Indent2"/>
    <w:basedOn w:val="Normal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CharCharCharCharCharCharCharCharCharCharCharCharCharCharCharChar">
    <w:name w:val="Char Char Char Char Char Char Char Char Char Char Char Char อักขระ Char Char อักขระ Char Char อักขระ"/>
    <w:basedOn w:val="Normal"/>
    <w:uiPriority w:val="99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21">
    <w:name w:val="Char Char221"/>
    <w:rsid w:val="0023426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1">
    <w:name w:val="Char Char211"/>
    <w:rsid w:val="0023426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1">
    <w:name w:val="Char Char201"/>
    <w:rsid w:val="0023426A"/>
    <w:rPr>
      <w:rFonts w:ascii="Arial" w:eastAsia="Times New Roman" w:hAnsi="Arial" w:cs="Times New Roman"/>
      <w:i/>
      <w:iCs/>
      <w:sz w:val="18"/>
      <w:szCs w:val="18"/>
    </w:rPr>
  </w:style>
  <w:style w:type="paragraph" w:customStyle="1" w:styleId="FSContent">
    <w:name w:val="FS_Content"/>
    <w:basedOn w:val="Normal"/>
    <w:link w:val="FSContent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30"/>
      <w:szCs w:val="30"/>
    </w:rPr>
  </w:style>
  <w:style w:type="character" w:customStyle="1" w:styleId="FSContentChar">
    <w:name w:val="FS_Content Char"/>
    <w:link w:val="FSContent"/>
    <w:rsid w:val="0023426A"/>
    <w:rPr>
      <w:rFonts w:ascii="Angsana New" w:eastAsia="MS Mincho" w:hAnsi="Angsana New"/>
      <w:sz w:val="30"/>
      <w:szCs w:val="30"/>
    </w:rPr>
  </w:style>
  <w:style w:type="paragraph" w:customStyle="1" w:styleId="FSBlank">
    <w:name w:val="FS_Blank"/>
    <w:basedOn w:val="Normal"/>
    <w:link w:val="FSBlank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20"/>
      <w:szCs w:val="20"/>
    </w:rPr>
  </w:style>
  <w:style w:type="character" w:customStyle="1" w:styleId="FSBlankChar">
    <w:name w:val="FS_Blank Char"/>
    <w:link w:val="FSBlank"/>
    <w:rsid w:val="0023426A"/>
    <w:rPr>
      <w:rFonts w:ascii="Angsana New" w:eastAsia="MS Mincho" w:hAnsi="Angsana New"/>
    </w:rPr>
  </w:style>
  <w:style w:type="character" w:styleId="FootnoteReference">
    <w:name w:val="footnote reference"/>
    <w:basedOn w:val="DefaultParagraphFont"/>
    <w:uiPriority w:val="99"/>
    <w:semiHidden/>
    <w:unhideWhenUsed/>
    <w:rsid w:val="006A1F9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25148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225148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22514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225148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Pa18">
    <w:name w:val="Pa18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F02F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7F02F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7F02F7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F02F7"/>
    <w:rPr>
      <w:color w:val="800080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7F02F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utline">
    <w:name w:val="outline"/>
    <w:basedOn w:val="Normal"/>
    <w:rsid w:val="00820F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 w:hanging="360"/>
      <w:jc w:val="both"/>
    </w:pPr>
    <w:rPr>
      <w:rFonts w:ascii="TimesNewRomanPS" w:eastAsiaTheme="minorHAnsi" w:hAnsi="TimesNewRomanPS" w:cs="Tahoma"/>
      <w:sz w:val="20"/>
      <w:szCs w:val="20"/>
    </w:rPr>
  </w:style>
  <w:style w:type="paragraph" w:customStyle="1" w:styleId="RNormal">
    <w:name w:val="RNormal"/>
    <w:basedOn w:val="Normal"/>
    <w:rsid w:val="00E54C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Title">
    <w:name w:val="Title"/>
    <w:basedOn w:val="Normal"/>
    <w:next w:val="Normal"/>
    <w:link w:val="TitleChar"/>
    <w:qFormat/>
    <w:rsid w:val="00E54C0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E54C0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NoSpacing">
    <w:name w:val="No Spacing"/>
    <w:uiPriority w:val="1"/>
    <w:qFormat/>
    <w:rsid w:val="00E54C0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515AA0"/>
    <w:rPr>
      <w:sz w:val="22"/>
      <w:lang w:val="en-GB" w:bidi="ar-SA"/>
    </w:rPr>
  </w:style>
  <w:style w:type="character" w:customStyle="1" w:styleId="ListParagraphChar">
    <w:name w:val="List Paragraph Char"/>
    <w:link w:val="ListParagraph"/>
    <w:uiPriority w:val="34"/>
    <w:locked/>
    <w:rsid w:val="00390505"/>
    <w:rPr>
      <w:rFonts w:ascii="Calibri" w:eastAsia="Calibri" w:hAnsi="Calibri" w:cs="Cordi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DC FS">
      <a:majorFont>
        <a:latin typeface="Angsana New"/>
        <a:ea typeface=""/>
        <a:cs typeface="Angsana New"/>
      </a:majorFont>
      <a:minorFont>
        <a:latin typeface="Angsana New"/>
        <a:ea typeface=""/>
        <a:cs typeface="Angsan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9ACAC-EC3D-42D4-ACC3-8F0F07C89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118</TotalTime>
  <Pages>8</Pages>
  <Words>1972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Natcha, Uwattanasombut</cp:lastModifiedBy>
  <cp:revision>51</cp:revision>
  <cp:lastPrinted>2021-02-22T11:03:00Z</cp:lastPrinted>
  <dcterms:created xsi:type="dcterms:W3CDTF">2022-02-21T13:54:00Z</dcterms:created>
  <dcterms:modified xsi:type="dcterms:W3CDTF">2023-02-25T09:15:00Z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trictedRibbons">
    <vt:lpwstr>AI-T|CT-T</vt:lpwstr>
  </property>
  <property fmtid="{D5CDD505-2E9C-101B-9397-08002B2CF9AE}" pid="3" name="SiteSource">
    <vt:lpwstr>Workgroup</vt:lpwstr>
  </property>
  <property fmtid="{D5CDD505-2E9C-101B-9397-08002B2CF9AE}" pid="4" name="OnLine">
    <vt:lpwstr>False</vt:lpwstr>
  </property>
  <property fmtid="{D5CDD505-2E9C-101B-9397-08002B2CF9AE}" pid="5" name="IsMembershipServiceImplemented">
    <vt:lpwstr>False</vt:lpwstr>
  </property>
  <property fmtid="{D5CDD505-2E9C-101B-9397-08002B2CF9AE}" pid="6" name="Version">
    <vt:lpwstr>V1</vt:lpwstr>
  </property>
  <property fmtid="{D5CDD505-2E9C-101B-9397-08002B2CF9AE}" pid="7" name="Product">
    <vt:lpwstr>eAudIT2016</vt:lpwstr>
  </property>
  <property fmtid="{D5CDD505-2E9C-101B-9397-08002B2CF9AE}" pid="8" name="ResourceDBName">
    <vt:lpwstr>eAudITAppDB2016_FSAV1</vt:lpwstr>
  </property>
  <property fmtid="{D5CDD505-2E9C-101B-9397-08002B2CF9AE}" pid="9" name="SiteType">
    <vt:lpwstr>Engagement2016</vt:lpwstr>
  </property>
  <property fmtid="{D5CDD505-2E9C-101B-9397-08002B2CF9AE}" pid="10" name="FilePath">
    <vt:lpwstr>C:\ProgramData\eAudIT\DM\e6819730-8a52-4133-be3d-7d13ac41ab58\ReadOnlyDocs\\4.6.2.0030Vending Corporation a161a-12t-.docx</vt:lpwstr>
  </property>
  <property fmtid="{D5CDD505-2E9C-101B-9397-08002B2CF9AE}" pid="11" name="Locale">
    <vt:lpwstr>en</vt:lpwstr>
  </property>
  <property fmtid="{D5CDD505-2E9C-101B-9397-08002B2CF9AE}" pid="12" name="ComponentName">
    <vt:lpwstr>Vending Corporation Co., Ltd. 31-Dec-16</vt:lpwstr>
  </property>
  <property fmtid="{D5CDD505-2E9C-101B-9397-08002B2CF9AE}" pid="13" name="ComponentID">
    <vt:lpwstr>1CC699D1-987D-42BE-8A23-CAD3EA4D3522</vt:lpwstr>
  </property>
  <property fmtid="{D5CDD505-2E9C-101B-9397-08002B2CF9AE}" pid="14" name="DocumentID">
    <vt:lpwstr>CE901F53-6EF2-40BC-9678-897783E4377E</vt:lpwstr>
  </property>
  <property fmtid="{D5CDD505-2E9C-101B-9397-08002B2CF9AE}" pid="15" name="LibraryID">
    <vt:lpwstr>Audit Files</vt:lpwstr>
  </property>
  <property fmtid="{D5CDD505-2E9C-101B-9397-08002B2CF9AE}" pid="16" name="EngagementID">
    <vt:lpwstr>e6819730-8a52-4133-be3d-7d13ac41ab58</vt:lpwstr>
  </property>
</Properties>
</file>