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40F2C" w14:textId="77777777" w:rsidR="00227E8D" w:rsidRPr="00F73937" w:rsidRDefault="00227E8D" w:rsidP="006A2BB5">
      <w:pPr>
        <w:pStyle w:val="IndexHeading1"/>
        <w:spacing w:after="0" w:line="240" w:lineRule="auto"/>
        <w:ind w:left="0" w:firstLine="0"/>
        <w:outlineLvl w:val="0"/>
      </w:pPr>
      <w:r w:rsidRPr="00F73937">
        <w:t>Note</w:t>
      </w:r>
      <w:r w:rsidRPr="00F73937">
        <w:tab/>
      </w:r>
      <w:r w:rsidR="00E71D3A" w:rsidRPr="00F73937">
        <w:t xml:space="preserve">     </w:t>
      </w:r>
      <w:r w:rsidRPr="00F73937">
        <w:t xml:space="preserve">Contents </w:t>
      </w:r>
    </w:p>
    <w:p w14:paraId="5156D2FD" w14:textId="77777777" w:rsidR="00227E8D" w:rsidRPr="00F73937" w:rsidRDefault="00227E8D" w:rsidP="00227E8D">
      <w:pPr>
        <w:pStyle w:val="IndexHeading1"/>
        <w:spacing w:after="0" w:line="240" w:lineRule="auto"/>
        <w:outlineLvl w:val="0"/>
        <w:rPr>
          <w:b w:val="0"/>
          <w:bCs/>
        </w:rPr>
      </w:pPr>
    </w:p>
    <w:p w14:paraId="2CF48B91" w14:textId="042760E5"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Basis of preparation of the</w:t>
      </w:r>
      <w:r w:rsidR="00B629F7" w:rsidRPr="00F73937">
        <w:rPr>
          <w:bCs/>
        </w:rPr>
        <w:t xml:space="preserve"> interim</w:t>
      </w:r>
      <w:r w:rsidRPr="00F73937">
        <w:rPr>
          <w:bCs/>
        </w:rPr>
        <w:t xml:space="preserve"> financial statements</w:t>
      </w:r>
    </w:p>
    <w:p w14:paraId="75BCD2E8" w14:textId="03DEEE2C" w:rsidR="00B97136" w:rsidRPr="00F73937" w:rsidRDefault="00B97136" w:rsidP="004B73D6">
      <w:pPr>
        <w:pStyle w:val="index"/>
        <w:numPr>
          <w:ilvl w:val="0"/>
          <w:numId w:val="11"/>
        </w:numPr>
        <w:tabs>
          <w:tab w:val="num" w:pos="851"/>
        </w:tabs>
        <w:spacing w:after="0" w:line="240" w:lineRule="auto"/>
        <w:ind w:left="1418" w:hanging="1418"/>
        <w:outlineLvl w:val="0"/>
        <w:rPr>
          <w:bCs/>
        </w:rPr>
      </w:pPr>
      <w:r w:rsidRPr="00F73937">
        <w:rPr>
          <w:bCs/>
        </w:rPr>
        <w:t>Acquisition</w:t>
      </w:r>
      <w:r w:rsidR="00636BC6" w:rsidRPr="00F73937">
        <w:rPr>
          <w:bCs/>
        </w:rPr>
        <w:t>s</w:t>
      </w:r>
      <w:r w:rsidRPr="00F73937">
        <w:rPr>
          <w:bCs/>
        </w:rPr>
        <w:t xml:space="preserve"> of subsidiar</w:t>
      </w:r>
      <w:r w:rsidR="00B611A0" w:rsidRPr="00F73937">
        <w:rPr>
          <w:bCs/>
        </w:rPr>
        <w:t>ies</w:t>
      </w:r>
    </w:p>
    <w:p w14:paraId="3C9AFB77"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 xml:space="preserve">Related parties </w:t>
      </w:r>
    </w:p>
    <w:p w14:paraId="20ADCA24" w14:textId="77777777" w:rsidR="005A7FE8" w:rsidRPr="00F73937" w:rsidRDefault="005A7FE8" w:rsidP="004B73D6">
      <w:pPr>
        <w:pStyle w:val="index"/>
        <w:numPr>
          <w:ilvl w:val="0"/>
          <w:numId w:val="11"/>
        </w:numPr>
        <w:tabs>
          <w:tab w:val="num" w:pos="851"/>
        </w:tabs>
        <w:spacing w:after="0" w:line="240" w:lineRule="auto"/>
        <w:ind w:left="1418" w:hanging="1418"/>
        <w:outlineLvl w:val="0"/>
        <w:rPr>
          <w:bCs/>
        </w:rPr>
      </w:pPr>
      <w:r w:rsidRPr="00F73937">
        <w:rPr>
          <w:bCs/>
        </w:rPr>
        <w:t>Trade accounts receivable</w:t>
      </w:r>
    </w:p>
    <w:p w14:paraId="46308C9D" w14:textId="77777777" w:rsidR="00D35DC2" w:rsidRPr="00F73937" w:rsidRDefault="00C75E56" w:rsidP="004B73D6">
      <w:pPr>
        <w:pStyle w:val="index"/>
        <w:numPr>
          <w:ilvl w:val="0"/>
          <w:numId w:val="11"/>
        </w:numPr>
        <w:tabs>
          <w:tab w:val="num" w:pos="851"/>
        </w:tabs>
        <w:spacing w:after="0" w:line="240" w:lineRule="auto"/>
        <w:ind w:left="1418" w:hanging="1418"/>
        <w:outlineLvl w:val="0"/>
        <w:rPr>
          <w:bCs/>
        </w:rPr>
      </w:pPr>
      <w:r w:rsidRPr="00F73937">
        <w:rPr>
          <w:rFonts w:cs="Angsana New"/>
          <w:bCs/>
          <w:lang w:val="en-US"/>
        </w:rPr>
        <w:t xml:space="preserve">Installment </w:t>
      </w:r>
      <w:r w:rsidR="00924343" w:rsidRPr="00F73937">
        <w:rPr>
          <w:rFonts w:cs="Angsana New"/>
          <w:bCs/>
          <w:lang w:val="en-US"/>
        </w:rPr>
        <w:t xml:space="preserve">accounts </w:t>
      </w:r>
      <w:r w:rsidRPr="00F73937">
        <w:rPr>
          <w:rFonts w:cs="Angsana New"/>
          <w:bCs/>
          <w:lang w:val="en-US"/>
        </w:rPr>
        <w:t>receivable</w:t>
      </w:r>
    </w:p>
    <w:p w14:paraId="4F8F2C17" w14:textId="40D4A5AF" w:rsidR="00227E8D" w:rsidRPr="00F73937" w:rsidRDefault="00E44BAC" w:rsidP="004B73D6">
      <w:pPr>
        <w:pStyle w:val="index"/>
        <w:numPr>
          <w:ilvl w:val="0"/>
          <w:numId w:val="11"/>
        </w:numPr>
        <w:tabs>
          <w:tab w:val="num" w:pos="851"/>
        </w:tabs>
        <w:spacing w:after="0" w:line="240" w:lineRule="auto"/>
        <w:ind w:left="1418" w:hanging="1418"/>
        <w:outlineLvl w:val="0"/>
        <w:rPr>
          <w:bCs/>
        </w:rPr>
      </w:pPr>
      <w:r w:rsidRPr="00F73937">
        <w:rPr>
          <w:bCs/>
        </w:rPr>
        <w:t>Investment</w:t>
      </w:r>
      <w:r w:rsidR="00D35DC2" w:rsidRPr="00F73937">
        <w:rPr>
          <w:bCs/>
        </w:rPr>
        <w:t>s in subsidiaries</w:t>
      </w:r>
      <w:r w:rsidR="00B97136" w:rsidRPr="00F73937">
        <w:rPr>
          <w:bCs/>
        </w:rPr>
        <w:t xml:space="preserve"> and joint venture</w:t>
      </w:r>
      <w:r w:rsidR="00A4632C" w:rsidRPr="00F73937">
        <w:rPr>
          <w:rFonts w:cs="Angsana New"/>
          <w:bCs/>
          <w:lang w:val="en-US"/>
        </w:rPr>
        <w:t>s</w:t>
      </w:r>
    </w:p>
    <w:p w14:paraId="429B4C04" w14:textId="14BB10F4" w:rsidR="00627179" w:rsidRPr="00F73937" w:rsidRDefault="00246015" w:rsidP="004B73D6">
      <w:pPr>
        <w:pStyle w:val="index"/>
        <w:numPr>
          <w:ilvl w:val="0"/>
          <w:numId w:val="11"/>
        </w:numPr>
        <w:tabs>
          <w:tab w:val="num" w:pos="851"/>
        </w:tabs>
        <w:spacing w:after="0" w:line="240" w:lineRule="auto"/>
        <w:ind w:left="1418" w:hanging="1418"/>
        <w:outlineLvl w:val="0"/>
        <w:rPr>
          <w:bCs/>
        </w:rPr>
      </w:pPr>
      <w:r>
        <w:rPr>
          <w:rFonts w:cs="Angsana New"/>
          <w:bCs/>
          <w:szCs w:val="28"/>
          <w:lang w:val="en-US"/>
        </w:rPr>
        <w:t xml:space="preserve">Property, plant </w:t>
      </w:r>
      <w:r w:rsidR="00627179" w:rsidRPr="00F73937">
        <w:rPr>
          <w:bCs/>
        </w:rPr>
        <w:t>and equipment</w:t>
      </w:r>
    </w:p>
    <w:p w14:paraId="5AC0113D" w14:textId="77777777" w:rsidR="00227E8D" w:rsidRPr="00F73937" w:rsidRDefault="00E05FC7" w:rsidP="004B73D6">
      <w:pPr>
        <w:pStyle w:val="index"/>
        <w:numPr>
          <w:ilvl w:val="0"/>
          <w:numId w:val="11"/>
        </w:numPr>
        <w:tabs>
          <w:tab w:val="num" w:pos="851"/>
        </w:tabs>
        <w:spacing w:after="0" w:line="240" w:lineRule="auto"/>
        <w:ind w:left="1418" w:hanging="1418"/>
        <w:outlineLvl w:val="0"/>
        <w:rPr>
          <w:bCs/>
        </w:rPr>
      </w:pPr>
      <w:r w:rsidRPr="00F73937">
        <w:rPr>
          <w:bCs/>
        </w:rPr>
        <w:t>Interest-</w:t>
      </w:r>
      <w:r w:rsidR="0090366C" w:rsidRPr="00F73937">
        <w:rPr>
          <w:bCs/>
        </w:rPr>
        <w:t>bearing liabilities</w:t>
      </w:r>
      <w:r w:rsidR="00227E8D" w:rsidRPr="00F73937">
        <w:rPr>
          <w:bCs/>
        </w:rPr>
        <w:t xml:space="preserve"> </w:t>
      </w:r>
    </w:p>
    <w:p w14:paraId="15623E8F" w14:textId="77777777" w:rsidR="00AB57A0" w:rsidRPr="00F73937" w:rsidRDefault="00AB57A0" w:rsidP="004B73D6">
      <w:pPr>
        <w:pStyle w:val="index"/>
        <w:numPr>
          <w:ilvl w:val="0"/>
          <w:numId w:val="11"/>
        </w:numPr>
        <w:tabs>
          <w:tab w:val="num" w:pos="851"/>
        </w:tabs>
        <w:spacing w:after="0" w:line="240" w:lineRule="auto"/>
        <w:ind w:left="1418" w:hanging="1418"/>
        <w:outlineLvl w:val="0"/>
        <w:rPr>
          <w:bCs/>
        </w:rPr>
      </w:pPr>
      <w:r w:rsidRPr="00F73937">
        <w:rPr>
          <w:bCs/>
        </w:rPr>
        <w:t>Share capital</w:t>
      </w:r>
    </w:p>
    <w:p w14:paraId="7506AEEA" w14:textId="77777777" w:rsidR="003E1571" w:rsidRPr="00F73937" w:rsidRDefault="003E1571" w:rsidP="004B73D6">
      <w:pPr>
        <w:pStyle w:val="index"/>
        <w:numPr>
          <w:ilvl w:val="0"/>
          <w:numId w:val="11"/>
        </w:numPr>
        <w:tabs>
          <w:tab w:val="num" w:pos="851"/>
        </w:tabs>
        <w:spacing w:after="0" w:line="240" w:lineRule="auto"/>
        <w:ind w:left="1418" w:hanging="1418"/>
        <w:outlineLvl w:val="0"/>
        <w:rPr>
          <w:bCs/>
        </w:rPr>
      </w:pPr>
      <w:r w:rsidRPr="00F73937">
        <w:rPr>
          <w:bCs/>
          <w:color w:val="000000"/>
        </w:rPr>
        <w:t>Warrant</w:t>
      </w:r>
    </w:p>
    <w:p w14:paraId="1C714557"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Segment information</w:t>
      </w:r>
      <w:r w:rsidR="0026457E" w:rsidRPr="00F73937">
        <w:rPr>
          <w:bCs/>
        </w:rPr>
        <w:t xml:space="preserve"> and disaggregation of revenue</w:t>
      </w:r>
    </w:p>
    <w:p w14:paraId="407DD7AC" w14:textId="5E6E45CD" w:rsidR="00227E8D" w:rsidRPr="00F73937" w:rsidRDefault="00982615" w:rsidP="004B73D6">
      <w:pPr>
        <w:pStyle w:val="index"/>
        <w:numPr>
          <w:ilvl w:val="0"/>
          <w:numId w:val="11"/>
        </w:numPr>
        <w:tabs>
          <w:tab w:val="num" w:pos="851"/>
        </w:tabs>
        <w:spacing w:after="0" w:line="240" w:lineRule="auto"/>
        <w:ind w:left="1418" w:hanging="1418"/>
        <w:outlineLvl w:val="0"/>
        <w:rPr>
          <w:bCs/>
        </w:rPr>
      </w:pPr>
      <w:r w:rsidRPr="00F73937">
        <w:rPr>
          <w:bCs/>
        </w:rPr>
        <w:t>E</w:t>
      </w:r>
      <w:r w:rsidR="00227E8D" w:rsidRPr="00F73937">
        <w:rPr>
          <w:bCs/>
        </w:rPr>
        <w:t>arnings</w:t>
      </w:r>
      <w:r w:rsidR="00D96BAC" w:rsidRPr="00F73937">
        <w:rPr>
          <w:rFonts w:cstheme="minorBidi" w:hint="cs"/>
          <w:bCs/>
          <w:cs/>
        </w:rPr>
        <w:t xml:space="preserve"> </w:t>
      </w:r>
      <w:r w:rsidR="00227E8D" w:rsidRPr="00F73937">
        <w:rPr>
          <w:bCs/>
        </w:rPr>
        <w:t>per share</w:t>
      </w:r>
    </w:p>
    <w:p w14:paraId="36C7BCBF" w14:textId="77777777" w:rsidR="0094757C"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Financial instruments</w:t>
      </w:r>
    </w:p>
    <w:p w14:paraId="27A0CE5E" w14:textId="77777777" w:rsidR="00227E8D" w:rsidRPr="00F73937" w:rsidRDefault="00227E8D" w:rsidP="004B73D6">
      <w:pPr>
        <w:pStyle w:val="index"/>
        <w:numPr>
          <w:ilvl w:val="0"/>
          <w:numId w:val="11"/>
        </w:numPr>
        <w:tabs>
          <w:tab w:val="num" w:pos="851"/>
        </w:tabs>
        <w:spacing w:after="0" w:line="240" w:lineRule="auto"/>
        <w:ind w:left="1418" w:hanging="1418"/>
        <w:outlineLvl w:val="0"/>
        <w:rPr>
          <w:bCs/>
        </w:rPr>
      </w:pPr>
      <w:r w:rsidRPr="00F73937">
        <w:rPr>
          <w:bCs/>
        </w:rPr>
        <w:t>Commitments with non-related parties</w:t>
      </w:r>
    </w:p>
    <w:p w14:paraId="5F19C3F6" w14:textId="77777777" w:rsidR="005A7FE8" w:rsidRPr="00F73937" w:rsidRDefault="005A7FE8" w:rsidP="004B73D6">
      <w:pPr>
        <w:pStyle w:val="index"/>
        <w:numPr>
          <w:ilvl w:val="0"/>
          <w:numId w:val="11"/>
        </w:numPr>
        <w:tabs>
          <w:tab w:val="num" w:pos="851"/>
        </w:tabs>
        <w:spacing w:after="0" w:line="240" w:lineRule="auto"/>
        <w:ind w:left="1418" w:hanging="1418"/>
        <w:outlineLvl w:val="0"/>
        <w:rPr>
          <w:bCs/>
        </w:rPr>
      </w:pPr>
      <w:r w:rsidRPr="00F73937">
        <w:rPr>
          <w:bCs/>
        </w:rPr>
        <w:t>Events after the reporting period</w:t>
      </w:r>
    </w:p>
    <w:p w14:paraId="7A7FB012" w14:textId="77777777" w:rsidR="005A7FE8" w:rsidRPr="00F73937" w:rsidRDefault="005A7FE8" w:rsidP="005A7FE8">
      <w:pPr>
        <w:pStyle w:val="index"/>
        <w:tabs>
          <w:tab w:val="clear" w:pos="1134"/>
        </w:tabs>
        <w:spacing w:after="0" w:line="240" w:lineRule="auto"/>
        <w:ind w:left="1418" w:firstLine="0"/>
        <w:outlineLvl w:val="0"/>
        <w:rPr>
          <w:bCs/>
        </w:rPr>
      </w:pPr>
    </w:p>
    <w:p w14:paraId="0F929E79" w14:textId="77777777" w:rsidR="004A4C74" w:rsidRPr="00F73937" w:rsidRDefault="004A4C74" w:rsidP="00ED3683">
      <w:pPr>
        <w:tabs>
          <w:tab w:val="left" w:pos="567"/>
        </w:tabs>
        <w:spacing w:line="240" w:lineRule="auto"/>
        <w:jc w:val="both"/>
      </w:pPr>
    </w:p>
    <w:p w14:paraId="06D64C38" w14:textId="77777777" w:rsidR="004A4C74" w:rsidRPr="00F73937" w:rsidRDefault="004A4C74" w:rsidP="004A4C74"/>
    <w:p w14:paraId="6636C606" w14:textId="77777777" w:rsidR="004A4C74" w:rsidRPr="00F73937" w:rsidRDefault="004A4C74" w:rsidP="004A4C74"/>
    <w:p w14:paraId="5E57D188" w14:textId="77777777" w:rsidR="004A4C74" w:rsidRPr="00F73937" w:rsidRDefault="004A4C74" w:rsidP="004A4C74"/>
    <w:p w14:paraId="6A0E4A2F" w14:textId="77777777" w:rsidR="004A4C74" w:rsidRPr="00F73937" w:rsidRDefault="004A4C74" w:rsidP="004A4C74"/>
    <w:p w14:paraId="4140EFF9" w14:textId="77777777" w:rsidR="004A4C74" w:rsidRPr="00F73937" w:rsidRDefault="004A4C74" w:rsidP="004A4C74"/>
    <w:p w14:paraId="734309CE" w14:textId="77777777" w:rsidR="004A4C74" w:rsidRPr="00F73937" w:rsidRDefault="004A4C74" w:rsidP="004A4C74"/>
    <w:p w14:paraId="6DDC28AE" w14:textId="77777777" w:rsidR="004A4C74" w:rsidRPr="00F73937" w:rsidRDefault="004A4C74" w:rsidP="004A4C74"/>
    <w:p w14:paraId="32119D5D" w14:textId="77777777" w:rsidR="005E6056" w:rsidRPr="00F73937" w:rsidRDefault="005E6056" w:rsidP="004A4C74"/>
    <w:p w14:paraId="68CEBFE4" w14:textId="77777777" w:rsidR="005E6056" w:rsidRPr="00F73937" w:rsidRDefault="005E6056" w:rsidP="004A4C74">
      <w:pPr>
        <w:rPr>
          <w:rFonts w:cstheme="minorBidi"/>
        </w:rPr>
      </w:pPr>
    </w:p>
    <w:p w14:paraId="5EA47620" w14:textId="77777777" w:rsidR="005E6056" w:rsidRPr="00F73937" w:rsidRDefault="005E6056" w:rsidP="004A4C74"/>
    <w:p w14:paraId="6654A3D5" w14:textId="77777777" w:rsidR="005E6056" w:rsidRPr="00F73937" w:rsidRDefault="005E6056" w:rsidP="004A4C74"/>
    <w:p w14:paraId="581E0608" w14:textId="77777777" w:rsidR="005E6056" w:rsidRPr="00F73937" w:rsidRDefault="005E6056" w:rsidP="004A4C74"/>
    <w:p w14:paraId="12DA5114" w14:textId="77777777" w:rsidR="0046066A" w:rsidRPr="00F73937" w:rsidRDefault="0046066A" w:rsidP="004A4C74"/>
    <w:p w14:paraId="5C651C85" w14:textId="77777777" w:rsidR="0046066A" w:rsidRPr="00F73937" w:rsidRDefault="0046066A" w:rsidP="004A4C74"/>
    <w:p w14:paraId="2E03F342" w14:textId="77777777" w:rsidR="00D35DC2" w:rsidRPr="00F73937" w:rsidRDefault="00D35DC2" w:rsidP="004A4C74"/>
    <w:p w14:paraId="6897F5C1" w14:textId="77777777" w:rsidR="00D35DC2" w:rsidRPr="00F73937" w:rsidRDefault="00D35DC2" w:rsidP="004A4C74"/>
    <w:p w14:paraId="28BBD198" w14:textId="77777777" w:rsidR="00C850E7" w:rsidRPr="00F73937" w:rsidRDefault="00C850E7" w:rsidP="004A4C74"/>
    <w:p w14:paraId="48647DF3" w14:textId="77777777" w:rsidR="00C850E7" w:rsidRPr="00F73937" w:rsidRDefault="00C850E7" w:rsidP="004A4C74"/>
    <w:p w14:paraId="5240A2ED" w14:textId="77777777" w:rsidR="00627179" w:rsidRPr="00F73937" w:rsidRDefault="00627179" w:rsidP="004A4C74"/>
    <w:p w14:paraId="14B73B29" w14:textId="77777777" w:rsidR="00B629F7" w:rsidRPr="00F73937" w:rsidRDefault="00ED3683" w:rsidP="00ED3683">
      <w:pPr>
        <w:tabs>
          <w:tab w:val="left" w:pos="567"/>
        </w:tabs>
        <w:spacing w:line="240" w:lineRule="auto"/>
        <w:jc w:val="both"/>
      </w:pPr>
      <w:r w:rsidRPr="00F73937">
        <w:tab/>
      </w:r>
    </w:p>
    <w:p w14:paraId="54655E4C" w14:textId="77777777" w:rsidR="00B629F7" w:rsidRPr="00F73937" w:rsidRDefault="00B629F7">
      <w:pPr>
        <w:spacing w:line="240" w:lineRule="auto"/>
      </w:pPr>
      <w:r w:rsidRPr="00F73937">
        <w:br w:type="page"/>
      </w:r>
    </w:p>
    <w:p w14:paraId="4FDF719C" w14:textId="77777777" w:rsidR="00D15976" w:rsidRPr="00F73937" w:rsidRDefault="00D15976" w:rsidP="00B629F7">
      <w:pPr>
        <w:tabs>
          <w:tab w:val="left" w:pos="567"/>
        </w:tabs>
        <w:spacing w:line="240" w:lineRule="auto"/>
        <w:ind w:left="540"/>
        <w:jc w:val="both"/>
      </w:pPr>
      <w:r w:rsidRPr="00F73937">
        <w:lastRenderedPageBreak/>
        <w:t>These not</w:t>
      </w:r>
      <w:r w:rsidR="00E71D3A" w:rsidRPr="00F73937">
        <w:t>es form an integral part of the</w:t>
      </w:r>
      <w:r w:rsidR="00B629F7" w:rsidRPr="00F73937">
        <w:t xml:space="preserve"> interim</w:t>
      </w:r>
      <w:r w:rsidR="00E71D3A" w:rsidRPr="00F73937">
        <w:t xml:space="preserve"> </w:t>
      </w:r>
      <w:r w:rsidRPr="00F73937">
        <w:t>financial statements.</w:t>
      </w:r>
    </w:p>
    <w:p w14:paraId="4A164C02" w14:textId="77777777" w:rsidR="00D15976" w:rsidRPr="004A0BC2" w:rsidRDefault="00D15976" w:rsidP="00ED3683">
      <w:pPr>
        <w:tabs>
          <w:tab w:val="left" w:pos="567"/>
        </w:tabs>
        <w:spacing w:line="240" w:lineRule="auto"/>
        <w:jc w:val="both"/>
        <w:rPr>
          <w:sz w:val="18"/>
          <w:szCs w:val="18"/>
        </w:rPr>
      </w:pPr>
    </w:p>
    <w:p w14:paraId="546EB680" w14:textId="69E88CD9" w:rsidR="00D15976" w:rsidRPr="00F73937" w:rsidRDefault="00ED3683" w:rsidP="00B15345">
      <w:pPr>
        <w:pStyle w:val="block"/>
        <w:tabs>
          <w:tab w:val="left" w:pos="567"/>
        </w:tabs>
        <w:spacing w:after="0" w:line="240" w:lineRule="auto"/>
        <w:ind w:hanging="567"/>
        <w:jc w:val="both"/>
        <w:rPr>
          <w:color w:val="000000"/>
        </w:rPr>
      </w:pPr>
      <w:r w:rsidRPr="00F73937">
        <w:tab/>
      </w:r>
      <w:r w:rsidR="00B15345" w:rsidRPr="00F73937">
        <w:rPr>
          <w:color w:val="000000"/>
        </w:rPr>
        <w:t xml:space="preserve">The </w:t>
      </w:r>
      <w:r w:rsidR="004362D3" w:rsidRPr="00F73937">
        <w:rPr>
          <w:color w:val="000000"/>
        </w:rPr>
        <w:t xml:space="preserve">interim </w:t>
      </w:r>
      <w:r w:rsidR="00B15345" w:rsidRPr="00F73937">
        <w:rPr>
          <w:color w:val="000000"/>
        </w:rPr>
        <w:t>financial statements issued for Thai regulatory reporting purposes are prepared in the Thai language.</w:t>
      </w:r>
      <w:r w:rsidR="004362D3" w:rsidRPr="00F73937">
        <w:rPr>
          <w:color w:val="000000"/>
        </w:rPr>
        <w:t xml:space="preserve"> </w:t>
      </w:r>
      <w:r w:rsidR="00B15345" w:rsidRPr="00F73937">
        <w:rPr>
          <w:color w:val="000000"/>
        </w:rPr>
        <w:t xml:space="preserve">These English language financial statements have been prepared from the Thai language </w:t>
      </w:r>
      <w:r w:rsidR="000A117A" w:rsidRPr="00F73937">
        <w:rPr>
          <w:color w:val="000000"/>
        </w:rPr>
        <w:t xml:space="preserve">statutory </w:t>
      </w:r>
      <w:r w:rsidR="00B15345" w:rsidRPr="00F73937">
        <w:rPr>
          <w:color w:val="000000"/>
        </w:rPr>
        <w:t>financial statements</w:t>
      </w:r>
      <w:r w:rsidR="00A0430F" w:rsidRPr="00F73937">
        <w:rPr>
          <w:color w:val="000000"/>
        </w:rPr>
        <w:t xml:space="preserve"> and were approved and authoris</w:t>
      </w:r>
      <w:r w:rsidR="00B15345" w:rsidRPr="00F73937">
        <w:rPr>
          <w:color w:val="000000"/>
        </w:rPr>
        <w:t xml:space="preserve">ed for issue by the Board of Directors on </w:t>
      </w:r>
      <w:r w:rsidR="0055575B" w:rsidRPr="00F73937">
        <w:rPr>
          <w:color w:val="000000"/>
        </w:rPr>
        <w:t>9 May 2022</w:t>
      </w:r>
      <w:r w:rsidR="0044309A" w:rsidRPr="00F73937">
        <w:rPr>
          <w:color w:val="000000"/>
        </w:rPr>
        <w:t>.</w:t>
      </w:r>
    </w:p>
    <w:p w14:paraId="66067D4E" w14:textId="1EFD0606" w:rsidR="0085749E" w:rsidRPr="004A0BC2" w:rsidRDefault="0085749E" w:rsidP="0044309A">
      <w:pPr>
        <w:pStyle w:val="Heading1"/>
        <w:tabs>
          <w:tab w:val="left" w:pos="567"/>
        </w:tabs>
        <w:spacing w:before="0" w:after="0" w:line="240" w:lineRule="auto"/>
        <w:jc w:val="both"/>
        <w:rPr>
          <w:color w:val="000000"/>
          <w:sz w:val="18"/>
          <w:szCs w:val="18"/>
          <w:cs/>
        </w:rPr>
      </w:pPr>
    </w:p>
    <w:p w14:paraId="2201FF8A" w14:textId="77777777" w:rsidR="00D15976" w:rsidRPr="004454AC" w:rsidRDefault="00B15345"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Basis of preparation of the</w:t>
      </w:r>
      <w:r w:rsidR="00562836" w:rsidRPr="004454AC">
        <w:rPr>
          <w:b/>
          <w:bCs/>
          <w:i w:val="0"/>
          <w:iCs/>
          <w:szCs w:val="24"/>
        </w:rPr>
        <w:t xml:space="preserve"> interim</w:t>
      </w:r>
      <w:r w:rsidRPr="004454AC">
        <w:rPr>
          <w:b/>
          <w:bCs/>
          <w:i w:val="0"/>
          <w:iCs/>
          <w:szCs w:val="24"/>
        </w:rPr>
        <w:t xml:space="preserve"> </w:t>
      </w:r>
      <w:r w:rsidR="00D15976" w:rsidRPr="004454AC">
        <w:rPr>
          <w:b/>
          <w:bCs/>
          <w:i w:val="0"/>
          <w:iCs/>
          <w:szCs w:val="24"/>
        </w:rPr>
        <w:t>financial statements</w:t>
      </w:r>
    </w:p>
    <w:p w14:paraId="3078D4F0" w14:textId="77777777" w:rsidR="00D15976" w:rsidRPr="004A0BC2" w:rsidRDefault="00D15976" w:rsidP="00D87DD2">
      <w:pPr>
        <w:tabs>
          <w:tab w:val="left" w:pos="567"/>
        </w:tabs>
        <w:spacing w:line="240" w:lineRule="auto"/>
        <w:jc w:val="both"/>
        <w:rPr>
          <w:sz w:val="18"/>
          <w:szCs w:val="18"/>
        </w:rPr>
      </w:pPr>
    </w:p>
    <w:p w14:paraId="1A593121" w14:textId="45674A58" w:rsidR="00F3756B" w:rsidRPr="00F73937" w:rsidRDefault="00251F6A" w:rsidP="0044309A">
      <w:pPr>
        <w:tabs>
          <w:tab w:val="left" w:pos="567"/>
        </w:tabs>
        <w:spacing w:line="240" w:lineRule="auto"/>
        <w:ind w:left="567" w:hanging="567"/>
        <w:jc w:val="both"/>
      </w:pPr>
      <w:r w:rsidRPr="00F73937">
        <w:tab/>
      </w:r>
      <w:r w:rsidR="00B629F7" w:rsidRPr="00F73937">
        <w:t xml:space="preserve">The condensed interim financial statements are presented in the same format as the annual financial statements </w:t>
      </w:r>
      <w:r w:rsidR="00BD7902" w:rsidRPr="00F73937">
        <w:t>together with</w:t>
      </w:r>
      <w:r w:rsidR="00B629F7" w:rsidRPr="00F73937">
        <w:t xml:space="preserve"> notes to the interim financial statements on a condensed basis (“interim financial statements”) in accordance with Thai Accounting Standard (TAS) No. 34 </w:t>
      </w:r>
      <w:r w:rsidR="00B629F7" w:rsidRPr="00F73937">
        <w:rPr>
          <w:i/>
          <w:iCs/>
        </w:rPr>
        <w:t>Interim Financial Reporting</w:t>
      </w:r>
      <w:r w:rsidR="00B629F7" w:rsidRPr="00F73937">
        <w:t xml:space="preserve">, guidelines promulgated by the Federation of Accounting Professions and applicable rules and regulations of the Thai Securities and Exchange Commission. </w:t>
      </w:r>
      <w:r w:rsidR="0044309A" w:rsidRPr="00F73937">
        <w:t xml:space="preserve">The interim financial statements focus on new activities, events and circumstances to avoid repetition of information previously reported in annual financial statements. Accordingly, these interim financial statements should be read </w:t>
      </w:r>
      <w:r w:rsidR="00EB176B" w:rsidRPr="00F73937">
        <w:t xml:space="preserve">                    </w:t>
      </w:r>
      <w:r w:rsidR="0044309A" w:rsidRPr="00F73937">
        <w:t xml:space="preserve">in conjunction with the financial statements of the Company and its subsidiaries for the year ended </w:t>
      </w:r>
      <w:r w:rsidR="00EB176B" w:rsidRPr="00F73937">
        <w:t xml:space="preserve">        </w:t>
      </w:r>
      <w:r w:rsidR="00F56689" w:rsidRPr="00F73937">
        <w:t>31 December 2021.</w:t>
      </w:r>
    </w:p>
    <w:p w14:paraId="4DB52934" w14:textId="77777777" w:rsidR="00D15976" w:rsidRPr="004A0BC2" w:rsidRDefault="00D15976" w:rsidP="00D87DD2">
      <w:pPr>
        <w:pStyle w:val="Header"/>
        <w:tabs>
          <w:tab w:val="left" w:pos="567"/>
        </w:tabs>
        <w:spacing w:line="240" w:lineRule="auto"/>
        <w:jc w:val="both"/>
        <w:rPr>
          <w:i w:val="0"/>
          <w:szCs w:val="18"/>
        </w:rPr>
      </w:pPr>
    </w:p>
    <w:p w14:paraId="5C9C4FEE" w14:textId="003CEC60" w:rsidR="00B52497" w:rsidRPr="00F73937" w:rsidRDefault="007C5627" w:rsidP="00F56689">
      <w:pPr>
        <w:tabs>
          <w:tab w:val="left" w:pos="567"/>
        </w:tabs>
        <w:spacing w:line="240" w:lineRule="auto"/>
        <w:ind w:left="567" w:hanging="567"/>
        <w:jc w:val="thaiDistribute"/>
      </w:pPr>
      <w:r w:rsidRPr="00F73937">
        <w:tab/>
      </w:r>
      <w:r w:rsidR="00D87DD2" w:rsidRPr="00F73937">
        <w:t xml:space="preserve">In preparing these interim financial statements, judgements and estimates are made by management </w:t>
      </w:r>
      <w:r w:rsidR="00EB176B" w:rsidRPr="00F73937">
        <w:t xml:space="preserve">      </w:t>
      </w:r>
      <w:r w:rsidR="00D87DD2" w:rsidRPr="00F73937">
        <w:t>in applying the Group’s accounting policies. Actual results may differ from these estimates.</w:t>
      </w:r>
      <w:r w:rsidR="00EB176B" w:rsidRPr="00F73937">
        <w:t xml:space="preserve">                    </w:t>
      </w:r>
      <w:r w:rsidR="00D87DD2" w:rsidRPr="00F73937">
        <w:t xml:space="preserve">The accounting policies, methods of computation and the key sources of estimation uncertainty were the same as those that described in the financial statements for the year ended </w:t>
      </w:r>
      <w:r w:rsidR="00F56689" w:rsidRPr="00F73937">
        <w:t>31 December 2021.</w:t>
      </w:r>
    </w:p>
    <w:p w14:paraId="3C44D161" w14:textId="77777777" w:rsidR="00F56689" w:rsidRPr="004A0BC2" w:rsidRDefault="00F56689" w:rsidP="00F56689">
      <w:pPr>
        <w:tabs>
          <w:tab w:val="left" w:pos="567"/>
        </w:tabs>
        <w:spacing w:line="240" w:lineRule="auto"/>
        <w:ind w:left="567" w:hanging="567"/>
        <w:jc w:val="thaiDistribute"/>
        <w:rPr>
          <w:rFonts w:cstheme="minorBidi"/>
          <w:sz w:val="18"/>
          <w:szCs w:val="18"/>
        </w:rPr>
      </w:pPr>
    </w:p>
    <w:p w14:paraId="434EE8AC" w14:textId="58D3779D" w:rsidR="00D87DD2" w:rsidRPr="004454AC" w:rsidRDefault="00942364" w:rsidP="004B73D6">
      <w:pPr>
        <w:pStyle w:val="Heading1"/>
        <w:numPr>
          <w:ilvl w:val="0"/>
          <w:numId w:val="13"/>
        </w:numPr>
        <w:tabs>
          <w:tab w:val="left" w:pos="567"/>
        </w:tabs>
        <w:spacing w:before="0" w:after="0" w:line="240" w:lineRule="auto"/>
        <w:ind w:hanging="720"/>
        <w:jc w:val="both"/>
        <w:rPr>
          <w:rFonts w:cstheme="minorBidi"/>
          <w:b/>
          <w:bCs/>
          <w:i w:val="0"/>
          <w:iCs/>
          <w:szCs w:val="24"/>
        </w:rPr>
      </w:pPr>
      <w:r w:rsidRPr="004454AC">
        <w:rPr>
          <w:b/>
          <w:bCs/>
          <w:i w:val="0"/>
          <w:iCs/>
          <w:szCs w:val="24"/>
        </w:rPr>
        <w:t>Acquisitions of subsidiar</w:t>
      </w:r>
      <w:r w:rsidR="00B611A0" w:rsidRPr="004454AC">
        <w:rPr>
          <w:b/>
          <w:bCs/>
          <w:i w:val="0"/>
          <w:iCs/>
          <w:szCs w:val="24"/>
        </w:rPr>
        <w:t>ies</w:t>
      </w:r>
    </w:p>
    <w:p w14:paraId="59D0D77B" w14:textId="77777777" w:rsidR="005E6068" w:rsidRPr="004A0BC2" w:rsidRDefault="005E6068" w:rsidP="005E6068">
      <w:pPr>
        <w:pStyle w:val="BodyText"/>
        <w:spacing w:after="0"/>
        <w:jc w:val="both"/>
        <w:rPr>
          <w:rFonts w:cstheme="minorBidi"/>
          <w:sz w:val="18"/>
          <w:szCs w:val="18"/>
          <w:lang w:val="en-GB" w:eastAsia="x-none"/>
        </w:rPr>
      </w:pPr>
    </w:p>
    <w:p w14:paraId="3BE7744F" w14:textId="24D3AAE6" w:rsidR="005E6068" w:rsidRPr="00EA7AE8" w:rsidRDefault="005E6068" w:rsidP="005E6068">
      <w:pPr>
        <w:pStyle w:val="BodyText"/>
        <w:keepNext/>
        <w:keepLines/>
        <w:spacing w:after="0"/>
        <w:jc w:val="both"/>
        <w:rPr>
          <w:bCs/>
          <w:i/>
          <w:iCs/>
          <w:szCs w:val="24"/>
        </w:rPr>
      </w:pPr>
      <w:r w:rsidRPr="00EA7AE8">
        <w:rPr>
          <w:rFonts w:cs="Angsana New"/>
          <w:i/>
          <w:iCs/>
          <w:szCs w:val="28"/>
          <w:lang w:val="en-US"/>
        </w:rPr>
        <w:t>(</w:t>
      </w:r>
      <w:r>
        <w:rPr>
          <w:rFonts w:cs="Angsana New"/>
          <w:i/>
          <w:iCs/>
          <w:szCs w:val="28"/>
          <w:lang w:val="en-US"/>
        </w:rPr>
        <w:t>a</w:t>
      </w:r>
      <w:r w:rsidRPr="00EA7AE8">
        <w:rPr>
          <w:rFonts w:cs="Angsana New"/>
          <w:i/>
          <w:iCs/>
          <w:szCs w:val="28"/>
          <w:lang w:val="en-US"/>
        </w:rPr>
        <w:t>)</w:t>
      </w:r>
      <w:r w:rsidRPr="00EA7AE8">
        <w:rPr>
          <w:rFonts w:cs="Angsana New"/>
          <w:i/>
          <w:iCs/>
          <w:szCs w:val="28"/>
          <w:lang w:val="en-US"/>
        </w:rPr>
        <w:tab/>
      </w:r>
      <w:r>
        <w:rPr>
          <w:rFonts w:cs="Angsana New"/>
          <w:i/>
          <w:iCs/>
          <w:szCs w:val="28"/>
          <w:lang w:val="en-US"/>
        </w:rPr>
        <w:t xml:space="preserve">Acquisitions of </w:t>
      </w:r>
      <w:r w:rsidRPr="00EA7AE8">
        <w:rPr>
          <w:i/>
          <w:iCs/>
        </w:rPr>
        <w:t>A.T.P. Friend Services C</w:t>
      </w:r>
      <w:r w:rsidR="0002195A">
        <w:rPr>
          <w:i/>
          <w:iCs/>
        </w:rPr>
        <w:t xml:space="preserve">o., Ltd. </w:t>
      </w:r>
      <w:r w:rsidRPr="00EA7AE8">
        <w:rPr>
          <w:rFonts w:cstheme="minorBidi"/>
          <w:i/>
          <w:iCs/>
          <w:lang w:val="en-US"/>
        </w:rPr>
        <w:t xml:space="preserve">and </w:t>
      </w:r>
      <w:r w:rsidRPr="00EA7AE8">
        <w:rPr>
          <w:bCs/>
          <w:i/>
          <w:iCs/>
          <w:szCs w:val="24"/>
        </w:rPr>
        <w:t>TBSP Public Company Limited</w:t>
      </w:r>
    </w:p>
    <w:p w14:paraId="3965C062" w14:textId="77777777" w:rsidR="005E6068" w:rsidRPr="004A0BC2" w:rsidRDefault="005E6068" w:rsidP="005E6068">
      <w:pPr>
        <w:pStyle w:val="BodyText"/>
        <w:spacing w:after="0"/>
        <w:jc w:val="both"/>
        <w:rPr>
          <w:bCs/>
          <w:sz w:val="18"/>
          <w:szCs w:val="18"/>
        </w:rPr>
      </w:pPr>
    </w:p>
    <w:p w14:paraId="0F924699" w14:textId="720C87C6" w:rsidR="005E6068" w:rsidRPr="008801FE" w:rsidRDefault="005E6068" w:rsidP="005E6068">
      <w:pPr>
        <w:pStyle w:val="BodyText"/>
        <w:spacing w:after="0"/>
        <w:ind w:left="562"/>
        <w:jc w:val="both"/>
        <w:rPr>
          <w:rFonts w:cstheme="minorBidi"/>
          <w:cs/>
          <w:lang w:val="en-GB" w:eastAsia="x-none"/>
        </w:rPr>
      </w:pPr>
      <w:r w:rsidRPr="00EA7AE8">
        <w:rPr>
          <w:rFonts w:cstheme="minorBidi"/>
          <w:lang w:val="en-GB" w:eastAsia="x-none"/>
        </w:rPr>
        <w:t xml:space="preserve">During the year 2021, </w:t>
      </w:r>
      <w:r w:rsidRPr="00EA7AE8">
        <w:rPr>
          <w:rFonts w:cs="Angsana New"/>
          <w:szCs w:val="28"/>
        </w:rPr>
        <w:t>the Group obtained</w:t>
      </w:r>
      <w:r>
        <w:rPr>
          <w:rFonts w:cs="Angsana New"/>
          <w:szCs w:val="28"/>
        </w:rPr>
        <w:t xml:space="preserve"> </w:t>
      </w:r>
      <w:r w:rsidRPr="00EA7AE8">
        <w:rPr>
          <w:rFonts w:cs="Angsana New"/>
          <w:szCs w:val="28"/>
        </w:rPr>
        <w:t xml:space="preserve">control of </w:t>
      </w:r>
      <w:r w:rsidRPr="00EA7AE8">
        <w:t xml:space="preserve">A.T.P. Friend Services </w:t>
      </w:r>
      <w:r w:rsidR="0002195A">
        <w:t xml:space="preserve">Co., Ltd. </w:t>
      </w:r>
      <w:r w:rsidRPr="00EA7AE8">
        <w:rPr>
          <w:rFonts w:cstheme="minorBidi"/>
          <w:lang w:val="en-US"/>
        </w:rPr>
        <w:t xml:space="preserve">and </w:t>
      </w:r>
      <w:r w:rsidRPr="00EA7AE8">
        <w:rPr>
          <w:bCs/>
          <w:szCs w:val="24"/>
        </w:rPr>
        <w:t>TBSP Public Company Limited</w:t>
      </w:r>
      <w:r w:rsidRPr="00EA7AE8">
        <w:rPr>
          <w:rFonts w:cs="Angsana New"/>
          <w:bCs/>
          <w:szCs w:val="24"/>
          <w:lang w:val="en-US"/>
        </w:rPr>
        <w:t xml:space="preserve">. </w:t>
      </w:r>
      <w:r w:rsidRPr="00EA7AE8">
        <w:rPr>
          <w:rFonts w:cstheme="minorBidi"/>
          <w:lang w:val="en-GB" w:eastAsia="x-none"/>
        </w:rPr>
        <w:t>As at the reporting date, the determination of the fair value of the identifiable assets acquired and liabilities assumed from the business acquisitions by an independent appraiser have not yet been completed, therefore, the determination of the fair value was determined provisionally and</w:t>
      </w:r>
      <w:r>
        <w:rPr>
          <w:rFonts w:cstheme="minorBidi"/>
          <w:lang w:val="en-GB" w:eastAsia="x-none"/>
        </w:rPr>
        <w:t xml:space="preserve"> </w:t>
      </w:r>
      <w:r w:rsidRPr="005E6068">
        <w:rPr>
          <w:rFonts w:cstheme="minorBidi"/>
          <w:lang w:val="en-GB" w:eastAsia="x-none"/>
        </w:rPr>
        <w:t xml:space="preserve">the allocation of the purchase price </w:t>
      </w:r>
      <w:r w:rsidRPr="00EA7AE8">
        <w:rPr>
          <w:rFonts w:cstheme="minorBidi"/>
          <w:lang w:val="en-GB" w:eastAsia="x-none"/>
        </w:rPr>
        <w:t>is subject to potential amendment.</w:t>
      </w:r>
    </w:p>
    <w:p w14:paraId="2725B3AA" w14:textId="77777777" w:rsidR="00EC1E3D" w:rsidRPr="004A0BC2" w:rsidRDefault="00EC1E3D" w:rsidP="00942364">
      <w:pPr>
        <w:pStyle w:val="Heading2"/>
        <w:numPr>
          <w:ilvl w:val="0"/>
          <w:numId w:val="0"/>
        </w:numPr>
        <w:tabs>
          <w:tab w:val="left" w:pos="720"/>
        </w:tabs>
        <w:spacing w:before="0" w:after="0" w:line="240" w:lineRule="auto"/>
        <w:ind w:left="540" w:hanging="540"/>
        <w:rPr>
          <w:b w:val="0"/>
          <w:bCs/>
          <w:sz w:val="18"/>
          <w:szCs w:val="18"/>
          <w:lang w:val="en-US"/>
        </w:rPr>
      </w:pPr>
    </w:p>
    <w:p w14:paraId="7C413138" w14:textId="5435E7D9" w:rsidR="00942364" w:rsidRPr="00F73937" w:rsidRDefault="00871707" w:rsidP="00942364">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t>(</w:t>
      </w:r>
      <w:r w:rsidR="00554C2E">
        <w:rPr>
          <w:b w:val="0"/>
          <w:bCs/>
          <w:i/>
          <w:iCs/>
          <w:sz w:val="22"/>
          <w:lang w:val="en-US"/>
        </w:rPr>
        <w:t>b</w:t>
      </w:r>
      <w:r>
        <w:rPr>
          <w:b w:val="0"/>
          <w:bCs/>
          <w:i/>
          <w:iCs/>
          <w:sz w:val="22"/>
          <w:lang w:val="en-US"/>
        </w:rPr>
        <w:t>)</w:t>
      </w:r>
      <w:r w:rsidR="009E7BDE" w:rsidRPr="00F73937">
        <w:rPr>
          <w:b w:val="0"/>
          <w:bCs/>
          <w:i/>
          <w:iCs/>
          <w:sz w:val="22"/>
          <w:lang w:val="en-US"/>
        </w:rPr>
        <w:tab/>
      </w:r>
      <w:r w:rsidR="00AA47E3">
        <w:rPr>
          <w:rFonts w:cs="Angsana New"/>
          <w:b w:val="0"/>
          <w:bCs/>
          <w:i/>
          <w:iCs/>
          <w:sz w:val="22"/>
          <w:szCs w:val="28"/>
          <w:lang w:val="en-US"/>
        </w:rPr>
        <w:t xml:space="preserve">Acquisition of </w:t>
      </w:r>
      <w:r w:rsidR="009E7BDE" w:rsidRPr="00F73937">
        <w:rPr>
          <w:b w:val="0"/>
          <w:bCs/>
          <w:i/>
          <w:iCs/>
          <w:sz w:val="22"/>
          <w:lang w:val="en-US"/>
        </w:rPr>
        <w:t>The Letter Post</w:t>
      </w:r>
      <w:r w:rsidR="003A3DDF" w:rsidRPr="00F73937">
        <w:rPr>
          <w:b w:val="0"/>
          <w:bCs/>
          <w:i/>
          <w:iCs/>
          <w:sz w:val="22"/>
          <w:lang w:val="en-US"/>
        </w:rPr>
        <w:t xml:space="preserve"> Service</w:t>
      </w:r>
      <w:r w:rsidR="00AA47E3">
        <w:rPr>
          <w:b w:val="0"/>
          <w:bCs/>
          <w:i/>
          <w:iCs/>
          <w:sz w:val="22"/>
          <w:lang w:val="en-US"/>
        </w:rPr>
        <w:t xml:space="preserve"> </w:t>
      </w:r>
      <w:r w:rsidR="0002195A">
        <w:rPr>
          <w:b w:val="0"/>
          <w:bCs/>
          <w:i/>
          <w:iCs/>
          <w:sz w:val="22"/>
          <w:lang w:val="en-US"/>
        </w:rPr>
        <w:t>Co., Ltd.</w:t>
      </w:r>
    </w:p>
    <w:p w14:paraId="58683FB5" w14:textId="77777777" w:rsidR="00D87DD2" w:rsidRPr="004A0BC2" w:rsidRDefault="00D87DD2" w:rsidP="00D87DD2">
      <w:pPr>
        <w:tabs>
          <w:tab w:val="left" w:pos="567"/>
        </w:tabs>
        <w:spacing w:line="240" w:lineRule="auto"/>
        <w:ind w:left="567" w:firstLine="495"/>
        <w:jc w:val="both"/>
        <w:rPr>
          <w:rFonts w:cstheme="minorBidi"/>
          <w:sz w:val="18"/>
          <w:szCs w:val="18"/>
          <w:highlight w:val="yellow"/>
          <w:lang w:val="en-GB"/>
        </w:rPr>
      </w:pPr>
    </w:p>
    <w:p w14:paraId="2D244F92" w14:textId="43408B6F" w:rsidR="00D87DD2" w:rsidRPr="008801FE" w:rsidRDefault="00974AE0" w:rsidP="008801FE">
      <w:pPr>
        <w:tabs>
          <w:tab w:val="left" w:pos="567"/>
        </w:tabs>
        <w:spacing w:line="240" w:lineRule="auto"/>
        <w:ind w:left="567" w:hanging="567"/>
        <w:jc w:val="thaiDistribute"/>
        <w:rPr>
          <w:rFonts w:cs="Angsana New"/>
          <w:szCs w:val="28"/>
        </w:rPr>
      </w:pPr>
      <w:r w:rsidRPr="008801FE">
        <w:tab/>
      </w:r>
      <w:r w:rsidR="008801FE" w:rsidRPr="008801FE">
        <w:rPr>
          <w:rFonts w:cs="Angsana New"/>
          <w:szCs w:val="28"/>
        </w:rPr>
        <w:t xml:space="preserve">On 24 January 2022, </w:t>
      </w:r>
      <w:r w:rsidR="00C25783">
        <w:rPr>
          <w:rFonts w:cs="Angsana New"/>
          <w:szCs w:val="28"/>
        </w:rPr>
        <w:t xml:space="preserve">the Group </w:t>
      </w:r>
      <w:r w:rsidR="008801FE" w:rsidRPr="008801FE">
        <w:rPr>
          <w:rFonts w:cs="Angsana New"/>
          <w:szCs w:val="28"/>
        </w:rPr>
        <w:t>obtained</w:t>
      </w:r>
      <w:r w:rsidR="00AA47E3">
        <w:rPr>
          <w:rFonts w:cs="Angsana New"/>
          <w:szCs w:val="28"/>
        </w:rPr>
        <w:t xml:space="preserve"> </w:t>
      </w:r>
      <w:r w:rsidR="008801FE" w:rsidRPr="008801FE">
        <w:rPr>
          <w:rFonts w:cs="Angsana New"/>
          <w:szCs w:val="28"/>
        </w:rPr>
        <w:t>control of The Letter Post Ser</w:t>
      </w:r>
      <w:r w:rsidR="00315C77">
        <w:rPr>
          <w:rFonts w:cs="Angsana New"/>
          <w:szCs w:val="28"/>
        </w:rPr>
        <w:t>vi</w:t>
      </w:r>
      <w:r w:rsidR="008801FE" w:rsidRPr="008801FE">
        <w:rPr>
          <w:rFonts w:cs="Angsana New"/>
          <w:szCs w:val="28"/>
        </w:rPr>
        <w:t>ce</w:t>
      </w:r>
      <w:r w:rsidR="00AA47E3">
        <w:rPr>
          <w:rFonts w:cs="Angsana New"/>
          <w:szCs w:val="28"/>
        </w:rPr>
        <w:t xml:space="preserve"> </w:t>
      </w:r>
      <w:r w:rsidR="0002195A">
        <w:rPr>
          <w:rFonts w:cs="Angsana New"/>
          <w:szCs w:val="28"/>
        </w:rPr>
        <w:t>Co., Ltd.</w:t>
      </w:r>
      <w:r w:rsidR="008801FE" w:rsidRPr="008801FE">
        <w:rPr>
          <w:rFonts w:cs="Angsana New"/>
          <w:szCs w:val="28"/>
        </w:rPr>
        <w:t>, a seller of franchise to entrepreneurs in providing transportation</w:t>
      </w:r>
      <w:r w:rsidR="00AA47E3">
        <w:rPr>
          <w:rFonts w:cs="Angsana New"/>
          <w:szCs w:val="28"/>
        </w:rPr>
        <w:t xml:space="preserve"> </w:t>
      </w:r>
      <w:r w:rsidR="008801FE" w:rsidRPr="008801FE">
        <w:rPr>
          <w:rFonts w:cs="Angsana New"/>
          <w:szCs w:val="28"/>
        </w:rPr>
        <w:t xml:space="preserve">and the center point for domestic parcel delivery, by acquiring 70% of the shares </w:t>
      </w:r>
      <w:r w:rsidR="00AA47E3">
        <w:rPr>
          <w:rFonts w:cs="Angsana New"/>
          <w:szCs w:val="28"/>
        </w:rPr>
        <w:t xml:space="preserve">and voting interests </w:t>
      </w:r>
      <w:r w:rsidR="008801FE" w:rsidRPr="008801FE">
        <w:rPr>
          <w:rFonts w:cs="Angsana New"/>
          <w:szCs w:val="28"/>
        </w:rPr>
        <w:t>in the company</w:t>
      </w:r>
      <w:r w:rsidR="00AA47E3">
        <w:rPr>
          <w:rFonts w:cs="Angsana New"/>
          <w:szCs w:val="28"/>
        </w:rPr>
        <w:t xml:space="preserve"> bringing</w:t>
      </w:r>
      <w:r w:rsidR="008801FE" w:rsidRPr="008801FE">
        <w:rPr>
          <w:rFonts w:cs="Angsana New"/>
          <w:szCs w:val="28"/>
        </w:rPr>
        <w:t xml:space="preserve"> the Group’s equity </w:t>
      </w:r>
      <w:r w:rsidR="008801FE" w:rsidRPr="00EA7AE8">
        <w:rPr>
          <w:rFonts w:cs="Angsana New"/>
          <w:szCs w:val="28"/>
        </w:rPr>
        <w:t xml:space="preserve">interest in The Letter Post Service </w:t>
      </w:r>
      <w:r w:rsidR="0002195A">
        <w:rPr>
          <w:rFonts w:cs="Angsana New"/>
          <w:szCs w:val="28"/>
        </w:rPr>
        <w:t>Co., Ltd.</w:t>
      </w:r>
      <w:r w:rsidR="00EB6887">
        <w:rPr>
          <w:rFonts w:cs="Angsana New"/>
          <w:szCs w:val="28"/>
        </w:rPr>
        <w:t xml:space="preserve"> </w:t>
      </w:r>
      <w:r w:rsidR="008801FE" w:rsidRPr="00EA7AE8">
        <w:rPr>
          <w:rFonts w:cs="Angsana New"/>
          <w:szCs w:val="28"/>
        </w:rPr>
        <w:t xml:space="preserve">to 70%. The consideration consisted of a cash payment of Baht </w:t>
      </w:r>
      <w:r w:rsidR="00EB6887">
        <w:rPr>
          <w:rFonts w:cs="Angsana New"/>
          <w:szCs w:val="28"/>
        </w:rPr>
        <w:t xml:space="preserve">     </w:t>
      </w:r>
      <w:r w:rsidR="008801FE" w:rsidRPr="00EA7AE8">
        <w:rPr>
          <w:rFonts w:cs="Angsana New"/>
          <w:szCs w:val="28"/>
        </w:rPr>
        <w:t>42 million. The Group incurred acquisition-related costs of Baht 0.3</w:t>
      </w:r>
      <w:r w:rsidR="002F13D4" w:rsidRPr="00EA7AE8">
        <w:rPr>
          <w:rFonts w:cs="Angsana New"/>
          <w:szCs w:val="28"/>
        </w:rPr>
        <w:t>2</w:t>
      </w:r>
      <w:r w:rsidR="008801FE" w:rsidRPr="00EA7AE8">
        <w:rPr>
          <w:rFonts w:cs="Angsana New"/>
          <w:szCs w:val="28"/>
        </w:rPr>
        <w:t xml:space="preserve"> million which</w:t>
      </w:r>
      <w:r w:rsidR="008801FE" w:rsidRPr="008801FE">
        <w:rPr>
          <w:rFonts w:cs="Angsana New"/>
          <w:szCs w:val="28"/>
        </w:rPr>
        <w:t xml:space="preserve"> have been included in administrative expenses.</w:t>
      </w:r>
      <w:r w:rsidR="00D87DD2" w:rsidRPr="00F73937">
        <w:rPr>
          <w:highlight w:val="yellow"/>
          <w:lang w:val="en-GB" w:eastAsia="x-none"/>
        </w:rPr>
        <w:t xml:space="preserve"> </w:t>
      </w:r>
    </w:p>
    <w:p w14:paraId="456B4DCC" w14:textId="77777777" w:rsidR="00461272" w:rsidRPr="004A0BC2" w:rsidRDefault="00461272" w:rsidP="00461272">
      <w:pPr>
        <w:pStyle w:val="BodyText"/>
        <w:spacing w:after="0"/>
        <w:ind w:left="562"/>
        <w:jc w:val="both"/>
        <w:rPr>
          <w:sz w:val="18"/>
          <w:szCs w:val="18"/>
          <w:highlight w:val="yellow"/>
          <w:lang w:val="en-GB" w:eastAsia="x-none"/>
        </w:rPr>
      </w:pPr>
    </w:p>
    <w:p w14:paraId="5FB5FC11" w14:textId="6BB43B20" w:rsidR="008801FE" w:rsidRDefault="003A3DDF" w:rsidP="008801FE">
      <w:pPr>
        <w:pStyle w:val="BodyText"/>
        <w:spacing w:after="0"/>
        <w:ind w:left="562"/>
        <w:jc w:val="both"/>
        <w:rPr>
          <w:rFonts w:cstheme="minorBidi"/>
          <w:lang w:val="en-GB" w:eastAsia="x-none"/>
        </w:rPr>
      </w:pPr>
      <w:bookmarkStart w:id="0" w:name="_Hlk86699847"/>
      <w:r w:rsidRPr="008801FE">
        <w:rPr>
          <w:lang w:val="en-GB" w:eastAsia="x-none"/>
        </w:rPr>
        <w:t xml:space="preserve">During the period </w:t>
      </w:r>
      <w:r w:rsidR="00A770BB" w:rsidRPr="008801FE">
        <w:rPr>
          <w:rFonts w:cs="Angsana New"/>
          <w:lang w:val="en-US" w:eastAsia="x-none"/>
        </w:rPr>
        <w:t>from</w:t>
      </w:r>
      <w:r w:rsidRPr="008801FE">
        <w:rPr>
          <w:lang w:val="en-GB" w:eastAsia="x-none"/>
        </w:rPr>
        <w:t xml:space="preserve"> the acquisition date </w:t>
      </w:r>
      <w:r w:rsidR="00A770BB" w:rsidRPr="008801FE">
        <w:rPr>
          <w:lang w:val="en-GB" w:eastAsia="x-none"/>
        </w:rPr>
        <w:t>to</w:t>
      </w:r>
      <w:r w:rsidRPr="008801FE">
        <w:rPr>
          <w:lang w:val="en-GB" w:eastAsia="x-none"/>
        </w:rPr>
        <w:t xml:space="preserve"> </w:t>
      </w:r>
      <w:r w:rsidR="008801FE" w:rsidRPr="008801FE">
        <w:rPr>
          <w:lang w:val="en-GB" w:eastAsia="x-none"/>
        </w:rPr>
        <w:t>31 March 2022</w:t>
      </w:r>
      <w:r w:rsidRPr="008801FE">
        <w:rPr>
          <w:lang w:val="en-GB" w:eastAsia="x-none"/>
        </w:rPr>
        <w:t xml:space="preserve">, </w:t>
      </w:r>
      <w:r w:rsidR="008801FE" w:rsidRPr="008801FE">
        <w:rPr>
          <w:lang w:val="en-GB" w:eastAsia="x-none"/>
        </w:rPr>
        <w:t>The Letter Post Service</w:t>
      </w:r>
      <w:r w:rsidR="006F3037">
        <w:rPr>
          <w:lang w:val="en-GB" w:eastAsia="x-none"/>
        </w:rPr>
        <w:t xml:space="preserve"> </w:t>
      </w:r>
      <w:r w:rsidR="0002195A">
        <w:rPr>
          <w:lang w:val="en-GB" w:eastAsia="x-none"/>
        </w:rPr>
        <w:t>Co., Ltd.</w:t>
      </w:r>
      <w:r w:rsidRPr="008801FE">
        <w:rPr>
          <w:lang w:val="en-GB" w:eastAsia="x-none"/>
        </w:rPr>
        <w:t xml:space="preserve"> </w:t>
      </w:r>
      <w:r w:rsidR="00A770BB" w:rsidRPr="008801FE">
        <w:rPr>
          <w:lang w:val="en-GB" w:eastAsia="x-none"/>
        </w:rPr>
        <w:t xml:space="preserve">contributed revenue </w:t>
      </w:r>
      <w:r w:rsidR="00A770BB" w:rsidRPr="00EA7AE8">
        <w:rPr>
          <w:lang w:val="en-GB" w:eastAsia="x-none"/>
        </w:rPr>
        <w:t>of Baht</w:t>
      </w:r>
      <w:r w:rsidRPr="00EA7AE8">
        <w:rPr>
          <w:lang w:val="en-GB" w:eastAsia="x-none"/>
        </w:rPr>
        <w:t xml:space="preserve"> </w:t>
      </w:r>
      <w:r w:rsidR="007377F3" w:rsidRPr="00EA7AE8">
        <w:rPr>
          <w:lang w:val="en-GB" w:eastAsia="x-none"/>
        </w:rPr>
        <w:t>9.45</w:t>
      </w:r>
      <w:r w:rsidRPr="00EA7AE8">
        <w:rPr>
          <w:lang w:val="en-GB" w:eastAsia="x-none"/>
        </w:rPr>
        <w:t xml:space="preserve"> million and</w:t>
      </w:r>
      <w:r w:rsidR="00A770BB" w:rsidRPr="00EA7AE8">
        <w:rPr>
          <w:lang w:val="en-GB" w:eastAsia="x-none"/>
        </w:rPr>
        <w:t xml:space="preserve"> </w:t>
      </w:r>
      <w:r w:rsidR="007377F3" w:rsidRPr="00EA7AE8">
        <w:rPr>
          <w:lang w:val="en-GB" w:eastAsia="x-none"/>
        </w:rPr>
        <w:t>loss</w:t>
      </w:r>
      <w:r w:rsidR="00A770BB" w:rsidRPr="00EA7AE8">
        <w:rPr>
          <w:lang w:val="en-GB" w:eastAsia="x-none"/>
        </w:rPr>
        <w:t xml:space="preserve"> of Baht </w:t>
      </w:r>
      <w:r w:rsidR="007377F3" w:rsidRPr="00EA7AE8">
        <w:rPr>
          <w:lang w:val="en-GB" w:eastAsia="x-none"/>
        </w:rPr>
        <w:t>0.26</w:t>
      </w:r>
      <w:r w:rsidRPr="00EA7AE8">
        <w:rPr>
          <w:lang w:val="en-GB" w:eastAsia="x-none"/>
        </w:rPr>
        <w:t xml:space="preserve"> million</w:t>
      </w:r>
      <w:r w:rsidRPr="008801FE">
        <w:rPr>
          <w:lang w:val="en-GB" w:eastAsia="x-none"/>
        </w:rPr>
        <w:t xml:space="preserve"> </w:t>
      </w:r>
      <w:r w:rsidR="00A770BB" w:rsidRPr="008801FE">
        <w:rPr>
          <w:lang w:val="en-GB" w:eastAsia="x-none"/>
        </w:rPr>
        <w:t>to the Group’s results.</w:t>
      </w:r>
      <w:bookmarkEnd w:id="0"/>
    </w:p>
    <w:p w14:paraId="4658CF4B" w14:textId="77777777" w:rsidR="00865852" w:rsidRPr="004A0BC2" w:rsidRDefault="00865852" w:rsidP="00EA7AE8">
      <w:pPr>
        <w:tabs>
          <w:tab w:val="left" w:pos="567"/>
        </w:tabs>
        <w:spacing w:line="240" w:lineRule="auto"/>
        <w:jc w:val="both"/>
        <w:rPr>
          <w:rFonts w:cstheme="minorBidi"/>
          <w:sz w:val="18"/>
          <w:szCs w:val="18"/>
          <w:highlight w:val="yellow"/>
          <w:lang w:val="en-GB"/>
        </w:rPr>
      </w:pPr>
    </w:p>
    <w:p w14:paraId="157B5765" w14:textId="66DDB080" w:rsidR="00C25783" w:rsidRPr="00F73937"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t>(</w:t>
      </w:r>
      <w:r w:rsidR="00BB000E">
        <w:rPr>
          <w:b w:val="0"/>
          <w:bCs/>
          <w:i/>
          <w:iCs/>
          <w:sz w:val="22"/>
          <w:lang w:val="en-US"/>
        </w:rPr>
        <w:t>c</w:t>
      </w:r>
      <w:r>
        <w:rPr>
          <w:b w:val="0"/>
          <w:bCs/>
          <w:i/>
          <w:iCs/>
          <w:sz w:val="22"/>
          <w:lang w:val="en-US"/>
        </w:rPr>
        <w:t>)</w:t>
      </w:r>
      <w:r w:rsidR="00C25783">
        <w:rPr>
          <w:b w:val="0"/>
          <w:bCs/>
          <w:i/>
          <w:iCs/>
          <w:sz w:val="22"/>
          <w:lang w:val="en-US"/>
        </w:rPr>
        <w:tab/>
      </w:r>
      <w:r w:rsidR="00BB000E">
        <w:rPr>
          <w:b w:val="0"/>
          <w:bCs/>
          <w:i/>
          <w:iCs/>
          <w:sz w:val="22"/>
          <w:lang w:val="en-US"/>
        </w:rPr>
        <w:t xml:space="preserve">Acquisition of </w:t>
      </w:r>
      <w:r w:rsidR="00C25783">
        <w:rPr>
          <w:b w:val="0"/>
          <w:bCs/>
          <w:i/>
          <w:iCs/>
          <w:sz w:val="22"/>
          <w:lang w:val="en-US"/>
        </w:rPr>
        <w:t xml:space="preserve">M Point Express </w:t>
      </w:r>
      <w:r w:rsidR="00153AF5">
        <w:rPr>
          <w:b w:val="0"/>
          <w:bCs/>
          <w:i/>
          <w:iCs/>
          <w:sz w:val="22"/>
          <w:lang w:val="en-US"/>
        </w:rPr>
        <w:t>Co., Ltd.</w:t>
      </w:r>
    </w:p>
    <w:p w14:paraId="37D481CD" w14:textId="77777777" w:rsidR="00C25783" w:rsidRPr="004A0BC2" w:rsidRDefault="00C25783" w:rsidP="00C25783">
      <w:pPr>
        <w:tabs>
          <w:tab w:val="left" w:pos="567"/>
        </w:tabs>
        <w:spacing w:line="240" w:lineRule="auto"/>
        <w:ind w:left="567" w:firstLine="495"/>
        <w:jc w:val="both"/>
        <w:rPr>
          <w:sz w:val="18"/>
          <w:szCs w:val="18"/>
          <w:highlight w:val="yellow"/>
          <w:cs/>
        </w:rPr>
      </w:pPr>
    </w:p>
    <w:p w14:paraId="3A3E59C8" w14:textId="0BC4280A" w:rsidR="00C25783" w:rsidRPr="00EA7AE8" w:rsidRDefault="00C25783" w:rsidP="00C25783">
      <w:pPr>
        <w:tabs>
          <w:tab w:val="left" w:pos="567"/>
        </w:tabs>
        <w:spacing w:line="240" w:lineRule="auto"/>
        <w:ind w:left="567" w:hanging="567"/>
        <w:jc w:val="thaiDistribute"/>
        <w:rPr>
          <w:lang w:val="en-GB" w:eastAsia="x-none"/>
        </w:rPr>
      </w:pPr>
      <w:r w:rsidRPr="008801FE">
        <w:tab/>
      </w:r>
      <w:r w:rsidRPr="008801FE">
        <w:rPr>
          <w:rFonts w:cs="Angsana New"/>
          <w:szCs w:val="28"/>
        </w:rPr>
        <w:t>On 2</w:t>
      </w:r>
      <w:r>
        <w:rPr>
          <w:rFonts w:cs="Angsana New"/>
          <w:szCs w:val="28"/>
        </w:rPr>
        <w:t>4</w:t>
      </w:r>
      <w:r w:rsidRPr="008801FE">
        <w:rPr>
          <w:rFonts w:cs="Angsana New"/>
          <w:szCs w:val="28"/>
        </w:rPr>
        <w:t xml:space="preserve"> January 2022, </w:t>
      </w:r>
      <w:r>
        <w:rPr>
          <w:rFonts w:cs="Angsana New"/>
          <w:szCs w:val="28"/>
        </w:rPr>
        <w:t xml:space="preserve">the Group </w:t>
      </w:r>
      <w:r w:rsidRPr="008801FE">
        <w:rPr>
          <w:rFonts w:cs="Angsana New"/>
          <w:szCs w:val="28"/>
        </w:rPr>
        <w:t>obtained</w:t>
      </w:r>
      <w:r w:rsidR="00865852">
        <w:rPr>
          <w:rFonts w:cs="Angsana New" w:hint="cs"/>
          <w:szCs w:val="28"/>
          <w:cs/>
        </w:rPr>
        <w:t xml:space="preserve"> </w:t>
      </w:r>
      <w:r w:rsidRPr="008801FE">
        <w:rPr>
          <w:rFonts w:cs="Angsana New"/>
          <w:szCs w:val="28"/>
        </w:rPr>
        <w:t xml:space="preserve">control of </w:t>
      </w:r>
      <w:r>
        <w:rPr>
          <w:rFonts w:cs="Angsana New"/>
          <w:szCs w:val="28"/>
        </w:rPr>
        <w:t>M Point Express</w:t>
      </w:r>
      <w:r w:rsidRPr="008801FE">
        <w:rPr>
          <w:rFonts w:cs="Angsana New"/>
          <w:szCs w:val="28"/>
        </w:rPr>
        <w:t xml:space="preserve"> C</w:t>
      </w:r>
      <w:r w:rsidR="00153AF5">
        <w:rPr>
          <w:rFonts w:cs="Angsana New"/>
          <w:szCs w:val="28"/>
        </w:rPr>
        <w:t>o., Ltd.</w:t>
      </w:r>
      <w:r w:rsidRPr="008801FE">
        <w:rPr>
          <w:rFonts w:cs="Angsana New"/>
          <w:szCs w:val="28"/>
        </w:rPr>
        <w:t>, a seller of franchise to entrepreneurs in providing transportation</w:t>
      </w:r>
      <w:r w:rsidR="00865852">
        <w:rPr>
          <w:rFonts w:cs="Angsana New" w:hint="cs"/>
          <w:szCs w:val="28"/>
          <w:cs/>
        </w:rPr>
        <w:t xml:space="preserve"> </w:t>
      </w:r>
      <w:r w:rsidRPr="008801FE">
        <w:rPr>
          <w:rFonts w:cs="Angsana New"/>
          <w:szCs w:val="28"/>
        </w:rPr>
        <w:t xml:space="preserve">and the center point for domestic parcel delivery, by </w:t>
      </w:r>
      <w:r w:rsidRPr="00EA7AE8">
        <w:rPr>
          <w:rFonts w:cs="Angsana New"/>
          <w:szCs w:val="28"/>
        </w:rPr>
        <w:t>acquiring 60% of the shares</w:t>
      </w:r>
      <w:r w:rsidR="00865852">
        <w:rPr>
          <w:rFonts w:cs="Angsana New"/>
          <w:szCs w:val="28"/>
        </w:rPr>
        <w:t xml:space="preserve"> and voting interests</w:t>
      </w:r>
      <w:r w:rsidRPr="00EA7AE8">
        <w:rPr>
          <w:rFonts w:cs="Angsana New"/>
          <w:szCs w:val="28"/>
        </w:rPr>
        <w:t xml:space="preserve"> in the company</w:t>
      </w:r>
      <w:r w:rsidR="00865852">
        <w:rPr>
          <w:rFonts w:cs="Angsana New" w:hint="cs"/>
          <w:szCs w:val="28"/>
          <w:cs/>
        </w:rPr>
        <w:t xml:space="preserve"> </w:t>
      </w:r>
      <w:r w:rsidR="00865852">
        <w:rPr>
          <w:rFonts w:cs="Angsana New"/>
          <w:szCs w:val="28"/>
        </w:rPr>
        <w:t xml:space="preserve">bringing </w:t>
      </w:r>
      <w:r w:rsidRPr="00EA7AE8">
        <w:rPr>
          <w:rFonts w:cs="Angsana New"/>
          <w:szCs w:val="28"/>
        </w:rPr>
        <w:t>the Group’s equity interest in M Point Express C</w:t>
      </w:r>
      <w:r w:rsidR="00153AF5">
        <w:rPr>
          <w:rFonts w:cs="Angsana New"/>
          <w:szCs w:val="28"/>
        </w:rPr>
        <w:t>o., Ltd.</w:t>
      </w:r>
      <w:r w:rsidR="00236035">
        <w:rPr>
          <w:rFonts w:cs="Angsana New"/>
          <w:szCs w:val="28"/>
        </w:rPr>
        <w:t xml:space="preserve"> </w:t>
      </w:r>
      <w:r w:rsidR="00865852">
        <w:rPr>
          <w:rFonts w:cs="Angsana New"/>
          <w:szCs w:val="28"/>
        </w:rPr>
        <w:t>t</w:t>
      </w:r>
      <w:r w:rsidRPr="00EA7AE8">
        <w:rPr>
          <w:rFonts w:cs="Angsana New"/>
          <w:szCs w:val="28"/>
        </w:rPr>
        <w:t>o 60%. The consideration consisted of a cash payment of Baht 24 million. The Group incurred acquisition-related costs of Baht 0.</w:t>
      </w:r>
      <w:r w:rsidR="001C7E7A" w:rsidRPr="00EA7AE8">
        <w:rPr>
          <w:rFonts w:cs="Angsana New"/>
          <w:szCs w:val="28"/>
        </w:rPr>
        <w:t>32</w:t>
      </w:r>
      <w:r w:rsidRPr="00EA7AE8">
        <w:rPr>
          <w:rFonts w:cs="Angsana New"/>
          <w:szCs w:val="28"/>
        </w:rPr>
        <w:t xml:space="preserve"> million which have been included in administrative expenses.</w:t>
      </w:r>
      <w:r w:rsidRPr="00EA7AE8">
        <w:rPr>
          <w:lang w:val="en-GB" w:eastAsia="x-none"/>
        </w:rPr>
        <w:t xml:space="preserve"> </w:t>
      </w:r>
    </w:p>
    <w:p w14:paraId="5A91D17F" w14:textId="26938E38" w:rsidR="00C25783" w:rsidRPr="00EA7AE8" w:rsidRDefault="00C25783" w:rsidP="00C25783">
      <w:pPr>
        <w:tabs>
          <w:tab w:val="left" w:pos="567"/>
        </w:tabs>
        <w:spacing w:line="240" w:lineRule="auto"/>
        <w:ind w:left="567" w:hanging="567"/>
        <w:jc w:val="thaiDistribute"/>
        <w:rPr>
          <w:lang w:val="en-GB" w:eastAsia="x-none"/>
        </w:rPr>
      </w:pPr>
    </w:p>
    <w:p w14:paraId="5B8CCEBA" w14:textId="187D87F7" w:rsidR="00C25783" w:rsidRDefault="00C25783" w:rsidP="00C25783">
      <w:pPr>
        <w:pStyle w:val="BodyText"/>
        <w:spacing w:after="0"/>
        <w:ind w:left="562"/>
        <w:jc w:val="both"/>
        <w:rPr>
          <w:rFonts w:cstheme="minorBidi"/>
          <w:lang w:val="en-GB" w:eastAsia="x-none"/>
        </w:rPr>
      </w:pPr>
      <w:r w:rsidRPr="00EA7AE8">
        <w:rPr>
          <w:lang w:val="en-GB" w:eastAsia="x-none"/>
        </w:rPr>
        <w:lastRenderedPageBreak/>
        <w:t xml:space="preserve">During the period </w:t>
      </w:r>
      <w:r w:rsidRPr="00EA7AE8">
        <w:rPr>
          <w:rFonts w:cs="Angsana New"/>
          <w:lang w:val="en-US" w:eastAsia="x-none"/>
        </w:rPr>
        <w:t>from</w:t>
      </w:r>
      <w:r w:rsidRPr="00EA7AE8">
        <w:rPr>
          <w:lang w:val="en-GB" w:eastAsia="x-none"/>
        </w:rPr>
        <w:t xml:space="preserve"> the acquisition date to 31 March 2022, M Point Express C</w:t>
      </w:r>
      <w:r w:rsidR="00153AF5">
        <w:rPr>
          <w:lang w:val="en-GB" w:eastAsia="x-none"/>
        </w:rPr>
        <w:t xml:space="preserve">o., Ltd. </w:t>
      </w:r>
      <w:r w:rsidRPr="00EA7AE8">
        <w:rPr>
          <w:lang w:val="en-GB" w:eastAsia="x-none"/>
        </w:rPr>
        <w:t xml:space="preserve">contributed revenue of Baht </w:t>
      </w:r>
      <w:r w:rsidR="00415387" w:rsidRPr="00EA7AE8">
        <w:rPr>
          <w:rFonts w:cs="Angsana New"/>
          <w:szCs w:val="28"/>
          <w:lang w:val="en-US" w:eastAsia="x-none"/>
        </w:rPr>
        <w:t>8.82</w:t>
      </w:r>
      <w:r w:rsidRPr="00EA7AE8">
        <w:rPr>
          <w:lang w:val="en-GB" w:eastAsia="x-none"/>
        </w:rPr>
        <w:t xml:space="preserve"> million and </w:t>
      </w:r>
      <w:r w:rsidR="00415387" w:rsidRPr="00EA7AE8">
        <w:rPr>
          <w:lang w:val="en-GB" w:eastAsia="x-none"/>
        </w:rPr>
        <w:t>loss</w:t>
      </w:r>
      <w:r w:rsidRPr="00EA7AE8">
        <w:rPr>
          <w:lang w:val="en-GB" w:eastAsia="x-none"/>
        </w:rPr>
        <w:t xml:space="preserve"> of Baht </w:t>
      </w:r>
      <w:r w:rsidR="00415387" w:rsidRPr="00EA7AE8">
        <w:rPr>
          <w:lang w:val="en-GB" w:eastAsia="x-none"/>
        </w:rPr>
        <w:t>0.</w:t>
      </w:r>
      <w:r w:rsidRPr="00EA7AE8">
        <w:rPr>
          <w:lang w:val="en-GB" w:eastAsia="x-none"/>
        </w:rPr>
        <w:t>1 million to the Group’s results.</w:t>
      </w:r>
    </w:p>
    <w:p w14:paraId="7250C4CE" w14:textId="1EFFD136" w:rsidR="00EA7AE8" w:rsidRPr="00C25783" w:rsidRDefault="00EA7AE8" w:rsidP="00EA7AE8">
      <w:pPr>
        <w:pStyle w:val="BodyText"/>
        <w:spacing w:after="0"/>
        <w:ind w:left="562"/>
        <w:jc w:val="both"/>
        <w:rPr>
          <w:rFonts w:cstheme="minorBidi"/>
          <w:lang w:val="en-GB" w:eastAsia="x-none"/>
        </w:rPr>
      </w:pPr>
    </w:p>
    <w:p w14:paraId="42306A5E" w14:textId="2F293EBA" w:rsidR="00C25783" w:rsidRPr="00F73937"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t>(</w:t>
      </w:r>
      <w:r w:rsidR="00F85E4A">
        <w:rPr>
          <w:rFonts w:cs="Angsana New"/>
          <w:b w:val="0"/>
          <w:bCs/>
          <w:i/>
          <w:iCs/>
          <w:sz w:val="22"/>
          <w:szCs w:val="28"/>
          <w:lang w:val="en-US"/>
        </w:rPr>
        <w:t>d</w:t>
      </w:r>
      <w:r>
        <w:rPr>
          <w:b w:val="0"/>
          <w:bCs/>
          <w:i/>
          <w:iCs/>
          <w:sz w:val="22"/>
          <w:lang w:val="en-US"/>
        </w:rPr>
        <w:t>)</w:t>
      </w:r>
      <w:r w:rsidR="00C25783">
        <w:rPr>
          <w:b w:val="0"/>
          <w:bCs/>
          <w:i/>
          <w:iCs/>
          <w:sz w:val="22"/>
          <w:lang w:val="en-US"/>
        </w:rPr>
        <w:tab/>
      </w:r>
      <w:r w:rsidR="008C22F9">
        <w:rPr>
          <w:rFonts w:cs="Angsana New"/>
          <w:b w:val="0"/>
          <w:bCs/>
          <w:i/>
          <w:iCs/>
          <w:sz w:val="22"/>
          <w:szCs w:val="28"/>
          <w:lang w:val="en-US"/>
        </w:rPr>
        <w:t xml:space="preserve">Acquisition of </w:t>
      </w:r>
      <w:r w:rsidR="00C25783">
        <w:rPr>
          <w:b w:val="0"/>
          <w:bCs/>
          <w:i/>
          <w:iCs/>
          <w:sz w:val="22"/>
          <w:lang w:val="en-US"/>
        </w:rPr>
        <w:t>Pay</w:t>
      </w:r>
      <w:r w:rsidR="008C22F9">
        <w:rPr>
          <w:b w:val="0"/>
          <w:bCs/>
          <w:i/>
          <w:iCs/>
          <w:sz w:val="22"/>
          <w:lang w:val="en-US"/>
        </w:rPr>
        <w:t>s</w:t>
      </w:r>
      <w:r w:rsidR="00C25783">
        <w:rPr>
          <w:b w:val="0"/>
          <w:bCs/>
          <w:i/>
          <w:iCs/>
          <w:sz w:val="22"/>
          <w:lang w:val="en-US"/>
        </w:rPr>
        <w:t>post Service</w:t>
      </w:r>
      <w:r w:rsidR="008C22F9">
        <w:rPr>
          <w:b w:val="0"/>
          <w:bCs/>
          <w:i/>
          <w:iCs/>
          <w:sz w:val="22"/>
          <w:lang w:val="en-US"/>
        </w:rPr>
        <w:t xml:space="preserve"> </w:t>
      </w:r>
      <w:r w:rsidR="00C25783">
        <w:rPr>
          <w:b w:val="0"/>
          <w:bCs/>
          <w:i/>
          <w:iCs/>
          <w:sz w:val="22"/>
          <w:lang w:val="en-US"/>
        </w:rPr>
        <w:t>Co</w:t>
      </w:r>
      <w:r w:rsidR="00153AF5">
        <w:rPr>
          <w:b w:val="0"/>
          <w:bCs/>
          <w:i/>
          <w:iCs/>
          <w:sz w:val="22"/>
          <w:lang w:val="en-US"/>
        </w:rPr>
        <w:t>., Ltd.</w:t>
      </w:r>
    </w:p>
    <w:p w14:paraId="566D6ED7" w14:textId="77777777" w:rsidR="00C25783" w:rsidRPr="00F73937" w:rsidRDefault="00C25783" w:rsidP="00C25783">
      <w:pPr>
        <w:tabs>
          <w:tab w:val="left" w:pos="567"/>
        </w:tabs>
        <w:spacing w:line="240" w:lineRule="auto"/>
        <w:ind w:left="567" w:firstLine="495"/>
        <w:jc w:val="both"/>
        <w:rPr>
          <w:rFonts w:cstheme="minorBidi"/>
          <w:highlight w:val="yellow"/>
          <w:lang w:val="en-GB"/>
        </w:rPr>
      </w:pPr>
    </w:p>
    <w:p w14:paraId="3F420E04" w14:textId="2F715FE1" w:rsidR="00C25783" w:rsidRPr="00EA7AE8" w:rsidRDefault="00C25783" w:rsidP="00C25783">
      <w:pPr>
        <w:tabs>
          <w:tab w:val="left" w:pos="567"/>
        </w:tabs>
        <w:spacing w:line="240" w:lineRule="auto"/>
        <w:ind w:left="567" w:hanging="567"/>
        <w:jc w:val="thaiDistribute"/>
        <w:rPr>
          <w:lang w:val="en-GB" w:eastAsia="x-none"/>
        </w:rPr>
      </w:pPr>
      <w:r w:rsidRPr="008801FE">
        <w:tab/>
      </w:r>
      <w:r w:rsidRPr="008801FE">
        <w:rPr>
          <w:rFonts w:cs="Angsana New"/>
          <w:szCs w:val="28"/>
        </w:rPr>
        <w:t xml:space="preserve">On </w:t>
      </w:r>
      <w:r>
        <w:rPr>
          <w:rFonts w:cs="Angsana New"/>
          <w:szCs w:val="28"/>
        </w:rPr>
        <w:t>1 March</w:t>
      </w:r>
      <w:r w:rsidRPr="008801FE">
        <w:rPr>
          <w:rFonts w:cs="Angsana New"/>
          <w:szCs w:val="28"/>
        </w:rPr>
        <w:t xml:space="preserve"> 2022, </w:t>
      </w:r>
      <w:r w:rsidRPr="00EA7AE8">
        <w:rPr>
          <w:rFonts w:cs="Angsana New"/>
          <w:szCs w:val="28"/>
        </w:rPr>
        <w:t>the Group obtained</w:t>
      </w:r>
      <w:r w:rsidR="008C22F9">
        <w:rPr>
          <w:rFonts w:cs="Angsana New"/>
          <w:szCs w:val="28"/>
        </w:rPr>
        <w:t xml:space="preserve"> </w:t>
      </w:r>
      <w:r w:rsidRPr="00EA7AE8">
        <w:rPr>
          <w:rFonts w:cs="Angsana New"/>
          <w:szCs w:val="28"/>
        </w:rPr>
        <w:t>control of Pay</w:t>
      </w:r>
      <w:r w:rsidR="008C22F9">
        <w:rPr>
          <w:rFonts w:cs="Angsana New"/>
          <w:szCs w:val="28"/>
        </w:rPr>
        <w:t>s</w:t>
      </w:r>
      <w:r w:rsidRPr="00EA7AE8">
        <w:rPr>
          <w:rFonts w:cs="Angsana New"/>
          <w:szCs w:val="28"/>
        </w:rPr>
        <w:t>post Service</w:t>
      </w:r>
      <w:r w:rsidR="008C22F9">
        <w:rPr>
          <w:rFonts w:cs="Angsana New"/>
          <w:szCs w:val="28"/>
        </w:rPr>
        <w:t xml:space="preserve"> </w:t>
      </w:r>
      <w:r w:rsidR="00153AF5">
        <w:rPr>
          <w:rFonts w:cs="Angsana New"/>
          <w:szCs w:val="28"/>
        </w:rPr>
        <w:t>Co., Ltd.</w:t>
      </w:r>
      <w:r w:rsidRPr="00EA7AE8">
        <w:rPr>
          <w:rFonts w:cs="Angsana New"/>
          <w:szCs w:val="28"/>
        </w:rPr>
        <w:t>, a seller of franchise to entrepreneurs in providing transportation</w:t>
      </w:r>
      <w:r w:rsidR="008C22F9">
        <w:rPr>
          <w:rFonts w:cs="Angsana New"/>
          <w:szCs w:val="28"/>
        </w:rPr>
        <w:t xml:space="preserve"> </w:t>
      </w:r>
      <w:r w:rsidRPr="00EA7AE8">
        <w:rPr>
          <w:rFonts w:cs="Angsana New"/>
          <w:szCs w:val="28"/>
        </w:rPr>
        <w:t>and the center point for domestic parcel delivery, by acquiring 75% of the shares</w:t>
      </w:r>
      <w:r w:rsidR="008C22F9">
        <w:rPr>
          <w:rFonts w:cs="Angsana New"/>
          <w:szCs w:val="28"/>
        </w:rPr>
        <w:t xml:space="preserve"> and voting interests</w:t>
      </w:r>
      <w:r w:rsidRPr="00EA7AE8">
        <w:rPr>
          <w:rFonts w:cs="Angsana New"/>
          <w:szCs w:val="28"/>
        </w:rPr>
        <w:t xml:space="preserve"> in the company</w:t>
      </w:r>
      <w:r w:rsidR="008C22F9">
        <w:rPr>
          <w:rFonts w:cs="Angsana New"/>
          <w:szCs w:val="28"/>
        </w:rPr>
        <w:t xml:space="preserve"> bringing </w:t>
      </w:r>
      <w:r w:rsidRPr="00EA7AE8">
        <w:rPr>
          <w:rFonts w:cs="Angsana New"/>
          <w:szCs w:val="28"/>
        </w:rPr>
        <w:t>the Group’s equity interest in Pay</w:t>
      </w:r>
      <w:r w:rsidR="008C22F9">
        <w:rPr>
          <w:rFonts w:cs="Angsana New"/>
          <w:szCs w:val="28"/>
        </w:rPr>
        <w:t>s</w:t>
      </w:r>
      <w:r w:rsidRPr="00EA7AE8">
        <w:rPr>
          <w:rFonts w:cs="Angsana New"/>
          <w:szCs w:val="28"/>
        </w:rPr>
        <w:t>post Service</w:t>
      </w:r>
      <w:r w:rsidR="008C22F9">
        <w:rPr>
          <w:rFonts w:cs="Angsana New"/>
          <w:szCs w:val="28"/>
        </w:rPr>
        <w:t xml:space="preserve"> </w:t>
      </w:r>
      <w:r w:rsidR="00153AF5">
        <w:rPr>
          <w:rFonts w:cs="Angsana New"/>
          <w:szCs w:val="28"/>
        </w:rPr>
        <w:t>Co., Ltd.</w:t>
      </w:r>
      <w:r w:rsidR="008C22F9">
        <w:rPr>
          <w:rFonts w:cs="Angsana New"/>
          <w:szCs w:val="28"/>
        </w:rPr>
        <w:t xml:space="preserve"> </w:t>
      </w:r>
      <w:r w:rsidRPr="00EA7AE8">
        <w:rPr>
          <w:rFonts w:cs="Angsana New"/>
          <w:szCs w:val="28"/>
        </w:rPr>
        <w:t xml:space="preserve">to 75%. The consideration consisted of a cash payment of Baht 56.25 million. </w:t>
      </w:r>
      <w:r w:rsidR="00153AF5">
        <w:rPr>
          <w:rFonts w:cs="Angsana New"/>
          <w:szCs w:val="28"/>
        </w:rPr>
        <w:t xml:space="preserve">             </w:t>
      </w:r>
      <w:r w:rsidRPr="00EA7AE8">
        <w:rPr>
          <w:rFonts w:cs="Angsana New"/>
          <w:szCs w:val="28"/>
        </w:rPr>
        <w:t>The</w:t>
      </w:r>
      <w:r w:rsidR="00153AF5">
        <w:rPr>
          <w:rFonts w:cs="Angsana New"/>
          <w:szCs w:val="28"/>
        </w:rPr>
        <w:t xml:space="preserve"> G</w:t>
      </w:r>
      <w:r w:rsidRPr="00EA7AE8">
        <w:rPr>
          <w:rFonts w:cs="Angsana New"/>
          <w:szCs w:val="28"/>
        </w:rPr>
        <w:t>roup incurred acquisition-related costs of Baht 0.</w:t>
      </w:r>
      <w:r w:rsidR="00670045" w:rsidRPr="00EA7AE8">
        <w:rPr>
          <w:rFonts w:cs="Angsana New"/>
          <w:szCs w:val="28"/>
        </w:rPr>
        <w:t>05</w:t>
      </w:r>
      <w:r w:rsidRPr="00EA7AE8">
        <w:rPr>
          <w:rFonts w:cs="Angsana New"/>
          <w:szCs w:val="28"/>
        </w:rPr>
        <w:t xml:space="preserve"> million which have been included in</w:t>
      </w:r>
      <w:r w:rsidR="00153AF5">
        <w:rPr>
          <w:rFonts w:cs="Angsana New"/>
          <w:szCs w:val="28"/>
        </w:rPr>
        <w:t xml:space="preserve"> a</w:t>
      </w:r>
      <w:r w:rsidRPr="00EA7AE8">
        <w:rPr>
          <w:rFonts w:cs="Angsana New"/>
          <w:szCs w:val="28"/>
        </w:rPr>
        <w:t>dministrative expenses.</w:t>
      </w:r>
      <w:r w:rsidRPr="00EA7AE8">
        <w:rPr>
          <w:lang w:val="en-GB" w:eastAsia="x-none"/>
        </w:rPr>
        <w:t xml:space="preserve"> </w:t>
      </w:r>
    </w:p>
    <w:p w14:paraId="6420761C" w14:textId="77777777" w:rsidR="00C25783" w:rsidRPr="00EA7AE8" w:rsidRDefault="00C25783" w:rsidP="00C25783">
      <w:pPr>
        <w:tabs>
          <w:tab w:val="left" w:pos="567"/>
        </w:tabs>
        <w:spacing w:line="240" w:lineRule="auto"/>
        <w:ind w:left="567" w:hanging="567"/>
        <w:jc w:val="thaiDistribute"/>
        <w:rPr>
          <w:lang w:val="en-GB" w:eastAsia="x-none"/>
        </w:rPr>
      </w:pPr>
    </w:p>
    <w:p w14:paraId="16934E29" w14:textId="3E5C033E" w:rsidR="00C25783" w:rsidRDefault="00C25783" w:rsidP="00C25783">
      <w:pPr>
        <w:pStyle w:val="BodyText"/>
        <w:spacing w:after="0"/>
        <w:ind w:left="562"/>
        <w:jc w:val="both"/>
        <w:rPr>
          <w:rFonts w:cstheme="minorBidi"/>
          <w:lang w:val="en-GB" w:eastAsia="x-none"/>
        </w:rPr>
      </w:pPr>
      <w:r w:rsidRPr="00EA7AE8">
        <w:rPr>
          <w:lang w:val="en-GB" w:eastAsia="x-none"/>
        </w:rPr>
        <w:t xml:space="preserve">During the period </w:t>
      </w:r>
      <w:r w:rsidRPr="00EA7AE8">
        <w:rPr>
          <w:rFonts w:cs="Angsana New"/>
          <w:lang w:val="en-US" w:eastAsia="x-none"/>
        </w:rPr>
        <w:t>from</w:t>
      </w:r>
      <w:r w:rsidRPr="00EA7AE8">
        <w:rPr>
          <w:lang w:val="en-GB" w:eastAsia="x-none"/>
        </w:rPr>
        <w:t xml:space="preserve"> the acquisition date to 31 March 2022, Pay</w:t>
      </w:r>
      <w:r w:rsidR="008C22F9">
        <w:rPr>
          <w:lang w:val="en-GB" w:eastAsia="x-none"/>
        </w:rPr>
        <w:t>s</w:t>
      </w:r>
      <w:r w:rsidRPr="00EA7AE8">
        <w:rPr>
          <w:lang w:val="en-GB" w:eastAsia="x-none"/>
        </w:rPr>
        <w:t>post Service</w:t>
      </w:r>
      <w:r w:rsidR="008C22F9">
        <w:rPr>
          <w:lang w:val="en-GB" w:eastAsia="x-none"/>
        </w:rPr>
        <w:t xml:space="preserve"> </w:t>
      </w:r>
      <w:r w:rsidRPr="00EA7AE8">
        <w:rPr>
          <w:lang w:val="en-GB" w:eastAsia="x-none"/>
        </w:rPr>
        <w:t>Co</w:t>
      </w:r>
      <w:r w:rsidR="00153AF5">
        <w:rPr>
          <w:lang w:val="en-GB" w:eastAsia="x-none"/>
        </w:rPr>
        <w:t xml:space="preserve">., Ltd. </w:t>
      </w:r>
      <w:r w:rsidRPr="00EA7AE8">
        <w:rPr>
          <w:lang w:val="en-GB" w:eastAsia="x-none"/>
        </w:rPr>
        <w:t>contributed revenue of Baht 2</w:t>
      </w:r>
      <w:r w:rsidR="00530826" w:rsidRPr="00EA7AE8">
        <w:rPr>
          <w:lang w:val="en-GB" w:eastAsia="x-none"/>
        </w:rPr>
        <w:t>8.21</w:t>
      </w:r>
      <w:r w:rsidRPr="00EA7AE8">
        <w:rPr>
          <w:lang w:val="en-GB" w:eastAsia="x-none"/>
        </w:rPr>
        <w:t xml:space="preserve"> million and profit of Baht </w:t>
      </w:r>
      <w:r w:rsidR="00E527AF">
        <w:rPr>
          <w:rFonts w:cs="Angsana New"/>
          <w:szCs w:val="28"/>
          <w:lang w:val="en-US" w:eastAsia="x-none"/>
        </w:rPr>
        <w:t xml:space="preserve">1.13 </w:t>
      </w:r>
      <w:r w:rsidRPr="00EA7AE8">
        <w:rPr>
          <w:lang w:val="en-GB" w:eastAsia="x-none"/>
        </w:rPr>
        <w:t>million to the Group’s</w:t>
      </w:r>
      <w:r w:rsidRPr="008801FE">
        <w:rPr>
          <w:lang w:val="en-GB" w:eastAsia="x-none"/>
        </w:rPr>
        <w:t xml:space="preserve"> results.</w:t>
      </w:r>
    </w:p>
    <w:p w14:paraId="60C6FE31" w14:textId="77777777" w:rsidR="00C25783" w:rsidRDefault="00C25783" w:rsidP="00C25783">
      <w:pPr>
        <w:pStyle w:val="BodyText"/>
        <w:spacing w:after="0"/>
        <w:jc w:val="both"/>
        <w:rPr>
          <w:rFonts w:cstheme="minorBidi"/>
          <w:lang w:val="en-GB" w:eastAsia="x-none"/>
        </w:rPr>
      </w:pPr>
    </w:p>
    <w:p w14:paraId="4D128414" w14:textId="4D55BC12" w:rsidR="00C25783" w:rsidRPr="00F73937" w:rsidRDefault="00871707" w:rsidP="00C25783">
      <w:pPr>
        <w:pStyle w:val="Heading2"/>
        <w:numPr>
          <w:ilvl w:val="0"/>
          <w:numId w:val="0"/>
        </w:numPr>
        <w:tabs>
          <w:tab w:val="left" w:pos="720"/>
        </w:tabs>
        <w:spacing w:before="0" w:after="0" w:line="240" w:lineRule="auto"/>
        <w:ind w:left="540" w:hanging="540"/>
        <w:rPr>
          <w:b w:val="0"/>
          <w:bCs/>
          <w:i/>
          <w:iCs/>
          <w:sz w:val="22"/>
          <w:lang w:val="en-US"/>
        </w:rPr>
      </w:pPr>
      <w:r>
        <w:rPr>
          <w:b w:val="0"/>
          <w:bCs/>
          <w:i/>
          <w:iCs/>
          <w:sz w:val="22"/>
          <w:lang w:val="en-US"/>
        </w:rPr>
        <w:t>(</w:t>
      </w:r>
      <w:r w:rsidR="00F85E4A">
        <w:rPr>
          <w:b w:val="0"/>
          <w:bCs/>
          <w:i/>
          <w:iCs/>
          <w:sz w:val="22"/>
          <w:lang w:val="en-US"/>
        </w:rPr>
        <w:t>e</w:t>
      </w:r>
      <w:r>
        <w:rPr>
          <w:b w:val="0"/>
          <w:bCs/>
          <w:i/>
          <w:iCs/>
          <w:sz w:val="22"/>
          <w:lang w:val="en-US"/>
        </w:rPr>
        <w:t>)</w:t>
      </w:r>
      <w:r w:rsidR="00C25783">
        <w:rPr>
          <w:b w:val="0"/>
          <w:bCs/>
          <w:i/>
          <w:iCs/>
          <w:sz w:val="22"/>
          <w:lang w:val="en-US"/>
        </w:rPr>
        <w:tab/>
      </w:r>
      <w:r w:rsidR="00FD7762">
        <w:rPr>
          <w:b w:val="0"/>
          <w:bCs/>
          <w:i/>
          <w:iCs/>
          <w:sz w:val="22"/>
          <w:lang w:val="en-US"/>
        </w:rPr>
        <w:t xml:space="preserve">Acquisition of </w:t>
      </w:r>
      <w:r w:rsidR="00C25783">
        <w:rPr>
          <w:b w:val="0"/>
          <w:bCs/>
          <w:i/>
          <w:iCs/>
          <w:sz w:val="22"/>
          <w:lang w:val="en-US"/>
        </w:rPr>
        <w:t>Citysoft Infotech C</w:t>
      </w:r>
      <w:r w:rsidR="00381959">
        <w:rPr>
          <w:b w:val="0"/>
          <w:bCs/>
          <w:i/>
          <w:iCs/>
          <w:sz w:val="22"/>
          <w:lang w:val="en-US"/>
        </w:rPr>
        <w:t>o., Ltd.</w:t>
      </w:r>
    </w:p>
    <w:p w14:paraId="5A61CAC8" w14:textId="77777777" w:rsidR="00C25783" w:rsidRPr="00F73937" w:rsidRDefault="00C25783" w:rsidP="00C25783">
      <w:pPr>
        <w:tabs>
          <w:tab w:val="left" w:pos="567"/>
        </w:tabs>
        <w:spacing w:line="240" w:lineRule="auto"/>
        <w:ind w:left="567" w:firstLine="495"/>
        <w:jc w:val="both"/>
        <w:rPr>
          <w:rFonts w:cstheme="minorBidi"/>
          <w:highlight w:val="yellow"/>
          <w:cs/>
          <w:lang w:val="en-GB"/>
        </w:rPr>
      </w:pPr>
    </w:p>
    <w:p w14:paraId="74AD3A7D" w14:textId="790F002D" w:rsidR="00C25783" w:rsidRDefault="00C25783" w:rsidP="00C25783">
      <w:pPr>
        <w:tabs>
          <w:tab w:val="left" w:pos="567"/>
        </w:tabs>
        <w:spacing w:line="240" w:lineRule="auto"/>
        <w:ind w:left="567" w:hanging="567"/>
        <w:jc w:val="thaiDistribute"/>
        <w:rPr>
          <w:lang w:val="en-GB" w:eastAsia="x-none"/>
        </w:rPr>
      </w:pPr>
      <w:r w:rsidRPr="008801FE">
        <w:tab/>
      </w:r>
      <w:r w:rsidRPr="00EA7AE8">
        <w:rPr>
          <w:rFonts w:cs="Angsana New"/>
          <w:szCs w:val="28"/>
        </w:rPr>
        <w:t>On 14 March 2022, the Group obtained</w:t>
      </w:r>
      <w:r w:rsidR="00027F1E">
        <w:rPr>
          <w:rFonts w:cs="Angsana New"/>
          <w:szCs w:val="28"/>
        </w:rPr>
        <w:t xml:space="preserve"> </w:t>
      </w:r>
      <w:r w:rsidRPr="00EA7AE8">
        <w:rPr>
          <w:rFonts w:cs="Angsana New"/>
          <w:szCs w:val="28"/>
        </w:rPr>
        <w:t>control of Citysoft Infotech Co</w:t>
      </w:r>
      <w:r w:rsidR="00381959">
        <w:rPr>
          <w:rFonts w:cs="Angsana New"/>
          <w:szCs w:val="28"/>
        </w:rPr>
        <w:t>., Ltd.</w:t>
      </w:r>
      <w:r w:rsidRPr="00EA7AE8">
        <w:rPr>
          <w:rFonts w:cs="Angsana New"/>
          <w:szCs w:val="28"/>
        </w:rPr>
        <w:t>,</w:t>
      </w:r>
      <w:r w:rsidR="00027F1E">
        <w:rPr>
          <w:rFonts w:cs="Angsana New"/>
          <w:szCs w:val="28"/>
        </w:rPr>
        <w:t xml:space="preserve"> </w:t>
      </w:r>
      <w:r w:rsidRPr="00EA7AE8">
        <w:rPr>
          <w:rFonts w:cs="Angsana New"/>
          <w:szCs w:val="28"/>
        </w:rPr>
        <w:t xml:space="preserve">a </w:t>
      </w:r>
      <w:r w:rsidR="00027F1E">
        <w:rPr>
          <w:rFonts w:cs="Angsana New"/>
          <w:szCs w:val="28"/>
        </w:rPr>
        <w:t xml:space="preserve">consultant and software </w:t>
      </w:r>
      <w:r w:rsidR="006030B2" w:rsidRPr="00EA7AE8">
        <w:rPr>
          <w:rFonts w:cs="Angsana New"/>
          <w:szCs w:val="28"/>
        </w:rPr>
        <w:t>provider</w:t>
      </w:r>
      <w:r w:rsidRPr="00EA7AE8">
        <w:rPr>
          <w:rFonts w:cs="Angsana New"/>
          <w:szCs w:val="28"/>
        </w:rPr>
        <w:t>, by acquiring 60% of the shares</w:t>
      </w:r>
      <w:r w:rsidR="00027F1E">
        <w:rPr>
          <w:rFonts w:cs="Angsana New"/>
          <w:szCs w:val="28"/>
        </w:rPr>
        <w:t xml:space="preserve"> and voting interests</w:t>
      </w:r>
      <w:r w:rsidRPr="00EA7AE8">
        <w:rPr>
          <w:rFonts w:cs="Angsana New"/>
          <w:szCs w:val="28"/>
        </w:rPr>
        <w:t xml:space="preserve"> in the company</w:t>
      </w:r>
      <w:r w:rsidR="00027F1E">
        <w:rPr>
          <w:rFonts w:cs="Angsana New"/>
          <w:szCs w:val="28"/>
        </w:rPr>
        <w:t xml:space="preserve"> bringing</w:t>
      </w:r>
      <w:r w:rsidR="00381959">
        <w:rPr>
          <w:rFonts w:cs="Angsana New"/>
          <w:szCs w:val="28"/>
        </w:rPr>
        <w:t xml:space="preserve"> </w:t>
      </w:r>
      <w:r w:rsidRPr="00EA7AE8">
        <w:rPr>
          <w:rFonts w:cs="Angsana New"/>
          <w:szCs w:val="28"/>
        </w:rPr>
        <w:t xml:space="preserve">the Group’s equity interest in Citysoft Infotech </w:t>
      </w:r>
      <w:r w:rsidR="00381959">
        <w:rPr>
          <w:rFonts w:cs="Angsana New"/>
          <w:szCs w:val="28"/>
        </w:rPr>
        <w:t>Co., Ltd.</w:t>
      </w:r>
      <w:r w:rsidR="00027F1E">
        <w:rPr>
          <w:rFonts w:cs="Angsana New"/>
          <w:szCs w:val="28"/>
        </w:rPr>
        <w:t xml:space="preserve"> </w:t>
      </w:r>
      <w:r w:rsidRPr="00EA7AE8">
        <w:rPr>
          <w:rFonts w:cs="Angsana New"/>
          <w:szCs w:val="28"/>
        </w:rPr>
        <w:t>to 60%. The consideration consisted of a cash payment of Baht 58.50 million. The Group incurred acquisition-related costs of Baht 0.</w:t>
      </w:r>
      <w:r w:rsidR="008F2219" w:rsidRPr="00EA7AE8">
        <w:rPr>
          <w:rFonts w:cs="Angsana New"/>
          <w:szCs w:val="28"/>
        </w:rPr>
        <w:t>05</w:t>
      </w:r>
      <w:r w:rsidRPr="00EA7AE8">
        <w:rPr>
          <w:rFonts w:cs="Angsana New"/>
          <w:szCs w:val="28"/>
        </w:rPr>
        <w:t xml:space="preserve"> million which have been</w:t>
      </w:r>
      <w:r w:rsidRPr="008801FE">
        <w:rPr>
          <w:rFonts w:cs="Angsana New"/>
          <w:szCs w:val="28"/>
        </w:rPr>
        <w:t xml:space="preserve"> included in administrative expenses.</w:t>
      </w:r>
      <w:r w:rsidRPr="00F73937">
        <w:rPr>
          <w:highlight w:val="yellow"/>
          <w:lang w:val="en-GB" w:eastAsia="x-none"/>
        </w:rPr>
        <w:t xml:space="preserve"> </w:t>
      </w:r>
    </w:p>
    <w:p w14:paraId="2F1E4A0B" w14:textId="77777777" w:rsidR="00C25783" w:rsidRPr="00F73937" w:rsidRDefault="00C25783" w:rsidP="00C25783">
      <w:pPr>
        <w:pStyle w:val="BodyText"/>
        <w:spacing w:after="0"/>
        <w:ind w:left="562"/>
        <w:jc w:val="both"/>
        <w:rPr>
          <w:highlight w:val="yellow"/>
          <w:lang w:val="en-GB" w:eastAsia="x-none"/>
        </w:rPr>
      </w:pPr>
    </w:p>
    <w:p w14:paraId="380B64D5" w14:textId="5C6B0046" w:rsidR="00C25783" w:rsidRDefault="00C25783" w:rsidP="00C25783">
      <w:pPr>
        <w:pStyle w:val="BodyText"/>
        <w:spacing w:after="0"/>
        <w:ind w:left="562"/>
        <w:jc w:val="both"/>
        <w:rPr>
          <w:rFonts w:cstheme="minorBidi"/>
          <w:lang w:val="en-GB" w:eastAsia="x-none"/>
        </w:rPr>
      </w:pPr>
      <w:r w:rsidRPr="008801FE">
        <w:rPr>
          <w:lang w:val="en-GB" w:eastAsia="x-none"/>
        </w:rPr>
        <w:t xml:space="preserve">During </w:t>
      </w:r>
      <w:r w:rsidRPr="00EA7AE8">
        <w:rPr>
          <w:lang w:val="en-GB" w:eastAsia="x-none"/>
        </w:rPr>
        <w:t xml:space="preserve">the period </w:t>
      </w:r>
      <w:r w:rsidRPr="00EA7AE8">
        <w:rPr>
          <w:rFonts w:cs="Angsana New"/>
          <w:lang w:val="en-US" w:eastAsia="x-none"/>
        </w:rPr>
        <w:t>from</w:t>
      </w:r>
      <w:r w:rsidRPr="00EA7AE8">
        <w:rPr>
          <w:lang w:val="en-GB" w:eastAsia="x-none"/>
        </w:rPr>
        <w:t xml:space="preserve"> the acquisition date to 31 March 2022, Citysoft Infotech Co</w:t>
      </w:r>
      <w:r w:rsidR="00381959">
        <w:rPr>
          <w:lang w:val="en-GB" w:eastAsia="x-none"/>
        </w:rPr>
        <w:t>., Ltd.</w:t>
      </w:r>
      <w:r w:rsidRPr="00EA7AE8">
        <w:rPr>
          <w:lang w:val="en-GB" w:eastAsia="x-none"/>
        </w:rPr>
        <w:t xml:space="preserve"> contributed revenue of Baht 3</w:t>
      </w:r>
      <w:r w:rsidR="00A91077" w:rsidRPr="00EA7AE8">
        <w:rPr>
          <w:lang w:val="en-GB" w:eastAsia="x-none"/>
        </w:rPr>
        <w:t>.75</w:t>
      </w:r>
      <w:r w:rsidRPr="00EA7AE8">
        <w:rPr>
          <w:lang w:val="en-GB" w:eastAsia="x-none"/>
        </w:rPr>
        <w:t xml:space="preserve"> million and profit of Baht 2</w:t>
      </w:r>
      <w:r w:rsidR="00A91077" w:rsidRPr="00EA7AE8">
        <w:rPr>
          <w:lang w:val="en-GB" w:eastAsia="x-none"/>
        </w:rPr>
        <w:t>.</w:t>
      </w:r>
      <w:r w:rsidRPr="00EA7AE8">
        <w:rPr>
          <w:lang w:val="en-GB" w:eastAsia="x-none"/>
        </w:rPr>
        <w:t>1</w:t>
      </w:r>
      <w:r w:rsidR="00A91077" w:rsidRPr="00EA7AE8">
        <w:rPr>
          <w:lang w:val="en-GB" w:eastAsia="x-none"/>
        </w:rPr>
        <w:t>7</w:t>
      </w:r>
      <w:r w:rsidRPr="00EA7AE8">
        <w:rPr>
          <w:lang w:val="en-GB" w:eastAsia="x-none"/>
        </w:rPr>
        <w:t xml:space="preserve"> million to the Group’s results.</w:t>
      </w:r>
    </w:p>
    <w:p w14:paraId="285D0730" w14:textId="77777777" w:rsidR="00C92921" w:rsidRPr="00E97B0F" w:rsidRDefault="00C92921" w:rsidP="00E97B0F">
      <w:pPr>
        <w:pStyle w:val="BodyText"/>
        <w:spacing w:after="0"/>
        <w:ind w:left="562"/>
        <w:jc w:val="both"/>
        <w:rPr>
          <w:lang w:val="en-GB" w:eastAsia="x-none"/>
        </w:rPr>
      </w:pPr>
    </w:p>
    <w:p w14:paraId="0ADBDE12" w14:textId="4FF251B5" w:rsidR="00E97B0F" w:rsidRPr="00E97B0F" w:rsidRDefault="00E97B0F" w:rsidP="00E97B0F">
      <w:pPr>
        <w:pStyle w:val="BodyText"/>
        <w:spacing w:after="0"/>
        <w:ind w:left="562"/>
        <w:jc w:val="both"/>
        <w:rPr>
          <w:lang w:val="en-GB" w:eastAsia="x-none"/>
        </w:rPr>
      </w:pPr>
      <w:r w:rsidRPr="008801FE">
        <w:rPr>
          <w:lang w:val="en-GB" w:eastAsia="x-none"/>
        </w:rPr>
        <w:t>Taking control of The Letter Post Service</w:t>
      </w:r>
      <w:r w:rsidR="001B3411">
        <w:rPr>
          <w:rFonts w:cstheme="minorBidi" w:hint="cs"/>
          <w:cs/>
          <w:lang w:val="en-GB" w:eastAsia="x-none"/>
        </w:rPr>
        <w:t xml:space="preserve"> </w:t>
      </w:r>
      <w:r w:rsidR="00381959">
        <w:rPr>
          <w:lang w:val="en-GB" w:eastAsia="x-none"/>
        </w:rPr>
        <w:t>Co., Ltd.</w:t>
      </w:r>
      <w:r>
        <w:rPr>
          <w:lang w:val="en-GB" w:eastAsia="x-none"/>
        </w:rPr>
        <w:t>, M Point Express C</w:t>
      </w:r>
      <w:r w:rsidR="00381959">
        <w:rPr>
          <w:lang w:val="en-GB" w:eastAsia="x-none"/>
        </w:rPr>
        <w:t>o., Ltd.</w:t>
      </w:r>
      <w:r>
        <w:rPr>
          <w:lang w:val="en-GB" w:eastAsia="x-none"/>
        </w:rPr>
        <w:t xml:space="preserve"> and Pay</w:t>
      </w:r>
      <w:r w:rsidR="001B3411">
        <w:rPr>
          <w:rFonts w:cs="Angsana New"/>
          <w:szCs w:val="28"/>
          <w:lang w:val="en-US" w:eastAsia="x-none"/>
        </w:rPr>
        <w:t>s</w:t>
      </w:r>
      <w:r>
        <w:rPr>
          <w:lang w:val="en-GB" w:eastAsia="x-none"/>
        </w:rPr>
        <w:t>post Service</w:t>
      </w:r>
      <w:r w:rsidR="001B3411">
        <w:rPr>
          <w:lang w:val="en-GB" w:eastAsia="x-none"/>
        </w:rPr>
        <w:t xml:space="preserve"> </w:t>
      </w:r>
      <w:r w:rsidR="00381959">
        <w:rPr>
          <w:lang w:val="en-GB" w:eastAsia="x-none"/>
        </w:rPr>
        <w:t>Co., Ltd.</w:t>
      </w:r>
      <w:r w:rsidRPr="008801FE">
        <w:rPr>
          <w:lang w:val="en-GB" w:eastAsia="x-none"/>
        </w:rPr>
        <w:t xml:space="preserve"> will enable the Group to expand payment points, electronic payment services, POS services and expand the top-up machines and vending machines business.</w:t>
      </w:r>
      <w:r>
        <w:rPr>
          <w:lang w:val="en-GB" w:eastAsia="x-none"/>
        </w:rPr>
        <w:t xml:space="preserve"> </w:t>
      </w:r>
      <w:r w:rsidRPr="00623C18">
        <w:rPr>
          <w:lang w:val="en-GB" w:eastAsia="x-none"/>
        </w:rPr>
        <w:t>The acquisition is expected to provide the Group with an increased share of the market through access to the acquiree’s customer base</w:t>
      </w:r>
      <w:r w:rsidR="001B3411">
        <w:rPr>
          <w:lang w:val="en-GB" w:eastAsia="x-none"/>
        </w:rPr>
        <w:t xml:space="preserve">. </w:t>
      </w:r>
      <w:r w:rsidRPr="008801FE">
        <w:rPr>
          <w:lang w:val="en-GB" w:eastAsia="x-none"/>
        </w:rPr>
        <w:t xml:space="preserve">Taking control of </w:t>
      </w:r>
      <w:r>
        <w:rPr>
          <w:lang w:val="en-GB" w:eastAsia="x-none"/>
        </w:rPr>
        <w:t>Citysoft Infotech</w:t>
      </w:r>
      <w:r w:rsidRPr="008801FE">
        <w:rPr>
          <w:lang w:val="en-GB" w:eastAsia="x-none"/>
        </w:rPr>
        <w:t xml:space="preserve"> </w:t>
      </w:r>
      <w:r w:rsidR="00381959">
        <w:rPr>
          <w:lang w:val="en-GB" w:eastAsia="x-none"/>
        </w:rPr>
        <w:t>Co., Ltd.</w:t>
      </w:r>
      <w:r w:rsidRPr="008801FE">
        <w:rPr>
          <w:lang w:val="en-GB" w:eastAsia="x-none"/>
        </w:rPr>
        <w:t xml:space="preserve"> will enable the Group to </w:t>
      </w:r>
      <w:r w:rsidR="001B3411">
        <w:rPr>
          <w:lang w:val="en-GB" w:eastAsia="x-none"/>
        </w:rPr>
        <w:t>obtain its advanced production process of POS</w:t>
      </w:r>
      <w:r w:rsidRPr="00E97B0F">
        <w:rPr>
          <w:lang w:val="en-GB" w:eastAsia="x-none"/>
        </w:rPr>
        <w:t>.</w:t>
      </w:r>
      <w:r w:rsidRPr="008801FE">
        <w:rPr>
          <w:lang w:val="en-GB" w:eastAsia="x-none"/>
        </w:rPr>
        <w:t xml:space="preserve"> The acquisition is expected to provide the Group with an increased share of the market through access to the acquiree’s customer base. </w:t>
      </w:r>
    </w:p>
    <w:p w14:paraId="2FE30ABB" w14:textId="77777777" w:rsidR="00E97B0F" w:rsidRPr="00E97B0F" w:rsidRDefault="00E97B0F" w:rsidP="00E97B0F">
      <w:pPr>
        <w:pStyle w:val="BodyText"/>
        <w:spacing w:after="0"/>
        <w:ind w:left="562"/>
        <w:jc w:val="both"/>
        <w:rPr>
          <w:cs/>
          <w:lang w:val="en-GB" w:eastAsia="x-none"/>
        </w:rPr>
      </w:pPr>
    </w:p>
    <w:p w14:paraId="341F7099" w14:textId="59D95629" w:rsidR="00E97B0F" w:rsidRPr="00E97B0F" w:rsidRDefault="00E97B0F" w:rsidP="00E97B0F">
      <w:pPr>
        <w:pStyle w:val="BodyText"/>
        <w:spacing w:after="0"/>
        <w:ind w:left="562"/>
        <w:jc w:val="both"/>
        <w:rPr>
          <w:lang w:val="en-GB" w:eastAsia="x-none"/>
        </w:rPr>
      </w:pPr>
      <w:r w:rsidRPr="00E97B0F">
        <w:rPr>
          <w:lang w:val="en-GB" w:eastAsia="x-none"/>
        </w:rPr>
        <w:t>The fair value of franchise agreement</w:t>
      </w:r>
      <w:r w:rsidR="00283F49">
        <w:rPr>
          <w:lang w:val="en-GB" w:eastAsia="x-none"/>
        </w:rPr>
        <w:t>s</w:t>
      </w:r>
      <w:r w:rsidRPr="00E97B0F">
        <w:rPr>
          <w:lang w:val="en-GB" w:eastAsia="x-none"/>
        </w:rPr>
        <w:t xml:space="preserve"> and project backlog have been determined provisionally by management of the Company.</w:t>
      </w:r>
    </w:p>
    <w:p w14:paraId="352F6045" w14:textId="77777777" w:rsidR="00E97B0F" w:rsidRPr="00E97B0F" w:rsidRDefault="00E97B0F" w:rsidP="00E97B0F">
      <w:pPr>
        <w:pStyle w:val="BodyText"/>
        <w:spacing w:after="0"/>
        <w:ind w:left="562"/>
        <w:jc w:val="both"/>
        <w:rPr>
          <w:lang w:val="en-GB" w:eastAsia="x-none"/>
        </w:rPr>
      </w:pPr>
    </w:p>
    <w:p w14:paraId="758D03DD" w14:textId="62748218" w:rsidR="00E97B0F" w:rsidRDefault="00E97B0F" w:rsidP="00E97B0F">
      <w:pPr>
        <w:pStyle w:val="BodyText"/>
        <w:spacing w:after="0"/>
        <w:ind w:left="562"/>
        <w:jc w:val="both"/>
        <w:rPr>
          <w:lang w:val="en-GB" w:eastAsia="x-none"/>
        </w:rPr>
      </w:pPr>
      <w:r w:rsidRPr="00E97B0F">
        <w:rPr>
          <w:lang w:val="en-GB" w:eastAsia="x-none"/>
        </w:rPr>
        <w:t>The goodwill is attributable to the marketing skills and technical talent of the acquiree’s work force, and the synergies expected to be achieved from integrating the compan</w:t>
      </w:r>
      <w:r w:rsidR="00EB6887">
        <w:rPr>
          <w:lang w:val="en-GB" w:eastAsia="x-none"/>
        </w:rPr>
        <w:t>ies</w:t>
      </w:r>
      <w:r w:rsidRPr="00E97B0F">
        <w:rPr>
          <w:lang w:val="en-GB" w:eastAsia="x-none"/>
        </w:rPr>
        <w:t xml:space="preserve"> into the Group’s business. None of the goodwill recognised is expected to be deductible for income tax purposes.</w:t>
      </w:r>
    </w:p>
    <w:p w14:paraId="188A1300" w14:textId="77777777" w:rsidR="00E97B0F" w:rsidRPr="00BA5A5A" w:rsidRDefault="00E97B0F" w:rsidP="00E97B0F">
      <w:pPr>
        <w:pStyle w:val="BodyText"/>
        <w:spacing w:after="0"/>
        <w:ind w:left="562"/>
        <w:jc w:val="both"/>
        <w:rPr>
          <w:cs/>
          <w:lang w:val="en-GB" w:eastAsia="x-none"/>
        </w:rPr>
      </w:pPr>
    </w:p>
    <w:p w14:paraId="3DDA3C75" w14:textId="5890D119" w:rsidR="00E97B0F" w:rsidRPr="00E97B0F" w:rsidRDefault="00E97B0F" w:rsidP="00E97B0F">
      <w:pPr>
        <w:pStyle w:val="BodyText"/>
        <w:spacing w:after="0"/>
        <w:ind w:left="562"/>
        <w:jc w:val="both"/>
        <w:rPr>
          <w:lang w:val="en-GB" w:eastAsia="x-none"/>
        </w:rPr>
      </w:pPr>
      <w:r w:rsidRPr="00E97B0F">
        <w:rPr>
          <w:lang w:val="en-GB" w:eastAsia="x-none"/>
        </w:rPr>
        <w:t>As at the reporting date, the determination of the fair value of the identifiable assets acquired and liabilities assumed from the business acquisitions</w:t>
      </w:r>
      <w:r w:rsidR="001B3411">
        <w:rPr>
          <w:lang w:val="en-GB" w:eastAsia="x-none"/>
        </w:rPr>
        <w:t xml:space="preserve"> (b) - (e</w:t>
      </w:r>
      <w:r w:rsidR="001B3411">
        <w:rPr>
          <w:rFonts w:cs="Angsana New"/>
          <w:szCs w:val="28"/>
          <w:lang w:val="en-US" w:eastAsia="x-none"/>
        </w:rPr>
        <w:t>)</w:t>
      </w:r>
      <w:r w:rsidRPr="00E97B0F">
        <w:rPr>
          <w:lang w:val="en-GB" w:eastAsia="x-none"/>
        </w:rPr>
        <w:t xml:space="preserve"> by an independent appraiser have not yet been completed, therefore, the determination of the fair value was determined provisionally and</w:t>
      </w:r>
      <w:r w:rsidR="001B3411">
        <w:rPr>
          <w:lang w:val="en-GB" w:eastAsia="x-none"/>
        </w:rPr>
        <w:t xml:space="preserve"> </w:t>
      </w:r>
      <w:r w:rsidR="00CF1639">
        <w:rPr>
          <w:lang w:val="en-GB" w:eastAsia="x-none"/>
        </w:rPr>
        <w:t xml:space="preserve">             </w:t>
      </w:r>
      <w:r w:rsidR="001B3411" w:rsidRPr="001B3411">
        <w:rPr>
          <w:lang w:val="en-GB" w:eastAsia="x-none"/>
        </w:rPr>
        <w:t xml:space="preserve">the allocation of the purchase price </w:t>
      </w:r>
      <w:r w:rsidR="001B3411">
        <w:rPr>
          <w:lang w:val="en-GB" w:eastAsia="x-none"/>
        </w:rPr>
        <w:t xml:space="preserve">is </w:t>
      </w:r>
      <w:r w:rsidRPr="00E97B0F">
        <w:rPr>
          <w:lang w:val="en-GB" w:eastAsia="x-none"/>
        </w:rPr>
        <w:t>subject to potential amendment.</w:t>
      </w:r>
    </w:p>
    <w:p w14:paraId="0A84F8C5" w14:textId="4A332D48" w:rsidR="00E97B0F" w:rsidRPr="00E97B0F" w:rsidRDefault="00E97B0F" w:rsidP="00C92921">
      <w:pPr>
        <w:pStyle w:val="BodyText"/>
        <w:spacing w:after="0"/>
        <w:jc w:val="both"/>
        <w:rPr>
          <w:rFonts w:cstheme="minorBidi"/>
          <w:cs/>
          <w:lang w:val="en-GB" w:eastAsia="x-none"/>
        </w:rPr>
        <w:sectPr w:rsidR="00E97B0F" w:rsidRPr="00E97B0F" w:rsidSect="00852641">
          <w:headerReference w:type="even" r:id="rId8"/>
          <w:headerReference w:type="default" r:id="rId9"/>
          <w:footerReference w:type="even" r:id="rId10"/>
          <w:footerReference w:type="default" r:id="rId11"/>
          <w:headerReference w:type="first" r:id="rId12"/>
          <w:footerReference w:type="first" r:id="rId13"/>
          <w:pgSz w:w="11907" w:h="16840" w:code="9"/>
          <w:pgMar w:top="691" w:right="1152" w:bottom="576" w:left="1152" w:header="720" w:footer="720" w:gutter="0"/>
          <w:pgNumType w:start="13"/>
          <w:cols w:space="720"/>
          <w:docGrid w:linePitch="299"/>
        </w:sectPr>
      </w:pPr>
    </w:p>
    <w:tbl>
      <w:tblPr>
        <w:tblW w:w="13596" w:type="dxa"/>
        <w:tblInd w:w="1080" w:type="dxa"/>
        <w:tblLayout w:type="fixed"/>
        <w:tblCellMar>
          <w:left w:w="79" w:type="dxa"/>
          <w:right w:w="79" w:type="dxa"/>
        </w:tblCellMar>
        <w:tblLook w:val="0000" w:firstRow="0" w:lastRow="0" w:firstColumn="0" w:lastColumn="0" w:noHBand="0" w:noVBand="0"/>
      </w:tblPr>
      <w:tblGrid>
        <w:gridCol w:w="4320"/>
        <w:gridCol w:w="720"/>
        <w:gridCol w:w="270"/>
        <w:gridCol w:w="1620"/>
        <w:gridCol w:w="270"/>
        <w:gridCol w:w="1350"/>
        <w:gridCol w:w="270"/>
        <w:gridCol w:w="1440"/>
        <w:gridCol w:w="270"/>
        <w:gridCol w:w="1440"/>
        <w:gridCol w:w="270"/>
        <w:gridCol w:w="1356"/>
      </w:tblGrid>
      <w:tr w:rsidR="00AD2AEB" w:rsidRPr="00F73937" w14:paraId="70BC4D91" w14:textId="3EEBB900" w:rsidTr="00AD0E73">
        <w:trPr>
          <w:cantSplit/>
          <w:tblHeader/>
        </w:trPr>
        <w:tc>
          <w:tcPr>
            <w:tcW w:w="4320" w:type="dxa"/>
          </w:tcPr>
          <w:p w14:paraId="3E169594" w14:textId="77777777" w:rsidR="00283F49" w:rsidRDefault="00AD2AEB" w:rsidP="001668DF">
            <w:pPr>
              <w:spacing w:line="240" w:lineRule="auto"/>
              <w:rPr>
                <w:b/>
                <w:bCs/>
                <w:i/>
                <w:iCs/>
              </w:rPr>
            </w:pPr>
            <w:r w:rsidRPr="00F73937">
              <w:rPr>
                <w:b/>
                <w:bCs/>
                <w:i/>
                <w:iCs/>
              </w:rPr>
              <w:lastRenderedPageBreak/>
              <w:t xml:space="preserve">Identifiable assets acquired and </w:t>
            </w:r>
          </w:p>
          <w:p w14:paraId="4BD5445C" w14:textId="2F626D51" w:rsidR="00AD2AEB" w:rsidRPr="00F73937" w:rsidRDefault="00283F49" w:rsidP="001668DF">
            <w:pPr>
              <w:spacing w:line="240" w:lineRule="auto"/>
              <w:rPr>
                <w:b/>
                <w:bCs/>
                <w:cs/>
              </w:rPr>
            </w:pPr>
            <w:r>
              <w:rPr>
                <w:b/>
                <w:bCs/>
                <w:i/>
                <w:iCs/>
              </w:rPr>
              <w:t xml:space="preserve">   </w:t>
            </w:r>
            <w:r w:rsidR="00AD2AEB" w:rsidRPr="00F73937">
              <w:rPr>
                <w:b/>
                <w:bCs/>
                <w:i/>
                <w:iCs/>
              </w:rPr>
              <w:t>liabilities assumed</w:t>
            </w:r>
          </w:p>
        </w:tc>
        <w:tc>
          <w:tcPr>
            <w:tcW w:w="720" w:type="dxa"/>
          </w:tcPr>
          <w:p w14:paraId="4FAC5370" w14:textId="77777777" w:rsidR="00AD2AEB" w:rsidRPr="00F73937" w:rsidRDefault="00AD2AEB" w:rsidP="001668DF">
            <w:pPr>
              <w:spacing w:line="240" w:lineRule="auto"/>
              <w:jc w:val="center"/>
            </w:pPr>
          </w:p>
        </w:tc>
        <w:tc>
          <w:tcPr>
            <w:tcW w:w="270" w:type="dxa"/>
          </w:tcPr>
          <w:p w14:paraId="2109DD9C" w14:textId="77777777" w:rsidR="00AD2AEB" w:rsidRPr="00F73937" w:rsidRDefault="00AD2AEB" w:rsidP="001668DF">
            <w:pPr>
              <w:spacing w:line="240" w:lineRule="auto"/>
              <w:jc w:val="center"/>
            </w:pPr>
          </w:p>
        </w:tc>
        <w:tc>
          <w:tcPr>
            <w:tcW w:w="8286" w:type="dxa"/>
            <w:gridSpan w:val="9"/>
          </w:tcPr>
          <w:p w14:paraId="197A10DA" w14:textId="77777777" w:rsidR="00AD0E73" w:rsidRDefault="00AD0E73" w:rsidP="001668DF">
            <w:pPr>
              <w:spacing w:line="240" w:lineRule="auto"/>
              <w:jc w:val="center"/>
              <w:rPr>
                <w:b/>
                <w:bCs/>
              </w:rPr>
            </w:pPr>
          </w:p>
          <w:p w14:paraId="7424FF8D" w14:textId="593320B1" w:rsidR="00AD2AEB" w:rsidRPr="00F73937" w:rsidRDefault="00AD2AEB" w:rsidP="001668DF">
            <w:pPr>
              <w:spacing w:line="240" w:lineRule="auto"/>
              <w:jc w:val="center"/>
              <w:rPr>
                <w:b/>
                <w:bCs/>
              </w:rPr>
            </w:pPr>
            <w:r w:rsidRPr="00F73937">
              <w:rPr>
                <w:b/>
                <w:bCs/>
              </w:rPr>
              <w:t>Fair value</w:t>
            </w:r>
          </w:p>
        </w:tc>
      </w:tr>
      <w:tr w:rsidR="00AF0D50" w:rsidRPr="00F73937" w14:paraId="0F49DE2C" w14:textId="3CE9542D" w:rsidTr="00AD0E73">
        <w:trPr>
          <w:cantSplit/>
          <w:trHeight w:val="639"/>
          <w:tblHeader/>
        </w:trPr>
        <w:tc>
          <w:tcPr>
            <w:tcW w:w="4320" w:type="dxa"/>
          </w:tcPr>
          <w:p w14:paraId="02F89995" w14:textId="021D7A94" w:rsidR="00AF0D50" w:rsidRPr="00F73937" w:rsidRDefault="00AF0D50" w:rsidP="001668DF">
            <w:pPr>
              <w:spacing w:line="240" w:lineRule="auto"/>
            </w:pPr>
          </w:p>
        </w:tc>
        <w:tc>
          <w:tcPr>
            <w:tcW w:w="720" w:type="dxa"/>
            <w:vAlign w:val="bottom"/>
          </w:tcPr>
          <w:p w14:paraId="2C9C3357" w14:textId="77777777" w:rsidR="00AF0D50" w:rsidRPr="00F73937" w:rsidRDefault="00AF0D50" w:rsidP="009E7BDE">
            <w:pPr>
              <w:spacing w:line="240" w:lineRule="auto"/>
              <w:jc w:val="center"/>
              <w:rPr>
                <w:i/>
                <w:iCs/>
              </w:rPr>
            </w:pPr>
          </w:p>
          <w:p w14:paraId="16289DCE" w14:textId="7F8BADEC" w:rsidR="00AF0D50" w:rsidRPr="00F73937" w:rsidRDefault="00AF0D50" w:rsidP="009E7BDE">
            <w:pPr>
              <w:spacing w:line="240" w:lineRule="auto"/>
              <w:jc w:val="center"/>
              <w:rPr>
                <w:i/>
                <w:iCs/>
              </w:rPr>
            </w:pPr>
            <w:r w:rsidRPr="00F73937">
              <w:rPr>
                <w:i/>
                <w:iCs/>
              </w:rPr>
              <w:t>Note</w:t>
            </w:r>
          </w:p>
        </w:tc>
        <w:tc>
          <w:tcPr>
            <w:tcW w:w="270" w:type="dxa"/>
          </w:tcPr>
          <w:p w14:paraId="2F3AB5EA" w14:textId="77777777" w:rsidR="00AF0D50" w:rsidRPr="00F73937" w:rsidRDefault="00AF0D50" w:rsidP="001668DF">
            <w:pPr>
              <w:spacing w:line="240" w:lineRule="auto"/>
              <w:jc w:val="center"/>
            </w:pPr>
          </w:p>
        </w:tc>
        <w:tc>
          <w:tcPr>
            <w:tcW w:w="1620" w:type="dxa"/>
            <w:vAlign w:val="bottom"/>
          </w:tcPr>
          <w:p w14:paraId="689CDD36" w14:textId="77777777" w:rsidR="00AF0D50" w:rsidRPr="00F73937" w:rsidRDefault="009E7BDE" w:rsidP="009E7BDE">
            <w:pPr>
              <w:spacing w:line="240" w:lineRule="auto"/>
              <w:ind w:left="-79" w:right="-79"/>
              <w:jc w:val="center"/>
            </w:pPr>
            <w:r w:rsidRPr="00F73937">
              <w:t>The Letter Post</w:t>
            </w:r>
          </w:p>
          <w:p w14:paraId="475B87BB" w14:textId="77777777" w:rsidR="00283F49" w:rsidRDefault="009E7BDE" w:rsidP="00283F49">
            <w:pPr>
              <w:spacing w:line="240" w:lineRule="auto"/>
              <w:ind w:left="-79" w:right="-79"/>
              <w:jc w:val="center"/>
              <w:rPr>
                <w:rFonts w:cstheme="minorBidi"/>
              </w:rPr>
            </w:pPr>
            <w:r w:rsidRPr="00F73937">
              <w:t>Service</w:t>
            </w:r>
            <w:r w:rsidR="00283F49">
              <w:rPr>
                <w:rFonts w:cstheme="minorBidi" w:hint="cs"/>
                <w:cs/>
              </w:rPr>
              <w:t xml:space="preserve"> </w:t>
            </w:r>
          </w:p>
          <w:p w14:paraId="7A61A6D3" w14:textId="41CF50AA" w:rsidR="009E7BDE" w:rsidRPr="00283F49" w:rsidRDefault="001C5E8C" w:rsidP="00283F49">
            <w:pPr>
              <w:spacing w:line="240" w:lineRule="auto"/>
              <w:ind w:left="-79" w:right="-79"/>
              <w:jc w:val="center"/>
              <w:rPr>
                <w:rFonts w:cstheme="minorBidi"/>
              </w:rPr>
            </w:pPr>
            <w:r>
              <w:rPr>
                <w:rFonts w:cstheme="minorBidi"/>
              </w:rPr>
              <w:t>Co., Ltd.</w:t>
            </w:r>
          </w:p>
        </w:tc>
        <w:tc>
          <w:tcPr>
            <w:tcW w:w="270" w:type="dxa"/>
            <w:vAlign w:val="bottom"/>
          </w:tcPr>
          <w:p w14:paraId="1DFF7722" w14:textId="77777777" w:rsidR="00AF0D50" w:rsidRPr="00F73937" w:rsidRDefault="00AF0D50" w:rsidP="009E7BDE">
            <w:pPr>
              <w:spacing w:line="240" w:lineRule="auto"/>
              <w:ind w:left="-79" w:right="-79"/>
              <w:jc w:val="center"/>
            </w:pPr>
          </w:p>
        </w:tc>
        <w:tc>
          <w:tcPr>
            <w:tcW w:w="1350" w:type="dxa"/>
            <w:vAlign w:val="bottom"/>
          </w:tcPr>
          <w:p w14:paraId="5F6E454A" w14:textId="77777777" w:rsidR="00283F49" w:rsidRDefault="009E7BDE" w:rsidP="009E7BDE">
            <w:pPr>
              <w:spacing w:line="240" w:lineRule="auto"/>
              <w:ind w:left="-79" w:right="-79"/>
              <w:jc w:val="center"/>
            </w:pPr>
            <w:r w:rsidRPr="00F73937">
              <w:t xml:space="preserve">M Point </w:t>
            </w:r>
          </w:p>
          <w:p w14:paraId="3C03A5E3" w14:textId="1DD3BFB5" w:rsidR="00AF0D50" w:rsidRPr="00F73937" w:rsidRDefault="009E7BDE" w:rsidP="009E7BDE">
            <w:pPr>
              <w:spacing w:line="240" w:lineRule="auto"/>
              <w:ind w:left="-79" w:right="-79"/>
              <w:jc w:val="center"/>
            </w:pPr>
            <w:r w:rsidRPr="00F73937">
              <w:t>Express</w:t>
            </w:r>
          </w:p>
          <w:p w14:paraId="671A3BFE" w14:textId="2DB97EBF" w:rsidR="009E7BDE" w:rsidRPr="00F73937" w:rsidRDefault="001C5E8C" w:rsidP="009E7BDE">
            <w:pPr>
              <w:spacing w:line="240" w:lineRule="auto"/>
              <w:ind w:left="-79" w:right="-79"/>
              <w:jc w:val="center"/>
            </w:pPr>
            <w:r>
              <w:t>Co., Ltd.</w:t>
            </w:r>
          </w:p>
        </w:tc>
        <w:tc>
          <w:tcPr>
            <w:tcW w:w="270" w:type="dxa"/>
            <w:vAlign w:val="bottom"/>
          </w:tcPr>
          <w:p w14:paraId="747C6253" w14:textId="77777777" w:rsidR="00AF0D50" w:rsidRPr="00F73937" w:rsidRDefault="00AF0D50" w:rsidP="009E7BDE">
            <w:pPr>
              <w:spacing w:line="240" w:lineRule="auto"/>
              <w:ind w:left="-79" w:right="-79"/>
              <w:jc w:val="center"/>
            </w:pPr>
          </w:p>
        </w:tc>
        <w:tc>
          <w:tcPr>
            <w:tcW w:w="1440" w:type="dxa"/>
            <w:vAlign w:val="bottom"/>
          </w:tcPr>
          <w:p w14:paraId="46EB7AC2" w14:textId="77777777" w:rsidR="00AD0E73" w:rsidRDefault="009E7BDE" w:rsidP="009E7BDE">
            <w:pPr>
              <w:spacing w:line="240" w:lineRule="auto"/>
              <w:ind w:left="-79" w:right="-79"/>
              <w:jc w:val="center"/>
            </w:pPr>
            <w:r w:rsidRPr="00F73937">
              <w:t>Pay</w:t>
            </w:r>
            <w:r w:rsidR="00283F49">
              <w:t>s</w:t>
            </w:r>
            <w:r w:rsidRPr="00F73937">
              <w:t xml:space="preserve">post </w:t>
            </w:r>
          </w:p>
          <w:p w14:paraId="31FE5CD1" w14:textId="7AE539E8" w:rsidR="00283F49" w:rsidRDefault="009E7BDE" w:rsidP="009E7BDE">
            <w:pPr>
              <w:spacing w:line="240" w:lineRule="auto"/>
              <w:ind w:left="-79" w:right="-79"/>
              <w:jc w:val="center"/>
            </w:pPr>
            <w:r w:rsidRPr="00F73937">
              <w:t>Service</w:t>
            </w:r>
            <w:r w:rsidR="00283F49">
              <w:t xml:space="preserve"> </w:t>
            </w:r>
          </w:p>
          <w:p w14:paraId="2EB32ABE" w14:textId="78B9C116" w:rsidR="00AF0D50" w:rsidRPr="00F73937" w:rsidRDefault="001C5E8C" w:rsidP="009E7BDE">
            <w:pPr>
              <w:spacing w:line="240" w:lineRule="auto"/>
              <w:ind w:left="-79" w:right="-79"/>
              <w:jc w:val="center"/>
            </w:pPr>
            <w:r>
              <w:t>Co., Ltd.</w:t>
            </w:r>
          </w:p>
        </w:tc>
        <w:tc>
          <w:tcPr>
            <w:tcW w:w="270" w:type="dxa"/>
            <w:vAlign w:val="bottom"/>
          </w:tcPr>
          <w:p w14:paraId="0C9CB87D" w14:textId="77777777" w:rsidR="00AF0D50" w:rsidRPr="00F73937" w:rsidRDefault="00AF0D50" w:rsidP="009E7BDE">
            <w:pPr>
              <w:spacing w:line="240" w:lineRule="auto"/>
              <w:ind w:left="-79" w:right="-79"/>
              <w:jc w:val="center"/>
            </w:pPr>
          </w:p>
        </w:tc>
        <w:tc>
          <w:tcPr>
            <w:tcW w:w="1440" w:type="dxa"/>
            <w:vAlign w:val="bottom"/>
          </w:tcPr>
          <w:p w14:paraId="6D6E397F" w14:textId="77777777" w:rsidR="00AD0E73" w:rsidRDefault="009E7BDE" w:rsidP="009E7BDE">
            <w:pPr>
              <w:spacing w:line="240" w:lineRule="auto"/>
              <w:ind w:left="-79" w:right="-79"/>
              <w:jc w:val="center"/>
            </w:pPr>
            <w:r w:rsidRPr="00F73937">
              <w:t xml:space="preserve">Citysoft </w:t>
            </w:r>
          </w:p>
          <w:p w14:paraId="18973A93" w14:textId="079154C8" w:rsidR="009E7BDE" w:rsidRPr="00F73937" w:rsidRDefault="009E7BDE" w:rsidP="009E7BDE">
            <w:pPr>
              <w:spacing w:line="240" w:lineRule="auto"/>
              <w:ind w:left="-79" w:right="-79"/>
              <w:jc w:val="center"/>
            </w:pPr>
            <w:r w:rsidRPr="00F73937">
              <w:t xml:space="preserve">Infotech </w:t>
            </w:r>
          </w:p>
          <w:p w14:paraId="0414A5E8" w14:textId="782A6C5D" w:rsidR="00AF0D50" w:rsidRPr="00F73937" w:rsidRDefault="001C5E8C" w:rsidP="009E7BDE">
            <w:pPr>
              <w:spacing w:line="240" w:lineRule="auto"/>
              <w:ind w:left="-79" w:right="-79"/>
              <w:jc w:val="center"/>
            </w:pPr>
            <w:r>
              <w:t>Co., Ltd.</w:t>
            </w:r>
          </w:p>
        </w:tc>
        <w:tc>
          <w:tcPr>
            <w:tcW w:w="270" w:type="dxa"/>
            <w:vAlign w:val="bottom"/>
          </w:tcPr>
          <w:p w14:paraId="760A929E" w14:textId="7570D126" w:rsidR="00AF0D50" w:rsidRPr="00F73937" w:rsidRDefault="00AF0D50" w:rsidP="009E7BDE">
            <w:pPr>
              <w:spacing w:line="240" w:lineRule="auto"/>
              <w:ind w:left="-79" w:right="-79"/>
              <w:jc w:val="center"/>
            </w:pPr>
          </w:p>
        </w:tc>
        <w:tc>
          <w:tcPr>
            <w:tcW w:w="1356" w:type="dxa"/>
            <w:vAlign w:val="bottom"/>
          </w:tcPr>
          <w:p w14:paraId="5E4F21BB" w14:textId="336E4772" w:rsidR="00AF0D50" w:rsidRPr="00F73937" w:rsidRDefault="009E7BDE" w:rsidP="009E7BDE">
            <w:pPr>
              <w:spacing w:line="240" w:lineRule="auto"/>
              <w:ind w:left="-79" w:right="-79"/>
              <w:jc w:val="center"/>
            </w:pPr>
            <w:r w:rsidRPr="00F73937">
              <w:t>Total</w:t>
            </w:r>
          </w:p>
        </w:tc>
      </w:tr>
      <w:tr w:rsidR="0013380F" w:rsidRPr="00F73937" w14:paraId="6827ED95" w14:textId="77777777" w:rsidTr="00AD0E73">
        <w:trPr>
          <w:cantSplit/>
        </w:trPr>
        <w:tc>
          <w:tcPr>
            <w:tcW w:w="4320" w:type="dxa"/>
          </w:tcPr>
          <w:p w14:paraId="4A854DDD" w14:textId="77777777" w:rsidR="0013380F" w:rsidRPr="00F73937" w:rsidRDefault="0013380F" w:rsidP="001668DF">
            <w:pPr>
              <w:spacing w:line="240" w:lineRule="auto"/>
            </w:pPr>
          </w:p>
        </w:tc>
        <w:tc>
          <w:tcPr>
            <w:tcW w:w="720" w:type="dxa"/>
          </w:tcPr>
          <w:p w14:paraId="7709002F" w14:textId="77777777" w:rsidR="0013380F" w:rsidRPr="00F73937" w:rsidRDefault="0013380F" w:rsidP="001668DF">
            <w:pPr>
              <w:spacing w:line="240" w:lineRule="auto"/>
              <w:jc w:val="center"/>
              <w:rPr>
                <w:i/>
                <w:iCs/>
              </w:rPr>
            </w:pPr>
          </w:p>
        </w:tc>
        <w:tc>
          <w:tcPr>
            <w:tcW w:w="270" w:type="dxa"/>
          </w:tcPr>
          <w:p w14:paraId="2F58F04E" w14:textId="77777777" w:rsidR="0013380F" w:rsidRPr="00F73937" w:rsidRDefault="0013380F" w:rsidP="001668DF">
            <w:pPr>
              <w:spacing w:line="240" w:lineRule="auto"/>
            </w:pPr>
          </w:p>
        </w:tc>
        <w:tc>
          <w:tcPr>
            <w:tcW w:w="8286" w:type="dxa"/>
            <w:gridSpan w:val="9"/>
          </w:tcPr>
          <w:p w14:paraId="0545F72B" w14:textId="176BF71D" w:rsidR="0013380F" w:rsidRPr="00F73937" w:rsidRDefault="0013380F" w:rsidP="0013380F">
            <w:pPr>
              <w:pStyle w:val="BodyText"/>
              <w:tabs>
                <w:tab w:val="decimal" w:pos="1360"/>
              </w:tabs>
              <w:spacing w:after="0"/>
              <w:ind w:left="-108" w:right="-131"/>
              <w:jc w:val="center"/>
            </w:pPr>
            <w:r w:rsidRPr="00F73937">
              <w:rPr>
                <w:i/>
                <w:iCs/>
                <w:lang w:val="en-GB"/>
              </w:rPr>
              <w:t>(in thousand Baht)</w:t>
            </w:r>
          </w:p>
        </w:tc>
      </w:tr>
      <w:tr w:rsidR="00D24A99" w:rsidRPr="00F73937" w14:paraId="7EEF8D53" w14:textId="6B5D778A" w:rsidTr="00AD0E73">
        <w:trPr>
          <w:cantSplit/>
        </w:trPr>
        <w:tc>
          <w:tcPr>
            <w:tcW w:w="4320" w:type="dxa"/>
          </w:tcPr>
          <w:p w14:paraId="1FDCF8A8" w14:textId="3FE90049" w:rsidR="00D24A99" w:rsidRPr="00F73937" w:rsidRDefault="00D24A99" w:rsidP="00D24A99">
            <w:pPr>
              <w:spacing w:line="240" w:lineRule="auto"/>
            </w:pPr>
            <w:r w:rsidRPr="00F73937">
              <w:t xml:space="preserve">Cash and cash equivalents </w:t>
            </w:r>
          </w:p>
        </w:tc>
        <w:tc>
          <w:tcPr>
            <w:tcW w:w="720" w:type="dxa"/>
          </w:tcPr>
          <w:p w14:paraId="7B3C011F" w14:textId="4508CC01" w:rsidR="00D24A99" w:rsidRPr="00F73937" w:rsidRDefault="00D24A99" w:rsidP="00D24A99">
            <w:pPr>
              <w:spacing w:line="240" w:lineRule="auto"/>
              <w:jc w:val="center"/>
              <w:rPr>
                <w:i/>
                <w:iCs/>
              </w:rPr>
            </w:pPr>
          </w:p>
        </w:tc>
        <w:tc>
          <w:tcPr>
            <w:tcW w:w="270" w:type="dxa"/>
          </w:tcPr>
          <w:p w14:paraId="4803F607" w14:textId="77777777" w:rsidR="00D24A99" w:rsidRPr="00F73937" w:rsidRDefault="00D24A99" w:rsidP="00D24A99">
            <w:pPr>
              <w:spacing w:line="240" w:lineRule="auto"/>
            </w:pPr>
          </w:p>
        </w:tc>
        <w:tc>
          <w:tcPr>
            <w:tcW w:w="1620" w:type="dxa"/>
          </w:tcPr>
          <w:p w14:paraId="5B023672" w14:textId="2D0098D7" w:rsidR="00D24A99" w:rsidRPr="00F73937" w:rsidRDefault="00D24A99" w:rsidP="00D24A99">
            <w:pPr>
              <w:pStyle w:val="BodyText"/>
              <w:tabs>
                <w:tab w:val="decimal" w:pos="1360"/>
              </w:tabs>
              <w:spacing w:after="0"/>
              <w:ind w:left="-108" w:right="-131"/>
              <w:jc w:val="both"/>
            </w:pPr>
            <w:r w:rsidRPr="00D04653">
              <w:t>11,611</w:t>
            </w:r>
          </w:p>
        </w:tc>
        <w:tc>
          <w:tcPr>
            <w:tcW w:w="270" w:type="dxa"/>
          </w:tcPr>
          <w:p w14:paraId="368132B8" w14:textId="77777777" w:rsidR="00D24A99" w:rsidRPr="00F73937" w:rsidRDefault="00D24A99" w:rsidP="00D24A99">
            <w:pPr>
              <w:pStyle w:val="BodyText"/>
              <w:tabs>
                <w:tab w:val="decimal" w:pos="1360"/>
              </w:tabs>
              <w:spacing w:after="0"/>
              <w:ind w:left="-108" w:right="-131"/>
              <w:jc w:val="both"/>
            </w:pPr>
          </w:p>
        </w:tc>
        <w:tc>
          <w:tcPr>
            <w:tcW w:w="1350" w:type="dxa"/>
          </w:tcPr>
          <w:p w14:paraId="4110368C" w14:textId="03138353" w:rsidR="00D24A99" w:rsidRPr="00F73937" w:rsidRDefault="00D24A99" w:rsidP="00C22A19">
            <w:pPr>
              <w:pStyle w:val="BodyText"/>
              <w:tabs>
                <w:tab w:val="decimal" w:pos="1090"/>
              </w:tabs>
              <w:spacing w:after="0"/>
              <w:ind w:left="-108" w:right="-131"/>
              <w:jc w:val="both"/>
            </w:pPr>
            <w:r w:rsidRPr="00B81F85">
              <w:t>7,188</w:t>
            </w:r>
          </w:p>
        </w:tc>
        <w:tc>
          <w:tcPr>
            <w:tcW w:w="270" w:type="dxa"/>
          </w:tcPr>
          <w:p w14:paraId="26097672" w14:textId="77777777" w:rsidR="00D24A99" w:rsidRPr="00F73937" w:rsidRDefault="00D24A99" w:rsidP="00D24A99">
            <w:pPr>
              <w:pStyle w:val="BodyText"/>
              <w:tabs>
                <w:tab w:val="decimal" w:pos="1360"/>
              </w:tabs>
              <w:spacing w:after="0"/>
              <w:ind w:left="-108" w:right="-131"/>
              <w:jc w:val="both"/>
            </w:pPr>
          </w:p>
        </w:tc>
        <w:tc>
          <w:tcPr>
            <w:tcW w:w="1440" w:type="dxa"/>
          </w:tcPr>
          <w:p w14:paraId="411E43CE" w14:textId="1C210CF2" w:rsidR="00D24A99" w:rsidRPr="00F73937" w:rsidRDefault="00D24A99" w:rsidP="00905C21">
            <w:pPr>
              <w:pStyle w:val="BodyText"/>
              <w:tabs>
                <w:tab w:val="decimal" w:pos="1136"/>
              </w:tabs>
              <w:spacing w:after="0"/>
              <w:ind w:left="-108" w:right="-131"/>
              <w:jc w:val="both"/>
            </w:pPr>
            <w:r w:rsidRPr="002A0F1C">
              <w:t>3,078</w:t>
            </w:r>
          </w:p>
        </w:tc>
        <w:tc>
          <w:tcPr>
            <w:tcW w:w="270" w:type="dxa"/>
          </w:tcPr>
          <w:p w14:paraId="71C0479E" w14:textId="77777777" w:rsidR="00D24A99" w:rsidRPr="00F73937" w:rsidRDefault="00D24A99" w:rsidP="00D24A99">
            <w:pPr>
              <w:pStyle w:val="BodyText"/>
              <w:tabs>
                <w:tab w:val="decimal" w:pos="1360"/>
              </w:tabs>
              <w:spacing w:after="0"/>
              <w:ind w:left="-108" w:right="-131"/>
              <w:jc w:val="both"/>
            </w:pPr>
          </w:p>
        </w:tc>
        <w:tc>
          <w:tcPr>
            <w:tcW w:w="1440" w:type="dxa"/>
          </w:tcPr>
          <w:p w14:paraId="377DA37B" w14:textId="0AD3B8FA" w:rsidR="00D24A99" w:rsidRPr="00F73937" w:rsidRDefault="00D24A99" w:rsidP="005F11AF">
            <w:pPr>
              <w:pStyle w:val="BodyText"/>
              <w:tabs>
                <w:tab w:val="decimal" w:pos="1180"/>
              </w:tabs>
              <w:spacing w:after="0"/>
              <w:ind w:left="-108" w:right="-131"/>
              <w:jc w:val="both"/>
            </w:pPr>
            <w:r w:rsidRPr="002651E8">
              <w:t>890</w:t>
            </w:r>
          </w:p>
        </w:tc>
        <w:tc>
          <w:tcPr>
            <w:tcW w:w="270" w:type="dxa"/>
          </w:tcPr>
          <w:p w14:paraId="23EB71BD" w14:textId="4B27232F" w:rsidR="00D24A99" w:rsidRPr="00F73937" w:rsidRDefault="00D24A99" w:rsidP="00D24A99">
            <w:pPr>
              <w:pStyle w:val="BodyText"/>
              <w:tabs>
                <w:tab w:val="decimal" w:pos="1360"/>
              </w:tabs>
              <w:spacing w:after="0"/>
              <w:ind w:left="-108" w:right="-131"/>
              <w:jc w:val="both"/>
            </w:pPr>
          </w:p>
        </w:tc>
        <w:tc>
          <w:tcPr>
            <w:tcW w:w="1356" w:type="dxa"/>
          </w:tcPr>
          <w:p w14:paraId="7BBFE330" w14:textId="28C52C0D" w:rsidR="00D24A99" w:rsidRPr="00F73937" w:rsidRDefault="00D24A99" w:rsidP="005F11AF">
            <w:pPr>
              <w:pStyle w:val="BodyText"/>
              <w:tabs>
                <w:tab w:val="decimal" w:pos="1090"/>
              </w:tabs>
              <w:spacing w:after="0"/>
              <w:ind w:left="-108" w:right="-131"/>
              <w:jc w:val="both"/>
            </w:pPr>
            <w:r w:rsidRPr="00A81DB5">
              <w:t>22,767</w:t>
            </w:r>
          </w:p>
        </w:tc>
      </w:tr>
      <w:tr w:rsidR="00D24A99" w:rsidRPr="00F73937" w14:paraId="1BC3C91C" w14:textId="68F1936A" w:rsidTr="00AD0E73">
        <w:trPr>
          <w:cantSplit/>
        </w:trPr>
        <w:tc>
          <w:tcPr>
            <w:tcW w:w="4320" w:type="dxa"/>
          </w:tcPr>
          <w:p w14:paraId="470DA828" w14:textId="636F5499" w:rsidR="00D24A99" w:rsidRPr="00F73937" w:rsidRDefault="00D24A99" w:rsidP="00D24A99">
            <w:pPr>
              <w:spacing w:line="240" w:lineRule="auto"/>
            </w:pPr>
            <w:r w:rsidRPr="00F73937">
              <w:t xml:space="preserve">Trade accounts receivable </w:t>
            </w:r>
          </w:p>
        </w:tc>
        <w:tc>
          <w:tcPr>
            <w:tcW w:w="720" w:type="dxa"/>
          </w:tcPr>
          <w:p w14:paraId="71F8DBDF" w14:textId="40804906" w:rsidR="00D24A99" w:rsidRPr="00F73937" w:rsidRDefault="00D24A99" w:rsidP="00D24A99">
            <w:pPr>
              <w:spacing w:line="240" w:lineRule="auto"/>
              <w:jc w:val="center"/>
              <w:rPr>
                <w:i/>
                <w:iCs/>
              </w:rPr>
            </w:pPr>
          </w:p>
        </w:tc>
        <w:tc>
          <w:tcPr>
            <w:tcW w:w="270" w:type="dxa"/>
          </w:tcPr>
          <w:p w14:paraId="7317F5F1" w14:textId="77777777" w:rsidR="00D24A99" w:rsidRPr="00F73937" w:rsidRDefault="00D24A99" w:rsidP="00D24A99">
            <w:pPr>
              <w:spacing w:line="240" w:lineRule="auto"/>
            </w:pPr>
          </w:p>
        </w:tc>
        <w:tc>
          <w:tcPr>
            <w:tcW w:w="1620" w:type="dxa"/>
          </w:tcPr>
          <w:p w14:paraId="7943092C" w14:textId="0AF44B13" w:rsidR="00D24A99" w:rsidRPr="00F73937" w:rsidRDefault="00D24A99" w:rsidP="00D24A99">
            <w:pPr>
              <w:pStyle w:val="BodyText"/>
              <w:tabs>
                <w:tab w:val="decimal" w:pos="1360"/>
              </w:tabs>
              <w:spacing w:after="0"/>
              <w:ind w:left="-108" w:right="-131"/>
              <w:jc w:val="both"/>
            </w:pPr>
            <w:r w:rsidRPr="00D04653">
              <w:t>73</w:t>
            </w:r>
          </w:p>
        </w:tc>
        <w:tc>
          <w:tcPr>
            <w:tcW w:w="270" w:type="dxa"/>
          </w:tcPr>
          <w:p w14:paraId="27F908B5" w14:textId="77777777" w:rsidR="00D24A99" w:rsidRPr="00F73937" w:rsidRDefault="00D24A99" w:rsidP="00D24A99">
            <w:pPr>
              <w:pStyle w:val="BodyText"/>
              <w:tabs>
                <w:tab w:val="decimal" w:pos="1360"/>
              </w:tabs>
              <w:spacing w:after="0"/>
              <w:ind w:left="-108" w:right="-131"/>
              <w:jc w:val="both"/>
            </w:pPr>
          </w:p>
        </w:tc>
        <w:tc>
          <w:tcPr>
            <w:tcW w:w="1350" w:type="dxa"/>
          </w:tcPr>
          <w:p w14:paraId="10F9AA0B" w14:textId="1EA1B17D" w:rsidR="00D24A99" w:rsidRPr="00F73937" w:rsidRDefault="00D24A99" w:rsidP="00C22A19">
            <w:pPr>
              <w:pStyle w:val="BodyText"/>
              <w:tabs>
                <w:tab w:val="decimal" w:pos="1090"/>
              </w:tabs>
              <w:spacing w:after="0"/>
              <w:ind w:left="-108" w:right="-131"/>
              <w:jc w:val="both"/>
            </w:pPr>
            <w:r w:rsidRPr="00B81F85">
              <w:t>36</w:t>
            </w:r>
          </w:p>
        </w:tc>
        <w:tc>
          <w:tcPr>
            <w:tcW w:w="270" w:type="dxa"/>
          </w:tcPr>
          <w:p w14:paraId="54FD3373" w14:textId="77777777" w:rsidR="00D24A99" w:rsidRPr="00F73937" w:rsidRDefault="00D24A99" w:rsidP="00D24A99">
            <w:pPr>
              <w:pStyle w:val="BodyText"/>
              <w:tabs>
                <w:tab w:val="decimal" w:pos="1360"/>
              </w:tabs>
              <w:spacing w:after="0"/>
              <w:ind w:left="-108" w:right="-131"/>
              <w:jc w:val="both"/>
            </w:pPr>
          </w:p>
        </w:tc>
        <w:tc>
          <w:tcPr>
            <w:tcW w:w="1440" w:type="dxa"/>
          </w:tcPr>
          <w:p w14:paraId="121091B0" w14:textId="3AFA684C" w:rsidR="00D24A99" w:rsidRPr="00F73937" w:rsidRDefault="00D24A99" w:rsidP="009A659D">
            <w:pPr>
              <w:pStyle w:val="BodyText"/>
              <w:tabs>
                <w:tab w:val="decimal" w:pos="876"/>
              </w:tabs>
              <w:spacing w:after="0"/>
              <w:ind w:left="-108" w:right="-131"/>
              <w:jc w:val="both"/>
            </w:pPr>
            <w:r w:rsidRPr="002A0F1C">
              <w:t>-</w:t>
            </w:r>
          </w:p>
        </w:tc>
        <w:tc>
          <w:tcPr>
            <w:tcW w:w="270" w:type="dxa"/>
          </w:tcPr>
          <w:p w14:paraId="01854BD7" w14:textId="77777777" w:rsidR="00D24A99" w:rsidRPr="00F73937" w:rsidRDefault="00D24A99" w:rsidP="00D24A99">
            <w:pPr>
              <w:pStyle w:val="BodyText"/>
              <w:tabs>
                <w:tab w:val="decimal" w:pos="1360"/>
              </w:tabs>
              <w:spacing w:after="0"/>
              <w:ind w:left="-108" w:right="-131"/>
              <w:jc w:val="both"/>
            </w:pPr>
          </w:p>
        </w:tc>
        <w:tc>
          <w:tcPr>
            <w:tcW w:w="1440" w:type="dxa"/>
          </w:tcPr>
          <w:p w14:paraId="7750B701" w14:textId="776BF94D" w:rsidR="00D24A99" w:rsidRPr="00F73937" w:rsidRDefault="00D24A99" w:rsidP="005F11AF">
            <w:pPr>
              <w:pStyle w:val="BodyText"/>
              <w:tabs>
                <w:tab w:val="decimal" w:pos="1180"/>
              </w:tabs>
              <w:spacing w:after="0"/>
              <w:ind w:left="-108" w:right="-131"/>
              <w:jc w:val="both"/>
            </w:pPr>
            <w:r w:rsidRPr="002651E8">
              <w:t>2,362</w:t>
            </w:r>
          </w:p>
        </w:tc>
        <w:tc>
          <w:tcPr>
            <w:tcW w:w="270" w:type="dxa"/>
          </w:tcPr>
          <w:p w14:paraId="6D5D4C76" w14:textId="5469BBA6" w:rsidR="00D24A99" w:rsidRPr="00F73937" w:rsidRDefault="00D24A99" w:rsidP="00D24A99">
            <w:pPr>
              <w:pStyle w:val="BodyText"/>
              <w:tabs>
                <w:tab w:val="decimal" w:pos="1360"/>
              </w:tabs>
              <w:spacing w:after="0"/>
              <w:ind w:left="-108" w:right="-131"/>
              <w:jc w:val="both"/>
            </w:pPr>
          </w:p>
        </w:tc>
        <w:tc>
          <w:tcPr>
            <w:tcW w:w="1356" w:type="dxa"/>
          </w:tcPr>
          <w:p w14:paraId="16B125BF" w14:textId="2F37C857" w:rsidR="00D24A99" w:rsidRPr="00F73937" w:rsidRDefault="00D24A99" w:rsidP="005F11AF">
            <w:pPr>
              <w:pStyle w:val="BodyText"/>
              <w:tabs>
                <w:tab w:val="decimal" w:pos="1090"/>
              </w:tabs>
              <w:spacing w:after="0"/>
              <w:ind w:left="-108" w:right="-131"/>
              <w:jc w:val="both"/>
            </w:pPr>
            <w:r w:rsidRPr="00A81DB5">
              <w:t>2,471</w:t>
            </w:r>
          </w:p>
        </w:tc>
      </w:tr>
      <w:tr w:rsidR="00D24A99" w:rsidRPr="00F73937" w14:paraId="50F891E2" w14:textId="63257AD3" w:rsidTr="00AD0E73">
        <w:trPr>
          <w:cantSplit/>
        </w:trPr>
        <w:tc>
          <w:tcPr>
            <w:tcW w:w="4320" w:type="dxa"/>
          </w:tcPr>
          <w:p w14:paraId="67D7AC91" w14:textId="1D015D13" w:rsidR="00D24A99" w:rsidRPr="00F73937" w:rsidRDefault="00D24A99" w:rsidP="00D24A99">
            <w:pPr>
              <w:spacing w:line="240" w:lineRule="auto"/>
              <w:rPr>
                <w:rFonts w:cstheme="minorBidi"/>
              </w:rPr>
            </w:pPr>
            <w:r w:rsidRPr="00F73937">
              <w:rPr>
                <w:rFonts w:cstheme="minorBidi"/>
              </w:rPr>
              <w:t xml:space="preserve">Other </w:t>
            </w:r>
            <w:r w:rsidRPr="00F73937">
              <w:t>receivables</w:t>
            </w:r>
          </w:p>
        </w:tc>
        <w:tc>
          <w:tcPr>
            <w:tcW w:w="720" w:type="dxa"/>
          </w:tcPr>
          <w:p w14:paraId="5804239F" w14:textId="77777777" w:rsidR="00D24A99" w:rsidRPr="00F73937" w:rsidRDefault="00D24A99" w:rsidP="00D24A99">
            <w:pPr>
              <w:spacing w:line="240" w:lineRule="auto"/>
              <w:jc w:val="center"/>
              <w:rPr>
                <w:i/>
                <w:iCs/>
              </w:rPr>
            </w:pPr>
          </w:p>
        </w:tc>
        <w:tc>
          <w:tcPr>
            <w:tcW w:w="270" w:type="dxa"/>
          </w:tcPr>
          <w:p w14:paraId="31D768A6" w14:textId="77777777" w:rsidR="00D24A99" w:rsidRPr="00F73937" w:rsidRDefault="00D24A99" w:rsidP="00D24A99">
            <w:pPr>
              <w:spacing w:line="240" w:lineRule="auto"/>
            </w:pPr>
          </w:p>
        </w:tc>
        <w:tc>
          <w:tcPr>
            <w:tcW w:w="1620" w:type="dxa"/>
          </w:tcPr>
          <w:p w14:paraId="2FD672A3" w14:textId="58F0C425" w:rsidR="00D24A99" w:rsidRPr="00F73937" w:rsidRDefault="00D24A99" w:rsidP="00D24A99">
            <w:pPr>
              <w:pStyle w:val="BodyText"/>
              <w:tabs>
                <w:tab w:val="decimal" w:pos="1360"/>
              </w:tabs>
              <w:spacing w:after="0"/>
              <w:ind w:left="-108" w:right="-131"/>
              <w:jc w:val="both"/>
            </w:pPr>
            <w:r w:rsidRPr="00D04653">
              <w:t>17</w:t>
            </w:r>
          </w:p>
        </w:tc>
        <w:tc>
          <w:tcPr>
            <w:tcW w:w="270" w:type="dxa"/>
          </w:tcPr>
          <w:p w14:paraId="11C9D0E6" w14:textId="77777777" w:rsidR="00D24A99" w:rsidRPr="00F73937" w:rsidRDefault="00D24A99" w:rsidP="00D24A99">
            <w:pPr>
              <w:pStyle w:val="BodyText"/>
              <w:tabs>
                <w:tab w:val="decimal" w:pos="1360"/>
              </w:tabs>
              <w:spacing w:after="0"/>
              <w:ind w:left="-108" w:right="-131"/>
              <w:jc w:val="both"/>
            </w:pPr>
          </w:p>
        </w:tc>
        <w:tc>
          <w:tcPr>
            <w:tcW w:w="1350" w:type="dxa"/>
          </w:tcPr>
          <w:p w14:paraId="50ECE216" w14:textId="3C22D3F1" w:rsidR="00D24A99" w:rsidRPr="00F73937" w:rsidRDefault="00D24A99" w:rsidP="00C22A19">
            <w:pPr>
              <w:pStyle w:val="BodyText"/>
              <w:tabs>
                <w:tab w:val="decimal" w:pos="1090"/>
              </w:tabs>
              <w:spacing w:after="0"/>
              <w:ind w:left="-108" w:right="-131"/>
              <w:jc w:val="both"/>
            </w:pPr>
            <w:r w:rsidRPr="00B81F85">
              <w:t>73</w:t>
            </w:r>
          </w:p>
        </w:tc>
        <w:tc>
          <w:tcPr>
            <w:tcW w:w="270" w:type="dxa"/>
          </w:tcPr>
          <w:p w14:paraId="2AAA387D" w14:textId="77777777" w:rsidR="00D24A99" w:rsidRPr="00F73937" w:rsidRDefault="00D24A99" w:rsidP="00D24A99">
            <w:pPr>
              <w:pStyle w:val="BodyText"/>
              <w:tabs>
                <w:tab w:val="decimal" w:pos="1360"/>
              </w:tabs>
              <w:spacing w:after="0"/>
              <w:ind w:left="-108" w:right="-131"/>
              <w:jc w:val="both"/>
            </w:pPr>
          </w:p>
        </w:tc>
        <w:tc>
          <w:tcPr>
            <w:tcW w:w="1440" w:type="dxa"/>
          </w:tcPr>
          <w:p w14:paraId="2D0E612D" w14:textId="337FF0EB" w:rsidR="00D24A99" w:rsidRPr="00F73937" w:rsidRDefault="00D24A99" w:rsidP="00905C21">
            <w:pPr>
              <w:pStyle w:val="BodyText"/>
              <w:tabs>
                <w:tab w:val="decimal" w:pos="1136"/>
              </w:tabs>
              <w:spacing w:after="0"/>
              <w:ind w:left="-108" w:right="-131"/>
              <w:jc w:val="both"/>
            </w:pPr>
            <w:r w:rsidRPr="002A0F1C">
              <w:t>16,074</w:t>
            </w:r>
          </w:p>
        </w:tc>
        <w:tc>
          <w:tcPr>
            <w:tcW w:w="270" w:type="dxa"/>
          </w:tcPr>
          <w:p w14:paraId="7BDCF72C" w14:textId="77777777" w:rsidR="00D24A99" w:rsidRPr="00F73937" w:rsidRDefault="00D24A99" w:rsidP="00D24A99">
            <w:pPr>
              <w:pStyle w:val="BodyText"/>
              <w:tabs>
                <w:tab w:val="decimal" w:pos="1360"/>
              </w:tabs>
              <w:spacing w:after="0"/>
              <w:ind w:left="-108" w:right="-131"/>
              <w:jc w:val="both"/>
            </w:pPr>
          </w:p>
        </w:tc>
        <w:tc>
          <w:tcPr>
            <w:tcW w:w="1440" w:type="dxa"/>
          </w:tcPr>
          <w:p w14:paraId="64E135EE" w14:textId="0447FECE" w:rsidR="00D24A99" w:rsidRPr="00F73937" w:rsidRDefault="00D24A99" w:rsidP="005F11AF">
            <w:pPr>
              <w:pStyle w:val="BodyText"/>
              <w:tabs>
                <w:tab w:val="decimal" w:pos="1180"/>
              </w:tabs>
              <w:spacing w:after="0"/>
              <w:ind w:left="-108" w:right="-131"/>
              <w:jc w:val="both"/>
            </w:pPr>
            <w:r w:rsidRPr="002651E8">
              <w:t>67</w:t>
            </w:r>
          </w:p>
        </w:tc>
        <w:tc>
          <w:tcPr>
            <w:tcW w:w="270" w:type="dxa"/>
          </w:tcPr>
          <w:p w14:paraId="1540130B" w14:textId="368D46C8" w:rsidR="00D24A99" w:rsidRPr="00F73937" w:rsidRDefault="00D24A99" w:rsidP="00D24A99">
            <w:pPr>
              <w:pStyle w:val="BodyText"/>
              <w:tabs>
                <w:tab w:val="decimal" w:pos="1360"/>
              </w:tabs>
              <w:spacing w:after="0"/>
              <w:ind w:left="-108" w:right="-131"/>
              <w:jc w:val="both"/>
            </w:pPr>
          </w:p>
        </w:tc>
        <w:tc>
          <w:tcPr>
            <w:tcW w:w="1356" w:type="dxa"/>
          </w:tcPr>
          <w:p w14:paraId="2FE5E52B" w14:textId="0A0D6E60" w:rsidR="00D24A99" w:rsidRPr="00F73937" w:rsidRDefault="00D24A99" w:rsidP="005F11AF">
            <w:pPr>
              <w:pStyle w:val="BodyText"/>
              <w:tabs>
                <w:tab w:val="decimal" w:pos="1090"/>
              </w:tabs>
              <w:spacing w:after="0"/>
              <w:ind w:left="-108" w:right="-131"/>
              <w:jc w:val="both"/>
            </w:pPr>
            <w:r w:rsidRPr="00A81DB5">
              <w:t>16,231</w:t>
            </w:r>
          </w:p>
        </w:tc>
      </w:tr>
      <w:tr w:rsidR="00D24A99" w:rsidRPr="00F73937" w14:paraId="4680D9AE" w14:textId="2FD6283F" w:rsidTr="00AD0E73">
        <w:trPr>
          <w:cantSplit/>
        </w:trPr>
        <w:tc>
          <w:tcPr>
            <w:tcW w:w="4320" w:type="dxa"/>
          </w:tcPr>
          <w:p w14:paraId="394CB13F" w14:textId="2D31E03A" w:rsidR="00D24A99" w:rsidRPr="00F73937" w:rsidRDefault="00D24A99" w:rsidP="00D24A99">
            <w:pPr>
              <w:spacing w:line="240" w:lineRule="auto"/>
              <w:rPr>
                <w:rFonts w:cstheme="minorBidi"/>
              </w:rPr>
            </w:pPr>
            <w:r w:rsidRPr="00F73937">
              <w:rPr>
                <w:rFonts w:cstheme="minorBidi"/>
              </w:rPr>
              <w:t>Short-term loans</w:t>
            </w:r>
          </w:p>
        </w:tc>
        <w:tc>
          <w:tcPr>
            <w:tcW w:w="720" w:type="dxa"/>
          </w:tcPr>
          <w:p w14:paraId="4E3888BD" w14:textId="1C0D6A2A" w:rsidR="00D24A99" w:rsidRPr="006E3F17" w:rsidRDefault="00D24A99" w:rsidP="00D24A99">
            <w:pPr>
              <w:spacing w:line="240" w:lineRule="auto"/>
              <w:jc w:val="center"/>
              <w:rPr>
                <w:rFonts w:cstheme="minorBidi"/>
                <w:i/>
                <w:iCs/>
              </w:rPr>
            </w:pPr>
            <w:r>
              <w:rPr>
                <w:rFonts w:cstheme="minorBidi"/>
                <w:i/>
                <w:iCs/>
              </w:rPr>
              <w:t>3</w:t>
            </w:r>
          </w:p>
        </w:tc>
        <w:tc>
          <w:tcPr>
            <w:tcW w:w="270" w:type="dxa"/>
          </w:tcPr>
          <w:p w14:paraId="69E2A61B" w14:textId="77777777" w:rsidR="00D24A99" w:rsidRPr="00F73937" w:rsidRDefault="00D24A99" w:rsidP="00D24A99">
            <w:pPr>
              <w:spacing w:line="240" w:lineRule="auto"/>
            </w:pPr>
          </w:p>
        </w:tc>
        <w:tc>
          <w:tcPr>
            <w:tcW w:w="1620" w:type="dxa"/>
          </w:tcPr>
          <w:p w14:paraId="370B45C8" w14:textId="27A1B664" w:rsidR="00D24A99" w:rsidRPr="00F73937" w:rsidRDefault="00D24A99" w:rsidP="009A659D">
            <w:pPr>
              <w:pStyle w:val="BodyText"/>
              <w:tabs>
                <w:tab w:val="decimal" w:pos="1002"/>
              </w:tabs>
              <w:spacing w:after="0"/>
              <w:ind w:left="-108" w:right="-131"/>
              <w:jc w:val="both"/>
            </w:pPr>
            <w:r w:rsidRPr="00D04653">
              <w:t>-</w:t>
            </w:r>
          </w:p>
        </w:tc>
        <w:tc>
          <w:tcPr>
            <w:tcW w:w="270" w:type="dxa"/>
          </w:tcPr>
          <w:p w14:paraId="75231505" w14:textId="77777777" w:rsidR="00D24A99" w:rsidRPr="00F73937" w:rsidRDefault="00D24A99" w:rsidP="00D24A99">
            <w:pPr>
              <w:pStyle w:val="BodyText"/>
              <w:tabs>
                <w:tab w:val="decimal" w:pos="1360"/>
              </w:tabs>
              <w:spacing w:after="0"/>
              <w:ind w:left="-108" w:right="-131"/>
              <w:jc w:val="both"/>
            </w:pPr>
          </w:p>
        </w:tc>
        <w:tc>
          <w:tcPr>
            <w:tcW w:w="1350" w:type="dxa"/>
          </w:tcPr>
          <w:p w14:paraId="2479DC5F" w14:textId="1F2992A1" w:rsidR="00D24A99" w:rsidRPr="00F73937" w:rsidRDefault="00D24A99" w:rsidP="00C22A19">
            <w:pPr>
              <w:pStyle w:val="BodyText"/>
              <w:tabs>
                <w:tab w:val="decimal" w:pos="1090"/>
              </w:tabs>
              <w:spacing w:after="0"/>
              <w:ind w:left="-108" w:right="-131"/>
              <w:jc w:val="both"/>
            </w:pPr>
            <w:r w:rsidRPr="00B81F85">
              <w:t>800</w:t>
            </w:r>
          </w:p>
        </w:tc>
        <w:tc>
          <w:tcPr>
            <w:tcW w:w="270" w:type="dxa"/>
          </w:tcPr>
          <w:p w14:paraId="7207DBE9" w14:textId="77777777" w:rsidR="00D24A99" w:rsidRPr="00F73937" w:rsidRDefault="00D24A99" w:rsidP="00D24A99">
            <w:pPr>
              <w:pStyle w:val="BodyText"/>
              <w:tabs>
                <w:tab w:val="decimal" w:pos="1360"/>
              </w:tabs>
              <w:spacing w:after="0"/>
              <w:ind w:left="-108" w:right="-131"/>
              <w:jc w:val="both"/>
            </w:pPr>
          </w:p>
        </w:tc>
        <w:tc>
          <w:tcPr>
            <w:tcW w:w="1440" w:type="dxa"/>
          </w:tcPr>
          <w:p w14:paraId="0B733E93" w14:textId="6C0902B6" w:rsidR="00D24A99" w:rsidRPr="00F73937" w:rsidRDefault="009A659D" w:rsidP="009A659D">
            <w:pPr>
              <w:pStyle w:val="BodyText"/>
              <w:tabs>
                <w:tab w:val="decimal" w:pos="876"/>
              </w:tabs>
              <w:spacing w:after="0"/>
              <w:ind w:left="-108" w:right="-131"/>
              <w:jc w:val="both"/>
            </w:pPr>
            <w:r w:rsidRPr="002A0F1C">
              <w:t>-</w:t>
            </w:r>
          </w:p>
        </w:tc>
        <w:tc>
          <w:tcPr>
            <w:tcW w:w="270" w:type="dxa"/>
          </w:tcPr>
          <w:p w14:paraId="3C5DB480" w14:textId="77777777" w:rsidR="00D24A99" w:rsidRPr="00F73937" w:rsidRDefault="00D24A99" w:rsidP="00D24A99">
            <w:pPr>
              <w:pStyle w:val="BodyText"/>
              <w:tabs>
                <w:tab w:val="decimal" w:pos="1360"/>
              </w:tabs>
              <w:spacing w:after="0"/>
              <w:ind w:left="-108" w:right="-131"/>
              <w:jc w:val="both"/>
            </w:pPr>
          </w:p>
        </w:tc>
        <w:tc>
          <w:tcPr>
            <w:tcW w:w="1440" w:type="dxa"/>
          </w:tcPr>
          <w:p w14:paraId="2DF6705B" w14:textId="5906D3D1" w:rsidR="00D24A99" w:rsidRPr="00F73937" w:rsidRDefault="00D24A99" w:rsidP="005F11AF">
            <w:pPr>
              <w:pStyle w:val="BodyText"/>
              <w:tabs>
                <w:tab w:val="decimal" w:pos="876"/>
              </w:tabs>
              <w:spacing w:after="0"/>
              <w:ind w:left="-108" w:right="-131"/>
              <w:jc w:val="both"/>
            </w:pPr>
            <w:r w:rsidRPr="002651E8">
              <w:t>-</w:t>
            </w:r>
          </w:p>
        </w:tc>
        <w:tc>
          <w:tcPr>
            <w:tcW w:w="270" w:type="dxa"/>
          </w:tcPr>
          <w:p w14:paraId="62C7DC9E" w14:textId="149B897E" w:rsidR="00D24A99" w:rsidRPr="00F73937" w:rsidRDefault="00D24A99" w:rsidP="00D24A99">
            <w:pPr>
              <w:pStyle w:val="BodyText"/>
              <w:tabs>
                <w:tab w:val="decimal" w:pos="1360"/>
              </w:tabs>
              <w:spacing w:after="0"/>
              <w:ind w:left="-108" w:right="-131"/>
              <w:jc w:val="both"/>
            </w:pPr>
          </w:p>
        </w:tc>
        <w:tc>
          <w:tcPr>
            <w:tcW w:w="1356" w:type="dxa"/>
          </w:tcPr>
          <w:p w14:paraId="45D2D0ED" w14:textId="40501844" w:rsidR="00D24A99" w:rsidRPr="00F73937" w:rsidRDefault="00D24A99" w:rsidP="005F11AF">
            <w:pPr>
              <w:pStyle w:val="BodyText"/>
              <w:tabs>
                <w:tab w:val="decimal" w:pos="1090"/>
              </w:tabs>
              <w:spacing w:after="0"/>
              <w:ind w:left="-108" w:right="-131"/>
              <w:jc w:val="both"/>
            </w:pPr>
            <w:r w:rsidRPr="00A81DB5">
              <w:t>800</w:t>
            </w:r>
          </w:p>
        </w:tc>
      </w:tr>
      <w:tr w:rsidR="00D24A99" w:rsidRPr="00F73937" w14:paraId="2A51C6E3" w14:textId="0013245F" w:rsidTr="00AD0E73">
        <w:trPr>
          <w:cantSplit/>
          <w:trHeight w:val="100"/>
        </w:trPr>
        <w:tc>
          <w:tcPr>
            <w:tcW w:w="4320" w:type="dxa"/>
          </w:tcPr>
          <w:p w14:paraId="4106EED8" w14:textId="77777777" w:rsidR="00D24A99" w:rsidRPr="00F73937" w:rsidRDefault="00D24A99" w:rsidP="00D24A99">
            <w:pPr>
              <w:spacing w:line="240" w:lineRule="auto"/>
            </w:pPr>
            <w:r w:rsidRPr="00F73937">
              <w:t xml:space="preserve">Inventories </w:t>
            </w:r>
          </w:p>
        </w:tc>
        <w:tc>
          <w:tcPr>
            <w:tcW w:w="720" w:type="dxa"/>
          </w:tcPr>
          <w:p w14:paraId="4205ACBC" w14:textId="4AE5A597" w:rsidR="00D24A99" w:rsidRPr="00F73937" w:rsidRDefault="00D24A99" w:rsidP="00D24A99">
            <w:pPr>
              <w:spacing w:line="240" w:lineRule="auto"/>
              <w:jc w:val="center"/>
              <w:rPr>
                <w:i/>
                <w:iCs/>
              </w:rPr>
            </w:pPr>
          </w:p>
        </w:tc>
        <w:tc>
          <w:tcPr>
            <w:tcW w:w="270" w:type="dxa"/>
          </w:tcPr>
          <w:p w14:paraId="6EC08116" w14:textId="77777777" w:rsidR="00D24A99" w:rsidRPr="00F73937" w:rsidRDefault="00D24A99" w:rsidP="00D24A99">
            <w:pPr>
              <w:spacing w:line="240" w:lineRule="auto"/>
            </w:pPr>
          </w:p>
        </w:tc>
        <w:tc>
          <w:tcPr>
            <w:tcW w:w="1620" w:type="dxa"/>
          </w:tcPr>
          <w:p w14:paraId="6A250C32" w14:textId="01DEEE8D" w:rsidR="00D24A99" w:rsidRPr="00F73937" w:rsidRDefault="00D24A99" w:rsidP="00D24A99">
            <w:pPr>
              <w:pStyle w:val="BodyText"/>
              <w:tabs>
                <w:tab w:val="decimal" w:pos="1360"/>
              </w:tabs>
              <w:spacing w:after="0"/>
              <w:ind w:left="-108" w:right="-131"/>
              <w:jc w:val="both"/>
            </w:pPr>
            <w:r w:rsidRPr="00D04653">
              <w:t>52</w:t>
            </w:r>
          </w:p>
        </w:tc>
        <w:tc>
          <w:tcPr>
            <w:tcW w:w="270" w:type="dxa"/>
          </w:tcPr>
          <w:p w14:paraId="43DB2511" w14:textId="77777777" w:rsidR="00D24A99" w:rsidRPr="00F73937" w:rsidRDefault="00D24A99" w:rsidP="00D24A99">
            <w:pPr>
              <w:pStyle w:val="BodyText"/>
              <w:tabs>
                <w:tab w:val="decimal" w:pos="1360"/>
              </w:tabs>
              <w:spacing w:after="0"/>
              <w:ind w:left="-108" w:right="-131"/>
              <w:jc w:val="both"/>
            </w:pPr>
          </w:p>
        </w:tc>
        <w:tc>
          <w:tcPr>
            <w:tcW w:w="1350" w:type="dxa"/>
          </w:tcPr>
          <w:p w14:paraId="320C7786" w14:textId="18EAE84F" w:rsidR="00D24A99" w:rsidRPr="00F73937" w:rsidRDefault="00D24A99" w:rsidP="00C22A19">
            <w:pPr>
              <w:pStyle w:val="BodyText"/>
              <w:tabs>
                <w:tab w:val="decimal" w:pos="1090"/>
              </w:tabs>
              <w:spacing w:after="0"/>
              <w:ind w:left="-108" w:right="-131"/>
              <w:jc w:val="both"/>
            </w:pPr>
            <w:r w:rsidRPr="00B81F85">
              <w:t>386</w:t>
            </w:r>
          </w:p>
        </w:tc>
        <w:tc>
          <w:tcPr>
            <w:tcW w:w="270" w:type="dxa"/>
          </w:tcPr>
          <w:p w14:paraId="23522B2C" w14:textId="77777777" w:rsidR="00D24A99" w:rsidRPr="00F73937" w:rsidRDefault="00D24A99" w:rsidP="00D24A99">
            <w:pPr>
              <w:pStyle w:val="BodyText"/>
              <w:tabs>
                <w:tab w:val="decimal" w:pos="1360"/>
              </w:tabs>
              <w:spacing w:after="0"/>
              <w:ind w:left="-108" w:right="-131"/>
              <w:jc w:val="both"/>
            </w:pPr>
          </w:p>
        </w:tc>
        <w:tc>
          <w:tcPr>
            <w:tcW w:w="1440" w:type="dxa"/>
          </w:tcPr>
          <w:p w14:paraId="77F70F54" w14:textId="11CE6521" w:rsidR="00D24A99" w:rsidRPr="00F73937" w:rsidRDefault="00D24A99" w:rsidP="00905C21">
            <w:pPr>
              <w:pStyle w:val="BodyText"/>
              <w:tabs>
                <w:tab w:val="decimal" w:pos="1136"/>
              </w:tabs>
              <w:spacing w:after="0"/>
              <w:ind w:left="-108" w:right="-131"/>
              <w:jc w:val="both"/>
            </w:pPr>
            <w:r w:rsidRPr="002A0F1C">
              <w:t>843</w:t>
            </w:r>
          </w:p>
        </w:tc>
        <w:tc>
          <w:tcPr>
            <w:tcW w:w="270" w:type="dxa"/>
          </w:tcPr>
          <w:p w14:paraId="58A1353E" w14:textId="77777777" w:rsidR="00D24A99" w:rsidRPr="00F73937" w:rsidRDefault="00D24A99" w:rsidP="00D24A99">
            <w:pPr>
              <w:pStyle w:val="BodyText"/>
              <w:tabs>
                <w:tab w:val="decimal" w:pos="1360"/>
              </w:tabs>
              <w:spacing w:after="0"/>
              <w:ind w:left="-108" w:right="-131"/>
              <w:jc w:val="both"/>
            </w:pPr>
          </w:p>
        </w:tc>
        <w:tc>
          <w:tcPr>
            <w:tcW w:w="1440" w:type="dxa"/>
          </w:tcPr>
          <w:p w14:paraId="501BEAE0" w14:textId="75F8CE7E" w:rsidR="00D24A99" w:rsidRPr="00F73937" w:rsidRDefault="00D24A99" w:rsidP="005F11AF">
            <w:pPr>
              <w:pStyle w:val="BodyText"/>
              <w:tabs>
                <w:tab w:val="decimal" w:pos="1180"/>
              </w:tabs>
              <w:spacing w:after="0"/>
              <w:ind w:left="-108" w:right="-131"/>
              <w:jc w:val="both"/>
            </w:pPr>
            <w:r w:rsidRPr="002651E8">
              <w:t>145</w:t>
            </w:r>
          </w:p>
        </w:tc>
        <w:tc>
          <w:tcPr>
            <w:tcW w:w="270" w:type="dxa"/>
          </w:tcPr>
          <w:p w14:paraId="7EE65EF1" w14:textId="622F6AAA" w:rsidR="00D24A99" w:rsidRPr="00F73937" w:rsidRDefault="00D24A99" w:rsidP="00D24A99">
            <w:pPr>
              <w:pStyle w:val="BodyText"/>
              <w:tabs>
                <w:tab w:val="decimal" w:pos="1360"/>
              </w:tabs>
              <w:spacing w:after="0"/>
              <w:ind w:left="-108" w:right="-131"/>
              <w:jc w:val="both"/>
            </w:pPr>
          </w:p>
        </w:tc>
        <w:tc>
          <w:tcPr>
            <w:tcW w:w="1356" w:type="dxa"/>
          </w:tcPr>
          <w:p w14:paraId="7966FDB1" w14:textId="5BBFB5CE" w:rsidR="00D24A99" w:rsidRPr="00F73937" w:rsidRDefault="00D24A99" w:rsidP="005F11AF">
            <w:pPr>
              <w:pStyle w:val="BodyText"/>
              <w:tabs>
                <w:tab w:val="decimal" w:pos="1090"/>
              </w:tabs>
              <w:spacing w:after="0"/>
              <w:ind w:left="-108" w:right="-131"/>
              <w:jc w:val="both"/>
            </w:pPr>
            <w:r w:rsidRPr="00A81DB5">
              <w:t>1,426</w:t>
            </w:r>
          </w:p>
        </w:tc>
      </w:tr>
      <w:tr w:rsidR="00D24A99" w:rsidRPr="00F73937" w14:paraId="6988325A" w14:textId="42DB8ECA" w:rsidTr="00AD0E73">
        <w:trPr>
          <w:cantSplit/>
          <w:trHeight w:val="100"/>
        </w:trPr>
        <w:tc>
          <w:tcPr>
            <w:tcW w:w="4320" w:type="dxa"/>
          </w:tcPr>
          <w:p w14:paraId="1E47BB73" w14:textId="35D2BB02" w:rsidR="00D24A99" w:rsidRPr="00F73937" w:rsidRDefault="00D24A99" w:rsidP="00D24A99">
            <w:pPr>
              <w:spacing w:line="240" w:lineRule="auto"/>
            </w:pPr>
            <w:r w:rsidRPr="00F73937">
              <w:t>Other current assets</w:t>
            </w:r>
          </w:p>
        </w:tc>
        <w:tc>
          <w:tcPr>
            <w:tcW w:w="720" w:type="dxa"/>
          </w:tcPr>
          <w:p w14:paraId="40EEDB1B" w14:textId="3287F7D5" w:rsidR="00D24A99" w:rsidRPr="00F73937" w:rsidRDefault="00D24A99" w:rsidP="00D24A99">
            <w:pPr>
              <w:spacing w:line="240" w:lineRule="auto"/>
              <w:jc w:val="center"/>
              <w:rPr>
                <w:i/>
                <w:iCs/>
              </w:rPr>
            </w:pPr>
          </w:p>
        </w:tc>
        <w:tc>
          <w:tcPr>
            <w:tcW w:w="270" w:type="dxa"/>
          </w:tcPr>
          <w:p w14:paraId="26587AB8" w14:textId="77777777" w:rsidR="00D24A99" w:rsidRPr="00F73937" w:rsidRDefault="00D24A99" w:rsidP="00D24A99">
            <w:pPr>
              <w:spacing w:line="240" w:lineRule="auto"/>
            </w:pPr>
          </w:p>
        </w:tc>
        <w:tc>
          <w:tcPr>
            <w:tcW w:w="1620" w:type="dxa"/>
          </w:tcPr>
          <w:p w14:paraId="2B68AB81" w14:textId="607250FE" w:rsidR="00D24A99" w:rsidRPr="00F73937" w:rsidRDefault="00D24A99" w:rsidP="00D24A99">
            <w:pPr>
              <w:pStyle w:val="BodyText"/>
              <w:tabs>
                <w:tab w:val="decimal" w:pos="1360"/>
              </w:tabs>
              <w:spacing w:after="0"/>
              <w:ind w:left="-108" w:right="-131"/>
              <w:jc w:val="both"/>
            </w:pPr>
            <w:r w:rsidRPr="00D04653">
              <w:t>38</w:t>
            </w:r>
          </w:p>
        </w:tc>
        <w:tc>
          <w:tcPr>
            <w:tcW w:w="270" w:type="dxa"/>
          </w:tcPr>
          <w:p w14:paraId="1456E221" w14:textId="77777777" w:rsidR="00D24A99" w:rsidRPr="00F73937" w:rsidRDefault="00D24A99" w:rsidP="00D24A99">
            <w:pPr>
              <w:pStyle w:val="BodyText"/>
              <w:tabs>
                <w:tab w:val="decimal" w:pos="1360"/>
              </w:tabs>
              <w:spacing w:after="0"/>
              <w:ind w:left="-108" w:right="-131"/>
              <w:jc w:val="both"/>
            </w:pPr>
          </w:p>
        </w:tc>
        <w:tc>
          <w:tcPr>
            <w:tcW w:w="1350" w:type="dxa"/>
          </w:tcPr>
          <w:p w14:paraId="5372EE3B" w14:textId="06DECC8F" w:rsidR="00D24A99" w:rsidRPr="00F73937" w:rsidRDefault="00D24A99" w:rsidP="00C22A19">
            <w:pPr>
              <w:pStyle w:val="BodyText"/>
              <w:tabs>
                <w:tab w:val="decimal" w:pos="1090"/>
              </w:tabs>
              <w:spacing w:after="0"/>
              <w:ind w:left="-108" w:right="-131"/>
              <w:jc w:val="both"/>
            </w:pPr>
            <w:r w:rsidRPr="00B81F85">
              <w:t>25</w:t>
            </w:r>
          </w:p>
        </w:tc>
        <w:tc>
          <w:tcPr>
            <w:tcW w:w="270" w:type="dxa"/>
          </w:tcPr>
          <w:p w14:paraId="7B2A3A9A" w14:textId="77777777" w:rsidR="00D24A99" w:rsidRPr="00F73937" w:rsidRDefault="00D24A99" w:rsidP="00D24A99">
            <w:pPr>
              <w:pStyle w:val="BodyText"/>
              <w:tabs>
                <w:tab w:val="decimal" w:pos="1360"/>
              </w:tabs>
              <w:spacing w:after="0"/>
              <w:ind w:left="-108" w:right="-131"/>
              <w:jc w:val="both"/>
            </w:pPr>
          </w:p>
        </w:tc>
        <w:tc>
          <w:tcPr>
            <w:tcW w:w="1440" w:type="dxa"/>
          </w:tcPr>
          <w:p w14:paraId="60743165" w14:textId="360A574A" w:rsidR="00D24A99" w:rsidRPr="00F73937" w:rsidRDefault="00D24A99" w:rsidP="009A659D">
            <w:pPr>
              <w:pStyle w:val="BodyText"/>
              <w:tabs>
                <w:tab w:val="decimal" w:pos="876"/>
              </w:tabs>
              <w:spacing w:after="0"/>
              <w:ind w:left="-108" w:right="-131"/>
              <w:jc w:val="both"/>
            </w:pPr>
            <w:r w:rsidRPr="002A0F1C">
              <w:t>-</w:t>
            </w:r>
          </w:p>
        </w:tc>
        <w:tc>
          <w:tcPr>
            <w:tcW w:w="270" w:type="dxa"/>
          </w:tcPr>
          <w:p w14:paraId="1DBE1A67" w14:textId="77777777" w:rsidR="00D24A99" w:rsidRPr="00F73937" w:rsidRDefault="00D24A99" w:rsidP="00D24A99">
            <w:pPr>
              <w:pStyle w:val="BodyText"/>
              <w:tabs>
                <w:tab w:val="decimal" w:pos="1360"/>
              </w:tabs>
              <w:spacing w:after="0"/>
              <w:ind w:left="-108" w:right="-131"/>
              <w:jc w:val="both"/>
            </w:pPr>
          </w:p>
        </w:tc>
        <w:tc>
          <w:tcPr>
            <w:tcW w:w="1440" w:type="dxa"/>
          </w:tcPr>
          <w:p w14:paraId="6C0D2C66" w14:textId="6516A23F" w:rsidR="00D24A99" w:rsidRPr="00F73937" w:rsidRDefault="00D24A99" w:rsidP="005F11AF">
            <w:pPr>
              <w:pStyle w:val="BodyText"/>
              <w:tabs>
                <w:tab w:val="decimal" w:pos="1180"/>
              </w:tabs>
              <w:spacing w:after="0"/>
              <w:ind w:left="-108" w:right="-131"/>
              <w:jc w:val="both"/>
            </w:pPr>
            <w:r w:rsidRPr="002651E8">
              <w:t>441</w:t>
            </w:r>
          </w:p>
        </w:tc>
        <w:tc>
          <w:tcPr>
            <w:tcW w:w="270" w:type="dxa"/>
          </w:tcPr>
          <w:p w14:paraId="77676EF5" w14:textId="075BE92E" w:rsidR="00D24A99" w:rsidRPr="00F73937" w:rsidRDefault="00D24A99" w:rsidP="00D24A99">
            <w:pPr>
              <w:pStyle w:val="BodyText"/>
              <w:tabs>
                <w:tab w:val="decimal" w:pos="1360"/>
              </w:tabs>
              <w:spacing w:after="0"/>
              <w:ind w:left="-108" w:right="-131"/>
              <w:jc w:val="both"/>
            </w:pPr>
          </w:p>
        </w:tc>
        <w:tc>
          <w:tcPr>
            <w:tcW w:w="1356" w:type="dxa"/>
          </w:tcPr>
          <w:p w14:paraId="7C01AC14" w14:textId="64AE7627" w:rsidR="00D24A99" w:rsidRPr="00F73937" w:rsidRDefault="00D24A99" w:rsidP="005F11AF">
            <w:pPr>
              <w:pStyle w:val="BodyText"/>
              <w:tabs>
                <w:tab w:val="decimal" w:pos="1090"/>
              </w:tabs>
              <w:spacing w:after="0"/>
              <w:ind w:left="-108" w:right="-131"/>
              <w:jc w:val="both"/>
            </w:pPr>
            <w:r w:rsidRPr="00A81DB5">
              <w:t>504</w:t>
            </w:r>
          </w:p>
        </w:tc>
      </w:tr>
      <w:tr w:rsidR="00D24A99" w:rsidRPr="00F73937" w14:paraId="7426AFCB" w14:textId="0F6714FB" w:rsidTr="00AD0E73">
        <w:trPr>
          <w:cantSplit/>
        </w:trPr>
        <w:tc>
          <w:tcPr>
            <w:tcW w:w="4320" w:type="dxa"/>
          </w:tcPr>
          <w:p w14:paraId="29009345" w14:textId="43E0F1A4" w:rsidR="00D24A99" w:rsidRPr="00F73937" w:rsidRDefault="00D24A99" w:rsidP="00D24A99">
            <w:pPr>
              <w:spacing w:line="240" w:lineRule="auto"/>
              <w:rPr>
                <w:rFonts w:cstheme="minorBidi"/>
              </w:rPr>
            </w:pPr>
            <w:r w:rsidRPr="00F73937">
              <w:t xml:space="preserve">Equipment </w:t>
            </w:r>
          </w:p>
        </w:tc>
        <w:tc>
          <w:tcPr>
            <w:tcW w:w="720" w:type="dxa"/>
          </w:tcPr>
          <w:p w14:paraId="161E791D" w14:textId="49AE9E8E" w:rsidR="00D24A99" w:rsidRPr="00F73937" w:rsidRDefault="00D24A99" w:rsidP="00D24A99">
            <w:pPr>
              <w:spacing w:line="240" w:lineRule="auto"/>
              <w:jc w:val="center"/>
              <w:rPr>
                <w:i/>
                <w:iCs/>
              </w:rPr>
            </w:pPr>
            <w:r>
              <w:rPr>
                <w:i/>
                <w:iCs/>
              </w:rPr>
              <w:t>7</w:t>
            </w:r>
          </w:p>
        </w:tc>
        <w:tc>
          <w:tcPr>
            <w:tcW w:w="270" w:type="dxa"/>
          </w:tcPr>
          <w:p w14:paraId="2A19061C" w14:textId="77777777" w:rsidR="00D24A99" w:rsidRPr="00F73937" w:rsidRDefault="00D24A99" w:rsidP="00D24A99">
            <w:pPr>
              <w:spacing w:line="240" w:lineRule="auto"/>
            </w:pPr>
          </w:p>
        </w:tc>
        <w:tc>
          <w:tcPr>
            <w:tcW w:w="1620" w:type="dxa"/>
          </w:tcPr>
          <w:p w14:paraId="1D0C18F8" w14:textId="1C99FBD7" w:rsidR="00D24A99" w:rsidRPr="00F73937" w:rsidRDefault="00D24A99" w:rsidP="00D24A99">
            <w:pPr>
              <w:pStyle w:val="BodyText"/>
              <w:tabs>
                <w:tab w:val="decimal" w:pos="1360"/>
              </w:tabs>
              <w:spacing w:after="0"/>
              <w:ind w:left="-108" w:right="-131"/>
              <w:jc w:val="both"/>
            </w:pPr>
            <w:r w:rsidRPr="00D04653">
              <w:t>243</w:t>
            </w:r>
          </w:p>
        </w:tc>
        <w:tc>
          <w:tcPr>
            <w:tcW w:w="270" w:type="dxa"/>
          </w:tcPr>
          <w:p w14:paraId="690FD8A1" w14:textId="77777777" w:rsidR="00D24A99" w:rsidRPr="00F73937" w:rsidRDefault="00D24A99" w:rsidP="00D24A99">
            <w:pPr>
              <w:pStyle w:val="BodyText"/>
              <w:tabs>
                <w:tab w:val="decimal" w:pos="1360"/>
              </w:tabs>
              <w:spacing w:after="0"/>
              <w:ind w:left="-108" w:right="-131"/>
              <w:jc w:val="both"/>
            </w:pPr>
          </w:p>
        </w:tc>
        <w:tc>
          <w:tcPr>
            <w:tcW w:w="1350" w:type="dxa"/>
          </w:tcPr>
          <w:p w14:paraId="46E2E66A" w14:textId="2C5A43B8" w:rsidR="00D24A99" w:rsidRPr="00F73937" w:rsidRDefault="00D24A99" w:rsidP="00C22A19">
            <w:pPr>
              <w:pStyle w:val="BodyText"/>
              <w:tabs>
                <w:tab w:val="decimal" w:pos="1090"/>
              </w:tabs>
              <w:spacing w:after="0"/>
              <w:ind w:left="-108" w:right="-131"/>
              <w:jc w:val="both"/>
            </w:pPr>
            <w:r w:rsidRPr="00B81F85">
              <w:t>204</w:t>
            </w:r>
          </w:p>
        </w:tc>
        <w:tc>
          <w:tcPr>
            <w:tcW w:w="270" w:type="dxa"/>
          </w:tcPr>
          <w:p w14:paraId="09AE39DE" w14:textId="77777777" w:rsidR="00D24A99" w:rsidRPr="00F73937" w:rsidRDefault="00D24A99" w:rsidP="00D24A99">
            <w:pPr>
              <w:pStyle w:val="BodyText"/>
              <w:tabs>
                <w:tab w:val="decimal" w:pos="1360"/>
              </w:tabs>
              <w:spacing w:after="0"/>
              <w:ind w:left="-108" w:right="-131"/>
              <w:jc w:val="both"/>
            </w:pPr>
          </w:p>
        </w:tc>
        <w:tc>
          <w:tcPr>
            <w:tcW w:w="1440" w:type="dxa"/>
          </w:tcPr>
          <w:p w14:paraId="6E2BFC45" w14:textId="45C3837B" w:rsidR="00D24A99" w:rsidRPr="00F73937" w:rsidRDefault="00D24A99" w:rsidP="00905C21">
            <w:pPr>
              <w:pStyle w:val="BodyText"/>
              <w:tabs>
                <w:tab w:val="decimal" w:pos="1136"/>
              </w:tabs>
              <w:spacing w:after="0"/>
              <w:ind w:left="-108" w:right="-131"/>
              <w:jc w:val="both"/>
            </w:pPr>
            <w:r w:rsidRPr="002A0F1C">
              <w:t>179</w:t>
            </w:r>
          </w:p>
        </w:tc>
        <w:tc>
          <w:tcPr>
            <w:tcW w:w="270" w:type="dxa"/>
          </w:tcPr>
          <w:p w14:paraId="2107686D" w14:textId="77777777" w:rsidR="00D24A99" w:rsidRPr="00F73937" w:rsidRDefault="00D24A99" w:rsidP="00D24A99">
            <w:pPr>
              <w:pStyle w:val="BodyText"/>
              <w:tabs>
                <w:tab w:val="decimal" w:pos="1360"/>
              </w:tabs>
              <w:spacing w:after="0"/>
              <w:ind w:left="-108" w:right="-131"/>
              <w:jc w:val="both"/>
            </w:pPr>
          </w:p>
        </w:tc>
        <w:tc>
          <w:tcPr>
            <w:tcW w:w="1440" w:type="dxa"/>
          </w:tcPr>
          <w:p w14:paraId="7891F402" w14:textId="305B2913" w:rsidR="00D24A99" w:rsidRPr="00F73937" w:rsidRDefault="00D24A99" w:rsidP="005F11AF">
            <w:pPr>
              <w:pStyle w:val="BodyText"/>
              <w:tabs>
                <w:tab w:val="decimal" w:pos="1180"/>
              </w:tabs>
              <w:spacing w:after="0"/>
              <w:ind w:left="-108" w:right="-131"/>
              <w:jc w:val="both"/>
            </w:pPr>
            <w:r w:rsidRPr="002651E8">
              <w:t>1,306</w:t>
            </w:r>
          </w:p>
        </w:tc>
        <w:tc>
          <w:tcPr>
            <w:tcW w:w="270" w:type="dxa"/>
          </w:tcPr>
          <w:p w14:paraId="64F5EAED" w14:textId="160C7FDD" w:rsidR="00D24A99" w:rsidRPr="00F73937" w:rsidRDefault="00D24A99" w:rsidP="00D24A99">
            <w:pPr>
              <w:pStyle w:val="BodyText"/>
              <w:tabs>
                <w:tab w:val="decimal" w:pos="1360"/>
              </w:tabs>
              <w:spacing w:after="0"/>
              <w:ind w:left="-108" w:right="-131"/>
              <w:jc w:val="both"/>
            </w:pPr>
          </w:p>
        </w:tc>
        <w:tc>
          <w:tcPr>
            <w:tcW w:w="1356" w:type="dxa"/>
          </w:tcPr>
          <w:p w14:paraId="009C8E38" w14:textId="13F7999A" w:rsidR="00D24A99" w:rsidRPr="00F73937" w:rsidRDefault="00D24A99" w:rsidP="005F11AF">
            <w:pPr>
              <w:pStyle w:val="BodyText"/>
              <w:tabs>
                <w:tab w:val="decimal" w:pos="1090"/>
              </w:tabs>
              <w:spacing w:after="0"/>
              <w:ind w:left="-108" w:right="-131"/>
              <w:jc w:val="both"/>
            </w:pPr>
            <w:r w:rsidRPr="00A81DB5">
              <w:t>1,932</w:t>
            </w:r>
          </w:p>
        </w:tc>
      </w:tr>
      <w:tr w:rsidR="00EE038A" w:rsidRPr="00F73937" w14:paraId="0B2DE7A4" w14:textId="77777777" w:rsidTr="00EE038A">
        <w:trPr>
          <w:cantSplit/>
        </w:trPr>
        <w:tc>
          <w:tcPr>
            <w:tcW w:w="4320" w:type="dxa"/>
          </w:tcPr>
          <w:p w14:paraId="261E18ED" w14:textId="77777777" w:rsidR="00EE038A" w:rsidRPr="00892D64" w:rsidRDefault="00EE038A" w:rsidP="005F67D4">
            <w:pPr>
              <w:spacing w:line="240" w:lineRule="auto"/>
            </w:pPr>
            <w:r>
              <w:t xml:space="preserve">Franchise agreement and project backlog </w:t>
            </w:r>
          </w:p>
        </w:tc>
        <w:tc>
          <w:tcPr>
            <w:tcW w:w="720" w:type="dxa"/>
          </w:tcPr>
          <w:p w14:paraId="6BAF15B6" w14:textId="77777777" w:rsidR="00EE038A" w:rsidRPr="00EE038A" w:rsidRDefault="00EE038A" w:rsidP="005F67D4">
            <w:pPr>
              <w:spacing w:line="240" w:lineRule="auto"/>
              <w:jc w:val="center"/>
              <w:rPr>
                <w:i/>
                <w:iCs/>
              </w:rPr>
            </w:pPr>
          </w:p>
        </w:tc>
        <w:tc>
          <w:tcPr>
            <w:tcW w:w="270" w:type="dxa"/>
          </w:tcPr>
          <w:p w14:paraId="36E0CA40" w14:textId="77777777" w:rsidR="00EE038A" w:rsidRPr="00F73937" w:rsidRDefault="00EE038A" w:rsidP="005F67D4">
            <w:pPr>
              <w:spacing w:line="240" w:lineRule="auto"/>
            </w:pPr>
          </w:p>
        </w:tc>
        <w:tc>
          <w:tcPr>
            <w:tcW w:w="1620" w:type="dxa"/>
          </w:tcPr>
          <w:p w14:paraId="68BBB8B6" w14:textId="77777777" w:rsidR="00EE038A" w:rsidRPr="00D04653" w:rsidRDefault="00EE038A" w:rsidP="005F67D4">
            <w:pPr>
              <w:pStyle w:val="BodyText"/>
              <w:tabs>
                <w:tab w:val="decimal" w:pos="1360"/>
              </w:tabs>
              <w:spacing w:after="0"/>
              <w:ind w:left="-108" w:right="-131"/>
              <w:jc w:val="both"/>
            </w:pPr>
            <w:r>
              <w:t>2,105</w:t>
            </w:r>
          </w:p>
        </w:tc>
        <w:tc>
          <w:tcPr>
            <w:tcW w:w="270" w:type="dxa"/>
          </w:tcPr>
          <w:p w14:paraId="04AA188E" w14:textId="77777777" w:rsidR="00EE038A" w:rsidRPr="00F73937" w:rsidRDefault="00EE038A" w:rsidP="005F67D4">
            <w:pPr>
              <w:pStyle w:val="BodyText"/>
              <w:tabs>
                <w:tab w:val="decimal" w:pos="1360"/>
              </w:tabs>
              <w:spacing w:after="0"/>
              <w:ind w:left="-108" w:right="-131"/>
              <w:jc w:val="both"/>
            </w:pPr>
          </w:p>
        </w:tc>
        <w:tc>
          <w:tcPr>
            <w:tcW w:w="1350" w:type="dxa"/>
          </w:tcPr>
          <w:p w14:paraId="0C7CAB6C" w14:textId="77777777" w:rsidR="00EE038A" w:rsidRPr="00B81F85" w:rsidRDefault="00EE038A" w:rsidP="00C22A19">
            <w:pPr>
              <w:pStyle w:val="BodyText"/>
              <w:tabs>
                <w:tab w:val="decimal" w:pos="1090"/>
              </w:tabs>
              <w:spacing w:after="0"/>
              <w:ind w:left="-108" w:right="-131"/>
              <w:jc w:val="both"/>
            </w:pPr>
            <w:r>
              <w:t>1,198</w:t>
            </w:r>
          </w:p>
        </w:tc>
        <w:tc>
          <w:tcPr>
            <w:tcW w:w="270" w:type="dxa"/>
          </w:tcPr>
          <w:p w14:paraId="25C90BAD" w14:textId="77777777" w:rsidR="00EE038A" w:rsidRPr="00F73937" w:rsidRDefault="00EE038A" w:rsidP="005F67D4">
            <w:pPr>
              <w:pStyle w:val="BodyText"/>
              <w:tabs>
                <w:tab w:val="decimal" w:pos="1360"/>
              </w:tabs>
              <w:spacing w:after="0"/>
              <w:ind w:left="-108" w:right="-131"/>
              <w:jc w:val="both"/>
            </w:pPr>
          </w:p>
        </w:tc>
        <w:tc>
          <w:tcPr>
            <w:tcW w:w="1440" w:type="dxa"/>
          </w:tcPr>
          <w:p w14:paraId="2CD1C397" w14:textId="77777777" w:rsidR="00EE038A" w:rsidRPr="002A0F1C" w:rsidRDefault="00EE038A" w:rsidP="005F67D4">
            <w:pPr>
              <w:pStyle w:val="BodyText"/>
              <w:tabs>
                <w:tab w:val="decimal" w:pos="1136"/>
              </w:tabs>
              <w:spacing w:after="0"/>
              <w:ind w:left="-108" w:right="-131"/>
              <w:jc w:val="both"/>
            </w:pPr>
            <w:r>
              <w:t>32,952</w:t>
            </w:r>
          </w:p>
        </w:tc>
        <w:tc>
          <w:tcPr>
            <w:tcW w:w="270" w:type="dxa"/>
          </w:tcPr>
          <w:p w14:paraId="0649463C" w14:textId="77777777" w:rsidR="00EE038A" w:rsidRPr="00F73937" w:rsidRDefault="00EE038A" w:rsidP="005F67D4">
            <w:pPr>
              <w:pStyle w:val="BodyText"/>
              <w:tabs>
                <w:tab w:val="decimal" w:pos="1360"/>
              </w:tabs>
              <w:spacing w:after="0"/>
              <w:ind w:left="-108" w:right="-131"/>
              <w:jc w:val="both"/>
            </w:pPr>
          </w:p>
        </w:tc>
        <w:tc>
          <w:tcPr>
            <w:tcW w:w="1440" w:type="dxa"/>
          </w:tcPr>
          <w:p w14:paraId="44181F1F" w14:textId="77777777" w:rsidR="00EE038A" w:rsidRPr="002651E8" w:rsidRDefault="00EE038A" w:rsidP="005F11AF">
            <w:pPr>
              <w:pStyle w:val="BodyText"/>
              <w:tabs>
                <w:tab w:val="decimal" w:pos="1180"/>
              </w:tabs>
              <w:spacing w:after="0"/>
              <w:ind w:left="-108" w:right="-131"/>
              <w:jc w:val="both"/>
            </w:pPr>
            <w:r>
              <w:t>1,357</w:t>
            </w:r>
          </w:p>
        </w:tc>
        <w:tc>
          <w:tcPr>
            <w:tcW w:w="270" w:type="dxa"/>
          </w:tcPr>
          <w:p w14:paraId="6C6ED25C" w14:textId="77777777" w:rsidR="00EE038A" w:rsidRPr="00F73937" w:rsidRDefault="00EE038A" w:rsidP="005F67D4">
            <w:pPr>
              <w:pStyle w:val="BodyText"/>
              <w:tabs>
                <w:tab w:val="decimal" w:pos="1360"/>
              </w:tabs>
              <w:spacing w:after="0"/>
              <w:ind w:left="-108" w:right="-131"/>
              <w:jc w:val="both"/>
            </w:pPr>
          </w:p>
        </w:tc>
        <w:tc>
          <w:tcPr>
            <w:tcW w:w="1356" w:type="dxa"/>
          </w:tcPr>
          <w:p w14:paraId="7288F50D" w14:textId="77777777" w:rsidR="00EE038A" w:rsidRPr="00A81DB5" w:rsidRDefault="00EE038A" w:rsidP="005F11AF">
            <w:pPr>
              <w:pStyle w:val="BodyText"/>
              <w:tabs>
                <w:tab w:val="decimal" w:pos="1090"/>
              </w:tabs>
              <w:spacing w:after="0"/>
              <w:ind w:left="-108" w:right="-131"/>
              <w:jc w:val="both"/>
            </w:pPr>
            <w:r>
              <w:t>37,612</w:t>
            </w:r>
          </w:p>
        </w:tc>
      </w:tr>
      <w:tr w:rsidR="00D24A99" w:rsidRPr="00F73937" w14:paraId="71F71E6C" w14:textId="050844F8" w:rsidTr="00AD0E73">
        <w:trPr>
          <w:cantSplit/>
        </w:trPr>
        <w:tc>
          <w:tcPr>
            <w:tcW w:w="4320" w:type="dxa"/>
          </w:tcPr>
          <w:p w14:paraId="0B32E673" w14:textId="6B28256E" w:rsidR="00D24A99" w:rsidRPr="00F73937" w:rsidRDefault="00D24A99" w:rsidP="00D24A99">
            <w:pPr>
              <w:spacing w:line="240" w:lineRule="auto"/>
            </w:pPr>
            <w:r w:rsidRPr="00892D64">
              <w:t xml:space="preserve">Intangible assets </w:t>
            </w:r>
          </w:p>
        </w:tc>
        <w:tc>
          <w:tcPr>
            <w:tcW w:w="720" w:type="dxa"/>
          </w:tcPr>
          <w:p w14:paraId="3ABF8C3D" w14:textId="0DA31FE2" w:rsidR="00D24A99" w:rsidRPr="00F73937" w:rsidRDefault="00D24A99" w:rsidP="00D24A99">
            <w:pPr>
              <w:spacing w:line="240" w:lineRule="auto"/>
              <w:jc w:val="center"/>
              <w:rPr>
                <w:rFonts w:cs="Angsana New"/>
                <w:i/>
                <w:iCs/>
              </w:rPr>
            </w:pPr>
          </w:p>
        </w:tc>
        <w:tc>
          <w:tcPr>
            <w:tcW w:w="270" w:type="dxa"/>
          </w:tcPr>
          <w:p w14:paraId="6173DE6B" w14:textId="77777777" w:rsidR="00D24A99" w:rsidRPr="00F73937" w:rsidRDefault="00D24A99" w:rsidP="00D24A99">
            <w:pPr>
              <w:spacing w:line="240" w:lineRule="auto"/>
            </w:pPr>
          </w:p>
        </w:tc>
        <w:tc>
          <w:tcPr>
            <w:tcW w:w="1620" w:type="dxa"/>
          </w:tcPr>
          <w:p w14:paraId="35289C0B" w14:textId="221E2F5B" w:rsidR="00D24A99" w:rsidRPr="00F73937" w:rsidRDefault="009A659D" w:rsidP="00D24A99">
            <w:pPr>
              <w:pStyle w:val="BodyText"/>
              <w:tabs>
                <w:tab w:val="decimal" w:pos="1360"/>
              </w:tabs>
              <w:spacing w:after="0"/>
              <w:ind w:left="-108" w:right="-131"/>
              <w:jc w:val="both"/>
            </w:pPr>
            <w:r>
              <w:t>90</w:t>
            </w:r>
          </w:p>
        </w:tc>
        <w:tc>
          <w:tcPr>
            <w:tcW w:w="270" w:type="dxa"/>
          </w:tcPr>
          <w:p w14:paraId="1E9A463F" w14:textId="77777777" w:rsidR="00D24A99" w:rsidRPr="00F73937" w:rsidRDefault="00D24A99" w:rsidP="00D24A99">
            <w:pPr>
              <w:pStyle w:val="BodyText"/>
              <w:tabs>
                <w:tab w:val="decimal" w:pos="1360"/>
              </w:tabs>
              <w:spacing w:after="0"/>
              <w:ind w:left="-108" w:right="-131"/>
              <w:jc w:val="both"/>
            </w:pPr>
          </w:p>
        </w:tc>
        <w:tc>
          <w:tcPr>
            <w:tcW w:w="1350" w:type="dxa"/>
          </w:tcPr>
          <w:p w14:paraId="2A330FE0" w14:textId="23D4A065" w:rsidR="00D24A99" w:rsidRPr="00F73937" w:rsidRDefault="009A659D" w:rsidP="00C22A19">
            <w:pPr>
              <w:pStyle w:val="BodyText"/>
              <w:tabs>
                <w:tab w:val="decimal" w:pos="1090"/>
              </w:tabs>
              <w:spacing w:after="0"/>
              <w:ind w:left="-108" w:right="-131"/>
              <w:jc w:val="both"/>
            </w:pPr>
            <w:r>
              <w:t>72</w:t>
            </w:r>
          </w:p>
        </w:tc>
        <w:tc>
          <w:tcPr>
            <w:tcW w:w="270" w:type="dxa"/>
          </w:tcPr>
          <w:p w14:paraId="03F4C92A" w14:textId="77777777" w:rsidR="00D24A99" w:rsidRPr="00F73937" w:rsidRDefault="00D24A99" w:rsidP="00D24A99">
            <w:pPr>
              <w:pStyle w:val="BodyText"/>
              <w:tabs>
                <w:tab w:val="decimal" w:pos="1360"/>
              </w:tabs>
              <w:spacing w:after="0"/>
              <w:ind w:left="-108" w:right="-131"/>
              <w:jc w:val="both"/>
            </w:pPr>
          </w:p>
        </w:tc>
        <w:tc>
          <w:tcPr>
            <w:tcW w:w="1440" w:type="dxa"/>
          </w:tcPr>
          <w:p w14:paraId="74E30E2D" w14:textId="76807F62" w:rsidR="00D24A99" w:rsidRPr="00F73937" w:rsidRDefault="009A659D" w:rsidP="00905C21">
            <w:pPr>
              <w:pStyle w:val="BodyText"/>
              <w:tabs>
                <w:tab w:val="decimal" w:pos="1136"/>
              </w:tabs>
              <w:spacing w:after="0"/>
              <w:ind w:left="-108" w:right="-131"/>
              <w:jc w:val="both"/>
            </w:pPr>
            <w:r>
              <w:t>190</w:t>
            </w:r>
          </w:p>
        </w:tc>
        <w:tc>
          <w:tcPr>
            <w:tcW w:w="270" w:type="dxa"/>
          </w:tcPr>
          <w:p w14:paraId="3EE7E693" w14:textId="77777777" w:rsidR="00D24A99" w:rsidRPr="00F73937" w:rsidRDefault="00D24A99" w:rsidP="00D24A99">
            <w:pPr>
              <w:pStyle w:val="BodyText"/>
              <w:tabs>
                <w:tab w:val="decimal" w:pos="1360"/>
              </w:tabs>
              <w:spacing w:after="0"/>
              <w:ind w:left="-108" w:right="-131"/>
              <w:jc w:val="both"/>
            </w:pPr>
          </w:p>
        </w:tc>
        <w:tc>
          <w:tcPr>
            <w:tcW w:w="1440" w:type="dxa"/>
          </w:tcPr>
          <w:p w14:paraId="488F2D35" w14:textId="4B28FD00" w:rsidR="00D24A99" w:rsidRPr="00F73937" w:rsidRDefault="009A659D" w:rsidP="005F11AF">
            <w:pPr>
              <w:pStyle w:val="BodyText"/>
              <w:tabs>
                <w:tab w:val="decimal" w:pos="876"/>
              </w:tabs>
              <w:spacing w:after="0"/>
              <w:ind w:left="-108" w:right="-131"/>
              <w:jc w:val="both"/>
            </w:pPr>
            <w:r>
              <w:t>-</w:t>
            </w:r>
          </w:p>
        </w:tc>
        <w:tc>
          <w:tcPr>
            <w:tcW w:w="270" w:type="dxa"/>
          </w:tcPr>
          <w:p w14:paraId="6857AAAD" w14:textId="77FD3961" w:rsidR="00D24A99" w:rsidRPr="00F73937" w:rsidRDefault="00D24A99" w:rsidP="00D24A99">
            <w:pPr>
              <w:pStyle w:val="BodyText"/>
              <w:tabs>
                <w:tab w:val="decimal" w:pos="1360"/>
              </w:tabs>
              <w:spacing w:after="0"/>
              <w:ind w:left="-108" w:right="-131"/>
              <w:jc w:val="both"/>
            </w:pPr>
          </w:p>
        </w:tc>
        <w:tc>
          <w:tcPr>
            <w:tcW w:w="1356" w:type="dxa"/>
          </w:tcPr>
          <w:p w14:paraId="294A8E16" w14:textId="2F9DDBF8" w:rsidR="00D24A99" w:rsidRPr="00F73937" w:rsidRDefault="009A659D" w:rsidP="005F11AF">
            <w:pPr>
              <w:pStyle w:val="BodyText"/>
              <w:tabs>
                <w:tab w:val="decimal" w:pos="1090"/>
              </w:tabs>
              <w:spacing w:after="0"/>
              <w:ind w:left="-108" w:right="-131"/>
              <w:jc w:val="both"/>
            </w:pPr>
            <w:r>
              <w:t>352</w:t>
            </w:r>
          </w:p>
        </w:tc>
      </w:tr>
      <w:tr w:rsidR="00D24A99" w:rsidRPr="00F73937" w14:paraId="708832D4" w14:textId="60559205" w:rsidTr="00AD0E73">
        <w:trPr>
          <w:cantSplit/>
        </w:trPr>
        <w:tc>
          <w:tcPr>
            <w:tcW w:w="4320" w:type="dxa"/>
          </w:tcPr>
          <w:p w14:paraId="1FAFA1DF" w14:textId="747EE683" w:rsidR="00D24A99" w:rsidRPr="00F73937" w:rsidRDefault="00D24A99" w:rsidP="00D24A99">
            <w:pPr>
              <w:spacing w:line="240" w:lineRule="auto"/>
            </w:pPr>
            <w:r w:rsidRPr="00892D64">
              <w:t>Other non-current assets</w:t>
            </w:r>
          </w:p>
        </w:tc>
        <w:tc>
          <w:tcPr>
            <w:tcW w:w="720" w:type="dxa"/>
          </w:tcPr>
          <w:p w14:paraId="2FE1A96D" w14:textId="77777777" w:rsidR="00D24A99" w:rsidRPr="00F73937" w:rsidRDefault="00D24A99" w:rsidP="00D24A99">
            <w:pPr>
              <w:spacing w:line="240" w:lineRule="auto"/>
              <w:jc w:val="center"/>
              <w:rPr>
                <w:rFonts w:cs="Angsana New"/>
                <w:i/>
                <w:iCs/>
              </w:rPr>
            </w:pPr>
          </w:p>
        </w:tc>
        <w:tc>
          <w:tcPr>
            <w:tcW w:w="270" w:type="dxa"/>
          </w:tcPr>
          <w:p w14:paraId="7F2D8406" w14:textId="77777777" w:rsidR="00D24A99" w:rsidRPr="00F73937" w:rsidRDefault="00D24A99" w:rsidP="00D24A99">
            <w:pPr>
              <w:spacing w:line="240" w:lineRule="auto"/>
            </w:pPr>
          </w:p>
        </w:tc>
        <w:tc>
          <w:tcPr>
            <w:tcW w:w="1620" w:type="dxa"/>
          </w:tcPr>
          <w:p w14:paraId="102EDAAF" w14:textId="10CA526E" w:rsidR="00D24A99" w:rsidRPr="00F73937" w:rsidRDefault="00D24A99" w:rsidP="00D24A99">
            <w:pPr>
              <w:pStyle w:val="BodyText"/>
              <w:tabs>
                <w:tab w:val="decimal" w:pos="1360"/>
              </w:tabs>
              <w:spacing w:after="0"/>
              <w:ind w:left="-108" w:right="-131"/>
              <w:jc w:val="both"/>
            </w:pPr>
            <w:r w:rsidRPr="00D04653">
              <w:t>56</w:t>
            </w:r>
          </w:p>
        </w:tc>
        <w:tc>
          <w:tcPr>
            <w:tcW w:w="270" w:type="dxa"/>
          </w:tcPr>
          <w:p w14:paraId="56F7769B" w14:textId="77777777" w:rsidR="00D24A99" w:rsidRPr="00F73937" w:rsidRDefault="00D24A99" w:rsidP="00D24A99">
            <w:pPr>
              <w:pStyle w:val="BodyText"/>
              <w:tabs>
                <w:tab w:val="decimal" w:pos="1360"/>
              </w:tabs>
              <w:spacing w:after="0"/>
              <w:ind w:left="-108" w:right="-131"/>
              <w:jc w:val="both"/>
            </w:pPr>
          </w:p>
        </w:tc>
        <w:tc>
          <w:tcPr>
            <w:tcW w:w="1350" w:type="dxa"/>
          </w:tcPr>
          <w:p w14:paraId="6260A136" w14:textId="6C75FF45" w:rsidR="00D24A99" w:rsidRPr="00F73937" w:rsidRDefault="00D24A99" w:rsidP="00C22A19">
            <w:pPr>
              <w:pStyle w:val="BodyText"/>
              <w:tabs>
                <w:tab w:val="decimal" w:pos="1090"/>
              </w:tabs>
              <w:spacing w:after="0"/>
              <w:ind w:left="-108" w:right="-131"/>
              <w:jc w:val="both"/>
            </w:pPr>
            <w:r w:rsidRPr="00B81F85">
              <w:t>10</w:t>
            </w:r>
          </w:p>
        </w:tc>
        <w:tc>
          <w:tcPr>
            <w:tcW w:w="270" w:type="dxa"/>
          </w:tcPr>
          <w:p w14:paraId="30158037" w14:textId="77777777" w:rsidR="00D24A99" w:rsidRPr="00F73937" w:rsidRDefault="00D24A99" w:rsidP="00D24A99">
            <w:pPr>
              <w:pStyle w:val="BodyText"/>
              <w:tabs>
                <w:tab w:val="decimal" w:pos="1360"/>
              </w:tabs>
              <w:spacing w:after="0"/>
              <w:ind w:left="-108" w:right="-131"/>
              <w:jc w:val="both"/>
            </w:pPr>
          </w:p>
        </w:tc>
        <w:tc>
          <w:tcPr>
            <w:tcW w:w="1440" w:type="dxa"/>
          </w:tcPr>
          <w:p w14:paraId="71AB6297" w14:textId="744A5627" w:rsidR="00D24A99" w:rsidRPr="00F73937" w:rsidRDefault="00D24A99" w:rsidP="009A659D">
            <w:pPr>
              <w:pStyle w:val="BodyText"/>
              <w:tabs>
                <w:tab w:val="decimal" w:pos="876"/>
              </w:tabs>
              <w:spacing w:after="0"/>
              <w:ind w:left="-108" w:right="-131"/>
              <w:jc w:val="both"/>
            </w:pPr>
            <w:r w:rsidRPr="002A0F1C">
              <w:t>-</w:t>
            </w:r>
          </w:p>
        </w:tc>
        <w:tc>
          <w:tcPr>
            <w:tcW w:w="270" w:type="dxa"/>
          </w:tcPr>
          <w:p w14:paraId="19F7CFBD" w14:textId="77777777" w:rsidR="00D24A99" w:rsidRPr="00F73937" w:rsidRDefault="00D24A99" w:rsidP="00D24A99">
            <w:pPr>
              <w:pStyle w:val="BodyText"/>
              <w:tabs>
                <w:tab w:val="decimal" w:pos="1360"/>
              </w:tabs>
              <w:spacing w:after="0"/>
              <w:ind w:left="-108" w:right="-131"/>
              <w:jc w:val="both"/>
            </w:pPr>
          </w:p>
        </w:tc>
        <w:tc>
          <w:tcPr>
            <w:tcW w:w="1440" w:type="dxa"/>
          </w:tcPr>
          <w:p w14:paraId="2CD09149" w14:textId="1C3BB293" w:rsidR="00D24A99" w:rsidRPr="00F73937" w:rsidRDefault="00D24A99" w:rsidP="005F11AF">
            <w:pPr>
              <w:pStyle w:val="BodyText"/>
              <w:tabs>
                <w:tab w:val="decimal" w:pos="876"/>
              </w:tabs>
              <w:spacing w:after="0"/>
              <w:ind w:left="-108" w:right="-131"/>
              <w:jc w:val="both"/>
            </w:pPr>
            <w:r w:rsidRPr="002651E8">
              <w:t>-</w:t>
            </w:r>
          </w:p>
        </w:tc>
        <w:tc>
          <w:tcPr>
            <w:tcW w:w="270" w:type="dxa"/>
          </w:tcPr>
          <w:p w14:paraId="5ECE1553" w14:textId="649B170F" w:rsidR="00D24A99" w:rsidRPr="00F73937" w:rsidRDefault="00D24A99" w:rsidP="00D24A99">
            <w:pPr>
              <w:pStyle w:val="BodyText"/>
              <w:tabs>
                <w:tab w:val="decimal" w:pos="1360"/>
              </w:tabs>
              <w:spacing w:after="0"/>
              <w:ind w:left="-108" w:right="-131"/>
              <w:jc w:val="both"/>
            </w:pPr>
          </w:p>
        </w:tc>
        <w:tc>
          <w:tcPr>
            <w:tcW w:w="1356" w:type="dxa"/>
          </w:tcPr>
          <w:p w14:paraId="4DCFC632" w14:textId="67390A72" w:rsidR="00D24A99" w:rsidRPr="00F73937" w:rsidRDefault="00D24A99" w:rsidP="005F11AF">
            <w:pPr>
              <w:pStyle w:val="BodyText"/>
              <w:tabs>
                <w:tab w:val="decimal" w:pos="1090"/>
              </w:tabs>
              <w:spacing w:after="0"/>
              <w:ind w:left="-108" w:right="-131"/>
              <w:jc w:val="both"/>
            </w:pPr>
            <w:r w:rsidRPr="00A81DB5">
              <w:t>66</w:t>
            </w:r>
          </w:p>
        </w:tc>
      </w:tr>
      <w:tr w:rsidR="00D24A99" w:rsidRPr="00F73937" w14:paraId="68A03A12" w14:textId="46FB1B5B" w:rsidTr="00AD0E73">
        <w:trPr>
          <w:cantSplit/>
        </w:trPr>
        <w:tc>
          <w:tcPr>
            <w:tcW w:w="4320" w:type="dxa"/>
          </w:tcPr>
          <w:p w14:paraId="3056F991" w14:textId="1358B0BC" w:rsidR="00D24A99" w:rsidRPr="006F281F" w:rsidRDefault="00D24A99" w:rsidP="00D24A99">
            <w:pPr>
              <w:autoSpaceDE w:val="0"/>
              <w:autoSpaceDN w:val="0"/>
              <w:adjustRightInd w:val="0"/>
              <w:spacing w:line="240" w:lineRule="auto"/>
              <w:jc w:val="both"/>
              <w:rPr>
                <w:highlight w:val="yellow"/>
              </w:rPr>
            </w:pPr>
            <w:r w:rsidRPr="00892D64">
              <w:t>Trade accounts payable</w:t>
            </w:r>
          </w:p>
        </w:tc>
        <w:tc>
          <w:tcPr>
            <w:tcW w:w="720" w:type="dxa"/>
          </w:tcPr>
          <w:p w14:paraId="13B0EB8C" w14:textId="2CBAB94B" w:rsidR="00D24A99" w:rsidRPr="00F73937" w:rsidRDefault="00D24A99" w:rsidP="00D24A99">
            <w:pPr>
              <w:spacing w:line="240" w:lineRule="auto"/>
              <w:jc w:val="center"/>
              <w:rPr>
                <w:i/>
                <w:iCs/>
              </w:rPr>
            </w:pPr>
          </w:p>
        </w:tc>
        <w:tc>
          <w:tcPr>
            <w:tcW w:w="270" w:type="dxa"/>
          </w:tcPr>
          <w:p w14:paraId="0549125C" w14:textId="77777777" w:rsidR="00D24A99" w:rsidRPr="00F73937" w:rsidRDefault="00D24A99" w:rsidP="00D24A99">
            <w:pPr>
              <w:spacing w:line="240" w:lineRule="auto"/>
            </w:pPr>
          </w:p>
        </w:tc>
        <w:tc>
          <w:tcPr>
            <w:tcW w:w="1620" w:type="dxa"/>
          </w:tcPr>
          <w:p w14:paraId="5F52053F" w14:textId="3CC8F744" w:rsidR="00D24A99" w:rsidRPr="00F73937" w:rsidRDefault="00D24A99" w:rsidP="00D24A99">
            <w:pPr>
              <w:pStyle w:val="BodyText"/>
              <w:tabs>
                <w:tab w:val="decimal" w:pos="1360"/>
              </w:tabs>
              <w:spacing w:after="0"/>
              <w:ind w:left="-108" w:right="-131"/>
              <w:jc w:val="both"/>
            </w:pPr>
            <w:r w:rsidRPr="00D04653">
              <w:t>(3,211)</w:t>
            </w:r>
          </w:p>
        </w:tc>
        <w:tc>
          <w:tcPr>
            <w:tcW w:w="270" w:type="dxa"/>
          </w:tcPr>
          <w:p w14:paraId="5682B71D" w14:textId="77777777" w:rsidR="00D24A99" w:rsidRPr="00F73937" w:rsidRDefault="00D24A99" w:rsidP="00D24A99">
            <w:pPr>
              <w:pStyle w:val="BodyText"/>
              <w:tabs>
                <w:tab w:val="decimal" w:pos="1360"/>
              </w:tabs>
              <w:spacing w:after="0"/>
              <w:ind w:left="-108" w:right="-131"/>
              <w:jc w:val="both"/>
            </w:pPr>
          </w:p>
        </w:tc>
        <w:tc>
          <w:tcPr>
            <w:tcW w:w="1350" w:type="dxa"/>
          </w:tcPr>
          <w:p w14:paraId="6D831425" w14:textId="05CEE7C4" w:rsidR="00D24A99" w:rsidRPr="00F73937" w:rsidRDefault="00D24A99" w:rsidP="00C22A19">
            <w:pPr>
              <w:pStyle w:val="BodyText"/>
              <w:tabs>
                <w:tab w:val="decimal" w:pos="1090"/>
              </w:tabs>
              <w:spacing w:after="0"/>
              <w:ind w:left="-108" w:right="-131"/>
              <w:jc w:val="both"/>
            </w:pPr>
            <w:r w:rsidRPr="00B81F85">
              <w:t>(532)</w:t>
            </w:r>
          </w:p>
        </w:tc>
        <w:tc>
          <w:tcPr>
            <w:tcW w:w="270" w:type="dxa"/>
          </w:tcPr>
          <w:p w14:paraId="58A8C647" w14:textId="77777777" w:rsidR="00D24A99" w:rsidRPr="00F73937" w:rsidRDefault="00D24A99" w:rsidP="00D24A99">
            <w:pPr>
              <w:pStyle w:val="BodyText"/>
              <w:tabs>
                <w:tab w:val="decimal" w:pos="1360"/>
              </w:tabs>
              <w:spacing w:after="0"/>
              <w:ind w:left="-108" w:right="-131"/>
              <w:jc w:val="both"/>
            </w:pPr>
          </w:p>
        </w:tc>
        <w:tc>
          <w:tcPr>
            <w:tcW w:w="1440" w:type="dxa"/>
          </w:tcPr>
          <w:p w14:paraId="58A15E1E" w14:textId="62D807FB" w:rsidR="00D24A99" w:rsidRPr="00F73937" w:rsidRDefault="00D24A99" w:rsidP="009A659D">
            <w:pPr>
              <w:pStyle w:val="BodyText"/>
              <w:tabs>
                <w:tab w:val="decimal" w:pos="876"/>
              </w:tabs>
              <w:spacing w:after="0"/>
              <w:ind w:left="-108" w:right="-131"/>
              <w:jc w:val="both"/>
            </w:pPr>
            <w:r w:rsidRPr="002A0F1C">
              <w:t>-</w:t>
            </w:r>
          </w:p>
        </w:tc>
        <w:tc>
          <w:tcPr>
            <w:tcW w:w="270" w:type="dxa"/>
          </w:tcPr>
          <w:p w14:paraId="3408C4D3" w14:textId="77777777" w:rsidR="00D24A99" w:rsidRPr="00F73937" w:rsidRDefault="00D24A99" w:rsidP="00D24A99">
            <w:pPr>
              <w:pStyle w:val="BodyText"/>
              <w:tabs>
                <w:tab w:val="decimal" w:pos="1360"/>
              </w:tabs>
              <w:spacing w:after="0"/>
              <w:ind w:left="-108" w:right="-131"/>
              <w:jc w:val="both"/>
            </w:pPr>
          </w:p>
        </w:tc>
        <w:tc>
          <w:tcPr>
            <w:tcW w:w="1440" w:type="dxa"/>
          </w:tcPr>
          <w:p w14:paraId="38B298EA" w14:textId="393E6EFF" w:rsidR="00D24A99" w:rsidRPr="00F73937" w:rsidRDefault="00D24A99" w:rsidP="005F11AF">
            <w:pPr>
              <w:pStyle w:val="BodyText"/>
              <w:tabs>
                <w:tab w:val="decimal" w:pos="1180"/>
              </w:tabs>
              <w:spacing w:after="0"/>
              <w:ind w:left="-108" w:right="-131"/>
              <w:jc w:val="both"/>
            </w:pPr>
            <w:r w:rsidRPr="002651E8">
              <w:t>(155)</w:t>
            </w:r>
          </w:p>
        </w:tc>
        <w:tc>
          <w:tcPr>
            <w:tcW w:w="270" w:type="dxa"/>
          </w:tcPr>
          <w:p w14:paraId="1B79CD3D" w14:textId="5E748F84" w:rsidR="00D24A99" w:rsidRPr="00F73937" w:rsidRDefault="00D24A99" w:rsidP="00D24A99">
            <w:pPr>
              <w:pStyle w:val="BodyText"/>
              <w:tabs>
                <w:tab w:val="decimal" w:pos="1360"/>
              </w:tabs>
              <w:spacing w:after="0"/>
              <w:ind w:left="-108" w:right="-131"/>
              <w:jc w:val="both"/>
            </w:pPr>
          </w:p>
        </w:tc>
        <w:tc>
          <w:tcPr>
            <w:tcW w:w="1356" w:type="dxa"/>
          </w:tcPr>
          <w:p w14:paraId="2A5557F6" w14:textId="1252B599" w:rsidR="00D24A99" w:rsidRPr="00F73937" w:rsidRDefault="00D24A99" w:rsidP="005F11AF">
            <w:pPr>
              <w:pStyle w:val="BodyText"/>
              <w:tabs>
                <w:tab w:val="decimal" w:pos="1090"/>
              </w:tabs>
              <w:spacing w:after="0"/>
              <w:ind w:left="-108" w:right="-131"/>
              <w:jc w:val="both"/>
            </w:pPr>
            <w:r w:rsidRPr="00A81DB5">
              <w:t>(3,898)</w:t>
            </w:r>
          </w:p>
        </w:tc>
      </w:tr>
      <w:tr w:rsidR="00D24A99" w:rsidRPr="00F73937" w14:paraId="5CF933F7" w14:textId="36B3D7BD" w:rsidTr="00AD0E73">
        <w:trPr>
          <w:cantSplit/>
        </w:trPr>
        <w:tc>
          <w:tcPr>
            <w:tcW w:w="4320" w:type="dxa"/>
          </w:tcPr>
          <w:p w14:paraId="352270F8" w14:textId="066A5CB0" w:rsidR="00D24A99" w:rsidRPr="00892D64" w:rsidRDefault="00D24A99" w:rsidP="00D24A99">
            <w:pPr>
              <w:autoSpaceDE w:val="0"/>
              <w:autoSpaceDN w:val="0"/>
              <w:adjustRightInd w:val="0"/>
              <w:spacing w:line="240" w:lineRule="auto"/>
              <w:jc w:val="both"/>
            </w:pPr>
            <w:r w:rsidRPr="00892D64">
              <w:t>Other payables</w:t>
            </w:r>
          </w:p>
        </w:tc>
        <w:tc>
          <w:tcPr>
            <w:tcW w:w="720" w:type="dxa"/>
          </w:tcPr>
          <w:p w14:paraId="0554A0FB" w14:textId="77777777" w:rsidR="00D24A99" w:rsidRPr="00F73937" w:rsidRDefault="00D24A99" w:rsidP="00D24A99">
            <w:pPr>
              <w:spacing w:line="240" w:lineRule="auto"/>
              <w:jc w:val="center"/>
              <w:rPr>
                <w:i/>
                <w:iCs/>
              </w:rPr>
            </w:pPr>
          </w:p>
        </w:tc>
        <w:tc>
          <w:tcPr>
            <w:tcW w:w="270" w:type="dxa"/>
          </w:tcPr>
          <w:p w14:paraId="1AB06A38" w14:textId="77777777" w:rsidR="00D24A99" w:rsidRPr="00F73937" w:rsidRDefault="00D24A99" w:rsidP="00D24A99">
            <w:pPr>
              <w:spacing w:line="240" w:lineRule="auto"/>
            </w:pPr>
          </w:p>
        </w:tc>
        <w:tc>
          <w:tcPr>
            <w:tcW w:w="1620" w:type="dxa"/>
          </w:tcPr>
          <w:p w14:paraId="7CE7A02F" w14:textId="04C2B31D" w:rsidR="00D24A99" w:rsidRPr="00F73937" w:rsidRDefault="00D24A99" w:rsidP="00D24A99">
            <w:pPr>
              <w:pStyle w:val="BodyText"/>
              <w:tabs>
                <w:tab w:val="decimal" w:pos="1360"/>
              </w:tabs>
              <w:spacing w:after="0"/>
              <w:ind w:left="-108" w:right="-131"/>
              <w:jc w:val="both"/>
            </w:pPr>
            <w:r w:rsidRPr="00D04653">
              <w:t>(158)</w:t>
            </w:r>
          </w:p>
        </w:tc>
        <w:tc>
          <w:tcPr>
            <w:tcW w:w="270" w:type="dxa"/>
          </w:tcPr>
          <w:p w14:paraId="144007F4" w14:textId="77777777" w:rsidR="00D24A99" w:rsidRPr="00F73937" w:rsidRDefault="00D24A99" w:rsidP="00D24A99">
            <w:pPr>
              <w:pStyle w:val="BodyText"/>
              <w:tabs>
                <w:tab w:val="decimal" w:pos="1360"/>
              </w:tabs>
              <w:spacing w:after="0"/>
              <w:ind w:left="-108" w:right="-131"/>
              <w:jc w:val="both"/>
            </w:pPr>
          </w:p>
        </w:tc>
        <w:tc>
          <w:tcPr>
            <w:tcW w:w="1350" w:type="dxa"/>
          </w:tcPr>
          <w:p w14:paraId="249A6032" w14:textId="6D9DFAAE" w:rsidR="00D24A99" w:rsidRPr="00F73937" w:rsidRDefault="00D24A99" w:rsidP="00C22A19">
            <w:pPr>
              <w:pStyle w:val="BodyText"/>
              <w:tabs>
                <w:tab w:val="decimal" w:pos="1090"/>
              </w:tabs>
              <w:spacing w:after="0"/>
              <w:ind w:left="-108" w:right="-131"/>
              <w:jc w:val="both"/>
            </w:pPr>
            <w:r w:rsidRPr="00B81F85">
              <w:t>(835)</w:t>
            </w:r>
          </w:p>
        </w:tc>
        <w:tc>
          <w:tcPr>
            <w:tcW w:w="270" w:type="dxa"/>
          </w:tcPr>
          <w:p w14:paraId="516911F0" w14:textId="77777777" w:rsidR="00D24A99" w:rsidRPr="00F73937" w:rsidRDefault="00D24A99" w:rsidP="00D24A99">
            <w:pPr>
              <w:pStyle w:val="BodyText"/>
              <w:tabs>
                <w:tab w:val="decimal" w:pos="1360"/>
              </w:tabs>
              <w:spacing w:after="0"/>
              <w:ind w:left="-108" w:right="-131"/>
              <w:jc w:val="both"/>
            </w:pPr>
          </w:p>
        </w:tc>
        <w:tc>
          <w:tcPr>
            <w:tcW w:w="1440" w:type="dxa"/>
          </w:tcPr>
          <w:p w14:paraId="31AD187B" w14:textId="14B72518" w:rsidR="00D24A99" w:rsidRPr="00F73937" w:rsidRDefault="00D24A99" w:rsidP="00905C21">
            <w:pPr>
              <w:pStyle w:val="BodyText"/>
              <w:tabs>
                <w:tab w:val="decimal" w:pos="1136"/>
              </w:tabs>
              <w:spacing w:after="0"/>
              <w:ind w:left="-108" w:right="-131"/>
              <w:jc w:val="both"/>
            </w:pPr>
            <w:r w:rsidRPr="002A0F1C">
              <w:t>(15,364)</w:t>
            </w:r>
          </w:p>
        </w:tc>
        <w:tc>
          <w:tcPr>
            <w:tcW w:w="270" w:type="dxa"/>
          </w:tcPr>
          <w:p w14:paraId="196DF699" w14:textId="77777777" w:rsidR="00D24A99" w:rsidRPr="00F73937" w:rsidRDefault="00D24A99" w:rsidP="00D24A99">
            <w:pPr>
              <w:pStyle w:val="BodyText"/>
              <w:tabs>
                <w:tab w:val="decimal" w:pos="1360"/>
              </w:tabs>
              <w:spacing w:after="0"/>
              <w:ind w:left="-108" w:right="-131"/>
              <w:jc w:val="both"/>
            </w:pPr>
          </w:p>
        </w:tc>
        <w:tc>
          <w:tcPr>
            <w:tcW w:w="1440" w:type="dxa"/>
          </w:tcPr>
          <w:p w14:paraId="376BBAB9" w14:textId="2B34EBF4" w:rsidR="00D24A99" w:rsidRPr="00F73937" w:rsidRDefault="00D24A99" w:rsidP="005F11AF">
            <w:pPr>
              <w:pStyle w:val="BodyText"/>
              <w:tabs>
                <w:tab w:val="decimal" w:pos="1180"/>
              </w:tabs>
              <w:spacing w:after="0"/>
              <w:ind w:left="-108" w:right="-131"/>
              <w:jc w:val="both"/>
            </w:pPr>
            <w:r w:rsidRPr="002651E8">
              <w:t>(100)</w:t>
            </w:r>
          </w:p>
        </w:tc>
        <w:tc>
          <w:tcPr>
            <w:tcW w:w="270" w:type="dxa"/>
          </w:tcPr>
          <w:p w14:paraId="02129843" w14:textId="529EF6B7" w:rsidR="00D24A99" w:rsidRPr="00F73937" w:rsidRDefault="00D24A99" w:rsidP="00D24A99">
            <w:pPr>
              <w:pStyle w:val="BodyText"/>
              <w:tabs>
                <w:tab w:val="decimal" w:pos="1360"/>
              </w:tabs>
              <w:spacing w:after="0"/>
              <w:ind w:left="-108" w:right="-131"/>
              <w:jc w:val="both"/>
            </w:pPr>
          </w:p>
        </w:tc>
        <w:tc>
          <w:tcPr>
            <w:tcW w:w="1356" w:type="dxa"/>
          </w:tcPr>
          <w:p w14:paraId="2C6841E2" w14:textId="0A0D5D91" w:rsidR="00D24A99" w:rsidRPr="00F73937" w:rsidRDefault="00D24A99" w:rsidP="005F11AF">
            <w:pPr>
              <w:pStyle w:val="BodyText"/>
              <w:tabs>
                <w:tab w:val="decimal" w:pos="1090"/>
              </w:tabs>
              <w:spacing w:after="0"/>
              <w:ind w:left="-108" w:right="-131"/>
              <w:jc w:val="both"/>
            </w:pPr>
            <w:r w:rsidRPr="00A81DB5">
              <w:t>(16,457)</w:t>
            </w:r>
          </w:p>
        </w:tc>
      </w:tr>
      <w:tr w:rsidR="00D24A99" w:rsidRPr="00F73937" w14:paraId="339532C4" w14:textId="77777777" w:rsidTr="00AD0E73">
        <w:trPr>
          <w:cantSplit/>
        </w:trPr>
        <w:tc>
          <w:tcPr>
            <w:tcW w:w="4320" w:type="dxa"/>
          </w:tcPr>
          <w:p w14:paraId="55D51FBB" w14:textId="7E94DADF" w:rsidR="00D24A99" w:rsidRPr="00DF7FB5" w:rsidRDefault="00D24A99" w:rsidP="00D24A99">
            <w:pPr>
              <w:spacing w:line="240" w:lineRule="auto"/>
              <w:rPr>
                <w:rFonts w:cstheme="minorBidi"/>
              </w:rPr>
            </w:pPr>
            <w:r>
              <w:t xml:space="preserve">Short-term </w:t>
            </w:r>
            <w:r w:rsidR="00DF7FB5">
              <w:rPr>
                <w:rFonts w:cstheme="minorBidi"/>
              </w:rPr>
              <w:t>borrowings</w:t>
            </w:r>
          </w:p>
        </w:tc>
        <w:tc>
          <w:tcPr>
            <w:tcW w:w="720" w:type="dxa"/>
          </w:tcPr>
          <w:p w14:paraId="6C2F3C8C" w14:textId="77777777" w:rsidR="00D24A99" w:rsidRPr="00F73937" w:rsidRDefault="00D24A99" w:rsidP="00D24A99">
            <w:pPr>
              <w:spacing w:line="240" w:lineRule="auto"/>
              <w:jc w:val="center"/>
              <w:rPr>
                <w:i/>
                <w:iCs/>
              </w:rPr>
            </w:pPr>
          </w:p>
        </w:tc>
        <w:tc>
          <w:tcPr>
            <w:tcW w:w="270" w:type="dxa"/>
          </w:tcPr>
          <w:p w14:paraId="6B32AB1C" w14:textId="77777777" w:rsidR="00D24A99" w:rsidRPr="00F73937" w:rsidRDefault="00D24A99" w:rsidP="00D24A99">
            <w:pPr>
              <w:spacing w:line="240" w:lineRule="auto"/>
            </w:pPr>
          </w:p>
        </w:tc>
        <w:tc>
          <w:tcPr>
            <w:tcW w:w="1620" w:type="dxa"/>
          </w:tcPr>
          <w:p w14:paraId="11DB52E0" w14:textId="3C5E16FC" w:rsidR="00D24A99" w:rsidRPr="00F73937" w:rsidRDefault="00D24A99" w:rsidP="00D24A99">
            <w:pPr>
              <w:pStyle w:val="BodyText"/>
              <w:tabs>
                <w:tab w:val="decimal" w:pos="1360"/>
              </w:tabs>
              <w:spacing w:after="0"/>
              <w:ind w:left="-108" w:right="-131"/>
              <w:jc w:val="both"/>
            </w:pPr>
            <w:r w:rsidRPr="00D04653">
              <w:t>(1,341)</w:t>
            </w:r>
          </w:p>
        </w:tc>
        <w:tc>
          <w:tcPr>
            <w:tcW w:w="270" w:type="dxa"/>
          </w:tcPr>
          <w:p w14:paraId="26071F0A" w14:textId="77777777" w:rsidR="00D24A99" w:rsidRPr="00F73937" w:rsidRDefault="00D24A99" w:rsidP="00D24A99">
            <w:pPr>
              <w:pStyle w:val="BodyText"/>
              <w:tabs>
                <w:tab w:val="decimal" w:pos="1360"/>
              </w:tabs>
              <w:spacing w:after="0"/>
              <w:ind w:left="-108" w:right="-131"/>
              <w:jc w:val="both"/>
            </w:pPr>
          </w:p>
        </w:tc>
        <w:tc>
          <w:tcPr>
            <w:tcW w:w="1350" w:type="dxa"/>
          </w:tcPr>
          <w:p w14:paraId="7A3E76EE" w14:textId="60A6D30E" w:rsidR="00D24A99" w:rsidRPr="00F73937" w:rsidRDefault="00D24A99" w:rsidP="002E0173">
            <w:pPr>
              <w:pStyle w:val="BodyText"/>
              <w:tabs>
                <w:tab w:val="decimal" w:pos="876"/>
              </w:tabs>
              <w:spacing w:after="0"/>
              <w:ind w:left="-108" w:right="-131"/>
              <w:jc w:val="both"/>
            </w:pPr>
            <w:r w:rsidRPr="00B81F85">
              <w:t>-</w:t>
            </w:r>
          </w:p>
        </w:tc>
        <w:tc>
          <w:tcPr>
            <w:tcW w:w="270" w:type="dxa"/>
          </w:tcPr>
          <w:p w14:paraId="4965806C" w14:textId="77777777" w:rsidR="00D24A99" w:rsidRPr="00F73937" w:rsidRDefault="00D24A99" w:rsidP="00D24A99">
            <w:pPr>
              <w:pStyle w:val="BodyText"/>
              <w:tabs>
                <w:tab w:val="decimal" w:pos="1360"/>
              </w:tabs>
              <w:spacing w:after="0"/>
              <w:ind w:left="-108" w:right="-131"/>
              <w:jc w:val="both"/>
            </w:pPr>
          </w:p>
        </w:tc>
        <w:tc>
          <w:tcPr>
            <w:tcW w:w="1440" w:type="dxa"/>
          </w:tcPr>
          <w:p w14:paraId="55FC81BB" w14:textId="5116B554" w:rsidR="00D24A99" w:rsidRPr="00F73937" w:rsidRDefault="00D24A99" w:rsidP="009A659D">
            <w:pPr>
              <w:pStyle w:val="BodyText"/>
              <w:tabs>
                <w:tab w:val="decimal" w:pos="876"/>
              </w:tabs>
              <w:spacing w:after="0"/>
              <w:ind w:left="-108" w:right="-131"/>
              <w:jc w:val="both"/>
            </w:pPr>
            <w:r w:rsidRPr="002A0F1C">
              <w:t>-</w:t>
            </w:r>
          </w:p>
        </w:tc>
        <w:tc>
          <w:tcPr>
            <w:tcW w:w="270" w:type="dxa"/>
          </w:tcPr>
          <w:p w14:paraId="5309BC3F" w14:textId="77777777" w:rsidR="00D24A99" w:rsidRPr="00F73937" w:rsidRDefault="00D24A99" w:rsidP="00D24A99">
            <w:pPr>
              <w:pStyle w:val="BodyText"/>
              <w:tabs>
                <w:tab w:val="decimal" w:pos="1360"/>
              </w:tabs>
              <w:spacing w:after="0"/>
              <w:ind w:left="-108" w:right="-131"/>
              <w:jc w:val="both"/>
            </w:pPr>
          </w:p>
        </w:tc>
        <w:tc>
          <w:tcPr>
            <w:tcW w:w="1440" w:type="dxa"/>
          </w:tcPr>
          <w:p w14:paraId="3787AA82" w14:textId="284CB5C6" w:rsidR="00D24A99" w:rsidRPr="00F73937" w:rsidRDefault="00D24A99" w:rsidP="005F11AF">
            <w:pPr>
              <w:pStyle w:val="BodyText"/>
              <w:tabs>
                <w:tab w:val="decimal" w:pos="876"/>
              </w:tabs>
              <w:spacing w:after="0"/>
              <w:ind w:left="-108" w:right="-131"/>
              <w:jc w:val="both"/>
            </w:pPr>
            <w:r w:rsidRPr="002651E8">
              <w:t>-</w:t>
            </w:r>
          </w:p>
        </w:tc>
        <w:tc>
          <w:tcPr>
            <w:tcW w:w="270" w:type="dxa"/>
          </w:tcPr>
          <w:p w14:paraId="6AA50D19" w14:textId="77777777" w:rsidR="00D24A99" w:rsidRPr="00F73937" w:rsidRDefault="00D24A99" w:rsidP="00D24A99">
            <w:pPr>
              <w:pStyle w:val="BodyText"/>
              <w:tabs>
                <w:tab w:val="decimal" w:pos="1360"/>
              </w:tabs>
              <w:spacing w:after="0"/>
              <w:ind w:left="-108" w:right="-131"/>
              <w:jc w:val="both"/>
            </w:pPr>
          </w:p>
        </w:tc>
        <w:tc>
          <w:tcPr>
            <w:tcW w:w="1356" w:type="dxa"/>
          </w:tcPr>
          <w:p w14:paraId="58F46A0C" w14:textId="3DCB32E2" w:rsidR="00D24A99" w:rsidRPr="00F73937" w:rsidRDefault="00D24A99" w:rsidP="005F11AF">
            <w:pPr>
              <w:pStyle w:val="BodyText"/>
              <w:tabs>
                <w:tab w:val="decimal" w:pos="1090"/>
              </w:tabs>
              <w:spacing w:after="0"/>
              <w:ind w:left="-108" w:right="-131"/>
              <w:jc w:val="both"/>
            </w:pPr>
            <w:r w:rsidRPr="00A81DB5">
              <w:t>(1,341)</w:t>
            </w:r>
          </w:p>
        </w:tc>
      </w:tr>
      <w:tr w:rsidR="00D24A99" w:rsidRPr="00F73937" w14:paraId="1B96B785" w14:textId="77777777" w:rsidTr="00AD0E73">
        <w:trPr>
          <w:cantSplit/>
        </w:trPr>
        <w:tc>
          <w:tcPr>
            <w:tcW w:w="4320" w:type="dxa"/>
          </w:tcPr>
          <w:p w14:paraId="41946795" w14:textId="520DAA98" w:rsidR="00D24A99" w:rsidRPr="00892D64" w:rsidRDefault="00D24A99" w:rsidP="00D24A99">
            <w:pPr>
              <w:spacing w:line="240" w:lineRule="auto"/>
            </w:pPr>
            <w:r w:rsidRPr="00892D64">
              <w:t>Income tax payable</w:t>
            </w:r>
          </w:p>
        </w:tc>
        <w:tc>
          <w:tcPr>
            <w:tcW w:w="720" w:type="dxa"/>
          </w:tcPr>
          <w:p w14:paraId="7556A3E8" w14:textId="77777777" w:rsidR="00D24A99" w:rsidRPr="00F73937" w:rsidRDefault="00D24A99" w:rsidP="00D24A99">
            <w:pPr>
              <w:spacing w:line="240" w:lineRule="auto"/>
              <w:jc w:val="center"/>
              <w:rPr>
                <w:i/>
                <w:iCs/>
              </w:rPr>
            </w:pPr>
          </w:p>
        </w:tc>
        <w:tc>
          <w:tcPr>
            <w:tcW w:w="270" w:type="dxa"/>
          </w:tcPr>
          <w:p w14:paraId="17DAE0E3" w14:textId="77777777" w:rsidR="00D24A99" w:rsidRPr="00F73937" w:rsidRDefault="00D24A99" w:rsidP="00D24A99">
            <w:pPr>
              <w:spacing w:line="240" w:lineRule="auto"/>
            </w:pPr>
          </w:p>
        </w:tc>
        <w:tc>
          <w:tcPr>
            <w:tcW w:w="1620" w:type="dxa"/>
          </w:tcPr>
          <w:p w14:paraId="42F223A1" w14:textId="00A484E9" w:rsidR="00D24A99" w:rsidRPr="00F73937" w:rsidRDefault="00D24A99" w:rsidP="00D24A99">
            <w:pPr>
              <w:pStyle w:val="BodyText"/>
              <w:tabs>
                <w:tab w:val="decimal" w:pos="1360"/>
              </w:tabs>
              <w:spacing w:after="0"/>
              <w:ind w:left="-108" w:right="-131"/>
              <w:jc w:val="both"/>
            </w:pPr>
            <w:r w:rsidRPr="00D04653">
              <w:t>(208)</w:t>
            </w:r>
          </w:p>
        </w:tc>
        <w:tc>
          <w:tcPr>
            <w:tcW w:w="270" w:type="dxa"/>
          </w:tcPr>
          <w:p w14:paraId="5E4DB60C" w14:textId="77777777" w:rsidR="00D24A99" w:rsidRPr="00F73937" w:rsidRDefault="00D24A99" w:rsidP="00D24A99">
            <w:pPr>
              <w:pStyle w:val="BodyText"/>
              <w:tabs>
                <w:tab w:val="decimal" w:pos="1360"/>
              </w:tabs>
              <w:spacing w:after="0"/>
              <w:ind w:left="-108" w:right="-131"/>
              <w:jc w:val="both"/>
            </w:pPr>
          </w:p>
        </w:tc>
        <w:tc>
          <w:tcPr>
            <w:tcW w:w="1350" w:type="dxa"/>
          </w:tcPr>
          <w:p w14:paraId="664DCD0A" w14:textId="7AFBA503" w:rsidR="00D24A99" w:rsidRPr="00F73937" w:rsidRDefault="00D24A99" w:rsidP="00C22A19">
            <w:pPr>
              <w:pStyle w:val="BodyText"/>
              <w:tabs>
                <w:tab w:val="decimal" w:pos="1090"/>
              </w:tabs>
              <w:spacing w:after="0"/>
              <w:ind w:left="-108" w:right="-131"/>
              <w:jc w:val="both"/>
            </w:pPr>
            <w:r w:rsidRPr="00B81F85">
              <w:t>(179)</w:t>
            </w:r>
          </w:p>
        </w:tc>
        <w:tc>
          <w:tcPr>
            <w:tcW w:w="270" w:type="dxa"/>
          </w:tcPr>
          <w:p w14:paraId="51BFDAF0" w14:textId="77777777" w:rsidR="00D24A99" w:rsidRPr="00F73937" w:rsidRDefault="00D24A99" w:rsidP="00D24A99">
            <w:pPr>
              <w:pStyle w:val="BodyText"/>
              <w:tabs>
                <w:tab w:val="decimal" w:pos="1360"/>
              </w:tabs>
              <w:spacing w:after="0"/>
              <w:ind w:left="-108" w:right="-131"/>
              <w:jc w:val="both"/>
            </w:pPr>
          </w:p>
        </w:tc>
        <w:tc>
          <w:tcPr>
            <w:tcW w:w="1440" w:type="dxa"/>
          </w:tcPr>
          <w:p w14:paraId="483F0F04" w14:textId="6F37266A" w:rsidR="00D24A99" w:rsidRPr="00F73937" w:rsidRDefault="00D24A99" w:rsidP="009A659D">
            <w:pPr>
              <w:pStyle w:val="BodyText"/>
              <w:tabs>
                <w:tab w:val="decimal" w:pos="876"/>
              </w:tabs>
              <w:spacing w:after="0"/>
              <w:ind w:left="-108" w:right="-131"/>
              <w:jc w:val="both"/>
            </w:pPr>
            <w:r w:rsidRPr="002A0F1C">
              <w:t>-</w:t>
            </w:r>
          </w:p>
        </w:tc>
        <w:tc>
          <w:tcPr>
            <w:tcW w:w="270" w:type="dxa"/>
          </w:tcPr>
          <w:p w14:paraId="362FE086" w14:textId="77777777" w:rsidR="00D24A99" w:rsidRPr="00F73937" w:rsidRDefault="00D24A99" w:rsidP="00D24A99">
            <w:pPr>
              <w:pStyle w:val="BodyText"/>
              <w:tabs>
                <w:tab w:val="decimal" w:pos="1360"/>
              </w:tabs>
              <w:spacing w:after="0"/>
              <w:ind w:left="-108" w:right="-131"/>
              <w:jc w:val="both"/>
            </w:pPr>
          </w:p>
        </w:tc>
        <w:tc>
          <w:tcPr>
            <w:tcW w:w="1440" w:type="dxa"/>
          </w:tcPr>
          <w:p w14:paraId="65C546E0" w14:textId="21E6475F" w:rsidR="00D24A99" w:rsidRPr="00F73937" w:rsidRDefault="00D24A99" w:rsidP="005F11AF">
            <w:pPr>
              <w:pStyle w:val="BodyText"/>
              <w:tabs>
                <w:tab w:val="decimal" w:pos="1180"/>
              </w:tabs>
              <w:spacing w:after="0"/>
              <w:ind w:left="-108" w:right="-131"/>
              <w:jc w:val="both"/>
            </w:pPr>
            <w:r w:rsidRPr="002651E8">
              <w:t>(347)</w:t>
            </w:r>
          </w:p>
        </w:tc>
        <w:tc>
          <w:tcPr>
            <w:tcW w:w="270" w:type="dxa"/>
          </w:tcPr>
          <w:p w14:paraId="5C3CE32E" w14:textId="77777777" w:rsidR="00D24A99" w:rsidRPr="00F73937" w:rsidRDefault="00D24A99" w:rsidP="00D24A99">
            <w:pPr>
              <w:pStyle w:val="BodyText"/>
              <w:tabs>
                <w:tab w:val="decimal" w:pos="1360"/>
              </w:tabs>
              <w:spacing w:after="0"/>
              <w:ind w:left="-108" w:right="-131"/>
              <w:jc w:val="both"/>
            </w:pPr>
          </w:p>
        </w:tc>
        <w:tc>
          <w:tcPr>
            <w:tcW w:w="1356" w:type="dxa"/>
          </w:tcPr>
          <w:p w14:paraId="26E43374" w14:textId="376BCC36" w:rsidR="00D24A99" w:rsidRPr="00F73937" w:rsidRDefault="00D24A99" w:rsidP="005F11AF">
            <w:pPr>
              <w:pStyle w:val="BodyText"/>
              <w:tabs>
                <w:tab w:val="decimal" w:pos="1090"/>
              </w:tabs>
              <w:spacing w:after="0"/>
              <w:ind w:left="-108" w:right="-131"/>
              <w:jc w:val="both"/>
            </w:pPr>
            <w:r w:rsidRPr="00A81DB5">
              <w:t>(734)</w:t>
            </w:r>
          </w:p>
        </w:tc>
      </w:tr>
      <w:tr w:rsidR="00E24173" w:rsidRPr="00F73937" w14:paraId="6A28F12D" w14:textId="233721E5" w:rsidTr="00AD0E73">
        <w:trPr>
          <w:cantSplit/>
        </w:trPr>
        <w:tc>
          <w:tcPr>
            <w:tcW w:w="4320" w:type="dxa"/>
          </w:tcPr>
          <w:p w14:paraId="65E0ABDD" w14:textId="198D8ED9" w:rsidR="00E24173" w:rsidRPr="00892D64" w:rsidRDefault="00E24173" w:rsidP="00E24173">
            <w:pPr>
              <w:spacing w:line="240" w:lineRule="auto"/>
            </w:pPr>
            <w:r w:rsidRPr="00892D64">
              <w:t>Other current liabilities</w:t>
            </w:r>
          </w:p>
        </w:tc>
        <w:tc>
          <w:tcPr>
            <w:tcW w:w="720" w:type="dxa"/>
          </w:tcPr>
          <w:p w14:paraId="772E29A1" w14:textId="3DDF13D4" w:rsidR="00E24173" w:rsidRPr="00F73937" w:rsidRDefault="00E24173" w:rsidP="00E24173">
            <w:pPr>
              <w:spacing w:line="240" w:lineRule="auto"/>
              <w:jc w:val="center"/>
              <w:rPr>
                <w:i/>
                <w:iCs/>
              </w:rPr>
            </w:pPr>
          </w:p>
        </w:tc>
        <w:tc>
          <w:tcPr>
            <w:tcW w:w="270" w:type="dxa"/>
          </w:tcPr>
          <w:p w14:paraId="40FFF85B" w14:textId="77777777" w:rsidR="00E24173" w:rsidRPr="00F73937" w:rsidRDefault="00E24173" w:rsidP="00E24173">
            <w:pPr>
              <w:spacing w:line="240" w:lineRule="auto"/>
            </w:pPr>
          </w:p>
        </w:tc>
        <w:tc>
          <w:tcPr>
            <w:tcW w:w="1620" w:type="dxa"/>
          </w:tcPr>
          <w:p w14:paraId="36E78012" w14:textId="7CF4C368" w:rsidR="00E24173" w:rsidRPr="00F73937" w:rsidRDefault="00E24173" w:rsidP="00E24173">
            <w:pPr>
              <w:pStyle w:val="BodyText"/>
              <w:tabs>
                <w:tab w:val="decimal" w:pos="1360"/>
              </w:tabs>
              <w:spacing w:after="0"/>
              <w:ind w:left="-108" w:right="-131"/>
              <w:jc w:val="both"/>
            </w:pPr>
            <w:r w:rsidRPr="00067B89">
              <w:t>(147)</w:t>
            </w:r>
          </w:p>
        </w:tc>
        <w:tc>
          <w:tcPr>
            <w:tcW w:w="270" w:type="dxa"/>
          </w:tcPr>
          <w:p w14:paraId="6D5043AE" w14:textId="77777777" w:rsidR="00E24173" w:rsidRPr="00F73937" w:rsidRDefault="00E24173" w:rsidP="00E24173">
            <w:pPr>
              <w:pStyle w:val="BodyText"/>
              <w:tabs>
                <w:tab w:val="decimal" w:pos="1360"/>
              </w:tabs>
              <w:spacing w:after="0"/>
              <w:ind w:left="-108" w:right="-131"/>
              <w:jc w:val="both"/>
            </w:pPr>
          </w:p>
        </w:tc>
        <w:tc>
          <w:tcPr>
            <w:tcW w:w="1350" w:type="dxa"/>
          </w:tcPr>
          <w:p w14:paraId="27A6C576" w14:textId="54F96531" w:rsidR="00E24173" w:rsidRPr="00F73937" w:rsidRDefault="00E24173" w:rsidP="00C22A19">
            <w:pPr>
              <w:pStyle w:val="BodyText"/>
              <w:tabs>
                <w:tab w:val="decimal" w:pos="1090"/>
              </w:tabs>
              <w:spacing w:after="0"/>
              <w:ind w:left="-108" w:right="-131"/>
              <w:jc w:val="both"/>
            </w:pPr>
            <w:r w:rsidRPr="00067B89">
              <w:t>(290)</w:t>
            </w:r>
          </w:p>
        </w:tc>
        <w:tc>
          <w:tcPr>
            <w:tcW w:w="270" w:type="dxa"/>
          </w:tcPr>
          <w:p w14:paraId="43F201E1" w14:textId="77777777" w:rsidR="00E24173" w:rsidRPr="00F73937" w:rsidRDefault="00E24173" w:rsidP="00E24173">
            <w:pPr>
              <w:pStyle w:val="BodyText"/>
              <w:tabs>
                <w:tab w:val="decimal" w:pos="1360"/>
              </w:tabs>
              <w:spacing w:after="0"/>
              <w:ind w:left="-108" w:right="-131"/>
              <w:jc w:val="both"/>
            </w:pPr>
          </w:p>
        </w:tc>
        <w:tc>
          <w:tcPr>
            <w:tcW w:w="1440" w:type="dxa"/>
          </w:tcPr>
          <w:p w14:paraId="1715C689" w14:textId="7EABDEBD" w:rsidR="00E24173" w:rsidRPr="00F73937" w:rsidRDefault="00E24173" w:rsidP="009A659D">
            <w:pPr>
              <w:pStyle w:val="BodyText"/>
              <w:tabs>
                <w:tab w:val="decimal" w:pos="876"/>
              </w:tabs>
              <w:spacing w:after="0"/>
              <w:ind w:left="-108" w:right="-131"/>
              <w:jc w:val="both"/>
            </w:pPr>
            <w:r w:rsidRPr="00067B89">
              <w:t>-</w:t>
            </w:r>
          </w:p>
        </w:tc>
        <w:tc>
          <w:tcPr>
            <w:tcW w:w="270" w:type="dxa"/>
          </w:tcPr>
          <w:p w14:paraId="57C75D33" w14:textId="77777777" w:rsidR="00E24173" w:rsidRPr="00F73937" w:rsidRDefault="00E24173" w:rsidP="00E24173">
            <w:pPr>
              <w:pStyle w:val="BodyText"/>
              <w:tabs>
                <w:tab w:val="decimal" w:pos="1360"/>
              </w:tabs>
              <w:spacing w:after="0"/>
              <w:ind w:left="-108" w:right="-131"/>
              <w:jc w:val="both"/>
            </w:pPr>
          </w:p>
        </w:tc>
        <w:tc>
          <w:tcPr>
            <w:tcW w:w="1440" w:type="dxa"/>
          </w:tcPr>
          <w:p w14:paraId="4F6DFEF9" w14:textId="228D05FA" w:rsidR="00E24173" w:rsidRPr="00F73937" w:rsidRDefault="00E24173" w:rsidP="005F11AF">
            <w:pPr>
              <w:pStyle w:val="BodyText"/>
              <w:tabs>
                <w:tab w:val="decimal" w:pos="1180"/>
              </w:tabs>
              <w:spacing w:after="0"/>
              <w:ind w:left="-108" w:right="-131"/>
              <w:jc w:val="both"/>
            </w:pPr>
            <w:r w:rsidRPr="00067B89">
              <w:t>(99)</w:t>
            </w:r>
          </w:p>
        </w:tc>
        <w:tc>
          <w:tcPr>
            <w:tcW w:w="270" w:type="dxa"/>
          </w:tcPr>
          <w:p w14:paraId="1CBB6150" w14:textId="255F2DD5" w:rsidR="00E24173" w:rsidRPr="00F73937" w:rsidRDefault="00E24173" w:rsidP="00E24173">
            <w:pPr>
              <w:pStyle w:val="BodyText"/>
              <w:tabs>
                <w:tab w:val="decimal" w:pos="1360"/>
              </w:tabs>
              <w:spacing w:after="0"/>
              <w:ind w:left="-108" w:right="-131"/>
              <w:jc w:val="both"/>
            </w:pPr>
          </w:p>
        </w:tc>
        <w:tc>
          <w:tcPr>
            <w:tcW w:w="1356" w:type="dxa"/>
          </w:tcPr>
          <w:p w14:paraId="151C1587" w14:textId="172B117A" w:rsidR="00E24173" w:rsidRPr="00F73937" w:rsidRDefault="00E24173" w:rsidP="005F11AF">
            <w:pPr>
              <w:pStyle w:val="BodyText"/>
              <w:tabs>
                <w:tab w:val="decimal" w:pos="1090"/>
              </w:tabs>
              <w:spacing w:after="0"/>
              <w:ind w:left="-108" w:right="-131"/>
              <w:jc w:val="both"/>
            </w:pPr>
            <w:r w:rsidRPr="00067B89">
              <w:t>(536)</w:t>
            </w:r>
          </w:p>
        </w:tc>
      </w:tr>
      <w:tr w:rsidR="00E24173" w:rsidRPr="00F73937" w14:paraId="103051AA" w14:textId="6EF6E1D2" w:rsidTr="00AD0E73">
        <w:trPr>
          <w:cantSplit/>
        </w:trPr>
        <w:tc>
          <w:tcPr>
            <w:tcW w:w="4320" w:type="dxa"/>
          </w:tcPr>
          <w:p w14:paraId="07C31FB1" w14:textId="17C3B012" w:rsidR="00E24173" w:rsidRPr="00892D64" w:rsidRDefault="00E24173" w:rsidP="00E24173">
            <w:pPr>
              <w:spacing w:line="240" w:lineRule="auto"/>
            </w:pPr>
            <w:r w:rsidRPr="00F73937">
              <w:t>Deferred tax liabilities</w:t>
            </w:r>
          </w:p>
        </w:tc>
        <w:tc>
          <w:tcPr>
            <w:tcW w:w="720" w:type="dxa"/>
          </w:tcPr>
          <w:p w14:paraId="63A37C1A" w14:textId="77777777" w:rsidR="00E24173" w:rsidRPr="00F73937" w:rsidRDefault="00E24173" w:rsidP="00E24173">
            <w:pPr>
              <w:spacing w:line="240" w:lineRule="auto"/>
              <w:jc w:val="center"/>
              <w:rPr>
                <w:i/>
                <w:iCs/>
              </w:rPr>
            </w:pPr>
          </w:p>
        </w:tc>
        <w:tc>
          <w:tcPr>
            <w:tcW w:w="270" w:type="dxa"/>
          </w:tcPr>
          <w:p w14:paraId="11DCD122" w14:textId="77777777" w:rsidR="00E24173" w:rsidRPr="00F73937" w:rsidRDefault="00E24173" w:rsidP="00E24173">
            <w:pPr>
              <w:spacing w:line="240" w:lineRule="auto"/>
            </w:pPr>
          </w:p>
        </w:tc>
        <w:tc>
          <w:tcPr>
            <w:tcW w:w="1620" w:type="dxa"/>
          </w:tcPr>
          <w:p w14:paraId="5F4FB71A" w14:textId="6A4A3E00" w:rsidR="00E24173" w:rsidRPr="00F73937" w:rsidRDefault="00E24173" w:rsidP="00E24173">
            <w:pPr>
              <w:pStyle w:val="BodyText"/>
              <w:tabs>
                <w:tab w:val="decimal" w:pos="1360"/>
              </w:tabs>
              <w:spacing w:after="0"/>
              <w:ind w:left="-108" w:right="-131"/>
              <w:jc w:val="both"/>
            </w:pPr>
            <w:r w:rsidRPr="00067B89">
              <w:t>(421)</w:t>
            </w:r>
          </w:p>
        </w:tc>
        <w:tc>
          <w:tcPr>
            <w:tcW w:w="270" w:type="dxa"/>
          </w:tcPr>
          <w:p w14:paraId="392811AC" w14:textId="77777777" w:rsidR="00E24173" w:rsidRPr="00F73937" w:rsidRDefault="00E24173" w:rsidP="00E24173">
            <w:pPr>
              <w:pStyle w:val="BodyText"/>
              <w:tabs>
                <w:tab w:val="decimal" w:pos="1360"/>
              </w:tabs>
              <w:spacing w:after="0"/>
              <w:ind w:left="-108" w:right="-131"/>
              <w:jc w:val="both"/>
            </w:pPr>
          </w:p>
        </w:tc>
        <w:tc>
          <w:tcPr>
            <w:tcW w:w="1350" w:type="dxa"/>
          </w:tcPr>
          <w:p w14:paraId="0E5D9154" w14:textId="3D39672F" w:rsidR="00E24173" w:rsidRPr="00F73937" w:rsidRDefault="00E24173" w:rsidP="00C22A19">
            <w:pPr>
              <w:pStyle w:val="BodyText"/>
              <w:tabs>
                <w:tab w:val="decimal" w:pos="1090"/>
              </w:tabs>
              <w:spacing w:after="0"/>
              <w:ind w:left="-108" w:right="-131"/>
              <w:jc w:val="both"/>
            </w:pPr>
            <w:r w:rsidRPr="00067B89">
              <w:t>(240)</w:t>
            </w:r>
          </w:p>
        </w:tc>
        <w:tc>
          <w:tcPr>
            <w:tcW w:w="270" w:type="dxa"/>
          </w:tcPr>
          <w:p w14:paraId="369CE9CE" w14:textId="77777777" w:rsidR="00E24173" w:rsidRPr="00F73937" w:rsidRDefault="00E24173" w:rsidP="00E24173">
            <w:pPr>
              <w:pStyle w:val="BodyText"/>
              <w:tabs>
                <w:tab w:val="decimal" w:pos="1360"/>
              </w:tabs>
              <w:spacing w:after="0"/>
              <w:ind w:left="-108" w:right="-131"/>
              <w:jc w:val="both"/>
            </w:pPr>
          </w:p>
        </w:tc>
        <w:tc>
          <w:tcPr>
            <w:tcW w:w="1440" w:type="dxa"/>
          </w:tcPr>
          <w:p w14:paraId="1B81443F" w14:textId="5E38401A" w:rsidR="00E24173" w:rsidRPr="00F73937" w:rsidRDefault="00E24173" w:rsidP="00E24173">
            <w:pPr>
              <w:pStyle w:val="BodyText"/>
              <w:tabs>
                <w:tab w:val="decimal" w:pos="1136"/>
              </w:tabs>
              <w:spacing w:after="0"/>
              <w:ind w:left="-108" w:right="-131"/>
              <w:jc w:val="both"/>
            </w:pPr>
            <w:r w:rsidRPr="00067B89">
              <w:t>(6,590)</w:t>
            </w:r>
          </w:p>
        </w:tc>
        <w:tc>
          <w:tcPr>
            <w:tcW w:w="270" w:type="dxa"/>
          </w:tcPr>
          <w:p w14:paraId="2D5E94A0" w14:textId="77777777" w:rsidR="00E24173" w:rsidRPr="00F73937" w:rsidRDefault="00E24173" w:rsidP="00E24173">
            <w:pPr>
              <w:pStyle w:val="BodyText"/>
              <w:tabs>
                <w:tab w:val="decimal" w:pos="1360"/>
              </w:tabs>
              <w:spacing w:after="0"/>
              <w:ind w:left="-108" w:right="-131"/>
              <w:jc w:val="both"/>
            </w:pPr>
          </w:p>
        </w:tc>
        <w:tc>
          <w:tcPr>
            <w:tcW w:w="1440" w:type="dxa"/>
          </w:tcPr>
          <w:p w14:paraId="1E64B18D" w14:textId="2F0010F8" w:rsidR="00E24173" w:rsidRPr="00F73937" w:rsidRDefault="00E24173" w:rsidP="005F11AF">
            <w:pPr>
              <w:pStyle w:val="BodyText"/>
              <w:tabs>
                <w:tab w:val="decimal" w:pos="1180"/>
              </w:tabs>
              <w:spacing w:after="0"/>
              <w:ind w:left="-108" w:right="-131"/>
              <w:jc w:val="both"/>
            </w:pPr>
            <w:r w:rsidRPr="00067B89">
              <w:t>(271)</w:t>
            </w:r>
          </w:p>
        </w:tc>
        <w:tc>
          <w:tcPr>
            <w:tcW w:w="270" w:type="dxa"/>
          </w:tcPr>
          <w:p w14:paraId="50CE2199" w14:textId="13C8EE25" w:rsidR="00E24173" w:rsidRPr="00F73937" w:rsidRDefault="00E24173" w:rsidP="00E24173">
            <w:pPr>
              <w:pStyle w:val="BodyText"/>
              <w:tabs>
                <w:tab w:val="decimal" w:pos="1360"/>
              </w:tabs>
              <w:spacing w:after="0"/>
              <w:ind w:left="-108" w:right="-131"/>
              <w:jc w:val="both"/>
            </w:pPr>
          </w:p>
        </w:tc>
        <w:tc>
          <w:tcPr>
            <w:tcW w:w="1356" w:type="dxa"/>
          </w:tcPr>
          <w:p w14:paraId="104228D5" w14:textId="3097C6AC" w:rsidR="00E24173" w:rsidRPr="00F73937" w:rsidRDefault="00E24173" w:rsidP="005F11AF">
            <w:pPr>
              <w:pStyle w:val="BodyText"/>
              <w:tabs>
                <w:tab w:val="decimal" w:pos="1090"/>
              </w:tabs>
              <w:spacing w:after="0"/>
              <w:ind w:left="-108" w:right="-131"/>
              <w:jc w:val="both"/>
            </w:pPr>
            <w:r w:rsidRPr="00067B89">
              <w:t>(7,522)</w:t>
            </w:r>
          </w:p>
        </w:tc>
      </w:tr>
      <w:tr w:rsidR="00087137" w:rsidRPr="00F73937" w14:paraId="2C60C7C5" w14:textId="0F489894" w:rsidTr="00AD0E73">
        <w:trPr>
          <w:cantSplit/>
        </w:trPr>
        <w:tc>
          <w:tcPr>
            <w:tcW w:w="4320" w:type="dxa"/>
          </w:tcPr>
          <w:p w14:paraId="3FB945DB" w14:textId="20808C54" w:rsidR="00087137" w:rsidRPr="00892D64" w:rsidRDefault="00087137" w:rsidP="00087137">
            <w:pPr>
              <w:spacing w:line="240" w:lineRule="auto"/>
            </w:pPr>
            <w:r w:rsidRPr="00F73937">
              <w:rPr>
                <w:b/>
                <w:bCs/>
              </w:rPr>
              <w:t xml:space="preserve">Total identifiable net assets </w:t>
            </w:r>
          </w:p>
        </w:tc>
        <w:tc>
          <w:tcPr>
            <w:tcW w:w="720" w:type="dxa"/>
          </w:tcPr>
          <w:p w14:paraId="41B9BBB9" w14:textId="47E2242A" w:rsidR="00087137" w:rsidRPr="00F73937" w:rsidRDefault="00087137" w:rsidP="00087137">
            <w:pPr>
              <w:spacing w:line="240" w:lineRule="auto"/>
              <w:jc w:val="center"/>
              <w:rPr>
                <w:i/>
                <w:iCs/>
              </w:rPr>
            </w:pPr>
          </w:p>
        </w:tc>
        <w:tc>
          <w:tcPr>
            <w:tcW w:w="270" w:type="dxa"/>
          </w:tcPr>
          <w:p w14:paraId="0D6387E5" w14:textId="77777777" w:rsidR="00087137" w:rsidRPr="00F73937" w:rsidRDefault="00087137" w:rsidP="00087137">
            <w:pPr>
              <w:spacing w:line="240" w:lineRule="auto"/>
            </w:pPr>
          </w:p>
        </w:tc>
        <w:tc>
          <w:tcPr>
            <w:tcW w:w="1620" w:type="dxa"/>
            <w:tcBorders>
              <w:top w:val="single" w:sz="4" w:space="0" w:color="auto"/>
            </w:tcBorders>
          </w:tcPr>
          <w:p w14:paraId="3E610DF2" w14:textId="652A5F97" w:rsidR="00087137" w:rsidRPr="00AB7AFF" w:rsidRDefault="00087137" w:rsidP="00087137">
            <w:pPr>
              <w:pStyle w:val="BodyText"/>
              <w:tabs>
                <w:tab w:val="decimal" w:pos="1360"/>
              </w:tabs>
              <w:spacing w:after="0"/>
              <w:ind w:left="-108" w:right="-131"/>
              <w:jc w:val="both"/>
              <w:rPr>
                <w:b/>
                <w:bCs/>
              </w:rPr>
            </w:pPr>
            <w:r w:rsidRPr="00AB7AFF">
              <w:rPr>
                <w:b/>
                <w:bCs/>
              </w:rPr>
              <w:t>8,799</w:t>
            </w:r>
          </w:p>
        </w:tc>
        <w:tc>
          <w:tcPr>
            <w:tcW w:w="270" w:type="dxa"/>
          </w:tcPr>
          <w:p w14:paraId="4AAC632E" w14:textId="77777777" w:rsidR="00087137" w:rsidRPr="00AB7AFF" w:rsidRDefault="00087137" w:rsidP="00087137">
            <w:pPr>
              <w:pStyle w:val="BodyText"/>
              <w:tabs>
                <w:tab w:val="decimal" w:pos="1360"/>
              </w:tabs>
              <w:spacing w:after="0"/>
              <w:ind w:left="-108" w:right="-131"/>
              <w:jc w:val="both"/>
              <w:rPr>
                <w:b/>
                <w:bCs/>
              </w:rPr>
            </w:pPr>
          </w:p>
        </w:tc>
        <w:tc>
          <w:tcPr>
            <w:tcW w:w="1350" w:type="dxa"/>
            <w:tcBorders>
              <w:top w:val="single" w:sz="4" w:space="0" w:color="auto"/>
            </w:tcBorders>
          </w:tcPr>
          <w:p w14:paraId="4A65269F" w14:textId="25A21081" w:rsidR="00087137" w:rsidRPr="00AB7AFF" w:rsidRDefault="00087137" w:rsidP="00C22A19">
            <w:pPr>
              <w:pStyle w:val="BodyText"/>
              <w:tabs>
                <w:tab w:val="decimal" w:pos="1090"/>
              </w:tabs>
              <w:spacing w:after="0"/>
              <w:ind w:left="-108" w:right="-131"/>
              <w:jc w:val="both"/>
              <w:rPr>
                <w:b/>
                <w:bCs/>
              </w:rPr>
            </w:pPr>
            <w:r w:rsidRPr="00AB7AFF">
              <w:rPr>
                <w:b/>
                <w:bCs/>
              </w:rPr>
              <w:t>7,916</w:t>
            </w:r>
          </w:p>
        </w:tc>
        <w:tc>
          <w:tcPr>
            <w:tcW w:w="270" w:type="dxa"/>
          </w:tcPr>
          <w:p w14:paraId="25876C05" w14:textId="77777777" w:rsidR="00087137" w:rsidRPr="00AB7AFF" w:rsidRDefault="00087137" w:rsidP="00087137">
            <w:pPr>
              <w:pStyle w:val="BodyText"/>
              <w:tabs>
                <w:tab w:val="decimal" w:pos="1360"/>
              </w:tabs>
              <w:spacing w:after="0"/>
              <w:ind w:left="-108" w:right="-131"/>
              <w:jc w:val="both"/>
              <w:rPr>
                <w:b/>
                <w:bCs/>
              </w:rPr>
            </w:pPr>
          </w:p>
        </w:tc>
        <w:tc>
          <w:tcPr>
            <w:tcW w:w="1440" w:type="dxa"/>
            <w:tcBorders>
              <w:top w:val="single" w:sz="4" w:space="0" w:color="auto"/>
            </w:tcBorders>
          </w:tcPr>
          <w:p w14:paraId="2019BEBA" w14:textId="555FE6E0" w:rsidR="00087137" w:rsidRPr="00AB7AFF" w:rsidRDefault="00087137" w:rsidP="00F077AD">
            <w:pPr>
              <w:pStyle w:val="BodyText"/>
              <w:tabs>
                <w:tab w:val="decimal" w:pos="1135"/>
              </w:tabs>
              <w:spacing w:after="0"/>
              <w:ind w:left="-108" w:right="-131"/>
              <w:jc w:val="both"/>
              <w:rPr>
                <w:b/>
                <w:bCs/>
              </w:rPr>
            </w:pPr>
            <w:r w:rsidRPr="00AB7AFF">
              <w:rPr>
                <w:b/>
                <w:bCs/>
              </w:rPr>
              <w:t>31,362</w:t>
            </w:r>
          </w:p>
        </w:tc>
        <w:tc>
          <w:tcPr>
            <w:tcW w:w="270" w:type="dxa"/>
          </w:tcPr>
          <w:p w14:paraId="231BDE65" w14:textId="77777777" w:rsidR="00087137" w:rsidRPr="00AB7AFF" w:rsidRDefault="00087137" w:rsidP="00087137">
            <w:pPr>
              <w:pStyle w:val="BodyText"/>
              <w:tabs>
                <w:tab w:val="decimal" w:pos="1360"/>
              </w:tabs>
              <w:spacing w:after="0"/>
              <w:ind w:left="-108" w:right="-131"/>
              <w:jc w:val="both"/>
              <w:rPr>
                <w:b/>
                <w:bCs/>
              </w:rPr>
            </w:pPr>
          </w:p>
        </w:tc>
        <w:tc>
          <w:tcPr>
            <w:tcW w:w="1440" w:type="dxa"/>
            <w:tcBorders>
              <w:top w:val="single" w:sz="4" w:space="0" w:color="auto"/>
            </w:tcBorders>
          </w:tcPr>
          <w:p w14:paraId="5A74E232" w14:textId="5B28FA30" w:rsidR="00087137" w:rsidRPr="00AB7AFF" w:rsidRDefault="00087137" w:rsidP="005F11AF">
            <w:pPr>
              <w:pStyle w:val="BodyText"/>
              <w:tabs>
                <w:tab w:val="decimal" w:pos="1180"/>
              </w:tabs>
              <w:spacing w:after="0"/>
              <w:ind w:left="-108" w:right="-131"/>
              <w:jc w:val="both"/>
              <w:rPr>
                <w:b/>
                <w:bCs/>
              </w:rPr>
            </w:pPr>
            <w:r w:rsidRPr="00AB7AFF">
              <w:rPr>
                <w:b/>
                <w:bCs/>
              </w:rPr>
              <w:t>5,596</w:t>
            </w:r>
          </w:p>
        </w:tc>
        <w:tc>
          <w:tcPr>
            <w:tcW w:w="270" w:type="dxa"/>
          </w:tcPr>
          <w:p w14:paraId="14981E04" w14:textId="67343F7F" w:rsidR="00087137" w:rsidRPr="00AB7AFF" w:rsidRDefault="00087137" w:rsidP="00087137">
            <w:pPr>
              <w:pStyle w:val="BodyText"/>
              <w:tabs>
                <w:tab w:val="decimal" w:pos="1360"/>
              </w:tabs>
              <w:spacing w:after="0"/>
              <w:ind w:left="-108" w:right="-131"/>
              <w:jc w:val="both"/>
              <w:rPr>
                <w:b/>
                <w:bCs/>
              </w:rPr>
            </w:pPr>
          </w:p>
        </w:tc>
        <w:tc>
          <w:tcPr>
            <w:tcW w:w="1356" w:type="dxa"/>
            <w:tcBorders>
              <w:top w:val="single" w:sz="4" w:space="0" w:color="auto"/>
            </w:tcBorders>
          </w:tcPr>
          <w:p w14:paraId="6F121F9C" w14:textId="4E12E2F8" w:rsidR="00087137" w:rsidRPr="00AB7AFF" w:rsidRDefault="00087137" w:rsidP="005F11AF">
            <w:pPr>
              <w:pStyle w:val="BodyText"/>
              <w:tabs>
                <w:tab w:val="decimal" w:pos="1090"/>
              </w:tabs>
              <w:spacing w:after="0"/>
              <w:ind w:left="-108" w:right="-131"/>
              <w:jc w:val="both"/>
              <w:rPr>
                <w:b/>
                <w:bCs/>
              </w:rPr>
            </w:pPr>
            <w:r w:rsidRPr="00AB7AFF">
              <w:rPr>
                <w:b/>
                <w:bCs/>
              </w:rPr>
              <w:t>53,673</w:t>
            </w:r>
          </w:p>
        </w:tc>
      </w:tr>
      <w:tr w:rsidR="00AB7AFF" w:rsidRPr="00F73937" w14:paraId="79023C64" w14:textId="73B3AAEA" w:rsidTr="00AD0E73">
        <w:trPr>
          <w:cantSplit/>
        </w:trPr>
        <w:tc>
          <w:tcPr>
            <w:tcW w:w="4320" w:type="dxa"/>
          </w:tcPr>
          <w:p w14:paraId="17DC95A7" w14:textId="15D2A3D1" w:rsidR="00AB7AFF" w:rsidRPr="00892D64" w:rsidRDefault="00AB7AFF" w:rsidP="00AB7AFF">
            <w:pPr>
              <w:spacing w:line="240" w:lineRule="auto"/>
            </w:pPr>
            <w:r w:rsidRPr="00F73937">
              <w:rPr>
                <w:i/>
                <w:iCs/>
              </w:rPr>
              <w:t>Less</w:t>
            </w:r>
            <w:r w:rsidRPr="00F73937">
              <w:t xml:space="preserve"> Non-controlling interests</w:t>
            </w:r>
          </w:p>
        </w:tc>
        <w:tc>
          <w:tcPr>
            <w:tcW w:w="720" w:type="dxa"/>
          </w:tcPr>
          <w:p w14:paraId="0465ED48" w14:textId="2A2E3A98" w:rsidR="00AB7AFF" w:rsidRPr="00F73937" w:rsidRDefault="00AB7AFF" w:rsidP="00AB7AFF">
            <w:pPr>
              <w:spacing w:line="240" w:lineRule="auto"/>
              <w:jc w:val="center"/>
              <w:rPr>
                <w:i/>
                <w:iCs/>
              </w:rPr>
            </w:pPr>
          </w:p>
        </w:tc>
        <w:tc>
          <w:tcPr>
            <w:tcW w:w="270" w:type="dxa"/>
          </w:tcPr>
          <w:p w14:paraId="554C8CD1" w14:textId="77777777" w:rsidR="00AB7AFF" w:rsidRPr="00F73937" w:rsidRDefault="00AB7AFF" w:rsidP="00AB7AFF">
            <w:pPr>
              <w:spacing w:line="240" w:lineRule="auto"/>
            </w:pPr>
          </w:p>
        </w:tc>
        <w:tc>
          <w:tcPr>
            <w:tcW w:w="1620" w:type="dxa"/>
          </w:tcPr>
          <w:p w14:paraId="74C30776" w14:textId="23846581" w:rsidR="00AB7AFF" w:rsidRPr="00F73937" w:rsidRDefault="00AB7AFF" w:rsidP="00AB7AFF">
            <w:pPr>
              <w:pStyle w:val="BodyText"/>
              <w:tabs>
                <w:tab w:val="decimal" w:pos="1360"/>
              </w:tabs>
              <w:spacing w:after="0"/>
              <w:ind w:left="-108" w:right="-131"/>
              <w:jc w:val="both"/>
            </w:pPr>
            <w:r w:rsidRPr="00C47197">
              <w:t>(2,640)</w:t>
            </w:r>
          </w:p>
        </w:tc>
        <w:tc>
          <w:tcPr>
            <w:tcW w:w="270" w:type="dxa"/>
          </w:tcPr>
          <w:p w14:paraId="37B4805E" w14:textId="77777777" w:rsidR="00AB7AFF" w:rsidRPr="00F73937" w:rsidRDefault="00AB7AFF" w:rsidP="00AB7AFF">
            <w:pPr>
              <w:pStyle w:val="BodyText"/>
              <w:tabs>
                <w:tab w:val="decimal" w:pos="1360"/>
              </w:tabs>
              <w:spacing w:after="0"/>
              <w:ind w:left="-108" w:right="-131"/>
              <w:jc w:val="both"/>
            </w:pPr>
          </w:p>
        </w:tc>
        <w:tc>
          <w:tcPr>
            <w:tcW w:w="1350" w:type="dxa"/>
          </w:tcPr>
          <w:p w14:paraId="64241E09" w14:textId="2936C99A" w:rsidR="00AB7AFF" w:rsidRPr="00F73937" w:rsidRDefault="00AB7AFF" w:rsidP="00C22A19">
            <w:pPr>
              <w:pStyle w:val="BodyText"/>
              <w:tabs>
                <w:tab w:val="decimal" w:pos="1090"/>
              </w:tabs>
              <w:spacing w:after="0"/>
              <w:ind w:left="-108" w:right="-131"/>
              <w:jc w:val="both"/>
            </w:pPr>
            <w:r w:rsidRPr="00C47197">
              <w:t>(3,167)</w:t>
            </w:r>
          </w:p>
        </w:tc>
        <w:tc>
          <w:tcPr>
            <w:tcW w:w="270" w:type="dxa"/>
          </w:tcPr>
          <w:p w14:paraId="58A11A28" w14:textId="77777777" w:rsidR="00AB7AFF" w:rsidRPr="00F73937" w:rsidRDefault="00AB7AFF" w:rsidP="00AB7AFF">
            <w:pPr>
              <w:pStyle w:val="BodyText"/>
              <w:tabs>
                <w:tab w:val="decimal" w:pos="1360"/>
              </w:tabs>
              <w:spacing w:after="0"/>
              <w:ind w:left="-108" w:right="-131"/>
              <w:jc w:val="both"/>
            </w:pPr>
          </w:p>
        </w:tc>
        <w:tc>
          <w:tcPr>
            <w:tcW w:w="1440" w:type="dxa"/>
          </w:tcPr>
          <w:p w14:paraId="10B37E5A" w14:textId="35E0D437" w:rsidR="00AB7AFF" w:rsidRPr="00F73937" w:rsidRDefault="00AB7AFF" w:rsidP="00F077AD">
            <w:pPr>
              <w:pStyle w:val="BodyText"/>
              <w:tabs>
                <w:tab w:val="decimal" w:pos="1135"/>
              </w:tabs>
              <w:spacing w:after="0"/>
              <w:ind w:left="-108" w:right="-131"/>
              <w:jc w:val="both"/>
            </w:pPr>
            <w:r w:rsidRPr="00C47197">
              <w:t>(7,840)</w:t>
            </w:r>
          </w:p>
        </w:tc>
        <w:tc>
          <w:tcPr>
            <w:tcW w:w="270" w:type="dxa"/>
          </w:tcPr>
          <w:p w14:paraId="03CE6BB0" w14:textId="77777777" w:rsidR="00AB7AFF" w:rsidRPr="00F73937" w:rsidRDefault="00AB7AFF" w:rsidP="00AB7AFF">
            <w:pPr>
              <w:pStyle w:val="BodyText"/>
              <w:tabs>
                <w:tab w:val="decimal" w:pos="1360"/>
              </w:tabs>
              <w:spacing w:after="0"/>
              <w:ind w:left="-108" w:right="-131"/>
              <w:jc w:val="both"/>
            </w:pPr>
          </w:p>
        </w:tc>
        <w:tc>
          <w:tcPr>
            <w:tcW w:w="1440" w:type="dxa"/>
          </w:tcPr>
          <w:p w14:paraId="1A31CEB6" w14:textId="0D3A0F76" w:rsidR="00AB7AFF" w:rsidRPr="00F73937" w:rsidRDefault="00AB7AFF" w:rsidP="005F11AF">
            <w:pPr>
              <w:pStyle w:val="BodyText"/>
              <w:tabs>
                <w:tab w:val="decimal" w:pos="1180"/>
              </w:tabs>
              <w:spacing w:after="0"/>
              <w:ind w:left="-108" w:right="-131"/>
              <w:jc w:val="both"/>
            </w:pPr>
            <w:r w:rsidRPr="00C47197">
              <w:t>(2,238)</w:t>
            </w:r>
          </w:p>
        </w:tc>
        <w:tc>
          <w:tcPr>
            <w:tcW w:w="270" w:type="dxa"/>
          </w:tcPr>
          <w:p w14:paraId="53A974DE" w14:textId="6CA8938F" w:rsidR="00AB7AFF" w:rsidRPr="00F73937" w:rsidRDefault="00AB7AFF" w:rsidP="00AB7AFF">
            <w:pPr>
              <w:pStyle w:val="BodyText"/>
              <w:tabs>
                <w:tab w:val="decimal" w:pos="1360"/>
              </w:tabs>
              <w:spacing w:after="0"/>
              <w:ind w:left="-108" w:right="-131"/>
              <w:jc w:val="both"/>
            </w:pPr>
          </w:p>
        </w:tc>
        <w:tc>
          <w:tcPr>
            <w:tcW w:w="1356" w:type="dxa"/>
          </w:tcPr>
          <w:p w14:paraId="4EB0C892" w14:textId="076FCE4E" w:rsidR="00AB7AFF" w:rsidRPr="00F73937" w:rsidRDefault="00AB7AFF" w:rsidP="005F11AF">
            <w:pPr>
              <w:pStyle w:val="BodyText"/>
              <w:tabs>
                <w:tab w:val="decimal" w:pos="1090"/>
              </w:tabs>
              <w:spacing w:after="0"/>
              <w:ind w:left="-108" w:right="-131"/>
              <w:jc w:val="both"/>
            </w:pPr>
            <w:r w:rsidRPr="00C47197">
              <w:t>(15,885)</w:t>
            </w:r>
          </w:p>
        </w:tc>
      </w:tr>
      <w:tr w:rsidR="009E5479" w:rsidRPr="00F73937" w14:paraId="13A87829" w14:textId="3C1778C1" w:rsidTr="00AD0E73">
        <w:trPr>
          <w:cantSplit/>
        </w:trPr>
        <w:tc>
          <w:tcPr>
            <w:tcW w:w="4320" w:type="dxa"/>
          </w:tcPr>
          <w:p w14:paraId="4E83F5F9" w14:textId="7FD90F92" w:rsidR="009E5479" w:rsidRPr="009723F5" w:rsidRDefault="009E5479" w:rsidP="009E5479">
            <w:pPr>
              <w:spacing w:line="240" w:lineRule="auto"/>
              <w:rPr>
                <w:b/>
                <w:bCs/>
              </w:rPr>
            </w:pPr>
            <w:r w:rsidRPr="00F73937">
              <w:rPr>
                <w:b/>
                <w:bCs/>
              </w:rPr>
              <w:t>Total identifiable net assets received</w:t>
            </w:r>
          </w:p>
        </w:tc>
        <w:tc>
          <w:tcPr>
            <w:tcW w:w="720" w:type="dxa"/>
          </w:tcPr>
          <w:p w14:paraId="378032B7" w14:textId="7F8BCCC0" w:rsidR="009E5479" w:rsidRPr="00F73937" w:rsidRDefault="009E5479" w:rsidP="009E5479">
            <w:pPr>
              <w:spacing w:line="240" w:lineRule="auto"/>
              <w:jc w:val="center"/>
              <w:rPr>
                <w:i/>
                <w:iCs/>
              </w:rPr>
            </w:pPr>
          </w:p>
        </w:tc>
        <w:tc>
          <w:tcPr>
            <w:tcW w:w="270" w:type="dxa"/>
          </w:tcPr>
          <w:p w14:paraId="4C26677A" w14:textId="77777777" w:rsidR="009E5479" w:rsidRPr="00F73937" w:rsidRDefault="009E5479" w:rsidP="009E5479">
            <w:pPr>
              <w:spacing w:line="240" w:lineRule="auto"/>
            </w:pPr>
          </w:p>
        </w:tc>
        <w:tc>
          <w:tcPr>
            <w:tcW w:w="1620" w:type="dxa"/>
            <w:tcBorders>
              <w:top w:val="single" w:sz="4" w:space="0" w:color="auto"/>
            </w:tcBorders>
          </w:tcPr>
          <w:p w14:paraId="785C9AB8" w14:textId="1BED77D7" w:rsidR="009E5479" w:rsidRPr="00EE0D27" w:rsidRDefault="009E5479" w:rsidP="009E5479">
            <w:pPr>
              <w:pStyle w:val="BodyText"/>
              <w:tabs>
                <w:tab w:val="decimal" w:pos="1360"/>
              </w:tabs>
              <w:spacing w:after="0"/>
              <w:ind w:left="-108" w:right="-131"/>
              <w:jc w:val="both"/>
              <w:rPr>
                <w:b/>
                <w:bCs/>
              </w:rPr>
            </w:pPr>
            <w:r w:rsidRPr="00EE0D27">
              <w:rPr>
                <w:b/>
                <w:bCs/>
              </w:rPr>
              <w:t>6,159</w:t>
            </w:r>
          </w:p>
        </w:tc>
        <w:tc>
          <w:tcPr>
            <w:tcW w:w="270" w:type="dxa"/>
          </w:tcPr>
          <w:p w14:paraId="556945DD" w14:textId="77777777" w:rsidR="009E5479" w:rsidRPr="00EE0D27" w:rsidRDefault="009E5479" w:rsidP="009E5479">
            <w:pPr>
              <w:pStyle w:val="BodyText"/>
              <w:tabs>
                <w:tab w:val="decimal" w:pos="1360"/>
              </w:tabs>
              <w:spacing w:after="0"/>
              <w:ind w:left="-108" w:right="-131"/>
              <w:jc w:val="both"/>
              <w:rPr>
                <w:b/>
                <w:bCs/>
              </w:rPr>
            </w:pPr>
          </w:p>
        </w:tc>
        <w:tc>
          <w:tcPr>
            <w:tcW w:w="1350" w:type="dxa"/>
            <w:tcBorders>
              <w:top w:val="single" w:sz="4" w:space="0" w:color="auto"/>
            </w:tcBorders>
          </w:tcPr>
          <w:p w14:paraId="5B906C9E" w14:textId="001B2D54" w:rsidR="009E5479" w:rsidRPr="00EE0D27" w:rsidRDefault="009E5479" w:rsidP="00C22A19">
            <w:pPr>
              <w:pStyle w:val="BodyText"/>
              <w:tabs>
                <w:tab w:val="decimal" w:pos="1090"/>
              </w:tabs>
              <w:spacing w:after="0"/>
              <w:ind w:left="-108" w:right="-131"/>
              <w:jc w:val="both"/>
              <w:rPr>
                <w:b/>
                <w:bCs/>
              </w:rPr>
            </w:pPr>
            <w:r w:rsidRPr="00EE0D27">
              <w:rPr>
                <w:b/>
                <w:bCs/>
              </w:rPr>
              <w:t>4,749</w:t>
            </w:r>
          </w:p>
        </w:tc>
        <w:tc>
          <w:tcPr>
            <w:tcW w:w="270" w:type="dxa"/>
          </w:tcPr>
          <w:p w14:paraId="4EA3BE24" w14:textId="77777777" w:rsidR="009E5479" w:rsidRPr="00EE0D27" w:rsidRDefault="009E5479" w:rsidP="009E5479">
            <w:pPr>
              <w:pStyle w:val="BodyText"/>
              <w:tabs>
                <w:tab w:val="decimal" w:pos="1360"/>
              </w:tabs>
              <w:spacing w:after="0"/>
              <w:ind w:left="-108" w:right="-131"/>
              <w:jc w:val="both"/>
              <w:rPr>
                <w:b/>
                <w:bCs/>
              </w:rPr>
            </w:pPr>
          </w:p>
        </w:tc>
        <w:tc>
          <w:tcPr>
            <w:tcW w:w="1440" w:type="dxa"/>
            <w:tcBorders>
              <w:top w:val="single" w:sz="4" w:space="0" w:color="auto"/>
            </w:tcBorders>
          </w:tcPr>
          <w:p w14:paraId="002E7EC2" w14:textId="2DA6A82A" w:rsidR="009E5479" w:rsidRPr="00EE0D27" w:rsidRDefault="009E5479" w:rsidP="00F077AD">
            <w:pPr>
              <w:pStyle w:val="BodyText"/>
              <w:tabs>
                <w:tab w:val="decimal" w:pos="1135"/>
              </w:tabs>
              <w:spacing w:after="0"/>
              <w:ind w:left="-108" w:right="-131"/>
              <w:jc w:val="both"/>
              <w:rPr>
                <w:b/>
                <w:bCs/>
              </w:rPr>
            </w:pPr>
            <w:r w:rsidRPr="00EE0D27">
              <w:rPr>
                <w:b/>
                <w:bCs/>
              </w:rPr>
              <w:t>23,522</w:t>
            </w:r>
          </w:p>
        </w:tc>
        <w:tc>
          <w:tcPr>
            <w:tcW w:w="270" w:type="dxa"/>
          </w:tcPr>
          <w:p w14:paraId="46511589" w14:textId="77777777" w:rsidR="009E5479" w:rsidRPr="00EE0D27" w:rsidRDefault="009E5479" w:rsidP="009E5479">
            <w:pPr>
              <w:pStyle w:val="BodyText"/>
              <w:tabs>
                <w:tab w:val="decimal" w:pos="1360"/>
              </w:tabs>
              <w:spacing w:after="0"/>
              <w:ind w:left="-108" w:right="-131"/>
              <w:jc w:val="both"/>
              <w:rPr>
                <w:b/>
                <w:bCs/>
              </w:rPr>
            </w:pPr>
          </w:p>
        </w:tc>
        <w:tc>
          <w:tcPr>
            <w:tcW w:w="1440" w:type="dxa"/>
            <w:tcBorders>
              <w:top w:val="single" w:sz="4" w:space="0" w:color="auto"/>
            </w:tcBorders>
          </w:tcPr>
          <w:p w14:paraId="3969FB15" w14:textId="6D8E1305" w:rsidR="009E5479" w:rsidRPr="00EE0D27" w:rsidRDefault="009E5479" w:rsidP="005F11AF">
            <w:pPr>
              <w:pStyle w:val="BodyText"/>
              <w:tabs>
                <w:tab w:val="decimal" w:pos="1180"/>
              </w:tabs>
              <w:spacing w:after="0"/>
              <w:ind w:left="-108" w:right="-131"/>
              <w:jc w:val="both"/>
              <w:rPr>
                <w:b/>
                <w:bCs/>
              </w:rPr>
            </w:pPr>
            <w:r w:rsidRPr="00EE0D27">
              <w:rPr>
                <w:b/>
                <w:bCs/>
              </w:rPr>
              <w:t>3,358</w:t>
            </w:r>
          </w:p>
        </w:tc>
        <w:tc>
          <w:tcPr>
            <w:tcW w:w="270" w:type="dxa"/>
          </w:tcPr>
          <w:p w14:paraId="634860A1" w14:textId="1D7555D1" w:rsidR="009E5479" w:rsidRPr="00EE0D27" w:rsidRDefault="009E5479" w:rsidP="009E5479">
            <w:pPr>
              <w:pStyle w:val="BodyText"/>
              <w:tabs>
                <w:tab w:val="decimal" w:pos="1360"/>
              </w:tabs>
              <w:spacing w:after="0"/>
              <w:ind w:left="-108" w:right="-131"/>
              <w:jc w:val="both"/>
              <w:rPr>
                <w:b/>
                <w:bCs/>
              </w:rPr>
            </w:pPr>
          </w:p>
        </w:tc>
        <w:tc>
          <w:tcPr>
            <w:tcW w:w="1356" w:type="dxa"/>
            <w:tcBorders>
              <w:top w:val="single" w:sz="4" w:space="0" w:color="auto"/>
            </w:tcBorders>
          </w:tcPr>
          <w:p w14:paraId="6B805196" w14:textId="7E7CA524" w:rsidR="009E5479" w:rsidRPr="005F11AF" w:rsidRDefault="009E5479" w:rsidP="005F11AF">
            <w:pPr>
              <w:pStyle w:val="BodyText"/>
              <w:tabs>
                <w:tab w:val="decimal" w:pos="1090"/>
              </w:tabs>
              <w:spacing w:after="0"/>
              <w:ind w:left="-108" w:right="-131"/>
              <w:jc w:val="both"/>
              <w:rPr>
                <w:b/>
                <w:bCs/>
              </w:rPr>
            </w:pPr>
            <w:r w:rsidRPr="005F11AF">
              <w:rPr>
                <w:b/>
                <w:bCs/>
              </w:rPr>
              <w:t>37,788</w:t>
            </w:r>
          </w:p>
        </w:tc>
      </w:tr>
      <w:tr w:rsidR="00785ABD" w:rsidRPr="00F73937" w14:paraId="2E27D494" w14:textId="7904DFC7" w:rsidTr="00AD0E73">
        <w:trPr>
          <w:cantSplit/>
        </w:trPr>
        <w:tc>
          <w:tcPr>
            <w:tcW w:w="4320" w:type="dxa"/>
          </w:tcPr>
          <w:p w14:paraId="4116855A" w14:textId="43168D69" w:rsidR="00785ABD" w:rsidRPr="00892D64" w:rsidRDefault="00785ABD" w:rsidP="00785ABD">
            <w:pPr>
              <w:spacing w:line="240" w:lineRule="auto"/>
            </w:pPr>
            <w:r w:rsidRPr="00F73937">
              <w:t xml:space="preserve">Goodwill arising from the acquisition </w:t>
            </w:r>
          </w:p>
        </w:tc>
        <w:tc>
          <w:tcPr>
            <w:tcW w:w="720" w:type="dxa"/>
          </w:tcPr>
          <w:p w14:paraId="180699FA" w14:textId="3BCCF5DF" w:rsidR="00785ABD" w:rsidRPr="00F73937" w:rsidRDefault="00785ABD" w:rsidP="00785ABD">
            <w:pPr>
              <w:spacing w:line="240" w:lineRule="auto"/>
              <w:jc w:val="center"/>
              <w:rPr>
                <w:i/>
                <w:iCs/>
              </w:rPr>
            </w:pPr>
          </w:p>
        </w:tc>
        <w:tc>
          <w:tcPr>
            <w:tcW w:w="270" w:type="dxa"/>
          </w:tcPr>
          <w:p w14:paraId="504DBBD9" w14:textId="77777777" w:rsidR="00785ABD" w:rsidRPr="00F73937" w:rsidRDefault="00785ABD" w:rsidP="00785ABD">
            <w:pPr>
              <w:spacing w:line="240" w:lineRule="auto"/>
            </w:pPr>
          </w:p>
        </w:tc>
        <w:tc>
          <w:tcPr>
            <w:tcW w:w="1620" w:type="dxa"/>
          </w:tcPr>
          <w:p w14:paraId="512C5E3B" w14:textId="68BB86C0" w:rsidR="00785ABD" w:rsidRPr="00F73937" w:rsidRDefault="00785ABD" w:rsidP="00785ABD">
            <w:pPr>
              <w:pStyle w:val="BodyText"/>
              <w:tabs>
                <w:tab w:val="decimal" w:pos="1360"/>
              </w:tabs>
              <w:spacing w:after="0"/>
              <w:ind w:left="-108" w:right="-131"/>
              <w:jc w:val="both"/>
            </w:pPr>
            <w:r w:rsidRPr="002F4213">
              <w:t>35,841</w:t>
            </w:r>
          </w:p>
        </w:tc>
        <w:tc>
          <w:tcPr>
            <w:tcW w:w="270" w:type="dxa"/>
          </w:tcPr>
          <w:p w14:paraId="255D129C" w14:textId="77777777" w:rsidR="00785ABD" w:rsidRPr="00F73937" w:rsidRDefault="00785ABD" w:rsidP="00785ABD">
            <w:pPr>
              <w:pStyle w:val="BodyText"/>
              <w:tabs>
                <w:tab w:val="decimal" w:pos="1360"/>
              </w:tabs>
              <w:spacing w:after="0"/>
              <w:ind w:left="-108" w:right="-131"/>
              <w:jc w:val="both"/>
            </w:pPr>
          </w:p>
        </w:tc>
        <w:tc>
          <w:tcPr>
            <w:tcW w:w="1350" w:type="dxa"/>
          </w:tcPr>
          <w:p w14:paraId="51EB24BB" w14:textId="7D2D7154" w:rsidR="00785ABD" w:rsidRPr="00F73937" w:rsidRDefault="00785ABD" w:rsidP="00C22A19">
            <w:pPr>
              <w:pStyle w:val="BodyText"/>
              <w:tabs>
                <w:tab w:val="decimal" w:pos="1090"/>
              </w:tabs>
              <w:spacing w:after="0"/>
              <w:ind w:left="-108" w:right="-131"/>
              <w:jc w:val="both"/>
            </w:pPr>
            <w:r w:rsidRPr="002F4213">
              <w:t>19,251</w:t>
            </w:r>
          </w:p>
        </w:tc>
        <w:tc>
          <w:tcPr>
            <w:tcW w:w="270" w:type="dxa"/>
          </w:tcPr>
          <w:p w14:paraId="44ECEEE7" w14:textId="77777777" w:rsidR="00785ABD" w:rsidRPr="00F73937" w:rsidRDefault="00785ABD" w:rsidP="00785ABD">
            <w:pPr>
              <w:pStyle w:val="BodyText"/>
              <w:tabs>
                <w:tab w:val="decimal" w:pos="1360"/>
              </w:tabs>
              <w:spacing w:after="0"/>
              <w:ind w:left="-108" w:right="-131"/>
              <w:jc w:val="both"/>
            </w:pPr>
          </w:p>
        </w:tc>
        <w:tc>
          <w:tcPr>
            <w:tcW w:w="1440" w:type="dxa"/>
          </w:tcPr>
          <w:p w14:paraId="09430B7A" w14:textId="53618DD7" w:rsidR="00785ABD" w:rsidRPr="00F73937" w:rsidRDefault="00785ABD" w:rsidP="00F077AD">
            <w:pPr>
              <w:pStyle w:val="BodyText"/>
              <w:tabs>
                <w:tab w:val="decimal" w:pos="1135"/>
              </w:tabs>
              <w:spacing w:after="0"/>
              <w:ind w:left="-108" w:right="-131"/>
              <w:jc w:val="both"/>
            </w:pPr>
            <w:r w:rsidRPr="002F4213">
              <w:t>32,728</w:t>
            </w:r>
          </w:p>
        </w:tc>
        <w:tc>
          <w:tcPr>
            <w:tcW w:w="270" w:type="dxa"/>
          </w:tcPr>
          <w:p w14:paraId="0B068C3F" w14:textId="77777777" w:rsidR="00785ABD" w:rsidRPr="00F73937" w:rsidRDefault="00785ABD" w:rsidP="00785ABD">
            <w:pPr>
              <w:pStyle w:val="BodyText"/>
              <w:tabs>
                <w:tab w:val="decimal" w:pos="1360"/>
              </w:tabs>
              <w:spacing w:after="0"/>
              <w:ind w:left="-108" w:right="-131"/>
              <w:jc w:val="both"/>
            </w:pPr>
          </w:p>
        </w:tc>
        <w:tc>
          <w:tcPr>
            <w:tcW w:w="1440" w:type="dxa"/>
          </w:tcPr>
          <w:p w14:paraId="34A38711" w14:textId="608B415A" w:rsidR="00785ABD" w:rsidRPr="00F73937" w:rsidRDefault="00785ABD" w:rsidP="005F11AF">
            <w:pPr>
              <w:pStyle w:val="BodyText"/>
              <w:tabs>
                <w:tab w:val="decimal" w:pos="1180"/>
              </w:tabs>
              <w:spacing w:after="0"/>
              <w:ind w:left="-108" w:right="-131"/>
              <w:jc w:val="both"/>
            </w:pPr>
            <w:r w:rsidRPr="002F4213">
              <w:t>55,142</w:t>
            </w:r>
          </w:p>
        </w:tc>
        <w:tc>
          <w:tcPr>
            <w:tcW w:w="270" w:type="dxa"/>
          </w:tcPr>
          <w:p w14:paraId="366BDE94" w14:textId="2DFF4269" w:rsidR="00785ABD" w:rsidRPr="00F73937" w:rsidRDefault="00785ABD" w:rsidP="00785ABD">
            <w:pPr>
              <w:pStyle w:val="BodyText"/>
              <w:tabs>
                <w:tab w:val="decimal" w:pos="1360"/>
              </w:tabs>
              <w:spacing w:after="0"/>
              <w:ind w:left="-108" w:right="-131"/>
              <w:jc w:val="both"/>
            </w:pPr>
          </w:p>
        </w:tc>
        <w:tc>
          <w:tcPr>
            <w:tcW w:w="1356" w:type="dxa"/>
          </w:tcPr>
          <w:p w14:paraId="4B09C8E8" w14:textId="59570823" w:rsidR="00785ABD" w:rsidRPr="00F73937" w:rsidRDefault="00785ABD" w:rsidP="005F11AF">
            <w:pPr>
              <w:pStyle w:val="BodyText"/>
              <w:tabs>
                <w:tab w:val="decimal" w:pos="1090"/>
              </w:tabs>
              <w:spacing w:after="0"/>
              <w:ind w:left="-108" w:right="-131"/>
              <w:jc w:val="both"/>
            </w:pPr>
            <w:r w:rsidRPr="002F4213">
              <w:t>142,962</w:t>
            </w:r>
          </w:p>
        </w:tc>
      </w:tr>
      <w:tr w:rsidR="00F077AD" w:rsidRPr="00F73937" w14:paraId="731B08A4" w14:textId="77777777" w:rsidTr="00AD0E73">
        <w:trPr>
          <w:cantSplit/>
        </w:trPr>
        <w:tc>
          <w:tcPr>
            <w:tcW w:w="4320" w:type="dxa"/>
          </w:tcPr>
          <w:p w14:paraId="04E82006" w14:textId="3478DDF9" w:rsidR="00F077AD" w:rsidRPr="00892D64" w:rsidRDefault="00F077AD" w:rsidP="00F077AD">
            <w:pPr>
              <w:spacing w:line="240" w:lineRule="auto"/>
            </w:pPr>
            <w:r w:rsidRPr="00F73937">
              <w:rPr>
                <w:b/>
                <w:bCs/>
              </w:rPr>
              <w:t>Purchase consideration transferred</w:t>
            </w:r>
          </w:p>
        </w:tc>
        <w:tc>
          <w:tcPr>
            <w:tcW w:w="720" w:type="dxa"/>
          </w:tcPr>
          <w:p w14:paraId="58212A38" w14:textId="77777777" w:rsidR="00F077AD" w:rsidRPr="00F73937" w:rsidRDefault="00F077AD" w:rsidP="00F077AD">
            <w:pPr>
              <w:spacing w:line="240" w:lineRule="auto"/>
              <w:jc w:val="center"/>
              <w:rPr>
                <w:i/>
                <w:iCs/>
              </w:rPr>
            </w:pPr>
          </w:p>
        </w:tc>
        <w:tc>
          <w:tcPr>
            <w:tcW w:w="270" w:type="dxa"/>
          </w:tcPr>
          <w:p w14:paraId="0B5D8E59" w14:textId="77777777" w:rsidR="00F077AD" w:rsidRPr="00F73937" w:rsidRDefault="00F077AD" w:rsidP="00F077AD">
            <w:pPr>
              <w:spacing w:line="240" w:lineRule="auto"/>
            </w:pPr>
          </w:p>
        </w:tc>
        <w:tc>
          <w:tcPr>
            <w:tcW w:w="1620" w:type="dxa"/>
            <w:tcBorders>
              <w:top w:val="single" w:sz="4" w:space="0" w:color="auto"/>
              <w:bottom w:val="double" w:sz="4" w:space="0" w:color="auto"/>
            </w:tcBorders>
          </w:tcPr>
          <w:p w14:paraId="1F2AA44E" w14:textId="799C2422" w:rsidR="00F077AD" w:rsidRPr="00F077AD" w:rsidRDefault="00F077AD" w:rsidP="00F077AD">
            <w:pPr>
              <w:pStyle w:val="BodyText"/>
              <w:tabs>
                <w:tab w:val="decimal" w:pos="1360"/>
              </w:tabs>
              <w:spacing w:after="0"/>
              <w:ind w:left="-108" w:right="-131"/>
              <w:jc w:val="both"/>
              <w:rPr>
                <w:b/>
                <w:bCs/>
              </w:rPr>
            </w:pPr>
            <w:r w:rsidRPr="00F077AD">
              <w:rPr>
                <w:b/>
                <w:bCs/>
              </w:rPr>
              <w:t>42,000</w:t>
            </w:r>
          </w:p>
        </w:tc>
        <w:tc>
          <w:tcPr>
            <w:tcW w:w="270" w:type="dxa"/>
          </w:tcPr>
          <w:p w14:paraId="41EE121D" w14:textId="77777777" w:rsidR="00F077AD" w:rsidRPr="00F077AD" w:rsidRDefault="00F077AD" w:rsidP="00F077AD">
            <w:pPr>
              <w:pStyle w:val="BodyText"/>
              <w:tabs>
                <w:tab w:val="decimal" w:pos="1360"/>
              </w:tabs>
              <w:spacing w:after="0"/>
              <w:ind w:left="-108" w:right="-131"/>
              <w:jc w:val="both"/>
              <w:rPr>
                <w:b/>
                <w:bCs/>
              </w:rPr>
            </w:pPr>
          </w:p>
        </w:tc>
        <w:tc>
          <w:tcPr>
            <w:tcW w:w="1350" w:type="dxa"/>
            <w:tcBorders>
              <w:top w:val="single" w:sz="4" w:space="0" w:color="auto"/>
              <w:bottom w:val="double" w:sz="4" w:space="0" w:color="auto"/>
            </w:tcBorders>
          </w:tcPr>
          <w:p w14:paraId="6539AAD7" w14:textId="76232056" w:rsidR="00F077AD" w:rsidRPr="00F077AD" w:rsidRDefault="00F077AD" w:rsidP="00C22A19">
            <w:pPr>
              <w:pStyle w:val="BodyText"/>
              <w:tabs>
                <w:tab w:val="decimal" w:pos="1090"/>
              </w:tabs>
              <w:spacing w:after="0"/>
              <w:ind w:left="-108" w:right="-131"/>
              <w:jc w:val="both"/>
              <w:rPr>
                <w:b/>
                <w:bCs/>
              </w:rPr>
            </w:pPr>
            <w:r w:rsidRPr="00F077AD">
              <w:rPr>
                <w:b/>
                <w:bCs/>
              </w:rPr>
              <w:t>24,000</w:t>
            </w:r>
          </w:p>
        </w:tc>
        <w:tc>
          <w:tcPr>
            <w:tcW w:w="270" w:type="dxa"/>
          </w:tcPr>
          <w:p w14:paraId="705BDECE" w14:textId="77777777" w:rsidR="00F077AD" w:rsidRPr="00F077AD" w:rsidRDefault="00F077AD" w:rsidP="00F077AD">
            <w:pPr>
              <w:pStyle w:val="BodyText"/>
              <w:tabs>
                <w:tab w:val="decimal" w:pos="1360"/>
              </w:tabs>
              <w:spacing w:after="0"/>
              <w:ind w:left="-108" w:right="-131"/>
              <w:jc w:val="both"/>
              <w:rPr>
                <w:b/>
                <w:bCs/>
              </w:rPr>
            </w:pPr>
          </w:p>
        </w:tc>
        <w:tc>
          <w:tcPr>
            <w:tcW w:w="1440" w:type="dxa"/>
            <w:tcBorders>
              <w:top w:val="single" w:sz="4" w:space="0" w:color="auto"/>
              <w:bottom w:val="double" w:sz="4" w:space="0" w:color="auto"/>
            </w:tcBorders>
          </w:tcPr>
          <w:p w14:paraId="0F7F89D6" w14:textId="3C9C8A57" w:rsidR="00F077AD" w:rsidRPr="00F077AD" w:rsidRDefault="00F077AD" w:rsidP="00F077AD">
            <w:pPr>
              <w:pStyle w:val="BodyText"/>
              <w:tabs>
                <w:tab w:val="decimal" w:pos="1135"/>
              </w:tabs>
              <w:spacing w:after="0"/>
              <w:ind w:left="-108" w:right="-131"/>
              <w:jc w:val="both"/>
              <w:rPr>
                <w:b/>
                <w:bCs/>
              </w:rPr>
            </w:pPr>
            <w:r w:rsidRPr="00F077AD">
              <w:rPr>
                <w:b/>
                <w:bCs/>
              </w:rPr>
              <w:t>56,250</w:t>
            </w:r>
          </w:p>
        </w:tc>
        <w:tc>
          <w:tcPr>
            <w:tcW w:w="270" w:type="dxa"/>
          </w:tcPr>
          <w:p w14:paraId="2AD79A1B" w14:textId="77777777" w:rsidR="00F077AD" w:rsidRPr="00F077AD" w:rsidRDefault="00F077AD" w:rsidP="00F077AD">
            <w:pPr>
              <w:pStyle w:val="BodyText"/>
              <w:tabs>
                <w:tab w:val="decimal" w:pos="1360"/>
              </w:tabs>
              <w:spacing w:after="0"/>
              <w:ind w:left="-108" w:right="-131"/>
              <w:jc w:val="both"/>
              <w:rPr>
                <w:b/>
                <w:bCs/>
              </w:rPr>
            </w:pPr>
          </w:p>
        </w:tc>
        <w:tc>
          <w:tcPr>
            <w:tcW w:w="1440" w:type="dxa"/>
            <w:tcBorders>
              <w:top w:val="single" w:sz="4" w:space="0" w:color="auto"/>
              <w:bottom w:val="double" w:sz="4" w:space="0" w:color="auto"/>
            </w:tcBorders>
          </w:tcPr>
          <w:p w14:paraId="2C3FBC9A" w14:textId="5C73F243" w:rsidR="00F077AD" w:rsidRPr="00F077AD" w:rsidRDefault="00F077AD" w:rsidP="005F11AF">
            <w:pPr>
              <w:pStyle w:val="BodyText"/>
              <w:tabs>
                <w:tab w:val="decimal" w:pos="1180"/>
              </w:tabs>
              <w:spacing w:after="0"/>
              <w:ind w:left="-108" w:right="-131"/>
              <w:jc w:val="both"/>
              <w:rPr>
                <w:b/>
                <w:bCs/>
              </w:rPr>
            </w:pPr>
            <w:r w:rsidRPr="00F077AD">
              <w:rPr>
                <w:b/>
                <w:bCs/>
              </w:rPr>
              <w:t>58,500</w:t>
            </w:r>
          </w:p>
        </w:tc>
        <w:tc>
          <w:tcPr>
            <w:tcW w:w="270" w:type="dxa"/>
          </w:tcPr>
          <w:p w14:paraId="24331BAA" w14:textId="77777777" w:rsidR="00F077AD" w:rsidRPr="00F077AD" w:rsidRDefault="00F077AD" w:rsidP="00F077AD">
            <w:pPr>
              <w:pStyle w:val="BodyText"/>
              <w:tabs>
                <w:tab w:val="decimal" w:pos="1360"/>
              </w:tabs>
              <w:spacing w:after="0"/>
              <w:ind w:left="-108" w:right="-131"/>
              <w:jc w:val="both"/>
              <w:rPr>
                <w:b/>
                <w:bCs/>
              </w:rPr>
            </w:pPr>
          </w:p>
        </w:tc>
        <w:tc>
          <w:tcPr>
            <w:tcW w:w="1356" w:type="dxa"/>
            <w:tcBorders>
              <w:top w:val="single" w:sz="4" w:space="0" w:color="auto"/>
              <w:bottom w:val="double" w:sz="4" w:space="0" w:color="auto"/>
            </w:tcBorders>
          </w:tcPr>
          <w:p w14:paraId="57B919AE" w14:textId="6721D931" w:rsidR="00F077AD" w:rsidRPr="005F11AF" w:rsidRDefault="00F077AD" w:rsidP="005F11AF">
            <w:pPr>
              <w:pStyle w:val="BodyText"/>
              <w:tabs>
                <w:tab w:val="decimal" w:pos="1090"/>
              </w:tabs>
              <w:spacing w:after="0"/>
              <w:ind w:left="-108" w:right="-131"/>
              <w:jc w:val="both"/>
              <w:rPr>
                <w:b/>
                <w:bCs/>
              </w:rPr>
            </w:pPr>
            <w:r w:rsidRPr="005F11AF">
              <w:rPr>
                <w:b/>
                <w:bCs/>
              </w:rPr>
              <w:t>180,750</w:t>
            </w:r>
          </w:p>
        </w:tc>
      </w:tr>
      <w:tr w:rsidR="009723F5" w:rsidRPr="00F73937" w14:paraId="4388402D" w14:textId="2C0866E8" w:rsidTr="00AD0E73">
        <w:trPr>
          <w:cantSplit/>
        </w:trPr>
        <w:tc>
          <w:tcPr>
            <w:tcW w:w="4320" w:type="dxa"/>
          </w:tcPr>
          <w:p w14:paraId="4912EEC2" w14:textId="1BE86463" w:rsidR="009723F5" w:rsidRPr="00F73937" w:rsidRDefault="009723F5" w:rsidP="001668DF">
            <w:pPr>
              <w:spacing w:line="240" w:lineRule="auto"/>
            </w:pPr>
          </w:p>
        </w:tc>
        <w:tc>
          <w:tcPr>
            <w:tcW w:w="720" w:type="dxa"/>
          </w:tcPr>
          <w:p w14:paraId="765E5CC5" w14:textId="69B9242A" w:rsidR="009723F5" w:rsidRPr="00F73937" w:rsidRDefault="009723F5" w:rsidP="001668DF">
            <w:pPr>
              <w:spacing w:line="240" w:lineRule="auto"/>
              <w:jc w:val="center"/>
              <w:rPr>
                <w:i/>
                <w:iCs/>
              </w:rPr>
            </w:pPr>
          </w:p>
        </w:tc>
        <w:tc>
          <w:tcPr>
            <w:tcW w:w="270" w:type="dxa"/>
          </w:tcPr>
          <w:p w14:paraId="1D19D8AC" w14:textId="77777777" w:rsidR="009723F5" w:rsidRPr="00F73937" w:rsidRDefault="009723F5" w:rsidP="001668DF">
            <w:pPr>
              <w:spacing w:line="240" w:lineRule="auto"/>
            </w:pPr>
          </w:p>
        </w:tc>
        <w:tc>
          <w:tcPr>
            <w:tcW w:w="1620" w:type="dxa"/>
            <w:tcBorders>
              <w:top w:val="double" w:sz="4" w:space="0" w:color="auto"/>
            </w:tcBorders>
          </w:tcPr>
          <w:p w14:paraId="0399EF91" w14:textId="5FA10E24" w:rsidR="009723F5" w:rsidRPr="00F73937" w:rsidRDefault="009723F5" w:rsidP="008F76FE">
            <w:pPr>
              <w:pStyle w:val="BodyText"/>
              <w:tabs>
                <w:tab w:val="decimal" w:pos="1360"/>
              </w:tabs>
              <w:spacing w:after="0"/>
              <w:ind w:left="-108" w:right="-131"/>
              <w:jc w:val="both"/>
            </w:pPr>
          </w:p>
        </w:tc>
        <w:tc>
          <w:tcPr>
            <w:tcW w:w="270" w:type="dxa"/>
          </w:tcPr>
          <w:p w14:paraId="66B3BCAD" w14:textId="77777777" w:rsidR="009723F5" w:rsidRPr="00F73937" w:rsidRDefault="009723F5" w:rsidP="008F76FE">
            <w:pPr>
              <w:pStyle w:val="BodyText"/>
              <w:tabs>
                <w:tab w:val="decimal" w:pos="1360"/>
              </w:tabs>
              <w:spacing w:after="0"/>
              <w:ind w:left="-108" w:right="-131"/>
              <w:jc w:val="both"/>
            </w:pPr>
          </w:p>
        </w:tc>
        <w:tc>
          <w:tcPr>
            <w:tcW w:w="1350" w:type="dxa"/>
            <w:tcBorders>
              <w:top w:val="double" w:sz="4" w:space="0" w:color="auto"/>
            </w:tcBorders>
          </w:tcPr>
          <w:p w14:paraId="445C0E64" w14:textId="77777777" w:rsidR="009723F5" w:rsidRPr="00F73937" w:rsidRDefault="009723F5" w:rsidP="008F76FE">
            <w:pPr>
              <w:pStyle w:val="BodyText"/>
              <w:tabs>
                <w:tab w:val="decimal" w:pos="1360"/>
              </w:tabs>
              <w:spacing w:after="0"/>
              <w:ind w:left="-108" w:right="-131"/>
              <w:jc w:val="both"/>
            </w:pPr>
          </w:p>
        </w:tc>
        <w:tc>
          <w:tcPr>
            <w:tcW w:w="270" w:type="dxa"/>
          </w:tcPr>
          <w:p w14:paraId="1AA0EC9F" w14:textId="77777777" w:rsidR="009723F5" w:rsidRPr="00F73937" w:rsidRDefault="009723F5" w:rsidP="008F76FE">
            <w:pPr>
              <w:pStyle w:val="BodyText"/>
              <w:tabs>
                <w:tab w:val="decimal" w:pos="1360"/>
              </w:tabs>
              <w:spacing w:after="0"/>
              <w:ind w:left="-108" w:right="-131"/>
              <w:jc w:val="both"/>
            </w:pPr>
          </w:p>
        </w:tc>
        <w:tc>
          <w:tcPr>
            <w:tcW w:w="1440" w:type="dxa"/>
            <w:tcBorders>
              <w:top w:val="double" w:sz="4" w:space="0" w:color="auto"/>
            </w:tcBorders>
          </w:tcPr>
          <w:p w14:paraId="3ACA48CE" w14:textId="78C54E5C" w:rsidR="009723F5" w:rsidRPr="00F73937" w:rsidRDefault="009723F5" w:rsidP="00F077AD">
            <w:pPr>
              <w:pStyle w:val="BodyText"/>
              <w:tabs>
                <w:tab w:val="decimal" w:pos="1135"/>
              </w:tabs>
              <w:spacing w:after="0"/>
              <w:ind w:left="-108" w:right="-131"/>
              <w:jc w:val="both"/>
            </w:pPr>
          </w:p>
        </w:tc>
        <w:tc>
          <w:tcPr>
            <w:tcW w:w="270" w:type="dxa"/>
          </w:tcPr>
          <w:p w14:paraId="64199A0B" w14:textId="77777777" w:rsidR="009723F5" w:rsidRPr="00F73937" w:rsidRDefault="009723F5" w:rsidP="008F76FE">
            <w:pPr>
              <w:pStyle w:val="BodyText"/>
              <w:tabs>
                <w:tab w:val="decimal" w:pos="1360"/>
              </w:tabs>
              <w:spacing w:after="0"/>
              <w:ind w:left="-108" w:right="-131"/>
              <w:jc w:val="both"/>
            </w:pPr>
          </w:p>
        </w:tc>
        <w:tc>
          <w:tcPr>
            <w:tcW w:w="1440" w:type="dxa"/>
            <w:tcBorders>
              <w:top w:val="double" w:sz="4" w:space="0" w:color="auto"/>
            </w:tcBorders>
          </w:tcPr>
          <w:p w14:paraId="71872E05" w14:textId="77777777" w:rsidR="009723F5" w:rsidRPr="00F73937" w:rsidRDefault="009723F5" w:rsidP="005F11AF">
            <w:pPr>
              <w:pStyle w:val="BodyText"/>
              <w:tabs>
                <w:tab w:val="decimal" w:pos="1180"/>
              </w:tabs>
              <w:spacing w:after="0"/>
              <w:ind w:left="-108" w:right="-131"/>
              <w:jc w:val="both"/>
            </w:pPr>
          </w:p>
        </w:tc>
        <w:tc>
          <w:tcPr>
            <w:tcW w:w="270" w:type="dxa"/>
          </w:tcPr>
          <w:p w14:paraId="7E7899AC" w14:textId="1A16A366" w:rsidR="009723F5" w:rsidRPr="00F73937" w:rsidRDefault="009723F5" w:rsidP="008F76FE">
            <w:pPr>
              <w:pStyle w:val="BodyText"/>
              <w:tabs>
                <w:tab w:val="decimal" w:pos="1360"/>
              </w:tabs>
              <w:spacing w:after="0"/>
              <w:ind w:left="-108" w:right="-131"/>
              <w:jc w:val="both"/>
            </w:pPr>
          </w:p>
        </w:tc>
        <w:tc>
          <w:tcPr>
            <w:tcW w:w="1356" w:type="dxa"/>
            <w:tcBorders>
              <w:top w:val="double" w:sz="4" w:space="0" w:color="auto"/>
            </w:tcBorders>
          </w:tcPr>
          <w:p w14:paraId="5960AE97" w14:textId="77777777" w:rsidR="009723F5" w:rsidRPr="00F73937" w:rsidRDefault="009723F5" w:rsidP="005F11AF">
            <w:pPr>
              <w:pStyle w:val="BodyText"/>
              <w:tabs>
                <w:tab w:val="decimal" w:pos="1090"/>
              </w:tabs>
              <w:spacing w:after="0"/>
              <w:ind w:left="-108" w:right="-131"/>
              <w:jc w:val="both"/>
            </w:pPr>
          </w:p>
        </w:tc>
      </w:tr>
      <w:tr w:rsidR="00EC35CB" w:rsidRPr="00F73937" w14:paraId="07A30391" w14:textId="59EC270C" w:rsidTr="00AD0E73">
        <w:trPr>
          <w:cantSplit/>
        </w:trPr>
        <w:tc>
          <w:tcPr>
            <w:tcW w:w="4320" w:type="dxa"/>
          </w:tcPr>
          <w:p w14:paraId="34CD48F5" w14:textId="5C0F21C8" w:rsidR="00EC35CB" w:rsidRPr="00F73937" w:rsidRDefault="00EC35CB" w:rsidP="00EC35CB">
            <w:pPr>
              <w:spacing w:line="240" w:lineRule="auto"/>
            </w:pPr>
            <w:r w:rsidRPr="00F73937">
              <w:t>Net cash acquired with the subsidiar</w:t>
            </w:r>
            <w:r w:rsidR="00DF7FB5">
              <w:t>ies</w:t>
            </w:r>
          </w:p>
        </w:tc>
        <w:tc>
          <w:tcPr>
            <w:tcW w:w="720" w:type="dxa"/>
          </w:tcPr>
          <w:p w14:paraId="4274B745" w14:textId="77777777" w:rsidR="00EC35CB" w:rsidRPr="00F73937" w:rsidRDefault="00EC35CB" w:rsidP="00EC35CB">
            <w:pPr>
              <w:spacing w:line="240" w:lineRule="auto"/>
              <w:jc w:val="center"/>
              <w:rPr>
                <w:i/>
                <w:iCs/>
              </w:rPr>
            </w:pPr>
          </w:p>
        </w:tc>
        <w:tc>
          <w:tcPr>
            <w:tcW w:w="270" w:type="dxa"/>
          </w:tcPr>
          <w:p w14:paraId="12A7AADC" w14:textId="77777777" w:rsidR="00EC35CB" w:rsidRPr="00F73937" w:rsidRDefault="00EC35CB" w:rsidP="00EC35CB">
            <w:pPr>
              <w:spacing w:line="240" w:lineRule="auto"/>
            </w:pPr>
          </w:p>
        </w:tc>
        <w:tc>
          <w:tcPr>
            <w:tcW w:w="1620" w:type="dxa"/>
          </w:tcPr>
          <w:p w14:paraId="455276C3" w14:textId="51AA1342" w:rsidR="00EC35CB" w:rsidRPr="00F73937" w:rsidRDefault="00EC35CB" w:rsidP="00EC35CB">
            <w:pPr>
              <w:pStyle w:val="BodyText"/>
              <w:tabs>
                <w:tab w:val="decimal" w:pos="1360"/>
              </w:tabs>
              <w:spacing w:after="0"/>
              <w:ind w:left="-108" w:right="-131"/>
              <w:jc w:val="both"/>
            </w:pPr>
            <w:r w:rsidRPr="0005215F">
              <w:t>11,611</w:t>
            </w:r>
          </w:p>
        </w:tc>
        <w:tc>
          <w:tcPr>
            <w:tcW w:w="270" w:type="dxa"/>
          </w:tcPr>
          <w:p w14:paraId="77D4AAE1" w14:textId="77777777" w:rsidR="00EC35CB" w:rsidRPr="00F73937" w:rsidRDefault="00EC35CB" w:rsidP="00EC35CB">
            <w:pPr>
              <w:pStyle w:val="BodyText"/>
              <w:tabs>
                <w:tab w:val="decimal" w:pos="1360"/>
              </w:tabs>
              <w:spacing w:after="0"/>
              <w:ind w:left="-108" w:right="-131"/>
              <w:jc w:val="both"/>
            </w:pPr>
          </w:p>
        </w:tc>
        <w:tc>
          <w:tcPr>
            <w:tcW w:w="1350" w:type="dxa"/>
          </w:tcPr>
          <w:p w14:paraId="5465BE40" w14:textId="04B19935" w:rsidR="00EC35CB" w:rsidRPr="00F73937" w:rsidRDefault="00EC35CB" w:rsidP="00C22A19">
            <w:pPr>
              <w:pStyle w:val="BodyText"/>
              <w:tabs>
                <w:tab w:val="decimal" w:pos="1090"/>
              </w:tabs>
              <w:spacing w:after="0"/>
              <w:ind w:left="-108" w:right="-131"/>
              <w:jc w:val="both"/>
            </w:pPr>
            <w:r w:rsidRPr="0005215F">
              <w:t>7,188</w:t>
            </w:r>
          </w:p>
        </w:tc>
        <w:tc>
          <w:tcPr>
            <w:tcW w:w="270" w:type="dxa"/>
          </w:tcPr>
          <w:p w14:paraId="5E40895F" w14:textId="77777777" w:rsidR="00EC35CB" w:rsidRPr="00F73937" w:rsidRDefault="00EC35CB" w:rsidP="00EC35CB">
            <w:pPr>
              <w:pStyle w:val="BodyText"/>
              <w:tabs>
                <w:tab w:val="decimal" w:pos="1360"/>
              </w:tabs>
              <w:spacing w:after="0"/>
              <w:ind w:left="-108" w:right="-131"/>
              <w:jc w:val="both"/>
            </w:pPr>
          </w:p>
        </w:tc>
        <w:tc>
          <w:tcPr>
            <w:tcW w:w="1440" w:type="dxa"/>
          </w:tcPr>
          <w:p w14:paraId="12091BD0" w14:textId="2C4F2BA5" w:rsidR="00EC35CB" w:rsidRPr="00F73937" w:rsidRDefault="00EC35CB" w:rsidP="00EC35CB">
            <w:pPr>
              <w:pStyle w:val="BodyText"/>
              <w:tabs>
                <w:tab w:val="decimal" w:pos="1135"/>
              </w:tabs>
              <w:spacing w:after="0"/>
              <w:ind w:left="-108" w:right="-131"/>
              <w:jc w:val="both"/>
            </w:pPr>
            <w:r w:rsidRPr="0005215F">
              <w:t>3,078</w:t>
            </w:r>
          </w:p>
        </w:tc>
        <w:tc>
          <w:tcPr>
            <w:tcW w:w="270" w:type="dxa"/>
          </w:tcPr>
          <w:p w14:paraId="0AC007B2" w14:textId="77777777" w:rsidR="00EC35CB" w:rsidRPr="00F73937" w:rsidRDefault="00EC35CB" w:rsidP="00EC35CB">
            <w:pPr>
              <w:pStyle w:val="BodyText"/>
              <w:tabs>
                <w:tab w:val="decimal" w:pos="1360"/>
              </w:tabs>
              <w:spacing w:after="0"/>
              <w:ind w:left="-108" w:right="-131"/>
              <w:jc w:val="both"/>
            </w:pPr>
          </w:p>
        </w:tc>
        <w:tc>
          <w:tcPr>
            <w:tcW w:w="1440" w:type="dxa"/>
          </w:tcPr>
          <w:p w14:paraId="05E249CF" w14:textId="744A24EA" w:rsidR="00EC35CB" w:rsidRPr="00F73937" w:rsidRDefault="00EC35CB" w:rsidP="005F11AF">
            <w:pPr>
              <w:pStyle w:val="BodyText"/>
              <w:tabs>
                <w:tab w:val="decimal" w:pos="1180"/>
              </w:tabs>
              <w:spacing w:after="0"/>
              <w:ind w:left="-108" w:right="-131"/>
              <w:jc w:val="both"/>
            </w:pPr>
            <w:r w:rsidRPr="0005215F">
              <w:t>890</w:t>
            </w:r>
          </w:p>
        </w:tc>
        <w:tc>
          <w:tcPr>
            <w:tcW w:w="270" w:type="dxa"/>
          </w:tcPr>
          <w:p w14:paraId="07453E27" w14:textId="1652E9DC" w:rsidR="00EC35CB" w:rsidRPr="00F73937" w:rsidRDefault="00EC35CB" w:rsidP="00EC35CB">
            <w:pPr>
              <w:pStyle w:val="BodyText"/>
              <w:tabs>
                <w:tab w:val="decimal" w:pos="1360"/>
              </w:tabs>
              <w:spacing w:after="0"/>
              <w:ind w:left="-108" w:right="-131"/>
              <w:jc w:val="both"/>
            </w:pPr>
          </w:p>
        </w:tc>
        <w:tc>
          <w:tcPr>
            <w:tcW w:w="1356" w:type="dxa"/>
          </w:tcPr>
          <w:p w14:paraId="53A2CFEC" w14:textId="5B772C41" w:rsidR="00EC35CB" w:rsidRPr="00F73937" w:rsidRDefault="00EC35CB" w:rsidP="005F11AF">
            <w:pPr>
              <w:pStyle w:val="BodyText"/>
              <w:tabs>
                <w:tab w:val="decimal" w:pos="1090"/>
              </w:tabs>
              <w:spacing w:after="0"/>
              <w:ind w:left="-108" w:right="-131"/>
              <w:jc w:val="both"/>
            </w:pPr>
            <w:r w:rsidRPr="0005215F">
              <w:t>22,767</w:t>
            </w:r>
          </w:p>
        </w:tc>
      </w:tr>
      <w:tr w:rsidR="00EC35CB" w:rsidRPr="00F73937" w14:paraId="74A98479" w14:textId="44C2D626" w:rsidTr="00AD0E73">
        <w:trPr>
          <w:cantSplit/>
        </w:trPr>
        <w:tc>
          <w:tcPr>
            <w:tcW w:w="4320" w:type="dxa"/>
          </w:tcPr>
          <w:p w14:paraId="5D12E885" w14:textId="031C83BD" w:rsidR="00EC35CB" w:rsidRPr="00F73937" w:rsidRDefault="00EC35CB" w:rsidP="00EC35CB">
            <w:pPr>
              <w:spacing w:line="240" w:lineRule="auto"/>
            </w:pPr>
            <w:r w:rsidRPr="00F73937">
              <w:t>Cash paid</w:t>
            </w:r>
          </w:p>
        </w:tc>
        <w:tc>
          <w:tcPr>
            <w:tcW w:w="720" w:type="dxa"/>
          </w:tcPr>
          <w:p w14:paraId="396F1EEB" w14:textId="5BCF6810" w:rsidR="00EC35CB" w:rsidRPr="00F73937" w:rsidRDefault="00EC35CB" w:rsidP="00EC35CB">
            <w:pPr>
              <w:spacing w:line="240" w:lineRule="auto"/>
              <w:jc w:val="center"/>
              <w:rPr>
                <w:i/>
                <w:iCs/>
              </w:rPr>
            </w:pPr>
          </w:p>
        </w:tc>
        <w:tc>
          <w:tcPr>
            <w:tcW w:w="270" w:type="dxa"/>
          </w:tcPr>
          <w:p w14:paraId="7701E6B9" w14:textId="77777777" w:rsidR="00EC35CB" w:rsidRPr="00F73937" w:rsidRDefault="00EC35CB" w:rsidP="00EC35CB">
            <w:pPr>
              <w:spacing w:line="240" w:lineRule="auto"/>
            </w:pPr>
          </w:p>
        </w:tc>
        <w:tc>
          <w:tcPr>
            <w:tcW w:w="1620" w:type="dxa"/>
            <w:tcBorders>
              <w:bottom w:val="single" w:sz="4" w:space="0" w:color="auto"/>
            </w:tcBorders>
          </w:tcPr>
          <w:p w14:paraId="1EFD40BE" w14:textId="05E98E36" w:rsidR="00EC35CB" w:rsidRPr="00F73937" w:rsidRDefault="00EC35CB" w:rsidP="00EC35CB">
            <w:pPr>
              <w:pStyle w:val="BodyText"/>
              <w:tabs>
                <w:tab w:val="decimal" w:pos="1360"/>
              </w:tabs>
              <w:spacing w:after="0"/>
              <w:ind w:left="-108" w:right="-131"/>
              <w:jc w:val="both"/>
            </w:pPr>
            <w:r w:rsidRPr="0005215F">
              <w:t>(42,000)</w:t>
            </w:r>
          </w:p>
        </w:tc>
        <w:tc>
          <w:tcPr>
            <w:tcW w:w="270" w:type="dxa"/>
          </w:tcPr>
          <w:p w14:paraId="68C1E0F7" w14:textId="77777777" w:rsidR="00EC35CB" w:rsidRPr="00F73937" w:rsidRDefault="00EC35CB" w:rsidP="00EC35CB">
            <w:pPr>
              <w:pStyle w:val="BodyText"/>
              <w:tabs>
                <w:tab w:val="decimal" w:pos="1360"/>
              </w:tabs>
              <w:spacing w:after="0"/>
              <w:ind w:left="-108" w:right="-131"/>
              <w:jc w:val="both"/>
            </w:pPr>
          </w:p>
        </w:tc>
        <w:tc>
          <w:tcPr>
            <w:tcW w:w="1350" w:type="dxa"/>
            <w:tcBorders>
              <w:bottom w:val="single" w:sz="4" w:space="0" w:color="auto"/>
            </w:tcBorders>
          </w:tcPr>
          <w:p w14:paraId="2EDF485C" w14:textId="6C0163DD" w:rsidR="00EC35CB" w:rsidRPr="00F73937" w:rsidRDefault="00EC35CB" w:rsidP="00C22A19">
            <w:pPr>
              <w:pStyle w:val="BodyText"/>
              <w:tabs>
                <w:tab w:val="decimal" w:pos="1090"/>
              </w:tabs>
              <w:spacing w:after="0"/>
              <w:ind w:left="-108" w:right="-131"/>
              <w:jc w:val="both"/>
            </w:pPr>
            <w:r w:rsidRPr="0005215F">
              <w:t>(24,000)</w:t>
            </w:r>
          </w:p>
        </w:tc>
        <w:tc>
          <w:tcPr>
            <w:tcW w:w="270" w:type="dxa"/>
          </w:tcPr>
          <w:p w14:paraId="46E7CF62" w14:textId="77777777" w:rsidR="00EC35CB" w:rsidRPr="00F73937" w:rsidRDefault="00EC35CB" w:rsidP="00EC35CB">
            <w:pPr>
              <w:pStyle w:val="BodyText"/>
              <w:tabs>
                <w:tab w:val="decimal" w:pos="1360"/>
              </w:tabs>
              <w:spacing w:after="0"/>
              <w:ind w:left="-108" w:right="-131"/>
              <w:jc w:val="both"/>
            </w:pPr>
          </w:p>
        </w:tc>
        <w:tc>
          <w:tcPr>
            <w:tcW w:w="1440" w:type="dxa"/>
            <w:tcBorders>
              <w:bottom w:val="single" w:sz="4" w:space="0" w:color="auto"/>
            </w:tcBorders>
          </w:tcPr>
          <w:p w14:paraId="61BE7BCF" w14:textId="0C61029C" w:rsidR="00EC35CB" w:rsidRPr="00F73937" w:rsidRDefault="00EC35CB" w:rsidP="00EC35CB">
            <w:pPr>
              <w:pStyle w:val="BodyText"/>
              <w:tabs>
                <w:tab w:val="decimal" w:pos="1135"/>
              </w:tabs>
              <w:spacing w:after="0"/>
              <w:ind w:left="-108" w:right="-131"/>
              <w:jc w:val="both"/>
            </w:pPr>
            <w:r w:rsidRPr="0005215F">
              <w:t>(56,250)</w:t>
            </w:r>
          </w:p>
        </w:tc>
        <w:tc>
          <w:tcPr>
            <w:tcW w:w="270" w:type="dxa"/>
          </w:tcPr>
          <w:p w14:paraId="7619DA40" w14:textId="77777777" w:rsidR="00EC35CB" w:rsidRPr="00F73937" w:rsidRDefault="00EC35CB" w:rsidP="00EC35CB">
            <w:pPr>
              <w:pStyle w:val="BodyText"/>
              <w:tabs>
                <w:tab w:val="decimal" w:pos="1360"/>
              </w:tabs>
              <w:spacing w:after="0"/>
              <w:ind w:left="-108" w:right="-131"/>
              <w:jc w:val="both"/>
            </w:pPr>
          </w:p>
        </w:tc>
        <w:tc>
          <w:tcPr>
            <w:tcW w:w="1440" w:type="dxa"/>
            <w:tcBorders>
              <w:bottom w:val="single" w:sz="4" w:space="0" w:color="auto"/>
            </w:tcBorders>
          </w:tcPr>
          <w:p w14:paraId="04E6F381" w14:textId="00ADCEC0" w:rsidR="00EC35CB" w:rsidRPr="00F73937" w:rsidRDefault="00EC35CB" w:rsidP="005F11AF">
            <w:pPr>
              <w:pStyle w:val="BodyText"/>
              <w:tabs>
                <w:tab w:val="decimal" w:pos="1180"/>
              </w:tabs>
              <w:spacing w:after="0"/>
              <w:ind w:left="-108" w:right="-131"/>
              <w:jc w:val="both"/>
            </w:pPr>
            <w:r w:rsidRPr="0005215F">
              <w:t>(58,500)</w:t>
            </w:r>
          </w:p>
        </w:tc>
        <w:tc>
          <w:tcPr>
            <w:tcW w:w="270" w:type="dxa"/>
          </w:tcPr>
          <w:p w14:paraId="35EE83E6" w14:textId="2C3EEBC0" w:rsidR="00EC35CB" w:rsidRPr="00F73937" w:rsidRDefault="00EC35CB" w:rsidP="00EC35CB">
            <w:pPr>
              <w:pStyle w:val="BodyText"/>
              <w:tabs>
                <w:tab w:val="decimal" w:pos="1360"/>
              </w:tabs>
              <w:spacing w:after="0"/>
              <w:ind w:left="-108" w:right="-131"/>
              <w:jc w:val="both"/>
            </w:pPr>
          </w:p>
        </w:tc>
        <w:tc>
          <w:tcPr>
            <w:tcW w:w="1356" w:type="dxa"/>
            <w:tcBorders>
              <w:bottom w:val="single" w:sz="4" w:space="0" w:color="auto"/>
            </w:tcBorders>
          </w:tcPr>
          <w:p w14:paraId="019E5124" w14:textId="26E15872" w:rsidR="00EC35CB" w:rsidRPr="00F73937" w:rsidRDefault="00EC35CB" w:rsidP="005F11AF">
            <w:pPr>
              <w:pStyle w:val="BodyText"/>
              <w:tabs>
                <w:tab w:val="decimal" w:pos="1090"/>
              </w:tabs>
              <w:spacing w:after="0"/>
              <w:ind w:left="-108" w:right="-131"/>
              <w:jc w:val="both"/>
            </w:pPr>
            <w:r w:rsidRPr="0005215F">
              <w:t>(180,750)</w:t>
            </w:r>
          </w:p>
        </w:tc>
      </w:tr>
      <w:tr w:rsidR="00EC35CB" w:rsidRPr="00F73937" w14:paraId="0F4FA9F9" w14:textId="409BF39A" w:rsidTr="00AD0E73">
        <w:trPr>
          <w:cantSplit/>
        </w:trPr>
        <w:tc>
          <w:tcPr>
            <w:tcW w:w="4320" w:type="dxa"/>
          </w:tcPr>
          <w:p w14:paraId="264C12CA" w14:textId="2C027332" w:rsidR="00EC35CB" w:rsidRPr="00F73937" w:rsidRDefault="00EC35CB" w:rsidP="00EC35CB">
            <w:pPr>
              <w:spacing w:line="240" w:lineRule="auto"/>
              <w:rPr>
                <w:b/>
                <w:bCs/>
              </w:rPr>
            </w:pPr>
            <w:r w:rsidRPr="00F73937">
              <w:rPr>
                <w:b/>
                <w:bCs/>
              </w:rPr>
              <w:t>Net cash</w:t>
            </w:r>
            <w:r w:rsidR="00DF7FB5">
              <w:rPr>
                <w:b/>
                <w:bCs/>
              </w:rPr>
              <w:t xml:space="preserve"> </w:t>
            </w:r>
            <w:r w:rsidRPr="00F73937">
              <w:rPr>
                <w:b/>
                <w:bCs/>
              </w:rPr>
              <w:t>outflows</w:t>
            </w:r>
          </w:p>
        </w:tc>
        <w:tc>
          <w:tcPr>
            <w:tcW w:w="720" w:type="dxa"/>
          </w:tcPr>
          <w:p w14:paraId="4F799A89" w14:textId="77777777" w:rsidR="00EC35CB" w:rsidRPr="00F73937" w:rsidRDefault="00EC35CB" w:rsidP="00EC35CB">
            <w:pPr>
              <w:spacing w:line="240" w:lineRule="auto"/>
              <w:rPr>
                <w:b/>
                <w:bCs/>
              </w:rPr>
            </w:pPr>
          </w:p>
        </w:tc>
        <w:tc>
          <w:tcPr>
            <w:tcW w:w="270" w:type="dxa"/>
          </w:tcPr>
          <w:p w14:paraId="072A5ABB" w14:textId="77777777" w:rsidR="00EC35CB" w:rsidRPr="00F73937" w:rsidRDefault="00EC35CB" w:rsidP="00EC35CB">
            <w:pPr>
              <w:spacing w:line="240" w:lineRule="auto"/>
              <w:rPr>
                <w:b/>
                <w:bCs/>
              </w:rPr>
            </w:pPr>
          </w:p>
        </w:tc>
        <w:tc>
          <w:tcPr>
            <w:tcW w:w="1620" w:type="dxa"/>
            <w:tcBorders>
              <w:top w:val="single" w:sz="4" w:space="0" w:color="auto"/>
              <w:bottom w:val="double" w:sz="4" w:space="0" w:color="auto"/>
            </w:tcBorders>
          </w:tcPr>
          <w:p w14:paraId="7EE76D0E" w14:textId="2E0AC5D6" w:rsidR="00EC35CB" w:rsidRPr="00EC35CB" w:rsidRDefault="00EC35CB" w:rsidP="00EC35CB">
            <w:pPr>
              <w:pStyle w:val="BodyText"/>
              <w:tabs>
                <w:tab w:val="decimal" w:pos="1360"/>
              </w:tabs>
              <w:spacing w:after="0"/>
              <w:ind w:left="-108" w:right="-131"/>
              <w:jc w:val="both"/>
              <w:rPr>
                <w:b/>
                <w:bCs/>
              </w:rPr>
            </w:pPr>
            <w:r w:rsidRPr="00EC35CB">
              <w:rPr>
                <w:b/>
                <w:bCs/>
              </w:rPr>
              <w:t>(30,389)</w:t>
            </w:r>
          </w:p>
        </w:tc>
        <w:tc>
          <w:tcPr>
            <w:tcW w:w="270" w:type="dxa"/>
          </w:tcPr>
          <w:p w14:paraId="4D2895BD" w14:textId="77777777" w:rsidR="00EC35CB" w:rsidRPr="00EC35CB" w:rsidRDefault="00EC35CB" w:rsidP="00EC35CB">
            <w:pPr>
              <w:pStyle w:val="BodyText"/>
              <w:tabs>
                <w:tab w:val="decimal" w:pos="1360"/>
              </w:tabs>
              <w:spacing w:after="0"/>
              <w:ind w:left="-108" w:right="-131"/>
              <w:jc w:val="both"/>
              <w:rPr>
                <w:b/>
                <w:bCs/>
              </w:rPr>
            </w:pPr>
          </w:p>
        </w:tc>
        <w:tc>
          <w:tcPr>
            <w:tcW w:w="1350" w:type="dxa"/>
            <w:tcBorders>
              <w:top w:val="single" w:sz="4" w:space="0" w:color="auto"/>
              <w:bottom w:val="double" w:sz="4" w:space="0" w:color="auto"/>
            </w:tcBorders>
          </w:tcPr>
          <w:p w14:paraId="73BAB5E2" w14:textId="6E547F77" w:rsidR="00EC35CB" w:rsidRPr="00C22A19" w:rsidRDefault="00EC35CB" w:rsidP="00C22A19">
            <w:pPr>
              <w:pStyle w:val="BodyText"/>
              <w:tabs>
                <w:tab w:val="decimal" w:pos="1090"/>
              </w:tabs>
              <w:spacing w:after="0"/>
              <w:ind w:left="-108" w:right="-131"/>
              <w:jc w:val="both"/>
              <w:rPr>
                <w:b/>
                <w:bCs/>
              </w:rPr>
            </w:pPr>
            <w:r w:rsidRPr="00C22A19">
              <w:rPr>
                <w:b/>
                <w:bCs/>
              </w:rPr>
              <w:t>(16,812)</w:t>
            </w:r>
          </w:p>
        </w:tc>
        <w:tc>
          <w:tcPr>
            <w:tcW w:w="270" w:type="dxa"/>
          </w:tcPr>
          <w:p w14:paraId="5CE09A48" w14:textId="77777777" w:rsidR="00EC35CB" w:rsidRPr="00EC35CB" w:rsidRDefault="00EC35CB" w:rsidP="00EC35CB">
            <w:pPr>
              <w:pStyle w:val="BodyText"/>
              <w:tabs>
                <w:tab w:val="decimal" w:pos="1360"/>
              </w:tabs>
              <w:spacing w:after="0"/>
              <w:ind w:left="-108" w:right="-131"/>
              <w:jc w:val="both"/>
              <w:rPr>
                <w:b/>
                <w:bCs/>
              </w:rPr>
            </w:pPr>
          </w:p>
        </w:tc>
        <w:tc>
          <w:tcPr>
            <w:tcW w:w="1440" w:type="dxa"/>
            <w:tcBorders>
              <w:top w:val="single" w:sz="4" w:space="0" w:color="auto"/>
              <w:bottom w:val="double" w:sz="4" w:space="0" w:color="auto"/>
            </w:tcBorders>
          </w:tcPr>
          <w:p w14:paraId="03C5DC70" w14:textId="3AAADCD3" w:rsidR="00EC35CB" w:rsidRPr="00EC35CB" w:rsidRDefault="00EC35CB" w:rsidP="00EC35CB">
            <w:pPr>
              <w:pStyle w:val="BodyText"/>
              <w:tabs>
                <w:tab w:val="decimal" w:pos="1135"/>
              </w:tabs>
              <w:spacing w:after="0"/>
              <w:ind w:left="-108" w:right="-131"/>
              <w:jc w:val="both"/>
              <w:rPr>
                <w:b/>
                <w:bCs/>
              </w:rPr>
            </w:pPr>
            <w:r w:rsidRPr="00EC35CB">
              <w:rPr>
                <w:b/>
                <w:bCs/>
              </w:rPr>
              <w:t>(53,172)</w:t>
            </w:r>
          </w:p>
        </w:tc>
        <w:tc>
          <w:tcPr>
            <w:tcW w:w="270" w:type="dxa"/>
          </w:tcPr>
          <w:p w14:paraId="1AA7754E" w14:textId="77777777" w:rsidR="00EC35CB" w:rsidRPr="00EC35CB" w:rsidRDefault="00EC35CB" w:rsidP="00EC35CB">
            <w:pPr>
              <w:pStyle w:val="BodyText"/>
              <w:tabs>
                <w:tab w:val="decimal" w:pos="1360"/>
              </w:tabs>
              <w:spacing w:after="0"/>
              <w:ind w:left="-108" w:right="-131"/>
              <w:jc w:val="both"/>
              <w:rPr>
                <w:b/>
                <w:bCs/>
              </w:rPr>
            </w:pPr>
          </w:p>
        </w:tc>
        <w:tc>
          <w:tcPr>
            <w:tcW w:w="1440" w:type="dxa"/>
            <w:tcBorders>
              <w:top w:val="single" w:sz="4" w:space="0" w:color="auto"/>
              <w:bottom w:val="double" w:sz="4" w:space="0" w:color="auto"/>
            </w:tcBorders>
          </w:tcPr>
          <w:p w14:paraId="02BC665E" w14:textId="47E64BC4" w:rsidR="00EC35CB" w:rsidRPr="00EC35CB" w:rsidRDefault="00EC35CB" w:rsidP="005F11AF">
            <w:pPr>
              <w:pStyle w:val="BodyText"/>
              <w:tabs>
                <w:tab w:val="decimal" w:pos="1180"/>
              </w:tabs>
              <w:spacing w:after="0"/>
              <w:ind w:left="-108" w:right="-131"/>
              <w:jc w:val="both"/>
              <w:rPr>
                <w:b/>
                <w:bCs/>
              </w:rPr>
            </w:pPr>
            <w:r w:rsidRPr="00EC35CB">
              <w:rPr>
                <w:b/>
                <w:bCs/>
              </w:rPr>
              <w:t>(57,610)</w:t>
            </w:r>
          </w:p>
        </w:tc>
        <w:tc>
          <w:tcPr>
            <w:tcW w:w="270" w:type="dxa"/>
          </w:tcPr>
          <w:p w14:paraId="7EAFD603" w14:textId="67ECCE8A" w:rsidR="00EC35CB" w:rsidRPr="00EC35CB" w:rsidRDefault="00EC35CB" w:rsidP="00EC35CB">
            <w:pPr>
              <w:pStyle w:val="BodyText"/>
              <w:tabs>
                <w:tab w:val="decimal" w:pos="1360"/>
              </w:tabs>
              <w:spacing w:after="0"/>
              <w:ind w:left="-108" w:right="-131"/>
              <w:jc w:val="both"/>
              <w:rPr>
                <w:b/>
                <w:bCs/>
              </w:rPr>
            </w:pPr>
          </w:p>
        </w:tc>
        <w:tc>
          <w:tcPr>
            <w:tcW w:w="1356" w:type="dxa"/>
            <w:tcBorders>
              <w:top w:val="single" w:sz="4" w:space="0" w:color="auto"/>
              <w:bottom w:val="double" w:sz="4" w:space="0" w:color="auto"/>
            </w:tcBorders>
          </w:tcPr>
          <w:p w14:paraId="39DD2E6B" w14:textId="68F5721F" w:rsidR="00EC35CB" w:rsidRPr="00EC35CB" w:rsidRDefault="00EC35CB" w:rsidP="005F11AF">
            <w:pPr>
              <w:pStyle w:val="BodyText"/>
              <w:tabs>
                <w:tab w:val="decimal" w:pos="1090"/>
              </w:tabs>
              <w:spacing w:after="0"/>
              <w:ind w:left="-108" w:right="-131"/>
              <w:jc w:val="both"/>
              <w:rPr>
                <w:b/>
                <w:bCs/>
              </w:rPr>
            </w:pPr>
            <w:r w:rsidRPr="00EC35CB">
              <w:rPr>
                <w:b/>
                <w:bCs/>
              </w:rPr>
              <w:t>(157,983)</w:t>
            </w:r>
          </w:p>
        </w:tc>
      </w:tr>
    </w:tbl>
    <w:p w14:paraId="1B7678C0" w14:textId="77777777" w:rsidR="00EA7AE8" w:rsidRDefault="00EA7AE8" w:rsidP="00D4328D">
      <w:pPr>
        <w:pStyle w:val="BodyText"/>
        <w:spacing w:after="0"/>
        <w:jc w:val="both"/>
        <w:rPr>
          <w:lang w:val="en-GB" w:eastAsia="x-none"/>
        </w:rPr>
        <w:sectPr w:rsidR="00EA7AE8" w:rsidSect="00775354">
          <w:headerReference w:type="default" r:id="rId14"/>
          <w:pgSz w:w="16840" w:h="11907" w:orient="landscape" w:code="9"/>
          <w:pgMar w:top="1152" w:right="691" w:bottom="1152" w:left="576" w:header="720" w:footer="720" w:gutter="0"/>
          <w:cols w:space="720"/>
          <w:docGrid w:linePitch="299"/>
        </w:sectPr>
      </w:pPr>
    </w:p>
    <w:p w14:paraId="4003B820" w14:textId="23F6CC1F" w:rsidR="00307AD7" w:rsidRPr="001D0CF4" w:rsidRDefault="00B45AEF" w:rsidP="004B73D6">
      <w:pPr>
        <w:pStyle w:val="Heading1"/>
        <w:numPr>
          <w:ilvl w:val="0"/>
          <w:numId w:val="13"/>
        </w:numPr>
        <w:tabs>
          <w:tab w:val="left" w:pos="567"/>
        </w:tabs>
        <w:spacing w:before="0" w:after="0" w:line="240" w:lineRule="auto"/>
        <w:ind w:hanging="720"/>
        <w:jc w:val="both"/>
        <w:rPr>
          <w:b/>
          <w:bCs/>
          <w:i w:val="0"/>
          <w:iCs/>
          <w:szCs w:val="24"/>
        </w:rPr>
      </w:pPr>
      <w:r w:rsidRPr="001D0CF4">
        <w:rPr>
          <w:b/>
          <w:bCs/>
          <w:i w:val="0"/>
          <w:iCs/>
          <w:szCs w:val="24"/>
        </w:rPr>
        <w:lastRenderedPageBreak/>
        <w:t>R</w:t>
      </w:r>
      <w:r w:rsidR="00C50558" w:rsidRPr="001D0CF4">
        <w:rPr>
          <w:b/>
          <w:bCs/>
          <w:i w:val="0"/>
          <w:iCs/>
          <w:szCs w:val="24"/>
        </w:rPr>
        <w:t>elated parties</w:t>
      </w:r>
    </w:p>
    <w:p w14:paraId="69BB6FAD" w14:textId="77777777" w:rsidR="00343C81" w:rsidRPr="008A5F04" w:rsidRDefault="00343C81" w:rsidP="00050033">
      <w:pPr>
        <w:pStyle w:val="block"/>
        <w:tabs>
          <w:tab w:val="left" w:pos="567"/>
        </w:tabs>
        <w:spacing w:after="0" w:line="240" w:lineRule="auto"/>
        <w:ind w:hanging="567"/>
        <w:jc w:val="both"/>
        <w:rPr>
          <w:cs/>
        </w:rPr>
      </w:pPr>
    </w:p>
    <w:p w14:paraId="10A6059F" w14:textId="00D461E7" w:rsidR="000907B1" w:rsidRPr="00F73937" w:rsidRDefault="00B22608" w:rsidP="006D7E6D">
      <w:pPr>
        <w:pStyle w:val="block"/>
        <w:spacing w:after="0" w:line="240" w:lineRule="auto"/>
        <w:ind w:hanging="5"/>
        <w:jc w:val="both"/>
        <w:rPr>
          <w:rFonts w:cs="Angsana New"/>
          <w:lang w:val="en-US"/>
        </w:rPr>
      </w:pPr>
      <w:r w:rsidRPr="00F73937">
        <w:t xml:space="preserve">Relationships with </w:t>
      </w:r>
      <w:r w:rsidRPr="00857E25">
        <w:t>subsidiaries</w:t>
      </w:r>
      <w:r w:rsidR="003768B4" w:rsidRPr="00857E25">
        <w:rPr>
          <w:rFonts w:cs="Angsana New"/>
          <w:lang w:val="en-US"/>
        </w:rPr>
        <w:t xml:space="preserve"> </w:t>
      </w:r>
      <w:r w:rsidR="00A17121" w:rsidRPr="00857E25">
        <w:rPr>
          <w:rFonts w:cstheme="minorBidi"/>
          <w:lang w:val="en-US"/>
        </w:rPr>
        <w:t>and joint venture</w:t>
      </w:r>
      <w:r w:rsidR="00E4234B">
        <w:rPr>
          <w:rFonts w:cstheme="minorBidi"/>
          <w:lang w:val="en-US"/>
        </w:rPr>
        <w:t xml:space="preserve">s </w:t>
      </w:r>
      <w:r w:rsidR="003768B4" w:rsidRPr="00857E25">
        <w:t xml:space="preserve">that have material changes </w:t>
      </w:r>
      <w:r w:rsidRPr="00857E25">
        <w:t>are described</w:t>
      </w:r>
      <w:r w:rsidR="00E4234B">
        <w:t xml:space="preserve"> </w:t>
      </w:r>
      <w:r w:rsidRPr="00857E25">
        <w:t xml:space="preserve">in note </w:t>
      </w:r>
      <w:r w:rsidR="00203B5B" w:rsidRPr="00857E25">
        <w:t>6</w:t>
      </w:r>
      <w:r w:rsidR="00E4234B">
        <w:t xml:space="preserve">. Other </w:t>
      </w:r>
      <w:r w:rsidR="00C80D57" w:rsidRPr="00857E25">
        <w:rPr>
          <w:rFonts w:cs="Angsana New"/>
          <w:lang w:val="en-US"/>
        </w:rPr>
        <w:t>related parties</w:t>
      </w:r>
      <w:r w:rsidR="00E4234B">
        <w:rPr>
          <w:rFonts w:cs="Angsana New"/>
          <w:lang w:val="en-US"/>
        </w:rPr>
        <w:t xml:space="preserve"> </w:t>
      </w:r>
      <w:r w:rsidR="00C80D57" w:rsidRPr="00857E25">
        <w:rPr>
          <w:rFonts w:cs="Angsana New"/>
          <w:lang w:val="en-US"/>
        </w:rPr>
        <w:t xml:space="preserve">have </w:t>
      </w:r>
      <w:r w:rsidR="00857E25" w:rsidRPr="00857E25">
        <w:rPr>
          <w:rFonts w:cs="Angsana New"/>
          <w:lang w:val="en-US"/>
        </w:rPr>
        <w:t xml:space="preserve">no </w:t>
      </w:r>
      <w:r w:rsidR="00D90273" w:rsidRPr="00857E25">
        <w:rPr>
          <w:rFonts w:cs="Angsana New"/>
          <w:lang w:val="en-US"/>
        </w:rPr>
        <w:t>m</w:t>
      </w:r>
      <w:r w:rsidR="00C80D57" w:rsidRPr="00857E25">
        <w:rPr>
          <w:rFonts w:cs="Angsana New"/>
          <w:lang w:val="en-US"/>
        </w:rPr>
        <w:t>aterial changes</w:t>
      </w:r>
      <w:r w:rsidR="00E4234B">
        <w:rPr>
          <w:rFonts w:cs="Angsana New"/>
          <w:lang w:val="en-US"/>
        </w:rPr>
        <w:t xml:space="preserve"> </w:t>
      </w:r>
      <w:r w:rsidR="00C80D57" w:rsidRPr="00857E25">
        <w:rPr>
          <w:rFonts w:cs="Angsana New"/>
          <w:lang w:val="en-US"/>
        </w:rPr>
        <w:t xml:space="preserve">during the </w:t>
      </w:r>
      <w:r w:rsidR="00857E25" w:rsidRPr="00857E25">
        <w:rPr>
          <w:rFonts w:cs="Angsana New"/>
          <w:lang w:val="en-US"/>
        </w:rPr>
        <w:t>three-month period ended 31 March 2022</w:t>
      </w:r>
      <w:r w:rsidR="00C80D57" w:rsidRPr="00857E25">
        <w:rPr>
          <w:rFonts w:cs="Angsana New"/>
          <w:lang w:val="en-US"/>
        </w:rPr>
        <w:t>.</w:t>
      </w:r>
    </w:p>
    <w:p w14:paraId="009E0C6A" w14:textId="4A4EE159" w:rsidR="00356C31" w:rsidRPr="008A5F04" w:rsidRDefault="00356C31" w:rsidP="006D7E6D">
      <w:pPr>
        <w:pStyle w:val="block"/>
        <w:spacing w:after="0" w:line="240" w:lineRule="auto"/>
        <w:ind w:left="0"/>
        <w:jc w:val="both"/>
        <w:rPr>
          <w:rFonts w:cstheme="minorBidi"/>
          <w:lang w:val="en-US"/>
        </w:rPr>
      </w:pPr>
    </w:p>
    <w:tbl>
      <w:tblPr>
        <w:tblW w:w="9329" w:type="dxa"/>
        <w:tblInd w:w="477" w:type="dxa"/>
        <w:tblLayout w:type="fixed"/>
        <w:tblLook w:val="0000" w:firstRow="0" w:lastRow="0" w:firstColumn="0" w:lastColumn="0" w:noHBand="0" w:noVBand="0"/>
      </w:tblPr>
      <w:tblGrid>
        <w:gridCol w:w="4203"/>
        <w:gridCol w:w="1036"/>
        <w:gridCol w:w="263"/>
        <w:gridCol w:w="1041"/>
        <w:gridCol w:w="271"/>
        <w:gridCol w:w="1080"/>
        <w:gridCol w:w="241"/>
        <w:gridCol w:w="11"/>
        <w:gridCol w:w="1183"/>
      </w:tblGrid>
      <w:tr w:rsidR="00DB19CC" w:rsidRPr="00F73937" w14:paraId="40BD464C" w14:textId="77777777" w:rsidTr="00857E25">
        <w:trPr>
          <w:trHeight w:val="255"/>
          <w:tblHeader/>
        </w:trPr>
        <w:tc>
          <w:tcPr>
            <w:tcW w:w="2253" w:type="pct"/>
            <w:vAlign w:val="bottom"/>
          </w:tcPr>
          <w:p w14:paraId="7FF07584" w14:textId="77777777" w:rsidR="00DB19CC" w:rsidRPr="00F73937" w:rsidRDefault="00DB19CC" w:rsidP="00DB19CC">
            <w:pPr>
              <w:spacing w:line="240" w:lineRule="atLeast"/>
              <w:ind w:right="-138"/>
              <w:rPr>
                <w:b/>
                <w:bCs/>
              </w:rPr>
            </w:pPr>
          </w:p>
        </w:tc>
        <w:tc>
          <w:tcPr>
            <w:tcW w:w="1254" w:type="pct"/>
            <w:gridSpan w:val="3"/>
            <w:vAlign w:val="bottom"/>
          </w:tcPr>
          <w:p w14:paraId="46D9445C" w14:textId="77777777" w:rsidR="00DB19CC" w:rsidRPr="00F73937" w:rsidRDefault="00DB19CC" w:rsidP="00DB19CC">
            <w:pPr>
              <w:pStyle w:val="BodyText"/>
              <w:spacing w:after="0" w:line="240" w:lineRule="atLeast"/>
              <w:ind w:left="-108" w:right="-110"/>
              <w:jc w:val="center"/>
              <w:rPr>
                <w:lang w:val="en-GB"/>
              </w:rPr>
            </w:pPr>
            <w:r w:rsidRPr="00F73937">
              <w:rPr>
                <w:b/>
                <w:bCs/>
                <w:lang w:val="en-GB"/>
              </w:rPr>
              <w:t>Consolidated</w:t>
            </w:r>
          </w:p>
        </w:tc>
        <w:tc>
          <w:tcPr>
            <w:tcW w:w="145" w:type="pct"/>
            <w:vAlign w:val="bottom"/>
          </w:tcPr>
          <w:p w14:paraId="18205D8F" w14:textId="77777777" w:rsidR="00DB19CC" w:rsidRPr="00F73937" w:rsidRDefault="00DB19CC" w:rsidP="00DB19CC">
            <w:pPr>
              <w:pStyle w:val="BodyText"/>
              <w:spacing w:after="0" w:line="240" w:lineRule="atLeast"/>
              <w:ind w:left="-108" w:right="-110"/>
              <w:jc w:val="center"/>
              <w:rPr>
                <w:lang w:val="en-GB"/>
              </w:rPr>
            </w:pPr>
          </w:p>
        </w:tc>
        <w:tc>
          <w:tcPr>
            <w:tcW w:w="1348" w:type="pct"/>
            <w:gridSpan w:val="4"/>
            <w:vAlign w:val="bottom"/>
          </w:tcPr>
          <w:p w14:paraId="2CB1EC26" w14:textId="77777777" w:rsidR="00DB19CC" w:rsidRPr="00F73937" w:rsidRDefault="00DB19CC" w:rsidP="00DB19CC">
            <w:pPr>
              <w:pStyle w:val="BodyText"/>
              <w:spacing w:after="0" w:line="240" w:lineRule="atLeast"/>
              <w:ind w:left="-108" w:right="-110"/>
              <w:jc w:val="center"/>
              <w:rPr>
                <w:lang w:val="en-GB"/>
              </w:rPr>
            </w:pPr>
            <w:r w:rsidRPr="00F73937">
              <w:rPr>
                <w:b/>
                <w:bCs/>
                <w:lang w:val="en-GB"/>
              </w:rPr>
              <w:t>Separate</w:t>
            </w:r>
          </w:p>
        </w:tc>
      </w:tr>
      <w:tr w:rsidR="00DB19CC" w:rsidRPr="00F73937" w14:paraId="4D29C071" w14:textId="77777777" w:rsidTr="00857E25">
        <w:trPr>
          <w:trHeight w:val="255"/>
          <w:tblHeader/>
        </w:trPr>
        <w:tc>
          <w:tcPr>
            <w:tcW w:w="2253" w:type="pct"/>
            <w:vAlign w:val="bottom"/>
          </w:tcPr>
          <w:p w14:paraId="383E98F1" w14:textId="77777777" w:rsidR="00DB19CC" w:rsidRPr="00F73937" w:rsidRDefault="00DB19CC" w:rsidP="00DB19CC">
            <w:pPr>
              <w:spacing w:line="240" w:lineRule="atLeast"/>
              <w:ind w:right="-138"/>
              <w:rPr>
                <w:b/>
                <w:bCs/>
                <w:i/>
                <w:iCs/>
              </w:rPr>
            </w:pPr>
            <w:r w:rsidRPr="00F73937">
              <w:rPr>
                <w:b/>
                <w:bCs/>
                <w:i/>
                <w:iCs/>
              </w:rPr>
              <w:t>Significant transactions with related parties</w:t>
            </w:r>
          </w:p>
        </w:tc>
        <w:tc>
          <w:tcPr>
            <w:tcW w:w="1254" w:type="pct"/>
            <w:gridSpan w:val="3"/>
            <w:vAlign w:val="bottom"/>
          </w:tcPr>
          <w:p w14:paraId="547E2C64" w14:textId="77777777" w:rsidR="00DB19CC" w:rsidRPr="00F73937" w:rsidRDefault="00DB19CC" w:rsidP="00DB19CC">
            <w:pPr>
              <w:pStyle w:val="BodyText"/>
              <w:spacing w:after="0" w:line="240" w:lineRule="atLeast"/>
              <w:ind w:left="-108" w:right="-110"/>
              <w:jc w:val="center"/>
              <w:rPr>
                <w:b/>
                <w:bCs/>
                <w:lang w:val="en-GB"/>
              </w:rPr>
            </w:pPr>
            <w:r w:rsidRPr="00F73937">
              <w:rPr>
                <w:b/>
                <w:bCs/>
                <w:lang w:val="en-GB"/>
              </w:rPr>
              <w:t>financial statements</w:t>
            </w:r>
          </w:p>
        </w:tc>
        <w:tc>
          <w:tcPr>
            <w:tcW w:w="145" w:type="pct"/>
            <w:vAlign w:val="bottom"/>
          </w:tcPr>
          <w:p w14:paraId="0779E62D" w14:textId="77777777" w:rsidR="00DB19CC" w:rsidRPr="00F73937" w:rsidRDefault="00DB19CC" w:rsidP="00DB19CC">
            <w:pPr>
              <w:pStyle w:val="BodyText"/>
              <w:spacing w:after="0" w:line="240" w:lineRule="atLeast"/>
              <w:ind w:left="-108" w:right="-110"/>
              <w:jc w:val="center"/>
              <w:rPr>
                <w:lang w:val="en-GB"/>
              </w:rPr>
            </w:pPr>
          </w:p>
        </w:tc>
        <w:tc>
          <w:tcPr>
            <w:tcW w:w="1348" w:type="pct"/>
            <w:gridSpan w:val="4"/>
            <w:vAlign w:val="bottom"/>
          </w:tcPr>
          <w:p w14:paraId="6A800AC3" w14:textId="77777777" w:rsidR="00DB19CC" w:rsidRPr="00F73937" w:rsidRDefault="00DB19CC" w:rsidP="00DB19CC">
            <w:pPr>
              <w:pStyle w:val="BodyText"/>
              <w:spacing w:after="0" w:line="240" w:lineRule="atLeast"/>
              <w:ind w:left="-108" w:right="-110"/>
              <w:jc w:val="center"/>
              <w:rPr>
                <w:b/>
                <w:bCs/>
                <w:lang w:val="en-GB"/>
              </w:rPr>
            </w:pPr>
            <w:r w:rsidRPr="00F73937">
              <w:rPr>
                <w:b/>
                <w:bCs/>
                <w:lang w:val="en-GB"/>
              </w:rPr>
              <w:t>financial statements</w:t>
            </w:r>
          </w:p>
        </w:tc>
      </w:tr>
      <w:tr w:rsidR="00EE015A" w:rsidRPr="00F73937" w14:paraId="20894447" w14:textId="77777777" w:rsidTr="00857E25">
        <w:trPr>
          <w:trHeight w:val="255"/>
          <w:tblHeader/>
        </w:trPr>
        <w:tc>
          <w:tcPr>
            <w:tcW w:w="2253" w:type="pct"/>
          </w:tcPr>
          <w:p w14:paraId="55C89494" w14:textId="4E0584D8" w:rsidR="00EE015A" w:rsidRPr="00F73937" w:rsidRDefault="00235B16" w:rsidP="00EE015A">
            <w:pPr>
              <w:pStyle w:val="acctfourfigures"/>
              <w:spacing w:line="240" w:lineRule="atLeast"/>
              <w:rPr>
                <w:b/>
                <w:bCs/>
                <w:i/>
                <w:iCs/>
              </w:rPr>
            </w:pPr>
            <w:r>
              <w:rPr>
                <w:rFonts w:cs="Angsana New"/>
                <w:b/>
                <w:bCs/>
                <w:i/>
                <w:iCs/>
              </w:rPr>
              <w:t>T</w:t>
            </w:r>
            <w:r w:rsidR="007948BD" w:rsidRPr="00F73937">
              <w:rPr>
                <w:rFonts w:cs="Angsana New"/>
                <w:b/>
                <w:bCs/>
                <w:i/>
                <w:iCs/>
              </w:rPr>
              <w:t>hre</w:t>
            </w:r>
            <w:r w:rsidR="00EE015A" w:rsidRPr="00F73937">
              <w:rPr>
                <w:rFonts w:cs="Angsana New"/>
                <w:b/>
                <w:bCs/>
                <w:i/>
                <w:iCs/>
              </w:rPr>
              <w:t>e-month period</w:t>
            </w:r>
            <w:r w:rsidR="00EE015A" w:rsidRPr="00F73937">
              <w:rPr>
                <w:b/>
                <w:bCs/>
                <w:i/>
                <w:iCs/>
              </w:rPr>
              <w:t xml:space="preserve"> ended 31 March</w:t>
            </w:r>
          </w:p>
        </w:tc>
        <w:tc>
          <w:tcPr>
            <w:tcW w:w="555" w:type="pct"/>
            <w:vAlign w:val="bottom"/>
          </w:tcPr>
          <w:p w14:paraId="0AF8D054" w14:textId="3B0BBA43" w:rsidR="00EE015A" w:rsidRPr="00F73937" w:rsidRDefault="00EE015A" w:rsidP="00EE015A">
            <w:pPr>
              <w:pStyle w:val="BodyText"/>
              <w:spacing w:after="0" w:line="240" w:lineRule="atLeast"/>
              <w:ind w:left="-108" w:right="-110"/>
              <w:jc w:val="center"/>
              <w:rPr>
                <w:lang w:val="en-GB"/>
              </w:rPr>
            </w:pPr>
            <w:r w:rsidRPr="00F73937">
              <w:rPr>
                <w:lang w:val="en-GB"/>
              </w:rPr>
              <w:t>2022</w:t>
            </w:r>
          </w:p>
        </w:tc>
        <w:tc>
          <w:tcPr>
            <w:tcW w:w="141" w:type="pct"/>
            <w:vAlign w:val="bottom"/>
          </w:tcPr>
          <w:p w14:paraId="065CE2D6" w14:textId="77777777" w:rsidR="00EE015A" w:rsidRPr="00F73937" w:rsidRDefault="00EE015A" w:rsidP="00EE015A">
            <w:pPr>
              <w:pStyle w:val="BodyText"/>
              <w:spacing w:after="0" w:line="240" w:lineRule="atLeast"/>
              <w:ind w:left="-108" w:right="-110"/>
              <w:jc w:val="center"/>
              <w:rPr>
                <w:lang w:val="en-GB"/>
              </w:rPr>
            </w:pPr>
          </w:p>
        </w:tc>
        <w:tc>
          <w:tcPr>
            <w:tcW w:w="557" w:type="pct"/>
            <w:vAlign w:val="bottom"/>
          </w:tcPr>
          <w:p w14:paraId="3476E7B0" w14:textId="21482575" w:rsidR="00EE015A" w:rsidRPr="00F73937" w:rsidRDefault="00EE015A" w:rsidP="00EE015A">
            <w:pPr>
              <w:pStyle w:val="BodyText"/>
              <w:spacing w:after="0" w:line="240" w:lineRule="atLeast"/>
              <w:ind w:left="-108" w:right="-110"/>
              <w:jc w:val="center"/>
              <w:rPr>
                <w:lang w:val="en-GB"/>
              </w:rPr>
            </w:pPr>
            <w:r w:rsidRPr="00F73937">
              <w:rPr>
                <w:lang w:val="en-GB"/>
              </w:rPr>
              <w:t>2021</w:t>
            </w:r>
          </w:p>
        </w:tc>
        <w:tc>
          <w:tcPr>
            <w:tcW w:w="145" w:type="pct"/>
            <w:vAlign w:val="bottom"/>
          </w:tcPr>
          <w:p w14:paraId="50A30A67" w14:textId="77777777" w:rsidR="00EE015A" w:rsidRPr="00F73937" w:rsidRDefault="00EE015A" w:rsidP="00EE015A">
            <w:pPr>
              <w:pStyle w:val="BodyText"/>
              <w:spacing w:after="0" w:line="240" w:lineRule="atLeast"/>
              <w:ind w:left="-108" w:right="-110"/>
              <w:jc w:val="center"/>
              <w:rPr>
                <w:lang w:val="en-GB"/>
              </w:rPr>
            </w:pPr>
          </w:p>
        </w:tc>
        <w:tc>
          <w:tcPr>
            <w:tcW w:w="579" w:type="pct"/>
            <w:vAlign w:val="bottom"/>
          </w:tcPr>
          <w:p w14:paraId="19D2E57D" w14:textId="112D1DBE" w:rsidR="00EE015A" w:rsidRPr="00F73937" w:rsidRDefault="00EE015A" w:rsidP="00EE015A">
            <w:pPr>
              <w:pStyle w:val="BodyText"/>
              <w:spacing w:after="0" w:line="240" w:lineRule="atLeast"/>
              <w:ind w:left="-108" w:right="-110"/>
              <w:jc w:val="center"/>
              <w:rPr>
                <w:lang w:val="en-GB"/>
              </w:rPr>
            </w:pPr>
            <w:r w:rsidRPr="00F73937">
              <w:rPr>
                <w:lang w:val="en-GB"/>
              </w:rPr>
              <w:t>2022</w:t>
            </w:r>
          </w:p>
        </w:tc>
        <w:tc>
          <w:tcPr>
            <w:tcW w:w="135" w:type="pct"/>
            <w:gridSpan w:val="2"/>
            <w:vAlign w:val="bottom"/>
          </w:tcPr>
          <w:p w14:paraId="4ABABE9B" w14:textId="77777777" w:rsidR="00EE015A" w:rsidRPr="00F73937" w:rsidRDefault="00EE015A" w:rsidP="00EE015A">
            <w:pPr>
              <w:pStyle w:val="BodyText"/>
              <w:spacing w:after="0" w:line="240" w:lineRule="atLeast"/>
              <w:ind w:left="-108" w:right="-110"/>
              <w:jc w:val="center"/>
              <w:rPr>
                <w:lang w:val="en-GB"/>
              </w:rPr>
            </w:pPr>
          </w:p>
        </w:tc>
        <w:tc>
          <w:tcPr>
            <w:tcW w:w="635" w:type="pct"/>
            <w:vAlign w:val="bottom"/>
          </w:tcPr>
          <w:p w14:paraId="792F241C" w14:textId="03CDBD0A" w:rsidR="00EE015A" w:rsidRPr="00F73937" w:rsidRDefault="00EE015A" w:rsidP="00EE015A">
            <w:pPr>
              <w:pStyle w:val="BodyText"/>
              <w:spacing w:after="0" w:line="240" w:lineRule="atLeast"/>
              <w:ind w:left="-108" w:right="-110"/>
              <w:jc w:val="center"/>
              <w:rPr>
                <w:lang w:val="en-GB"/>
              </w:rPr>
            </w:pPr>
            <w:r w:rsidRPr="00F73937">
              <w:rPr>
                <w:lang w:val="en-GB"/>
              </w:rPr>
              <w:t>2021</w:t>
            </w:r>
          </w:p>
        </w:tc>
      </w:tr>
      <w:tr w:rsidR="00DB19CC" w:rsidRPr="00F73937" w14:paraId="4AE43FB0" w14:textId="77777777" w:rsidTr="00857E25">
        <w:trPr>
          <w:trHeight w:val="255"/>
          <w:tblHeader/>
        </w:trPr>
        <w:tc>
          <w:tcPr>
            <w:tcW w:w="2253" w:type="pct"/>
            <w:vAlign w:val="bottom"/>
          </w:tcPr>
          <w:p w14:paraId="4D0D263E" w14:textId="77777777" w:rsidR="00DB19CC" w:rsidRPr="00F73937" w:rsidRDefault="00DB19CC" w:rsidP="00DB19CC">
            <w:pPr>
              <w:pStyle w:val="BodyText"/>
              <w:spacing w:after="0" w:line="240" w:lineRule="atLeast"/>
              <w:ind w:right="-138"/>
              <w:rPr>
                <w:b/>
                <w:bCs/>
                <w:lang w:val="en-GB"/>
              </w:rPr>
            </w:pPr>
          </w:p>
        </w:tc>
        <w:tc>
          <w:tcPr>
            <w:tcW w:w="2747" w:type="pct"/>
            <w:gridSpan w:val="8"/>
            <w:vAlign w:val="bottom"/>
          </w:tcPr>
          <w:p w14:paraId="0C80F92F" w14:textId="77777777" w:rsidR="00DB19CC" w:rsidRPr="00F73937" w:rsidRDefault="00DB19CC" w:rsidP="00DB19CC">
            <w:pPr>
              <w:pStyle w:val="BodyText"/>
              <w:spacing w:after="0" w:line="240" w:lineRule="atLeast"/>
              <w:ind w:left="-108" w:right="-110"/>
              <w:jc w:val="center"/>
              <w:rPr>
                <w:lang w:val="en-GB"/>
              </w:rPr>
            </w:pPr>
            <w:r w:rsidRPr="00F73937">
              <w:rPr>
                <w:i/>
                <w:iCs/>
                <w:lang w:val="en-GB"/>
              </w:rPr>
              <w:t>(in thousand Baht)</w:t>
            </w:r>
          </w:p>
        </w:tc>
      </w:tr>
      <w:tr w:rsidR="00DB19CC" w:rsidRPr="00F73937" w14:paraId="2356E74E" w14:textId="77777777" w:rsidTr="00857E25">
        <w:trPr>
          <w:trHeight w:val="255"/>
        </w:trPr>
        <w:tc>
          <w:tcPr>
            <w:tcW w:w="2253" w:type="pct"/>
            <w:vAlign w:val="bottom"/>
          </w:tcPr>
          <w:p w14:paraId="316C24F2" w14:textId="77777777" w:rsidR="00DB19CC" w:rsidRPr="00892D64" w:rsidRDefault="00DB19CC" w:rsidP="00DB19CC">
            <w:pPr>
              <w:spacing w:line="240" w:lineRule="atLeast"/>
              <w:ind w:right="-108"/>
              <w:rPr>
                <w:b/>
                <w:bCs/>
                <w:color w:val="000000"/>
              </w:rPr>
            </w:pPr>
            <w:r w:rsidRPr="00892D64">
              <w:rPr>
                <w:b/>
                <w:bCs/>
                <w:color w:val="000000"/>
              </w:rPr>
              <w:t>Subsidiaries</w:t>
            </w:r>
          </w:p>
        </w:tc>
        <w:tc>
          <w:tcPr>
            <w:tcW w:w="555" w:type="pct"/>
            <w:vAlign w:val="bottom"/>
          </w:tcPr>
          <w:p w14:paraId="1CD221DF" w14:textId="77777777" w:rsidR="00DB19CC" w:rsidRPr="00F73937" w:rsidRDefault="00DB19CC" w:rsidP="00047A4B">
            <w:pPr>
              <w:tabs>
                <w:tab w:val="decimal" w:pos="967"/>
              </w:tabs>
              <w:spacing w:line="240" w:lineRule="atLeast"/>
              <w:ind w:left="-108" w:right="-156"/>
              <w:rPr>
                <w:color w:val="000000"/>
              </w:rPr>
            </w:pPr>
          </w:p>
        </w:tc>
        <w:tc>
          <w:tcPr>
            <w:tcW w:w="141" w:type="pct"/>
            <w:vAlign w:val="bottom"/>
          </w:tcPr>
          <w:p w14:paraId="446A2634" w14:textId="77777777" w:rsidR="00DB19CC" w:rsidRPr="00F73937" w:rsidRDefault="00DB19CC" w:rsidP="00DB19CC">
            <w:pPr>
              <w:pStyle w:val="Index1"/>
              <w:rPr>
                <w:rFonts w:cs="Times New Roman"/>
              </w:rPr>
            </w:pPr>
          </w:p>
        </w:tc>
        <w:tc>
          <w:tcPr>
            <w:tcW w:w="557" w:type="pct"/>
            <w:vAlign w:val="bottom"/>
          </w:tcPr>
          <w:p w14:paraId="37486997" w14:textId="77777777" w:rsidR="00DB19CC" w:rsidRPr="00F73937" w:rsidRDefault="00DB19CC" w:rsidP="00DB19CC">
            <w:pPr>
              <w:pStyle w:val="Index1"/>
              <w:rPr>
                <w:rFonts w:cs="Times New Roman"/>
              </w:rPr>
            </w:pPr>
          </w:p>
        </w:tc>
        <w:tc>
          <w:tcPr>
            <w:tcW w:w="145" w:type="pct"/>
            <w:vAlign w:val="bottom"/>
          </w:tcPr>
          <w:p w14:paraId="70079161" w14:textId="77777777" w:rsidR="00DB19CC" w:rsidRPr="00F73937" w:rsidRDefault="00DB19CC" w:rsidP="00DB19CC">
            <w:pPr>
              <w:pStyle w:val="Index1"/>
              <w:rPr>
                <w:rFonts w:cs="Times New Roman"/>
              </w:rPr>
            </w:pPr>
          </w:p>
        </w:tc>
        <w:tc>
          <w:tcPr>
            <w:tcW w:w="579" w:type="pct"/>
            <w:vAlign w:val="bottom"/>
          </w:tcPr>
          <w:p w14:paraId="6D613A09" w14:textId="77777777" w:rsidR="00DB19CC" w:rsidRPr="00F73937" w:rsidRDefault="00DB19CC" w:rsidP="00057389">
            <w:pPr>
              <w:pStyle w:val="Index1"/>
              <w:tabs>
                <w:tab w:val="left" w:pos="938"/>
              </w:tabs>
              <w:ind w:right="-95"/>
              <w:rPr>
                <w:rFonts w:cs="Times New Roman"/>
              </w:rPr>
            </w:pPr>
          </w:p>
        </w:tc>
        <w:tc>
          <w:tcPr>
            <w:tcW w:w="135" w:type="pct"/>
            <w:gridSpan w:val="2"/>
            <w:vAlign w:val="bottom"/>
          </w:tcPr>
          <w:p w14:paraId="45FC5897" w14:textId="77777777" w:rsidR="00DB19CC" w:rsidRPr="00F73937" w:rsidRDefault="00DB19CC" w:rsidP="00DB19CC">
            <w:pPr>
              <w:pStyle w:val="Index1"/>
              <w:rPr>
                <w:rFonts w:cs="Times New Roman"/>
              </w:rPr>
            </w:pPr>
          </w:p>
        </w:tc>
        <w:tc>
          <w:tcPr>
            <w:tcW w:w="635" w:type="pct"/>
            <w:vAlign w:val="bottom"/>
          </w:tcPr>
          <w:p w14:paraId="7CDF734A" w14:textId="77777777" w:rsidR="00DB19CC" w:rsidRPr="00F73937" w:rsidRDefault="00DB19CC" w:rsidP="00DB19CC">
            <w:pPr>
              <w:pStyle w:val="Index1"/>
              <w:rPr>
                <w:rFonts w:cs="Times New Roman"/>
              </w:rPr>
            </w:pPr>
          </w:p>
        </w:tc>
      </w:tr>
      <w:tr w:rsidR="00A726FF" w:rsidRPr="00F73937" w14:paraId="13BFB1F7" w14:textId="77777777" w:rsidTr="00857E25">
        <w:trPr>
          <w:trHeight w:val="245"/>
        </w:trPr>
        <w:tc>
          <w:tcPr>
            <w:tcW w:w="2253" w:type="pct"/>
          </w:tcPr>
          <w:p w14:paraId="4FAEF1E3" w14:textId="028768E9" w:rsidR="00A726FF" w:rsidRPr="00892D64" w:rsidRDefault="00A726FF" w:rsidP="00A726FF">
            <w:r w:rsidRPr="00892D64">
              <w:t>Revenue from sale of goods</w:t>
            </w:r>
          </w:p>
        </w:tc>
        <w:tc>
          <w:tcPr>
            <w:tcW w:w="555" w:type="pct"/>
          </w:tcPr>
          <w:p w14:paraId="0582774C" w14:textId="0D13E638" w:rsidR="00A726FF" w:rsidRPr="008A5F04" w:rsidRDefault="00857E25" w:rsidP="00857E25">
            <w:pPr>
              <w:pStyle w:val="BodyText"/>
              <w:tabs>
                <w:tab w:val="decimal" w:pos="606"/>
              </w:tabs>
              <w:spacing w:after="0"/>
              <w:ind w:right="-156"/>
              <w:jc w:val="both"/>
            </w:pPr>
            <w:r w:rsidRPr="008A5F04">
              <w:t>-</w:t>
            </w:r>
          </w:p>
        </w:tc>
        <w:tc>
          <w:tcPr>
            <w:tcW w:w="141" w:type="pct"/>
          </w:tcPr>
          <w:p w14:paraId="79274C50" w14:textId="77777777" w:rsidR="00A726FF" w:rsidRPr="008A5F04" w:rsidRDefault="00A726FF" w:rsidP="00A726FF">
            <w:pPr>
              <w:pStyle w:val="BodyText"/>
              <w:tabs>
                <w:tab w:val="decimal" w:pos="892"/>
              </w:tabs>
              <w:spacing w:after="0"/>
              <w:ind w:left="-108" w:right="-131"/>
              <w:jc w:val="both"/>
            </w:pPr>
          </w:p>
        </w:tc>
        <w:tc>
          <w:tcPr>
            <w:tcW w:w="557" w:type="pct"/>
          </w:tcPr>
          <w:p w14:paraId="73A7919F" w14:textId="7D4399BE" w:rsidR="00A726FF" w:rsidRPr="008A5F04" w:rsidRDefault="00A726FF" w:rsidP="00857E25">
            <w:pPr>
              <w:pStyle w:val="BodyText"/>
              <w:tabs>
                <w:tab w:val="decimal" w:pos="660"/>
              </w:tabs>
              <w:spacing w:after="0"/>
              <w:ind w:right="-156"/>
              <w:jc w:val="both"/>
            </w:pPr>
            <w:r w:rsidRPr="008A5F04">
              <w:t>-</w:t>
            </w:r>
          </w:p>
        </w:tc>
        <w:tc>
          <w:tcPr>
            <w:tcW w:w="145" w:type="pct"/>
          </w:tcPr>
          <w:p w14:paraId="7E8A64A3" w14:textId="77777777" w:rsidR="00A726FF" w:rsidRPr="00F73937" w:rsidRDefault="00A726FF" w:rsidP="00A726FF">
            <w:pPr>
              <w:pStyle w:val="BodyText"/>
              <w:tabs>
                <w:tab w:val="decimal" w:pos="892"/>
              </w:tabs>
              <w:spacing w:after="0"/>
              <w:ind w:left="-108" w:right="-132"/>
              <w:jc w:val="both"/>
            </w:pPr>
          </w:p>
        </w:tc>
        <w:tc>
          <w:tcPr>
            <w:tcW w:w="579" w:type="pct"/>
          </w:tcPr>
          <w:p w14:paraId="1E43C65D" w14:textId="6DC51AB1" w:rsidR="00A726FF" w:rsidRPr="00F73937" w:rsidRDefault="00A726FF" w:rsidP="00857E25">
            <w:pPr>
              <w:pStyle w:val="BodyText"/>
              <w:tabs>
                <w:tab w:val="decimal" w:pos="876"/>
              </w:tabs>
              <w:spacing w:after="0"/>
              <w:ind w:left="-108" w:right="-95"/>
              <w:jc w:val="both"/>
              <w:rPr>
                <w:cs/>
              </w:rPr>
            </w:pPr>
            <w:r w:rsidRPr="00215F78">
              <w:t>885</w:t>
            </w:r>
          </w:p>
        </w:tc>
        <w:tc>
          <w:tcPr>
            <w:tcW w:w="129" w:type="pct"/>
          </w:tcPr>
          <w:p w14:paraId="291DAF16" w14:textId="77777777" w:rsidR="00A726FF" w:rsidRPr="00F73937" w:rsidRDefault="00A726FF" w:rsidP="00A726FF">
            <w:pPr>
              <w:pStyle w:val="BodyText"/>
              <w:tabs>
                <w:tab w:val="decimal" w:pos="892"/>
              </w:tabs>
              <w:spacing w:after="0"/>
              <w:ind w:left="-108" w:right="-131"/>
              <w:jc w:val="both"/>
            </w:pPr>
          </w:p>
        </w:tc>
        <w:tc>
          <w:tcPr>
            <w:tcW w:w="640" w:type="pct"/>
            <w:gridSpan w:val="2"/>
          </w:tcPr>
          <w:p w14:paraId="72D2958A" w14:textId="0D81D03D" w:rsidR="00A726FF" w:rsidRPr="008A5F04" w:rsidRDefault="00A726FF" w:rsidP="00857E25">
            <w:pPr>
              <w:pStyle w:val="BodyText"/>
              <w:tabs>
                <w:tab w:val="decimal" w:pos="666"/>
              </w:tabs>
              <w:spacing w:after="0"/>
              <w:ind w:left="-108" w:right="-131"/>
              <w:jc w:val="both"/>
            </w:pPr>
            <w:r w:rsidRPr="008A5F04">
              <w:t>-</w:t>
            </w:r>
          </w:p>
        </w:tc>
      </w:tr>
      <w:tr w:rsidR="00A726FF" w:rsidRPr="00F73937" w14:paraId="584228C2" w14:textId="77777777" w:rsidTr="00857E25">
        <w:trPr>
          <w:trHeight w:val="245"/>
        </w:trPr>
        <w:tc>
          <w:tcPr>
            <w:tcW w:w="2253" w:type="pct"/>
          </w:tcPr>
          <w:p w14:paraId="57F453E8" w14:textId="77777777" w:rsidR="00A726FF" w:rsidRPr="00892D64" w:rsidRDefault="00A726FF" w:rsidP="00A726FF">
            <w:r w:rsidRPr="00892D64">
              <w:t>Revenue from rendering of services</w:t>
            </w:r>
          </w:p>
        </w:tc>
        <w:tc>
          <w:tcPr>
            <w:tcW w:w="555" w:type="pct"/>
          </w:tcPr>
          <w:p w14:paraId="5343CA70" w14:textId="1035DE48" w:rsidR="00A726FF" w:rsidRPr="008A5F04" w:rsidRDefault="00A726FF" w:rsidP="00857E25">
            <w:pPr>
              <w:pStyle w:val="BodyText"/>
              <w:tabs>
                <w:tab w:val="decimal" w:pos="606"/>
              </w:tabs>
              <w:spacing w:after="0"/>
              <w:ind w:right="-156"/>
              <w:jc w:val="both"/>
            </w:pPr>
            <w:r w:rsidRPr="008A5F04">
              <w:t>-</w:t>
            </w:r>
          </w:p>
        </w:tc>
        <w:tc>
          <w:tcPr>
            <w:tcW w:w="141" w:type="pct"/>
          </w:tcPr>
          <w:p w14:paraId="6ABA1EC0" w14:textId="77777777" w:rsidR="00A726FF" w:rsidRPr="008A5F04" w:rsidRDefault="00A726FF" w:rsidP="00A726FF">
            <w:pPr>
              <w:pStyle w:val="BodyText"/>
              <w:tabs>
                <w:tab w:val="decimal" w:pos="892"/>
              </w:tabs>
              <w:spacing w:after="0"/>
              <w:ind w:left="-108" w:right="-131"/>
              <w:jc w:val="both"/>
            </w:pPr>
          </w:p>
        </w:tc>
        <w:tc>
          <w:tcPr>
            <w:tcW w:w="557" w:type="pct"/>
          </w:tcPr>
          <w:p w14:paraId="013A9374" w14:textId="07673860" w:rsidR="00A726FF" w:rsidRPr="008A5F04" w:rsidRDefault="00A726FF" w:rsidP="00857E25">
            <w:pPr>
              <w:pStyle w:val="BodyText"/>
              <w:tabs>
                <w:tab w:val="decimal" w:pos="660"/>
              </w:tabs>
              <w:spacing w:after="0"/>
              <w:ind w:right="-156"/>
              <w:jc w:val="both"/>
            </w:pPr>
            <w:r w:rsidRPr="008A5F04">
              <w:t>-</w:t>
            </w:r>
          </w:p>
        </w:tc>
        <w:tc>
          <w:tcPr>
            <w:tcW w:w="145" w:type="pct"/>
          </w:tcPr>
          <w:p w14:paraId="3F378B9A" w14:textId="77777777" w:rsidR="00A726FF" w:rsidRPr="00F73937" w:rsidRDefault="00A726FF" w:rsidP="00A726FF">
            <w:pPr>
              <w:pStyle w:val="BodyText"/>
              <w:tabs>
                <w:tab w:val="decimal" w:pos="892"/>
              </w:tabs>
              <w:spacing w:after="0"/>
              <w:ind w:left="-108" w:right="-131"/>
              <w:jc w:val="both"/>
            </w:pPr>
          </w:p>
        </w:tc>
        <w:tc>
          <w:tcPr>
            <w:tcW w:w="579" w:type="pct"/>
          </w:tcPr>
          <w:p w14:paraId="50F37135" w14:textId="3D9DDFED" w:rsidR="00A726FF" w:rsidRPr="00F73937" w:rsidRDefault="00A726FF" w:rsidP="00857E25">
            <w:pPr>
              <w:pStyle w:val="BodyText"/>
              <w:tabs>
                <w:tab w:val="decimal" w:pos="876"/>
              </w:tabs>
              <w:spacing w:after="0"/>
              <w:ind w:left="-108" w:right="-95"/>
              <w:jc w:val="both"/>
              <w:rPr>
                <w:cs/>
              </w:rPr>
            </w:pPr>
            <w:r w:rsidRPr="00215F78">
              <w:t>20</w:t>
            </w:r>
          </w:p>
        </w:tc>
        <w:tc>
          <w:tcPr>
            <w:tcW w:w="129" w:type="pct"/>
          </w:tcPr>
          <w:p w14:paraId="264AD087" w14:textId="77777777" w:rsidR="00A726FF" w:rsidRPr="00F73937" w:rsidRDefault="00A726FF" w:rsidP="00A726FF">
            <w:pPr>
              <w:pStyle w:val="BodyText"/>
              <w:tabs>
                <w:tab w:val="decimal" w:pos="892"/>
              </w:tabs>
              <w:spacing w:after="0"/>
              <w:ind w:left="-108" w:right="-131"/>
              <w:jc w:val="both"/>
            </w:pPr>
          </w:p>
        </w:tc>
        <w:tc>
          <w:tcPr>
            <w:tcW w:w="640" w:type="pct"/>
            <w:gridSpan w:val="2"/>
          </w:tcPr>
          <w:p w14:paraId="1F2E8F74" w14:textId="0BB6FCC4" w:rsidR="00A726FF" w:rsidRPr="008A5F04" w:rsidRDefault="00A726FF" w:rsidP="00857E25">
            <w:pPr>
              <w:pStyle w:val="BodyText"/>
              <w:tabs>
                <w:tab w:val="decimal" w:pos="666"/>
              </w:tabs>
              <w:spacing w:after="0"/>
              <w:ind w:left="-108" w:right="-131"/>
              <w:jc w:val="both"/>
            </w:pPr>
            <w:r w:rsidRPr="008A5F04">
              <w:t>-</w:t>
            </w:r>
          </w:p>
        </w:tc>
      </w:tr>
      <w:tr w:rsidR="00A726FF" w:rsidRPr="00F73937" w14:paraId="0C43823D" w14:textId="77777777" w:rsidTr="00857E25">
        <w:trPr>
          <w:trHeight w:val="255"/>
        </w:trPr>
        <w:tc>
          <w:tcPr>
            <w:tcW w:w="2253" w:type="pct"/>
          </w:tcPr>
          <w:p w14:paraId="7D228F96" w14:textId="77777777" w:rsidR="00A726FF" w:rsidRPr="00892D64" w:rsidRDefault="00A726FF" w:rsidP="00A726FF">
            <w:r w:rsidRPr="00892D64">
              <w:t>Management income</w:t>
            </w:r>
          </w:p>
        </w:tc>
        <w:tc>
          <w:tcPr>
            <w:tcW w:w="555" w:type="pct"/>
          </w:tcPr>
          <w:p w14:paraId="31EB6A06" w14:textId="7D9D1997" w:rsidR="00A726FF" w:rsidRPr="008A5F04" w:rsidRDefault="00A726FF" w:rsidP="00857E25">
            <w:pPr>
              <w:pStyle w:val="BodyText"/>
              <w:tabs>
                <w:tab w:val="decimal" w:pos="606"/>
              </w:tabs>
              <w:spacing w:after="0"/>
              <w:ind w:right="-156"/>
              <w:jc w:val="both"/>
            </w:pPr>
            <w:r w:rsidRPr="008A5F04">
              <w:t>-</w:t>
            </w:r>
          </w:p>
        </w:tc>
        <w:tc>
          <w:tcPr>
            <w:tcW w:w="141" w:type="pct"/>
          </w:tcPr>
          <w:p w14:paraId="2F4F3DD3" w14:textId="77777777" w:rsidR="00A726FF" w:rsidRPr="008A5F04" w:rsidRDefault="00A726FF" w:rsidP="00A726FF">
            <w:pPr>
              <w:pStyle w:val="BodyText"/>
              <w:tabs>
                <w:tab w:val="decimal" w:pos="892"/>
              </w:tabs>
              <w:spacing w:after="0"/>
              <w:ind w:left="-108" w:right="-131"/>
              <w:jc w:val="both"/>
            </w:pPr>
          </w:p>
        </w:tc>
        <w:tc>
          <w:tcPr>
            <w:tcW w:w="557" w:type="pct"/>
          </w:tcPr>
          <w:p w14:paraId="0E0392BC" w14:textId="47C8CB26" w:rsidR="00A726FF" w:rsidRPr="008A5F04" w:rsidRDefault="00A726FF" w:rsidP="00857E25">
            <w:pPr>
              <w:pStyle w:val="BodyText"/>
              <w:tabs>
                <w:tab w:val="decimal" w:pos="660"/>
              </w:tabs>
              <w:spacing w:after="0"/>
              <w:ind w:right="-156"/>
              <w:jc w:val="both"/>
            </w:pPr>
            <w:r w:rsidRPr="008A5F04">
              <w:t>-</w:t>
            </w:r>
          </w:p>
        </w:tc>
        <w:tc>
          <w:tcPr>
            <w:tcW w:w="145" w:type="pct"/>
          </w:tcPr>
          <w:p w14:paraId="3A20E9EC" w14:textId="77777777" w:rsidR="00A726FF" w:rsidRPr="00F73937" w:rsidRDefault="00A726FF" w:rsidP="00A726FF">
            <w:pPr>
              <w:pStyle w:val="BodyText"/>
              <w:tabs>
                <w:tab w:val="decimal" w:pos="892"/>
              </w:tabs>
              <w:spacing w:after="0"/>
              <w:ind w:left="-108" w:right="-131"/>
              <w:jc w:val="both"/>
            </w:pPr>
          </w:p>
        </w:tc>
        <w:tc>
          <w:tcPr>
            <w:tcW w:w="579" w:type="pct"/>
          </w:tcPr>
          <w:p w14:paraId="1BBAE258" w14:textId="6CA46907" w:rsidR="00A726FF" w:rsidRPr="00F73937" w:rsidRDefault="00A726FF" w:rsidP="00857E25">
            <w:pPr>
              <w:pStyle w:val="BodyText"/>
              <w:tabs>
                <w:tab w:val="decimal" w:pos="876"/>
              </w:tabs>
              <w:spacing w:after="0"/>
              <w:ind w:left="-108" w:right="-95"/>
              <w:jc w:val="both"/>
              <w:rPr>
                <w:lang w:val="en-US"/>
              </w:rPr>
            </w:pPr>
            <w:r w:rsidRPr="00215F78">
              <w:t>9,495</w:t>
            </w:r>
          </w:p>
        </w:tc>
        <w:tc>
          <w:tcPr>
            <w:tcW w:w="135" w:type="pct"/>
            <w:gridSpan w:val="2"/>
          </w:tcPr>
          <w:p w14:paraId="6B8A1B1D" w14:textId="77777777" w:rsidR="00A726FF" w:rsidRPr="00F73937" w:rsidRDefault="00A726FF" w:rsidP="00A726FF">
            <w:pPr>
              <w:pStyle w:val="BodyText"/>
              <w:tabs>
                <w:tab w:val="decimal" w:pos="892"/>
              </w:tabs>
              <w:spacing w:after="0"/>
              <w:ind w:left="-108" w:right="-212"/>
              <w:jc w:val="both"/>
            </w:pPr>
          </w:p>
        </w:tc>
        <w:tc>
          <w:tcPr>
            <w:tcW w:w="635" w:type="pct"/>
          </w:tcPr>
          <w:p w14:paraId="2C3F1CE0" w14:textId="068E4DFE" w:rsidR="00A726FF" w:rsidRPr="00F73937" w:rsidRDefault="00A726FF" w:rsidP="00857E25">
            <w:pPr>
              <w:pStyle w:val="BodyText"/>
              <w:tabs>
                <w:tab w:val="decimal" w:pos="972"/>
              </w:tabs>
              <w:spacing w:after="0"/>
              <w:ind w:left="-108" w:right="-212"/>
              <w:jc w:val="both"/>
            </w:pPr>
            <w:r w:rsidRPr="00F73937">
              <w:t>814</w:t>
            </w:r>
          </w:p>
        </w:tc>
      </w:tr>
      <w:tr w:rsidR="00A726FF" w:rsidRPr="00F73937" w14:paraId="42BE04C9" w14:textId="77777777" w:rsidTr="00857E25">
        <w:trPr>
          <w:trHeight w:val="255"/>
        </w:trPr>
        <w:tc>
          <w:tcPr>
            <w:tcW w:w="2253" w:type="pct"/>
          </w:tcPr>
          <w:p w14:paraId="14E80EDE" w14:textId="77777777" w:rsidR="00A726FF" w:rsidRPr="00892D64" w:rsidRDefault="00A726FF" w:rsidP="00A726FF">
            <w:r w:rsidRPr="00892D64">
              <w:t>Interest income</w:t>
            </w:r>
          </w:p>
        </w:tc>
        <w:tc>
          <w:tcPr>
            <w:tcW w:w="555" w:type="pct"/>
          </w:tcPr>
          <w:p w14:paraId="258F10AC" w14:textId="0EEBA0DB" w:rsidR="00A726FF" w:rsidRPr="008A5F04" w:rsidRDefault="00A726FF" w:rsidP="00857E25">
            <w:pPr>
              <w:pStyle w:val="BodyText"/>
              <w:tabs>
                <w:tab w:val="decimal" w:pos="606"/>
              </w:tabs>
              <w:spacing w:after="0"/>
              <w:ind w:left="-108" w:right="-156"/>
              <w:jc w:val="both"/>
            </w:pPr>
            <w:r w:rsidRPr="008A5F04">
              <w:t>-</w:t>
            </w:r>
          </w:p>
        </w:tc>
        <w:tc>
          <w:tcPr>
            <w:tcW w:w="141" w:type="pct"/>
          </w:tcPr>
          <w:p w14:paraId="7C7F6EE5" w14:textId="77777777" w:rsidR="00A726FF" w:rsidRPr="008A5F04" w:rsidRDefault="00A726FF" w:rsidP="00A726FF">
            <w:pPr>
              <w:pStyle w:val="BodyText"/>
              <w:tabs>
                <w:tab w:val="decimal" w:pos="892"/>
              </w:tabs>
              <w:spacing w:after="0"/>
              <w:ind w:left="-108" w:right="-131"/>
              <w:jc w:val="both"/>
            </w:pPr>
          </w:p>
        </w:tc>
        <w:tc>
          <w:tcPr>
            <w:tcW w:w="557" w:type="pct"/>
          </w:tcPr>
          <w:p w14:paraId="3FCE5448" w14:textId="4146CAE6" w:rsidR="00A726FF" w:rsidRPr="008A5F04" w:rsidRDefault="00A726FF" w:rsidP="00857E25">
            <w:pPr>
              <w:pStyle w:val="BodyText"/>
              <w:tabs>
                <w:tab w:val="decimal" w:pos="660"/>
              </w:tabs>
              <w:spacing w:after="0"/>
              <w:ind w:right="-156"/>
              <w:jc w:val="both"/>
            </w:pPr>
            <w:r w:rsidRPr="008A5F04">
              <w:t>-</w:t>
            </w:r>
          </w:p>
        </w:tc>
        <w:tc>
          <w:tcPr>
            <w:tcW w:w="145" w:type="pct"/>
          </w:tcPr>
          <w:p w14:paraId="69842931" w14:textId="77777777" w:rsidR="00A726FF" w:rsidRPr="00F73937" w:rsidRDefault="00A726FF" w:rsidP="00A726FF">
            <w:pPr>
              <w:pStyle w:val="BodyText"/>
              <w:tabs>
                <w:tab w:val="decimal" w:pos="892"/>
              </w:tabs>
              <w:spacing w:after="0"/>
              <w:ind w:left="-108" w:right="-131"/>
              <w:jc w:val="both"/>
            </w:pPr>
          </w:p>
        </w:tc>
        <w:tc>
          <w:tcPr>
            <w:tcW w:w="579" w:type="pct"/>
          </w:tcPr>
          <w:p w14:paraId="0E2D313E" w14:textId="7A5E1AE4" w:rsidR="00A726FF" w:rsidRPr="00F73937" w:rsidRDefault="00A726FF" w:rsidP="00857E25">
            <w:pPr>
              <w:pStyle w:val="BodyText"/>
              <w:tabs>
                <w:tab w:val="decimal" w:pos="876"/>
              </w:tabs>
              <w:spacing w:after="0"/>
              <w:ind w:left="-108" w:right="-95"/>
              <w:jc w:val="both"/>
            </w:pPr>
            <w:r w:rsidRPr="00215F78">
              <w:t>2,457</w:t>
            </w:r>
          </w:p>
        </w:tc>
        <w:tc>
          <w:tcPr>
            <w:tcW w:w="135" w:type="pct"/>
            <w:gridSpan w:val="2"/>
          </w:tcPr>
          <w:p w14:paraId="76C6D556" w14:textId="77777777" w:rsidR="00A726FF" w:rsidRPr="00F73937" w:rsidRDefault="00A726FF" w:rsidP="00A726FF">
            <w:pPr>
              <w:pStyle w:val="BodyText"/>
              <w:tabs>
                <w:tab w:val="decimal" w:pos="892"/>
              </w:tabs>
              <w:spacing w:after="0"/>
              <w:ind w:left="-108" w:right="-212"/>
              <w:jc w:val="both"/>
            </w:pPr>
          </w:p>
        </w:tc>
        <w:tc>
          <w:tcPr>
            <w:tcW w:w="635" w:type="pct"/>
          </w:tcPr>
          <w:p w14:paraId="44F33ED3" w14:textId="2AA1C022" w:rsidR="00A726FF" w:rsidRPr="00F73937" w:rsidRDefault="00A726FF" w:rsidP="00857E25">
            <w:pPr>
              <w:pStyle w:val="BodyText"/>
              <w:tabs>
                <w:tab w:val="decimal" w:pos="972"/>
              </w:tabs>
              <w:spacing w:after="0"/>
              <w:ind w:left="-108" w:right="-212"/>
              <w:jc w:val="both"/>
            </w:pPr>
            <w:r w:rsidRPr="00F73937">
              <w:t>1,579</w:t>
            </w:r>
          </w:p>
        </w:tc>
      </w:tr>
      <w:tr w:rsidR="00A726FF" w:rsidRPr="00F73937" w14:paraId="34078023" w14:textId="77777777" w:rsidTr="00857E25">
        <w:trPr>
          <w:trHeight w:val="255"/>
        </w:trPr>
        <w:tc>
          <w:tcPr>
            <w:tcW w:w="2253" w:type="pct"/>
          </w:tcPr>
          <w:p w14:paraId="0ECA6E96" w14:textId="77777777" w:rsidR="00A726FF" w:rsidRPr="00892D64" w:rsidRDefault="00A726FF" w:rsidP="00A726FF">
            <w:r w:rsidRPr="00892D64">
              <w:t>Interest expense</w:t>
            </w:r>
          </w:p>
        </w:tc>
        <w:tc>
          <w:tcPr>
            <w:tcW w:w="555" w:type="pct"/>
          </w:tcPr>
          <w:p w14:paraId="0701229F" w14:textId="0086B3B9" w:rsidR="00A726FF" w:rsidRPr="008A5F04" w:rsidRDefault="00A726FF" w:rsidP="00857E25">
            <w:pPr>
              <w:pStyle w:val="BodyText"/>
              <w:tabs>
                <w:tab w:val="decimal" w:pos="606"/>
              </w:tabs>
              <w:spacing w:after="0"/>
              <w:ind w:left="-108" w:right="-156"/>
              <w:jc w:val="both"/>
            </w:pPr>
            <w:r w:rsidRPr="008A5F04">
              <w:t>-</w:t>
            </w:r>
          </w:p>
        </w:tc>
        <w:tc>
          <w:tcPr>
            <w:tcW w:w="141" w:type="pct"/>
          </w:tcPr>
          <w:p w14:paraId="5199F518" w14:textId="77777777" w:rsidR="00A726FF" w:rsidRPr="008A5F04" w:rsidRDefault="00A726FF" w:rsidP="00A726FF">
            <w:pPr>
              <w:pStyle w:val="BodyText"/>
              <w:tabs>
                <w:tab w:val="decimal" w:pos="892"/>
              </w:tabs>
              <w:spacing w:after="0"/>
              <w:ind w:left="-108" w:right="-131"/>
              <w:jc w:val="both"/>
            </w:pPr>
          </w:p>
        </w:tc>
        <w:tc>
          <w:tcPr>
            <w:tcW w:w="557" w:type="pct"/>
          </w:tcPr>
          <w:p w14:paraId="1A5C7090" w14:textId="39820CF4" w:rsidR="00A726FF" w:rsidRPr="008A5F04" w:rsidRDefault="00A726FF" w:rsidP="00857E25">
            <w:pPr>
              <w:pStyle w:val="BodyText"/>
              <w:tabs>
                <w:tab w:val="decimal" w:pos="660"/>
              </w:tabs>
              <w:spacing w:after="0"/>
              <w:ind w:right="-156"/>
              <w:jc w:val="both"/>
            </w:pPr>
            <w:r w:rsidRPr="008A5F04">
              <w:t>-</w:t>
            </w:r>
          </w:p>
        </w:tc>
        <w:tc>
          <w:tcPr>
            <w:tcW w:w="145" w:type="pct"/>
          </w:tcPr>
          <w:p w14:paraId="67570BCB" w14:textId="77777777" w:rsidR="00A726FF" w:rsidRPr="00F73937" w:rsidRDefault="00A726FF" w:rsidP="00A726FF">
            <w:pPr>
              <w:pStyle w:val="BodyText"/>
              <w:tabs>
                <w:tab w:val="decimal" w:pos="892"/>
              </w:tabs>
              <w:spacing w:after="0"/>
              <w:ind w:left="-108" w:right="-131"/>
              <w:jc w:val="both"/>
            </w:pPr>
          </w:p>
        </w:tc>
        <w:tc>
          <w:tcPr>
            <w:tcW w:w="579" w:type="pct"/>
          </w:tcPr>
          <w:p w14:paraId="116C4F87" w14:textId="073A85A8" w:rsidR="00A726FF" w:rsidRPr="00F73937" w:rsidRDefault="00A726FF" w:rsidP="00857E25">
            <w:pPr>
              <w:pStyle w:val="BodyText"/>
              <w:tabs>
                <w:tab w:val="decimal" w:pos="876"/>
              </w:tabs>
              <w:spacing w:after="0"/>
              <w:ind w:right="-95"/>
              <w:jc w:val="both"/>
              <w:rPr>
                <w:cs/>
              </w:rPr>
            </w:pPr>
            <w:r w:rsidRPr="00215F78">
              <w:t>4,814</w:t>
            </w:r>
          </w:p>
        </w:tc>
        <w:tc>
          <w:tcPr>
            <w:tcW w:w="135" w:type="pct"/>
            <w:gridSpan w:val="2"/>
          </w:tcPr>
          <w:p w14:paraId="0333AD49" w14:textId="77777777" w:rsidR="00A726FF" w:rsidRPr="00F73937" w:rsidRDefault="00A726FF" w:rsidP="00A726FF">
            <w:pPr>
              <w:pStyle w:val="BodyText"/>
              <w:tabs>
                <w:tab w:val="decimal" w:pos="892"/>
              </w:tabs>
              <w:spacing w:after="0"/>
              <w:ind w:left="-108" w:right="-212"/>
              <w:jc w:val="both"/>
            </w:pPr>
          </w:p>
        </w:tc>
        <w:tc>
          <w:tcPr>
            <w:tcW w:w="635" w:type="pct"/>
          </w:tcPr>
          <w:p w14:paraId="708B88AE" w14:textId="3D535E56" w:rsidR="00A726FF" w:rsidRPr="00F73937" w:rsidRDefault="00A726FF" w:rsidP="00857E25">
            <w:pPr>
              <w:pStyle w:val="BodyText"/>
              <w:tabs>
                <w:tab w:val="decimal" w:pos="972"/>
              </w:tabs>
              <w:spacing w:after="0"/>
              <w:ind w:right="-212"/>
              <w:jc w:val="both"/>
              <w:rPr>
                <w:cs/>
              </w:rPr>
            </w:pPr>
            <w:r w:rsidRPr="00F73937">
              <w:t>90</w:t>
            </w:r>
          </w:p>
        </w:tc>
      </w:tr>
      <w:tr w:rsidR="00A726FF" w:rsidRPr="00F73937" w14:paraId="13D89967" w14:textId="77777777" w:rsidTr="00857E25">
        <w:trPr>
          <w:trHeight w:val="255"/>
        </w:trPr>
        <w:tc>
          <w:tcPr>
            <w:tcW w:w="2253" w:type="pct"/>
          </w:tcPr>
          <w:p w14:paraId="1ECB921D" w14:textId="77777777" w:rsidR="00A726FF" w:rsidRPr="00892D64" w:rsidRDefault="00A726FF" w:rsidP="00A726FF">
            <w:pPr>
              <w:rPr>
                <w:rFonts w:cs="Angsana New"/>
              </w:rPr>
            </w:pPr>
            <w:r w:rsidRPr="00892D64">
              <w:rPr>
                <w:rFonts w:cs="Angsana New"/>
              </w:rPr>
              <w:t>Cost of rendering of services</w:t>
            </w:r>
          </w:p>
        </w:tc>
        <w:tc>
          <w:tcPr>
            <w:tcW w:w="555" w:type="pct"/>
          </w:tcPr>
          <w:p w14:paraId="02B11C62" w14:textId="4AA98298" w:rsidR="00A726FF" w:rsidRPr="008A5F04" w:rsidRDefault="00A726FF" w:rsidP="00857E25">
            <w:pPr>
              <w:pStyle w:val="BodyText"/>
              <w:tabs>
                <w:tab w:val="decimal" w:pos="606"/>
              </w:tabs>
              <w:spacing w:after="0"/>
              <w:ind w:left="-108" w:right="-156"/>
              <w:jc w:val="both"/>
            </w:pPr>
            <w:r w:rsidRPr="008A5F04">
              <w:t>-</w:t>
            </w:r>
          </w:p>
        </w:tc>
        <w:tc>
          <w:tcPr>
            <w:tcW w:w="141" w:type="pct"/>
          </w:tcPr>
          <w:p w14:paraId="5F9A97C4" w14:textId="77777777" w:rsidR="00A726FF" w:rsidRPr="008A5F04" w:rsidRDefault="00A726FF" w:rsidP="00A726FF">
            <w:pPr>
              <w:pStyle w:val="BodyText"/>
              <w:tabs>
                <w:tab w:val="decimal" w:pos="892"/>
              </w:tabs>
              <w:spacing w:after="0"/>
              <w:ind w:left="-108" w:right="-131"/>
              <w:jc w:val="both"/>
            </w:pPr>
          </w:p>
        </w:tc>
        <w:tc>
          <w:tcPr>
            <w:tcW w:w="557" w:type="pct"/>
          </w:tcPr>
          <w:p w14:paraId="48BD34F0" w14:textId="6D7608FE" w:rsidR="00A726FF" w:rsidRPr="008A5F04" w:rsidRDefault="00A726FF" w:rsidP="00857E25">
            <w:pPr>
              <w:pStyle w:val="BodyText"/>
              <w:tabs>
                <w:tab w:val="decimal" w:pos="660"/>
              </w:tabs>
              <w:spacing w:after="0"/>
              <w:ind w:right="-156"/>
              <w:jc w:val="both"/>
            </w:pPr>
            <w:r w:rsidRPr="008A5F04">
              <w:t>-</w:t>
            </w:r>
          </w:p>
        </w:tc>
        <w:tc>
          <w:tcPr>
            <w:tcW w:w="145" w:type="pct"/>
          </w:tcPr>
          <w:p w14:paraId="1DA4B9E6" w14:textId="77777777" w:rsidR="00A726FF" w:rsidRPr="00F73937" w:rsidRDefault="00A726FF" w:rsidP="00A726FF">
            <w:pPr>
              <w:pStyle w:val="BodyText"/>
              <w:tabs>
                <w:tab w:val="decimal" w:pos="892"/>
              </w:tabs>
              <w:spacing w:after="0"/>
              <w:ind w:left="-108" w:right="-131"/>
              <w:jc w:val="both"/>
            </w:pPr>
          </w:p>
        </w:tc>
        <w:tc>
          <w:tcPr>
            <w:tcW w:w="579" w:type="pct"/>
          </w:tcPr>
          <w:p w14:paraId="537C76CF" w14:textId="6B263600" w:rsidR="00A726FF" w:rsidRPr="00F73937" w:rsidRDefault="00A726FF" w:rsidP="00857E25">
            <w:pPr>
              <w:pStyle w:val="BodyText"/>
              <w:tabs>
                <w:tab w:val="decimal" w:pos="876"/>
              </w:tabs>
              <w:spacing w:after="0"/>
              <w:ind w:left="-108" w:right="-95"/>
              <w:jc w:val="both"/>
            </w:pPr>
            <w:r w:rsidRPr="00215F78">
              <w:t>83</w:t>
            </w:r>
          </w:p>
        </w:tc>
        <w:tc>
          <w:tcPr>
            <w:tcW w:w="129" w:type="pct"/>
          </w:tcPr>
          <w:p w14:paraId="68E6BD43" w14:textId="77777777" w:rsidR="00A726FF" w:rsidRPr="00F73937" w:rsidRDefault="00A726FF" w:rsidP="00A726FF">
            <w:pPr>
              <w:pStyle w:val="BodyText"/>
              <w:tabs>
                <w:tab w:val="decimal" w:pos="892"/>
              </w:tabs>
              <w:spacing w:after="0"/>
              <w:ind w:left="-108" w:right="-131"/>
              <w:jc w:val="both"/>
            </w:pPr>
          </w:p>
        </w:tc>
        <w:tc>
          <w:tcPr>
            <w:tcW w:w="640" w:type="pct"/>
            <w:gridSpan w:val="2"/>
          </w:tcPr>
          <w:p w14:paraId="76F799EA" w14:textId="1A63AD87" w:rsidR="00A726FF" w:rsidRPr="00F73937" w:rsidRDefault="00A726FF" w:rsidP="00857E25">
            <w:pPr>
              <w:pStyle w:val="BodyText"/>
              <w:tabs>
                <w:tab w:val="decimal" w:pos="972"/>
              </w:tabs>
              <w:spacing w:after="0"/>
              <w:ind w:left="-108" w:right="-212"/>
              <w:jc w:val="both"/>
            </w:pPr>
            <w:r w:rsidRPr="00F73937">
              <w:t>233</w:t>
            </w:r>
          </w:p>
        </w:tc>
      </w:tr>
      <w:tr w:rsidR="00D34AA0" w:rsidRPr="00F73937" w14:paraId="74FE381C" w14:textId="77777777" w:rsidTr="00857E25">
        <w:tc>
          <w:tcPr>
            <w:tcW w:w="2253" w:type="pct"/>
            <w:vAlign w:val="bottom"/>
          </w:tcPr>
          <w:p w14:paraId="21AB5948" w14:textId="4EFD0E45" w:rsidR="00D34AA0" w:rsidRPr="00892D64" w:rsidRDefault="00000B17" w:rsidP="00D34AA0">
            <w:pPr>
              <w:spacing w:line="200" w:lineRule="exact"/>
              <w:ind w:right="-108"/>
              <w:rPr>
                <w:color w:val="000000"/>
              </w:rPr>
            </w:pPr>
            <w:r>
              <w:rPr>
                <w:color w:val="000000"/>
              </w:rPr>
              <w:t>Dividend</w:t>
            </w:r>
            <w:r w:rsidR="00D34AA0" w:rsidRPr="00892D64">
              <w:rPr>
                <w:color w:val="000000"/>
              </w:rPr>
              <w:t xml:space="preserve"> income</w:t>
            </w:r>
          </w:p>
        </w:tc>
        <w:tc>
          <w:tcPr>
            <w:tcW w:w="555" w:type="pct"/>
          </w:tcPr>
          <w:p w14:paraId="458CE597" w14:textId="6403D882" w:rsidR="00D34AA0" w:rsidRPr="008A5F04" w:rsidRDefault="00D34AA0" w:rsidP="00857E25">
            <w:pPr>
              <w:pStyle w:val="BodyText"/>
              <w:tabs>
                <w:tab w:val="decimal" w:pos="606"/>
              </w:tabs>
              <w:spacing w:after="0"/>
              <w:ind w:left="-108" w:right="-156"/>
              <w:jc w:val="both"/>
            </w:pPr>
            <w:r w:rsidRPr="008A5F04">
              <w:t>-</w:t>
            </w:r>
          </w:p>
        </w:tc>
        <w:tc>
          <w:tcPr>
            <w:tcW w:w="141" w:type="pct"/>
          </w:tcPr>
          <w:p w14:paraId="4950A1CE" w14:textId="77777777" w:rsidR="00D34AA0" w:rsidRPr="008A5F04" w:rsidRDefault="00D34AA0" w:rsidP="00D34AA0">
            <w:pPr>
              <w:pStyle w:val="BodyText"/>
              <w:tabs>
                <w:tab w:val="decimal" w:pos="892"/>
              </w:tabs>
              <w:spacing w:after="0"/>
              <w:ind w:left="-108" w:right="-131"/>
              <w:jc w:val="both"/>
            </w:pPr>
          </w:p>
        </w:tc>
        <w:tc>
          <w:tcPr>
            <w:tcW w:w="557" w:type="pct"/>
          </w:tcPr>
          <w:p w14:paraId="355C2E68" w14:textId="1F4CAA4F" w:rsidR="00D34AA0" w:rsidRPr="008A5F04" w:rsidRDefault="00D34AA0" w:rsidP="00857E25">
            <w:pPr>
              <w:pStyle w:val="BodyText"/>
              <w:tabs>
                <w:tab w:val="decimal" w:pos="660"/>
              </w:tabs>
              <w:spacing w:after="0"/>
              <w:ind w:right="-156"/>
              <w:jc w:val="both"/>
            </w:pPr>
            <w:r w:rsidRPr="008A5F04">
              <w:t>-</w:t>
            </w:r>
          </w:p>
        </w:tc>
        <w:tc>
          <w:tcPr>
            <w:tcW w:w="145" w:type="pct"/>
          </w:tcPr>
          <w:p w14:paraId="2C6D2C11" w14:textId="77777777" w:rsidR="00D34AA0" w:rsidRPr="00F73937" w:rsidRDefault="00D34AA0" w:rsidP="00D34AA0">
            <w:pPr>
              <w:pStyle w:val="BodyText"/>
              <w:tabs>
                <w:tab w:val="decimal" w:pos="892"/>
              </w:tabs>
              <w:spacing w:after="0"/>
              <w:ind w:left="-108" w:right="-131"/>
              <w:jc w:val="both"/>
            </w:pPr>
          </w:p>
        </w:tc>
        <w:tc>
          <w:tcPr>
            <w:tcW w:w="579" w:type="pct"/>
          </w:tcPr>
          <w:p w14:paraId="73404B4F" w14:textId="49439CFB" w:rsidR="00D34AA0" w:rsidRPr="00F73937" w:rsidRDefault="00AA73DD" w:rsidP="00857E25">
            <w:pPr>
              <w:pStyle w:val="BodyText"/>
              <w:tabs>
                <w:tab w:val="decimal" w:pos="876"/>
              </w:tabs>
              <w:spacing w:after="0"/>
              <w:ind w:left="-108" w:right="-95"/>
              <w:jc w:val="both"/>
            </w:pPr>
            <w:r w:rsidRPr="00AA73DD">
              <w:t>666,822</w:t>
            </w:r>
          </w:p>
        </w:tc>
        <w:tc>
          <w:tcPr>
            <w:tcW w:w="135" w:type="pct"/>
            <w:gridSpan w:val="2"/>
          </w:tcPr>
          <w:p w14:paraId="04960C51" w14:textId="77777777" w:rsidR="00D34AA0" w:rsidRPr="00F73937" w:rsidRDefault="00D34AA0" w:rsidP="00D34AA0">
            <w:pPr>
              <w:pStyle w:val="BodyText"/>
              <w:tabs>
                <w:tab w:val="decimal" w:pos="892"/>
              </w:tabs>
              <w:spacing w:after="0"/>
              <w:ind w:left="-108" w:right="-212"/>
              <w:jc w:val="both"/>
            </w:pPr>
          </w:p>
        </w:tc>
        <w:tc>
          <w:tcPr>
            <w:tcW w:w="635" w:type="pct"/>
          </w:tcPr>
          <w:p w14:paraId="0B632139" w14:textId="3D60F43A" w:rsidR="00D34AA0" w:rsidRPr="008A5F04" w:rsidRDefault="00D34AA0" w:rsidP="00857E25">
            <w:pPr>
              <w:pStyle w:val="BodyText"/>
              <w:tabs>
                <w:tab w:val="decimal" w:pos="666"/>
              </w:tabs>
              <w:spacing w:after="0"/>
              <w:ind w:left="-108" w:right="-131"/>
              <w:jc w:val="both"/>
            </w:pPr>
            <w:r w:rsidRPr="008A5F04">
              <w:t>-</w:t>
            </w:r>
          </w:p>
        </w:tc>
      </w:tr>
      <w:tr w:rsidR="00000B17" w:rsidRPr="00F73937" w14:paraId="2CE05EF7" w14:textId="77777777" w:rsidTr="00857E25">
        <w:tc>
          <w:tcPr>
            <w:tcW w:w="2253" w:type="pct"/>
            <w:vAlign w:val="bottom"/>
          </w:tcPr>
          <w:p w14:paraId="283E85AD" w14:textId="5EC4EC01" w:rsidR="00000B17" w:rsidRPr="00892D64" w:rsidRDefault="00000B17" w:rsidP="00D34AA0">
            <w:pPr>
              <w:spacing w:line="200" w:lineRule="exact"/>
              <w:ind w:right="-108"/>
              <w:rPr>
                <w:color w:val="000000"/>
              </w:rPr>
            </w:pPr>
          </w:p>
        </w:tc>
        <w:tc>
          <w:tcPr>
            <w:tcW w:w="555" w:type="pct"/>
          </w:tcPr>
          <w:p w14:paraId="019B094E" w14:textId="439EC9D7" w:rsidR="00000B17" w:rsidRPr="008A5F04" w:rsidRDefault="00000B17" w:rsidP="00857E25">
            <w:pPr>
              <w:pStyle w:val="BodyText"/>
              <w:tabs>
                <w:tab w:val="decimal" w:pos="786"/>
              </w:tabs>
              <w:spacing w:after="0"/>
              <w:ind w:left="-108" w:right="-156"/>
              <w:jc w:val="both"/>
            </w:pPr>
          </w:p>
        </w:tc>
        <w:tc>
          <w:tcPr>
            <w:tcW w:w="141" w:type="pct"/>
          </w:tcPr>
          <w:p w14:paraId="33C0A571" w14:textId="77777777" w:rsidR="00000B17" w:rsidRPr="008A5F04" w:rsidRDefault="00000B17" w:rsidP="00D34AA0">
            <w:pPr>
              <w:pStyle w:val="BodyText"/>
              <w:tabs>
                <w:tab w:val="decimal" w:pos="892"/>
              </w:tabs>
              <w:spacing w:after="0"/>
              <w:ind w:left="-108" w:right="-131"/>
              <w:jc w:val="both"/>
            </w:pPr>
          </w:p>
        </w:tc>
        <w:tc>
          <w:tcPr>
            <w:tcW w:w="557" w:type="pct"/>
          </w:tcPr>
          <w:p w14:paraId="0097AB0F" w14:textId="3DB21107" w:rsidR="00000B17" w:rsidRPr="008A5F04" w:rsidRDefault="00000B17" w:rsidP="00857E25">
            <w:pPr>
              <w:pStyle w:val="BodyText"/>
              <w:tabs>
                <w:tab w:val="decimal" w:pos="660"/>
              </w:tabs>
              <w:spacing w:after="0"/>
              <w:ind w:right="-156"/>
              <w:jc w:val="both"/>
            </w:pPr>
          </w:p>
        </w:tc>
        <w:tc>
          <w:tcPr>
            <w:tcW w:w="145" w:type="pct"/>
          </w:tcPr>
          <w:p w14:paraId="558A169B" w14:textId="77777777" w:rsidR="00000B17" w:rsidRPr="00F73937" w:rsidRDefault="00000B17" w:rsidP="00D34AA0">
            <w:pPr>
              <w:pStyle w:val="BodyText"/>
              <w:tabs>
                <w:tab w:val="decimal" w:pos="892"/>
              </w:tabs>
              <w:spacing w:after="0"/>
              <w:ind w:left="-108" w:right="-131"/>
              <w:jc w:val="both"/>
            </w:pPr>
          </w:p>
        </w:tc>
        <w:tc>
          <w:tcPr>
            <w:tcW w:w="579" w:type="pct"/>
          </w:tcPr>
          <w:p w14:paraId="2D922AB0" w14:textId="1C119389" w:rsidR="00000B17" w:rsidRPr="00F73937" w:rsidRDefault="00000B17" w:rsidP="00057389">
            <w:pPr>
              <w:pStyle w:val="BodyText"/>
              <w:tabs>
                <w:tab w:val="decimal" w:pos="938"/>
              </w:tabs>
              <w:spacing w:after="0"/>
              <w:ind w:left="-108" w:right="-95"/>
              <w:jc w:val="both"/>
            </w:pPr>
          </w:p>
        </w:tc>
        <w:tc>
          <w:tcPr>
            <w:tcW w:w="135" w:type="pct"/>
            <w:gridSpan w:val="2"/>
          </w:tcPr>
          <w:p w14:paraId="5B7C7E9F" w14:textId="77777777" w:rsidR="00000B17" w:rsidRPr="00F73937" w:rsidRDefault="00000B17" w:rsidP="00D34AA0">
            <w:pPr>
              <w:pStyle w:val="BodyText"/>
              <w:tabs>
                <w:tab w:val="decimal" w:pos="892"/>
              </w:tabs>
              <w:spacing w:after="0"/>
              <w:ind w:left="-108" w:right="-212"/>
              <w:jc w:val="both"/>
            </w:pPr>
          </w:p>
        </w:tc>
        <w:tc>
          <w:tcPr>
            <w:tcW w:w="635" w:type="pct"/>
          </w:tcPr>
          <w:p w14:paraId="52128E0D" w14:textId="7343FDCD" w:rsidR="00000B17" w:rsidRPr="008A5F04" w:rsidRDefault="00000B17" w:rsidP="00857E25">
            <w:pPr>
              <w:pStyle w:val="BodyText"/>
              <w:tabs>
                <w:tab w:val="decimal" w:pos="666"/>
              </w:tabs>
              <w:spacing w:after="0"/>
              <w:ind w:left="-108" w:right="-131"/>
              <w:jc w:val="both"/>
            </w:pPr>
          </w:p>
        </w:tc>
      </w:tr>
      <w:tr w:rsidR="00000B17" w:rsidRPr="00F73937" w14:paraId="56C1780F" w14:textId="77777777" w:rsidTr="00857E25">
        <w:tc>
          <w:tcPr>
            <w:tcW w:w="2253" w:type="pct"/>
            <w:vAlign w:val="bottom"/>
          </w:tcPr>
          <w:p w14:paraId="7781AD67" w14:textId="126C8D86" w:rsidR="00000B17" w:rsidRPr="00892D64" w:rsidRDefault="00000B17" w:rsidP="00DB19CC">
            <w:pPr>
              <w:spacing w:line="200" w:lineRule="exact"/>
              <w:ind w:right="-108"/>
              <w:rPr>
                <w:color w:val="000000"/>
              </w:rPr>
            </w:pPr>
            <w:r w:rsidRPr="00892D64">
              <w:rPr>
                <w:b/>
                <w:bCs/>
                <w:color w:val="000000"/>
              </w:rPr>
              <w:t>Joint ventures</w:t>
            </w:r>
          </w:p>
        </w:tc>
        <w:tc>
          <w:tcPr>
            <w:tcW w:w="555" w:type="pct"/>
          </w:tcPr>
          <w:p w14:paraId="44E62FF8" w14:textId="77777777" w:rsidR="00000B17" w:rsidRPr="00F73937" w:rsidRDefault="00000B17" w:rsidP="00F86744">
            <w:pPr>
              <w:pStyle w:val="BodyText"/>
              <w:tabs>
                <w:tab w:val="decimal" w:pos="967"/>
              </w:tabs>
              <w:spacing w:after="0"/>
              <w:ind w:left="-108" w:right="-156"/>
              <w:jc w:val="both"/>
              <w:rPr>
                <w:highlight w:val="yellow"/>
              </w:rPr>
            </w:pPr>
          </w:p>
        </w:tc>
        <w:tc>
          <w:tcPr>
            <w:tcW w:w="141" w:type="pct"/>
          </w:tcPr>
          <w:p w14:paraId="4DCB1822" w14:textId="77777777" w:rsidR="00000B17" w:rsidRPr="00F73937" w:rsidRDefault="00000B17" w:rsidP="00047A4B">
            <w:pPr>
              <w:pStyle w:val="BodyText"/>
              <w:tabs>
                <w:tab w:val="decimal" w:pos="892"/>
              </w:tabs>
              <w:spacing w:after="0"/>
              <w:ind w:left="-108" w:right="-131"/>
              <w:jc w:val="both"/>
            </w:pPr>
          </w:p>
        </w:tc>
        <w:tc>
          <w:tcPr>
            <w:tcW w:w="557" w:type="pct"/>
          </w:tcPr>
          <w:p w14:paraId="03699E6E" w14:textId="77777777" w:rsidR="00000B17" w:rsidRPr="00857E25" w:rsidRDefault="00000B17" w:rsidP="00857E25">
            <w:pPr>
              <w:pStyle w:val="BodyText"/>
              <w:tabs>
                <w:tab w:val="decimal" w:pos="660"/>
              </w:tabs>
              <w:spacing w:after="0"/>
              <w:ind w:right="-156"/>
              <w:jc w:val="both"/>
              <w:rPr>
                <w:b/>
                <w:bCs/>
              </w:rPr>
            </w:pPr>
          </w:p>
        </w:tc>
        <w:tc>
          <w:tcPr>
            <w:tcW w:w="145" w:type="pct"/>
          </w:tcPr>
          <w:p w14:paraId="05EF9FC8" w14:textId="77777777" w:rsidR="00000B17" w:rsidRPr="00F73937" w:rsidRDefault="00000B17" w:rsidP="00DB19CC">
            <w:pPr>
              <w:pStyle w:val="BodyText"/>
              <w:tabs>
                <w:tab w:val="decimal" w:pos="892"/>
              </w:tabs>
              <w:spacing w:after="0"/>
              <w:ind w:left="-108" w:right="-131"/>
              <w:jc w:val="both"/>
            </w:pPr>
          </w:p>
        </w:tc>
        <w:tc>
          <w:tcPr>
            <w:tcW w:w="579" w:type="pct"/>
          </w:tcPr>
          <w:p w14:paraId="54D16983" w14:textId="77777777" w:rsidR="00000B17" w:rsidRPr="00F73937" w:rsidRDefault="00000B17" w:rsidP="00DB19CC">
            <w:pPr>
              <w:pStyle w:val="BodyText"/>
              <w:tabs>
                <w:tab w:val="decimal" w:pos="930"/>
              </w:tabs>
              <w:spacing w:after="0"/>
              <w:ind w:left="-108" w:right="-131"/>
              <w:jc w:val="both"/>
              <w:rPr>
                <w:highlight w:val="yellow"/>
              </w:rPr>
            </w:pPr>
          </w:p>
        </w:tc>
        <w:tc>
          <w:tcPr>
            <w:tcW w:w="135" w:type="pct"/>
            <w:gridSpan w:val="2"/>
          </w:tcPr>
          <w:p w14:paraId="00C9A6BA" w14:textId="77777777" w:rsidR="00000B17" w:rsidRPr="00F73937" w:rsidRDefault="00000B17" w:rsidP="00D34AA0">
            <w:pPr>
              <w:pStyle w:val="BodyText"/>
              <w:tabs>
                <w:tab w:val="decimal" w:pos="892"/>
              </w:tabs>
              <w:spacing w:after="0"/>
              <w:ind w:left="-108" w:right="-212"/>
              <w:jc w:val="both"/>
            </w:pPr>
          </w:p>
        </w:tc>
        <w:tc>
          <w:tcPr>
            <w:tcW w:w="635" w:type="pct"/>
          </w:tcPr>
          <w:p w14:paraId="530DE2C5" w14:textId="77777777" w:rsidR="00000B17" w:rsidRPr="008A5F04" w:rsidRDefault="00000B17" w:rsidP="00857E25">
            <w:pPr>
              <w:pStyle w:val="BodyText"/>
              <w:tabs>
                <w:tab w:val="decimal" w:pos="666"/>
              </w:tabs>
              <w:spacing w:after="0"/>
              <w:ind w:left="-108" w:right="-131"/>
              <w:jc w:val="both"/>
            </w:pPr>
          </w:p>
        </w:tc>
      </w:tr>
      <w:tr w:rsidR="00047A4B" w:rsidRPr="00F73937" w14:paraId="23353D8A" w14:textId="77777777" w:rsidTr="00857E25">
        <w:trPr>
          <w:trHeight w:val="255"/>
        </w:trPr>
        <w:tc>
          <w:tcPr>
            <w:tcW w:w="2253" w:type="pct"/>
            <w:vAlign w:val="bottom"/>
          </w:tcPr>
          <w:p w14:paraId="4968CD7A" w14:textId="2197B1DC" w:rsidR="00047A4B" w:rsidRPr="00892D64" w:rsidRDefault="00047A4B" w:rsidP="00047A4B">
            <w:pPr>
              <w:spacing w:line="240" w:lineRule="atLeast"/>
              <w:ind w:right="-115"/>
              <w:rPr>
                <w:b/>
                <w:bCs/>
                <w:color w:val="000000"/>
              </w:rPr>
            </w:pPr>
            <w:r w:rsidRPr="00892D64">
              <w:t>Revenue from rendering of services</w:t>
            </w:r>
          </w:p>
        </w:tc>
        <w:tc>
          <w:tcPr>
            <w:tcW w:w="555" w:type="pct"/>
          </w:tcPr>
          <w:p w14:paraId="549F9876" w14:textId="139546FF" w:rsidR="00047A4B" w:rsidRPr="00F73937" w:rsidRDefault="00047A4B" w:rsidP="00857E25">
            <w:pPr>
              <w:pStyle w:val="BodyText"/>
              <w:tabs>
                <w:tab w:val="decimal" w:pos="816"/>
              </w:tabs>
              <w:spacing w:after="0"/>
              <w:ind w:left="-108" w:right="-156"/>
              <w:jc w:val="both"/>
              <w:rPr>
                <w:highlight w:val="yellow"/>
              </w:rPr>
            </w:pPr>
            <w:r w:rsidRPr="00DB4940">
              <w:t>3</w:t>
            </w:r>
          </w:p>
        </w:tc>
        <w:tc>
          <w:tcPr>
            <w:tcW w:w="141" w:type="pct"/>
          </w:tcPr>
          <w:p w14:paraId="09A8CA3A" w14:textId="77777777" w:rsidR="00047A4B" w:rsidRPr="00F73937" w:rsidRDefault="00047A4B" w:rsidP="00047A4B">
            <w:pPr>
              <w:pStyle w:val="BodyText"/>
              <w:tabs>
                <w:tab w:val="decimal" w:pos="892"/>
              </w:tabs>
              <w:spacing w:after="0"/>
              <w:ind w:left="-108" w:right="-131"/>
              <w:jc w:val="both"/>
            </w:pPr>
          </w:p>
        </w:tc>
        <w:tc>
          <w:tcPr>
            <w:tcW w:w="557" w:type="pct"/>
          </w:tcPr>
          <w:p w14:paraId="2B62C101" w14:textId="5ADA9A72" w:rsidR="00047A4B" w:rsidRPr="008A5F04" w:rsidRDefault="00047A4B" w:rsidP="00857E25">
            <w:pPr>
              <w:pStyle w:val="BodyText"/>
              <w:tabs>
                <w:tab w:val="decimal" w:pos="660"/>
              </w:tabs>
              <w:spacing w:after="0"/>
              <w:ind w:right="-156"/>
              <w:jc w:val="both"/>
            </w:pPr>
            <w:r w:rsidRPr="008A5F04">
              <w:t>-</w:t>
            </w:r>
          </w:p>
        </w:tc>
        <w:tc>
          <w:tcPr>
            <w:tcW w:w="145" w:type="pct"/>
          </w:tcPr>
          <w:p w14:paraId="0693041B" w14:textId="77777777" w:rsidR="00047A4B" w:rsidRPr="00F73937" w:rsidRDefault="00047A4B" w:rsidP="00047A4B">
            <w:pPr>
              <w:pStyle w:val="BodyText"/>
              <w:tabs>
                <w:tab w:val="decimal" w:pos="892"/>
              </w:tabs>
              <w:spacing w:after="0"/>
              <w:ind w:left="-108" w:right="-131"/>
              <w:jc w:val="both"/>
            </w:pPr>
          </w:p>
        </w:tc>
        <w:tc>
          <w:tcPr>
            <w:tcW w:w="579" w:type="pct"/>
          </w:tcPr>
          <w:p w14:paraId="511130E3" w14:textId="0F63F616" w:rsidR="00047A4B" w:rsidRPr="008A5F04" w:rsidRDefault="00047A4B" w:rsidP="00857E25">
            <w:pPr>
              <w:pStyle w:val="BodyText"/>
              <w:tabs>
                <w:tab w:val="decimal" w:pos="666"/>
              </w:tabs>
              <w:spacing w:after="0"/>
              <w:ind w:left="-108" w:right="-131"/>
              <w:jc w:val="both"/>
              <w:rPr>
                <w:highlight w:val="yellow"/>
              </w:rPr>
            </w:pPr>
            <w:r w:rsidRPr="008A5F04">
              <w:t>-</w:t>
            </w:r>
          </w:p>
        </w:tc>
        <w:tc>
          <w:tcPr>
            <w:tcW w:w="135" w:type="pct"/>
            <w:gridSpan w:val="2"/>
          </w:tcPr>
          <w:p w14:paraId="1B8D4D55" w14:textId="77777777" w:rsidR="00047A4B" w:rsidRPr="00F73937" w:rsidRDefault="00047A4B" w:rsidP="00047A4B">
            <w:pPr>
              <w:pStyle w:val="BodyText"/>
              <w:tabs>
                <w:tab w:val="decimal" w:pos="892"/>
              </w:tabs>
              <w:spacing w:after="0"/>
              <w:ind w:left="-108" w:right="-212"/>
              <w:jc w:val="both"/>
            </w:pPr>
          </w:p>
        </w:tc>
        <w:tc>
          <w:tcPr>
            <w:tcW w:w="635" w:type="pct"/>
          </w:tcPr>
          <w:p w14:paraId="16DC79B1" w14:textId="3D836384" w:rsidR="00047A4B" w:rsidRPr="008A5F04" w:rsidRDefault="00047A4B" w:rsidP="00857E25">
            <w:pPr>
              <w:pStyle w:val="BodyText"/>
              <w:tabs>
                <w:tab w:val="decimal" w:pos="666"/>
              </w:tabs>
              <w:spacing w:after="0"/>
              <w:ind w:left="-108" w:right="-131"/>
              <w:jc w:val="both"/>
            </w:pPr>
            <w:r w:rsidRPr="008A5F04">
              <w:t>-</w:t>
            </w:r>
          </w:p>
        </w:tc>
      </w:tr>
      <w:tr w:rsidR="00047A4B" w:rsidRPr="00F73937" w14:paraId="0A6BC18C" w14:textId="77777777" w:rsidTr="00857E25">
        <w:trPr>
          <w:trHeight w:val="255"/>
        </w:trPr>
        <w:tc>
          <w:tcPr>
            <w:tcW w:w="2253" w:type="pct"/>
            <w:vAlign w:val="bottom"/>
          </w:tcPr>
          <w:p w14:paraId="4F595379" w14:textId="39C4606B" w:rsidR="00047A4B" w:rsidRPr="00892D64" w:rsidRDefault="00047A4B" w:rsidP="00047A4B">
            <w:pPr>
              <w:spacing w:line="240" w:lineRule="atLeast"/>
              <w:ind w:right="-115"/>
              <w:rPr>
                <w:color w:val="000000"/>
              </w:rPr>
            </w:pPr>
            <w:r w:rsidRPr="00892D64">
              <w:t>Management income</w:t>
            </w:r>
          </w:p>
        </w:tc>
        <w:tc>
          <w:tcPr>
            <w:tcW w:w="555" w:type="pct"/>
          </w:tcPr>
          <w:p w14:paraId="30E41696" w14:textId="748D823C" w:rsidR="00047A4B" w:rsidRPr="00F73937" w:rsidRDefault="00047A4B" w:rsidP="00857E25">
            <w:pPr>
              <w:pStyle w:val="BodyText"/>
              <w:tabs>
                <w:tab w:val="decimal" w:pos="816"/>
              </w:tabs>
              <w:spacing w:after="0"/>
              <w:ind w:left="-108" w:right="-156"/>
              <w:jc w:val="both"/>
              <w:rPr>
                <w:highlight w:val="yellow"/>
              </w:rPr>
            </w:pPr>
            <w:r w:rsidRPr="00DB4940">
              <w:t>7</w:t>
            </w:r>
          </w:p>
        </w:tc>
        <w:tc>
          <w:tcPr>
            <w:tcW w:w="141" w:type="pct"/>
          </w:tcPr>
          <w:p w14:paraId="394332DD" w14:textId="77777777" w:rsidR="00047A4B" w:rsidRPr="00F73937" w:rsidRDefault="00047A4B" w:rsidP="00047A4B">
            <w:pPr>
              <w:pStyle w:val="BodyText"/>
              <w:tabs>
                <w:tab w:val="decimal" w:pos="892"/>
              </w:tabs>
              <w:spacing w:after="0"/>
              <w:ind w:left="-108" w:right="-131"/>
              <w:jc w:val="both"/>
            </w:pPr>
          </w:p>
        </w:tc>
        <w:tc>
          <w:tcPr>
            <w:tcW w:w="557" w:type="pct"/>
          </w:tcPr>
          <w:p w14:paraId="62030EDE" w14:textId="73CA3C58" w:rsidR="00047A4B" w:rsidRPr="008A5F04" w:rsidRDefault="00047A4B" w:rsidP="00857E25">
            <w:pPr>
              <w:pStyle w:val="BodyText"/>
              <w:tabs>
                <w:tab w:val="decimal" w:pos="660"/>
              </w:tabs>
              <w:spacing w:after="0"/>
              <w:ind w:right="-156"/>
              <w:jc w:val="both"/>
            </w:pPr>
            <w:r w:rsidRPr="008A5F04">
              <w:t>-</w:t>
            </w:r>
          </w:p>
        </w:tc>
        <w:tc>
          <w:tcPr>
            <w:tcW w:w="145" w:type="pct"/>
          </w:tcPr>
          <w:p w14:paraId="2A5E3889" w14:textId="77777777" w:rsidR="00047A4B" w:rsidRPr="00F73937" w:rsidRDefault="00047A4B" w:rsidP="00047A4B">
            <w:pPr>
              <w:pStyle w:val="BodyText"/>
              <w:tabs>
                <w:tab w:val="decimal" w:pos="892"/>
              </w:tabs>
              <w:spacing w:after="0"/>
              <w:ind w:left="-108" w:right="-131"/>
              <w:jc w:val="both"/>
            </w:pPr>
          </w:p>
        </w:tc>
        <w:tc>
          <w:tcPr>
            <w:tcW w:w="579" w:type="pct"/>
          </w:tcPr>
          <w:p w14:paraId="7BABAA18" w14:textId="3079E23F" w:rsidR="00047A4B" w:rsidRPr="00857E25" w:rsidRDefault="00047A4B" w:rsidP="00857E25">
            <w:pPr>
              <w:pStyle w:val="BodyText"/>
              <w:tabs>
                <w:tab w:val="decimal" w:pos="876"/>
              </w:tabs>
              <w:spacing w:after="0"/>
              <w:ind w:left="-108" w:right="-95"/>
              <w:jc w:val="both"/>
            </w:pPr>
            <w:r w:rsidRPr="00DB4940">
              <w:t>7</w:t>
            </w:r>
          </w:p>
        </w:tc>
        <w:tc>
          <w:tcPr>
            <w:tcW w:w="135" w:type="pct"/>
            <w:gridSpan w:val="2"/>
          </w:tcPr>
          <w:p w14:paraId="03A9621E" w14:textId="77777777" w:rsidR="00047A4B" w:rsidRPr="00F73937" w:rsidRDefault="00047A4B" w:rsidP="00047A4B">
            <w:pPr>
              <w:pStyle w:val="BodyText"/>
              <w:tabs>
                <w:tab w:val="decimal" w:pos="892"/>
              </w:tabs>
              <w:spacing w:after="0"/>
              <w:ind w:left="-108" w:right="-212"/>
              <w:jc w:val="both"/>
            </w:pPr>
          </w:p>
        </w:tc>
        <w:tc>
          <w:tcPr>
            <w:tcW w:w="635" w:type="pct"/>
          </w:tcPr>
          <w:p w14:paraId="1425D512" w14:textId="4EE9627A" w:rsidR="00047A4B" w:rsidRPr="008A5F04" w:rsidRDefault="00047A4B" w:rsidP="00857E25">
            <w:pPr>
              <w:pStyle w:val="BodyText"/>
              <w:tabs>
                <w:tab w:val="decimal" w:pos="666"/>
              </w:tabs>
              <w:spacing w:after="0"/>
              <w:ind w:left="-108" w:right="-131"/>
              <w:jc w:val="both"/>
            </w:pPr>
            <w:r w:rsidRPr="008A5F04">
              <w:t>-</w:t>
            </w:r>
          </w:p>
        </w:tc>
      </w:tr>
      <w:tr w:rsidR="00047A4B" w:rsidRPr="00F73937" w14:paraId="32861A0B" w14:textId="77777777" w:rsidTr="00857E25">
        <w:trPr>
          <w:trHeight w:val="255"/>
        </w:trPr>
        <w:tc>
          <w:tcPr>
            <w:tcW w:w="2253" w:type="pct"/>
            <w:vAlign w:val="bottom"/>
          </w:tcPr>
          <w:p w14:paraId="0BF77D89" w14:textId="52AAFE67" w:rsidR="00047A4B" w:rsidRPr="00892D64" w:rsidRDefault="00047A4B" w:rsidP="00047A4B">
            <w:pPr>
              <w:spacing w:line="240" w:lineRule="atLeast"/>
              <w:ind w:right="-115"/>
              <w:rPr>
                <w:b/>
                <w:bCs/>
                <w:color w:val="000000"/>
              </w:rPr>
            </w:pPr>
            <w:r w:rsidRPr="00892D64">
              <w:rPr>
                <w:color w:val="000000"/>
              </w:rPr>
              <w:t>Interest income</w:t>
            </w:r>
          </w:p>
        </w:tc>
        <w:tc>
          <w:tcPr>
            <w:tcW w:w="555" w:type="pct"/>
          </w:tcPr>
          <w:p w14:paraId="3097B555" w14:textId="6A73C91F" w:rsidR="00047A4B" w:rsidRPr="00F73937" w:rsidRDefault="00047A4B" w:rsidP="00857E25">
            <w:pPr>
              <w:pStyle w:val="BodyText"/>
              <w:tabs>
                <w:tab w:val="decimal" w:pos="816"/>
              </w:tabs>
              <w:spacing w:after="0"/>
              <w:ind w:left="-108" w:right="-156"/>
              <w:jc w:val="both"/>
              <w:rPr>
                <w:highlight w:val="yellow"/>
              </w:rPr>
            </w:pPr>
            <w:r w:rsidRPr="00DB4940">
              <w:t>117</w:t>
            </w:r>
          </w:p>
        </w:tc>
        <w:tc>
          <w:tcPr>
            <w:tcW w:w="141" w:type="pct"/>
          </w:tcPr>
          <w:p w14:paraId="47143912" w14:textId="77777777" w:rsidR="00047A4B" w:rsidRPr="00F73937" w:rsidRDefault="00047A4B" w:rsidP="00047A4B">
            <w:pPr>
              <w:pStyle w:val="BodyText"/>
              <w:tabs>
                <w:tab w:val="decimal" w:pos="892"/>
              </w:tabs>
              <w:spacing w:after="0"/>
              <w:ind w:left="-108" w:right="-131"/>
              <w:jc w:val="both"/>
            </w:pPr>
          </w:p>
        </w:tc>
        <w:tc>
          <w:tcPr>
            <w:tcW w:w="557" w:type="pct"/>
          </w:tcPr>
          <w:p w14:paraId="6DDE5468" w14:textId="11CA1D27" w:rsidR="00047A4B" w:rsidRPr="008A5F04" w:rsidRDefault="00047A4B" w:rsidP="00857E25">
            <w:pPr>
              <w:pStyle w:val="BodyText"/>
              <w:tabs>
                <w:tab w:val="decimal" w:pos="660"/>
              </w:tabs>
              <w:spacing w:after="0"/>
              <w:ind w:right="-156"/>
              <w:jc w:val="both"/>
            </w:pPr>
            <w:r w:rsidRPr="008A5F04">
              <w:t>-</w:t>
            </w:r>
          </w:p>
        </w:tc>
        <w:tc>
          <w:tcPr>
            <w:tcW w:w="145" w:type="pct"/>
          </w:tcPr>
          <w:p w14:paraId="05591711" w14:textId="77777777" w:rsidR="00047A4B" w:rsidRPr="00F73937" w:rsidRDefault="00047A4B" w:rsidP="00047A4B">
            <w:pPr>
              <w:pStyle w:val="BodyText"/>
              <w:tabs>
                <w:tab w:val="decimal" w:pos="892"/>
              </w:tabs>
              <w:spacing w:after="0"/>
              <w:ind w:left="-108" w:right="-131"/>
              <w:jc w:val="both"/>
            </w:pPr>
          </w:p>
        </w:tc>
        <w:tc>
          <w:tcPr>
            <w:tcW w:w="579" w:type="pct"/>
          </w:tcPr>
          <w:p w14:paraId="45D68F43" w14:textId="11CD23A2" w:rsidR="00047A4B" w:rsidRPr="00857E25" w:rsidRDefault="00047A4B" w:rsidP="00857E25">
            <w:pPr>
              <w:pStyle w:val="BodyText"/>
              <w:tabs>
                <w:tab w:val="decimal" w:pos="876"/>
              </w:tabs>
              <w:spacing w:after="0"/>
              <w:ind w:left="-108" w:right="-95"/>
              <w:jc w:val="both"/>
            </w:pPr>
            <w:r w:rsidRPr="00DB4940">
              <w:t>117</w:t>
            </w:r>
          </w:p>
        </w:tc>
        <w:tc>
          <w:tcPr>
            <w:tcW w:w="135" w:type="pct"/>
            <w:gridSpan w:val="2"/>
          </w:tcPr>
          <w:p w14:paraId="5342DDFF" w14:textId="77777777" w:rsidR="00047A4B" w:rsidRPr="00F73937" w:rsidRDefault="00047A4B" w:rsidP="00047A4B">
            <w:pPr>
              <w:pStyle w:val="BodyText"/>
              <w:tabs>
                <w:tab w:val="decimal" w:pos="892"/>
              </w:tabs>
              <w:spacing w:after="0"/>
              <w:ind w:left="-108" w:right="-212"/>
              <w:jc w:val="both"/>
            </w:pPr>
          </w:p>
        </w:tc>
        <w:tc>
          <w:tcPr>
            <w:tcW w:w="635" w:type="pct"/>
          </w:tcPr>
          <w:p w14:paraId="474B659D" w14:textId="7F354D8E" w:rsidR="00047A4B" w:rsidRPr="008A5F04" w:rsidRDefault="00047A4B" w:rsidP="00857E25">
            <w:pPr>
              <w:pStyle w:val="BodyText"/>
              <w:tabs>
                <w:tab w:val="decimal" w:pos="666"/>
              </w:tabs>
              <w:spacing w:after="0"/>
              <w:ind w:left="-108" w:right="-131"/>
              <w:jc w:val="both"/>
            </w:pPr>
            <w:r w:rsidRPr="008A5F04">
              <w:t>-</w:t>
            </w:r>
          </w:p>
        </w:tc>
      </w:tr>
      <w:tr w:rsidR="00000B17" w:rsidRPr="00F73937" w14:paraId="4346455E" w14:textId="77777777" w:rsidTr="00857E25">
        <w:trPr>
          <w:trHeight w:val="255"/>
        </w:trPr>
        <w:tc>
          <w:tcPr>
            <w:tcW w:w="2253" w:type="pct"/>
            <w:vAlign w:val="bottom"/>
          </w:tcPr>
          <w:p w14:paraId="7B2B7583" w14:textId="0E33E6C3" w:rsidR="00000B17" w:rsidRPr="00892D64" w:rsidRDefault="00000B17" w:rsidP="00BB2909">
            <w:pPr>
              <w:spacing w:line="240" w:lineRule="atLeast"/>
              <w:ind w:right="-115"/>
              <w:rPr>
                <w:color w:val="000000"/>
              </w:rPr>
            </w:pPr>
          </w:p>
        </w:tc>
        <w:tc>
          <w:tcPr>
            <w:tcW w:w="555" w:type="pct"/>
          </w:tcPr>
          <w:p w14:paraId="4D481DEC" w14:textId="77777777" w:rsidR="00000B17" w:rsidRPr="00F73937" w:rsidRDefault="00000B17" w:rsidP="00857E25">
            <w:pPr>
              <w:pStyle w:val="BodyText"/>
              <w:tabs>
                <w:tab w:val="decimal" w:pos="816"/>
              </w:tabs>
              <w:spacing w:after="0"/>
              <w:ind w:left="-108" w:right="-156"/>
              <w:jc w:val="both"/>
              <w:rPr>
                <w:highlight w:val="yellow"/>
              </w:rPr>
            </w:pPr>
          </w:p>
        </w:tc>
        <w:tc>
          <w:tcPr>
            <w:tcW w:w="141" w:type="pct"/>
          </w:tcPr>
          <w:p w14:paraId="62B0BFF9" w14:textId="77777777" w:rsidR="00000B17" w:rsidRPr="00F73937" w:rsidRDefault="00000B17" w:rsidP="00047A4B">
            <w:pPr>
              <w:pStyle w:val="BodyText"/>
              <w:tabs>
                <w:tab w:val="decimal" w:pos="892"/>
              </w:tabs>
              <w:spacing w:after="0"/>
              <w:ind w:left="-108" w:right="-131"/>
              <w:jc w:val="both"/>
            </w:pPr>
          </w:p>
        </w:tc>
        <w:tc>
          <w:tcPr>
            <w:tcW w:w="557" w:type="pct"/>
          </w:tcPr>
          <w:p w14:paraId="31C19A1C" w14:textId="78288C85" w:rsidR="00000B17" w:rsidRPr="008A5F04" w:rsidRDefault="00000B17" w:rsidP="00857E25">
            <w:pPr>
              <w:pStyle w:val="BodyText"/>
              <w:tabs>
                <w:tab w:val="decimal" w:pos="660"/>
                <w:tab w:val="decimal" w:pos="850"/>
              </w:tabs>
              <w:spacing w:after="0"/>
              <w:ind w:left="-108" w:right="-131"/>
              <w:jc w:val="both"/>
            </w:pPr>
          </w:p>
        </w:tc>
        <w:tc>
          <w:tcPr>
            <w:tcW w:w="145" w:type="pct"/>
          </w:tcPr>
          <w:p w14:paraId="6B41F82A" w14:textId="77777777" w:rsidR="00000B17" w:rsidRPr="00F73937" w:rsidRDefault="00000B17" w:rsidP="00BB2909">
            <w:pPr>
              <w:pStyle w:val="BodyText"/>
              <w:tabs>
                <w:tab w:val="decimal" w:pos="892"/>
              </w:tabs>
              <w:spacing w:after="0"/>
              <w:ind w:left="-108" w:right="-131"/>
              <w:jc w:val="both"/>
            </w:pPr>
          </w:p>
        </w:tc>
        <w:tc>
          <w:tcPr>
            <w:tcW w:w="579" w:type="pct"/>
          </w:tcPr>
          <w:p w14:paraId="5CDA54D9" w14:textId="77777777" w:rsidR="00000B17" w:rsidRPr="00F73937" w:rsidRDefault="00000B17" w:rsidP="00BB2909">
            <w:pPr>
              <w:pStyle w:val="BodyText"/>
              <w:tabs>
                <w:tab w:val="decimal" w:pos="930"/>
              </w:tabs>
              <w:spacing w:after="0"/>
              <w:ind w:left="-108" w:right="-131"/>
              <w:jc w:val="both"/>
              <w:rPr>
                <w:highlight w:val="yellow"/>
              </w:rPr>
            </w:pPr>
          </w:p>
        </w:tc>
        <w:tc>
          <w:tcPr>
            <w:tcW w:w="135" w:type="pct"/>
            <w:gridSpan w:val="2"/>
          </w:tcPr>
          <w:p w14:paraId="3EF5F0C2" w14:textId="77777777" w:rsidR="00000B17" w:rsidRPr="00F73937" w:rsidRDefault="00000B17" w:rsidP="00D34AA0">
            <w:pPr>
              <w:pStyle w:val="BodyText"/>
              <w:tabs>
                <w:tab w:val="decimal" w:pos="892"/>
              </w:tabs>
              <w:spacing w:after="0"/>
              <w:ind w:left="-108" w:right="-212"/>
              <w:jc w:val="both"/>
            </w:pPr>
          </w:p>
        </w:tc>
        <w:tc>
          <w:tcPr>
            <w:tcW w:w="635" w:type="pct"/>
          </w:tcPr>
          <w:p w14:paraId="7C2219D7" w14:textId="46A3C7AC" w:rsidR="00000B17" w:rsidRPr="008A5F04" w:rsidRDefault="00000B17" w:rsidP="00D34AA0">
            <w:pPr>
              <w:pStyle w:val="BodyText"/>
              <w:tabs>
                <w:tab w:val="decimal" w:pos="892"/>
              </w:tabs>
              <w:spacing w:after="0"/>
              <w:ind w:left="-108" w:right="-212"/>
              <w:jc w:val="both"/>
            </w:pPr>
          </w:p>
        </w:tc>
      </w:tr>
      <w:tr w:rsidR="00000B17" w:rsidRPr="00F73937" w14:paraId="695837A7" w14:textId="77777777" w:rsidTr="00857E25">
        <w:trPr>
          <w:trHeight w:val="255"/>
        </w:trPr>
        <w:tc>
          <w:tcPr>
            <w:tcW w:w="2253" w:type="pct"/>
            <w:vAlign w:val="bottom"/>
          </w:tcPr>
          <w:p w14:paraId="79DFEF27" w14:textId="142FE6FB" w:rsidR="00000B17" w:rsidRPr="00892D64" w:rsidRDefault="00000B17" w:rsidP="00DB19CC">
            <w:pPr>
              <w:spacing w:line="240" w:lineRule="atLeast"/>
              <w:ind w:right="-115"/>
              <w:rPr>
                <w:b/>
                <w:bCs/>
                <w:color w:val="000000"/>
              </w:rPr>
            </w:pPr>
            <w:r w:rsidRPr="00892D64">
              <w:rPr>
                <w:b/>
                <w:bCs/>
                <w:color w:val="000000"/>
              </w:rPr>
              <w:t>Key management personnel</w:t>
            </w:r>
          </w:p>
        </w:tc>
        <w:tc>
          <w:tcPr>
            <w:tcW w:w="555" w:type="pct"/>
          </w:tcPr>
          <w:p w14:paraId="1EE69A5D" w14:textId="77777777" w:rsidR="00000B17" w:rsidRPr="00F73937" w:rsidRDefault="00000B17" w:rsidP="00857E25">
            <w:pPr>
              <w:pStyle w:val="BodyText"/>
              <w:tabs>
                <w:tab w:val="decimal" w:pos="816"/>
              </w:tabs>
              <w:spacing w:after="0"/>
              <w:ind w:left="-108" w:right="-156"/>
              <w:jc w:val="both"/>
              <w:rPr>
                <w:highlight w:val="yellow"/>
              </w:rPr>
            </w:pPr>
          </w:p>
        </w:tc>
        <w:tc>
          <w:tcPr>
            <w:tcW w:w="141" w:type="pct"/>
          </w:tcPr>
          <w:p w14:paraId="0FBCAA8B" w14:textId="77777777" w:rsidR="00000B17" w:rsidRPr="00F73937" w:rsidRDefault="00000B17" w:rsidP="00047A4B">
            <w:pPr>
              <w:pStyle w:val="BodyText"/>
              <w:tabs>
                <w:tab w:val="decimal" w:pos="892"/>
              </w:tabs>
              <w:spacing w:after="0"/>
              <w:ind w:left="-108" w:right="-131"/>
              <w:jc w:val="both"/>
            </w:pPr>
          </w:p>
        </w:tc>
        <w:tc>
          <w:tcPr>
            <w:tcW w:w="557" w:type="pct"/>
          </w:tcPr>
          <w:p w14:paraId="53E75848" w14:textId="77777777" w:rsidR="00000B17" w:rsidRPr="008A5F04" w:rsidRDefault="00000B17" w:rsidP="00047A4B">
            <w:pPr>
              <w:pStyle w:val="BodyText"/>
              <w:tabs>
                <w:tab w:val="decimal" w:pos="892"/>
              </w:tabs>
              <w:spacing w:after="0"/>
              <w:ind w:left="-108" w:right="-131"/>
              <w:jc w:val="both"/>
            </w:pPr>
          </w:p>
        </w:tc>
        <w:tc>
          <w:tcPr>
            <w:tcW w:w="145" w:type="pct"/>
          </w:tcPr>
          <w:p w14:paraId="6D32AE6D" w14:textId="77777777" w:rsidR="00000B17" w:rsidRPr="00F73937" w:rsidRDefault="00000B17" w:rsidP="00DB19CC">
            <w:pPr>
              <w:pStyle w:val="BodyText"/>
              <w:tabs>
                <w:tab w:val="decimal" w:pos="892"/>
              </w:tabs>
              <w:spacing w:after="0"/>
              <w:ind w:left="-108" w:right="-131"/>
              <w:jc w:val="both"/>
            </w:pPr>
          </w:p>
        </w:tc>
        <w:tc>
          <w:tcPr>
            <w:tcW w:w="579" w:type="pct"/>
          </w:tcPr>
          <w:p w14:paraId="4C5A777E" w14:textId="77777777" w:rsidR="00000B17" w:rsidRPr="00F73937" w:rsidRDefault="00000B17" w:rsidP="00DB19CC">
            <w:pPr>
              <w:pStyle w:val="BodyText"/>
              <w:tabs>
                <w:tab w:val="decimal" w:pos="930"/>
              </w:tabs>
              <w:spacing w:after="0"/>
              <w:ind w:left="-108" w:right="-131"/>
              <w:jc w:val="both"/>
              <w:rPr>
                <w:highlight w:val="yellow"/>
              </w:rPr>
            </w:pPr>
          </w:p>
        </w:tc>
        <w:tc>
          <w:tcPr>
            <w:tcW w:w="135" w:type="pct"/>
            <w:gridSpan w:val="2"/>
          </w:tcPr>
          <w:p w14:paraId="45A70C31" w14:textId="77777777" w:rsidR="00000B17" w:rsidRPr="00F73937" w:rsidRDefault="00000B17" w:rsidP="00D34AA0">
            <w:pPr>
              <w:pStyle w:val="BodyText"/>
              <w:tabs>
                <w:tab w:val="decimal" w:pos="892"/>
              </w:tabs>
              <w:spacing w:after="0"/>
              <w:ind w:left="-108" w:right="-212"/>
              <w:jc w:val="both"/>
            </w:pPr>
          </w:p>
        </w:tc>
        <w:tc>
          <w:tcPr>
            <w:tcW w:w="635" w:type="pct"/>
          </w:tcPr>
          <w:p w14:paraId="348B9176" w14:textId="77777777" w:rsidR="00000B17" w:rsidRPr="00F73937" w:rsidRDefault="00000B17" w:rsidP="00D34AA0">
            <w:pPr>
              <w:pStyle w:val="BodyText"/>
              <w:tabs>
                <w:tab w:val="decimal" w:pos="892"/>
              </w:tabs>
              <w:spacing w:after="0"/>
              <w:ind w:left="-108" w:right="-212"/>
              <w:jc w:val="both"/>
            </w:pPr>
          </w:p>
        </w:tc>
      </w:tr>
      <w:tr w:rsidR="00000B17" w:rsidRPr="00F73937" w14:paraId="6581A32B" w14:textId="77777777" w:rsidTr="00857E25">
        <w:trPr>
          <w:trHeight w:val="255"/>
        </w:trPr>
        <w:tc>
          <w:tcPr>
            <w:tcW w:w="2253" w:type="pct"/>
            <w:vAlign w:val="bottom"/>
          </w:tcPr>
          <w:p w14:paraId="5727AA3E" w14:textId="46299A62" w:rsidR="00000B17" w:rsidRPr="00892D64" w:rsidRDefault="00000B17" w:rsidP="00DB19CC">
            <w:pPr>
              <w:spacing w:line="240" w:lineRule="atLeast"/>
              <w:ind w:right="-115"/>
              <w:rPr>
                <w:b/>
                <w:bCs/>
                <w:color w:val="000000"/>
              </w:rPr>
            </w:pPr>
            <w:r w:rsidRPr="00892D64">
              <w:rPr>
                <w:color w:val="000000"/>
              </w:rPr>
              <w:t>Key management personnel compensation</w:t>
            </w:r>
          </w:p>
        </w:tc>
        <w:tc>
          <w:tcPr>
            <w:tcW w:w="555" w:type="pct"/>
          </w:tcPr>
          <w:p w14:paraId="27BB01B7" w14:textId="77777777" w:rsidR="00000B17" w:rsidRPr="00F73937" w:rsidRDefault="00000B17" w:rsidP="00857E25">
            <w:pPr>
              <w:pStyle w:val="BodyText"/>
              <w:tabs>
                <w:tab w:val="decimal" w:pos="816"/>
              </w:tabs>
              <w:spacing w:after="0"/>
              <w:ind w:left="-108" w:right="-156"/>
              <w:jc w:val="both"/>
              <w:rPr>
                <w:highlight w:val="yellow"/>
              </w:rPr>
            </w:pPr>
          </w:p>
        </w:tc>
        <w:tc>
          <w:tcPr>
            <w:tcW w:w="141" w:type="pct"/>
          </w:tcPr>
          <w:p w14:paraId="4C3D8041" w14:textId="77777777" w:rsidR="00000B17" w:rsidRPr="00F73937" w:rsidRDefault="00000B17" w:rsidP="00047A4B">
            <w:pPr>
              <w:pStyle w:val="BodyText"/>
              <w:tabs>
                <w:tab w:val="decimal" w:pos="892"/>
              </w:tabs>
              <w:spacing w:after="0"/>
              <w:ind w:left="-108" w:right="-131"/>
              <w:jc w:val="both"/>
            </w:pPr>
          </w:p>
        </w:tc>
        <w:tc>
          <w:tcPr>
            <w:tcW w:w="557" w:type="pct"/>
          </w:tcPr>
          <w:p w14:paraId="6E6E0EFC" w14:textId="77777777" w:rsidR="00000B17" w:rsidRPr="00F73937" w:rsidRDefault="00000B17" w:rsidP="00047A4B">
            <w:pPr>
              <w:pStyle w:val="BodyText"/>
              <w:tabs>
                <w:tab w:val="decimal" w:pos="892"/>
              </w:tabs>
              <w:spacing w:after="0"/>
              <w:ind w:left="-108" w:right="-131"/>
              <w:jc w:val="both"/>
            </w:pPr>
          </w:p>
        </w:tc>
        <w:tc>
          <w:tcPr>
            <w:tcW w:w="145" w:type="pct"/>
          </w:tcPr>
          <w:p w14:paraId="0F41BD6E" w14:textId="77777777" w:rsidR="00000B17" w:rsidRPr="00F73937" w:rsidRDefault="00000B17" w:rsidP="00DB19CC">
            <w:pPr>
              <w:pStyle w:val="BodyText"/>
              <w:tabs>
                <w:tab w:val="decimal" w:pos="892"/>
              </w:tabs>
              <w:spacing w:after="0"/>
              <w:ind w:left="-108" w:right="-131"/>
              <w:jc w:val="both"/>
            </w:pPr>
          </w:p>
        </w:tc>
        <w:tc>
          <w:tcPr>
            <w:tcW w:w="579" w:type="pct"/>
          </w:tcPr>
          <w:p w14:paraId="680CDD61" w14:textId="77777777" w:rsidR="00000B17" w:rsidRPr="00F73937" w:rsidRDefault="00000B17" w:rsidP="00DB19CC">
            <w:pPr>
              <w:pStyle w:val="BodyText"/>
              <w:tabs>
                <w:tab w:val="decimal" w:pos="930"/>
              </w:tabs>
              <w:spacing w:after="0"/>
              <w:ind w:left="-108" w:right="-131"/>
              <w:jc w:val="both"/>
              <w:rPr>
                <w:highlight w:val="yellow"/>
              </w:rPr>
            </w:pPr>
          </w:p>
        </w:tc>
        <w:tc>
          <w:tcPr>
            <w:tcW w:w="135" w:type="pct"/>
            <w:gridSpan w:val="2"/>
          </w:tcPr>
          <w:p w14:paraId="5095C9D3" w14:textId="77777777" w:rsidR="00000B17" w:rsidRPr="00F73937" w:rsidRDefault="00000B17" w:rsidP="00D34AA0">
            <w:pPr>
              <w:pStyle w:val="BodyText"/>
              <w:tabs>
                <w:tab w:val="decimal" w:pos="892"/>
              </w:tabs>
              <w:spacing w:after="0"/>
              <w:ind w:left="-108" w:right="-212"/>
              <w:jc w:val="both"/>
            </w:pPr>
          </w:p>
        </w:tc>
        <w:tc>
          <w:tcPr>
            <w:tcW w:w="635" w:type="pct"/>
          </w:tcPr>
          <w:p w14:paraId="1D6C7999" w14:textId="77777777" w:rsidR="00000B17" w:rsidRPr="00F73937" w:rsidRDefault="00000B17" w:rsidP="00D34AA0">
            <w:pPr>
              <w:pStyle w:val="BodyText"/>
              <w:tabs>
                <w:tab w:val="decimal" w:pos="892"/>
              </w:tabs>
              <w:spacing w:after="0"/>
              <w:ind w:left="-108" w:right="-212"/>
              <w:jc w:val="both"/>
            </w:pPr>
          </w:p>
        </w:tc>
      </w:tr>
      <w:tr w:rsidR="00393A78" w:rsidRPr="00F73937" w14:paraId="07A62912" w14:textId="77777777" w:rsidTr="00857E25">
        <w:trPr>
          <w:trHeight w:val="255"/>
        </w:trPr>
        <w:tc>
          <w:tcPr>
            <w:tcW w:w="2253" w:type="pct"/>
            <w:vAlign w:val="bottom"/>
          </w:tcPr>
          <w:p w14:paraId="395D987D" w14:textId="3E91070F" w:rsidR="00393A78" w:rsidRPr="00892D64" w:rsidRDefault="00393A78" w:rsidP="00393A78">
            <w:pPr>
              <w:spacing w:line="240" w:lineRule="atLeast"/>
              <w:ind w:right="-115"/>
              <w:rPr>
                <w:color w:val="000000"/>
              </w:rPr>
            </w:pPr>
            <w:r w:rsidRPr="00892D64">
              <w:rPr>
                <w:color w:val="000000"/>
              </w:rPr>
              <w:t xml:space="preserve">   Short-term benefits</w:t>
            </w:r>
          </w:p>
        </w:tc>
        <w:tc>
          <w:tcPr>
            <w:tcW w:w="555" w:type="pct"/>
          </w:tcPr>
          <w:p w14:paraId="56AFD484" w14:textId="5476F441" w:rsidR="00393A78" w:rsidRPr="00F73937" w:rsidRDefault="00393A78" w:rsidP="00857E25">
            <w:pPr>
              <w:pStyle w:val="BodyText"/>
              <w:tabs>
                <w:tab w:val="decimal" w:pos="816"/>
              </w:tabs>
              <w:spacing w:after="0"/>
              <w:ind w:left="-108" w:right="-156"/>
              <w:rPr>
                <w:highlight w:val="yellow"/>
              </w:rPr>
            </w:pPr>
            <w:r w:rsidRPr="00EE6F81">
              <w:t>26,849</w:t>
            </w:r>
          </w:p>
        </w:tc>
        <w:tc>
          <w:tcPr>
            <w:tcW w:w="141" w:type="pct"/>
          </w:tcPr>
          <w:p w14:paraId="3278B561" w14:textId="77777777" w:rsidR="00393A78" w:rsidRPr="00F73937" w:rsidRDefault="00393A78" w:rsidP="00393A78">
            <w:pPr>
              <w:pStyle w:val="BodyText"/>
              <w:tabs>
                <w:tab w:val="decimal" w:pos="892"/>
              </w:tabs>
              <w:spacing w:after="0"/>
              <w:ind w:left="-108" w:right="-131"/>
              <w:jc w:val="both"/>
            </w:pPr>
          </w:p>
        </w:tc>
        <w:tc>
          <w:tcPr>
            <w:tcW w:w="557" w:type="pct"/>
          </w:tcPr>
          <w:p w14:paraId="5BD31384" w14:textId="7D2C9877" w:rsidR="00393A78" w:rsidRPr="00F73937" w:rsidRDefault="00393A78" w:rsidP="00393A78">
            <w:pPr>
              <w:pStyle w:val="BodyText"/>
              <w:tabs>
                <w:tab w:val="decimal" w:pos="837"/>
              </w:tabs>
              <w:spacing w:after="0"/>
              <w:ind w:left="-108" w:right="-131"/>
              <w:jc w:val="both"/>
            </w:pPr>
            <w:r w:rsidRPr="00EE6F81">
              <w:t>16,402</w:t>
            </w:r>
          </w:p>
        </w:tc>
        <w:tc>
          <w:tcPr>
            <w:tcW w:w="145" w:type="pct"/>
          </w:tcPr>
          <w:p w14:paraId="4BA0A185" w14:textId="77777777" w:rsidR="00393A78" w:rsidRPr="00F73937" w:rsidRDefault="00393A78" w:rsidP="00393A78">
            <w:pPr>
              <w:pStyle w:val="BodyText"/>
              <w:tabs>
                <w:tab w:val="decimal" w:pos="892"/>
              </w:tabs>
              <w:spacing w:after="0"/>
              <w:ind w:left="-108" w:right="-131"/>
              <w:jc w:val="both"/>
            </w:pPr>
          </w:p>
        </w:tc>
        <w:tc>
          <w:tcPr>
            <w:tcW w:w="579" w:type="pct"/>
          </w:tcPr>
          <w:p w14:paraId="6C613ABD" w14:textId="32E1F65B" w:rsidR="00393A78" w:rsidRPr="00F73937" w:rsidRDefault="00393A78" w:rsidP="00857E25">
            <w:pPr>
              <w:pStyle w:val="BodyText"/>
              <w:tabs>
                <w:tab w:val="decimal" w:pos="864"/>
              </w:tabs>
              <w:spacing w:after="0"/>
              <w:ind w:left="-108" w:right="-131"/>
              <w:jc w:val="both"/>
              <w:rPr>
                <w:highlight w:val="yellow"/>
              </w:rPr>
            </w:pPr>
            <w:r w:rsidRPr="00EE6F81">
              <w:t>21,221</w:t>
            </w:r>
          </w:p>
        </w:tc>
        <w:tc>
          <w:tcPr>
            <w:tcW w:w="135" w:type="pct"/>
            <w:gridSpan w:val="2"/>
          </w:tcPr>
          <w:p w14:paraId="6917532D" w14:textId="77777777" w:rsidR="00393A78" w:rsidRPr="00F73937" w:rsidRDefault="00393A78" w:rsidP="00393A78">
            <w:pPr>
              <w:pStyle w:val="BodyText"/>
              <w:tabs>
                <w:tab w:val="decimal" w:pos="890"/>
              </w:tabs>
              <w:spacing w:after="0"/>
              <w:ind w:left="-108" w:right="-120"/>
              <w:jc w:val="both"/>
              <w:rPr>
                <w:i/>
                <w:iCs/>
              </w:rPr>
            </w:pPr>
          </w:p>
        </w:tc>
        <w:tc>
          <w:tcPr>
            <w:tcW w:w="635" w:type="pct"/>
          </w:tcPr>
          <w:p w14:paraId="3EDEE28E" w14:textId="31588593" w:rsidR="00393A78" w:rsidRPr="00F73937" w:rsidRDefault="00393A78" w:rsidP="00857E25">
            <w:pPr>
              <w:pStyle w:val="BodyText"/>
              <w:tabs>
                <w:tab w:val="decimal" w:pos="984"/>
              </w:tabs>
              <w:spacing w:after="0"/>
              <w:ind w:left="-108" w:right="-131"/>
              <w:jc w:val="both"/>
            </w:pPr>
            <w:r w:rsidRPr="00EE6F81">
              <w:t>14,144</w:t>
            </w:r>
          </w:p>
        </w:tc>
      </w:tr>
      <w:tr w:rsidR="00000B17" w:rsidRPr="00F73937" w14:paraId="790CA354" w14:textId="77777777" w:rsidTr="00857E25">
        <w:trPr>
          <w:trHeight w:val="255"/>
        </w:trPr>
        <w:tc>
          <w:tcPr>
            <w:tcW w:w="2253" w:type="pct"/>
            <w:vAlign w:val="bottom"/>
          </w:tcPr>
          <w:p w14:paraId="0C8255F5" w14:textId="668ABB59" w:rsidR="00000B17" w:rsidRPr="00892D64" w:rsidRDefault="00000B17" w:rsidP="00D311C6">
            <w:pPr>
              <w:spacing w:line="240" w:lineRule="atLeast"/>
              <w:ind w:right="-115"/>
              <w:rPr>
                <w:color w:val="000000"/>
              </w:rPr>
            </w:pPr>
            <w:r w:rsidRPr="00892D64">
              <w:rPr>
                <w:color w:val="000000"/>
              </w:rPr>
              <w:t xml:space="preserve">   Post-employment benefits</w:t>
            </w:r>
          </w:p>
        </w:tc>
        <w:tc>
          <w:tcPr>
            <w:tcW w:w="555" w:type="pct"/>
          </w:tcPr>
          <w:p w14:paraId="7F28573D" w14:textId="3D5441D4" w:rsidR="00000B17" w:rsidRPr="00F73937" w:rsidRDefault="00472554" w:rsidP="00857E25">
            <w:pPr>
              <w:pStyle w:val="BodyText"/>
              <w:tabs>
                <w:tab w:val="decimal" w:pos="816"/>
              </w:tabs>
              <w:spacing w:after="0"/>
              <w:ind w:left="-108" w:right="-156"/>
              <w:rPr>
                <w:color w:val="000000" w:themeColor="text1"/>
              </w:rPr>
            </w:pPr>
            <w:r w:rsidRPr="00472554">
              <w:rPr>
                <w:color w:val="000000" w:themeColor="text1"/>
              </w:rPr>
              <w:t>631</w:t>
            </w:r>
          </w:p>
        </w:tc>
        <w:tc>
          <w:tcPr>
            <w:tcW w:w="141" w:type="pct"/>
          </w:tcPr>
          <w:p w14:paraId="49A7CB0D" w14:textId="77777777" w:rsidR="00000B17" w:rsidRPr="00F73937" w:rsidRDefault="00000B17" w:rsidP="00D311C6">
            <w:pPr>
              <w:pStyle w:val="BodyText"/>
              <w:tabs>
                <w:tab w:val="decimal" w:pos="892"/>
              </w:tabs>
              <w:spacing w:after="0"/>
              <w:ind w:left="-108" w:right="-131"/>
              <w:jc w:val="both"/>
              <w:rPr>
                <w:color w:val="000000" w:themeColor="text1"/>
              </w:rPr>
            </w:pPr>
          </w:p>
        </w:tc>
        <w:tc>
          <w:tcPr>
            <w:tcW w:w="557" w:type="pct"/>
          </w:tcPr>
          <w:p w14:paraId="4525905B" w14:textId="4D506E86" w:rsidR="00000B17" w:rsidRPr="00235B16" w:rsidRDefault="00000B17" w:rsidP="00235B16">
            <w:pPr>
              <w:pStyle w:val="BodyText"/>
              <w:tabs>
                <w:tab w:val="decimal" w:pos="837"/>
              </w:tabs>
              <w:spacing w:after="0"/>
              <w:ind w:left="-108" w:right="-131"/>
              <w:jc w:val="both"/>
            </w:pPr>
            <w:r w:rsidRPr="00F73937">
              <w:t>506</w:t>
            </w:r>
          </w:p>
        </w:tc>
        <w:tc>
          <w:tcPr>
            <w:tcW w:w="145" w:type="pct"/>
          </w:tcPr>
          <w:p w14:paraId="4D1FDCB5" w14:textId="77777777" w:rsidR="00000B17" w:rsidRPr="00F73937" w:rsidRDefault="00000B17" w:rsidP="00D311C6">
            <w:pPr>
              <w:pStyle w:val="BodyText"/>
              <w:tabs>
                <w:tab w:val="decimal" w:pos="892"/>
              </w:tabs>
              <w:spacing w:after="0"/>
              <w:ind w:left="-108" w:right="-131"/>
              <w:jc w:val="both"/>
              <w:rPr>
                <w:color w:val="000000" w:themeColor="text1"/>
              </w:rPr>
            </w:pPr>
          </w:p>
        </w:tc>
        <w:tc>
          <w:tcPr>
            <w:tcW w:w="579" w:type="pct"/>
          </w:tcPr>
          <w:p w14:paraId="5A62E9F0" w14:textId="49CD9A3B" w:rsidR="00000B17" w:rsidRPr="00F73937" w:rsidRDefault="009419F0" w:rsidP="00857E25">
            <w:pPr>
              <w:pStyle w:val="BodyText"/>
              <w:tabs>
                <w:tab w:val="decimal" w:pos="864"/>
              </w:tabs>
              <w:spacing w:after="0"/>
              <w:ind w:left="-108" w:right="-131"/>
              <w:jc w:val="both"/>
              <w:rPr>
                <w:rFonts w:cs="Angsana New"/>
                <w:color w:val="000000" w:themeColor="text1"/>
                <w:lang w:val="en-US"/>
              </w:rPr>
            </w:pPr>
            <w:r w:rsidRPr="009419F0">
              <w:rPr>
                <w:rFonts w:cs="Angsana New"/>
                <w:color w:val="000000" w:themeColor="text1"/>
                <w:lang w:val="en-US"/>
              </w:rPr>
              <w:t>570</w:t>
            </w:r>
          </w:p>
        </w:tc>
        <w:tc>
          <w:tcPr>
            <w:tcW w:w="135" w:type="pct"/>
            <w:gridSpan w:val="2"/>
          </w:tcPr>
          <w:p w14:paraId="1FB58264" w14:textId="77777777" w:rsidR="00000B17" w:rsidRPr="00F73937" w:rsidRDefault="00000B17" w:rsidP="00D311C6">
            <w:pPr>
              <w:pStyle w:val="BodyText"/>
              <w:tabs>
                <w:tab w:val="decimal" w:pos="890"/>
              </w:tabs>
              <w:spacing w:after="0"/>
              <w:ind w:left="-108" w:right="-120"/>
              <w:jc w:val="both"/>
              <w:rPr>
                <w:color w:val="000000" w:themeColor="text1"/>
              </w:rPr>
            </w:pPr>
          </w:p>
        </w:tc>
        <w:tc>
          <w:tcPr>
            <w:tcW w:w="635" w:type="pct"/>
          </w:tcPr>
          <w:p w14:paraId="115806E1" w14:textId="008E1694" w:rsidR="00000B17" w:rsidRPr="00F73937" w:rsidRDefault="00000B17" w:rsidP="00857E25">
            <w:pPr>
              <w:pStyle w:val="BodyText"/>
              <w:tabs>
                <w:tab w:val="decimal" w:pos="984"/>
              </w:tabs>
              <w:spacing w:after="0"/>
              <w:ind w:left="-108" w:right="-131"/>
              <w:jc w:val="both"/>
              <w:rPr>
                <w:color w:val="000000" w:themeColor="text1"/>
              </w:rPr>
            </w:pPr>
            <w:r w:rsidRPr="00F73937">
              <w:t>402</w:t>
            </w:r>
          </w:p>
        </w:tc>
      </w:tr>
      <w:tr w:rsidR="00000B17" w:rsidRPr="00F73937" w14:paraId="30E80DCA" w14:textId="77777777" w:rsidTr="00857E25">
        <w:trPr>
          <w:trHeight w:val="255"/>
        </w:trPr>
        <w:tc>
          <w:tcPr>
            <w:tcW w:w="2253" w:type="pct"/>
            <w:vAlign w:val="bottom"/>
          </w:tcPr>
          <w:p w14:paraId="74E2B331" w14:textId="64BE5624" w:rsidR="00000B17" w:rsidRPr="00892D64" w:rsidRDefault="00000B17" w:rsidP="00D311C6">
            <w:pPr>
              <w:spacing w:line="240" w:lineRule="atLeast"/>
              <w:ind w:right="-115"/>
              <w:rPr>
                <w:color w:val="000000"/>
              </w:rPr>
            </w:pPr>
            <w:r w:rsidRPr="00892D64">
              <w:rPr>
                <w:color w:val="000000"/>
              </w:rPr>
              <w:t xml:space="preserve">   Total key management personnel</w:t>
            </w:r>
          </w:p>
        </w:tc>
        <w:tc>
          <w:tcPr>
            <w:tcW w:w="555" w:type="pct"/>
            <w:tcBorders>
              <w:top w:val="single" w:sz="4" w:space="0" w:color="auto"/>
            </w:tcBorders>
          </w:tcPr>
          <w:p w14:paraId="38014B5F" w14:textId="03C9465F" w:rsidR="00000B17" w:rsidRPr="00F73937" w:rsidRDefault="00000B17" w:rsidP="00857E25">
            <w:pPr>
              <w:pStyle w:val="BodyText"/>
              <w:tabs>
                <w:tab w:val="decimal" w:pos="816"/>
              </w:tabs>
              <w:spacing w:after="0"/>
              <w:ind w:left="-108" w:right="-156"/>
              <w:rPr>
                <w:color w:val="000000" w:themeColor="text1"/>
              </w:rPr>
            </w:pPr>
          </w:p>
        </w:tc>
        <w:tc>
          <w:tcPr>
            <w:tcW w:w="141" w:type="pct"/>
          </w:tcPr>
          <w:p w14:paraId="24B55CFF" w14:textId="77777777" w:rsidR="00000B17" w:rsidRPr="00F73937" w:rsidRDefault="00000B17" w:rsidP="00D311C6">
            <w:pPr>
              <w:pStyle w:val="BodyText"/>
              <w:tabs>
                <w:tab w:val="decimal" w:pos="892"/>
              </w:tabs>
              <w:spacing w:after="0"/>
              <w:ind w:left="-108" w:right="-131"/>
              <w:jc w:val="both"/>
              <w:rPr>
                <w:color w:val="000000" w:themeColor="text1"/>
              </w:rPr>
            </w:pPr>
          </w:p>
        </w:tc>
        <w:tc>
          <w:tcPr>
            <w:tcW w:w="557" w:type="pct"/>
            <w:tcBorders>
              <w:top w:val="single" w:sz="4" w:space="0" w:color="auto"/>
            </w:tcBorders>
          </w:tcPr>
          <w:p w14:paraId="5CBD622D" w14:textId="74FB9A5C" w:rsidR="00000B17" w:rsidRPr="00235B16" w:rsidRDefault="00000B17" w:rsidP="00235B16">
            <w:pPr>
              <w:pStyle w:val="BodyText"/>
              <w:tabs>
                <w:tab w:val="decimal" w:pos="837"/>
              </w:tabs>
              <w:spacing w:after="0"/>
              <w:ind w:left="-108" w:right="-131"/>
              <w:jc w:val="both"/>
            </w:pPr>
          </w:p>
        </w:tc>
        <w:tc>
          <w:tcPr>
            <w:tcW w:w="145" w:type="pct"/>
          </w:tcPr>
          <w:p w14:paraId="686C3362" w14:textId="77777777" w:rsidR="00000B17" w:rsidRPr="00F73937" w:rsidRDefault="00000B17" w:rsidP="00D311C6">
            <w:pPr>
              <w:pStyle w:val="BodyText"/>
              <w:tabs>
                <w:tab w:val="decimal" w:pos="892"/>
              </w:tabs>
              <w:spacing w:after="0"/>
              <w:ind w:left="-108" w:right="-131"/>
              <w:jc w:val="both"/>
              <w:rPr>
                <w:color w:val="000000" w:themeColor="text1"/>
              </w:rPr>
            </w:pPr>
          </w:p>
        </w:tc>
        <w:tc>
          <w:tcPr>
            <w:tcW w:w="579" w:type="pct"/>
            <w:tcBorders>
              <w:top w:val="single" w:sz="4" w:space="0" w:color="auto"/>
            </w:tcBorders>
          </w:tcPr>
          <w:p w14:paraId="19FC2B0B" w14:textId="3C7C837E" w:rsidR="00000B17" w:rsidRPr="00F73937" w:rsidRDefault="00000B17" w:rsidP="00857E25">
            <w:pPr>
              <w:pStyle w:val="BodyText"/>
              <w:tabs>
                <w:tab w:val="decimal" w:pos="864"/>
              </w:tabs>
              <w:spacing w:after="0"/>
              <w:ind w:left="-108" w:right="-131"/>
              <w:jc w:val="both"/>
              <w:rPr>
                <w:color w:val="000000" w:themeColor="text1"/>
              </w:rPr>
            </w:pPr>
          </w:p>
        </w:tc>
        <w:tc>
          <w:tcPr>
            <w:tcW w:w="135" w:type="pct"/>
            <w:gridSpan w:val="2"/>
          </w:tcPr>
          <w:p w14:paraId="7A0C02CF" w14:textId="77777777" w:rsidR="00000B17" w:rsidRPr="00F73937" w:rsidRDefault="00000B17" w:rsidP="00D311C6">
            <w:pPr>
              <w:pStyle w:val="BodyText"/>
              <w:tabs>
                <w:tab w:val="decimal" w:pos="890"/>
              </w:tabs>
              <w:spacing w:after="0"/>
              <w:ind w:left="-108" w:right="-120"/>
              <w:jc w:val="both"/>
              <w:rPr>
                <w:color w:val="000000" w:themeColor="text1"/>
              </w:rPr>
            </w:pPr>
          </w:p>
        </w:tc>
        <w:tc>
          <w:tcPr>
            <w:tcW w:w="635" w:type="pct"/>
            <w:tcBorders>
              <w:top w:val="single" w:sz="4" w:space="0" w:color="auto"/>
            </w:tcBorders>
          </w:tcPr>
          <w:p w14:paraId="39D4B9C8" w14:textId="735DC237" w:rsidR="00000B17" w:rsidRPr="00F73937" w:rsidRDefault="00000B17" w:rsidP="00857E25">
            <w:pPr>
              <w:pStyle w:val="BodyText"/>
              <w:tabs>
                <w:tab w:val="decimal" w:pos="984"/>
              </w:tabs>
              <w:spacing w:after="0"/>
              <w:ind w:left="-108" w:right="-131"/>
              <w:jc w:val="both"/>
              <w:rPr>
                <w:color w:val="000000" w:themeColor="text1"/>
              </w:rPr>
            </w:pPr>
          </w:p>
        </w:tc>
      </w:tr>
      <w:tr w:rsidR="00000B17" w:rsidRPr="00F73937" w14:paraId="50B17D9F" w14:textId="77777777" w:rsidTr="00857E25">
        <w:trPr>
          <w:trHeight w:val="255"/>
        </w:trPr>
        <w:tc>
          <w:tcPr>
            <w:tcW w:w="2253" w:type="pct"/>
            <w:vAlign w:val="bottom"/>
          </w:tcPr>
          <w:p w14:paraId="5165D9F2" w14:textId="228943D3" w:rsidR="00000B17" w:rsidRPr="00892D64" w:rsidRDefault="00000B17" w:rsidP="00061AF3">
            <w:pPr>
              <w:spacing w:line="240" w:lineRule="atLeast"/>
              <w:ind w:right="-115"/>
              <w:rPr>
                <w:color w:val="000000"/>
              </w:rPr>
            </w:pPr>
            <w:r w:rsidRPr="00892D64">
              <w:rPr>
                <w:color w:val="000000"/>
              </w:rPr>
              <w:t xml:space="preserve">      compensation</w:t>
            </w:r>
          </w:p>
        </w:tc>
        <w:tc>
          <w:tcPr>
            <w:tcW w:w="555" w:type="pct"/>
            <w:tcBorders>
              <w:left w:val="nil"/>
              <w:bottom w:val="double" w:sz="4" w:space="0" w:color="auto"/>
              <w:right w:val="nil"/>
            </w:tcBorders>
          </w:tcPr>
          <w:p w14:paraId="4B66F167" w14:textId="000DA14C" w:rsidR="00000B17" w:rsidRPr="00F73937" w:rsidRDefault="006352D1" w:rsidP="00857E25">
            <w:pPr>
              <w:pStyle w:val="BodyText"/>
              <w:tabs>
                <w:tab w:val="decimal" w:pos="816"/>
              </w:tabs>
              <w:spacing w:after="0"/>
              <w:ind w:left="-108" w:right="-156"/>
              <w:rPr>
                <w:color w:val="000000" w:themeColor="text1"/>
              </w:rPr>
            </w:pPr>
            <w:r w:rsidRPr="006352D1">
              <w:rPr>
                <w:color w:val="000000" w:themeColor="text1"/>
              </w:rPr>
              <w:t>27,480</w:t>
            </w:r>
          </w:p>
        </w:tc>
        <w:tc>
          <w:tcPr>
            <w:tcW w:w="141" w:type="pct"/>
          </w:tcPr>
          <w:p w14:paraId="4747EA1D" w14:textId="77777777" w:rsidR="00000B17" w:rsidRPr="00F73937" w:rsidRDefault="00000B17" w:rsidP="00061AF3">
            <w:pPr>
              <w:pStyle w:val="BodyText"/>
              <w:tabs>
                <w:tab w:val="decimal" w:pos="892"/>
              </w:tabs>
              <w:spacing w:after="0"/>
              <w:ind w:left="-108" w:right="-131"/>
              <w:jc w:val="both"/>
              <w:rPr>
                <w:color w:val="000000" w:themeColor="text1"/>
              </w:rPr>
            </w:pPr>
          </w:p>
        </w:tc>
        <w:tc>
          <w:tcPr>
            <w:tcW w:w="557" w:type="pct"/>
            <w:tcBorders>
              <w:left w:val="nil"/>
              <w:bottom w:val="double" w:sz="4" w:space="0" w:color="auto"/>
              <w:right w:val="nil"/>
            </w:tcBorders>
          </w:tcPr>
          <w:p w14:paraId="2CED3161" w14:textId="06FBC169" w:rsidR="00000B17" w:rsidRPr="00235B16" w:rsidRDefault="00000B17" w:rsidP="00235B16">
            <w:pPr>
              <w:pStyle w:val="BodyText"/>
              <w:tabs>
                <w:tab w:val="decimal" w:pos="837"/>
              </w:tabs>
              <w:spacing w:after="0"/>
              <w:ind w:left="-108" w:right="-131"/>
              <w:jc w:val="both"/>
            </w:pPr>
            <w:r w:rsidRPr="00235B16">
              <w:t>16,908</w:t>
            </w:r>
          </w:p>
        </w:tc>
        <w:tc>
          <w:tcPr>
            <w:tcW w:w="145" w:type="pct"/>
          </w:tcPr>
          <w:p w14:paraId="228C1DB9" w14:textId="77777777" w:rsidR="00000B17" w:rsidRPr="00F73937" w:rsidRDefault="00000B17" w:rsidP="00061AF3">
            <w:pPr>
              <w:pStyle w:val="BodyText"/>
              <w:tabs>
                <w:tab w:val="decimal" w:pos="892"/>
              </w:tabs>
              <w:spacing w:after="0"/>
              <w:ind w:left="-108" w:right="-131"/>
              <w:jc w:val="both"/>
              <w:rPr>
                <w:color w:val="000000" w:themeColor="text1"/>
              </w:rPr>
            </w:pPr>
          </w:p>
        </w:tc>
        <w:tc>
          <w:tcPr>
            <w:tcW w:w="579" w:type="pct"/>
            <w:tcBorders>
              <w:left w:val="nil"/>
              <w:bottom w:val="double" w:sz="4" w:space="0" w:color="auto"/>
              <w:right w:val="nil"/>
            </w:tcBorders>
          </w:tcPr>
          <w:p w14:paraId="745D009F" w14:textId="3DD47E60" w:rsidR="00000B17" w:rsidRPr="00F73937" w:rsidRDefault="00BA511C" w:rsidP="00857E25">
            <w:pPr>
              <w:pStyle w:val="BodyText"/>
              <w:tabs>
                <w:tab w:val="decimal" w:pos="864"/>
              </w:tabs>
              <w:spacing w:after="0"/>
              <w:ind w:left="-108" w:right="-131"/>
              <w:jc w:val="both"/>
              <w:rPr>
                <w:color w:val="000000" w:themeColor="text1"/>
              </w:rPr>
            </w:pPr>
            <w:r w:rsidRPr="00BA511C">
              <w:rPr>
                <w:color w:val="000000" w:themeColor="text1"/>
              </w:rPr>
              <w:t>21,791</w:t>
            </w:r>
          </w:p>
        </w:tc>
        <w:tc>
          <w:tcPr>
            <w:tcW w:w="135" w:type="pct"/>
            <w:gridSpan w:val="2"/>
          </w:tcPr>
          <w:p w14:paraId="2EEDB95E" w14:textId="77777777" w:rsidR="00000B17" w:rsidRPr="00F73937" w:rsidRDefault="00000B17" w:rsidP="00061AF3">
            <w:pPr>
              <w:pStyle w:val="BodyText"/>
              <w:tabs>
                <w:tab w:val="decimal" w:pos="890"/>
              </w:tabs>
              <w:spacing w:after="0"/>
              <w:ind w:left="-108" w:right="-120"/>
              <w:jc w:val="both"/>
              <w:rPr>
                <w:i/>
                <w:iCs/>
                <w:color w:val="000000" w:themeColor="text1"/>
              </w:rPr>
            </w:pPr>
          </w:p>
        </w:tc>
        <w:tc>
          <w:tcPr>
            <w:tcW w:w="635" w:type="pct"/>
            <w:tcBorders>
              <w:left w:val="nil"/>
              <w:bottom w:val="double" w:sz="4" w:space="0" w:color="auto"/>
              <w:right w:val="nil"/>
            </w:tcBorders>
          </w:tcPr>
          <w:p w14:paraId="70ED0A4F" w14:textId="03377EC3" w:rsidR="00000B17" w:rsidRPr="00F73937" w:rsidRDefault="00000B17" w:rsidP="00857E25">
            <w:pPr>
              <w:pStyle w:val="BodyText"/>
              <w:tabs>
                <w:tab w:val="decimal" w:pos="984"/>
              </w:tabs>
              <w:spacing w:after="0"/>
              <w:ind w:left="-108" w:right="-131"/>
              <w:jc w:val="both"/>
              <w:rPr>
                <w:color w:val="000000" w:themeColor="text1"/>
              </w:rPr>
            </w:pPr>
            <w:r w:rsidRPr="00F73937">
              <w:rPr>
                <w:color w:val="000000" w:themeColor="text1"/>
              </w:rPr>
              <w:t>14,546</w:t>
            </w:r>
          </w:p>
        </w:tc>
      </w:tr>
      <w:tr w:rsidR="00000B17" w:rsidRPr="00F73937" w14:paraId="469082E3" w14:textId="77777777" w:rsidTr="00857E25">
        <w:trPr>
          <w:trHeight w:val="255"/>
        </w:trPr>
        <w:tc>
          <w:tcPr>
            <w:tcW w:w="2253" w:type="pct"/>
            <w:vAlign w:val="bottom"/>
          </w:tcPr>
          <w:p w14:paraId="442D1F98" w14:textId="0306B95D" w:rsidR="00000B17" w:rsidRPr="00892D64" w:rsidRDefault="00000B17" w:rsidP="00061AF3">
            <w:pPr>
              <w:spacing w:line="240" w:lineRule="atLeast"/>
              <w:ind w:right="-115"/>
              <w:rPr>
                <w:color w:val="000000"/>
              </w:rPr>
            </w:pPr>
          </w:p>
        </w:tc>
        <w:tc>
          <w:tcPr>
            <w:tcW w:w="555" w:type="pct"/>
            <w:tcBorders>
              <w:top w:val="double" w:sz="4" w:space="0" w:color="auto"/>
            </w:tcBorders>
          </w:tcPr>
          <w:p w14:paraId="1221D41A" w14:textId="1017898F" w:rsidR="00000B17" w:rsidRPr="00F73937" w:rsidRDefault="00000B17" w:rsidP="00857E25">
            <w:pPr>
              <w:pStyle w:val="BodyText"/>
              <w:tabs>
                <w:tab w:val="decimal" w:pos="816"/>
              </w:tabs>
              <w:spacing w:after="0"/>
              <w:ind w:left="-108" w:right="-156"/>
              <w:rPr>
                <w:rFonts w:cstheme="minorBidi"/>
                <w:color w:val="000000" w:themeColor="text1"/>
                <w:cs/>
              </w:rPr>
            </w:pPr>
          </w:p>
        </w:tc>
        <w:tc>
          <w:tcPr>
            <w:tcW w:w="141" w:type="pct"/>
          </w:tcPr>
          <w:p w14:paraId="36D2A0AB" w14:textId="77777777" w:rsidR="00000B17" w:rsidRPr="00F73937" w:rsidRDefault="00000B17" w:rsidP="00061AF3">
            <w:pPr>
              <w:pStyle w:val="BodyText"/>
              <w:tabs>
                <w:tab w:val="decimal" w:pos="892"/>
              </w:tabs>
              <w:spacing w:after="0"/>
              <w:ind w:left="-108" w:right="-131"/>
              <w:jc w:val="both"/>
              <w:rPr>
                <w:color w:val="000000" w:themeColor="text1"/>
              </w:rPr>
            </w:pPr>
          </w:p>
        </w:tc>
        <w:tc>
          <w:tcPr>
            <w:tcW w:w="557" w:type="pct"/>
            <w:tcBorders>
              <w:top w:val="double" w:sz="4" w:space="0" w:color="auto"/>
            </w:tcBorders>
          </w:tcPr>
          <w:p w14:paraId="496A94F1" w14:textId="3401D2F2" w:rsidR="00000B17" w:rsidRPr="00F73937" w:rsidRDefault="00000B17" w:rsidP="00061AF3">
            <w:pPr>
              <w:pStyle w:val="BodyText"/>
              <w:tabs>
                <w:tab w:val="decimal" w:pos="970"/>
              </w:tabs>
              <w:spacing w:after="0"/>
              <w:ind w:left="-108" w:right="70"/>
              <w:rPr>
                <w:color w:val="000000" w:themeColor="text1"/>
              </w:rPr>
            </w:pPr>
          </w:p>
        </w:tc>
        <w:tc>
          <w:tcPr>
            <w:tcW w:w="145" w:type="pct"/>
          </w:tcPr>
          <w:p w14:paraId="18E0ACB5" w14:textId="77777777" w:rsidR="00000B17" w:rsidRPr="00F73937" w:rsidRDefault="00000B17" w:rsidP="00061AF3">
            <w:pPr>
              <w:pStyle w:val="BodyText"/>
              <w:tabs>
                <w:tab w:val="decimal" w:pos="892"/>
              </w:tabs>
              <w:spacing w:after="0"/>
              <w:ind w:left="-108" w:right="-131"/>
              <w:jc w:val="both"/>
              <w:rPr>
                <w:color w:val="000000" w:themeColor="text1"/>
              </w:rPr>
            </w:pPr>
          </w:p>
        </w:tc>
        <w:tc>
          <w:tcPr>
            <w:tcW w:w="579" w:type="pct"/>
            <w:tcBorders>
              <w:top w:val="double" w:sz="4" w:space="0" w:color="auto"/>
            </w:tcBorders>
          </w:tcPr>
          <w:p w14:paraId="7E4E5658" w14:textId="23C676A8" w:rsidR="00000B17" w:rsidRPr="00F73937" w:rsidRDefault="00000B17" w:rsidP="00061AF3">
            <w:pPr>
              <w:pStyle w:val="BodyText"/>
              <w:tabs>
                <w:tab w:val="decimal" w:pos="930"/>
              </w:tabs>
              <w:spacing w:after="0"/>
              <w:ind w:left="-108" w:right="-131"/>
              <w:jc w:val="both"/>
              <w:rPr>
                <w:color w:val="000000" w:themeColor="text1"/>
              </w:rPr>
            </w:pPr>
          </w:p>
        </w:tc>
        <w:tc>
          <w:tcPr>
            <w:tcW w:w="135" w:type="pct"/>
            <w:gridSpan w:val="2"/>
          </w:tcPr>
          <w:p w14:paraId="1E536FD2" w14:textId="77777777" w:rsidR="00000B17" w:rsidRPr="00F73937" w:rsidRDefault="00000B17" w:rsidP="00061AF3">
            <w:pPr>
              <w:pStyle w:val="BodyText"/>
              <w:tabs>
                <w:tab w:val="decimal" w:pos="890"/>
              </w:tabs>
              <w:spacing w:after="0"/>
              <w:ind w:left="-108" w:right="-120"/>
              <w:jc w:val="both"/>
              <w:rPr>
                <w:i/>
                <w:iCs/>
                <w:color w:val="000000" w:themeColor="text1"/>
              </w:rPr>
            </w:pPr>
          </w:p>
        </w:tc>
        <w:tc>
          <w:tcPr>
            <w:tcW w:w="635" w:type="pct"/>
            <w:tcBorders>
              <w:top w:val="double" w:sz="4" w:space="0" w:color="auto"/>
            </w:tcBorders>
          </w:tcPr>
          <w:p w14:paraId="01F59CE4" w14:textId="45065431" w:rsidR="00000B17" w:rsidRPr="00F73937" w:rsidRDefault="00000B17" w:rsidP="00061AF3">
            <w:pPr>
              <w:pStyle w:val="BodyText"/>
              <w:tabs>
                <w:tab w:val="decimal" w:pos="930"/>
              </w:tabs>
              <w:spacing w:after="0"/>
              <w:ind w:left="-108" w:right="-131"/>
              <w:jc w:val="both"/>
              <w:rPr>
                <w:color w:val="000000" w:themeColor="text1"/>
              </w:rPr>
            </w:pPr>
          </w:p>
        </w:tc>
      </w:tr>
      <w:tr w:rsidR="00000B17" w:rsidRPr="00F73937" w14:paraId="59E50FDF" w14:textId="77777777" w:rsidTr="00857E25">
        <w:trPr>
          <w:trHeight w:val="255"/>
        </w:trPr>
        <w:tc>
          <w:tcPr>
            <w:tcW w:w="2253" w:type="pct"/>
            <w:vAlign w:val="bottom"/>
          </w:tcPr>
          <w:p w14:paraId="056291D8" w14:textId="1ED8BC89" w:rsidR="00000B17" w:rsidRPr="00892D64" w:rsidRDefault="00000B17" w:rsidP="00DB19CC">
            <w:pPr>
              <w:spacing w:line="240" w:lineRule="atLeast"/>
              <w:ind w:right="-115"/>
              <w:rPr>
                <w:b/>
                <w:bCs/>
                <w:color w:val="000000"/>
              </w:rPr>
            </w:pPr>
            <w:r w:rsidRPr="00892D64">
              <w:rPr>
                <w:b/>
                <w:bCs/>
                <w:color w:val="000000"/>
              </w:rPr>
              <w:t>Other related parties</w:t>
            </w:r>
          </w:p>
        </w:tc>
        <w:tc>
          <w:tcPr>
            <w:tcW w:w="555" w:type="pct"/>
          </w:tcPr>
          <w:p w14:paraId="3181C936" w14:textId="77777777" w:rsidR="00000B17" w:rsidRPr="00F73937" w:rsidRDefault="00000B17" w:rsidP="00857E25">
            <w:pPr>
              <w:tabs>
                <w:tab w:val="decimal" w:pos="816"/>
              </w:tabs>
              <w:spacing w:line="240" w:lineRule="auto"/>
              <w:ind w:right="-156"/>
              <w:rPr>
                <w:highlight w:val="yellow"/>
                <w:rtl/>
                <w:cs/>
              </w:rPr>
            </w:pPr>
          </w:p>
        </w:tc>
        <w:tc>
          <w:tcPr>
            <w:tcW w:w="141" w:type="pct"/>
          </w:tcPr>
          <w:p w14:paraId="5B10E9DE" w14:textId="77777777" w:rsidR="00000B17" w:rsidRPr="00F73937" w:rsidRDefault="00000B17" w:rsidP="00DB19CC">
            <w:pPr>
              <w:tabs>
                <w:tab w:val="decimal" w:pos="533"/>
              </w:tabs>
              <w:spacing w:line="240" w:lineRule="auto"/>
              <w:ind w:right="-43"/>
            </w:pPr>
          </w:p>
        </w:tc>
        <w:tc>
          <w:tcPr>
            <w:tcW w:w="557" w:type="pct"/>
          </w:tcPr>
          <w:p w14:paraId="32E8CDE7" w14:textId="77777777" w:rsidR="00000B17" w:rsidRPr="00F73937" w:rsidRDefault="00000B17" w:rsidP="006B2D79">
            <w:pPr>
              <w:tabs>
                <w:tab w:val="decimal" w:pos="850"/>
              </w:tabs>
              <w:spacing w:line="240" w:lineRule="auto"/>
              <w:ind w:right="-135"/>
              <w:rPr>
                <w:rtl/>
                <w:cs/>
              </w:rPr>
            </w:pPr>
          </w:p>
        </w:tc>
        <w:tc>
          <w:tcPr>
            <w:tcW w:w="145" w:type="pct"/>
          </w:tcPr>
          <w:p w14:paraId="282FF21C" w14:textId="77777777" w:rsidR="00000B17" w:rsidRPr="00F73937" w:rsidRDefault="00000B17" w:rsidP="00DB19CC">
            <w:pPr>
              <w:tabs>
                <w:tab w:val="decimal" w:pos="533"/>
              </w:tabs>
              <w:spacing w:line="240" w:lineRule="auto"/>
              <w:ind w:right="-43"/>
            </w:pPr>
          </w:p>
        </w:tc>
        <w:tc>
          <w:tcPr>
            <w:tcW w:w="579" w:type="pct"/>
          </w:tcPr>
          <w:p w14:paraId="5267D1D2" w14:textId="77777777" w:rsidR="00000B17" w:rsidRPr="00F73937" w:rsidRDefault="00000B17" w:rsidP="00DB19CC">
            <w:pPr>
              <w:tabs>
                <w:tab w:val="decimal" w:pos="832"/>
              </w:tabs>
              <w:spacing w:line="240" w:lineRule="auto"/>
              <w:ind w:right="-79"/>
              <w:rPr>
                <w:highlight w:val="yellow"/>
                <w:rtl/>
                <w:cs/>
              </w:rPr>
            </w:pPr>
          </w:p>
        </w:tc>
        <w:tc>
          <w:tcPr>
            <w:tcW w:w="135" w:type="pct"/>
            <w:gridSpan w:val="2"/>
          </w:tcPr>
          <w:p w14:paraId="73E94139" w14:textId="77777777" w:rsidR="00000B17" w:rsidRPr="00F73937" w:rsidRDefault="00000B17" w:rsidP="00DB19CC">
            <w:pPr>
              <w:tabs>
                <w:tab w:val="decimal" w:pos="533"/>
              </w:tabs>
              <w:spacing w:line="240" w:lineRule="auto"/>
              <w:ind w:right="-43"/>
            </w:pPr>
          </w:p>
        </w:tc>
        <w:tc>
          <w:tcPr>
            <w:tcW w:w="635" w:type="pct"/>
          </w:tcPr>
          <w:p w14:paraId="5678230A" w14:textId="77777777" w:rsidR="00000B17" w:rsidRPr="00F73937" w:rsidRDefault="00000B17" w:rsidP="006B2D79">
            <w:pPr>
              <w:tabs>
                <w:tab w:val="decimal" w:pos="892"/>
              </w:tabs>
              <w:spacing w:line="240" w:lineRule="auto"/>
              <w:ind w:right="-79"/>
              <w:rPr>
                <w:rtl/>
                <w:cs/>
              </w:rPr>
            </w:pPr>
          </w:p>
        </w:tc>
      </w:tr>
      <w:tr w:rsidR="008D63E7" w:rsidRPr="00F73937" w14:paraId="3DEAF7DE" w14:textId="77777777" w:rsidTr="00857E25">
        <w:trPr>
          <w:trHeight w:val="255"/>
        </w:trPr>
        <w:tc>
          <w:tcPr>
            <w:tcW w:w="2253" w:type="pct"/>
          </w:tcPr>
          <w:p w14:paraId="7010374D" w14:textId="66BF4C94" w:rsidR="008D63E7" w:rsidRPr="00892D64" w:rsidRDefault="008D63E7" w:rsidP="008D63E7">
            <w:pPr>
              <w:spacing w:line="240" w:lineRule="atLeast"/>
              <w:ind w:right="-115"/>
              <w:rPr>
                <w:b/>
                <w:bCs/>
                <w:color w:val="000000"/>
              </w:rPr>
            </w:pPr>
            <w:r w:rsidRPr="00892D64">
              <w:t>Revenue from sale of goods</w:t>
            </w:r>
          </w:p>
        </w:tc>
        <w:tc>
          <w:tcPr>
            <w:tcW w:w="555" w:type="pct"/>
          </w:tcPr>
          <w:p w14:paraId="39267DE8" w14:textId="6FEC5C75" w:rsidR="008D63E7" w:rsidRPr="00863929" w:rsidRDefault="008D63E7" w:rsidP="00857E25">
            <w:pPr>
              <w:tabs>
                <w:tab w:val="decimal" w:pos="816"/>
              </w:tabs>
              <w:spacing w:line="240" w:lineRule="auto"/>
              <w:ind w:right="-156"/>
              <w:rPr>
                <w:rFonts w:cstheme="minorBidi"/>
                <w:highlight w:val="yellow"/>
                <w:rtl/>
                <w:cs/>
              </w:rPr>
            </w:pPr>
            <w:r w:rsidRPr="00D00BD7">
              <w:t>898</w:t>
            </w:r>
          </w:p>
        </w:tc>
        <w:tc>
          <w:tcPr>
            <w:tcW w:w="141" w:type="pct"/>
          </w:tcPr>
          <w:p w14:paraId="14B90DB8" w14:textId="77777777" w:rsidR="008D63E7" w:rsidRPr="00F73937" w:rsidRDefault="008D63E7" w:rsidP="008D63E7">
            <w:pPr>
              <w:tabs>
                <w:tab w:val="decimal" w:pos="533"/>
              </w:tabs>
              <w:spacing w:line="240" w:lineRule="auto"/>
              <w:ind w:right="-43"/>
            </w:pPr>
          </w:p>
        </w:tc>
        <w:tc>
          <w:tcPr>
            <w:tcW w:w="557" w:type="pct"/>
          </w:tcPr>
          <w:p w14:paraId="1A4FF68E" w14:textId="029C0DBF" w:rsidR="008D63E7" w:rsidRPr="008A5F04" w:rsidRDefault="008D63E7" w:rsidP="00857E25">
            <w:pPr>
              <w:pStyle w:val="BodyText"/>
              <w:tabs>
                <w:tab w:val="decimal" w:pos="660"/>
              </w:tabs>
              <w:spacing w:after="0"/>
              <w:ind w:right="-156"/>
              <w:jc w:val="both"/>
              <w:rPr>
                <w:rtl/>
                <w:cs/>
              </w:rPr>
            </w:pPr>
            <w:r w:rsidRPr="008A5F04">
              <w:t>-</w:t>
            </w:r>
          </w:p>
        </w:tc>
        <w:tc>
          <w:tcPr>
            <w:tcW w:w="145" w:type="pct"/>
          </w:tcPr>
          <w:p w14:paraId="08B26D99" w14:textId="77777777" w:rsidR="008D63E7" w:rsidRPr="008A5F04" w:rsidRDefault="008D63E7" w:rsidP="008D63E7">
            <w:pPr>
              <w:tabs>
                <w:tab w:val="decimal" w:pos="533"/>
              </w:tabs>
              <w:spacing w:line="240" w:lineRule="auto"/>
              <w:ind w:right="-43"/>
            </w:pPr>
          </w:p>
        </w:tc>
        <w:tc>
          <w:tcPr>
            <w:tcW w:w="579" w:type="pct"/>
          </w:tcPr>
          <w:p w14:paraId="4023290D" w14:textId="37C8014C" w:rsidR="008D63E7" w:rsidRPr="008A5F04" w:rsidRDefault="008D63E7" w:rsidP="00857E25">
            <w:pPr>
              <w:pStyle w:val="BodyText"/>
              <w:tabs>
                <w:tab w:val="decimal" w:pos="666"/>
              </w:tabs>
              <w:spacing w:after="0"/>
              <w:ind w:left="-108" w:right="-131"/>
              <w:jc w:val="both"/>
              <w:rPr>
                <w:rtl/>
                <w:cs/>
              </w:rPr>
            </w:pPr>
            <w:r w:rsidRPr="008A5F04">
              <w:t>-</w:t>
            </w:r>
          </w:p>
        </w:tc>
        <w:tc>
          <w:tcPr>
            <w:tcW w:w="135" w:type="pct"/>
            <w:gridSpan w:val="2"/>
          </w:tcPr>
          <w:p w14:paraId="1FEAA07B" w14:textId="77777777" w:rsidR="008D63E7" w:rsidRPr="008A5F04" w:rsidRDefault="008D63E7" w:rsidP="008D63E7">
            <w:pPr>
              <w:tabs>
                <w:tab w:val="decimal" w:pos="533"/>
              </w:tabs>
              <w:spacing w:line="240" w:lineRule="auto"/>
              <w:ind w:right="-43"/>
            </w:pPr>
          </w:p>
        </w:tc>
        <w:tc>
          <w:tcPr>
            <w:tcW w:w="635" w:type="pct"/>
          </w:tcPr>
          <w:p w14:paraId="071B5079" w14:textId="40C2CAD0" w:rsidR="008D63E7" w:rsidRPr="008A5F04" w:rsidRDefault="008D63E7" w:rsidP="00857E25">
            <w:pPr>
              <w:pStyle w:val="BodyText"/>
              <w:tabs>
                <w:tab w:val="decimal" w:pos="666"/>
              </w:tabs>
              <w:spacing w:after="0"/>
              <w:ind w:left="-108" w:right="-131"/>
              <w:jc w:val="both"/>
              <w:rPr>
                <w:rtl/>
                <w:cs/>
              </w:rPr>
            </w:pPr>
            <w:r w:rsidRPr="008A5F04">
              <w:t>-</w:t>
            </w:r>
          </w:p>
        </w:tc>
      </w:tr>
      <w:tr w:rsidR="008D63E7" w:rsidRPr="00F73937" w14:paraId="119D88B4" w14:textId="77777777" w:rsidTr="00857E25">
        <w:trPr>
          <w:trHeight w:val="255"/>
        </w:trPr>
        <w:tc>
          <w:tcPr>
            <w:tcW w:w="2253" w:type="pct"/>
            <w:vAlign w:val="bottom"/>
          </w:tcPr>
          <w:p w14:paraId="045BB04E" w14:textId="7B8F2F76" w:rsidR="008D63E7" w:rsidRPr="00892D64" w:rsidRDefault="008D63E7" w:rsidP="008D63E7">
            <w:pPr>
              <w:spacing w:line="240" w:lineRule="atLeast"/>
              <w:ind w:right="-115"/>
              <w:rPr>
                <w:color w:val="000000"/>
              </w:rPr>
            </w:pPr>
            <w:r w:rsidRPr="00F73937">
              <w:rPr>
                <w:color w:val="000000"/>
              </w:rPr>
              <w:t>Purchases of goods or receiving of services</w:t>
            </w:r>
          </w:p>
        </w:tc>
        <w:tc>
          <w:tcPr>
            <w:tcW w:w="555" w:type="pct"/>
          </w:tcPr>
          <w:p w14:paraId="4C875443" w14:textId="0BEB6AA0" w:rsidR="008D63E7" w:rsidRPr="00F73937" w:rsidRDefault="008D63E7" w:rsidP="00857E25">
            <w:pPr>
              <w:tabs>
                <w:tab w:val="decimal" w:pos="816"/>
              </w:tabs>
              <w:spacing w:line="240" w:lineRule="auto"/>
              <w:ind w:right="-156"/>
              <w:rPr>
                <w:rtl/>
                <w:cs/>
              </w:rPr>
            </w:pPr>
            <w:r w:rsidRPr="00D00BD7">
              <w:t>16,566</w:t>
            </w:r>
          </w:p>
        </w:tc>
        <w:tc>
          <w:tcPr>
            <w:tcW w:w="141" w:type="pct"/>
          </w:tcPr>
          <w:p w14:paraId="7EB86374" w14:textId="77777777" w:rsidR="008D63E7" w:rsidRPr="00F73937" w:rsidRDefault="008D63E7" w:rsidP="008D63E7">
            <w:pPr>
              <w:tabs>
                <w:tab w:val="decimal" w:pos="533"/>
              </w:tabs>
              <w:spacing w:line="240" w:lineRule="auto"/>
              <w:ind w:right="-43"/>
            </w:pPr>
          </w:p>
        </w:tc>
        <w:tc>
          <w:tcPr>
            <w:tcW w:w="557" w:type="pct"/>
          </w:tcPr>
          <w:p w14:paraId="02CC6689" w14:textId="2BAC910C" w:rsidR="008D63E7" w:rsidRPr="008A5F04" w:rsidRDefault="008D63E7" w:rsidP="00857E25">
            <w:pPr>
              <w:pStyle w:val="BodyText"/>
              <w:tabs>
                <w:tab w:val="decimal" w:pos="660"/>
              </w:tabs>
              <w:spacing w:after="0"/>
              <w:ind w:right="-156"/>
              <w:jc w:val="both"/>
            </w:pPr>
            <w:r w:rsidRPr="008A5F04">
              <w:t>-</w:t>
            </w:r>
          </w:p>
        </w:tc>
        <w:tc>
          <w:tcPr>
            <w:tcW w:w="145" w:type="pct"/>
          </w:tcPr>
          <w:p w14:paraId="76863FF3" w14:textId="77777777" w:rsidR="008D63E7" w:rsidRPr="008A5F04" w:rsidRDefault="008D63E7" w:rsidP="008D63E7">
            <w:pPr>
              <w:tabs>
                <w:tab w:val="decimal" w:pos="533"/>
              </w:tabs>
              <w:spacing w:line="240" w:lineRule="auto"/>
              <w:ind w:right="-43"/>
            </w:pPr>
          </w:p>
        </w:tc>
        <w:tc>
          <w:tcPr>
            <w:tcW w:w="579" w:type="pct"/>
          </w:tcPr>
          <w:p w14:paraId="1750579A" w14:textId="16453155" w:rsidR="008D63E7" w:rsidRPr="008A5F04" w:rsidRDefault="008D63E7" w:rsidP="00857E25">
            <w:pPr>
              <w:pStyle w:val="BodyText"/>
              <w:tabs>
                <w:tab w:val="decimal" w:pos="666"/>
              </w:tabs>
              <w:spacing w:after="0"/>
              <w:ind w:left="-108" w:right="-131"/>
              <w:jc w:val="both"/>
              <w:rPr>
                <w:rtl/>
                <w:cs/>
              </w:rPr>
            </w:pPr>
            <w:r w:rsidRPr="008A5F04">
              <w:t>-</w:t>
            </w:r>
          </w:p>
        </w:tc>
        <w:tc>
          <w:tcPr>
            <w:tcW w:w="135" w:type="pct"/>
            <w:gridSpan w:val="2"/>
          </w:tcPr>
          <w:p w14:paraId="003D5EFB" w14:textId="77777777" w:rsidR="008D63E7" w:rsidRPr="008A5F04" w:rsidRDefault="008D63E7" w:rsidP="008D63E7">
            <w:pPr>
              <w:tabs>
                <w:tab w:val="decimal" w:pos="533"/>
              </w:tabs>
              <w:spacing w:line="240" w:lineRule="auto"/>
              <w:ind w:right="-43"/>
            </w:pPr>
          </w:p>
        </w:tc>
        <w:tc>
          <w:tcPr>
            <w:tcW w:w="635" w:type="pct"/>
          </w:tcPr>
          <w:p w14:paraId="4D7160DB" w14:textId="5E699056" w:rsidR="008D63E7" w:rsidRPr="008A5F04" w:rsidRDefault="008D63E7" w:rsidP="00857E25">
            <w:pPr>
              <w:pStyle w:val="BodyText"/>
              <w:tabs>
                <w:tab w:val="decimal" w:pos="666"/>
              </w:tabs>
              <w:spacing w:after="0"/>
              <w:ind w:left="-108" w:right="-131"/>
              <w:jc w:val="both"/>
            </w:pPr>
            <w:r w:rsidRPr="008A5F04">
              <w:t>-</w:t>
            </w:r>
          </w:p>
        </w:tc>
      </w:tr>
      <w:tr w:rsidR="008D63E7" w:rsidRPr="00F73937" w14:paraId="0E80FE01" w14:textId="77777777" w:rsidTr="00857E25">
        <w:trPr>
          <w:trHeight w:val="255"/>
        </w:trPr>
        <w:tc>
          <w:tcPr>
            <w:tcW w:w="2253" w:type="pct"/>
            <w:vAlign w:val="bottom"/>
          </w:tcPr>
          <w:p w14:paraId="72C5CAA9" w14:textId="111A9B65" w:rsidR="008D63E7" w:rsidRPr="00F73937" w:rsidRDefault="008D63E7" w:rsidP="008D63E7">
            <w:pPr>
              <w:spacing w:line="240" w:lineRule="atLeast"/>
              <w:ind w:right="-115"/>
              <w:rPr>
                <w:b/>
                <w:bCs/>
                <w:color w:val="000000"/>
              </w:rPr>
            </w:pPr>
            <w:r w:rsidRPr="00F73937">
              <w:rPr>
                <w:color w:val="000000"/>
              </w:rPr>
              <w:t>Management fee</w:t>
            </w:r>
          </w:p>
        </w:tc>
        <w:tc>
          <w:tcPr>
            <w:tcW w:w="555" w:type="pct"/>
          </w:tcPr>
          <w:p w14:paraId="28FCA45D" w14:textId="12D31806" w:rsidR="008D63E7" w:rsidRPr="00F73937" w:rsidRDefault="008D63E7" w:rsidP="00857E25">
            <w:pPr>
              <w:tabs>
                <w:tab w:val="decimal" w:pos="816"/>
              </w:tabs>
              <w:spacing w:line="240" w:lineRule="auto"/>
              <w:ind w:right="-156"/>
              <w:rPr>
                <w:rtl/>
                <w:cs/>
              </w:rPr>
            </w:pPr>
            <w:r w:rsidRPr="00D00BD7">
              <w:t>174</w:t>
            </w:r>
          </w:p>
        </w:tc>
        <w:tc>
          <w:tcPr>
            <w:tcW w:w="141" w:type="pct"/>
          </w:tcPr>
          <w:p w14:paraId="7F3A5E12" w14:textId="77777777" w:rsidR="008D63E7" w:rsidRPr="00F73937" w:rsidRDefault="008D63E7" w:rsidP="008D63E7">
            <w:pPr>
              <w:tabs>
                <w:tab w:val="decimal" w:pos="533"/>
              </w:tabs>
              <w:spacing w:line="240" w:lineRule="auto"/>
              <w:ind w:right="-43"/>
            </w:pPr>
          </w:p>
        </w:tc>
        <w:tc>
          <w:tcPr>
            <w:tcW w:w="557" w:type="pct"/>
          </w:tcPr>
          <w:p w14:paraId="7D37D404" w14:textId="7E05B765" w:rsidR="008D63E7" w:rsidRPr="008A5F04" w:rsidRDefault="008D63E7" w:rsidP="00857E25">
            <w:pPr>
              <w:pStyle w:val="BodyText"/>
              <w:tabs>
                <w:tab w:val="decimal" w:pos="660"/>
              </w:tabs>
              <w:spacing w:after="0"/>
              <w:ind w:right="-156"/>
              <w:jc w:val="both"/>
              <w:rPr>
                <w:rtl/>
                <w:cs/>
              </w:rPr>
            </w:pPr>
            <w:r w:rsidRPr="008A5F04">
              <w:t>-</w:t>
            </w:r>
          </w:p>
        </w:tc>
        <w:tc>
          <w:tcPr>
            <w:tcW w:w="145" w:type="pct"/>
          </w:tcPr>
          <w:p w14:paraId="61CDAAD7" w14:textId="77777777" w:rsidR="008D63E7" w:rsidRPr="008A5F04" w:rsidRDefault="008D63E7" w:rsidP="008D63E7">
            <w:pPr>
              <w:tabs>
                <w:tab w:val="decimal" w:pos="533"/>
              </w:tabs>
              <w:spacing w:line="240" w:lineRule="auto"/>
              <w:ind w:right="-43"/>
            </w:pPr>
          </w:p>
        </w:tc>
        <w:tc>
          <w:tcPr>
            <w:tcW w:w="579" w:type="pct"/>
          </w:tcPr>
          <w:p w14:paraId="2A1FF105" w14:textId="3C59A29D" w:rsidR="008D63E7" w:rsidRPr="008A5F04" w:rsidRDefault="008D63E7" w:rsidP="00857E25">
            <w:pPr>
              <w:pStyle w:val="BodyText"/>
              <w:tabs>
                <w:tab w:val="decimal" w:pos="666"/>
              </w:tabs>
              <w:spacing w:after="0"/>
              <w:ind w:left="-108" w:right="-131"/>
              <w:jc w:val="both"/>
              <w:rPr>
                <w:rtl/>
                <w:cs/>
              </w:rPr>
            </w:pPr>
            <w:r w:rsidRPr="008A5F04">
              <w:t>-</w:t>
            </w:r>
          </w:p>
        </w:tc>
        <w:tc>
          <w:tcPr>
            <w:tcW w:w="135" w:type="pct"/>
            <w:gridSpan w:val="2"/>
          </w:tcPr>
          <w:p w14:paraId="266E0A69" w14:textId="77777777" w:rsidR="008D63E7" w:rsidRPr="008A5F04" w:rsidRDefault="008D63E7" w:rsidP="008D63E7">
            <w:pPr>
              <w:tabs>
                <w:tab w:val="decimal" w:pos="533"/>
              </w:tabs>
              <w:spacing w:line="240" w:lineRule="auto"/>
              <w:ind w:right="-43"/>
            </w:pPr>
          </w:p>
        </w:tc>
        <w:tc>
          <w:tcPr>
            <w:tcW w:w="635" w:type="pct"/>
          </w:tcPr>
          <w:p w14:paraId="66921D75" w14:textId="4BF86587" w:rsidR="008D63E7" w:rsidRPr="008A5F04" w:rsidRDefault="008D63E7" w:rsidP="00857E25">
            <w:pPr>
              <w:pStyle w:val="BodyText"/>
              <w:tabs>
                <w:tab w:val="decimal" w:pos="666"/>
              </w:tabs>
              <w:spacing w:after="0"/>
              <w:ind w:left="-108" w:right="-131"/>
              <w:jc w:val="both"/>
              <w:rPr>
                <w:rtl/>
                <w:cs/>
              </w:rPr>
            </w:pPr>
            <w:r w:rsidRPr="008A5F04">
              <w:t>-</w:t>
            </w:r>
          </w:p>
        </w:tc>
      </w:tr>
    </w:tbl>
    <w:p w14:paraId="7BE9B77F" w14:textId="4E8D929D" w:rsidR="003F66B1" w:rsidRPr="00A7276A" w:rsidRDefault="003F66B1" w:rsidP="00655D3A">
      <w:pPr>
        <w:spacing w:line="240" w:lineRule="auto"/>
        <w:jc w:val="both"/>
      </w:pPr>
    </w:p>
    <w:tbl>
      <w:tblPr>
        <w:tblW w:w="9360" w:type="dxa"/>
        <w:tblInd w:w="450" w:type="dxa"/>
        <w:tblLayout w:type="fixed"/>
        <w:tblLook w:val="0000" w:firstRow="0" w:lastRow="0" w:firstColumn="0" w:lastColumn="0" w:noHBand="0" w:noVBand="0"/>
      </w:tblPr>
      <w:tblGrid>
        <w:gridCol w:w="3510"/>
        <w:gridCol w:w="1260"/>
        <w:gridCol w:w="270"/>
        <w:gridCol w:w="1254"/>
        <w:gridCol w:w="6"/>
        <w:gridCol w:w="270"/>
        <w:gridCol w:w="1260"/>
        <w:gridCol w:w="270"/>
        <w:gridCol w:w="1260"/>
      </w:tblGrid>
      <w:tr w:rsidR="00484D7E" w:rsidRPr="00F73937" w14:paraId="18A60F05" w14:textId="77777777" w:rsidTr="002866A5">
        <w:trPr>
          <w:tblHeader/>
        </w:trPr>
        <w:tc>
          <w:tcPr>
            <w:tcW w:w="3510" w:type="dxa"/>
          </w:tcPr>
          <w:p w14:paraId="43EC881F" w14:textId="77777777" w:rsidR="00484D7E" w:rsidRPr="00F73937" w:rsidRDefault="00484D7E" w:rsidP="009E7BDE">
            <w:pPr>
              <w:spacing w:line="240" w:lineRule="atLeast"/>
              <w:ind w:right="-90"/>
              <w:rPr>
                <w:b/>
                <w:bCs/>
                <w:i/>
                <w:iCs/>
              </w:rPr>
            </w:pPr>
          </w:p>
        </w:tc>
        <w:tc>
          <w:tcPr>
            <w:tcW w:w="2784" w:type="dxa"/>
            <w:gridSpan w:val="3"/>
            <w:vAlign w:val="bottom"/>
          </w:tcPr>
          <w:p w14:paraId="642EDBEF" w14:textId="77777777" w:rsidR="00484D7E" w:rsidRPr="00F73937" w:rsidRDefault="00484D7E" w:rsidP="009E7BDE">
            <w:pPr>
              <w:pStyle w:val="acctmergecolhdg"/>
              <w:spacing w:line="240" w:lineRule="atLeast"/>
            </w:pPr>
            <w:r w:rsidRPr="00F73937">
              <w:t>Consolidated</w:t>
            </w:r>
          </w:p>
          <w:p w14:paraId="74B85562" w14:textId="77777777" w:rsidR="00484D7E" w:rsidRPr="00F73937" w:rsidRDefault="00484D7E" w:rsidP="009E7BDE">
            <w:pPr>
              <w:pStyle w:val="acctmergecolhdg"/>
              <w:spacing w:line="240" w:lineRule="atLeast"/>
            </w:pPr>
            <w:r w:rsidRPr="00F73937">
              <w:t>financial statements</w:t>
            </w:r>
          </w:p>
        </w:tc>
        <w:tc>
          <w:tcPr>
            <w:tcW w:w="276" w:type="dxa"/>
            <w:gridSpan w:val="2"/>
            <w:vAlign w:val="bottom"/>
          </w:tcPr>
          <w:p w14:paraId="5EB09094" w14:textId="77777777" w:rsidR="00484D7E" w:rsidRPr="00F73937" w:rsidRDefault="00484D7E" w:rsidP="009E7BDE">
            <w:pPr>
              <w:pStyle w:val="acctmergecolhdg"/>
              <w:spacing w:line="240" w:lineRule="atLeast"/>
            </w:pPr>
          </w:p>
        </w:tc>
        <w:tc>
          <w:tcPr>
            <w:tcW w:w="2790" w:type="dxa"/>
            <w:gridSpan w:val="3"/>
            <w:vAlign w:val="bottom"/>
          </w:tcPr>
          <w:p w14:paraId="36A760E6" w14:textId="77777777" w:rsidR="00484D7E" w:rsidRPr="00F73937" w:rsidRDefault="00484D7E" w:rsidP="009E7BDE">
            <w:pPr>
              <w:pStyle w:val="acctmergecolhdg"/>
              <w:spacing w:line="240" w:lineRule="atLeast"/>
            </w:pPr>
            <w:r w:rsidRPr="00F73937">
              <w:t>Separate</w:t>
            </w:r>
          </w:p>
          <w:p w14:paraId="4E3D16F2" w14:textId="77777777" w:rsidR="00484D7E" w:rsidRPr="00F73937" w:rsidRDefault="00484D7E" w:rsidP="009E7BDE">
            <w:pPr>
              <w:pStyle w:val="acctmergecolhdg"/>
              <w:spacing w:line="240" w:lineRule="atLeast"/>
            </w:pPr>
            <w:r w:rsidRPr="00F73937">
              <w:t>financial statements</w:t>
            </w:r>
          </w:p>
        </w:tc>
      </w:tr>
      <w:tr w:rsidR="003742E4" w:rsidRPr="00F73937" w14:paraId="71101AFB" w14:textId="77777777" w:rsidTr="002866A5">
        <w:trPr>
          <w:tblHeader/>
        </w:trPr>
        <w:tc>
          <w:tcPr>
            <w:tcW w:w="3510" w:type="dxa"/>
          </w:tcPr>
          <w:p w14:paraId="359AE2C5" w14:textId="22D18410" w:rsidR="00484D7E" w:rsidRPr="00F73937" w:rsidRDefault="00B61C73" w:rsidP="009E7BDE">
            <w:pPr>
              <w:spacing w:line="240" w:lineRule="atLeast"/>
              <w:rPr>
                <w:b/>
                <w:bCs/>
                <w:i/>
                <w:iCs/>
              </w:rPr>
            </w:pPr>
            <w:r w:rsidRPr="00B61C73">
              <w:rPr>
                <w:b/>
                <w:bCs/>
                <w:i/>
                <w:iCs/>
              </w:rPr>
              <w:t>Balances with related parties as at</w:t>
            </w:r>
          </w:p>
        </w:tc>
        <w:tc>
          <w:tcPr>
            <w:tcW w:w="1260" w:type="dxa"/>
            <w:vAlign w:val="bottom"/>
          </w:tcPr>
          <w:p w14:paraId="3BAEA7A7" w14:textId="77777777" w:rsidR="00B50A7A" w:rsidRPr="00F73937" w:rsidRDefault="00B50A7A" w:rsidP="00B50A7A">
            <w:pPr>
              <w:spacing w:line="240" w:lineRule="auto"/>
              <w:ind w:left="-83" w:right="-79" w:firstLine="4"/>
              <w:jc w:val="center"/>
              <w:rPr>
                <w:rFonts w:cstheme="minorBidi"/>
                <w:bCs/>
              </w:rPr>
            </w:pPr>
            <w:r w:rsidRPr="00F73937">
              <w:rPr>
                <w:bCs/>
              </w:rPr>
              <w:t>31 March</w:t>
            </w:r>
          </w:p>
          <w:p w14:paraId="11FA8300" w14:textId="3662977F" w:rsidR="00484D7E" w:rsidRPr="00F73937" w:rsidRDefault="00B50A7A" w:rsidP="00B50A7A">
            <w:pPr>
              <w:pStyle w:val="BodyText"/>
              <w:spacing w:after="0" w:line="240" w:lineRule="atLeast"/>
              <w:ind w:left="-108" w:right="-110"/>
              <w:jc w:val="center"/>
              <w:rPr>
                <w:lang w:val="en-GB"/>
              </w:rPr>
            </w:pPr>
            <w:r w:rsidRPr="00F73937">
              <w:rPr>
                <w:bCs/>
              </w:rPr>
              <w:t>2022</w:t>
            </w:r>
          </w:p>
        </w:tc>
        <w:tc>
          <w:tcPr>
            <w:tcW w:w="270" w:type="dxa"/>
            <w:vAlign w:val="bottom"/>
          </w:tcPr>
          <w:p w14:paraId="52804BE6" w14:textId="77777777" w:rsidR="00484D7E" w:rsidRPr="00F73937" w:rsidRDefault="00484D7E" w:rsidP="009E7BDE">
            <w:pPr>
              <w:pStyle w:val="BodyText"/>
              <w:spacing w:after="0" w:line="240" w:lineRule="atLeast"/>
              <w:ind w:left="-108" w:right="-110"/>
              <w:jc w:val="center"/>
              <w:rPr>
                <w:lang w:val="en-GB"/>
              </w:rPr>
            </w:pPr>
          </w:p>
        </w:tc>
        <w:tc>
          <w:tcPr>
            <w:tcW w:w="1260" w:type="dxa"/>
            <w:gridSpan w:val="2"/>
            <w:vAlign w:val="bottom"/>
          </w:tcPr>
          <w:p w14:paraId="1EEC998A" w14:textId="0FD04973" w:rsidR="00484D7E" w:rsidRPr="00F73937" w:rsidRDefault="003742E4" w:rsidP="009E7BDE">
            <w:pPr>
              <w:pStyle w:val="BodyText"/>
              <w:spacing w:after="0" w:line="240" w:lineRule="atLeast"/>
              <w:ind w:left="-108" w:right="-110"/>
              <w:jc w:val="center"/>
              <w:rPr>
                <w:lang w:val="en-GB"/>
              </w:rPr>
            </w:pPr>
            <w:r w:rsidRPr="00F73937">
              <w:rPr>
                <w:lang w:val="en-GB"/>
              </w:rPr>
              <w:t>31 December 2021</w:t>
            </w:r>
          </w:p>
        </w:tc>
        <w:tc>
          <w:tcPr>
            <w:tcW w:w="270" w:type="dxa"/>
            <w:vAlign w:val="bottom"/>
          </w:tcPr>
          <w:p w14:paraId="75CAF495" w14:textId="77777777" w:rsidR="00484D7E" w:rsidRPr="00F73937" w:rsidRDefault="00484D7E" w:rsidP="009E7BDE">
            <w:pPr>
              <w:pStyle w:val="BodyText"/>
              <w:spacing w:after="0" w:line="240" w:lineRule="atLeast"/>
              <w:ind w:left="-108" w:right="-110"/>
              <w:jc w:val="center"/>
              <w:rPr>
                <w:lang w:val="en-GB"/>
              </w:rPr>
            </w:pPr>
          </w:p>
        </w:tc>
        <w:tc>
          <w:tcPr>
            <w:tcW w:w="1260" w:type="dxa"/>
            <w:vAlign w:val="bottom"/>
          </w:tcPr>
          <w:p w14:paraId="0251AF78" w14:textId="77777777" w:rsidR="00B50A7A" w:rsidRPr="00F73937" w:rsidRDefault="00B50A7A" w:rsidP="00B50A7A">
            <w:pPr>
              <w:spacing w:line="240" w:lineRule="auto"/>
              <w:ind w:left="-83" w:right="-79" w:firstLine="4"/>
              <w:jc w:val="center"/>
              <w:rPr>
                <w:rFonts w:cstheme="minorBidi"/>
                <w:bCs/>
              </w:rPr>
            </w:pPr>
            <w:r w:rsidRPr="00F73937">
              <w:rPr>
                <w:bCs/>
              </w:rPr>
              <w:t>31 March</w:t>
            </w:r>
          </w:p>
          <w:p w14:paraId="0615F3D7" w14:textId="12C53BB4" w:rsidR="00484D7E" w:rsidRPr="00F73937" w:rsidRDefault="00B50A7A" w:rsidP="00B50A7A">
            <w:pPr>
              <w:pStyle w:val="BodyText"/>
              <w:spacing w:after="0" w:line="240" w:lineRule="atLeast"/>
              <w:ind w:left="-108" w:right="-110"/>
              <w:jc w:val="center"/>
              <w:rPr>
                <w:lang w:val="en-GB"/>
              </w:rPr>
            </w:pPr>
            <w:r w:rsidRPr="00F73937">
              <w:rPr>
                <w:bCs/>
              </w:rPr>
              <w:t>2022</w:t>
            </w:r>
          </w:p>
        </w:tc>
        <w:tc>
          <w:tcPr>
            <w:tcW w:w="270" w:type="dxa"/>
            <w:vAlign w:val="bottom"/>
          </w:tcPr>
          <w:p w14:paraId="13382E63" w14:textId="77777777" w:rsidR="00484D7E" w:rsidRPr="00F73937" w:rsidRDefault="00484D7E" w:rsidP="009E7BDE">
            <w:pPr>
              <w:pStyle w:val="BodyText"/>
              <w:spacing w:after="0" w:line="240" w:lineRule="atLeast"/>
              <w:ind w:left="-108" w:right="-110"/>
              <w:jc w:val="center"/>
              <w:rPr>
                <w:lang w:val="en-GB"/>
              </w:rPr>
            </w:pPr>
          </w:p>
        </w:tc>
        <w:tc>
          <w:tcPr>
            <w:tcW w:w="1260" w:type="dxa"/>
            <w:vAlign w:val="bottom"/>
          </w:tcPr>
          <w:p w14:paraId="6D58570A" w14:textId="41593868" w:rsidR="00484D7E" w:rsidRPr="00F73937" w:rsidRDefault="003742E4" w:rsidP="009E7BDE">
            <w:pPr>
              <w:pStyle w:val="BodyText"/>
              <w:spacing w:after="0" w:line="240" w:lineRule="atLeast"/>
              <w:ind w:left="-108" w:right="-110"/>
              <w:jc w:val="center"/>
              <w:rPr>
                <w:lang w:val="en-GB"/>
              </w:rPr>
            </w:pPr>
            <w:r w:rsidRPr="00F73937">
              <w:rPr>
                <w:lang w:val="en-GB"/>
              </w:rPr>
              <w:t>31 December 2021</w:t>
            </w:r>
          </w:p>
        </w:tc>
      </w:tr>
      <w:tr w:rsidR="00484D7E" w:rsidRPr="00F73937" w14:paraId="3BB8DBF3" w14:textId="77777777" w:rsidTr="002866A5">
        <w:tblPrEx>
          <w:tblBorders>
            <w:top w:val="single" w:sz="4" w:space="0" w:color="auto"/>
            <w:bottom w:val="double" w:sz="4" w:space="0" w:color="auto"/>
          </w:tblBorders>
        </w:tblPrEx>
        <w:trPr>
          <w:trHeight w:val="75"/>
          <w:tblHeader/>
        </w:trPr>
        <w:tc>
          <w:tcPr>
            <w:tcW w:w="3510" w:type="dxa"/>
            <w:tcBorders>
              <w:bottom w:val="nil"/>
            </w:tcBorders>
          </w:tcPr>
          <w:p w14:paraId="11E8153C" w14:textId="77777777" w:rsidR="00484D7E" w:rsidRPr="00F73937" w:rsidRDefault="00484D7E" w:rsidP="009E7BDE">
            <w:pPr>
              <w:spacing w:line="240" w:lineRule="atLeast"/>
              <w:rPr>
                <w:b/>
                <w:bCs/>
                <w:i/>
                <w:iCs/>
                <w:cs/>
              </w:rPr>
            </w:pPr>
          </w:p>
        </w:tc>
        <w:tc>
          <w:tcPr>
            <w:tcW w:w="5850" w:type="dxa"/>
            <w:gridSpan w:val="8"/>
            <w:tcBorders>
              <w:top w:val="nil"/>
              <w:bottom w:val="nil"/>
            </w:tcBorders>
            <w:vAlign w:val="bottom"/>
          </w:tcPr>
          <w:p w14:paraId="0F8350A1" w14:textId="4F1083C3" w:rsidR="00484D7E" w:rsidRPr="00F73937" w:rsidRDefault="00484D7E" w:rsidP="009E7BDE">
            <w:pPr>
              <w:pStyle w:val="acctfourfigures"/>
              <w:spacing w:line="240" w:lineRule="atLeast"/>
              <w:jc w:val="center"/>
              <w:rPr>
                <w:i/>
                <w:iCs/>
              </w:rPr>
            </w:pPr>
            <w:r w:rsidRPr="00F73937">
              <w:rPr>
                <w:i/>
                <w:iCs/>
              </w:rPr>
              <w:t>(</w:t>
            </w:r>
            <w:r w:rsidR="0092305A">
              <w:rPr>
                <w:rFonts w:cs="Angsana New"/>
                <w:i/>
                <w:iCs/>
                <w:szCs w:val="28"/>
              </w:rPr>
              <w:t xml:space="preserve">in </w:t>
            </w:r>
            <w:r w:rsidRPr="00F73937">
              <w:rPr>
                <w:i/>
                <w:iCs/>
              </w:rPr>
              <w:t>thousand Baht)</w:t>
            </w:r>
          </w:p>
        </w:tc>
      </w:tr>
      <w:tr w:rsidR="003742E4" w:rsidRPr="00F73937" w14:paraId="65BED569" w14:textId="77777777" w:rsidTr="002866A5">
        <w:tblPrEx>
          <w:tblBorders>
            <w:top w:val="single" w:sz="4" w:space="0" w:color="auto"/>
            <w:bottom w:val="double" w:sz="4" w:space="0" w:color="auto"/>
          </w:tblBorders>
        </w:tblPrEx>
        <w:tc>
          <w:tcPr>
            <w:tcW w:w="3510" w:type="dxa"/>
            <w:tcBorders>
              <w:top w:val="nil"/>
              <w:bottom w:val="nil"/>
            </w:tcBorders>
          </w:tcPr>
          <w:p w14:paraId="3DDABA3E" w14:textId="77777777" w:rsidR="00484D7E" w:rsidRPr="00F73937" w:rsidRDefault="00484D7E" w:rsidP="009E7BDE">
            <w:pPr>
              <w:spacing w:line="240" w:lineRule="exact"/>
              <w:rPr>
                <w:color w:val="000000"/>
              </w:rPr>
            </w:pPr>
            <w:r w:rsidRPr="00F73937">
              <w:rPr>
                <w:b/>
                <w:bCs/>
                <w:i/>
                <w:iCs/>
              </w:rPr>
              <w:t>Trade accounts receivable</w:t>
            </w:r>
          </w:p>
        </w:tc>
        <w:tc>
          <w:tcPr>
            <w:tcW w:w="1260" w:type="dxa"/>
            <w:tcBorders>
              <w:top w:val="nil"/>
              <w:left w:val="nil"/>
              <w:bottom w:val="nil"/>
              <w:right w:val="nil"/>
            </w:tcBorders>
          </w:tcPr>
          <w:p w14:paraId="0B27A283" w14:textId="77777777" w:rsidR="00484D7E" w:rsidRPr="00F73937" w:rsidRDefault="00484D7E" w:rsidP="004D64DA">
            <w:pPr>
              <w:pStyle w:val="BodyText"/>
              <w:tabs>
                <w:tab w:val="decimal" w:pos="966"/>
              </w:tabs>
              <w:spacing w:after="0"/>
              <w:ind w:left="-108" w:right="-193"/>
              <w:jc w:val="both"/>
              <w:rPr>
                <w:b/>
                <w:bCs/>
                <w:color w:val="000000" w:themeColor="text1"/>
              </w:rPr>
            </w:pPr>
          </w:p>
        </w:tc>
        <w:tc>
          <w:tcPr>
            <w:tcW w:w="270" w:type="dxa"/>
            <w:tcBorders>
              <w:top w:val="nil"/>
              <w:left w:val="nil"/>
              <w:bottom w:val="nil"/>
              <w:right w:val="nil"/>
            </w:tcBorders>
          </w:tcPr>
          <w:p w14:paraId="0A9221BB"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2324C7DF" w14:textId="77777777" w:rsidR="00484D7E" w:rsidRPr="00F73937" w:rsidRDefault="00484D7E" w:rsidP="004D64DA">
            <w:pPr>
              <w:pStyle w:val="BodyText"/>
              <w:tabs>
                <w:tab w:val="decimal" w:pos="976"/>
              </w:tabs>
              <w:spacing w:after="0"/>
              <w:ind w:left="-108" w:right="-150"/>
              <w:jc w:val="both"/>
              <w:rPr>
                <w:b/>
                <w:bCs/>
                <w:color w:val="000000" w:themeColor="text1"/>
              </w:rPr>
            </w:pPr>
          </w:p>
        </w:tc>
        <w:tc>
          <w:tcPr>
            <w:tcW w:w="270" w:type="dxa"/>
            <w:tcBorders>
              <w:top w:val="nil"/>
              <w:left w:val="nil"/>
              <w:bottom w:val="nil"/>
              <w:right w:val="nil"/>
            </w:tcBorders>
          </w:tcPr>
          <w:p w14:paraId="55146DAF"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0BC0AAD8" w14:textId="77777777" w:rsidR="00484D7E" w:rsidRPr="00F73937" w:rsidRDefault="00484D7E" w:rsidP="004D64DA">
            <w:pPr>
              <w:pStyle w:val="BodyText"/>
              <w:tabs>
                <w:tab w:val="decimal" w:pos="930"/>
              </w:tabs>
              <w:spacing w:after="0"/>
              <w:ind w:left="-108" w:right="-131"/>
              <w:jc w:val="both"/>
              <w:rPr>
                <w:b/>
                <w:bCs/>
                <w:color w:val="000000" w:themeColor="text1"/>
              </w:rPr>
            </w:pPr>
          </w:p>
        </w:tc>
        <w:tc>
          <w:tcPr>
            <w:tcW w:w="270" w:type="dxa"/>
            <w:tcBorders>
              <w:top w:val="nil"/>
              <w:left w:val="nil"/>
              <w:bottom w:val="nil"/>
              <w:right w:val="nil"/>
            </w:tcBorders>
          </w:tcPr>
          <w:p w14:paraId="7966D2E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78B57E65" w14:textId="77777777" w:rsidR="00484D7E" w:rsidRPr="00F73937" w:rsidRDefault="00484D7E" w:rsidP="004D64DA">
            <w:pPr>
              <w:pStyle w:val="BodyText"/>
              <w:tabs>
                <w:tab w:val="decimal" w:pos="974"/>
              </w:tabs>
              <w:spacing w:after="0"/>
              <w:ind w:left="-108" w:right="-131"/>
              <w:jc w:val="both"/>
              <w:rPr>
                <w:b/>
                <w:bCs/>
                <w:color w:val="000000" w:themeColor="text1"/>
              </w:rPr>
            </w:pPr>
          </w:p>
        </w:tc>
      </w:tr>
      <w:tr w:rsidR="00F6227C" w:rsidRPr="00F73937" w14:paraId="53B5C366" w14:textId="77777777" w:rsidTr="002866A5">
        <w:tblPrEx>
          <w:tblBorders>
            <w:top w:val="single" w:sz="4" w:space="0" w:color="auto"/>
            <w:bottom w:val="double" w:sz="4" w:space="0" w:color="auto"/>
          </w:tblBorders>
        </w:tblPrEx>
        <w:tc>
          <w:tcPr>
            <w:tcW w:w="3510" w:type="dxa"/>
            <w:tcBorders>
              <w:top w:val="nil"/>
              <w:bottom w:val="nil"/>
            </w:tcBorders>
          </w:tcPr>
          <w:p w14:paraId="4EB5E8FC" w14:textId="4A4EB2AB" w:rsidR="00F6227C" w:rsidRPr="00923982" w:rsidRDefault="00F6227C" w:rsidP="00F6227C">
            <w:pPr>
              <w:spacing w:line="240" w:lineRule="exact"/>
              <w:rPr>
                <w:rFonts w:cs="Angsana New"/>
                <w:color w:val="000000"/>
                <w:szCs w:val="28"/>
              </w:rPr>
            </w:pPr>
            <w:r>
              <w:rPr>
                <w:rFonts w:cs="Angsana New"/>
                <w:color w:val="000000"/>
                <w:szCs w:val="28"/>
              </w:rPr>
              <w:t>Subsidiaries</w:t>
            </w:r>
          </w:p>
        </w:tc>
        <w:tc>
          <w:tcPr>
            <w:tcW w:w="1260" w:type="dxa"/>
            <w:tcBorders>
              <w:top w:val="nil"/>
              <w:left w:val="nil"/>
              <w:bottom w:val="nil"/>
              <w:right w:val="nil"/>
            </w:tcBorders>
          </w:tcPr>
          <w:p w14:paraId="33B7E84F" w14:textId="54299F03" w:rsidR="00F6227C" w:rsidRPr="008A5F04" w:rsidRDefault="00F6227C" w:rsidP="00857E25">
            <w:pPr>
              <w:tabs>
                <w:tab w:val="decimal" w:pos="702"/>
              </w:tabs>
              <w:spacing w:line="240" w:lineRule="auto"/>
              <w:ind w:right="-156"/>
              <w:rPr>
                <w:color w:val="000000" w:themeColor="text1"/>
              </w:rPr>
            </w:pPr>
            <w:r w:rsidRPr="008A5F04">
              <w:t>-</w:t>
            </w:r>
          </w:p>
        </w:tc>
        <w:tc>
          <w:tcPr>
            <w:tcW w:w="270" w:type="dxa"/>
            <w:tcBorders>
              <w:top w:val="nil"/>
              <w:left w:val="nil"/>
              <w:bottom w:val="nil"/>
              <w:right w:val="nil"/>
            </w:tcBorders>
          </w:tcPr>
          <w:p w14:paraId="3157F398" w14:textId="77777777" w:rsidR="00F6227C" w:rsidRPr="008A5F04" w:rsidRDefault="00F6227C" w:rsidP="00F6227C">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1628E058" w14:textId="5BC61819" w:rsidR="00F6227C" w:rsidRPr="008A5F04" w:rsidRDefault="00F6227C" w:rsidP="00857E25">
            <w:pPr>
              <w:tabs>
                <w:tab w:val="decimal" w:pos="816"/>
              </w:tabs>
              <w:spacing w:line="240" w:lineRule="auto"/>
              <w:ind w:right="-156"/>
              <w:rPr>
                <w:color w:val="000000"/>
              </w:rPr>
            </w:pPr>
            <w:r w:rsidRPr="008A5F04">
              <w:t>-</w:t>
            </w:r>
          </w:p>
        </w:tc>
        <w:tc>
          <w:tcPr>
            <w:tcW w:w="270" w:type="dxa"/>
            <w:tcBorders>
              <w:top w:val="nil"/>
              <w:left w:val="nil"/>
              <w:bottom w:val="nil"/>
              <w:right w:val="nil"/>
            </w:tcBorders>
          </w:tcPr>
          <w:p w14:paraId="39334671" w14:textId="77777777" w:rsidR="00F6227C" w:rsidRPr="00F73937" w:rsidRDefault="00F6227C" w:rsidP="00F6227C">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7F2238E9" w14:textId="59974F6C" w:rsidR="00F6227C" w:rsidRPr="00F73937" w:rsidRDefault="00F6227C" w:rsidP="002866A5">
            <w:pPr>
              <w:pStyle w:val="BodyText"/>
              <w:tabs>
                <w:tab w:val="decimal" w:pos="1042"/>
              </w:tabs>
              <w:spacing w:after="0"/>
              <w:ind w:left="-108" w:right="-150"/>
              <w:jc w:val="both"/>
              <w:rPr>
                <w:b/>
                <w:bCs/>
                <w:color w:val="000000" w:themeColor="text1"/>
              </w:rPr>
            </w:pPr>
            <w:r w:rsidRPr="005422CB">
              <w:t>9,636</w:t>
            </w:r>
          </w:p>
        </w:tc>
        <w:tc>
          <w:tcPr>
            <w:tcW w:w="270" w:type="dxa"/>
            <w:tcBorders>
              <w:top w:val="nil"/>
              <w:left w:val="nil"/>
              <w:bottom w:val="nil"/>
              <w:right w:val="nil"/>
            </w:tcBorders>
          </w:tcPr>
          <w:p w14:paraId="5EEE3702" w14:textId="77777777" w:rsidR="00F6227C" w:rsidRPr="00F73937" w:rsidRDefault="00F6227C" w:rsidP="00F6227C">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73C12502" w14:textId="1CCEC1FF" w:rsidR="00F6227C" w:rsidRPr="008A5F04" w:rsidRDefault="00F6227C" w:rsidP="00857E25">
            <w:pPr>
              <w:pStyle w:val="BodyText"/>
              <w:tabs>
                <w:tab w:val="decimal" w:pos="786"/>
              </w:tabs>
              <w:spacing w:after="0"/>
              <w:ind w:left="-108" w:right="-150"/>
              <w:jc w:val="both"/>
            </w:pPr>
            <w:r w:rsidRPr="008A5F04">
              <w:t>-</w:t>
            </w:r>
          </w:p>
        </w:tc>
      </w:tr>
      <w:tr w:rsidR="00E31069" w:rsidRPr="00F73937" w14:paraId="0E591EA2" w14:textId="77777777" w:rsidTr="002866A5">
        <w:tblPrEx>
          <w:tblBorders>
            <w:top w:val="single" w:sz="4" w:space="0" w:color="auto"/>
            <w:bottom w:val="double" w:sz="4" w:space="0" w:color="auto"/>
          </w:tblBorders>
        </w:tblPrEx>
        <w:tc>
          <w:tcPr>
            <w:tcW w:w="3510" w:type="dxa"/>
            <w:tcBorders>
              <w:top w:val="nil"/>
              <w:bottom w:val="nil"/>
            </w:tcBorders>
          </w:tcPr>
          <w:p w14:paraId="650E0C90" w14:textId="77777777" w:rsidR="00E31069" w:rsidRPr="00F73937" w:rsidRDefault="00E31069" w:rsidP="00E31069">
            <w:pPr>
              <w:spacing w:line="240" w:lineRule="exact"/>
              <w:rPr>
                <w:b/>
                <w:bCs/>
                <w:i/>
                <w:iCs/>
              </w:rPr>
            </w:pPr>
            <w:r w:rsidRPr="00F73937">
              <w:rPr>
                <w:color w:val="000000"/>
              </w:rPr>
              <w:t>Joint ventures</w:t>
            </w:r>
          </w:p>
        </w:tc>
        <w:tc>
          <w:tcPr>
            <w:tcW w:w="1260" w:type="dxa"/>
            <w:tcBorders>
              <w:top w:val="nil"/>
              <w:left w:val="nil"/>
              <w:bottom w:val="nil"/>
              <w:right w:val="nil"/>
            </w:tcBorders>
          </w:tcPr>
          <w:p w14:paraId="6704CDF9" w14:textId="2EBC4F64" w:rsidR="00E31069" w:rsidRPr="00F73937" w:rsidRDefault="00E31069" w:rsidP="00857E25">
            <w:pPr>
              <w:tabs>
                <w:tab w:val="decimal" w:pos="1044"/>
              </w:tabs>
              <w:spacing w:line="240" w:lineRule="auto"/>
              <w:ind w:right="-156"/>
              <w:rPr>
                <w:color w:val="000000" w:themeColor="text1"/>
              </w:rPr>
            </w:pPr>
            <w:r w:rsidRPr="00F41060">
              <w:t>1</w:t>
            </w:r>
          </w:p>
        </w:tc>
        <w:tc>
          <w:tcPr>
            <w:tcW w:w="270" w:type="dxa"/>
            <w:tcBorders>
              <w:top w:val="nil"/>
              <w:left w:val="nil"/>
              <w:bottom w:val="nil"/>
              <w:right w:val="nil"/>
            </w:tcBorders>
          </w:tcPr>
          <w:p w14:paraId="3E5EA53F" w14:textId="77777777" w:rsidR="00E31069" w:rsidRPr="00F73937" w:rsidRDefault="00E31069" w:rsidP="00E31069">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4FF628EB" w14:textId="6D798D7D" w:rsidR="00E31069" w:rsidRPr="00F73937" w:rsidRDefault="00E31069" w:rsidP="00857E25">
            <w:pPr>
              <w:pStyle w:val="BodyText"/>
              <w:tabs>
                <w:tab w:val="decimal" w:pos="1044"/>
              </w:tabs>
              <w:spacing w:after="0"/>
              <w:ind w:left="-108" w:right="-293"/>
              <w:rPr>
                <w:color w:val="000000"/>
                <w:lang w:val="en-US"/>
              </w:rPr>
            </w:pPr>
            <w:r w:rsidRPr="00F73937">
              <w:rPr>
                <w:color w:val="000000"/>
                <w:lang w:val="en-US"/>
              </w:rPr>
              <w:t>5</w:t>
            </w:r>
          </w:p>
        </w:tc>
        <w:tc>
          <w:tcPr>
            <w:tcW w:w="270" w:type="dxa"/>
            <w:tcBorders>
              <w:top w:val="nil"/>
              <w:left w:val="nil"/>
              <w:bottom w:val="nil"/>
              <w:right w:val="nil"/>
            </w:tcBorders>
          </w:tcPr>
          <w:p w14:paraId="318CA0B4" w14:textId="77777777" w:rsidR="00E31069" w:rsidRPr="00F73937" w:rsidRDefault="00E31069" w:rsidP="00E31069">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7AFDF15A" w14:textId="34149894" w:rsidR="00E31069" w:rsidRPr="008A5F04" w:rsidRDefault="00E31069" w:rsidP="00857E25">
            <w:pPr>
              <w:pStyle w:val="BodyText"/>
              <w:tabs>
                <w:tab w:val="decimal" w:pos="696"/>
              </w:tabs>
              <w:spacing w:after="0"/>
              <w:ind w:left="-108" w:right="-150"/>
              <w:jc w:val="both"/>
              <w:rPr>
                <w:color w:val="000000" w:themeColor="text1"/>
              </w:rPr>
            </w:pPr>
            <w:r w:rsidRPr="008A5F04">
              <w:t>-</w:t>
            </w:r>
          </w:p>
        </w:tc>
        <w:tc>
          <w:tcPr>
            <w:tcW w:w="270" w:type="dxa"/>
            <w:tcBorders>
              <w:top w:val="nil"/>
              <w:left w:val="nil"/>
              <w:bottom w:val="nil"/>
              <w:right w:val="nil"/>
            </w:tcBorders>
          </w:tcPr>
          <w:p w14:paraId="7B211356" w14:textId="77777777" w:rsidR="00E31069" w:rsidRPr="000F7656" w:rsidRDefault="00E31069" w:rsidP="00E31069">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3EEFBE02" w14:textId="2694C93D" w:rsidR="00E31069" w:rsidRPr="008A5F04" w:rsidRDefault="00E31069" w:rsidP="00857E25">
            <w:pPr>
              <w:pStyle w:val="BodyText"/>
              <w:tabs>
                <w:tab w:val="decimal" w:pos="786"/>
              </w:tabs>
              <w:spacing w:after="0"/>
              <w:ind w:left="-108" w:right="-150"/>
              <w:jc w:val="both"/>
              <w:rPr>
                <w:color w:val="000000" w:themeColor="text1"/>
              </w:rPr>
            </w:pPr>
            <w:r w:rsidRPr="008A5F04">
              <w:t>-</w:t>
            </w:r>
          </w:p>
        </w:tc>
      </w:tr>
      <w:tr w:rsidR="00E31069" w:rsidRPr="00F73937" w14:paraId="3B087692" w14:textId="77777777" w:rsidTr="002866A5">
        <w:tblPrEx>
          <w:tblBorders>
            <w:top w:val="single" w:sz="4" w:space="0" w:color="auto"/>
            <w:bottom w:val="double" w:sz="4" w:space="0" w:color="auto"/>
          </w:tblBorders>
        </w:tblPrEx>
        <w:tc>
          <w:tcPr>
            <w:tcW w:w="3510" w:type="dxa"/>
            <w:tcBorders>
              <w:top w:val="nil"/>
              <w:bottom w:val="nil"/>
            </w:tcBorders>
          </w:tcPr>
          <w:p w14:paraId="0BF8E068" w14:textId="77777777" w:rsidR="00E31069" w:rsidRPr="00F73937" w:rsidRDefault="00E31069" w:rsidP="00E31069">
            <w:pPr>
              <w:spacing w:line="240" w:lineRule="exact"/>
              <w:rPr>
                <w:color w:val="000000"/>
              </w:rPr>
            </w:pPr>
            <w:r w:rsidRPr="00F73937">
              <w:rPr>
                <w:color w:val="000000"/>
              </w:rPr>
              <w:t>Other related parties</w:t>
            </w:r>
          </w:p>
        </w:tc>
        <w:tc>
          <w:tcPr>
            <w:tcW w:w="1260" w:type="dxa"/>
            <w:tcBorders>
              <w:top w:val="nil"/>
              <w:left w:val="nil"/>
              <w:bottom w:val="single" w:sz="4" w:space="0" w:color="auto"/>
              <w:right w:val="nil"/>
            </w:tcBorders>
          </w:tcPr>
          <w:p w14:paraId="65C5A80E" w14:textId="093E69ED" w:rsidR="00E31069" w:rsidRPr="00F73937" w:rsidRDefault="00E31069" w:rsidP="00857E25">
            <w:pPr>
              <w:tabs>
                <w:tab w:val="decimal" w:pos="1044"/>
              </w:tabs>
              <w:spacing w:line="240" w:lineRule="auto"/>
              <w:ind w:right="-156"/>
              <w:rPr>
                <w:color w:val="000000" w:themeColor="text1"/>
              </w:rPr>
            </w:pPr>
            <w:r w:rsidRPr="00F41060">
              <w:t>8,129</w:t>
            </w:r>
          </w:p>
        </w:tc>
        <w:tc>
          <w:tcPr>
            <w:tcW w:w="270" w:type="dxa"/>
            <w:tcBorders>
              <w:top w:val="nil"/>
              <w:left w:val="nil"/>
              <w:bottom w:val="nil"/>
              <w:right w:val="nil"/>
            </w:tcBorders>
          </w:tcPr>
          <w:p w14:paraId="6ACD1CB7" w14:textId="77777777" w:rsidR="00E31069" w:rsidRPr="00F73937" w:rsidRDefault="00E31069" w:rsidP="00E31069">
            <w:pPr>
              <w:pStyle w:val="BodyText"/>
              <w:tabs>
                <w:tab w:val="decimal" w:pos="727"/>
                <w:tab w:val="decimal" w:pos="891"/>
              </w:tabs>
              <w:spacing w:after="0" w:line="240" w:lineRule="auto"/>
              <w:ind w:right="-78"/>
              <w:rPr>
                <w:b/>
                <w:bCs/>
                <w:cs/>
              </w:rPr>
            </w:pPr>
          </w:p>
        </w:tc>
        <w:tc>
          <w:tcPr>
            <w:tcW w:w="1260" w:type="dxa"/>
            <w:gridSpan w:val="2"/>
            <w:tcBorders>
              <w:top w:val="nil"/>
              <w:left w:val="nil"/>
              <w:bottom w:val="single" w:sz="4" w:space="0" w:color="auto"/>
              <w:right w:val="nil"/>
            </w:tcBorders>
          </w:tcPr>
          <w:p w14:paraId="59D38D71" w14:textId="6B35F044" w:rsidR="00E31069" w:rsidRPr="00F73937" w:rsidRDefault="00E31069" w:rsidP="00857E25">
            <w:pPr>
              <w:pStyle w:val="BodyText"/>
              <w:tabs>
                <w:tab w:val="decimal" w:pos="1044"/>
              </w:tabs>
              <w:spacing w:after="0"/>
              <w:ind w:left="-108" w:right="-293"/>
              <w:rPr>
                <w:color w:val="000000"/>
                <w:lang w:val="en-US"/>
              </w:rPr>
            </w:pPr>
            <w:r w:rsidRPr="00F73937">
              <w:rPr>
                <w:color w:val="000000"/>
                <w:lang w:val="en-US"/>
              </w:rPr>
              <w:t>5,703</w:t>
            </w:r>
          </w:p>
        </w:tc>
        <w:tc>
          <w:tcPr>
            <w:tcW w:w="270" w:type="dxa"/>
            <w:tcBorders>
              <w:top w:val="nil"/>
              <w:left w:val="nil"/>
              <w:bottom w:val="nil"/>
              <w:right w:val="nil"/>
            </w:tcBorders>
          </w:tcPr>
          <w:p w14:paraId="23E616B9" w14:textId="77777777" w:rsidR="00E31069" w:rsidRPr="00F73937" w:rsidRDefault="00E31069" w:rsidP="00E31069">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shd w:val="clear" w:color="auto" w:fill="auto"/>
          </w:tcPr>
          <w:p w14:paraId="4D02758C" w14:textId="152E27A1" w:rsidR="00E31069" w:rsidRPr="008A5F04" w:rsidRDefault="00E31069" w:rsidP="00857E25">
            <w:pPr>
              <w:pStyle w:val="BodyText"/>
              <w:tabs>
                <w:tab w:val="decimal" w:pos="696"/>
              </w:tabs>
              <w:spacing w:after="0"/>
              <w:ind w:left="-108" w:right="-150"/>
              <w:jc w:val="both"/>
              <w:rPr>
                <w:color w:val="000000" w:themeColor="text1"/>
              </w:rPr>
            </w:pPr>
            <w:r w:rsidRPr="008A5F04">
              <w:t>-</w:t>
            </w:r>
          </w:p>
        </w:tc>
        <w:tc>
          <w:tcPr>
            <w:tcW w:w="270" w:type="dxa"/>
            <w:tcBorders>
              <w:top w:val="nil"/>
              <w:left w:val="nil"/>
              <w:bottom w:val="nil"/>
              <w:right w:val="nil"/>
            </w:tcBorders>
          </w:tcPr>
          <w:p w14:paraId="72645A7E" w14:textId="77777777" w:rsidR="00E31069" w:rsidRPr="000F7656" w:rsidRDefault="00E31069" w:rsidP="00E31069">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0EF07D6D" w14:textId="4BEA173B" w:rsidR="00E31069" w:rsidRPr="008A5F04" w:rsidRDefault="00E31069" w:rsidP="00857E25">
            <w:pPr>
              <w:pStyle w:val="BodyText"/>
              <w:tabs>
                <w:tab w:val="decimal" w:pos="786"/>
              </w:tabs>
              <w:spacing w:after="0"/>
              <w:ind w:left="-108" w:right="-150"/>
              <w:jc w:val="both"/>
              <w:rPr>
                <w:color w:val="000000" w:themeColor="text1"/>
              </w:rPr>
            </w:pPr>
            <w:r w:rsidRPr="008A5F04">
              <w:t>-</w:t>
            </w:r>
          </w:p>
        </w:tc>
      </w:tr>
      <w:tr w:rsidR="003645F0" w:rsidRPr="00F73937" w14:paraId="1C8E3C8E" w14:textId="77777777" w:rsidTr="002866A5">
        <w:tblPrEx>
          <w:tblBorders>
            <w:top w:val="single" w:sz="4" w:space="0" w:color="auto"/>
            <w:bottom w:val="double" w:sz="4" w:space="0" w:color="auto"/>
          </w:tblBorders>
        </w:tblPrEx>
        <w:tc>
          <w:tcPr>
            <w:tcW w:w="3510" w:type="dxa"/>
            <w:tcBorders>
              <w:top w:val="nil"/>
              <w:bottom w:val="nil"/>
            </w:tcBorders>
          </w:tcPr>
          <w:p w14:paraId="4EB98CD0" w14:textId="77777777" w:rsidR="003645F0" w:rsidRPr="00F73937" w:rsidRDefault="003645F0" w:rsidP="003645F0">
            <w:pPr>
              <w:spacing w:line="240" w:lineRule="exact"/>
              <w:rPr>
                <w:b/>
                <w:bCs/>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3F5BF63B" w14:textId="7298C9EE" w:rsidR="003645F0" w:rsidRPr="00F73937" w:rsidRDefault="00E72ADF" w:rsidP="00857E25">
            <w:pPr>
              <w:pStyle w:val="BodyText"/>
              <w:tabs>
                <w:tab w:val="decimal" w:pos="1044"/>
              </w:tabs>
              <w:spacing w:after="0"/>
              <w:ind w:left="-108" w:right="-193"/>
              <w:jc w:val="both"/>
              <w:rPr>
                <w:b/>
                <w:bCs/>
                <w:color w:val="000000" w:themeColor="text1"/>
              </w:rPr>
            </w:pPr>
            <w:r w:rsidRPr="00E72ADF">
              <w:rPr>
                <w:b/>
                <w:bCs/>
                <w:color w:val="000000" w:themeColor="text1"/>
              </w:rPr>
              <w:t>8,130</w:t>
            </w:r>
          </w:p>
        </w:tc>
        <w:tc>
          <w:tcPr>
            <w:tcW w:w="270" w:type="dxa"/>
            <w:tcBorders>
              <w:top w:val="nil"/>
              <w:left w:val="nil"/>
              <w:bottom w:val="nil"/>
              <w:right w:val="nil"/>
            </w:tcBorders>
          </w:tcPr>
          <w:p w14:paraId="46021A23" w14:textId="77777777" w:rsidR="003645F0" w:rsidRPr="00F73937" w:rsidRDefault="003645F0" w:rsidP="003645F0">
            <w:pPr>
              <w:pStyle w:val="BodyText"/>
              <w:tabs>
                <w:tab w:val="decimal" w:pos="727"/>
                <w:tab w:val="decimal" w:pos="891"/>
              </w:tabs>
              <w:spacing w:after="0" w:line="240" w:lineRule="auto"/>
              <w:ind w:right="-78"/>
              <w:rPr>
                <w:b/>
                <w:bCs/>
                <w:cs/>
              </w:rPr>
            </w:pPr>
          </w:p>
        </w:tc>
        <w:tc>
          <w:tcPr>
            <w:tcW w:w="1260" w:type="dxa"/>
            <w:gridSpan w:val="2"/>
            <w:tcBorders>
              <w:top w:val="single" w:sz="4" w:space="0" w:color="auto"/>
              <w:left w:val="nil"/>
              <w:bottom w:val="double" w:sz="4" w:space="0" w:color="auto"/>
              <w:right w:val="nil"/>
            </w:tcBorders>
          </w:tcPr>
          <w:p w14:paraId="59B18F59" w14:textId="0638385D" w:rsidR="003645F0" w:rsidRPr="00F73937" w:rsidRDefault="003645F0" w:rsidP="00857E25">
            <w:pPr>
              <w:pStyle w:val="BodyText"/>
              <w:tabs>
                <w:tab w:val="decimal" w:pos="1044"/>
              </w:tabs>
              <w:spacing w:after="0"/>
              <w:ind w:left="-108" w:right="-293"/>
              <w:rPr>
                <w:b/>
                <w:bCs/>
                <w:color w:val="000000"/>
                <w:lang w:val="en-US"/>
              </w:rPr>
            </w:pPr>
            <w:r w:rsidRPr="00F73937">
              <w:rPr>
                <w:b/>
                <w:bCs/>
                <w:color w:val="000000"/>
                <w:lang w:val="en-US"/>
              </w:rPr>
              <w:t>5,708</w:t>
            </w:r>
          </w:p>
        </w:tc>
        <w:tc>
          <w:tcPr>
            <w:tcW w:w="270" w:type="dxa"/>
            <w:tcBorders>
              <w:top w:val="nil"/>
              <w:left w:val="nil"/>
              <w:bottom w:val="nil"/>
              <w:right w:val="nil"/>
            </w:tcBorders>
          </w:tcPr>
          <w:p w14:paraId="0BD532FC" w14:textId="77777777" w:rsidR="003645F0" w:rsidRPr="00F73937" w:rsidRDefault="003645F0" w:rsidP="003645F0">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0D11A55F" w14:textId="537FB990" w:rsidR="003645F0" w:rsidRPr="00F73937" w:rsidRDefault="004D64DA" w:rsidP="002866A5">
            <w:pPr>
              <w:pStyle w:val="BodyText"/>
              <w:tabs>
                <w:tab w:val="decimal" w:pos="1042"/>
              </w:tabs>
              <w:spacing w:after="0"/>
              <w:ind w:left="-108" w:right="-131"/>
              <w:jc w:val="both"/>
              <w:rPr>
                <w:b/>
                <w:bCs/>
                <w:color w:val="000000" w:themeColor="text1"/>
              </w:rPr>
            </w:pPr>
            <w:r w:rsidRPr="004D64DA">
              <w:rPr>
                <w:b/>
                <w:bCs/>
                <w:color w:val="000000" w:themeColor="text1"/>
              </w:rPr>
              <w:t>9,636</w:t>
            </w:r>
          </w:p>
        </w:tc>
        <w:tc>
          <w:tcPr>
            <w:tcW w:w="270" w:type="dxa"/>
            <w:tcBorders>
              <w:top w:val="nil"/>
              <w:left w:val="nil"/>
              <w:bottom w:val="nil"/>
              <w:right w:val="nil"/>
            </w:tcBorders>
          </w:tcPr>
          <w:p w14:paraId="7901ED59" w14:textId="77777777" w:rsidR="003645F0" w:rsidRPr="00F73937" w:rsidRDefault="003645F0" w:rsidP="003645F0">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9FB663E" w14:textId="3F11819B" w:rsidR="003645F0" w:rsidRPr="008A5F04" w:rsidRDefault="003645F0" w:rsidP="00857E25">
            <w:pPr>
              <w:pStyle w:val="BodyText"/>
              <w:tabs>
                <w:tab w:val="decimal" w:pos="786"/>
              </w:tabs>
              <w:spacing w:after="0"/>
              <w:ind w:left="-108" w:right="-131"/>
              <w:jc w:val="both"/>
              <w:rPr>
                <w:b/>
                <w:bCs/>
                <w:color w:val="000000" w:themeColor="text1"/>
              </w:rPr>
            </w:pPr>
            <w:r w:rsidRPr="008A5F04">
              <w:rPr>
                <w:b/>
                <w:bCs/>
              </w:rPr>
              <w:t>-</w:t>
            </w:r>
          </w:p>
        </w:tc>
      </w:tr>
      <w:tr w:rsidR="003742E4" w:rsidRPr="00F73937" w14:paraId="3EF7C4BE" w14:textId="77777777" w:rsidTr="002866A5">
        <w:tblPrEx>
          <w:tblBorders>
            <w:top w:val="single" w:sz="4" w:space="0" w:color="auto"/>
            <w:bottom w:val="double" w:sz="4" w:space="0" w:color="auto"/>
          </w:tblBorders>
        </w:tblPrEx>
        <w:trPr>
          <w:trHeight w:val="215"/>
        </w:trPr>
        <w:tc>
          <w:tcPr>
            <w:tcW w:w="3510" w:type="dxa"/>
            <w:tcBorders>
              <w:top w:val="nil"/>
              <w:bottom w:val="nil"/>
            </w:tcBorders>
          </w:tcPr>
          <w:p w14:paraId="17B5D9DF" w14:textId="77777777" w:rsidR="00484D7E" w:rsidRPr="0092305A" w:rsidRDefault="00484D7E" w:rsidP="009E7BDE">
            <w:pPr>
              <w:spacing w:line="240" w:lineRule="exact"/>
              <w:rPr>
                <w:rFonts w:cstheme="minorBidi"/>
                <w:color w:val="000000"/>
                <w:cs/>
              </w:rPr>
            </w:pPr>
          </w:p>
        </w:tc>
        <w:tc>
          <w:tcPr>
            <w:tcW w:w="1260" w:type="dxa"/>
            <w:tcBorders>
              <w:top w:val="double" w:sz="4" w:space="0" w:color="auto"/>
              <w:left w:val="nil"/>
              <w:bottom w:val="nil"/>
              <w:right w:val="nil"/>
            </w:tcBorders>
          </w:tcPr>
          <w:p w14:paraId="36740206" w14:textId="77777777" w:rsidR="00484D7E" w:rsidRPr="00F73937" w:rsidRDefault="00484D7E" w:rsidP="00857E25">
            <w:pPr>
              <w:pStyle w:val="BodyText"/>
              <w:tabs>
                <w:tab w:val="decimal" w:pos="700"/>
                <w:tab w:val="decimal" w:pos="960"/>
              </w:tabs>
              <w:spacing w:after="0"/>
              <w:ind w:left="-108" w:right="-150"/>
              <w:jc w:val="both"/>
              <w:rPr>
                <w:b/>
                <w:bCs/>
                <w:color w:val="000000" w:themeColor="text1"/>
              </w:rPr>
            </w:pPr>
          </w:p>
        </w:tc>
        <w:tc>
          <w:tcPr>
            <w:tcW w:w="270" w:type="dxa"/>
            <w:tcBorders>
              <w:top w:val="nil"/>
              <w:left w:val="nil"/>
              <w:bottom w:val="nil"/>
              <w:right w:val="nil"/>
            </w:tcBorders>
          </w:tcPr>
          <w:p w14:paraId="1B7E7AFF"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5E4141CE" w14:textId="77777777" w:rsidR="00484D7E" w:rsidRPr="00F73937" w:rsidRDefault="00484D7E" w:rsidP="009E7BDE">
            <w:pPr>
              <w:pStyle w:val="BodyText"/>
              <w:tabs>
                <w:tab w:val="decimal" w:pos="495"/>
              </w:tabs>
              <w:spacing w:after="0"/>
              <w:ind w:left="-108" w:right="-150"/>
              <w:jc w:val="both"/>
              <w:rPr>
                <w:b/>
                <w:bCs/>
                <w:color w:val="000000" w:themeColor="text1"/>
              </w:rPr>
            </w:pPr>
          </w:p>
        </w:tc>
        <w:tc>
          <w:tcPr>
            <w:tcW w:w="270" w:type="dxa"/>
            <w:tcBorders>
              <w:top w:val="nil"/>
              <w:left w:val="nil"/>
              <w:bottom w:val="nil"/>
              <w:right w:val="nil"/>
            </w:tcBorders>
          </w:tcPr>
          <w:p w14:paraId="08866C62"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shd w:val="clear" w:color="auto" w:fill="auto"/>
          </w:tcPr>
          <w:p w14:paraId="27F89856"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06F8DF95"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14A5FD6C" w14:textId="77777777" w:rsidR="00484D7E" w:rsidRPr="00F73937" w:rsidRDefault="00484D7E" w:rsidP="009E7BDE">
            <w:pPr>
              <w:pStyle w:val="BodyText"/>
              <w:tabs>
                <w:tab w:val="decimal" w:pos="694"/>
              </w:tabs>
              <w:spacing w:after="0"/>
              <w:ind w:left="-108" w:right="-131"/>
              <w:jc w:val="both"/>
              <w:rPr>
                <w:b/>
                <w:bCs/>
                <w:color w:val="000000" w:themeColor="text1"/>
              </w:rPr>
            </w:pPr>
          </w:p>
        </w:tc>
      </w:tr>
      <w:tr w:rsidR="003742E4" w:rsidRPr="00F73937" w14:paraId="1841608C" w14:textId="77777777" w:rsidTr="002866A5">
        <w:tblPrEx>
          <w:tblBorders>
            <w:top w:val="single" w:sz="4" w:space="0" w:color="auto"/>
            <w:bottom w:val="double" w:sz="4" w:space="0" w:color="auto"/>
          </w:tblBorders>
        </w:tblPrEx>
        <w:tc>
          <w:tcPr>
            <w:tcW w:w="3510" w:type="dxa"/>
            <w:tcBorders>
              <w:top w:val="nil"/>
              <w:bottom w:val="nil"/>
            </w:tcBorders>
          </w:tcPr>
          <w:p w14:paraId="424382D1" w14:textId="77777777" w:rsidR="00484D7E" w:rsidRPr="00F73937" w:rsidRDefault="00484D7E" w:rsidP="009E7BDE">
            <w:pPr>
              <w:spacing w:line="240" w:lineRule="exact"/>
              <w:rPr>
                <w:b/>
                <w:bCs/>
                <w:i/>
                <w:iCs/>
                <w:color w:val="000000"/>
              </w:rPr>
            </w:pPr>
            <w:r w:rsidRPr="00F73937">
              <w:rPr>
                <w:b/>
                <w:bCs/>
                <w:i/>
                <w:iCs/>
                <w:color w:val="000000"/>
              </w:rPr>
              <w:t>Other receivables</w:t>
            </w:r>
          </w:p>
        </w:tc>
        <w:tc>
          <w:tcPr>
            <w:tcW w:w="1260" w:type="dxa"/>
            <w:tcBorders>
              <w:top w:val="nil"/>
              <w:left w:val="nil"/>
              <w:bottom w:val="nil"/>
              <w:right w:val="nil"/>
            </w:tcBorders>
          </w:tcPr>
          <w:p w14:paraId="32FE64F1" w14:textId="77777777" w:rsidR="00484D7E" w:rsidRPr="00F73937" w:rsidRDefault="00484D7E" w:rsidP="00857E25">
            <w:pPr>
              <w:pStyle w:val="BodyText"/>
              <w:tabs>
                <w:tab w:val="decimal" w:pos="700"/>
                <w:tab w:val="decimal" w:pos="960"/>
              </w:tabs>
              <w:spacing w:after="0"/>
              <w:ind w:left="-108" w:right="-150"/>
              <w:jc w:val="both"/>
              <w:rPr>
                <w:b/>
                <w:bCs/>
                <w:color w:val="000000" w:themeColor="text1"/>
              </w:rPr>
            </w:pPr>
          </w:p>
        </w:tc>
        <w:tc>
          <w:tcPr>
            <w:tcW w:w="270" w:type="dxa"/>
            <w:tcBorders>
              <w:top w:val="nil"/>
              <w:left w:val="nil"/>
              <w:bottom w:val="nil"/>
              <w:right w:val="nil"/>
            </w:tcBorders>
          </w:tcPr>
          <w:p w14:paraId="6473434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34E99AF8" w14:textId="77777777" w:rsidR="00484D7E" w:rsidRPr="00F73937" w:rsidRDefault="00484D7E" w:rsidP="009E7BDE">
            <w:pPr>
              <w:pStyle w:val="BodyText"/>
              <w:tabs>
                <w:tab w:val="decimal" w:pos="495"/>
              </w:tabs>
              <w:spacing w:after="0"/>
              <w:ind w:left="-108" w:right="-150"/>
              <w:jc w:val="both"/>
              <w:rPr>
                <w:b/>
                <w:bCs/>
                <w:color w:val="000000" w:themeColor="text1"/>
              </w:rPr>
            </w:pPr>
          </w:p>
        </w:tc>
        <w:tc>
          <w:tcPr>
            <w:tcW w:w="270" w:type="dxa"/>
            <w:tcBorders>
              <w:top w:val="nil"/>
              <w:left w:val="nil"/>
              <w:bottom w:val="nil"/>
              <w:right w:val="nil"/>
            </w:tcBorders>
          </w:tcPr>
          <w:p w14:paraId="00EAE63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4E8DFEA7"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386F3B7D"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1E4A0227" w14:textId="77777777" w:rsidR="00484D7E" w:rsidRPr="00F73937" w:rsidRDefault="00484D7E" w:rsidP="009E7BDE">
            <w:pPr>
              <w:pStyle w:val="BodyText"/>
              <w:tabs>
                <w:tab w:val="decimal" w:pos="694"/>
              </w:tabs>
              <w:spacing w:after="0"/>
              <w:ind w:left="-108" w:right="-131"/>
              <w:jc w:val="both"/>
              <w:rPr>
                <w:b/>
                <w:bCs/>
                <w:color w:val="000000" w:themeColor="text1"/>
              </w:rPr>
            </w:pPr>
          </w:p>
        </w:tc>
      </w:tr>
      <w:tr w:rsidR="002677A9" w:rsidRPr="00F73937" w14:paraId="0AB65D32" w14:textId="77777777" w:rsidTr="002866A5">
        <w:tblPrEx>
          <w:tblBorders>
            <w:top w:val="single" w:sz="4" w:space="0" w:color="auto"/>
            <w:bottom w:val="double" w:sz="4" w:space="0" w:color="auto"/>
          </w:tblBorders>
        </w:tblPrEx>
        <w:tc>
          <w:tcPr>
            <w:tcW w:w="3510" w:type="dxa"/>
            <w:tcBorders>
              <w:top w:val="nil"/>
              <w:bottom w:val="nil"/>
            </w:tcBorders>
          </w:tcPr>
          <w:p w14:paraId="1F218E30" w14:textId="77777777" w:rsidR="002677A9" w:rsidRPr="00F73937" w:rsidRDefault="002677A9" w:rsidP="002677A9">
            <w:pPr>
              <w:spacing w:line="240" w:lineRule="exact"/>
              <w:rPr>
                <w:color w:val="000000"/>
              </w:rPr>
            </w:pPr>
            <w:r w:rsidRPr="00F73937">
              <w:rPr>
                <w:color w:val="000000"/>
              </w:rPr>
              <w:t>Subsidiaries</w:t>
            </w:r>
          </w:p>
        </w:tc>
        <w:tc>
          <w:tcPr>
            <w:tcW w:w="1260" w:type="dxa"/>
            <w:tcBorders>
              <w:top w:val="nil"/>
              <w:left w:val="nil"/>
              <w:bottom w:val="nil"/>
              <w:right w:val="nil"/>
            </w:tcBorders>
          </w:tcPr>
          <w:p w14:paraId="65588B2C" w14:textId="7819A68F" w:rsidR="002677A9" w:rsidRPr="008A5F04" w:rsidRDefault="008E3438" w:rsidP="00857E25">
            <w:pPr>
              <w:tabs>
                <w:tab w:val="decimal" w:pos="702"/>
              </w:tabs>
              <w:spacing w:line="240" w:lineRule="auto"/>
              <w:ind w:right="-156"/>
              <w:rPr>
                <w:rFonts w:cs="Angsana New"/>
                <w:color w:val="000000" w:themeColor="text1"/>
                <w:szCs w:val="28"/>
                <w:cs/>
              </w:rPr>
            </w:pPr>
            <w:r w:rsidRPr="008A5F04">
              <w:rPr>
                <w:rFonts w:cs="Angsana New"/>
                <w:color w:val="000000" w:themeColor="text1"/>
                <w:szCs w:val="28"/>
              </w:rPr>
              <w:t>-</w:t>
            </w:r>
          </w:p>
        </w:tc>
        <w:tc>
          <w:tcPr>
            <w:tcW w:w="270" w:type="dxa"/>
            <w:tcBorders>
              <w:top w:val="nil"/>
              <w:left w:val="nil"/>
              <w:bottom w:val="nil"/>
              <w:right w:val="nil"/>
            </w:tcBorders>
          </w:tcPr>
          <w:p w14:paraId="10DFF89F" w14:textId="77777777" w:rsidR="002677A9" w:rsidRPr="008A5F04" w:rsidRDefault="002677A9" w:rsidP="002677A9">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7B5192DF" w14:textId="5BEFFB7B" w:rsidR="002677A9" w:rsidRPr="008A5F04" w:rsidRDefault="002677A9" w:rsidP="00857E25">
            <w:pPr>
              <w:pStyle w:val="BodyText"/>
              <w:tabs>
                <w:tab w:val="decimal" w:pos="792"/>
              </w:tabs>
              <w:spacing w:after="0"/>
              <w:ind w:left="-108" w:right="70"/>
              <w:rPr>
                <w:color w:val="000000"/>
                <w:lang w:val="en-US"/>
              </w:rPr>
            </w:pPr>
            <w:r w:rsidRPr="008A5F04">
              <w:rPr>
                <w:color w:val="000000"/>
                <w:lang w:val="en-US"/>
              </w:rPr>
              <w:t>-</w:t>
            </w:r>
          </w:p>
        </w:tc>
        <w:tc>
          <w:tcPr>
            <w:tcW w:w="270" w:type="dxa"/>
            <w:tcBorders>
              <w:top w:val="nil"/>
              <w:left w:val="nil"/>
              <w:bottom w:val="nil"/>
              <w:right w:val="nil"/>
            </w:tcBorders>
          </w:tcPr>
          <w:p w14:paraId="037C6E2D" w14:textId="77777777" w:rsidR="002677A9" w:rsidRPr="00F73937" w:rsidRDefault="002677A9" w:rsidP="002677A9">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579B5CE2" w14:textId="3BA6C1C1" w:rsidR="002677A9" w:rsidRPr="00857E25" w:rsidRDefault="00663098" w:rsidP="002866A5">
            <w:pPr>
              <w:pStyle w:val="BodyText"/>
              <w:tabs>
                <w:tab w:val="decimal" w:pos="1042"/>
              </w:tabs>
              <w:spacing w:after="0"/>
              <w:ind w:left="-108" w:right="-150"/>
              <w:jc w:val="both"/>
            </w:pPr>
            <w:r w:rsidRPr="00857E25">
              <w:rPr>
                <w:cs/>
              </w:rPr>
              <w:t>22</w:t>
            </w:r>
            <w:r w:rsidRPr="00857E25">
              <w:t>,</w:t>
            </w:r>
            <w:r w:rsidRPr="00857E25">
              <w:rPr>
                <w:cs/>
              </w:rPr>
              <w:t>428</w:t>
            </w:r>
          </w:p>
        </w:tc>
        <w:tc>
          <w:tcPr>
            <w:tcW w:w="270" w:type="dxa"/>
            <w:tcBorders>
              <w:top w:val="nil"/>
              <w:left w:val="nil"/>
              <w:bottom w:val="nil"/>
              <w:right w:val="nil"/>
            </w:tcBorders>
          </w:tcPr>
          <w:p w14:paraId="7E472E34" w14:textId="77777777" w:rsidR="002677A9" w:rsidRPr="00663098" w:rsidRDefault="002677A9" w:rsidP="00663098">
            <w:pPr>
              <w:pStyle w:val="BodyText"/>
              <w:tabs>
                <w:tab w:val="decimal" w:pos="727"/>
                <w:tab w:val="decimal" w:pos="970"/>
              </w:tabs>
              <w:spacing w:after="0" w:line="240" w:lineRule="auto"/>
              <w:ind w:left="-108" w:right="70"/>
              <w:rPr>
                <w:color w:val="000000"/>
                <w:lang w:val="en-US"/>
              </w:rPr>
            </w:pPr>
          </w:p>
        </w:tc>
        <w:tc>
          <w:tcPr>
            <w:tcW w:w="1260" w:type="dxa"/>
            <w:tcBorders>
              <w:top w:val="nil"/>
              <w:left w:val="nil"/>
              <w:bottom w:val="nil"/>
              <w:right w:val="nil"/>
            </w:tcBorders>
          </w:tcPr>
          <w:p w14:paraId="0BC47482" w14:textId="01B7011B" w:rsidR="002677A9" w:rsidRPr="00F73937" w:rsidRDefault="002677A9" w:rsidP="002677A9">
            <w:pPr>
              <w:pStyle w:val="BodyText"/>
              <w:tabs>
                <w:tab w:val="decimal" w:pos="970"/>
              </w:tabs>
              <w:spacing w:after="0"/>
              <w:ind w:left="-108" w:right="70"/>
              <w:rPr>
                <w:color w:val="000000"/>
                <w:lang w:val="en-US"/>
              </w:rPr>
            </w:pPr>
            <w:r w:rsidRPr="00F73937">
              <w:rPr>
                <w:color w:val="000000"/>
                <w:lang w:val="en-US"/>
              </w:rPr>
              <w:t>11,666</w:t>
            </w:r>
          </w:p>
        </w:tc>
      </w:tr>
      <w:tr w:rsidR="008D6299" w:rsidRPr="00F73937" w14:paraId="75C80987" w14:textId="77777777" w:rsidTr="002866A5">
        <w:tblPrEx>
          <w:tblBorders>
            <w:top w:val="single" w:sz="4" w:space="0" w:color="auto"/>
            <w:bottom w:val="double" w:sz="4" w:space="0" w:color="auto"/>
          </w:tblBorders>
        </w:tblPrEx>
        <w:tc>
          <w:tcPr>
            <w:tcW w:w="3510" w:type="dxa"/>
            <w:tcBorders>
              <w:top w:val="nil"/>
              <w:bottom w:val="nil"/>
            </w:tcBorders>
          </w:tcPr>
          <w:p w14:paraId="112202F6" w14:textId="77777777" w:rsidR="008D6299" w:rsidRPr="00F73937" w:rsidRDefault="008D6299" w:rsidP="008D6299">
            <w:pPr>
              <w:spacing w:line="240" w:lineRule="exact"/>
              <w:rPr>
                <w:color w:val="000000"/>
              </w:rPr>
            </w:pPr>
            <w:r w:rsidRPr="00F73937">
              <w:rPr>
                <w:color w:val="000000"/>
              </w:rPr>
              <w:t>Joint ventures</w:t>
            </w:r>
          </w:p>
        </w:tc>
        <w:tc>
          <w:tcPr>
            <w:tcW w:w="1260" w:type="dxa"/>
            <w:tcBorders>
              <w:top w:val="nil"/>
              <w:left w:val="nil"/>
              <w:bottom w:val="nil"/>
              <w:right w:val="nil"/>
            </w:tcBorders>
          </w:tcPr>
          <w:p w14:paraId="60D848E5" w14:textId="2C47EE9B" w:rsidR="008D6299" w:rsidRPr="008A5F04" w:rsidRDefault="008D6299" w:rsidP="00857E25">
            <w:pPr>
              <w:tabs>
                <w:tab w:val="decimal" w:pos="1044"/>
              </w:tabs>
              <w:spacing w:line="240" w:lineRule="auto"/>
              <w:ind w:right="-156"/>
            </w:pPr>
            <w:r w:rsidRPr="008A5F04">
              <w:t>41</w:t>
            </w:r>
          </w:p>
        </w:tc>
        <w:tc>
          <w:tcPr>
            <w:tcW w:w="270" w:type="dxa"/>
            <w:tcBorders>
              <w:top w:val="nil"/>
              <w:left w:val="nil"/>
              <w:bottom w:val="nil"/>
              <w:right w:val="nil"/>
            </w:tcBorders>
          </w:tcPr>
          <w:p w14:paraId="64715580" w14:textId="77777777" w:rsidR="008D6299" w:rsidRPr="008A5F04" w:rsidRDefault="008D6299" w:rsidP="008D6299">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6AEA074F" w14:textId="3F9B506A" w:rsidR="008D6299" w:rsidRPr="008A5F04" w:rsidRDefault="008D6299" w:rsidP="00857E25">
            <w:pPr>
              <w:pStyle w:val="BodyText"/>
              <w:tabs>
                <w:tab w:val="decimal" w:pos="1044"/>
              </w:tabs>
              <w:spacing w:after="0"/>
              <w:ind w:left="-108" w:right="-198"/>
              <w:rPr>
                <w:color w:val="000000"/>
                <w:lang w:val="en-US"/>
              </w:rPr>
            </w:pPr>
            <w:r w:rsidRPr="008A5F04">
              <w:t>35</w:t>
            </w:r>
          </w:p>
        </w:tc>
        <w:tc>
          <w:tcPr>
            <w:tcW w:w="270" w:type="dxa"/>
            <w:tcBorders>
              <w:top w:val="nil"/>
              <w:left w:val="nil"/>
              <w:bottom w:val="nil"/>
              <w:right w:val="nil"/>
            </w:tcBorders>
          </w:tcPr>
          <w:p w14:paraId="2F274C8C" w14:textId="77777777" w:rsidR="008D6299" w:rsidRPr="00F73937" w:rsidRDefault="008D6299" w:rsidP="008D6299">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11B0719A" w14:textId="4468BF02" w:rsidR="008D6299" w:rsidRPr="00857E25" w:rsidRDefault="008D6299" w:rsidP="002866A5">
            <w:pPr>
              <w:pStyle w:val="BodyText"/>
              <w:tabs>
                <w:tab w:val="decimal" w:pos="1042"/>
              </w:tabs>
              <w:spacing w:after="0"/>
              <w:ind w:left="-108" w:right="-150"/>
              <w:jc w:val="both"/>
            </w:pPr>
            <w:r w:rsidRPr="00C90757">
              <w:t>41</w:t>
            </w:r>
          </w:p>
        </w:tc>
        <w:tc>
          <w:tcPr>
            <w:tcW w:w="270" w:type="dxa"/>
            <w:tcBorders>
              <w:top w:val="nil"/>
              <w:left w:val="nil"/>
              <w:bottom w:val="nil"/>
              <w:right w:val="nil"/>
            </w:tcBorders>
          </w:tcPr>
          <w:p w14:paraId="3902D326" w14:textId="77777777" w:rsidR="008D6299" w:rsidRPr="00F73937" w:rsidRDefault="008D6299" w:rsidP="008D6299">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3C6B271B" w14:textId="716C1336" w:rsidR="008D6299" w:rsidRPr="00F73937" w:rsidRDefault="008D6299" w:rsidP="008D6299">
            <w:pPr>
              <w:pStyle w:val="BodyText"/>
              <w:tabs>
                <w:tab w:val="decimal" w:pos="970"/>
              </w:tabs>
              <w:spacing w:after="0"/>
              <w:ind w:left="-108" w:right="70"/>
              <w:rPr>
                <w:color w:val="000000"/>
                <w:lang w:val="en-US"/>
              </w:rPr>
            </w:pPr>
            <w:r w:rsidRPr="00C90757">
              <w:t>35</w:t>
            </w:r>
          </w:p>
        </w:tc>
      </w:tr>
      <w:tr w:rsidR="00433E68" w:rsidRPr="00F73937" w14:paraId="0F185263" w14:textId="77777777" w:rsidTr="002866A5">
        <w:tblPrEx>
          <w:tblBorders>
            <w:top w:val="single" w:sz="4" w:space="0" w:color="auto"/>
            <w:bottom w:val="double" w:sz="4" w:space="0" w:color="auto"/>
          </w:tblBorders>
        </w:tblPrEx>
        <w:tc>
          <w:tcPr>
            <w:tcW w:w="3510" w:type="dxa"/>
            <w:tcBorders>
              <w:top w:val="nil"/>
              <w:bottom w:val="nil"/>
            </w:tcBorders>
          </w:tcPr>
          <w:p w14:paraId="16226E44" w14:textId="77777777" w:rsidR="00433E68" w:rsidRPr="00F73937" w:rsidRDefault="00433E68" w:rsidP="00433E68">
            <w:pPr>
              <w:spacing w:line="240" w:lineRule="exact"/>
              <w:rPr>
                <w:color w:val="000000"/>
              </w:rPr>
            </w:pPr>
            <w:r w:rsidRPr="00F73937">
              <w:rPr>
                <w:color w:val="000000"/>
              </w:rPr>
              <w:t>Other related parties</w:t>
            </w:r>
          </w:p>
        </w:tc>
        <w:tc>
          <w:tcPr>
            <w:tcW w:w="1260" w:type="dxa"/>
            <w:tcBorders>
              <w:top w:val="nil"/>
              <w:left w:val="nil"/>
              <w:bottom w:val="single" w:sz="4" w:space="0" w:color="auto"/>
              <w:right w:val="nil"/>
            </w:tcBorders>
          </w:tcPr>
          <w:p w14:paraId="41ECE1AC" w14:textId="6E251F03" w:rsidR="00433E68" w:rsidRPr="008A5F04" w:rsidRDefault="00433E68" w:rsidP="00857E25">
            <w:pPr>
              <w:tabs>
                <w:tab w:val="decimal" w:pos="1044"/>
              </w:tabs>
              <w:spacing w:line="240" w:lineRule="auto"/>
              <w:ind w:right="-156"/>
            </w:pPr>
            <w:r w:rsidRPr="008A5F04">
              <w:rPr>
                <w:cs/>
              </w:rPr>
              <w:t>1</w:t>
            </w:r>
            <w:r w:rsidRPr="008A5F04">
              <w:t>,</w:t>
            </w:r>
            <w:r w:rsidRPr="008A5F04">
              <w:rPr>
                <w:cs/>
              </w:rPr>
              <w:t>983</w:t>
            </w:r>
          </w:p>
        </w:tc>
        <w:tc>
          <w:tcPr>
            <w:tcW w:w="270" w:type="dxa"/>
            <w:tcBorders>
              <w:top w:val="nil"/>
              <w:left w:val="nil"/>
              <w:bottom w:val="nil"/>
              <w:right w:val="nil"/>
            </w:tcBorders>
          </w:tcPr>
          <w:p w14:paraId="379A5B73" w14:textId="77777777" w:rsidR="00433E68" w:rsidRPr="008A5F04" w:rsidRDefault="00433E68" w:rsidP="003433DD">
            <w:pPr>
              <w:pStyle w:val="BodyText"/>
              <w:tabs>
                <w:tab w:val="decimal" w:pos="727"/>
                <w:tab w:val="decimal" w:pos="970"/>
              </w:tabs>
              <w:spacing w:after="0" w:line="240" w:lineRule="auto"/>
              <w:ind w:right="70"/>
              <w:rPr>
                <w:color w:val="000000"/>
                <w:cs/>
                <w:lang w:val="en-US"/>
              </w:rPr>
            </w:pPr>
          </w:p>
        </w:tc>
        <w:tc>
          <w:tcPr>
            <w:tcW w:w="1260" w:type="dxa"/>
            <w:gridSpan w:val="2"/>
            <w:tcBorders>
              <w:top w:val="nil"/>
              <w:left w:val="nil"/>
              <w:bottom w:val="single" w:sz="4" w:space="0" w:color="auto"/>
              <w:right w:val="nil"/>
            </w:tcBorders>
          </w:tcPr>
          <w:p w14:paraId="37B32E0F" w14:textId="3D2DC73A" w:rsidR="00433E68" w:rsidRPr="008A5F04" w:rsidRDefault="00433E68" w:rsidP="00857E25">
            <w:pPr>
              <w:pStyle w:val="BodyText"/>
              <w:tabs>
                <w:tab w:val="decimal" w:pos="1044"/>
              </w:tabs>
              <w:spacing w:after="0"/>
              <w:ind w:left="-108" w:right="-198"/>
              <w:rPr>
                <w:color w:val="000000"/>
                <w:lang w:val="en-US"/>
              </w:rPr>
            </w:pPr>
            <w:r w:rsidRPr="008A5F04">
              <w:rPr>
                <w:color w:val="000000"/>
                <w:lang w:val="en-US"/>
              </w:rPr>
              <w:t>1,021,113</w:t>
            </w:r>
          </w:p>
        </w:tc>
        <w:tc>
          <w:tcPr>
            <w:tcW w:w="270" w:type="dxa"/>
            <w:tcBorders>
              <w:top w:val="nil"/>
              <w:left w:val="nil"/>
              <w:bottom w:val="nil"/>
              <w:right w:val="nil"/>
            </w:tcBorders>
          </w:tcPr>
          <w:p w14:paraId="6FFAC2C6" w14:textId="77777777" w:rsidR="00433E68" w:rsidRPr="003433DD" w:rsidRDefault="00433E68" w:rsidP="003433DD">
            <w:pPr>
              <w:pStyle w:val="BodyText"/>
              <w:tabs>
                <w:tab w:val="decimal" w:pos="727"/>
                <w:tab w:val="decimal" w:pos="970"/>
              </w:tabs>
              <w:spacing w:after="0" w:line="240" w:lineRule="auto"/>
              <w:ind w:left="-108" w:right="70"/>
              <w:rPr>
                <w:color w:val="000000"/>
                <w:lang w:val="en-US"/>
              </w:rPr>
            </w:pPr>
          </w:p>
        </w:tc>
        <w:tc>
          <w:tcPr>
            <w:tcW w:w="1260" w:type="dxa"/>
            <w:tcBorders>
              <w:top w:val="nil"/>
              <w:left w:val="nil"/>
              <w:bottom w:val="single" w:sz="4" w:space="0" w:color="auto"/>
              <w:right w:val="nil"/>
            </w:tcBorders>
            <w:shd w:val="clear" w:color="auto" w:fill="auto"/>
          </w:tcPr>
          <w:p w14:paraId="020F1128" w14:textId="728373C0" w:rsidR="00433E68" w:rsidRPr="008A5F04" w:rsidRDefault="00433E68" w:rsidP="00857E25">
            <w:pPr>
              <w:pStyle w:val="BodyText"/>
              <w:tabs>
                <w:tab w:val="decimal" w:pos="696"/>
              </w:tabs>
              <w:spacing w:after="0"/>
              <w:ind w:left="-108" w:right="-203"/>
              <w:rPr>
                <w:color w:val="000000"/>
                <w:lang w:val="en-US"/>
              </w:rPr>
            </w:pPr>
            <w:r w:rsidRPr="008A5F04">
              <w:rPr>
                <w:color w:val="000000"/>
                <w:lang w:val="en-US"/>
              </w:rPr>
              <w:t>-</w:t>
            </w:r>
          </w:p>
        </w:tc>
        <w:tc>
          <w:tcPr>
            <w:tcW w:w="270" w:type="dxa"/>
            <w:tcBorders>
              <w:top w:val="nil"/>
              <w:left w:val="nil"/>
              <w:bottom w:val="nil"/>
              <w:right w:val="nil"/>
            </w:tcBorders>
          </w:tcPr>
          <w:p w14:paraId="1711DC50" w14:textId="77777777" w:rsidR="00433E68" w:rsidRPr="002B1D33" w:rsidRDefault="00433E68" w:rsidP="00433E68">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233DA60F" w14:textId="6D930B94" w:rsidR="00433E68" w:rsidRPr="008A5F04" w:rsidRDefault="00433E68" w:rsidP="00857E25">
            <w:pPr>
              <w:pStyle w:val="BodyText"/>
              <w:tabs>
                <w:tab w:val="decimal" w:pos="786"/>
              </w:tabs>
              <w:spacing w:after="0"/>
              <w:ind w:left="-108" w:right="70"/>
              <w:rPr>
                <w:color w:val="000000"/>
                <w:lang w:val="en-US"/>
              </w:rPr>
            </w:pPr>
            <w:r w:rsidRPr="008A5F04">
              <w:t>-</w:t>
            </w:r>
          </w:p>
        </w:tc>
      </w:tr>
      <w:tr w:rsidR="002677A9" w:rsidRPr="00F73937" w14:paraId="5781BB0A" w14:textId="77777777" w:rsidTr="002866A5">
        <w:tblPrEx>
          <w:tblBorders>
            <w:top w:val="single" w:sz="4" w:space="0" w:color="auto"/>
            <w:bottom w:val="double" w:sz="4" w:space="0" w:color="auto"/>
          </w:tblBorders>
        </w:tblPrEx>
        <w:tc>
          <w:tcPr>
            <w:tcW w:w="3510" w:type="dxa"/>
            <w:tcBorders>
              <w:top w:val="nil"/>
              <w:bottom w:val="nil"/>
            </w:tcBorders>
          </w:tcPr>
          <w:p w14:paraId="331D57A3" w14:textId="77777777" w:rsidR="002677A9" w:rsidRPr="002866A5" w:rsidRDefault="002677A9" w:rsidP="002677A9">
            <w:pPr>
              <w:spacing w:line="240" w:lineRule="exact"/>
              <w:rPr>
                <w:rFonts w:cstheme="minorBidi"/>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07B7E07C" w14:textId="54790C16" w:rsidR="002677A9" w:rsidRPr="002866A5" w:rsidRDefault="00660F7A" w:rsidP="002866A5">
            <w:pPr>
              <w:pStyle w:val="BodyText"/>
              <w:tabs>
                <w:tab w:val="decimal" w:pos="1044"/>
              </w:tabs>
              <w:spacing w:after="0"/>
              <w:ind w:left="-108" w:right="-198"/>
              <w:rPr>
                <w:b/>
                <w:bCs/>
                <w:lang w:val="en-US"/>
              </w:rPr>
            </w:pPr>
            <w:r w:rsidRPr="002866A5">
              <w:rPr>
                <w:b/>
                <w:bCs/>
                <w:cs/>
                <w:lang w:val="en-US"/>
              </w:rPr>
              <w:t>2</w:t>
            </w:r>
            <w:r w:rsidRPr="002866A5">
              <w:rPr>
                <w:b/>
                <w:bCs/>
                <w:lang w:val="en-US"/>
              </w:rPr>
              <w:t>,</w:t>
            </w:r>
            <w:r w:rsidRPr="002866A5">
              <w:rPr>
                <w:b/>
                <w:bCs/>
                <w:cs/>
                <w:lang w:val="en-US"/>
              </w:rPr>
              <w:t>024</w:t>
            </w:r>
          </w:p>
        </w:tc>
        <w:tc>
          <w:tcPr>
            <w:tcW w:w="270" w:type="dxa"/>
            <w:tcBorders>
              <w:top w:val="nil"/>
              <w:left w:val="nil"/>
              <w:bottom w:val="nil"/>
              <w:right w:val="nil"/>
            </w:tcBorders>
          </w:tcPr>
          <w:p w14:paraId="342BA77A" w14:textId="77777777" w:rsidR="002677A9" w:rsidRPr="007D129F" w:rsidRDefault="002677A9" w:rsidP="003433DD">
            <w:pPr>
              <w:pStyle w:val="BodyText"/>
              <w:tabs>
                <w:tab w:val="decimal" w:pos="727"/>
                <w:tab w:val="decimal" w:pos="891"/>
                <w:tab w:val="decimal" w:pos="970"/>
              </w:tabs>
              <w:spacing w:after="0" w:line="240" w:lineRule="auto"/>
              <w:ind w:right="70"/>
              <w:rPr>
                <w:b/>
                <w:bCs/>
                <w:color w:val="000000"/>
                <w:cs/>
                <w:lang w:val="en-US"/>
              </w:rPr>
            </w:pPr>
          </w:p>
        </w:tc>
        <w:tc>
          <w:tcPr>
            <w:tcW w:w="1260" w:type="dxa"/>
            <w:gridSpan w:val="2"/>
            <w:tcBorders>
              <w:top w:val="single" w:sz="4" w:space="0" w:color="auto"/>
              <w:left w:val="nil"/>
              <w:bottom w:val="double" w:sz="4" w:space="0" w:color="auto"/>
              <w:right w:val="nil"/>
            </w:tcBorders>
          </w:tcPr>
          <w:p w14:paraId="09C4B02A" w14:textId="2040E100" w:rsidR="002677A9" w:rsidRPr="007D129F" w:rsidRDefault="002677A9" w:rsidP="00857E25">
            <w:pPr>
              <w:pStyle w:val="BodyText"/>
              <w:tabs>
                <w:tab w:val="decimal" w:pos="1044"/>
              </w:tabs>
              <w:spacing w:after="0"/>
              <w:ind w:left="-108" w:right="-198"/>
              <w:rPr>
                <w:b/>
                <w:bCs/>
                <w:color w:val="000000"/>
                <w:lang w:val="en-US"/>
              </w:rPr>
            </w:pPr>
            <w:r w:rsidRPr="007D129F">
              <w:rPr>
                <w:b/>
                <w:bCs/>
                <w:color w:val="000000"/>
                <w:lang w:val="en-US"/>
              </w:rPr>
              <w:t>1,021,148</w:t>
            </w:r>
          </w:p>
        </w:tc>
        <w:tc>
          <w:tcPr>
            <w:tcW w:w="270" w:type="dxa"/>
            <w:tcBorders>
              <w:top w:val="nil"/>
              <w:left w:val="nil"/>
              <w:bottom w:val="nil"/>
              <w:right w:val="nil"/>
            </w:tcBorders>
          </w:tcPr>
          <w:p w14:paraId="59A7019D" w14:textId="77777777" w:rsidR="002677A9" w:rsidRPr="007D129F" w:rsidRDefault="002677A9" w:rsidP="003433DD">
            <w:pPr>
              <w:pStyle w:val="BodyText"/>
              <w:tabs>
                <w:tab w:val="decimal" w:pos="727"/>
                <w:tab w:val="decimal" w:pos="891"/>
                <w:tab w:val="decimal" w:pos="970"/>
              </w:tabs>
              <w:spacing w:after="0" w:line="240" w:lineRule="auto"/>
              <w:ind w:left="-108" w:right="70"/>
              <w:rPr>
                <w:b/>
                <w:bCs/>
                <w:color w:val="000000"/>
                <w:lang w:val="en-US"/>
              </w:rPr>
            </w:pPr>
          </w:p>
        </w:tc>
        <w:tc>
          <w:tcPr>
            <w:tcW w:w="1260" w:type="dxa"/>
            <w:tcBorders>
              <w:top w:val="single" w:sz="4" w:space="0" w:color="auto"/>
              <w:left w:val="nil"/>
              <w:bottom w:val="double" w:sz="4" w:space="0" w:color="auto"/>
              <w:right w:val="nil"/>
            </w:tcBorders>
            <w:shd w:val="clear" w:color="auto" w:fill="auto"/>
          </w:tcPr>
          <w:p w14:paraId="76F5D360" w14:textId="2815CB1B" w:rsidR="002677A9" w:rsidRPr="007D129F" w:rsidRDefault="003433DD" w:rsidP="002866A5">
            <w:pPr>
              <w:pStyle w:val="BodyText"/>
              <w:tabs>
                <w:tab w:val="decimal" w:pos="1042"/>
              </w:tabs>
              <w:spacing w:after="0"/>
              <w:ind w:left="-108" w:right="-131"/>
              <w:jc w:val="both"/>
              <w:rPr>
                <w:b/>
                <w:bCs/>
                <w:color w:val="000000"/>
                <w:lang w:val="en-US"/>
              </w:rPr>
            </w:pPr>
            <w:r w:rsidRPr="00857E25">
              <w:rPr>
                <w:b/>
                <w:bCs/>
                <w:color w:val="000000" w:themeColor="text1"/>
                <w:cs/>
              </w:rPr>
              <w:t>22</w:t>
            </w:r>
            <w:r w:rsidRPr="007D129F">
              <w:rPr>
                <w:b/>
                <w:bCs/>
                <w:color w:val="000000"/>
                <w:lang w:val="en-US"/>
              </w:rPr>
              <w:t>,</w:t>
            </w:r>
            <w:r w:rsidRPr="007D129F">
              <w:rPr>
                <w:b/>
                <w:bCs/>
                <w:color w:val="000000"/>
                <w:cs/>
                <w:lang w:val="en-US"/>
              </w:rPr>
              <w:t>469</w:t>
            </w:r>
          </w:p>
        </w:tc>
        <w:tc>
          <w:tcPr>
            <w:tcW w:w="270" w:type="dxa"/>
            <w:tcBorders>
              <w:top w:val="nil"/>
              <w:left w:val="nil"/>
              <w:bottom w:val="nil"/>
              <w:right w:val="nil"/>
            </w:tcBorders>
          </w:tcPr>
          <w:p w14:paraId="4FBB06EE" w14:textId="77777777" w:rsidR="002677A9" w:rsidRPr="00F73937" w:rsidRDefault="002677A9" w:rsidP="002677A9">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5505B871" w14:textId="60BB82EA" w:rsidR="002677A9" w:rsidRPr="00F73937" w:rsidRDefault="002677A9" w:rsidP="002677A9">
            <w:pPr>
              <w:pStyle w:val="BodyText"/>
              <w:tabs>
                <w:tab w:val="decimal" w:pos="970"/>
              </w:tabs>
              <w:spacing w:after="0"/>
              <w:ind w:left="-108" w:right="70"/>
              <w:rPr>
                <w:b/>
                <w:bCs/>
                <w:color w:val="000000"/>
                <w:lang w:val="en-US"/>
              </w:rPr>
            </w:pPr>
            <w:r w:rsidRPr="00F73937">
              <w:rPr>
                <w:b/>
                <w:bCs/>
                <w:color w:val="000000"/>
                <w:lang w:val="en-US"/>
              </w:rPr>
              <w:t>11,701</w:t>
            </w:r>
          </w:p>
        </w:tc>
      </w:tr>
      <w:tr w:rsidR="003742E4" w:rsidRPr="00F73937" w14:paraId="33760A5C" w14:textId="77777777" w:rsidTr="002866A5">
        <w:tblPrEx>
          <w:tblBorders>
            <w:top w:val="single" w:sz="4" w:space="0" w:color="auto"/>
            <w:bottom w:val="double" w:sz="4" w:space="0" w:color="auto"/>
          </w:tblBorders>
        </w:tblPrEx>
        <w:tc>
          <w:tcPr>
            <w:tcW w:w="3510" w:type="dxa"/>
            <w:tcBorders>
              <w:top w:val="nil"/>
              <w:bottom w:val="nil"/>
            </w:tcBorders>
          </w:tcPr>
          <w:p w14:paraId="40E70B7F" w14:textId="6F449DE3" w:rsidR="00484D7E" w:rsidRPr="002866A5" w:rsidRDefault="00484D7E" w:rsidP="009E7BDE">
            <w:pPr>
              <w:spacing w:line="240" w:lineRule="exact"/>
              <w:rPr>
                <w:color w:val="000000"/>
                <w:sz w:val="14"/>
                <w:szCs w:val="14"/>
              </w:rPr>
            </w:pPr>
          </w:p>
        </w:tc>
        <w:tc>
          <w:tcPr>
            <w:tcW w:w="1260" w:type="dxa"/>
            <w:tcBorders>
              <w:top w:val="double" w:sz="4" w:space="0" w:color="auto"/>
              <w:left w:val="nil"/>
              <w:bottom w:val="nil"/>
              <w:right w:val="nil"/>
            </w:tcBorders>
          </w:tcPr>
          <w:p w14:paraId="7AB0DC07" w14:textId="77777777" w:rsidR="00484D7E" w:rsidRPr="002866A5" w:rsidRDefault="00484D7E" w:rsidP="00DE447C">
            <w:pPr>
              <w:pStyle w:val="BodyText"/>
              <w:tabs>
                <w:tab w:val="decimal" w:pos="887"/>
              </w:tabs>
              <w:spacing w:after="0"/>
              <w:ind w:left="-108" w:right="-150"/>
              <w:jc w:val="both"/>
              <w:rPr>
                <w:b/>
                <w:bCs/>
                <w:color w:val="000000" w:themeColor="text1"/>
                <w:sz w:val="14"/>
                <w:szCs w:val="14"/>
              </w:rPr>
            </w:pPr>
          </w:p>
        </w:tc>
        <w:tc>
          <w:tcPr>
            <w:tcW w:w="270" w:type="dxa"/>
            <w:tcBorders>
              <w:top w:val="nil"/>
              <w:left w:val="nil"/>
              <w:bottom w:val="nil"/>
              <w:right w:val="nil"/>
            </w:tcBorders>
          </w:tcPr>
          <w:p w14:paraId="6DF5F106" w14:textId="77777777" w:rsidR="00484D7E" w:rsidRPr="002866A5" w:rsidRDefault="00484D7E" w:rsidP="009E7BDE">
            <w:pPr>
              <w:pStyle w:val="BodyText"/>
              <w:tabs>
                <w:tab w:val="decimal" w:pos="727"/>
                <w:tab w:val="decimal" w:pos="891"/>
              </w:tabs>
              <w:spacing w:after="0" w:line="240" w:lineRule="auto"/>
              <w:ind w:right="-78"/>
              <w:rPr>
                <w:b/>
                <w:bCs/>
                <w:sz w:val="14"/>
                <w:szCs w:val="14"/>
                <w:cs/>
              </w:rPr>
            </w:pPr>
          </w:p>
        </w:tc>
        <w:tc>
          <w:tcPr>
            <w:tcW w:w="1260" w:type="dxa"/>
            <w:gridSpan w:val="2"/>
            <w:tcBorders>
              <w:top w:val="double" w:sz="4" w:space="0" w:color="auto"/>
              <w:left w:val="nil"/>
              <w:bottom w:val="nil"/>
              <w:right w:val="nil"/>
            </w:tcBorders>
          </w:tcPr>
          <w:p w14:paraId="0F2C7662" w14:textId="77777777" w:rsidR="00484D7E" w:rsidRPr="002866A5" w:rsidRDefault="00484D7E" w:rsidP="00DE447C">
            <w:pPr>
              <w:pStyle w:val="BodyText"/>
              <w:tabs>
                <w:tab w:val="decimal" w:pos="878"/>
              </w:tabs>
              <w:spacing w:after="0"/>
              <w:ind w:left="-108" w:right="-150"/>
              <w:jc w:val="both"/>
              <w:rPr>
                <w:b/>
                <w:bCs/>
                <w:color w:val="000000" w:themeColor="text1"/>
                <w:sz w:val="14"/>
                <w:szCs w:val="14"/>
              </w:rPr>
            </w:pPr>
          </w:p>
        </w:tc>
        <w:tc>
          <w:tcPr>
            <w:tcW w:w="270" w:type="dxa"/>
            <w:tcBorders>
              <w:top w:val="nil"/>
              <w:left w:val="nil"/>
              <w:bottom w:val="nil"/>
              <w:right w:val="nil"/>
            </w:tcBorders>
          </w:tcPr>
          <w:p w14:paraId="37C6432D" w14:textId="77777777" w:rsidR="00484D7E" w:rsidRPr="002866A5" w:rsidRDefault="00484D7E" w:rsidP="009E7BDE">
            <w:pPr>
              <w:pStyle w:val="BodyText"/>
              <w:tabs>
                <w:tab w:val="decimal" w:pos="727"/>
                <w:tab w:val="decimal" w:pos="891"/>
              </w:tabs>
              <w:spacing w:after="0" w:line="240" w:lineRule="auto"/>
              <w:ind w:left="-108" w:right="-78"/>
              <w:rPr>
                <w:b/>
                <w:bCs/>
                <w:sz w:val="14"/>
                <w:szCs w:val="14"/>
              </w:rPr>
            </w:pPr>
          </w:p>
        </w:tc>
        <w:tc>
          <w:tcPr>
            <w:tcW w:w="1260" w:type="dxa"/>
            <w:tcBorders>
              <w:top w:val="double" w:sz="4" w:space="0" w:color="auto"/>
              <w:left w:val="nil"/>
              <w:bottom w:val="nil"/>
              <w:right w:val="nil"/>
            </w:tcBorders>
            <w:shd w:val="clear" w:color="auto" w:fill="auto"/>
          </w:tcPr>
          <w:p w14:paraId="4C0BEA51" w14:textId="77777777" w:rsidR="00484D7E" w:rsidRPr="002866A5" w:rsidRDefault="00484D7E" w:rsidP="00DE447C">
            <w:pPr>
              <w:pStyle w:val="BodyText"/>
              <w:tabs>
                <w:tab w:val="decimal" w:pos="881"/>
              </w:tabs>
              <w:spacing w:after="0"/>
              <w:ind w:left="-108" w:right="-131"/>
              <w:jc w:val="both"/>
              <w:rPr>
                <w:b/>
                <w:bCs/>
                <w:color w:val="000000" w:themeColor="text1"/>
                <w:sz w:val="14"/>
                <w:szCs w:val="14"/>
              </w:rPr>
            </w:pPr>
          </w:p>
        </w:tc>
        <w:tc>
          <w:tcPr>
            <w:tcW w:w="270" w:type="dxa"/>
            <w:tcBorders>
              <w:top w:val="nil"/>
              <w:left w:val="nil"/>
              <w:bottom w:val="nil"/>
              <w:right w:val="nil"/>
            </w:tcBorders>
          </w:tcPr>
          <w:p w14:paraId="0028FE85" w14:textId="77777777" w:rsidR="00484D7E" w:rsidRPr="002866A5" w:rsidRDefault="00484D7E" w:rsidP="009E7BDE">
            <w:pPr>
              <w:pStyle w:val="BodyText"/>
              <w:tabs>
                <w:tab w:val="decimal" w:pos="727"/>
                <w:tab w:val="decimal" w:pos="891"/>
              </w:tabs>
              <w:spacing w:after="0" w:line="240" w:lineRule="auto"/>
              <w:ind w:left="-108" w:right="-78"/>
              <w:rPr>
                <w:b/>
                <w:bCs/>
                <w:sz w:val="14"/>
                <w:szCs w:val="14"/>
              </w:rPr>
            </w:pPr>
          </w:p>
        </w:tc>
        <w:tc>
          <w:tcPr>
            <w:tcW w:w="1260" w:type="dxa"/>
            <w:tcBorders>
              <w:top w:val="double" w:sz="4" w:space="0" w:color="auto"/>
              <w:left w:val="nil"/>
              <w:bottom w:val="nil"/>
              <w:right w:val="nil"/>
            </w:tcBorders>
          </w:tcPr>
          <w:p w14:paraId="3FB8E6AB" w14:textId="77777777" w:rsidR="00484D7E" w:rsidRPr="002866A5" w:rsidRDefault="00484D7E" w:rsidP="00A87D26">
            <w:pPr>
              <w:pStyle w:val="BodyText"/>
              <w:tabs>
                <w:tab w:val="decimal" w:pos="970"/>
              </w:tabs>
              <w:spacing w:after="0"/>
              <w:ind w:left="-108" w:right="70"/>
              <w:rPr>
                <w:color w:val="000000"/>
                <w:sz w:val="14"/>
                <w:szCs w:val="14"/>
                <w:lang w:val="en-US"/>
              </w:rPr>
            </w:pPr>
          </w:p>
        </w:tc>
      </w:tr>
      <w:tr w:rsidR="002866A5" w:rsidRPr="00F73937" w14:paraId="66D6B658" w14:textId="77777777" w:rsidTr="002866A5">
        <w:tblPrEx>
          <w:tblBorders>
            <w:top w:val="single" w:sz="4" w:space="0" w:color="auto"/>
            <w:bottom w:val="double" w:sz="4" w:space="0" w:color="auto"/>
          </w:tblBorders>
        </w:tblPrEx>
        <w:trPr>
          <w:trHeight w:val="182"/>
        </w:trPr>
        <w:tc>
          <w:tcPr>
            <w:tcW w:w="3510" w:type="dxa"/>
            <w:tcBorders>
              <w:top w:val="nil"/>
              <w:bottom w:val="nil"/>
            </w:tcBorders>
          </w:tcPr>
          <w:p w14:paraId="4F9B9EF4" w14:textId="15DCBB5A" w:rsidR="002866A5" w:rsidRPr="00F73937" w:rsidRDefault="002866A5" w:rsidP="00220D53">
            <w:pPr>
              <w:spacing w:line="240" w:lineRule="exact"/>
              <w:rPr>
                <w:color w:val="000000"/>
              </w:rPr>
            </w:pPr>
            <w:r w:rsidRPr="00F73937">
              <w:rPr>
                <w:b/>
                <w:bCs/>
                <w:i/>
                <w:iCs/>
                <w:color w:val="000000"/>
              </w:rPr>
              <w:lastRenderedPageBreak/>
              <w:t>Short-term loans</w:t>
            </w:r>
          </w:p>
        </w:tc>
        <w:tc>
          <w:tcPr>
            <w:tcW w:w="1260" w:type="dxa"/>
            <w:tcBorders>
              <w:top w:val="nil"/>
              <w:left w:val="nil"/>
              <w:bottom w:val="nil"/>
              <w:right w:val="nil"/>
            </w:tcBorders>
          </w:tcPr>
          <w:p w14:paraId="202DD487" w14:textId="77777777" w:rsidR="002866A5" w:rsidRPr="002B1D33" w:rsidRDefault="002866A5" w:rsidP="00220D53">
            <w:pPr>
              <w:pStyle w:val="BodyText"/>
              <w:tabs>
                <w:tab w:val="decimal" w:pos="887"/>
              </w:tabs>
              <w:spacing w:after="0"/>
              <w:ind w:left="-108" w:right="-150"/>
              <w:jc w:val="both"/>
              <w:rPr>
                <w:b/>
                <w:bCs/>
              </w:rPr>
            </w:pPr>
          </w:p>
        </w:tc>
        <w:tc>
          <w:tcPr>
            <w:tcW w:w="270" w:type="dxa"/>
            <w:tcBorders>
              <w:top w:val="nil"/>
              <w:left w:val="nil"/>
              <w:bottom w:val="nil"/>
              <w:right w:val="nil"/>
            </w:tcBorders>
          </w:tcPr>
          <w:p w14:paraId="193F0960" w14:textId="77777777" w:rsidR="002866A5" w:rsidRPr="002B1D33" w:rsidRDefault="002866A5" w:rsidP="00220D53">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2257628C" w14:textId="77777777" w:rsidR="002866A5" w:rsidRPr="002B1D33" w:rsidRDefault="002866A5" w:rsidP="00220D53">
            <w:pPr>
              <w:pStyle w:val="BodyText"/>
              <w:tabs>
                <w:tab w:val="decimal" w:pos="878"/>
              </w:tabs>
              <w:spacing w:after="0"/>
              <w:ind w:left="-108" w:right="70"/>
              <w:rPr>
                <w:b/>
                <w:bCs/>
              </w:rPr>
            </w:pPr>
          </w:p>
        </w:tc>
        <w:tc>
          <w:tcPr>
            <w:tcW w:w="270" w:type="dxa"/>
            <w:tcBorders>
              <w:top w:val="nil"/>
              <w:left w:val="nil"/>
              <w:bottom w:val="nil"/>
              <w:right w:val="nil"/>
            </w:tcBorders>
          </w:tcPr>
          <w:p w14:paraId="0D6C50F5" w14:textId="77777777" w:rsidR="002866A5" w:rsidRPr="00F73937" w:rsidRDefault="002866A5" w:rsidP="00220D53">
            <w:pPr>
              <w:pStyle w:val="BodyText"/>
              <w:tabs>
                <w:tab w:val="decimal" w:pos="727"/>
                <w:tab w:val="decimal" w:pos="891"/>
                <w:tab w:val="decimal" w:pos="970"/>
              </w:tabs>
              <w:spacing w:after="0" w:line="240" w:lineRule="auto"/>
              <w:ind w:left="-108" w:right="70"/>
              <w:rPr>
                <w:color w:val="000000"/>
                <w:lang w:val="en-US"/>
              </w:rPr>
            </w:pPr>
          </w:p>
        </w:tc>
        <w:tc>
          <w:tcPr>
            <w:tcW w:w="1260" w:type="dxa"/>
            <w:tcBorders>
              <w:top w:val="nil"/>
              <w:left w:val="nil"/>
              <w:bottom w:val="nil"/>
              <w:right w:val="nil"/>
            </w:tcBorders>
            <w:shd w:val="clear" w:color="auto" w:fill="auto"/>
          </w:tcPr>
          <w:p w14:paraId="0F6A6E0B" w14:textId="77777777" w:rsidR="002866A5" w:rsidRPr="00583307" w:rsidRDefault="002866A5" w:rsidP="00220D53">
            <w:pPr>
              <w:pStyle w:val="BodyText"/>
              <w:tabs>
                <w:tab w:val="decimal" w:pos="885"/>
              </w:tabs>
              <w:spacing w:after="0"/>
              <w:ind w:left="-108" w:right="-131"/>
              <w:jc w:val="both"/>
            </w:pPr>
          </w:p>
        </w:tc>
        <w:tc>
          <w:tcPr>
            <w:tcW w:w="270" w:type="dxa"/>
            <w:tcBorders>
              <w:top w:val="nil"/>
              <w:left w:val="nil"/>
              <w:bottom w:val="nil"/>
              <w:right w:val="nil"/>
            </w:tcBorders>
          </w:tcPr>
          <w:p w14:paraId="010C67D4" w14:textId="77777777" w:rsidR="002866A5" w:rsidRPr="00F73937" w:rsidRDefault="002866A5" w:rsidP="00220D53">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3F7DC99" w14:textId="77777777" w:rsidR="002866A5" w:rsidRPr="00F73937" w:rsidRDefault="002866A5" w:rsidP="00220D53">
            <w:pPr>
              <w:pStyle w:val="BodyText"/>
              <w:tabs>
                <w:tab w:val="decimal" w:pos="970"/>
              </w:tabs>
              <w:spacing w:after="0"/>
              <w:ind w:left="-108" w:right="70"/>
              <w:rPr>
                <w:color w:val="000000"/>
                <w:lang w:val="en-US"/>
              </w:rPr>
            </w:pPr>
          </w:p>
        </w:tc>
      </w:tr>
      <w:tr w:rsidR="00220D53" w:rsidRPr="00F73937" w14:paraId="41509056" w14:textId="77777777" w:rsidTr="002866A5">
        <w:tblPrEx>
          <w:tblBorders>
            <w:top w:val="single" w:sz="4" w:space="0" w:color="auto"/>
            <w:bottom w:val="double" w:sz="4" w:space="0" w:color="auto"/>
          </w:tblBorders>
        </w:tblPrEx>
        <w:trPr>
          <w:trHeight w:val="182"/>
        </w:trPr>
        <w:tc>
          <w:tcPr>
            <w:tcW w:w="3510" w:type="dxa"/>
            <w:tcBorders>
              <w:top w:val="nil"/>
              <w:bottom w:val="nil"/>
            </w:tcBorders>
          </w:tcPr>
          <w:p w14:paraId="52784449" w14:textId="77777777" w:rsidR="00220D53" w:rsidRPr="00F73937" w:rsidRDefault="00220D53" w:rsidP="00220D53">
            <w:pPr>
              <w:spacing w:line="240" w:lineRule="exact"/>
              <w:rPr>
                <w:color w:val="000000"/>
              </w:rPr>
            </w:pPr>
            <w:r w:rsidRPr="00F73937">
              <w:rPr>
                <w:color w:val="000000"/>
              </w:rPr>
              <w:t>Subsidiaries</w:t>
            </w:r>
          </w:p>
        </w:tc>
        <w:tc>
          <w:tcPr>
            <w:tcW w:w="1260" w:type="dxa"/>
            <w:tcBorders>
              <w:top w:val="nil"/>
              <w:left w:val="nil"/>
              <w:bottom w:val="nil"/>
              <w:right w:val="nil"/>
            </w:tcBorders>
          </w:tcPr>
          <w:p w14:paraId="6AE08EB1" w14:textId="7A865E41" w:rsidR="00220D53" w:rsidRPr="008A5F04" w:rsidRDefault="00220D53" w:rsidP="008A5F04">
            <w:pPr>
              <w:tabs>
                <w:tab w:val="decimal" w:pos="702"/>
              </w:tabs>
              <w:spacing w:line="240" w:lineRule="auto"/>
              <w:ind w:right="-156"/>
              <w:rPr>
                <w:color w:val="000000" w:themeColor="text1"/>
              </w:rPr>
            </w:pPr>
            <w:r w:rsidRPr="008A5F04">
              <w:t>-</w:t>
            </w:r>
          </w:p>
        </w:tc>
        <w:tc>
          <w:tcPr>
            <w:tcW w:w="270" w:type="dxa"/>
            <w:tcBorders>
              <w:top w:val="nil"/>
              <w:left w:val="nil"/>
              <w:bottom w:val="nil"/>
              <w:right w:val="nil"/>
            </w:tcBorders>
          </w:tcPr>
          <w:p w14:paraId="43CF04E7" w14:textId="77777777" w:rsidR="00220D53" w:rsidRPr="008A5F04" w:rsidRDefault="00220D53" w:rsidP="00220D53">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77FBDB45" w14:textId="5BEC9477" w:rsidR="00220D53" w:rsidRPr="008A5F04" w:rsidRDefault="00220D53" w:rsidP="008A5F04">
            <w:pPr>
              <w:pStyle w:val="BodyText"/>
              <w:tabs>
                <w:tab w:val="decimal" w:pos="792"/>
              </w:tabs>
              <w:spacing w:after="0"/>
              <w:ind w:left="-108" w:right="70"/>
              <w:rPr>
                <w:color w:val="000000"/>
                <w:lang w:val="en-US"/>
              </w:rPr>
            </w:pPr>
            <w:r w:rsidRPr="008A5F04">
              <w:t>-</w:t>
            </w:r>
          </w:p>
        </w:tc>
        <w:tc>
          <w:tcPr>
            <w:tcW w:w="270" w:type="dxa"/>
            <w:tcBorders>
              <w:top w:val="nil"/>
              <w:left w:val="nil"/>
              <w:bottom w:val="nil"/>
              <w:right w:val="nil"/>
            </w:tcBorders>
          </w:tcPr>
          <w:p w14:paraId="1417DF9A" w14:textId="77777777" w:rsidR="00220D53" w:rsidRPr="00F73937" w:rsidRDefault="00220D53" w:rsidP="00220D53">
            <w:pPr>
              <w:pStyle w:val="BodyText"/>
              <w:tabs>
                <w:tab w:val="decimal" w:pos="727"/>
                <w:tab w:val="decimal" w:pos="891"/>
                <w:tab w:val="decimal" w:pos="970"/>
              </w:tabs>
              <w:spacing w:after="0" w:line="240" w:lineRule="auto"/>
              <w:ind w:left="-108" w:right="70"/>
              <w:rPr>
                <w:color w:val="000000"/>
                <w:lang w:val="en-US"/>
              </w:rPr>
            </w:pPr>
          </w:p>
        </w:tc>
        <w:tc>
          <w:tcPr>
            <w:tcW w:w="1260" w:type="dxa"/>
            <w:tcBorders>
              <w:top w:val="nil"/>
              <w:left w:val="nil"/>
              <w:bottom w:val="nil"/>
              <w:right w:val="nil"/>
            </w:tcBorders>
            <w:shd w:val="clear" w:color="auto" w:fill="auto"/>
          </w:tcPr>
          <w:p w14:paraId="72E9E265" w14:textId="1E087399" w:rsidR="00220D53" w:rsidRPr="008A5F04" w:rsidRDefault="00220D53" w:rsidP="008A5F04">
            <w:pPr>
              <w:pStyle w:val="BodyText"/>
              <w:tabs>
                <w:tab w:val="decimal" w:pos="1042"/>
              </w:tabs>
              <w:spacing w:after="0"/>
              <w:ind w:left="-108" w:right="-150"/>
              <w:jc w:val="both"/>
            </w:pPr>
            <w:r w:rsidRPr="00583307">
              <w:t>217,810</w:t>
            </w:r>
          </w:p>
        </w:tc>
        <w:tc>
          <w:tcPr>
            <w:tcW w:w="270" w:type="dxa"/>
            <w:tcBorders>
              <w:top w:val="nil"/>
              <w:left w:val="nil"/>
              <w:bottom w:val="nil"/>
              <w:right w:val="nil"/>
            </w:tcBorders>
          </w:tcPr>
          <w:p w14:paraId="119F3986" w14:textId="77777777" w:rsidR="00220D53" w:rsidRPr="00F73937" w:rsidRDefault="00220D53" w:rsidP="00220D53">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246E94D6" w14:textId="4A30273A" w:rsidR="00220D53" w:rsidRPr="00F73937" w:rsidRDefault="00220D53" w:rsidP="00220D53">
            <w:pPr>
              <w:pStyle w:val="BodyText"/>
              <w:tabs>
                <w:tab w:val="decimal" w:pos="970"/>
              </w:tabs>
              <w:spacing w:after="0"/>
              <w:ind w:left="-108" w:right="70"/>
              <w:rPr>
                <w:color w:val="000000"/>
                <w:lang w:val="en-US"/>
              </w:rPr>
            </w:pPr>
            <w:r w:rsidRPr="00F73937">
              <w:rPr>
                <w:color w:val="000000"/>
                <w:lang w:val="en-US"/>
              </w:rPr>
              <w:t>119,105</w:t>
            </w:r>
          </w:p>
        </w:tc>
      </w:tr>
      <w:tr w:rsidR="00BA7A70" w:rsidRPr="00F73937" w14:paraId="48EA9BFF" w14:textId="77777777" w:rsidTr="002866A5">
        <w:tblPrEx>
          <w:tblBorders>
            <w:top w:val="single" w:sz="4" w:space="0" w:color="auto"/>
            <w:bottom w:val="double" w:sz="4" w:space="0" w:color="auto"/>
          </w:tblBorders>
        </w:tblPrEx>
        <w:tc>
          <w:tcPr>
            <w:tcW w:w="3510" w:type="dxa"/>
            <w:tcBorders>
              <w:top w:val="nil"/>
              <w:bottom w:val="nil"/>
            </w:tcBorders>
          </w:tcPr>
          <w:p w14:paraId="4ABE0EBB" w14:textId="77777777" w:rsidR="00BA7A70" w:rsidRPr="00F73937" w:rsidRDefault="00BA7A70" w:rsidP="00BA7A70">
            <w:pPr>
              <w:spacing w:line="240" w:lineRule="exact"/>
              <w:rPr>
                <w:color w:val="000000"/>
              </w:rPr>
            </w:pPr>
            <w:r w:rsidRPr="00F73937">
              <w:rPr>
                <w:color w:val="000000"/>
              </w:rPr>
              <w:t>Joint ventures</w:t>
            </w:r>
          </w:p>
        </w:tc>
        <w:tc>
          <w:tcPr>
            <w:tcW w:w="1260" w:type="dxa"/>
            <w:tcBorders>
              <w:top w:val="nil"/>
              <w:left w:val="nil"/>
              <w:bottom w:val="nil"/>
              <w:right w:val="nil"/>
            </w:tcBorders>
          </w:tcPr>
          <w:p w14:paraId="7847ED74" w14:textId="272ABB76" w:rsidR="00BA7A70" w:rsidRPr="0092305A" w:rsidRDefault="00BA7A70" w:rsidP="0092305A">
            <w:pPr>
              <w:tabs>
                <w:tab w:val="decimal" w:pos="1044"/>
              </w:tabs>
              <w:spacing w:line="240" w:lineRule="auto"/>
              <w:ind w:right="-156"/>
            </w:pPr>
            <w:r w:rsidRPr="008A5F04">
              <w:t>13,500</w:t>
            </w:r>
          </w:p>
        </w:tc>
        <w:tc>
          <w:tcPr>
            <w:tcW w:w="270" w:type="dxa"/>
            <w:tcBorders>
              <w:top w:val="nil"/>
              <w:left w:val="nil"/>
              <w:bottom w:val="nil"/>
              <w:right w:val="nil"/>
            </w:tcBorders>
          </w:tcPr>
          <w:p w14:paraId="7A6D6CF4" w14:textId="77777777" w:rsidR="00BA7A70" w:rsidRPr="008A5F04" w:rsidRDefault="00BA7A70" w:rsidP="00BA7A70">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52F9C98C" w14:textId="4C3F83A1" w:rsidR="00BA7A70" w:rsidRPr="008A5F04" w:rsidRDefault="00BA7A70" w:rsidP="00BA7A70">
            <w:pPr>
              <w:pStyle w:val="BodyText"/>
              <w:tabs>
                <w:tab w:val="decimal" w:pos="970"/>
              </w:tabs>
              <w:spacing w:after="0"/>
              <w:ind w:left="-108" w:right="70"/>
              <w:rPr>
                <w:color w:val="000000"/>
                <w:lang w:val="en-US"/>
              </w:rPr>
            </w:pPr>
            <w:r w:rsidRPr="008A5F04">
              <w:t>13,500</w:t>
            </w:r>
          </w:p>
        </w:tc>
        <w:tc>
          <w:tcPr>
            <w:tcW w:w="270" w:type="dxa"/>
            <w:tcBorders>
              <w:top w:val="nil"/>
              <w:left w:val="nil"/>
              <w:bottom w:val="nil"/>
              <w:right w:val="nil"/>
            </w:tcBorders>
          </w:tcPr>
          <w:p w14:paraId="53B5D1E8" w14:textId="77777777" w:rsidR="00BA7A70" w:rsidRPr="00F73937" w:rsidRDefault="00BA7A70" w:rsidP="00BA7A70">
            <w:pPr>
              <w:pStyle w:val="BodyText"/>
              <w:tabs>
                <w:tab w:val="decimal" w:pos="727"/>
                <w:tab w:val="decimal" w:pos="891"/>
                <w:tab w:val="decimal" w:pos="970"/>
              </w:tabs>
              <w:spacing w:after="0" w:line="240" w:lineRule="auto"/>
              <w:ind w:left="-108" w:right="70"/>
              <w:rPr>
                <w:color w:val="000000"/>
                <w:lang w:val="en-US"/>
              </w:rPr>
            </w:pPr>
          </w:p>
        </w:tc>
        <w:tc>
          <w:tcPr>
            <w:tcW w:w="1260" w:type="dxa"/>
            <w:tcBorders>
              <w:top w:val="nil"/>
              <w:left w:val="nil"/>
              <w:bottom w:val="nil"/>
              <w:right w:val="nil"/>
            </w:tcBorders>
            <w:shd w:val="clear" w:color="auto" w:fill="auto"/>
          </w:tcPr>
          <w:p w14:paraId="01428727" w14:textId="3BA9A482" w:rsidR="00BA7A70" w:rsidRPr="008A5F04" w:rsidRDefault="00BA7A70" w:rsidP="008A5F04">
            <w:pPr>
              <w:pStyle w:val="BodyText"/>
              <w:tabs>
                <w:tab w:val="decimal" w:pos="1042"/>
              </w:tabs>
              <w:spacing w:after="0"/>
              <w:ind w:left="-108" w:right="-150"/>
              <w:jc w:val="both"/>
            </w:pPr>
            <w:r w:rsidRPr="001E3EE9">
              <w:t>13,500</w:t>
            </w:r>
          </w:p>
        </w:tc>
        <w:tc>
          <w:tcPr>
            <w:tcW w:w="270" w:type="dxa"/>
            <w:tcBorders>
              <w:top w:val="nil"/>
              <w:left w:val="nil"/>
              <w:bottom w:val="nil"/>
              <w:right w:val="nil"/>
            </w:tcBorders>
          </w:tcPr>
          <w:p w14:paraId="70479CC9" w14:textId="77777777" w:rsidR="00BA7A70" w:rsidRPr="00F73937" w:rsidRDefault="00BA7A70" w:rsidP="00BA7A70">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0656BF03" w14:textId="36588FD6" w:rsidR="00BA7A70" w:rsidRPr="00F73937" w:rsidRDefault="00BA7A70" w:rsidP="00BA7A70">
            <w:pPr>
              <w:pStyle w:val="BodyText"/>
              <w:tabs>
                <w:tab w:val="decimal" w:pos="970"/>
              </w:tabs>
              <w:spacing w:after="0"/>
              <w:ind w:left="-108" w:right="70"/>
              <w:rPr>
                <w:color w:val="000000"/>
                <w:lang w:val="en-US"/>
              </w:rPr>
            </w:pPr>
            <w:r w:rsidRPr="001E3EE9">
              <w:t>13,500</w:t>
            </w:r>
          </w:p>
        </w:tc>
      </w:tr>
      <w:tr w:rsidR="00970C20" w:rsidRPr="00F73937" w14:paraId="2E46B2A4" w14:textId="77777777" w:rsidTr="002866A5">
        <w:tblPrEx>
          <w:tblBorders>
            <w:top w:val="single" w:sz="4" w:space="0" w:color="auto"/>
            <w:bottom w:val="double" w:sz="4" w:space="0" w:color="auto"/>
          </w:tblBorders>
        </w:tblPrEx>
        <w:tc>
          <w:tcPr>
            <w:tcW w:w="3510" w:type="dxa"/>
            <w:tcBorders>
              <w:top w:val="nil"/>
              <w:bottom w:val="nil"/>
            </w:tcBorders>
          </w:tcPr>
          <w:p w14:paraId="1512C171" w14:textId="500C1B93" w:rsidR="00970C20" w:rsidRPr="00970C20" w:rsidRDefault="00970C20" w:rsidP="00A87D26">
            <w:pPr>
              <w:spacing w:line="240" w:lineRule="exact"/>
              <w:rPr>
                <w:color w:val="000000"/>
              </w:rPr>
            </w:pPr>
            <w:r w:rsidRPr="00970C20">
              <w:rPr>
                <w:color w:val="000000"/>
              </w:rPr>
              <w:t>Other related parties</w:t>
            </w:r>
            <w:r w:rsidR="000B28E3">
              <w:rPr>
                <w:color w:val="000000"/>
              </w:rPr>
              <w:t xml:space="preserve"> </w:t>
            </w:r>
          </w:p>
        </w:tc>
        <w:tc>
          <w:tcPr>
            <w:tcW w:w="1260" w:type="dxa"/>
            <w:tcBorders>
              <w:top w:val="nil"/>
              <w:left w:val="nil"/>
              <w:bottom w:val="single" w:sz="4" w:space="0" w:color="auto"/>
              <w:right w:val="nil"/>
            </w:tcBorders>
          </w:tcPr>
          <w:p w14:paraId="0B93CEF7" w14:textId="7ECA4011" w:rsidR="00970C20" w:rsidRPr="008A5F04" w:rsidRDefault="00FC0383" w:rsidP="0092305A">
            <w:pPr>
              <w:tabs>
                <w:tab w:val="decimal" w:pos="1044"/>
              </w:tabs>
              <w:spacing w:line="240" w:lineRule="auto"/>
              <w:ind w:right="-156"/>
            </w:pPr>
            <w:r w:rsidRPr="008A5F04">
              <w:rPr>
                <w:cs/>
              </w:rPr>
              <w:t>800</w:t>
            </w:r>
          </w:p>
        </w:tc>
        <w:tc>
          <w:tcPr>
            <w:tcW w:w="270" w:type="dxa"/>
            <w:tcBorders>
              <w:top w:val="nil"/>
              <w:left w:val="nil"/>
              <w:bottom w:val="nil"/>
              <w:right w:val="nil"/>
            </w:tcBorders>
          </w:tcPr>
          <w:p w14:paraId="40779513" w14:textId="77777777" w:rsidR="00970C20" w:rsidRPr="008A5F04" w:rsidRDefault="00970C20" w:rsidP="00A87D26">
            <w:pPr>
              <w:pStyle w:val="BodyText"/>
              <w:tabs>
                <w:tab w:val="decimal" w:pos="727"/>
                <w:tab w:val="decimal" w:pos="891"/>
              </w:tabs>
              <w:spacing w:after="0" w:line="240" w:lineRule="auto"/>
              <w:ind w:right="-78"/>
              <w:rPr>
                <w:cs/>
              </w:rPr>
            </w:pPr>
          </w:p>
        </w:tc>
        <w:tc>
          <w:tcPr>
            <w:tcW w:w="1260" w:type="dxa"/>
            <w:gridSpan w:val="2"/>
            <w:tcBorders>
              <w:top w:val="nil"/>
              <w:left w:val="nil"/>
              <w:bottom w:val="single" w:sz="4" w:space="0" w:color="auto"/>
              <w:right w:val="nil"/>
            </w:tcBorders>
          </w:tcPr>
          <w:p w14:paraId="469ECE59" w14:textId="119EB761" w:rsidR="00970C20" w:rsidRPr="008A5F04" w:rsidRDefault="00EA453D" w:rsidP="008A5F04">
            <w:pPr>
              <w:pStyle w:val="BodyText"/>
              <w:tabs>
                <w:tab w:val="decimal" w:pos="792"/>
              </w:tabs>
              <w:spacing w:after="0"/>
              <w:ind w:left="-108" w:right="70"/>
            </w:pPr>
            <w:r w:rsidRPr="008A5F04">
              <w:t>-</w:t>
            </w:r>
          </w:p>
        </w:tc>
        <w:tc>
          <w:tcPr>
            <w:tcW w:w="270" w:type="dxa"/>
            <w:tcBorders>
              <w:top w:val="nil"/>
              <w:left w:val="nil"/>
              <w:bottom w:val="nil"/>
              <w:right w:val="nil"/>
            </w:tcBorders>
          </w:tcPr>
          <w:p w14:paraId="555EFB01" w14:textId="77777777" w:rsidR="00970C20" w:rsidRPr="007B02B0" w:rsidRDefault="00970C20" w:rsidP="00A87D26">
            <w:pPr>
              <w:pStyle w:val="BodyText"/>
              <w:tabs>
                <w:tab w:val="decimal" w:pos="727"/>
                <w:tab w:val="decimal" w:pos="891"/>
                <w:tab w:val="decimal" w:pos="970"/>
              </w:tabs>
              <w:spacing w:after="0" w:line="240" w:lineRule="auto"/>
              <w:ind w:left="-108" w:right="70"/>
              <w:rPr>
                <w:b/>
                <w:bCs/>
              </w:rPr>
            </w:pPr>
          </w:p>
        </w:tc>
        <w:tc>
          <w:tcPr>
            <w:tcW w:w="1260" w:type="dxa"/>
            <w:tcBorders>
              <w:top w:val="nil"/>
              <w:left w:val="nil"/>
              <w:bottom w:val="single" w:sz="4" w:space="0" w:color="auto"/>
              <w:right w:val="nil"/>
            </w:tcBorders>
            <w:shd w:val="clear" w:color="auto" w:fill="auto"/>
          </w:tcPr>
          <w:p w14:paraId="37D04AED" w14:textId="061DEBA8" w:rsidR="00970C20" w:rsidRPr="008A5F04" w:rsidRDefault="00EA453D" w:rsidP="008A5F04">
            <w:pPr>
              <w:pStyle w:val="BodyText"/>
              <w:tabs>
                <w:tab w:val="decimal" w:pos="696"/>
              </w:tabs>
              <w:spacing w:after="0"/>
              <w:ind w:left="-108" w:right="-203"/>
            </w:pPr>
            <w:r w:rsidRPr="008A5F04">
              <w:t>-</w:t>
            </w:r>
          </w:p>
        </w:tc>
        <w:tc>
          <w:tcPr>
            <w:tcW w:w="270" w:type="dxa"/>
            <w:tcBorders>
              <w:top w:val="nil"/>
              <w:left w:val="nil"/>
              <w:bottom w:val="nil"/>
              <w:right w:val="nil"/>
            </w:tcBorders>
          </w:tcPr>
          <w:p w14:paraId="4CD73FB6" w14:textId="77777777" w:rsidR="00970C20" w:rsidRPr="007B02B0" w:rsidRDefault="00970C20" w:rsidP="00A87D26">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78B40C3F" w14:textId="010293AE" w:rsidR="00970C20" w:rsidRPr="008A5F04" w:rsidRDefault="00EA453D" w:rsidP="008A5F04">
            <w:pPr>
              <w:pStyle w:val="BodyText"/>
              <w:tabs>
                <w:tab w:val="decimal" w:pos="786"/>
              </w:tabs>
              <w:spacing w:after="0"/>
              <w:ind w:left="-108" w:right="70"/>
            </w:pPr>
            <w:r w:rsidRPr="008A5F04">
              <w:t>-</w:t>
            </w:r>
          </w:p>
        </w:tc>
      </w:tr>
      <w:tr w:rsidR="00574775" w:rsidRPr="00F73937" w14:paraId="4B2A8FAD" w14:textId="77777777" w:rsidTr="002866A5">
        <w:tblPrEx>
          <w:tblBorders>
            <w:top w:val="single" w:sz="4" w:space="0" w:color="auto"/>
            <w:bottom w:val="double" w:sz="4" w:space="0" w:color="auto"/>
          </w:tblBorders>
        </w:tblPrEx>
        <w:tc>
          <w:tcPr>
            <w:tcW w:w="3510" w:type="dxa"/>
            <w:tcBorders>
              <w:top w:val="nil"/>
              <w:bottom w:val="nil"/>
            </w:tcBorders>
          </w:tcPr>
          <w:p w14:paraId="6B6F7188" w14:textId="77777777" w:rsidR="00574775" w:rsidRPr="00F73937" w:rsidRDefault="00574775" w:rsidP="00574775">
            <w:pPr>
              <w:spacing w:line="240" w:lineRule="exact"/>
              <w:rPr>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2D635DD3" w14:textId="4092A86A" w:rsidR="00574775" w:rsidRPr="0092305A" w:rsidRDefault="00574775" w:rsidP="0092305A">
            <w:pPr>
              <w:tabs>
                <w:tab w:val="decimal" w:pos="1044"/>
              </w:tabs>
              <w:spacing w:line="240" w:lineRule="auto"/>
              <w:ind w:right="-156"/>
              <w:rPr>
                <w:b/>
                <w:bCs/>
              </w:rPr>
            </w:pPr>
            <w:r w:rsidRPr="0092305A">
              <w:rPr>
                <w:b/>
                <w:bCs/>
              </w:rPr>
              <w:t>14,300</w:t>
            </w:r>
          </w:p>
        </w:tc>
        <w:tc>
          <w:tcPr>
            <w:tcW w:w="270" w:type="dxa"/>
            <w:tcBorders>
              <w:top w:val="nil"/>
              <w:left w:val="nil"/>
              <w:bottom w:val="nil"/>
              <w:right w:val="nil"/>
            </w:tcBorders>
          </w:tcPr>
          <w:p w14:paraId="58134563" w14:textId="77777777" w:rsidR="00574775" w:rsidRPr="00574775" w:rsidRDefault="00574775" w:rsidP="00574775">
            <w:pPr>
              <w:pStyle w:val="BodyText"/>
              <w:tabs>
                <w:tab w:val="decimal" w:pos="727"/>
                <w:tab w:val="decimal" w:pos="891"/>
              </w:tabs>
              <w:spacing w:after="0" w:line="240" w:lineRule="auto"/>
              <w:ind w:right="-78"/>
              <w:rPr>
                <w:b/>
                <w:bCs/>
                <w:color w:val="000000" w:themeColor="text1"/>
                <w:cs/>
              </w:rPr>
            </w:pPr>
          </w:p>
        </w:tc>
        <w:tc>
          <w:tcPr>
            <w:tcW w:w="1260" w:type="dxa"/>
            <w:gridSpan w:val="2"/>
            <w:tcBorders>
              <w:top w:val="single" w:sz="4" w:space="0" w:color="auto"/>
              <w:left w:val="nil"/>
              <w:bottom w:val="double" w:sz="4" w:space="0" w:color="auto"/>
              <w:right w:val="nil"/>
            </w:tcBorders>
          </w:tcPr>
          <w:p w14:paraId="7659C9B8" w14:textId="0B218AAE" w:rsidR="00574775" w:rsidRPr="00574775" w:rsidRDefault="00574775" w:rsidP="00574775">
            <w:pPr>
              <w:pStyle w:val="BodyText"/>
              <w:tabs>
                <w:tab w:val="decimal" w:pos="970"/>
              </w:tabs>
              <w:spacing w:after="0"/>
              <w:ind w:left="-108" w:right="70"/>
              <w:rPr>
                <w:b/>
                <w:bCs/>
                <w:color w:val="000000"/>
                <w:lang w:val="en-US"/>
              </w:rPr>
            </w:pPr>
            <w:r w:rsidRPr="00574775">
              <w:rPr>
                <w:b/>
                <w:bCs/>
              </w:rPr>
              <w:t>13,500</w:t>
            </w:r>
          </w:p>
        </w:tc>
        <w:tc>
          <w:tcPr>
            <w:tcW w:w="270" w:type="dxa"/>
            <w:tcBorders>
              <w:top w:val="nil"/>
              <w:left w:val="nil"/>
              <w:bottom w:val="nil"/>
              <w:right w:val="nil"/>
            </w:tcBorders>
          </w:tcPr>
          <w:p w14:paraId="6D9C811E" w14:textId="77777777" w:rsidR="00574775" w:rsidRPr="00574775" w:rsidRDefault="00574775" w:rsidP="00574775">
            <w:pPr>
              <w:pStyle w:val="BodyText"/>
              <w:tabs>
                <w:tab w:val="decimal" w:pos="727"/>
                <w:tab w:val="decimal" w:pos="891"/>
                <w:tab w:val="decimal" w:pos="970"/>
              </w:tabs>
              <w:spacing w:after="0" w:line="240" w:lineRule="auto"/>
              <w:ind w:left="-108" w:right="70"/>
              <w:rPr>
                <w:b/>
                <w:bCs/>
                <w:color w:val="000000"/>
                <w:lang w:val="en-US"/>
              </w:rPr>
            </w:pPr>
          </w:p>
        </w:tc>
        <w:tc>
          <w:tcPr>
            <w:tcW w:w="1260" w:type="dxa"/>
            <w:tcBorders>
              <w:top w:val="single" w:sz="4" w:space="0" w:color="auto"/>
              <w:left w:val="nil"/>
              <w:bottom w:val="double" w:sz="4" w:space="0" w:color="auto"/>
              <w:right w:val="nil"/>
            </w:tcBorders>
            <w:shd w:val="clear" w:color="auto" w:fill="auto"/>
          </w:tcPr>
          <w:p w14:paraId="28123DAF" w14:textId="20D1D91B" w:rsidR="00574775" w:rsidRPr="008A5F04" w:rsidRDefault="00574775" w:rsidP="008A5F04">
            <w:pPr>
              <w:pStyle w:val="BodyText"/>
              <w:tabs>
                <w:tab w:val="decimal" w:pos="1042"/>
              </w:tabs>
              <w:spacing w:after="0"/>
              <w:ind w:left="-108" w:right="-150"/>
              <w:jc w:val="both"/>
              <w:rPr>
                <w:b/>
                <w:bCs/>
              </w:rPr>
            </w:pPr>
            <w:r w:rsidRPr="008A5F04">
              <w:rPr>
                <w:b/>
                <w:bCs/>
              </w:rPr>
              <w:t>231,310</w:t>
            </w:r>
          </w:p>
        </w:tc>
        <w:tc>
          <w:tcPr>
            <w:tcW w:w="270" w:type="dxa"/>
            <w:tcBorders>
              <w:top w:val="nil"/>
              <w:left w:val="nil"/>
              <w:bottom w:val="nil"/>
              <w:right w:val="nil"/>
            </w:tcBorders>
          </w:tcPr>
          <w:p w14:paraId="5ED517B2" w14:textId="77777777" w:rsidR="00574775" w:rsidRPr="008A5F04" w:rsidRDefault="00574775" w:rsidP="00574775">
            <w:pPr>
              <w:pStyle w:val="BodyText"/>
              <w:tabs>
                <w:tab w:val="decimal" w:pos="727"/>
                <w:tab w:val="decimal" w:pos="891"/>
              </w:tabs>
              <w:spacing w:after="0" w:line="240" w:lineRule="auto"/>
              <w:ind w:left="-108" w:right="-78"/>
              <w:rPr>
                <w:b/>
                <w:bCs/>
                <w:color w:val="000000" w:themeColor="text1"/>
              </w:rPr>
            </w:pPr>
          </w:p>
        </w:tc>
        <w:tc>
          <w:tcPr>
            <w:tcW w:w="1260" w:type="dxa"/>
            <w:tcBorders>
              <w:top w:val="single" w:sz="4" w:space="0" w:color="auto"/>
              <w:left w:val="nil"/>
              <w:bottom w:val="double" w:sz="4" w:space="0" w:color="auto"/>
              <w:right w:val="nil"/>
            </w:tcBorders>
          </w:tcPr>
          <w:p w14:paraId="2FFAFF8D" w14:textId="058825CF" w:rsidR="00574775" w:rsidRPr="00574775" w:rsidRDefault="00574775" w:rsidP="00574775">
            <w:pPr>
              <w:pStyle w:val="BodyText"/>
              <w:tabs>
                <w:tab w:val="decimal" w:pos="970"/>
              </w:tabs>
              <w:spacing w:after="0"/>
              <w:ind w:left="-108" w:right="70"/>
              <w:rPr>
                <w:b/>
                <w:bCs/>
                <w:color w:val="000000"/>
                <w:lang w:val="en-US"/>
              </w:rPr>
            </w:pPr>
            <w:r w:rsidRPr="00574775">
              <w:rPr>
                <w:b/>
                <w:bCs/>
              </w:rPr>
              <w:t>132,605</w:t>
            </w:r>
          </w:p>
        </w:tc>
      </w:tr>
      <w:tr w:rsidR="003742E4" w:rsidRPr="00F73937" w14:paraId="267CB1A8" w14:textId="77777777" w:rsidTr="002866A5">
        <w:tblPrEx>
          <w:tblBorders>
            <w:top w:val="single" w:sz="4" w:space="0" w:color="auto"/>
            <w:bottom w:val="double" w:sz="4" w:space="0" w:color="auto"/>
          </w:tblBorders>
        </w:tblPrEx>
        <w:tc>
          <w:tcPr>
            <w:tcW w:w="3510" w:type="dxa"/>
            <w:tcBorders>
              <w:top w:val="nil"/>
              <w:bottom w:val="nil"/>
            </w:tcBorders>
          </w:tcPr>
          <w:p w14:paraId="3AD6B651" w14:textId="77777777" w:rsidR="00484D7E" w:rsidRPr="00F73937" w:rsidRDefault="00484D7E" w:rsidP="009E7BDE">
            <w:pPr>
              <w:spacing w:line="240" w:lineRule="exact"/>
              <w:rPr>
                <w:color w:val="000000"/>
              </w:rPr>
            </w:pPr>
          </w:p>
        </w:tc>
        <w:tc>
          <w:tcPr>
            <w:tcW w:w="1260" w:type="dxa"/>
            <w:tcBorders>
              <w:top w:val="double" w:sz="4" w:space="0" w:color="auto"/>
              <w:left w:val="nil"/>
              <w:bottom w:val="nil"/>
              <w:right w:val="nil"/>
            </w:tcBorders>
          </w:tcPr>
          <w:p w14:paraId="5A1D0C6E"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772AAF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751642E9"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211DBC7" w14:textId="77777777" w:rsidR="00484D7E" w:rsidRPr="00F73937" w:rsidRDefault="00484D7E" w:rsidP="00A87D26">
            <w:pPr>
              <w:pStyle w:val="BodyText"/>
              <w:tabs>
                <w:tab w:val="decimal" w:pos="727"/>
                <w:tab w:val="decimal" w:pos="891"/>
                <w:tab w:val="decimal" w:pos="970"/>
              </w:tabs>
              <w:spacing w:after="0" w:line="240" w:lineRule="auto"/>
              <w:ind w:left="-108" w:right="70"/>
              <w:rPr>
                <w:color w:val="000000"/>
                <w:lang w:val="en-US"/>
              </w:rPr>
            </w:pPr>
          </w:p>
        </w:tc>
        <w:tc>
          <w:tcPr>
            <w:tcW w:w="1260" w:type="dxa"/>
            <w:tcBorders>
              <w:top w:val="double" w:sz="4" w:space="0" w:color="auto"/>
              <w:left w:val="nil"/>
              <w:bottom w:val="nil"/>
              <w:right w:val="nil"/>
            </w:tcBorders>
            <w:shd w:val="clear" w:color="auto" w:fill="auto"/>
          </w:tcPr>
          <w:p w14:paraId="32295A4E" w14:textId="77777777" w:rsidR="00484D7E" w:rsidRPr="008A5F04" w:rsidRDefault="00484D7E" w:rsidP="008A5F04">
            <w:pPr>
              <w:pStyle w:val="BodyText"/>
              <w:tabs>
                <w:tab w:val="decimal" w:pos="1042"/>
              </w:tabs>
              <w:spacing w:after="0"/>
              <w:ind w:left="-108" w:right="-150"/>
              <w:jc w:val="both"/>
            </w:pPr>
          </w:p>
        </w:tc>
        <w:tc>
          <w:tcPr>
            <w:tcW w:w="270" w:type="dxa"/>
            <w:tcBorders>
              <w:top w:val="nil"/>
              <w:left w:val="nil"/>
              <w:bottom w:val="nil"/>
              <w:right w:val="nil"/>
            </w:tcBorders>
          </w:tcPr>
          <w:p w14:paraId="777A234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23A906F5"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50833079" w14:textId="77777777" w:rsidTr="002866A5">
        <w:tblPrEx>
          <w:tblBorders>
            <w:top w:val="single" w:sz="4" w:space="0" w:color="auto"/>
            <w:bottom w:val="double" w:sz="4" w:space="0" w:color="auto"/>
          </w:tblBorders>
        </w:tblPrEx>
        <w:tc>
          <w:tcPr>
            <w:tcW w:w="3510" w:type="dxa"/>
            <w:tcBorders>
              <w:top w:val="nil"/>
              <w:bottom w:val="nil"/>
            </w:tcBorders>
          </w:tcPr>
          <w:p w14:paraId="18B84CE8" w14:textId="5F4BE159" w:rsidR="00484D7E" w:rsidRPr="00F73937" w:rsidRDefault="00484D7E" w:rsidP="009E7BDE">
            <w:pPr>
              <w:spacing w:line="240" w:lineRule="exact"/>
              <w:rPr>
                <w:b/>
                <w:bCs/>
                <w:i/>
                <w:iCs/>
                <w:color w:val="000000"/>
              </w:rPr>
            </w:pPr>
            <w:r w:rsidRPr="00F73937">
              <w:rPr>
                <w:b/>
                <w:bCs/>
                <w:i/>
                <w:iCs/>
                <w:color w:val="000000"/>
              </w:rPr>
              <w:t xml:space="preserve">Long-term loans </w:t>
            </w:r>
          </w:p>
        </w:tc>
        <w:tc>
          <w:tcPr>
            <w:tcW w:w="1260" w:type="dxa"/>
            <w:tcBorders>
              <w:top w:val="nil"/>
              <w:left w:val="nil"/>
              <w:bottom w:val="nil"/>
              <w:right w:val="nil"/>
            </w:tcBorders>
          </w:tcPr>
          <w:p w14:paraId="716B0FB5"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3469222"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3560F419"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63814370"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71051027"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6A499AA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4BF0DDA"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B2AA7EE" w14:textId="77777777" w:rsidTr="002866A5">
        <w:tblPrEx>
          <w:tblBorders>
            <w:top w:val="single" w:sz="4" w:space="0" w:color="auto"/>
            <w:bottom w:val="double" w:sz="4" w:space="0" w:color="auto"/>
          </w:tblBorders>
        </w:tblPrEx>
        <w:tc>
          <w:tcPr>
            <w:tcW w:w="3510" w:type="dxa"/>
            <w:tcBorders>
              <w:top w:val="nil"/>
              <w:bottom w:val="nil"/>
            </w:tcBorders>
          </w:tcPr>
          <w:p w14:paraId="53E76859" w14:textId="7D10F75C" w:rsidR="00484D7E" w:rsidRPr="00F73937" w:rsidRDefault="00484D7E" w:rsidP="009E7BDE">
            <w:pPr>
              <w:spacing w:line="240" w:lineRule="exact"/>
              <w:rPr>
                <w:b/>
                <w:bCs/>
                <w:i/>
                <w:iCs/>
                <w:color w:val="000000"/>
              </w:rPr>
            </w:pPr>
            <w:r w:rsidRPr="00F73937">
              <w:rPr>
                <w:b/>
                <w:bCs/>
                <w:i/>
                <w:iCs/>
                <w:color w:val="000000"/>
              </w:rPr>
              <w:t>Current</w:t>
            </w:r>
          </w:p>
        </w:tc>
        <w:tc>
          <w:tcPr>
            <w:tcW w:w="1260" w:type="dxa"/>
            <w:tcBorders>
              <w:top w:val="nil"/>
              <w:left w:val="nil"/>
              <w:bottom w:val="nil"/>
              <w:right w:val="nil"/>
            </w:tcBorders>
          </w:tcPr>
          <w:p w14:paraId="6F9B08BA"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9AAC514"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17574D56"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0B3E9125" w14:textId="77777777" w:rsidR="00484D7E" w:rsidRPr="000B28E3" w:rsidRDefault="00484D7E" w:rsidP="009E7BDE">
            <w:pPr>
              <w:pStyle w:val="BodyText"/>
              <w:tabs>
                <w:tab w:val="decimal" w:pos="727"/>
                <w:tab w:val="decimal" w:pos="891"/>
              </w:tabs>
              <w:spacing w:after="0" w:line="240" w:lineRule="auto"/>
              <w:ind w:left="-108" w:right="-78"/>
              <w:rPr>
                <w:b/>
                <w:bCs/>
                <w:lang w:val="en-US"/>
              </w:rPr>
            </w:pPr>
          </w:p>
        </w:tc>
        <w:tc>
          <w:tcPr>
            <w:tcW w:w="1260" w:type="dxa"/>
            <w:tcBorders>
              <w:top w:val="nil"/>
              <w:left w:val="nil"/>
              <w:bottom w:val="nil"/>
              <w:right w:val="nil"/>
            </w:tcBorders>
            <w:shd w:val="clear" w:color="auto" w:fill="auto"/>
          </w:tcPr>
          <w:p w14:paraId="7A52F50E" w14:textId="77777777" w:rsidR="00484D7E" w:rsidRPr="00F73937" w:rsidRDefault="00484D7E" w:rsidP="009E7BDE">
            <w:pPr>
              <w:pStyle w:val="BodyText"/>
              <w:tabs>
                <w:tab w:val="decimal" w:pos="625"/>
              </w:tabs>
              <w:spacing w:after="0"/>
              <w:ind w:left="-108" w:right="-131"/>
              <w:jc w:val="both"/>
              <w:rPr>
                <w:b/>
                <w:bCs/>
                <w:color w:val="000000" w:themeColor="text1"/>
              </w:rPr>
            </w:pPr>
          </w:p>
        </w:tc>
        <w:tc>
          <w:tcPr>
            <w:tcW w:w="270" w:type="dxa"/>
            <w:tcBorders>
              <w:top w:val="nil"/>
              <w:left w:val="nil"/>
              <w:bottom w:val="nil"/>
              <w:right w:val="nil"/>
            </w:tcBorders>
          </w:tcPr>
          <w:p w14:paraId="5B901844"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41FFBE0C" w14:textId="77777777" w:rsidR="00484D7E" w:rsidRPr="00F73937" w:rsidRDefault="00484D7E" w:rsidP="00A87D26">
            <w:pPr>
              <w:pStyle w:val="BodyText"/>
              <w:tabs>
                <w:tab w:val="decimal" w:pos="970"/>
              </w:tabs>
              <w:spacing w:after="0"/>
              <w:ind w:left="-108" w:right="70"/>
              <w:rPr>
                <w:color w:val="000000"/>
                <w:lang w:val="en-US"/>
              </w:rPr>
            </w:pPr>
          </w:p>
        </w:tc>
      </w:tr>
      <w:tr w:rsidR="00640BE8" w:rsidRPr="00F73937" w14:paraId="70F4D937" w14:textId="77777777" w:rsidTr="002866A5">
        <w:tblPrEx>
          <w:tblBorders>
            <w:top w:val="single" w:sz="4" w:space="0" w:color="auto"/>
            <w:bottom w:val="double" w:sz="4" w:space="0" w:color="auto"/>
          </w:tblBorders>
        </w:tblPrEx>
        <w:tc>
          <w:tcPr>
            <w:tcW w:w="3510" w:type="dxa"/>
            <w:tcBorders>
              <w:top w:val="nil"/>
              <w:bottom w:val="nil"/>
            </w:tcBorders>
          </w:tcPr>
          <w:p w14:paraId="7E791991" w14:textId="37DE8912" w:rsidR="00640BE8" w:rsidRPr="00F73937" w:rsidRDefault="00640BE8" w:rsidP="00640BE8">
            <w:pPr>
              <w:spacing w:line="240" w:lineRule="exact"/>
              <w:rPr>
                <w:color w:val="000000"/>
              </w:rPr>
            </w:pPr>
            <w:r w:rsidRPr="00F73937">
              <w:rPr>
                <w:color w:val="000000"/>
              </w:rPr>
              <w:t>Subsidia</w:t>
            </w:r>
            <w:r w:rsidR="005057B9">
              <w:rPr>
                <w:color w:val="000000"/>
              </w:rPr>
              <w:t>ry</w:t>
            </w:r>
          </w:p>
        </w:tc>
        <w:tc>
          <w:tcPr>
            <w:tcW w:w="1260" w:type="dxa"/>
            <w:tcBorders>
              <w:top w:val="nil"/>
              <w:left w:val="nil"/>
              <w:bottom w:val="double" w:sz="4" w:space="0" w:color="auto"/>
              <w:right w:val="nil"/>
            </w:tcBorders>
          </w:tcPr>
          <w:p w14:paraId="06D6D427" w14:textId="5DE2734A" w:rsidR="00640BE8" w:rsidRPr="008A5F04" w:rsidRDefault="00D1460D" w:rsidP="00640BE8">
            <w:pPr>
              <w:pStyle w:val="BodyText"/>
              <w:tabs>
                <w:tab w:val="decimal" w:pos="700"/>
              </w:tabs>
              <w:spacing w:after="0"/>
              <w:ind w:left="-108" w:right="-150"/>
              <w:jc w:val="both"/>
              <w:rPr>
                <w:b/>
                <w:bCs/>
                <w:color w:val="000000" w:themeColor="text1"/>
              </w:rPr>
            </w:pPr>
            <w:r w:rsidRPr="008A5F04">
              <w:rPr>
                <w:b/>
                <w:bCs/>
              </w:rPr>
              <w:t>-</w:t>
            </w:r>
          </w:p>
        </w:tc>
        <w:tc>
          <w:tcPr>
            <w:tcW w:w="270" w:type="dxa"/>
            <w:tcBorders>
              <w:top w:val="nil"/>
              <w:left w:val="nil"/>
              <w:bottom w:val="nil"/>
              <w:right w:val="nil"/>
            </w:tcBorders>
          </w:tcPr>
          <w:p w14:paraId="7A959509" w14:textId="77777777" w:rsidR="00640BE8" w:rsidRPr="008A5F04" w:rsidRDefault="00640BE8" w:rsidP="00640BE8">
            <w:pPr>
              <w:pStyle w:val="BodyText"/>
              <w:tabs>
                <w:tab w:val="decimal" w:pos="727"/>
                <w:tab w:val="decimal" w:pos="891"/>
              </w:tabs>
              <w:spacing w:after="0" w:line="240" w:lineRule="auto"/>
              <w:ind w:right="-78"/>
              <w:rPr>
                <w:b/>
                <w:bCs/>
                <w:cs/>
              </w:rPr>
            </w:pPr>
          </w:p>
        </w:tc>
        <w:tc>
          <w:tcPr>
            <w:tcW w:w="1260" w:type="dxa"/>
            <w:gridSpan w:val="2"/>
            <w:tcBorders>
              <w:top w:val="nil"/>
              <w:left w:val="nil"/>
              <w:bottom w:val="double" w:sz="4" w:space="0" w:color="auto"/>
              <w:right w:val="nil"/>
            </w:tcBorders>
          </w:tcPr>
          <w:p w14:paraId="5783754D" w14:textId="63C47CFC" w:rsidR="00640BE8" w:rsidRPr="005057B9" w:rsidRDefault="00640BE8" w:rsidP="005057B9">
            <w:pPr>
              <w:pStyle w:val="BodyText"/>
              <w:tabs>
                <w:tab w:val="decimal" w:pos="792"/>
              </w:tabs>
              <w:spacing w:after="0"/>
              <w:ind w:left="-108" w:right="70"/>
              <w:rPr>
                <w:b/>
                <w:bCs/>
                <w:color w:val="000000"/>
                <w:lang w:val="en-US"/>
              </w:rPr>
            </w:pPr>
            <w:r w:rsidRPr="005057B9">
              <w:rPr>
                <w:b/>
                <w:bCs/>
              </w:rPr>
              <w:t>-</w:t>
            </w:r>
          </w:p>
        </w:tc>
        <w:tc>
          <w:tcPr>
            <w:tcW w:w="270" w:type="dxa"/>
            <w:tcBorders>
              <w:top w:val="nil"/>
              <w:left w:val="nil"/>
              <w:bottom w:val="nil"/>
              <w:right w:val="nil"/>
            </w:tcBorders>
          </w:tcPr>
          <w:p w14:paraId="6937EEB3" w14:textId="77777777" w:rsidR="00640BE8" w:rsidRPr="00F73937" w:rsidRDefault="00640BE8" w:rsidP="00640BE8">
            <w:pPr>
              <w:pStyle w:val="BodyText"/>
              <w:tabs>
                <w:tab w:val="decimal" w:pos="727"/>
                <w:tab w:val="decimal" w:pos="891"/>
              </w:tabs>
              <w:spacing w:after="0" w:line="240" w:lineRule="auto"/>
              <w:ind w:left="-108" w:right="-78"/>
            </w:pPr>
          </w:p>
        </w:tc>
        <w:tc>
          <w:tcPr>
            <w:tcW w:w="1260" w:type="dxa"/>
            <w:tcBorders>
              <w:top w:val="nil"/>
              <w:left w:val="nil"/>
              <w:bottom w:val="double" w:sz="4" w:space="0" w:color="auto"/>
              <w:right w:val="nil"/>
            </w:tcBorders>
            <w:shd w:val="clear" w:color="auto" w:fill="auto"/>
          </w:tcPr>
          <w:p w14:paraId="21CD402A" w14:textId="6BD3E387" w:rsidR="00640BE8" w:rsidRPr="00F73937" w:rsidRDefault="006E7394" w:rsidP="008A5F04">
            <w:pPr>
              <w:pStyle w:val="BodyText"/>
              <w:tabs>
                <w:tab w:val="decimal" w:pos="1044"/>
              </w:tabs>
              <w:spacing w:after="0"/>
              <w:ind w:left="-108" w:right="-131"/>
              <w:jc w:val="both"/>
              <w:rPr>
                <w:color w:val="000000" w:themeColor="text1"/>
              </w:rPr>
            </w:pPr>
            <w:r w:rsidRPr="00F73937">
              <w:rPr>
                <w:b/>
                <w:bCs/>
              </w:rPr>
              <w:t>56,640</w:t>
            </w:r>
          </w:p>
        </w:tc>
        <w:tc>
          <w:tcPr>
            <w:tcW w:w="270" w:type="dxa"/>
            <w:tcBorders>
              <w:top w:val="nil"/>
              <w:left w:val="nil"/>
              <w:bottom w:val="nil"/>
              <w:right w:val="nil"/>
            </w:tcBorders>
          </w:tcPr>
          <w:p w14:paraId="5A235DC1" w14:textId="77777777" w:rsidR="00640BE8" w:rsidRPr="00F73937" w:rsidRDefault="00640BE8" w:rsidP="00640BE8">
            <w:pPr>
              <w:pStyle w:val="BodyText"/>
              <w:tabs>
                <w:tab w:val="decimal" w:pos="727"/>
                <w:tab w:val="decimal" w:pos="891"/>
              </w:tabs>
              <w:spacing w:after="0" w:line="240" w:lineRule="auto"/>
              <w:ind w:left="-108" w:right="-78"/>
            </w:pPr>
          </w:p>
        </w:tc>
        <w:tc>
          <w:tcPr>
            <w:tcW w:w="1260" w:type="dxa"/>
            <w:tcBorders>
              <w:top w:val="nil"/>
              <w:left w:val="nil"/>
              <w:bottom w:val="double" w:sz="4" w:space="0" w:color="auto"/>
              <w:right w:val="nil"/>
            </w:tcBorders>
          </w:tcPr>
          <w:p w14:paraId="19D08E6E" w14:textId="03FBB42E" w:rsidR="00640BE8" w:rsidRPr="00F73937" w:rsidRDefault="00640BE8" w:rsidP="00640BE8">
            <w:pPr>
              <w:pStyle w:val="BodyText"/>
              <w:tabs>
                <w:tab w:val="decimal" w:pos="970"/>
              </w:tabs>
              <w:spacing w:after="0"/>
              <w:ind w:left="-108" w:right="70"/>
              <w:rPr>
                <w:b/>
                <w:bCs/>
                <w:color w:val="000000"/>
                <w:lang w:val="en-US"/>
              </w:rPr>
            </w:pPr>
            <w:r w:rsidRPr="00F73937">
              <w:rPr>
                <w:b/>
                <w:bCs/>
              </w:rPr>
              <w:t>56,640</w:t>
            </w:r>
          </w:p>
        </w:tc>
      </w:tr>
      <w:tr w:rsidR="003742E4" w:rsidRPr="00F73937" w14:paraId="73D18112" w14:textId="77777777" w:rsidTr="002866A5">
        <w:tblPrEx>
          <w:tblBorders>
            <w:top w:val="single" w:sz="4" w:space="0" w:color="auto"/>
            <w:bottom w:val="double" w:sz="4" w:space="0" w:color="auto"/>
          </w:tblBorders>
        </w:tblPrEx>
        <w:tc>
          <w:tcPr>
            <w:tcW w:w="3510" w:type="dxa"/>
            <w:tcBorders>
              <w:top w:val="nil"/>
              <w:bottom w:val="nil"/>
            </w:tcBorders>
          </w:tcPr>
          <w:p w14:paraId="7C3E0937" w14:textId="77777777" w:rsidR="00484D7E" w:rsidRPr="00F73937" w:rsidRDefault="00484D7E" w:rsidP="009E7BDE">
            <w:pPr>
              <w:spacing w:line="240" w:lineRule="exact"/>
              <w:rPr>
                <w:color w:val="000000"/>
              </w:rPr>
            </w:pPr>
          </w:p>
        </w:tc>
        <w:tc>
          <w:tcPr>
            <w:tcW w:w="1260" w:type="dxa"/>
            <w:tcBorders>
              <w:top w:val="double" w:sz="4" w:space="0" w:color="auto"/>
              <w:left w:val="nil"/>
              <w:bottom w:val="nil"/>
              <w:right w:val="nil"/>
            </w:tcBorders>
          </w:tcPr>
          <w:p w14:paraId="72F47518"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273D0C23"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6C075C46"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716BE72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shd w:val="clear" w:color="auto" w:fill="auto"/>
          </w:tcPr>
          <w:p w14:paraId="538FE1F1" w14:textId="77777777" w:rsidR="00484D7E" w:rsidRPr="00F73937" w:rsidRDefault="00484D7E" w:rsidP="008A5F04">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51DBB07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740EB8B9"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334C2007" w14:textId="77777777" w:rsidTr="002866A5">
        <w:tblPrEx>
          <w:tblBorders>
            <w:top w:val="single" w:sz="4" w:space="0" w:color="auto"/>
            <w:bottom w:val="double" w:sz="4" w:space="0" w:color="auto"/>
          </w:tblBorders>
        </w:tblPrEx>
        <w:tc>
          <w:tcPr>
            <w:tcW w:w="3510" w:type="dxa"/>
            <w:tcBorders>
              <w:top w:val="nil"/>
              <w:bottom w:val="nil"/>
            </w:tcBorders>
          </w:tcPr>
          <w:p w14:paraId="47519716" w14:textId="1AE13085" w:rsidR="00484D7E" w:rsidRPr="00F73937" w:rsidRDefault="00484D7E" w:rsidP="009E7BDE">
            <w:pPr>
              <w:spacing w:line="240" w:lineRule="exact"/>
              <w:rPr>
                <w:b/>
                <w:bCs/>
                <w:i/>
                <w:iCs/>
                <w:color w:val="000000"/>
              </w:rPr>
            </w:pPr>
            <w:r w:rsidRPr="00F73937">
              <w:rPr>
                <w:b/>
                <w:bCs/>
                <w:i/>
                <w:iCs/>
                <w:color w:val="000000"/>
              </w:rPr>
              <w:t xml:space="preserve">Non-current </w:t>
            </w:r>
          </w:p>
        </w:tc>
        <w:tc>
          <w:tcPr>
            <w:tcW w:w="1260" w:type="dxa"/>
            <w:tcBorders>
              <w:top w:val="nil"/>
              <w:left w:val="nil"/>
              <w:bottom w:val="nil"/>
              <w:right w:val="nil"/>
            </w:tcBorders>
          </w:tcPr>
          <w:p w14:paraId="201DF119"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7B71836"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06289814"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5E5EDD2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7858041A" w14:textId="77777777" w:rsidR="00484D7E" w:rsidRPr="00F73937" w:rsidRDefault="00484D7E" w:rsidP="008A5F04">
            <w:pPr>
              <w:pStyle w:val="BodyText"/>
              <w:tabs>
                <w:tab w:val="decimal" w:pos="625"/>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63A243D7"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63118C9C" w14:textId="77777777" w:rsidR="00484D7E" w:rsidRPr="00F73937" w:rsidRDefault="00484D7E" w:rsidP="00A87D26">
            <w:pPr>
              <w:pStyle w:val="BodyText"/>
              <w:tabs>
                <w:tab w:val="decimal" w:pos="970"/>
              </w:tabs>
              <w:spacing w:after="0"/>
              <w:ind w:left="-108" w:right="70"/>
              <w:rPr>
                <w:color w:val="000000"/>
                <w:lang w:val="en-US"/>
              </w:rPr>
            </w:pPr>
          </w:p>
        </w:tc>
      </w:tr>
      <w:tr w:rsidR="008128C0" w:rsidRPr="00F73937" w14:paraId="368E8B05" w14:textId="77777777" w:rsidTr="002866A5">
        <w:tblPrEx>
          <w:tblBorders>
            <w:top w:val="single" w:sz="4" w:space="0" w:color="auto"/>
            <w:bottom w:val="double" w:sz="4" w:space="0" w:color="auto"/>
          </w:tblBorders>
        </w:tblPrEx>
        <w:tc>
          <w:tcPr>
            <w:tcW w:w="3510" w:type="dxa"/>
            <w:tcBorders>
              <w:top w:val="nil"/>
              <w:bottom w:val="nil"/>
            </w:tcBorders>
          </w:tcPr>
          <w:p w14:paraId="0A7580D7" w14:textId="04637743" w:rsidR="008128C0" w:rsidRPr="00F73937" w:rsidRDefault="008128C0" w:rsidP="008128C0">
            <w:pPr>
              <w:spacing w:line="240" w:lineRule="exact"/>
              <w:rPr>
                <w:color w:val="000000"/>
              </w:rPr>
            </w:pPr>
            <w:r w:rsidRPr="00F73937">
              <w:rPr>
                <w:color w:val="000000"/>
              </w:rPr>
              <w:t>Subsidiar</w:t>
            </w:r>
            <w:r w:rsidR="005057B9">
              <w:rPr>
                <w:color w:val="000000"/>
              </w:rPr>
              <w:t>y</w:t>
            </w:r>
          </w:p>
        </w:tc>
        <w:tc>
          <w:tcPr>
            <w:tcW w:w="1260" w:type="dxa"/>
            <w:tcBorders>
              <w:top w:val="nil"/>
              <w:left w:val="nil"/>
              <w:bottom w:val="double" w:sz="4" w:space="0" w:color="auto"/>
              <w:right w:val="nil"/>
            </w:tcBorders>
          </w:tcPr>
          <w:p w14:paraId="58DC78D8" w14:textId="582C4BFD" w:rsidR="008128C0" w:rsidRPr="008A5F04" w:rsidRDefault="00D1460D" w:rsidP="008128C0">
            <w:pPr>
              <w:pStyle w:val="BodyText"/>
              <w:tabs>
                <w:tab w:val="decimal" w:pos="700"/>
              </w:tabs>
              <w:spacing w:after="0"/>
              <w:ind w:left="-108" w:right="-150"/>
              <w:jc w:val="both"/>
              <w:rPr>
                <w:b/>
                <w:bCs/>
                <w:color w:val="000000" w:themeColor="text1"/>
              </w:rPr>
            </w:pPr>
            <w:r w:rsidRPr="008A5F04">
              <w:rPr>
                <w:b/>
                <w:bCs/>
              </w:rPr>
              <w:t>-</w:t>
            </w:r>
          </w:p>
        </w:tc>
        <w:tc>
          <w:tcPr>
            <w:tcW w:w="270" w:type="dxa"/>
            <w:tcBorders>
              <w:top w:val="nil"/>
              <w:left w:val="nil"/>
              <w:bottom w:val="nil"/>
              <w:right w:val="nil"/>
            </w:tcBorders>
          </w:tcPr>
          <w:p w14:paraId="1D14CDEA" w14:textId="77777777" w:rsidR="008128C0" w:rsidRPr="008A5F04" w:rsidRDefault="008128C0" w:rsidP="008128C0">
            <w:pPr>
              <w:pStyle w:val="BodyText"/>
              <w:tabs>
                <w:tab w:val="decimal" w:pos="727"/>
                <w:tab w:val="decimal" w:pos="891"/>
              </w:tabs>
              <w:spacing w:after="0" w:line="240" w:lineRule="auto"/>
              <w:ind w:right="-78"/>
              <w:rPr>
                <w:b/>
                <w:bCs/>
                <w:cs/>
              </w:rPr>
            </w:pPr>
          </w:p>
        </w:tc>
        <w:tc>
          <w:tcPr>
            <w:tcW w:w="1260" w:type="dxa"/>
            <w:gridSpan w:val="2"/>
            <w:tcBorders>
              <w:top w:val="nil"/>
              <w:left w:val="nil"/>
              <w:bottom w:val="double" w:sz="4" w:space="0" w:color="auto"/>
              <w:right w:val="nil"/>
            </w:tcBorders>
          </w:tcPr>
          <w:p w14:paraId="422C3C82" w14:textId="58516C52" w:rsidR="008128C0" w:rsidRPr="008A5F04" w:rsidRDefault="008128C0" w:rsidP="005057B9">
            <w:pPr>
              <w:pStyle w:val="BodyText"/>
              <w:tabs>
                <w:tab w:val="decimal" w:pos="792"/>
              </w:tabs>
              <w:spacing w:after="0"/>
              <w:ind w:left="-108" w:right="70"/>
              <w:rPr>
                <w:b/>
                <w:bCs/>
                <w:color w:val="000000"/>
                <w:lang w:val="en-US"/>
              </w:rPr>
            </w:pPr>
            <w:r w:rsidRPr="008A5F04">
              <w:rPr>
                <w:b/>
                <w:bCs/>
              </w:rPr>
              <w:t>-</w:t>
            </w:r>
          </w:p>
        </w:tc>
        <w:tc>
          <w:tcPr>
            <w:tcW w:w="270" w:type="dxa"/>
            <w:tcBorders>
              <w:top w:val="nil"/>
              <w:left w:val="nil"/>
              <w:bottom w:val="nil"/>
              <w:right w:val="nil"/>
            </w:tcBorders>
          </w:tcPr>
          <w:p w14:paraId="361A3167" w14:textId="77777777" w:rsidR="008128C0" w:rsidRPr="00F73937" w:rsidRDefault="008128C0" w:rsidP="008128C0">
            <w:pPr>
              <w:pStyle w:val="BodyText"/>
              <w:tabs>
                <w:tab w:val="decimal" w:pos="727"/>
                <w:tab w:val="decimal" w:pos="891"/>
              </w:tabs>
              <w:spacing w:after="0" w:line="240" w:lineRule="auto"/>
              <w:ind w:left="-108" w:right="-78"/>
            </w:pPr>
          </w:p>
        </w:tc>
        <w:tc>
          <w:tcPr>
            <w:tcW w:w="1260" w:type="dxa"/>
            <w:tcBorders>
              <w:top w:val="nil"/>
              <w:left w:val="nil"/>
              <w:bottom w:val="double" w:sz="4" w:space="0" w:color="auto"/>
              <w:right w:val="nil"/>
            </w:tcBorders>
            <w:shd w:val="clear" w:color="auto" w:fill="auto"/>
          </w:tcPr>
          <w:p w14:paraId="25E5FEA8" w14:textId="32C9A571" w:rsidR="008128C0" w:rsidRPr="00D1460D" w:rsidRDefault="00D1460D" w:rsidP="008A5F04">
            <w:pPr>
              <w:pStyle w:val="BodyText"/>
              <w:tabs>
                <w:tab w:val="decimal" w:pos="1044"/>
              </w:tabs>
              <w:spacing w:after="0"/>
              <w:ind w:left="-108" w:right="-131"/>
              <w:jc w:val="both"/>
              <w:rPr>
                <w:b/>
                <w:bCs/>
                <w:color w:val="000000" w:themeColor="text1"/>
              </w:rPr>
            </w:pPr>
            <w:r w:rsidRPr="00D1460D">
              <w:rPr>
                <w:b/>
                <w:bCs/>
                <w:color w:val="000000" w:themeColor="text1"/>
              </w:rPr>
              <w:t>54,706</w:t>
            </w:r>
          </w:p>
        </w:tc>
        <w:tc>
          <w:tcPr>
            <w:tcW w:w="270" w:type="dxa"/>
            <w:tcBorders>
              <w:top w:val="nil"/>
              <w:left w:val="nil"/>
              <w:bottom w:val="nil"/>
              <w:right w:val="nil"/>
            </w:tcBorders>
          </w:tcPr>
          <w:p w14:paraId="03673C64" w14:textId="77777777" w:rsidR="008128C0" w:rsidRPr="00F73937" w:rsidRDefault="008128C0" w:rsidP="008128C0">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tcPr>
          <w:p w14:paraId="2A847523" w14:textId="46B57DAD" w:rsidR="008128C0" w:rsidRPr="00F73937" w:rsidRDefault="008128C0" w:rsidP="008128C0">
            <w:pPr>
              <w:pStyle w:val="BodyText"/>
              <w:tabs>
                <w:tab w:val="decimal" w:pos="970"/>
              </w:tabs>
              <w:spacing w:after="0"/>
              <w:ind w:left="-108" w:right="70"/>
              <w:rPr>
                <w:b/>
                <w:bCs/>
                <w:color w:val="000000"/>
                <w:lang w:val="en-US"/>
              </w:rPr>
            </w:pPr>
            <w:r w:rsidRPr="00F73937">
              <w:rPr>
                <w:b/>
                <w:bCs/>
              </w:rPr>
              <w:t>68,866</w:t>
            </w:r>
          </w:p>
        </w:tc>
      </w:tr>
      <w:tr w:rsidR="003742E4" w:rsidRPr="00F73937" w14:paraId="31F4AADC" w14:textId="77777777" w:rsidTr="002866A5">
        <w:tblPrEx>
          <w:tblBorders>
            <w:top w:val="single" w:sz="4" w:space="0" w:color="auto"/>
            <w:bottom w:val="double" w:sz="4" w:space="0" w:color="auto"/>
          </w:tblBorders>
        </w:tblPrEx>
        <w:tc>
          <w:tcPr>
            <w:tcW w:w="3510" w:type="dxa"/>
            <w:tcBorders>
              <w:top w:val="nil"/>
              <w:bottom w:val="nil"/>
            </w:tcBorders>
          </w:tcPr>
          <w:p w14:paraId="1578075A" w14:textId="77777777" w:rsidR="00484D7E" w:rsidRPr="00F73937" w:rsidRDefault="00484D7E" w:rsidP="009E7BDE">
            <w:pPr>
              <w:spacing w:line="240" w:lineRule="exact"/>
              <w:rPr>
                <w:color w:val="000000"/>
              </w:rPr>
            </w:pPr>
          </w:p>
        </w:tc>
        <w:tc>
          <w:tcPr>
            <w:tcW w:w="1260" w:type="dxa"/>
            <w:tcBorders>
              <w:top w:val="double" w:sz="4" w:space="0" w:color="auto"/>
              <w:left w:val="nil"/>
              <w:bottom w:val="nil"/>
              <w:right w:val="nil"/>
            </w:tcBorders>
          </w:tcPr>
          <w:p w14:paraId="38BEB494" w14:textId="77777777" w:rsidR="00484D7E" w:rsidRPr="008A5F04"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0722640A" w14:textId="77777777" w:rsidR="00484D7E" w:rsidRPr="008A5F04"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4D64980B" w14:textId="77777777" w:rsidR="00484D7E" w:rsidRPr="008A5F04" w:rsidRDefault="00484D7E" w:rsidP="009E7BDE">
            <w:pPr>
              <w:pStyle w:val="BodyText"/>
              <w:tabs>
                <w:tab w:val="decimal" w:pos="696"/>
              </w:tabs>
              <w:spacing w:after="0"/>
              <w:ind w:left="-108" w:right="70"/>
              <w:rPr>
                <w:b/>
                <w:bCs/>
                <w:color w:val="000000"/>
                <w:lang w:val="en-US"/>
              </w:rPr>
            </w:pPr>
          </w:p>
        </w:tc>
        <w:tc>
          <w:tcPr>
            <w:tcW w:w="270" w:type="dxa"/>
            <w:tcBorders>
              <w:top w:val="nil"/>
              <w:left w:val="nil"/>
              <w:bottom w:val="nil"/>
              <w:right w:val="nil"/>
            </w:tcBorders>
          </w:tcPr>
          <w:p w14:paraId="2729B19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shd w:val="clear" w:color="auto" w:fill="auto"/>
          </w:tcPr>
          <w:p w14:paraId="058FC927"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8248CF8"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2D4101F4"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96F2C05" w14:textId="77777777" w:rsidTr="002866A5">
        <w:tblPrEx>
          <w:tblBorders>
            <w:top w:val="single" w:sz="4" w:space="0" w:color="auto"/>
            <w:bottom w:val="double" w:sz="4" w:space="0" w:color="auto"/>
          </w:tblBorders>
        </w:tblPrEx>
        <w:tc>
          <w:tcPr>
            <w:tcW w:w="3510" w:type="dxa"/>
            <w:tcBorders>
              <w:top w:val="nil"/>
              <w:bottom w:val="nil"/>
            </w:tcBorders>
          </w:tcPr>
          <w:p w14:paraId="124B7CC3" w14:textId="77777777" w:rsidR="00484D7E" w:rsidRPr="00F73937" w:rsidRDefault="00484D7E" w:rsidP="009E7BDE">
            <w:pPr>
              <w:spacing w:line="240" w:lineRule="exact"/>
              <w:rPr>
                <w:b/>
                <w:bCs/>
                <w:i/>
                <w:iCs/>
                <w:color w:val="000000"/>
              </w:rPr>
            </w:pPr>
            <w:r w:rsidRPr="00F73937">
              <w:rPr>
                <w:b/>
                <w:bCs/>
                <w:i/>
                <w:iCs/>
                <w:color w:val="000000"/>
              </w:rPr>
              <w:t>Trade accounts payable</w:t>
            </w:r>
          </w:p>
        </w:tc>
        <w:tc>
          <w:tcPr>
            <w:tcW w:w="1260" w:type="dxa"/>
            <w:tcBorders>
              <w:top w:val="nil"/>
              <w:left w:val="nil"/>
              <w:bottom w:val="nil"/>
              <w:right w:val="nil"/>
            </w:tcBorders>
          </w:tcPr>
          <w:p w14:paraId="74FDF93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E4E8B8C"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364C484F" w14:textId="77777777" w:rsidR="00484D7E" w:rsidRPr="00F73937" w:rsidRDefault="00484D7E" w:rsidP="009E7BDE">
            <w:pPr>
              <w:pStyle w:val="BodyText"/>
              <w:tabs>
                <w:tab w:val="decimal" w:pos="696"/>
              </w:tabs>
              <w:spacing w:after="0"/>
              <w:ind w:left="-108" w:right="70"/>
              <w:rPr>
                <w:color w:val="000000"/>
                <w:lang w:val="en-US"/>
              </w:rPr>
            </w:pPr>
          </w:p>
        </w:tc>
        <w:tc>
          <w:tcPr>
            <w:tcW w:w="270" w:type="dxa"/>
            <w:tcBorders>
              <w:top w:val="nil"/>
              <w:left w:val="nil"/>
              <w:bottom w:val="nil"/>
              <w:right w:val="nil"/>
            </w:tcBorders>
          </w:tcPr>
          <w:p w14:paraId="277EDF5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494B8C09"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248174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52B1C8BF" w14:textId="77777777" w:rsidR="00484D7E" w:rsidRPr="00F73937" w:rsidRDefault="00484D7E" w:rsidP="00A87D26">
            <w:pPr>
              <w:pStyle w:val="BodyText"/>
              <w:tabs>
                <w:tab w:val="decimal" w:pos="970"/>
              </w:tabs>
              <w:spacing w:after="0"/>
              <w:ind w:left="-108" w:right="70"/>
              <w:rPr>
                <w:color w:val="000000"/>
                <w:lang w:val="en-US"/>
              </w:rPr>
            </w:pPr>
          </w:p>
        </w:tc>
      </w:tr>
      <w:tr w:rsidR="00E40C76" w:rsidRPr="00F73937" w14:paraId="3A55A2DD" w14:textId="77777777" w:rsidTr="002866A5">
        <w:tblPrEx>
          <w:tblBorders>
            <w:top w:val="single" w:sz="4" w:space="0" w:color="auto"/>
            <w:bottom w:val="double" w:sz="4" w:space="0" w:color="auto"/>
          </w:tblBorders>
        </w:tblPrEx>
        <w:tc>
          <w:tcPr>
            <w:tcW w:w="3510" w:type="dxa"/>
            <w:tcBorders>
              <w:top w:val="nil"/>
              <w:bottom w:val="nil"/>
            </w:tcBorders>
          </w:tcPr>
          <w:p w14:paraId="08F86D1F" w14:textId="77777777" w:rsidR="00E40C76" w:rsidRPr="00F73937" w:rsidRDefault="00E40C76" w:rsidP="00E40C76">
            <w:pPr>
              <w:spacing w:line="240" w:lineRule="exact"/>
              <w:rPr>
                <w:color w:val="000000"/>
              </w:rPr>
            </w:pPr>
            <w:r w:rsidRPr="00F73937">
              <w:rPr>
                <w:color w:val="000000"/>
              </w:rPr>
              <w:t>Subsidiaries</w:t>
            </w:r>
          </w:p>
        </w:tc>
        <w:tc>
          <w:tcPr>
            <w:tcW w:w="1260" w:type="dxa"/>
            <w:tcBorders>
              <w:top w:val="nil"/>
              <w:left w:val="nil"/>
              <w:bottom w:val="nil"/>
              <w:right w:val="nil"/>
            </w:tcBorders>
          </w:tcPr>
          <w:p w14:paraId="3D7F05AB" w14:textId="5D60C618" w:rsidR="00E40C76" w:rsidRPr="008A5F04" w:rsidRDefault="00E40C76" w:rsidP="00E40C76">
            <w:pPr>
              <w:pStyle w:val="BodyText"/>
              <w:tabs>
                <w:tab w:val="decimal" w:pos="700"/>
              </w:tabs>
              <w:spacing w:after="0"/>
              <w:ind w:left="-108" w:right="-150"/>
              <w:jc w:val="both"/>
              <w:rPr>
                <w:color w:val="000000" w:themeColor="text1"/>
              </w:rPr>
            </w:pPr>
            <w:r w:rsidRPr="008A5F04">
              <w:t>-</w:t>
            </w:r>
          </w:p>
        </w:tc>
        <w:tc>
          <w:tcPr>
            <w:tcW w:w="270" w:type="dxa"/>
            <w:tcBorders>
              <w:top w:val="nil"/>
              <w:left w:val="nil"/>
              <w:bottom w:val="nil"/>
              <w:right w:val="nil"/>
            </w:tcBorders>
          </w:tcPr>
          <w:p w14:paraId="4D094EEE" w14:textId="77777777" w:rsidR="00E40C76" w:rsidRPr="008A5F04" w:rsidRDefault="00E40C76" w:rsidP="00E40C76">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7925EA2E" w14:textId="0EB8425F" w:rsidR="00E40C76" w:rsidRPr="008A5F04" w:rsidRDefault="00E40C76" w:rsidP="005057B9">
            <w:pPr>
              <w:pStyle w:val="BodyText"/>
              <w:tabs>
                <w:tab w:val="decimal" w:pos="792"/>
              </w:tabs>
              <w:spacing w:after="0"/>
              <w:ind w:left="-108" w:right="70"/>
              <w:rPr>
                <w:color w:val="000000"/>
                <w:lang w:val="en-US"/>
              </w:rPr>
            </w:pPr>
            <w:r w:rsidRPr="008A5F04">
              <w:t>-</w:t>
            </w:r>
          </w:p>
        </w:tc>
        <w:tc>
          <w:tcPr>
            <w:tcW w:w="270" w:type="dxa"/>
            <w:tcBorders>
              <w:top w:val="nil"/>
              <w:left w:val="nil"/>
              <w:bottom w:val="nil"/>
              <w:right w:val="nil"/>
            </w:tcBorders>
          </w:tcPr>
          <w:p w14:paraId="3E95F23A" w14:textId="77777777" w:rsidR="00E40C76" w:rsidRPr="00F73937" w:rsidRDefault="00E40C76" w:rsidP="00E40C76">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197A7D4E" w14:textId="083884C6" w:rsidR="00E40C76" w:rsidRPr="00F73937" w:rsidRDefault="00E40C76" w:rsidP="008A5F04">
            <w:pPr>
              <w:pStyle w:val="BodyText"/>
              <w:tabs>
                <w:tab w:val="decimal" w:pos="1044"/>
              </w:tabs>
              <w:spacing w:after="0"/>
              <w:ind w:left="-108" w:right="-131"/>
              <w:jc w:val="both"/>
              <w:rPr>
                <w:color w:val="000000" w:themeColor="text1"/>
              </w:rPr>
            </w:pPr>
            <w:r w:rsidRPr="00251330">
              <w:t>3,864</w:t>
            </w:r>
          </w:p>
        </w:tc>
        <w:tc>
          <w:tcPr>
            <w:tcW w:w="270" w:type="dxa"/>
            <w:tcBorders>
              <w:top w:val="nil"/>
              <w:left w:val="nil"/>
              <w:bottom w:val="nil"/>
              <w:right w:val="nil"/>
            </w:tcBorders>
          </w:tcPr>
          <w:p w14:paraId="0B25D1D6" w14:textId="77777777" w:rsidR="00E40C76" w:rsidRPr="00F73937" w:rsidRDefault="00E40C76" w:rsidP="00E40C76">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44EFB092" w14:textId="21E5F1B7" w:rsidR="00E40C76" w:rsidRPr="00F73937" w:rsidRDefault="00E40C76" w:rsidP="00E40C76">
            <w:pPr>
              <w:pStyle w:val="BodyText"/>
              <w:tabs>
                <w:tab w:val="decimal" w:pos="970"/>
              </w:tabs>
              <w:spacing w:after="0"/>
              <w:ind w:left="-108" w:right="70"/>
              <w:rPr>
                <w:color w:val="000000"/>
                <w:lang w:val="en-US"/>
              </w:rPr>
            </w:pPr>
            <w:r w:rsidRPr="00F73937">
              <w:t>3,646</w:t>
            </w:r>
          </w:p>
        </w:tc>
      </w:tr>
      <w:tr w:rsidR="00E40C76" w:rsidRPr="00F73937" w14:paraId="769721F2" w14:textId="77777777" w:rsidTr="002866A5">
        <w:tblPrEx>
          <w:tblBorders>
            <w:top w:val="single" w:sz="4" w:space="0" w:color="auto"/>
            <w:bottom w:val="double" w:sz="4" w:space="0" w:color="auto"/>
          </w:tblBorders>
        </w:tblPrEx>
        <w:tc>
          <w:tcPr>
            <w:tcW w:w="3510" w:type="dxa"/>
            <w:tcBorders>
              <w:top w:val="nil"/>
              <w:bottom w:val="nil"/>
            </w:tcBorders>
          </w:tcPr>
          <w:p w14:paraId="0255B941" w14:textId="77777777" w:rsidR="00E40C76" w:rsidRPr="00F73937" w:rsidRDefault="00E40C76" w:rsidP="00E40C76">
            <w:pPr>
              <w:spacing w:line="240" w:lineRule="exact"/>
              <w:rPr>
                <w:color w:val="000000"/>
              </w:rPr>
            </w:pPr>
            <w:r w:rsidRPr="00F73937">
              <w:rPr>
                <w:color w:val="000000"/>
              </w:rPr>
              <w:t>Joint ventures</w:t>
            </w:r>
          </w:p>
        </w:tc>
        <w:tc>
          <w:tcPr>
            <w:tcW w:w="1260" w:type="dxa"/>
            <w:tcBorders>
              <w:top w:val="nil"/>
              <w:left w:val="nil"/>
              <w:bottom w:val="nil"/>
              <w:right w:val="nil"/>
            </w:tcBorders>
          </w:tcPr>
          <w:p w14:paraId="2DB0923C" w14:textId="649C70BE" w:rsidR="00E40C76" w:rsidRPr="0092305A" w:rsidRDefault="00E40C76" w:rsidP="0092305A">
            <w:pPr>
              <w:tabs>
                <w:tab w:val="decimal" w:pos="1044"/>
              </w:tabs>
              <w:spacing w:line="240" w:lineRule="auto"/>
              <w:ind w:right="-156"/>
            </w:pPr>
            <w:r w:rsidRPr="00FF19E0">
              <w:t>1</w:t>
            </w:r>
          </w:p>
        </w:tc>
        <w:tc>
          <w:tcPr>
            <w:tcW w:w="270" w:type="dxa"/>
            <w:tcBorders>
              <w:top w:val="nil"/>
              <w:left w:val="nil"/>
              <w:bottom w:val="nil"/>
              <w:right w:val="nil"/>
            </w:tcBorders>
          </w:tcPr>
          <w:p w14:paraId="69E6D44C" w14:textId="77777777" w:rsidR="00E40C76" w:rsidRPr="00F73937" w:rsidRDefault="00E40C76" w:rsidP="00E40C76">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576B69E9" w14:textId="4DD6E079" w:rsidR="00E40C76" w:rsidRPr="00F73937" w:rsidRDefault="00E40C76" w:rsidP="00E40C76">
            <w:pPr>
              <w:pStyle w:val="BodyText"/>
              <w:tabs>
                <w:tab w:val="decimal" w:pos="970"/>
              </w:tabs>
              <w:spacing w:after="0"/>
              <w:ind w:left="-108" w:right="70"/>
              <w:rPr>
                <w:color w:val="000000"/>
                <w:lang w:val="en-US"/>
              </w:rPr>
            </w:pPr>
            <w:r w:rsidRPr="00F73937">
              <w:t>10</w:t>
            </w:r>
          </w:p>
        </w:tc>
        <w:tc>
          <w:tcPr>
            <w:tcW w:w="270" w:type="dxa"/>
            <w:tcBorders>
              <w:top w:val="nil"/>
              <w:left w:val="nil"/>
              <w:bottom w:val="nil"/>
              <w:right w:val="nil"/>
            </w:tcBorders>
          </w:tcPr>
          <w:p w14:paraId="4ECAE49D" w14:textId="77777777" w:rsidR="00E40C76" w:rsidRPr="00F73937" w:rsidRDefault="00E40C76" w:rsidP="00E40C76">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58B13420" w14:textId="7B4A52CD" w:rsidR="00E40C76" w:rsidRPr="00E72BD5" w:rsidRDefault="00E40C76" w:rsidP="00E72BD5">
            <w:pPr>
              <w:pStyle w:val="BodyText"/>
              <w:tabs>
                <w:tab w:val="decimal" w:pos="696"/>
              </w:tabs>
              <w:spacing w:after="0"/>
              <w:ind w:left="-108" w:right="-203"/>
            </w:pPr>
            <w:r w:rsidRPr="008A5F04">
              <w:t>-</w:t>
            </w:r>
          </w:p>
        </w:tc>
        <w:tc>
          <w:tcPr>
            <w:tcW w:w="270" w:type="dxa"/>
            <w:tcBorders>
              <w:top w:val="nil"/>
              <w:left w:val="nil"/>
              <w:bottom w:val="nil"/>
              <w:right w:val="nil"/>
            </w:tcBorders>
          </w:tcPr>
          <w:p w14:paraId="21298858" w14:textId="77777777" w:rsidR="00E40C76" w:rsidRPr="008A5F04" w:rsidRDefault="00E40C76" w:rsidP="00E40C76">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1604DD7" w14:textId="0D76D02D" w:rsidR="00E40C76" w:rsidRPr="008A5F04" w:rsidRDefault="00E40C76" w:rsidP="00E40C76">
            <w:pPr>
              <w:pStyle w:val="BodyText"/>
              <w:tabs>
                <w:tab w:val="decimal" w:pos="702"/>
              </w:tabs>
              <w:spacing w:after="0"/>
              <w:ind w:left="-108" w:right="70"/>
              <w:rPr>
                <w:color w:val="000000"/>
                <w:lang w:val="en-US"/>
              </w:rPr>
            </w:pPr>
            <w:r w:rsidRPr="008A5F04">
              <w:t>-</w:t>
            </w:r>
          </w:p>
        </w:tc>
      </w:tr>
      <w:tr w:rsidR="00E40C76" w:rsidRPr="00F73937" w14:paraId="268B1716" w14:textId="77777777" w:rsidTr="002866A5">
        <w:tblPrEx>
          <w:tblBorders>
            <w:top w:val="single" w:sz="4" w:space="0" w:color="auto"/>
            <w:bottom w:val="double" w:sz="4" w:space="0" w:color="auto"/>
          </w:tblBorders>
        </w:tblPrEx>
        <w:tc>
          <w:tcPr>
            <w:tcW w:w="3510" w:type="dxa"/>
            <w:tcBorders>
              <w:top w:val="nil"/>
              <w:bottom w:val="nil"/>
            </w:tcBorders>
          </w:tcPr>
          <w:p w14:paraId="1EFE2FE3" w14:textId="77777777" w:rsidR="00E40C76" w:rsidRPr="00F73937" w:rsidRDefault="00E40C76" w:rsidP="00E40C76">
            <w:pPr>
              <w:spacing w:line="240" w:lineRule="exact"/>
              <w:rPr>
                <w:color w:val="000000"/>
              </w:rPr>
            </w:pPr>
            <w:r w:rsidRPr="00F73937">
              <w:rPr>
                <w:color w:val="000000"/>
              </w:rPr>
              <w:t>Other related parties</w:t>
            </w:r>
          </w:p>
        </w:tc>
        <w:tc>
          <w:tcPr>
            <w:tcW w:w="1260" w:type="dxa"/>
            <w:tcBorders>
              <w:top w:val="nil"/>
              <w:left w:val="nil"/>
              <w:bottom w:val="nil"/>
              <w:right w:val="nil"/>
            </w:tcBorders>
          </w:tcPr>
          <w:p w14:paraId="187FCB65" w14:textId="609E03AF" w:rsidR="00E40C76" w:rsidRPr="0092305A" w:rsidRDefault="00E40C76" w:rsidP="0092305A">
            <w:pPr>
              <w:tabs>
                <w:tab w:val="decimal" w:pos="1044"/>
              </w:tabs>
              <w:spacing w:line="240" w:lineRule="auto"/>
              <w:ind w:right="-156"/>
            </w:pPr>
            <w:r w:rsidRPr="00FF19E0">
              <w:t>64,925</w:t>
            </w:r>
          </w:p>
        </w:tc>
        <w:tc>
          <w:tcPr>
            <w:tcW w:w="270" w:type="dxa"/>
            <w:tcBorders>
              <w:top w:val="nil"/>
              <w:left w:val="nil"/>
              <w:bottom w:val="nil"/>
              <w:right w:val="nil"/>
            </w:tcBorders>
          </w:tcPr>
          <w:p w14:paraId="79AA9072" w14:textId="77777777" w:rsidR="00E40C76" w:rsidRPr="00F73937" w:rsidRDefault="00E40C76" w:rsidP="00E40C76">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1F744C71" w14:textId="476E5102" w:rsidR="00E40C76" w:rsidRPr="00F73937" w:rsidRDefault="00E40C76" w:rsidP="00E40C76">
            <w:pPr>
              <w:pStyle w:val="BodyText"/>
              <w:tabs>
                <w:tab w:val="decimal" w:pos="970"/>
              </w:tabs>
              <w:spacing w:after="0"/>
              <w:ind w:left="-108" w:right="70"/>
              <w:rPr>
                <w:color w:val="000000"/>
                <w:lang w:val="en-US"/>
              </w:rPr>
            </w:pPr>
            <w:r w:rsidRPr="00F73937">
              <w:t>98,625</w:t>
            </w:r>
          </w:p>
        </w:tc>
        <w:tc>
          <w:tcPr>
            <w:tcW w:w="270" w:type="dxa"/>
            <w:tcBorders>
              <w:top w:val="nil"/>
              <w:left w:val="nil"/>
              <w:bottom w:val="nil"/>
              <w:right w:val="nil"/>
            </w:tcBorders>
          </w:tcPr>
          <w:p w14:paraId="4BA55B99" w14:textId="77777777" w:rsidR="00E40C76" w:rsidRPr="00F73937" w:rsidRDefault="00E40C76" w:rsidP="00E40C76">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21B7E08A" w14:textId="6D578F7C" w:rsidR="00E40C76" w:rsidRPr="00E72BD5" w:rsidRDefault="00E40C76" w:rsidP="00E72BD5">
            <w:pPr>
              <w:pStyle w:val="BodyText"/>
              <w:tabs>
                <w:tab w:val="decimal" w:pos="696"/>
              </w:tabs>
              <w:spacing w:after="0"/>
              <w:ind w:left="-108" w:right="-203"/>
            </w:pPr>
            <w:r w:rsidRPr="008A5F04">
              <w:t>-</w:t>
            </w:r>
          </w:p>
        </w:tc>
        <w:tc>
          <w:tcPr>
            <w:tcW w:w="270" w:type="dxa"/>
            <w:tcBorders>
              <w:top w:val="nil"/>
              <w:left w:val="nil"/>
              <w:bottom w:val="nil"/>
              <w:right w:val="nil"/>
            </w:tcBorders>
          </w:tcPr>
          <w:p w14:paraId="262DCD73" w14:textId="77777777" w:rsidR="00E40C76" w:rsidRPr="008A5F04" w:rsidRDefault="00E40C76" w:rsidP="00E40C76">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462F7AE9" w14:textId="221D07E5" w:rsidR="00E40C76" w:rsidRPr="008A5F04" w:rsidRDefault="00E40C76" w:rsidP="00E40C76">
            <w:pPr>
              <w:pStyle w:val="BodyText"/>
              <w:tabs>
                <w:tab w:val="decimal" w:pos="702"/>
              </w:tabs>
              <w:spacing w:after="0"/>
              <w:ind w:left="-108" w:right="70"/>
              <w:rPr>
                <w:color w:val="000000"/>
                <w:lang w:val="en-US"/>
              </w:rPr>
            </w:pPr>
            <w:r w:rsidRPr="008A5F04">
              <w:t>-</w:t>
            </w:r>
          </w:p>
        </w:tc>
      </w:tr>
      <w:tr w:rsidR="00E40C76" w:rsidRPr="00F73937" w14:paraId="2B2CF36F" w14:textId="77777777" w:rsidTr="002866A5">
        <w:tblPrEx>
          <w:tblBorders>
            <w:top w:val="single" w:sz="4" w:space="0" w:color="auto"/>
            <w:bottom w:val="double" w:sz="4" w:space="0" w:color="auto"/>
          </w:tblBorders>
        </w:tblPrEx>
        <w:tc>
          <w:tcPr>
            <w:tcW w:w="3510" w:type="dxa"/>
            <w:tcBorders>
              <w:top w:val="nil"/>
              <w:bottom w:val="nil"/>
            </w:tcBorders>
          </w:tcPr>
          <w:p w14:paraId="410163AF" w14:textId="77777777" w:rsidR="00E40C76" w:rsidRPr="00F73937" w:rsidRDefault="00E40C76" w:rsidP="00E40C76">
            <w:pPr>
              <w:spacing w:line="240" w:lineRule="exact"/>
              <w:rPr>
                <w:b/>
                <w:bCs/>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6D5A0F5B" w14:textId="38F966D0" w:rsidR="00E40C76" w:rsidRPr="0092305A" w:rsidRDefault="00E40C76" w:rsidP="0092305A">
            <w:pPr>
              <w:tabs>
                <w:tab w:val="decimal" w:pos="1044"/>
              </w:tabs>
              <w:spacing w:line="240" w:lineRule="auto"/>
              <w:ind w:right="-156"/>
              <w:rPr>
                <w:b/>
                <w:bCs/>
              </w:rPr>
            </w:pPr>
            <w:r w:rsidRPr="0092305A">
              <w:rPr>
                <w:b/>
                <w:bCs/>
              </w:rPr>
              <w:t>64,926</w:t>
            </w:r>
          </w:p>
        </w:tc>
        <w:tc>
          <w:tcPr>
            <w:tcW w:w="270" w:type="dxa"/>
            <w:tcBorders>
              <w:top w:val="nil"/>
              <w:left w:val="nil"/>
              <w:bottom w:val="nil"/>
              <w:right w:val="nil"/>
            </w:tcBorders>
          </w:tcPr>
          <w:p w14:paraId="330C0DA5" w14:textId="77777777" w:rsidR="00E40C76" w:rsidRPr="00E40C76" w:rsidRDefault="00E40C76" w:rsidP="00E40C76">
            <w:pPr>
              <w:pStyle w:val="BodyText"/>
              <w:tabs>
                <w:tab w:val="decimal" w:pos="727"/>
                <w:tab w:val="decimal" w:pos="891"/>
              </w:tabs>
              <w:spacing w:after="0" w:line="240" w:lineRule="auto"/>
              <w:ind w:right="-78"/>
              <w:rPr>
                <w:b/>
                <w:bCs/>
                <w:cs/>
              </w:rPr>
            </w:pPr>
          </w:p>
        </w:tc>
        <w:tc>
          <w:tcPr>
            <w:tcW w:w="1260" w:type="dxa"/>
            <w:gridSpan w:val="2"/>
            <w:tcBorders>
              <w:top w:val="single" w:sz="4" w:space="0" w:color="auto"/>
              <w:left w:val="nil"/>
              <w:bottom w:val="double" w:sz="4" w:space="0" w:color="auto"/>
              <w:right w:val="nil"/>
            </w:tcBorders>
          </w:tcPr>
          <w:p w14:paraId="707448E2" w14:textId="6E268567" w:rsidR="00E40C76" w:rsidRPr="00E40C76" w:rsidRDefault="00E40C76" w:rsidP="00E40C76">
            <w:pPr>
              <w:pStyle w:val="BodyText"/>
              <w:tabs>
                <w:tab w:val="decimal" w:pos="970"/>
              </w:tabs>
              <w:spacing w:after="0"/>
              <w:ind w:left="-108" w:right="70"/>
              <w:rPr>
                <w:b/>
                <w:bCs/>
                <w:color w:val="000000"/>
                <w:lang w:val="en-US"/>
              </w:rPr>
            </w:pPr>
            <w:r w:rsidRPr="00E40C76">
              <w:rPr>
                <w:b/>
                <w:bCs/>
              </w:rPr>
              <w:t>98,635</w:t>
            </w:r>
          </w:p>
        </w:tc>
        <w:tc>
          <w:tcPr>
            <w:tcW w:w="270" w:type="dxa"/>
            <w:tcBorders>
              <w:top w:val="nil"/>
              <w:left w:val="nil"/>
              <w:bottom w:val="nil"/>
              <w:right w:val="nil"/>
            </w:tcBorders>
          </w:tcPr>
          <w:p w14:paraId="381CED0E" w14:textId="77777777" w:rsidR="00E40C76" w:rsidRPr="00E40C76" w:rsidRDefault="00E40C76" w:rsidP="00E40C76">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48BEFBBE" w14:textId="5328828E" w:rsidR="00E40C76" w:rsidRPr="00E40C76" w:rsidRDefault="00E40C76" w:rsidP="008A5F04">
            <w:pPr>
              <w:pStyle w:val="BodyText"/>
              <w:tabs>
                <w:tab w:val="decimal" w:pos="1044"/>
              </w:tabs>
              <w:spacing w:after="0"/>
              <w:ind w:left="-108" w:right="-131"/>
              <w:jc w:val="both"/>
              <w:rPr>
                <w:b/>
                <w:bCs/>
                <w:color w:val="000000" w:themeColor="text1"/>
              </w:rPr>
            </w:pPr>
            <w:r w:rsidRPr="00E40C76">
              <w:rPr>
                <w:b/>
                <w:bCs/>
              </w:rPr>
              <w:t>3,864</w:t>
            </w:r>
          </w:p>
        </w:tc>
        <w:tc>
          <w:tcPr>
            <w:tcW w:w="270" w:type="dxa"/>
            <w:tcBorders>
              <w:top w:val="nil"/>
              <w:left w:val="nil"/>
              <w:bottom w:val="nil"/>
              <w:right w:val="nil"/>
            </w:tcBorders>
          </w:tcPr>
          <w:p w14:paraId="61CC70B4" w14:textId="77777777" w:rsidR="00E40C76" w:rsidRPr="00F73937" w:rsidRDefault="00E40C76" w:rsidP="00E40C76">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7B0C8A92" w14:textId="4EC4A2D9" w:rsidR="00E40C76" w:rsidRPr="00F73937" w:rsidRDefault="00E40C76" w:rsidP="00E40C76">
            <w:pPr>
              <w:pStyle w:val="BodyText"/>
              <w:tabs>
                <w:tab w:val="decimal" w:pos="970"/>
              </w:tabs>
              <w:spacing w:after="0"/>
              <w:ind w:left="-108" w:right="70"/>
              <w:rPr>
                <w:b/>
                <w:bCs/>
                <w:color w:val="000000"/>
                <w:lang w:val="en-US"/>
              </w:rPr>
            </w:pPr>
            <w:r w:rsidRPr="00F73937">
              <w:rPr>
                <w:b/>
                <w:bCs/>
              </w:rPr>
              <w:t>3,646</w:t>
            </w:r>
          </w:p>
        </w:tc>
      </w:tr>
      <w:tr w:rsidR="003742E4" w:rsidRPr="00F73937" w14:paraId="452FB1F2" w14:textId="77777777" w:rsidTr="002866A5">
        <w:tblPrEx>
          <w:tblBorders>
            <w:top w:val="single" w:sz="4" w:space="0" w:color="auto"/>
            <w:bottom w:val="double" w:sz="4" w:space="0" w:color="auto"/>
          </w:tblBorders>
        </w:tblPrEx>
        <w:tc>
          <w:tcPr>
            <w:tcW w:w="3510" w:type="dxa"/>
            <w:tcBorders>
              <w:top w:val="nil"/>
              <w:bottom w:val="nil"/>
            </w:tcBorders>
          </w:tcPr>
          <w:p w14:paraId="7683AE7B" w14:textId="77777777" w:rsidR="00484D7E" w:rsidRPr="00F73937" w:rsidRDefault="00484D7E" w:rsidP="009E7BDE">
            <w:pPr>
              <w:spacing w:line="240" w:lineRule="exact"/>
              <w:rPr>
                <w:color w:val="000000"/>
              </w:rPr>
            </w:pPr>
          </w:p>
        </w:tc>
        <w:tc>
          <w:tcPr>
            <w:tcW w:w="1260" w:type="dxa"/>
            <w:tcBorders>
              <w:top w:val="nil"/>
              <w:left w:val="nil"/>
              <w:bottom w:val="nil"/>
              <w:right w:val="nil"/>
            </w:tcBorders>
          </w:tcPr>
          <w:p w14:paraId="34C997A0"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34CAA12E"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5C962332"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06D12BEE"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218EF91E"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04F7BB75"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2EDF3CE4"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76F04540" w14:textId="77777777" w:rsidTr="002866A5">
        <w:tblPrEx>
          <w:tblBorders>
            <w:top w:val="single" w:sz="4" w:space="0" w:color="auto"/>
            <w:bottom w:val="double" w:sz="4" w:space="0" w:color="auto"/>
          </w:tblBorders>
        </w:tblPrEx>
        <w:tc>
          <w:tcPr>
            <w:tcW w:w="3510" w:type="dxa"/>
            <w:tcBorders>
              <w:top w:val="nil"/>
              <w:bottom w:val="nil"/>
            </w:tcBorders>
          </w:tcPr>
          <w:p w14:paraId="51CA76D1" w14:textId="77777777" w:rsidR="00484D7E" w:rsidRPr="00F73937" w:rsidRDefault="00484D7E" w:rsidP="009E7BDE">
            <w:pPr>
              <w:spacing w:line="240" w:lineRule="exact"/>
              <w:rPr>
                <w:b/>
                <w:bCs/>
                <w:i/>
                <w:iCs/>
                <w:color w:val="000000"/>
              </w:rPr>
            </w:pPr>
            <w:r w:rsidRPr="00F73937">
              <w:rPr>
                <w:b/>
                <w:bCs/>
                <w:i/>
                <w:iCs/>
                <w:color w:val="000000"/>
              </w:rPr>
              <w:t>Other payables</w:t>
            </w:r>
          </w:p>
        </w:tc>
        <w:tc>
          <w:tcPr>
            <w:tcW w:w="1260" w:type="dxa"/>
            <w:tcBorders>
              <w:top w:val="nil"/>
              <w:left w:val="nil"/>
              <w:bottom w:val="nil"/>
              <w:right w:val="nil"/>
            </w:tcBorders>
          </w:tcPr>
          <w:p w14:paraId="5F3D0AF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43DA73CE"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2E998A04"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53508FAC"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54A4999E"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49A61DF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04D83EDD" w14:textId="77777777" w:rsidR="00484D7E" w:rsidRPr="00F73937" w:rsidRDefault="00484D7E" w:rsidP="00A87D26">
            <w:pPr>
              <w:pStyle w:val="BodyText"/>
              <w:tabs>
                <w:tab w:val="decimal" w:pos="970"/>
              </w:tabs>
              <w:spacing w:after="0"/>
              <w:ind w:left="-108" w:right="70"/>
              <w:rPr>
                <w:color w:val="000000"/>
                <w:lang w:val="en-US"/>
              </w:rPr>
            </w:pPr>
          </w:p>
        </w:tc>
      </w:tr>
      <w:tr w:rsidR="00607D24" w:rsidRPr="00F73937" w14:paraId="25481A8B" w14:textId="77777777" w:rsidTr="002866A5">
        <w:tblPrEx>
          <w:tblBorders>
            <w:top w:val="single" w:sz="4" w:space="0" w:color="auto"/>
            <w:bottom w:val="double" w:sz="4" w:space="0" w:color="auto"/>
          </w:tblBorders>
        </w:tblPrEx>
        <w:tc>
          <w:tcPr>
            <w:tcW w:w="3510" w:type="dxa"/>
            <w:tcBorders>
              <w:top w:val="nil"/>
              <w:bottom w:val="nil"/>
            </w:tcBorders>
          </w:tcPr>
          <w:p w14:paraId="7A9DA574" w14:textId="77777777" w:rsidR="00607D24" w:rsidRPr="00F73937" w:rsidRDefault="00607D24" w:rsidP="00607D24">
            <w:pPr>
              <w:spacing w:line="240" w:lineRule="exact"/>
              <w:rPr>
                <w:color w:val="000000"/>
              </w:rPr>
            </w:pPr>
            <w:r w:rsidRPr="00F73937">
              <w:rPr>
                <w:color w:val="000000"/>
              </w:rPr>
              <w:t>Subsidiaries</w:t>
            </w:r>
          </w:p>
        </w:tc>
        <w:tc>
          <w:tcPr>
            <w:tcW w:w="1260" w:type="dxa"/>
            <w:tcBorders>
              <w:top w:val="nil"/>
              <w:left w:val="nil"/>
              <w:bottom w:val="nil"/>
              <w:right w:val="nil"/>
            </w:tcBorders>
          </w:tcPr>
          <w:p w14:paraId="0CE14110" w14:textId="3091A4B9" w:rsidR="00607D24" w:rsidRPr="008A5F04" w:rsidRDefault="00607D24" w:rsidP="008A5F04">
            <w:pPr>
              <w:pStyle w:val="BodyText"/>
              <w:tabs>
                <w:tab w:val="decimal" w:pos="700"/>
              </w:tabs>
              <w:spacing w:after="0"/>
              <w:ind w:left="-108" w:right="-150"/>
              <w:jc w:val="both"/>
              <w:rPr>
                <w:color w:val="000000" w:themeColor="text1"/>
              </w:rPr>
            </w:pPr>
            <w:r w:rsidRPr="008A5F04">
              <w:t>-</w:t>
            </w:r>
          </w:p>
        </w:tc>
        <w:tc>
          <w:tcPr>
            <w:tcW w:w="270" w:type="dxa"/>
            <w:tcBorders>
              <w:top w:val="nil"/>
              <w:left w:val="nil"/>
              <w:bottom w:val="nil"/>
              <w:right w:val="nil"/>
            </w:tcBorders>
          </w:tcPr>
          <w:p w14:paraId="3889C846" w14:textId="77777777" w:rsidR="00607D24" w:rsidRPr="008A5F04" w:rsidRDefault="00607D24" w:rsidP="007B02B0">
            <w:pPr>
              <w:pStyle w:val="BodyText"/>
              <w:tabs>
                <w:tab w:val="decimal" w:pos="727"/>
                <w:tab w:val="decimal" w:pos="891"/>
                <w:tab w:val="decimal" w:pos="971"/>
              </w:tabs>
              <w:spacing w:after="0" w:line="240" w:lineRule="auto"/>
              <w:ind w:right="-78"/>
              <w:rPr>
                <w:cs/>
              </w:rPr>
            </w:pPr>
          </w:p>
        </w:tc>
        <w:tc>
          <w:tcPr>
            <w:tcW w:w="1260" w:type="dxa"/>
            <w:gridSpan w:val="2"/>
            <w:tcBorders>
              <w:top w:val="nil"/>
              <w:left w:val="nil"/>
              <w:bottom w:val="nil"/>
              <w:right w:val="nil"/>
            </w:tcBorders>
          </w:tcPr>
          <w:p w14:paraId="18D4E785" w14:textId="22C626C1" w:rsidR="00607D24" w:rsidRPr="008A5F04" w:rsidRDefault="00607D24" w:rsidP="005057B9">
            <w:pPr>
              <w:pStyle w:val="BodyText"/>
              <w:tabs>
                <w:tab w:val="decimal" w:pos="792"/>
              </w:tabs>
              <w:spacing w:after="0"/>
              <w:ind w:left="-108" w:right="70"/>
              <w:rPr>
                <w:color w:val="000000"/>
                <w:lang w:val="en-US"/>
              </w:rPr>
            </w:pPr>
            <w:r w:rsidRPr="008A5F04">
              <w:t>-</w:t>
            </w:r>
          </w:p>
        </w:tc>
        <w:tc>
          <w:tcPr>
            <w:tcW w:w="270" w:type="dxa"/>
            <w:tcBorders>
              <w:top w:val="nil"/>
              <w:left w:val="nil"/>
              <w:bottom w:val="nil"/>
              <w:right w:val="nil"/>
            </w:tcBorders>
          </w:tcPr>
          <w:p w14:paraId="3AC294BC" w14:textId="77777777" w:rsidR="00607D24" w:rsidRPr="00F73937" w:rsidRDefault="00607D24" w:rsidP="00607D24">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55D0CBB5" w14:textId="09C114AB" w:rsidR="00607D24" w:rsidRPr="00F73937" w:rsidRDefault="00607D24" w:rsidP="008A5F04">
            <w:pPr>
              <w:pStyle w:val="BodyText"/>
              <w:tabs>
                <w:tab w:val="decimal" w:pos="1044"/>
              </w:tabs>
              <w:spacing w:after="0"/>
              <w:ind w:left="-108" w:right="-131"/>
              <w:jc w:val="both"/>
              <w:rPr>
                <w:color w:val="000000" w:themeColor="text1"/>
              </w:rPr>
            </w:pPr>
            <w:r w:rsidRPr="00BB7246">
              <w:t>9,455</w:t>
            </w:r>
          </w:p>
        </w:tc>
        <w:tc>
          <w:tcPr>
            <w:tcW w:w="270" w:type="dxa"/>
            <w:tcBorders>
              <w:top w:val="nil"/>
              <w:left w:val="nil"/>
              <w:bottom w:val="nil"/>
              <w:right w:val="nil"/>
            </w:tcBorders>
          </w:tcPr>
          <w:p w14:paraId="4623CFAC" w14:textId="77777777" w:rsidR="00607D24" w:rsidRPr="00F73937" w:rsidRDefault="00607D24" w:rsidP="00607D24">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66E2C90E" w14:textId="1993A1B5" w:rsidR="00607D24" w:rsidRPr="00F73937" w:rsidRDefault="00607D24" w:rsidP="00607D24">
            <w:pPr>
              <w:pStyle w:val="BodyText"/>
              <w:tabs>
                <w:tab w:val="decimal" w:pos="970"/>
              </w:tabs>
              <w:spacing w:after="0"/>
              <w:ind w:left="-108" w:right="70"/>
              <w:rPr>
                <w:color w:val="000000"/>
                <w:lang w:val="en-US"/>
              </w:rPr>
            </w:pPr>
            <w:r w:rsidRPr="00F73937">
              <w:t>3,915</w:t>
            </w:r>
          </w:p>
        </w:tc>
      </w:tr>
      <w:tr w:rsidR="00607D24" w:rsidRPr="00F73937" w14:paraId="32111F0A" w14:textId="77777777" w:rsidTr="002866A5">
        <w:tblPrEx>
          <w:tblBorders>
            <w:top w:val="single" w:sz="4" w:space="0" w:color="auto"/>
            <w:bottom w:val="double" w:sz="4" w:space="0" w:color="auto"/>
          </w:tblBorders>
        </w:tblPrEx>
        <w:tc>
          <w:tcPr>
            <w:tcW w:w="3510" w:type="dxa"/>
            <w:tcBorders>
              <w:top w:val="nil"/>
              <w:bottom w:val="nil"/>
            </w:tcBorders>
          </w:tcPr>
          <w:p w14:paraId="5A2F1505" w14:textId="77777777" w:rsidR="00607D24" w:rsidRPr="00F73937" w:rsidRDefault="00607D24" w:rsidP="00607D24">
            <w:pPr>
              <w:spacing w:line="240" w:lineRule="exact"/>
              <w:rPr>
                <w:color w:val="000000"/>
              </w:rPr>
            </w:pPr>
            <w:r w:rsidRPr="00F73937">
              <w:rPr>
                <w:color w:val="000000"/>
              </w:rPr>
              <w:t>Joint ventures</w:t>
            </w:r>
          </w:p>
        </w:tc>
        <w:tc>
          <w:tcPr>
            <w:tcW w:w="1260" w:type="dxa"/>
            <w:tcBorders>
              <w:top w:val="nil"/>
              <w:left w:val="nil"/>
              <w:bottom w:val="nil"/>
              <w:right w:val="nil"/>
            </w:tcBorders>
          </w:tcPr>
          <w:p w14:paraId="5B464871" w14:textId="5E691FED" w:rsidR="00607D24" w:rsidRPr="00F73937" w:rsidRDefault="00607D24" w:rsidP="0092305A">
            <w:pPr>
              <w:tabs>
                <w:tab w:val="decimal" w:pos="1044"/>
              </w:tabs>
              <w:spacing w:line="240" w:lineRule="auto"/>
              <w:ind w:right="-156"/>
              <w:rPr>
                <w:color w:val="000000" w:themeColor="text1"/>
              </w:rPr>
            </w:pPr>
            <w:r w:rsidRPr="00DE408D">
              <w:t>746</w:t>
            </w:r>
          </w:p>
        </w:tc>
        <w:tc>
          <w:tcPr>
            <w:tcW w:w="270" w:type="dxa"/>
            <w:tcBorders>
              <w:top w:val="nil"/>
              <w:left w:val="nil"/>
              <w:bottom w:val="nil"/>
              <w:right w:val="nil"/>
            </w:tcBorders>
          </w:tcPr>
          <w:p w14:paraId="3255F8E9" w14:textId="77777777" w:rsidR="00607D24" w:rsidRPr="00F73937" w:rsidRDefault="00607D24" w:rsidP="00607D24">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273ABEAA" w14:textId="1D43B491" w:rsidR="00607D24" w:rsidRPr="00F73937" w:rsidRDefault="00607D24" w:rsidP="00607D24">
            <w:pPr>
              <w:pStyle w:val="BodyText"/>
              <w:tabs>
                <w:tab w:val="decimal" w:pos="970"/>
              </w:tabs>
              <w:spacing w:after="0"/>
              <w:ind w:left="-108" w:right="70"/>
              <w:rPr>
                <w:color w:val="000000"/>
                <w:lang w:val="en-US"/>
              </w:rPr>
            </w:pPr>
            <w:r w:rsidRPr="00F73937">
              <w:t>3</w:t>
            </w:r>
          </w:p>
        </w:tc>
        <w:tc>
          <w:tcPr>
            <w:tcW w:w="270" w:type="dxa"/>
            <w:tcBorders>
              <w:top w:val="nil"/>
              <w:left w:val="nil"/>
              <w:bottom w:val="nil"/>
              <w:right w:val="nil"/>
            </w:tcBorders>
          </w:tcPr>
          <w:p w14:paraId="13B14632" w14:textId="77777777" w:rsidR="00607D24" w:rsidRPr="00F73937" w:rsidRDefault="00607D24" w:rsidP="00607D24">
            <w:pPr>
              <w:pStyle w:val="BodyText"/>
              <w:tabs>
                <w:tab w:val="decimal" w:pos="727"/>
                <w:tab w:val="decimal" w:pos="891"/>
              </w:tabs>
              <w:spacing w:after="0" w:line="240" w:lineRule="auto"/>
              <w:ind w:left="-108" w:right="-78"/>
            </w:pPr>
          </w:p>
        </w:tc>
        <w:tc>
          <w:tcPr>
            <w:tcW w:w="1260" w:type="dxa"/>
            <w:tcBorders>
              <w:top w:val="nil"/>
              <w:left w:val="nil"/>
              <w:bottom w:val="nil"/>
              <w:right w:val="nil"/>
            </w:tcBorders>
            <w:shd w:val="clear" w:color="auto" w:fill="auto"/>
          </w:tcPr>
          <w:p w14:paraId="12DE95C1" w14:textId="4F42A36F" w:rsidR="00607D24" w:rsidRPr="00F73937" w:rsidRDefault="00607D24" w:rsidP="008A5F04">
            <w:pPr>
              <w:pStyle w:val="BodyText"/>
              <w:tabs>
                <w:tab w:val="decimal" w:pos="1044"/>
              </w:tabs>
              <w:spacing w:after="0"/>
              <w:ind w:left="-108" w:right="-131"/>
              <w:jc w:val="both"/>
              <w:rPr>
                <w:color w:val="000000" w:themeColor="text1"/>
              </w:rPr>
            </w:pPr>
            <w:r w:rsidRPr="00BB7246">
              <w:t>628</w:t>
            </w:r>
          </w:p>
        </w:tc>
        <w:tc>
          <w:tcPr>
            <w:tcW w:w="270" w:type="dxa"/>
            <w:tcBorders>
              <w:top w:val="nil"/>
              <w:left w:val="nil"/>
              <w:bottom w:val="nil"/>
              <w:right w:val="nil"/>
            </w:tcBorders>
          </w:tcPr>
          <w:p w14:paraId="0023B953" w14:textId="77777777" w:rsidR="00607D24" w:rsidRPr="00F73937" w:rsidRDefault="00607D24" w:rsidP="00607D24">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75895F12" w14:textId="1837A479" w:rsidR="00607D24" w:rsidRPr="00F73937" w:rsidRDefault="00607D24" w:rsidP="00607D24">
            <w:pPr>
              <w:pStyle w:val="BodyText"/>
              <w:tabs>
                <w:tab w:val="decimal" w:pos="970"/>
              </w:tabs>
              <w:spacing w:after="0"/>
              <w:ind w:left="-108" w:right="70"/>
              <w:rPr>
                <w:color w:val="000000"/>
                <w:lang w:val="en-US"/>
              </w:rPr>
            </w:pPr>
            <w:r w:rsidRPr="00F73937">
              <w:t>3</w:t>
            </w:r>
          </w:p>
        </w:tc>
      </w:tr>
      <w:tr w:rsidR="00607D24" w:rsidRPr="00F73937" w14:paraId="1BEFC788" w14:textId="77777777" w:rsidTr="002866A5">
        <w:tblPrEx>
          <w:tblBorders>
            <w:top w:val="single" w:sz="4" w:space="0" w:color="auto"/>
            <w:bottom w:val="double" w:sz="4" w:space="0" w:color="auto"/>
          </w:tblBorders>
        </w:tblPrEx>
        <w:tc>
          <w:tcPr>
            <w:tcW w:w="3510" w:type="dxa"/>
            <w:tcBorders>
              <w:top w:val="nil"/>
              <w:bottom w:val="nil"/>
            </w:tcBorders>
          </w:tcPr>
          <w:p w14:paraId="55E0A144" w14:textId="77777777" w:rsidR="00607D24" w:rsidRPr="00F73937" w:rsidRDefault="00607D24" w:rsidP="00607D24">
            <w:pPr>
              <w:spacing w:line="240" w:lineRule="exact"/>
              <w:rPr>
                <w:color w:val="000000"/>
              </w:rPr>
            </w:pPr>
            <w:r w:rsidRPr="00F73937">
              <w:rPr>
                <w:color w:val="000000"/>
              </w:rPr>
              <w:t>Other related parties</w:t>
            </w:r>
          </w:p>
        </w:tc>
        <w:tc>
          <w:tcPr>
            <w:tcW w:w="1260" w:type="dxa"/>
            <w:tcBorders>
              <w:top w:val="nil"/>
              <w:left w:val="nil"/>
              <w:bottom w:val="single" w:sz="4" w:space="0" w:color="auto"/>
              <w:right w:val="nil"/>
            </w:tcBorders>
          </w:tcPr>
          <w:p w14:paraId="2597975B" w14:textId="01FAB552" w:rsidR="00607D24" w:rsidRPr="008A5F04" w:rsidRDefault="00607D24" w:rsidP="008A5F04">
            <w:pPr>
              <w:pStyle w:val="BodyText"/>
              <w:tabs>
                <w:tab w:val="decimal" w:pos="700"/>
              </w:tabs>
              <w:spacing w:after="0"/>
              <w:ind w:left="-108" w:right="-150"/>
              <w:jc w:val="both"/>
              <w:rPr>
                <w:color w:val="000000" w:themeColor="text1"/>
              </w:rPr>
            </w:pPr>
            <w:r w:rsidRPr="008A5F04">
              <w:t>-</w:t>
            </w:r>
          </w:p>
        </w:tc>
        <w:tc>
          <w:tcPr>
            <w:tcW w:w="270" w:type="dxa"/>
            <w:tcBorders>
              <w:top w:val="nil"/>
              <w:left w:val="nil"/>
              <w:bottom w:val="nil"/>
              <w:right w:val="nil"/>
            </w:tcBorders>
          </w:tcPr>
          <w:p w14:paraId="439635E1" w14:textId="77777777" w:rsidR="00607D24" w:rsidRPr="00F73937" w:rsidRDefault="00607D24" w:rsidP="00607D24">
            <w:pPr>
              <w:pStyle w:val="BodyText"/>
              <w:tabs>
                <w:tab w:val="decimal" w:pos="727"/>
                <w:tab w:val="decimal" w:pos="891"/>
              </w:tabs>
              <w:spacing w:after="0" w:line="240" w:lineRule="auto"/>
              <w:ind w:right="-78"/>
              <w:rPr>
                <w:cs/>
              </w:rPr>
            </w:pPr>
          </w:p>
        </w:tc>
        <w:tc>
          <w:tcPr>
            <w:tcW w:w="1260" w:type="dxa"/>
            <w:gridSpan w:val="2"/>
            <w:tcBorders>
              <w:top w:val="nil"/>
              <w:left w:val="nil"/>
              <w:bottom w:val="single" w:sz="4" w:space="0" w:color="auto"/>
              <w:right w:val="nil"/>
            </w:tcBorders>
          </w:tcPr>
          <w:p w14:paraId="749DDEF0" w14:textId="56E07DB9" w:rsidR="00607D24" w:rsidRPr="00F73937" w:rsidRDefault="00607D24" w:rsidP="00607D24">
            <w:pPr>
              <w:pStyle w:val="BodyText"/>
              <w:tabs>
                <w:tab w:val="decimal" w:pos="970"/>
              </w:tabs>
              <w:spacing w:after="0"/>
              <w:ind w:left="-108" w:right="70"/>
              <w:rPr>
                <w:color w:val="000000"/>
                <w:lang w:val="en-US"/>
              </w:rPr>
            </w:pPr>
            <w:r w:rsidRPr="00F73937">
              <w:t>1,020,805</w:t>
            </w:r>
          </w:p>
        </w:tc>
        <w:tc>
          <w:tcPr>
            <w:tcW w:w="270" w:type="dxa"/>
            <w:tcBorders>
              <w:top w:val="nil"/>
              <w:left w:val="nil"/>
              <w:bottom w:val="nil"/>
              <w:right w:val="nil"/>
            </w:tcBorders>
          </w:tcPr>
          <w:p w14:paraId="677E9419" w14:textId="77777777" w:rsidR="00607D24" w:rsidRPr="00F73937" w:rsidRDefault="00607D24" w:rsidP="00607D24">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shd w:val="clear" w:color="auto" w:fill="auto"/>
          </w:tcPr>
          <w:p w14:paraId="7E04671C" w14:textId="4A84C5D2" w:rsidR="00607D24" w:rsidRPr="008A5F04" w:rsidRDefault="00607D24" w:rsidP="00E72BD5">
            <w:pPr>
              <w:pStyle w:val="BodyText"/>
              <w:tabs>
                <w:tab w:val="decimal" w:pos="696"/>
              </w:tabs>
              <w:spacing w:after="0"/>
              <w:ind w:left="-108" w:right="-203"/>
              <w:rPr>
                <w:color w:val="000000" w:themeColor="text1"/>
              </w:rPr>
            </w:pPr>
            <w:r w:rsidRPr="008A5F04">
              <w:t>-</w:t>
            </w:r>
          </w:p>
        </w:tc>
        <w:tc>
          <w:tcPr>
            <w:tcW w:w="270" w:type="dxa"/>
            <w:tcBorders>
              <w:top w:val="nil"/>
              <w:left w:val="nil"/>
              <w:bottom w:val="nil"/>
              <w:right w:val="nil"/>
            </w:tcBorders>
          </w:tcPr>
          <w:p w14:paraId="09F489D2" w14:textId="77777777" w:rsidR="00607D24" w:rsidRPr="00F73937" w:rsidRDefault="00607D24" w:rsidP="00607D24">
            <w:pPr>
              <w:pStyle w:val="BodyText"/>
              <w:tabs>
                <w:tab w:val="decimal" w:pos="727"/>
                <w:tab w:val="decimal" w:pos="891"/>
              </w:tabs>
              <w:spacing w:after="0" w:line="240" w:lineRule="auto"/>
              <w:ind w:left="-108" w:right="-78"/>
            </w:pPr>
          </w:p>
        </w:tc>
        <w:tc>
          <w:tcPr>
            <w:tcW w:w="1260" w:type="dxa"/>
            <w:tcBorders>
              <w:top w:val="nil"/>
              <w:left w:val="nil"/>
              <w:bottom w:val="single" w:sz="4" w:space="0" w:color="auto"/>
              <w:right w:val="nil"/>
            </w:tcBorders>
          </w:tcPr>
          <w:p w14:paraId="0557FF74" w14:textId="7E3C6746" w:rsidR="00607D24" w:rsidRPr="00F73937" w:rsidRDefault="00607D24" w:rsidP="00607D24">
            <w:pPr>
              <w:pStyle w:val="BodyText"/>
              <w:tabs>
                <w:tab w:val="decimal" w:pos="970"/>
              </w:tabs>
              <w:spacing w:after="0"/>
              <w:ind w:left="-108" w:right="70"/>
              <w:rPr>
                <w:color w:val="000000"/>
                <w:lang w:val="en-US"/>
              </w:rPr>
            </w:pPr>
            <w:r w:rsidRPr="00F73937">
              <w:t>1,020,522</w:t>
            </w:r>
          </w:p>
        </w:tc>
      </w:tr>
      <w:tr w:rsidR="00607D24" w:rsidRPr="00F73937" w14:paraId="1AEF3C6F" w14:textId="77777777" w:rsidTr="002866A5">
        <w:tblPrEx>
          <w:tblBorders>
            <w:top w:val="single" w:sz="4" w:space="0" w:color="auto"/>
            <w:bottom w:val="double" w:sz="4" w:space="0" w:color="auto"/>
          </w:tblBorders>
        </w:tblPrEx>
        <w:tc>
          <w:tcPr>
            <w:tcW w:w="3510" w:type="dxa"/>
            <w:tcBorders>
              <w:top w:val="nil"/>
              <w:bottom w:val="nil"/>
            </w:tcBorders>
          </w:tcPr>
          <w:p w14:paraId="58C65D55" w14:textId="77777777" w:rsidR="00607D24" w:rsidRPr="00F73937" w:rsidRDefault="00607D24" w:rsidP="00607D24">
            <w:pPr>
              <w:spacing w:line="240" w:lineRule="exact"/>
              <w:rPr>
                <w:color w:val="000000"/>
              </w:rPr>
            </w:pPr>
            <w:r w:rsidRPr="00F73937">
              <w:rPr>
                <w:b/>
                <w:bCs/>
                <w:color w:val="000000"/>
              </w:rPr>
              <w:t>Total</w:t>
            </w:r>
          </w:p>
        </w:tc>
        <w:tc>
          <w:tcPr>
            <w:tcW w:w="1260" w:type="dxa"/>
            <w:tcBorders>
              <w:top w:val="single" w:sz="4" w:space="0" w:color="auto"/>
              <w:left w:val="nil"/>
              <w:bottom w:val="double" w:sz="4" w:space="0" w:color="auto"/>
              <w:right w:val="nil"/>
            </w:tcBorders>
          </w:tcPr>
          <w:p w14:paraId="4CF7772C" w14:textId="0A0AC5B0" w:rsidR="00607D24" w:rsidRPr="00010539" w:rsidRDefault="00607D24" w:rsidP="0092305A">
            <w:pPr>
              <w:tabs>
                <w:tab w:val="decimal" w:pos="1044"/>
              </w:tabs>
              <w:spacing w:line="240" w:lineRule="auto"/>
              <w:ind w:right="-156"/>
              <w:rPr>
                <w:b/>
                <w:bCs/>
                <w:color w:val="000000" w:themeColor="text1"/>
              </w:rPr>
            </w:pPr>
            <w:r w:rsidRPr="00010539">
              <w:rPr>
                <w:b/>
                <w:bCs/>
              </w:rPr>
              <w:t>746</w:t>
            </w:r>
          </w:p>
        </w:tc>
        <w:tc>
          <w:tcPr>
            <w:tcW w:w="270" w:type="dxa"/>
            <w:tcBorders>
              <w:top w:val="nil"/>
              <w:left w:val="nil"/>
              <w:bottom w:val="nil"/>
              <w:right w:val="nil"/>
            </w:tcBorders>
          </w:tcPr>
          <w:p w14:paraId="4CA39F09" w14:textId="77777777" w:rsidR="00607D24" w:rsidRPr="00F73937" w:rsidRDefault="00607D24" w:rsidP="00607D24">
            <w:pPr>
              <w:pStyle w:val="BodyText"/>
              <w:tabs>
                <w:tab w:val="decimal" w:pos="727"/>
                <w:tab w:val="decimal" w:pos="891"/>
              </w:tabs>
              <w:spacing w:after="0" w:line="240" w:lineRule="auto"/>
              <w:ind w:right="-78"/>
              <w:rPr>
                <w:b/>
                <w:bCs/>
                <w:cs/>
              </w:rPr>
            </w:pPr>
          </w:p>
        </w:tc>
        <w:tc>
          <w:tcPr>
            <w:tcW w:w="1260" w:type="dxa"/>
            <w:gridSpan w:val="2"/>
            <w:tcBorders>
              <w:top w:val="single" w:sz="4" w:space="0" w:color="auto"/>
              <w:left w:val="nil"/>
              <w:bottom w:val="double" w:sz="4" w:space="0" w:color="auto"/>
              <w:right w:val="nil"/>
            </w:tcBorders>
          </w:tcPr>
          <w:p w14:paraId="3C19041F" w14:textId="37B86109" w:rsidR="00607D24" w:rsidRPr="00F73937" w:rsidRDefault="00607D24" w:rsidP="00607D24">
            <w:pPr>
              <w:pStyle w:val="BodyText"/>
              <w:tabs>
                <w:tab w:val="decimal" w:pos="970"/>
              </w:tabs>
              <w:spacing w:after="0"/>
              <w:ind w:left="-108" w:right="70"/>
              <w:rPr>
                <w:b/>
                <w:bCs/>
                <w:color w:val="000000"/>
                <w:lang w:val="en-US"/>
              </w:rPr>
            </w:pPr>
            <w:r w:rsidRPr="00F73937">
              <w:rPr>
                <w:b/>
                <w:bCs/>
              </w:rPr>
              <w:t>1,020,808</w:t>
            </w:r>
          </w:p>
        </w:tc>
        <w:tc>
          <w:tcPr>
            <w:tcW w:w="270" w:type="dxa"/>
            <w:tcBorders>
              <w:top w:val="nil"/>
              <w:left w:val="nil"/>
              <w:bottom w:val="nil"/>
              <w:right w:val="nil"/>
            </w:tcBorders>
          </w:tcPr>
          <w:p w14:paraId="26BFE9A9" w14:textId="77777777" w:rsidR="00607D24" w:rsidRPr="00F73937" w:rsidRDefault="00607D24" w:rsidP="00607D24">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2B73CE6A" w14:textId="62A5E3BA" w:rsidR="00607D24" w:rsidRPr="00607D24" w:rsidRDefault="00607D24" w:rsidP="008A5F04">
            <w:pPr>
              <w:pStyle w:val="BodyText"/>
              <w:tabs>
                <w:tab w:val="decimal" w:pos="1044"/>
              </w:tabs>
              <w:spacing w:after="0"/>
              <w:ind w:left="-108" w:right="-131"/>
              <w:jc w:val="both"/>
              <w:rPr>
                <w:b/>
                <w:bCs/>
                <w:color w:val="000000" w:themeColor="text1"/>
              </w:rPr>
            </w:pPr>
            <w:r w:rsidRPr="00607D24">
              <w:rPr>
                <w:b/>
                <w:bCs/>
              </w:rPr>
              <w:t>10,083</w:t>
            </w:r>
          </w:p>
        </w:tc>
        <w:tc>
          <w:tcPr>
            <w:tcW w:w="270" w:type="dxa"/>
            <w:tcBorders>
              <w:top w:val="nil"/>
              <w:left w:val="nil"/>
              <w:bottom w:val="nil"/>
              <w:right w:val="nil"/>
            </w:tcBorders>
          </w:tcPr>
          <w:p w14:paraId="14C28011" w14:textId="77777777" w:rsidR="00607D24" w:rsidRPr="00F73937" w:rsidRDefault="00607D24" w:rsidP="00607D24">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04B7D190" w14:textId="7F42EEB2" w:rsidR="00607D24" w:rsidRPr="00F73937" w:rsidRDefault="00607D24" w:rsidP="00607D24">
            <w:pPr>
              <w:pStyle w:val="BodyText"/>
              <w:tabs>
                <w:tab w:val="decimal" w:pos="970"/>
              </w:tabs>
              <w:spacing w:after="0"/>
              <w:ind w:left="-108" w:right="70"/>
              <w:rPr>
                <w:b/>
                <w:bCs/>
                <w:color w:val="000000"/>
                <w:lang w:val="en-US"/>
              </w:rPr>
            </w:pPr>
            <w:r w:rsidRPr="00F73937">
              <w:rPr>
                <w:b/>
                <w:bCs/>
              </w:rPr>
              <w:t>1,024,440</w:t>
            </w:r>
          </w:p>
        </w:tc>
      </w:tr>
      <w:tr w:rsidR="003742E4" w:rsidRPr="00F73937" w14:paraId="6A4AEDB0" w14:textId="77777777" w:rsidTr="002866A5">
        <w:tblPrEx>
          <w:tblBorders>
            <w:top w:val="single" w:sz="4" w:space="0" w:color="auto"/>
            <w:bottom w:val="double" w:sz="4" w:space="0" w:color="auto"/>
          </w:tblBorders>
        </w:tblPrEx>
        <w:tc>
          <w:tcPr>
            <w:tcW w:w="3510" w:type="dxa"/>
            <w:tcBorders>
              <w:top w:val="nil"/>
              <w:bottom w:val="nil"/>
            </w:tcBorders>
          </w:tcPr>
          <w:p w14:paraId="66EE2DDD" w14:textId="77777777" w:rsidR="00484D7E" w:rsidRPr="00F73937" w:rsidRDefault="00484D7E" w:rsidP="009E7BDE">
            <w:pPr>
              <w:spacing w:line="240" w:lineRule="exact"/>
              <w:rPr>
                <w:color w:val="000000"/>
              </w:rPr>
            </w:pPr>
          </w:p>
        </w:tc>
        <w:tc>
          <w:tcPr>
            <w:tcW w:w="1260" w:type="dxa"/>
            <w:tcBorders>
              <w:top w:val="double" w:sz="4" w:space="0" w:color="auto"/>
              <w:left w:val="nil"/>
              <w:bottom w:val="nil"/>
              <w:right w:val="nil"/>
            </w:tcBorders>
          </w:tcPr>
          <w:p w14:paraId="5A625252" w14:textId="77777777" w:rsidR="00484D7E" w:rsidRPr="00F73937" w:rsidRDefault="00484D7E" w:rsidP="009E7BDE">
            <w:pPr>
              <w:pStyle w:val="BodyText"/>
              <w:tabs>
                <w:tab w:val="decimal" w:pos="885"/>
              </w:tabs>
              <w:spacing w:after="0"/>
              <w:ind w:left="-108" w:right="-150"/>
              <w:jc w:val="both"/>
              <w:rPr>
                <w:b/>
                <w:bCs/>
                <w:color w:val="000000" w:themeColor="text1"/>
              </w:rPr>
            </w:pPr>
          </w:p>
        </w:tc>
        <w:tc>
          <w:tcPr>
            <w:tcW w:w="270" w:type="dxa"/>
            <w:tcBorders>
              <w:top w:val="nil"/>
              <w:left w:val="nil"/>
              <w:bottom w:val="nil"/>
              <w:right w:val="nil"/>
            </w:tcBorders>
          </w:tcPr>
          <w:p w14:paraId="08FD083B"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double" w:sz="4" w:space="0" w:color="auto"/>
              <w:left w:val="nil"/>
              <w:bottom w:val="nil"/>
              <w:right w:val="nil"/>
            </w:tcBorders>
          </w:tcPr>
          <w:p w14:paraId="6E317D3F"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7B9ED477"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shd w:val="clear" w:color="auto" w:fill="auto"/>
          </w:tcPr>
          <w:p w14:paraId="1749DFBB"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0818BE36"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double" w:sz="4" w:space="0" w:color="auto"/>
              <w:left w:val="nil"/>
              <w:bottom w:val="nil"/>
              <w:right w:val="nil"/>
            </w:tcBorders>
          </w:tcPr>
          <w:p w14:paraId="3845D6B7" w14:textId="77777777" w:rsidR="00484D7E" w:rsidRPr="00F73937" w:rsidRDefault="00484D7E" w:rsidP="00A87D26">
            <w:pPr>
              <w:pStyle w:val="BodyText"/>
              <w:tabs>
                <w:tab w:val="decimal" w:pos="970"/>
              </w:tabs>
              <w:spacing w:after="0"/>
              <w:ind w:left="-108" w:right="70"/>
              <w:rPr>
                <w:color w:val="000000"/>
                <w:lang w:val="en-US"/>
              </w:rPr>
            </w:pPr>
          </w:p>
        </w:tc>
      </w:tr>
      <w:tr w:rsidR="003742E4" w:rsidRPr="00F73937" w14:paraId="010AE938" w14:textId="77777777" w:rsidTr="008A5F04">
        <w:tblPrEx>
          <w:tblBorders>
            <w:top w:val="single" w:sz="4" w:space="0" w:color="auto"/>
            <w:bottom w:val="double" w:sz="4" w:space="0" w:color="auto"/>
          </w:tblBorders>
        </w:tblPrEx>
        <w:tc>
          <w:tcPr>
            <w:tcW w:w="3510" w:type="dxa"/>
            <w:tcBorders>
              <w:top w:val="nil"/>
              <w:bottom w:val="nil"/>
            </w:tcBorders>
          </w:tcPr>
          <w:p w14:paraId="578D7684" w14:textId="4DFC78CF" w:rsidR="00484D7E" w:rsidRPr="00F73937" w:rsidRDefault="00484D7E" w:rsidP="009E7BDE">
            <w:pPr>
              <w:spacing w:line="240" w:lineRule="exact"/>
              <w:rPr>
                <w:b/>
                <w:bCs/>
                <w:i/>
                <w:iCs/>
                <w:color w:val="000000"/>
              </w:rPr>
            </w:pPr>
            <w:r w:rsidRPr="00F73937">
              <w:rPr>
                <w:b/>
                <w:bCs/>
                <w:i/>
                <w:iCs/>
                <w:color w:val="000000"/>
              </w:rPr>
              <w:t xml:space="preserve">Short-term </w:t>
            </w:r>
            <w:r w:rsidR="005057B9">
              <w:rPr>
                <w:b/>
                <w:bCs/>
                <w:i/>
                <w:iCs/>
                <w:color w:val="000000"/>
              </w:rPr>
              <w:t>borrowings</w:t>
            </w:r>
          </w:p>
        </w:tc>
        <w:tc>
          <w:tcPr>
            <w:tcW w:w="1260" w:type="dxa"/>
            <w:tcBorders>
              <w:top w:val="nil"/>
              <w:left w:val="nil"/>
              <w:bottom w:val="nil"/>
              <w:right w:val="nil"/>
            </w:tcBorders>
          </w:tcPr>
          <w:p w14:paraId="69089046" w14:textId="77777777" w:rsidR="00484D7E" w:rsidRPr="00F73937" w:rsidRDefault="00484D7E" w:rsidP="009E7BDE">
            <w:pPr>
              <w:pStyle w:val="BodyText"/>
              <w:tabs>
                <w:tab w:val="decimal" w:pos="700"/>
              </w:tabs>
              <w:spacing w:after="0"/>
              <w:ind w:left="-108" w:right="-150"/>
              <w:jc w:val="both"/>
              <w:rPr>
                <w:b/>
                <w:bCs/>
                <w:color w:val="000000" w:themeColor="text1"/>
              </w:rPr>
            </w:pPr>
          </w:p>
        </w:tc>
        <w:tc>
          <w:tcPr>
            <w:tcW w:w="270" w:type="dxa"/>
            <w:tcBorders>
              <w:top w:val="nil"/>
              <w:left w:val="nil"/>
              <w:bottom w:val="nil"/>
              <w:right w:val="nil"/>
            </w:tcBorders>
          </w:tcPr>
          <w:p w14:paraId="0893C3F8" w14:textId="77777777" w:rsidR="00484D7E" w:rsidRPr="00F73937" w:rsidRDefault="00484D7E" w:rsidP="009E7BDE">
            <w:pPr>
              <w:pStyle w:val="BodyText"/>
              <w:tabs>
                <w:tab w:val="decimal" w:pos="727"/>
                <w:tab w:val="decimal" w:pos="891"/>
              </w:tabs>
              <w:spacing w:after="0" w:line="240" w:lineRule="auto"/>
              <w:ind w:right="-78"/>
              <w:rPr>
                <w:b/>
                <w:bCs/>
                <w:cs/>
              </w:rPr>
            </w:pPr>
          </w:p>
        </w:tc>
        <w:tc>
          <w:tcPr>
            <w:tcW w:w="1260" w:type="dxa"/>
            <w:gridSpan w:val="2"/>
            <w:tcBorders>
              <w:top w:val="nil"/>
              <w:left w:val="nil"/>
              <w:bottom w:val="nil"/>
              <w:right w:val="nil"/>
            </w:tcBorders>
          </w:tcPr>
          <w:p w14:paraId="27D1C235" w14:textId="77777777" w:rsidR="00484D7E" w:rsidRPr="00F73937" w:rsidRDefault="00484D7E" w:rsidP="00A87D26">
            <w:pPr>
              <w:pStyle w:val="BodyText"/>
              <w:tabs>
                <w:tab w:val="decimal" w:pos="970"/>
              </w:tabs>
              <w:spacing w:after="0"/>
              <w:ind w:left="-108" w:right="70"/>
              <w:rPr>
                <w:color w:val="000000"/>
                <w:lang w:val="en-US"/>
              </w:rPr>
            </w:pPr>
          </w:p>
        </w:tc>
        <w:tc>
          <w:tcPr>
            <w:tcW w:w="270" w:type="dxa"/>
            <w:tcBorders>
              <w:top w:val="nil"/>
              <w:left w:val="nil"/>
              <w:bottom w:val="nil"/>
              <w:right w:val="nil"/>
            </w:tcBorders>
          </w:tcPr>
          <w:p w14:paraId="35143F2D"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64C8659B" w14:textId="77777777" w:rsidR="00484D7E" w:rsidRPr="00F73937" w:rsidRDefault="00484D7E" w:rsidP="008A5F04">
            <w:pPr>
              <w:pStyle w:val="BodyText"/>
              <w:tabs>
                <w:tab w:val="decimal" w:pos="1044"/>
              </w:tabs>
              <w:spacing w:after="0"/>
              <w:ind w:left="-108" w:right="-131"/>
              <w:jc w:val="both"/>
              <w:rPr>
                <w:b/>
                <w:bCs/>
                <w:color w:val="000000" w:themeColor="text1"/>
              </w:rPr>
            </w:pPr>
          </w:p>
        </w:tc>
        <w:tc>
          <w:tcPr>
            <w:tcW w:w="270" w:type="dxa"/>
            <w:tcBorders>
              <w:top w:val="nil"/>
              <w:left w:val="nil"/>
              <w:bottom w:val="nil"/>
              <w:right w:val="nil"/>
            </w:tcBorders>
          </w:tcPr>
          <w:p w14:paraId="76EED75A" w14:textId="77777777" w:rsidR="00484D7E" w:rsidRPr="00F73937" w:rsidRDefault="00484D7E" w:rsidP="009E7BDE">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tcPr>
          <w:p w14:paraId="43C8950D" w14:textId="77777777" w:rsidR="00484D7E" w:rsidRPr="00F73937" w:rsidRDefault="00484D7E" w:rsidP="00A87D26">
            <w:pPr>
              <w:pStyle w:val="BodyText"/>
              <w:tabs>
                <w:tab w:val="decimal" w:pos="970"/>
              </w:tabs>
              <w:spacing w:after="0"/>
              <w:ind w:left="-108" w:right="70"/>
              <w:rPr>
                <w:color w:val="000000"/>
                <w:lang w:val="en-US"/>
              </w:rPr>
            </w:pPr>
          </w:p>
        </w:tc>
      </w:tr>
      <w:tr w:rsidR="008A5F04" w:rsidRPr="00F73937" w14:paraId="3F7CE1AF" w14:textId="77777777" w:rsidTr="008A5F04">
        <w:tblPrEx>
          <w:tblBorders>
            <w:top w:val="single" w:sz="4" w:space="0" w:color="auto"/>
            <w:bottom w:val="double" w:sz="4" w:space="0" w:color="auto"/>
          </w:tblBorders>
        </w:tblPrEx>
        <w:tc>
          <w:tcPr>
            <w:tcW w:w="3510" w:type="dxa"/>
            <w:tcBorders>
              <w:top w:val="nil"/>
              <w:bottom w:val="nil"/>
            </w:tcBorders>
          </w:tcPr>
          <w:p w14:paraId="4400F9CB" w14:textId="5B6FD8C8" w:rsidR="008A5F04" w:rsidRPr="00F73937" w:rsidRDefault="008A5F04" w:rsidP="00EF07A7">
            <w:pPr>
              <w:spacing w:line="240" w:lineRule="exact"/>
              <w:rPr>
                <w:color w:val="000000"/>
              </w:rPr>
            </w:pPr>
            <w:r>
              <w:rPr>
                <w:color w:val="000000"/>
              </w:rPr>
              <w:t>Subsidiaries</w:t>
            </w:r>
          </w:p>
        </w:tc>
        <w:tc>
          <w:tcPr>
            <w:tcW w:w="1260" w:type="dxa"/>
            <w:tcBorders>
              <w:top w:val="nil"/>
              <w:left w:val="nil"/>
              <w:bottom w:val="nil"/>
              <w:right w:val="nil"/>
            </w:tcBorders>
          </w:tcPr>
          <w:p w14:paraId="747BC812" w14:textId="32A926E1" w:rsidR="008A5F04" w:rsidRPr="008A5F04" w:rsidRDefault="008A5F04" w:rsidP="00EF07A7">
            <w:pPr>
              <w:pStyle w:val="BodyText"/>
              <w:tabs>
                <w:tab w:val="decimal" w:pos="700"/>
              </w:tabs>
              <w:spacing w:after="0"/>
              <w:ind w:left="-108" w:right="-150"/>
              <w:jc w:val="both"/>
            </w:pPr>
            <w:r w:rsidRPr="008A5F04">
              <w:t>-</w:t>
            </w:r>
          </w:p>
        </w:tc>
        <w:tc>
          <w:tcPr>
            <w:tcW w:w="270" w:type="dxa"/>
            <w:tcBorders>
              <w:top w:val="nil"/>
              <w:left w:val="nil"/>
              <w:bottom w:val="nil"/>
              <w:right w:val="nil"/>
            </w:tcBorders>
          </w:tcPr>
          <w:p w14:paraId="4BB746E3" w14:textId="77777777" w:rsidR="008A5F04" w:rsidRPr="008A5F04" w:rsidRDefault="008A5F04" w:rsidP="00EF07A7">
            <w:pPr>
              <w:pStyle w:val="BodyText"/>
              <w:tabs>
                <w:tab w:val="decimal" w:pos="727"/>
                <w:tab w:val="decimal" w:pos="891"/>
              </w:tabs>
              <w:spacing w:after="0" w:line="240" w:lineRule="auto"/>
              <w:ind w:right="-78"/>
              <w:rPr>
                <w:cs/>
              </w:rPr>
            </w:pPr>
          </w:p>
        </w:tc>
        <w:tc>
          <w:tcPr>
            <w:tcW w:w="1260" w:type="dxa"/>
            <w:gridSpan w:val="2"/>
            <w:tcBorders>
              <w:top w:val="nil"/>
              <w:left w:val="nil"/>
              <w:bottom w:val="nil"/>
              <w:right w:val="nil"/>
            </w:tcBorders>
          </w:tcPr>
          <w:p w14:paraId="51273F1E" w14:textId="1E454EA5" w:rsidR="008A5F04" w:rsidRPr="008A5F04" w:rsidRDefault="008A5F04" w:rsidP="005057B9">
            <w:pPr>
              <w:pStyle w:val="BodyText"/>
              <w:tabs>
                <w:tab w:val="decimal" w:pos="792"/>
              </w:tabs>
              <w:spacing w:after="0"/>
              <w:ind w:left="-108" w:right="70"/>
            </w:pPr>
            <w:r w:rsidRPr="008A5F04">
              <w:t>-</w:t>
            </w:r>
          </w:p>
        </w:tc>
        <w:tc>
          <w:tcPr>
            <w:tcW w:w="270" w:type="dxa"/>
            <w:tcBorders>
              <w:top w:val="nil"/>
              <w:left w:val="nil"/>
              <w:bottom w:val="nil"/>
              <w:right w:val="nil"/>
            </w:tcBorders>
          </w:tcPr>
          <w:p w14:paraId="69AD34C4" w14:textId="77777777" w:rsidR="008A5F04" w:rsidRPr="00F73937" w:rsidRDefault="008A5F04" w:rsidP="00EF07A7">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34CE3F5C" w14:textId="668F88E4" w:rsidR="008A5F04" w:rsidRPr="00E72BD5" w:rsidRDefault="008A5F04" w:rsidP="008A5F04">
            <w:pPr>
              <w:pStyle w:val="BodyText"/>
              <w:tabs>
                <w:tab w:val="decimal" w:pos="1044"/>
              </w:tabs>
              <w:spacing w:after="0"/>
              <w:ind w:left="-108" w:right="-131"/>
              <w:jc w:val="both"/>
              <w:rPr>
                <w:color w:val="000000" w:themeColor="text1"/>
              </w:rPr>
            </w:pPr>
            <w:r w:rsidRPr="00E72BD5">
              <w:rPr>
                <w:color w:val="000000" w:themeColor="text1"/>
              </w:rPr>
              <w:t>612,714</w:t>
            </w:r>
          </w:p>
        </w:tc>
        <w:tc>
          <w:tcPr>
            <w:tcW w:w="270" w:type="dxa"/>
            <w:tcBorders>
              <w:top w:val="nil"/>
              <w:left w:val="nil"/>
              <w:bottom w:val="nil"/>
              <w:right w:val="nil"/>
            </w:tcBorders>
          </w:tcPr>
          <w:p w14:paraId="6761856F" w14:textId="77777777" w:rsidR="008A5F04" w:rsidRPr="00E72BD5" w:rsidRDefault="008A5F04" w:rsidP="00EF07A7">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2348EB70" w14:textId="1E1A7EDF" w:rsidR="008A5F04" w:rsidRPr="00E72BD5" w:rsidRDefault="00E72BD5" w:rsidP="00EF07A7">
            <w:pPr>
              <w:pStyle w:val="BodyText"/>
              <w:tabs>
                <w:tab w:val="decimal" w:pos="970"/>
              </w:tabs>
              <w:spacing w:after="0"/>
              <w:ind w:left="-108" w:right="70"/>
            </w:pPr>
            <w:r>
              <w:t>491,814</w:t>
            </w:r>
          </w:p>
        </w:tc>
      </w:tr>
      <w:tr w:rsidR="008A5F04" w:rsidRPr="00F73937" w14:paraId="285FD130" w14:textId="77777777" w:rsidTr="008A5F04">
        <w:tblPrEx>
          <w:tblBorders>
            <w:top w:val="single" w:sz="4" w:space="0" w:color="auto"/>
            <w:bottom w:val="double" w:sz="4" w:space="0" w:color="auto"/>
          </w:tblBorders>
        </w:tblPrEx>
        <w:tc>
          <w:tcPr>
            <w:tcW w:w="3510" w:type="dxa"/>
            <w:tcBorders>
              <w:top w:val="nil"/>
              <w:bottom w:val="nil"/>
            </w:tcBorders>
          </w:tcPr>
          <w:p w14:paraId="3681E3DD" w14:textId="1568A299" w:rsidR="008A5F04" w:rsidRPr="00F73937" w:rsidRDefault="008A5F04" w:rsidP="008A5F04">
            <w:pPr>
              <w:spacing w:line="240" w:lineRule="exact"/>
              <w:rPr>
                <w:color w:val="000000"/>
              </w:rPr>
            </w:pPr>
            <w:r>
              <w:rPr>
                <w:color w:val="000000"/>
              </w:rPr>
              <w:t>Other related parties</w:t>
            </w:r>
          </w:p>
        </w:tc>
        <w:tc>
          <w:tcPr>
            <w:tcW w:w="1260" w:type="dxa"/>
            <w:tcBorders>
              <w:top w:val="nil"/>
              <w:left w:val="nil"/>
              <w:bottom w:val="single" w:sz="4" w:space="0" w:color="auto"/>
              <w:right w:val="nil"/>
            </w:tcBorders>
          </w:tcPr>
          <w:p w14:paraId="300F6EFA" w14:textId="35E4D355" w:rsidR="008A5F04" w:rsidRPr="008A5F04" w:rsidRDefault="008A5F04" w:rsidP="0092305A">
            <w:pPr>
              <w:tabs>
                <w:tab w:val="decimal" w:pos="1044"/>
              </w:tabs>
              <w:spacing w:line="240" w:lineRule="auto"/>
              <w:ind w:right="-156"/>
            </w:pPr>
            <w:r>
              <w:t>784</w:t>
            </w:r>
          </w:p>
        </w:tc>
        <w:tc>
          <w:tcPr>
            <w:tcW w:w="270" w:type="dxa"/>
            <w:tcBorders>
              <w:top w:val="nil"/>
              <w:left w:val="nil"/>
              <w:bottom w:val="nil"/>
              <w:right w:val="nil"/>
            </w:tcBorders>
          </w:tcPr>
          <w:p w14:paraId="5B21308E" w14:textId="77777777" w:rsidR="008A5F04" w:rsidRPr="008A5F04" w:rsidRDefault="008A5F04" w:rsidP="008A5F04">
            <w:pPr>
              <w:pStyle w:val="BodyText"/>
              <w:tabs>
                <w:tab w:val="decimal" w:pos="727"/>
                <w:tab w:val="decimal" w:pos="891"/>
              </w:tabs>
              <w:spacing w:after="0" w:line="240" w:lineRule="auto"/>
              <w:ind w:right="-78"/>
              <w:rPr>
                <w:cs/>
              </w:rPr>
            </w:pPr>
          </w:p>
        </w:tc>
        <w:tc>
          <w:tcPr>
            <w:tcW w:w="1260" w:type="dxa"/>
            <w:gridSpan w:val="2"/>
            <w:tcBorders>
              <w:top w:val="nil"/>
              <w:left w:val="nil"/>
              <w:bottom w:val="single" w:sz="4" w:space="0" w:color="auto"/>
              <w:right w:val="nil"/>
            </w:tcBorders>
          </w:tcPr>
          <w:p w14:paraId="23509938" w14:textId="268C3E78" w:rsidR="008A5F04" w:rsidRPr="008A5F04" w:rsidRDefault="008A5F04" w:rsidP="005057B9">
            <w:pPr>
              <w:pStyle w:val="BodyText"/>
              <w:tabs>
                <w:tab w:val="decimal" w:pos="792"/>
              </w:tabs>
              <w:spacing w:after="0"/>
              <w:ind w:left="-108" w:right="70"/>
            </w:pPr>
            <w:r>
              <w:t>-</w:t>
            </w:r>
          </w:p>
        </w:tc>
        <w:tc>
          <w:tcPr>
            <w:tcW w:w="270" w:type="dxa"/>
            <w:tcBorders>
              <w:top w:val="nil"/>
              <w:left w:val="nil"/>
              <w:bottom w:val="nil"/>
              <w:right w:val="nil"/>
            </w:tcBorders>
          </w:tcPr>
          <w:p w14:paraId="6612C6D1" w14:textId="77777777" w:rsidR="008A5F04" w:rsidRPr="00F73937" w:rsidRDefault="008A5F04" w:rsidP="008A5F04">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shd w:val="clear" w:color="auto" w:fill="auto"/>
          </w:tcPr>
          <w:p w14:paraId="79623915" w14:textId="4CB50167" w:rsidR="008A5F04" w:rsidRPr="00D66E1E" w:rsidRDefault="008A5F04" w:rsidP="00E72BD5">
            <w:pPr>
              <w:pStyle w:val="BodyText"/>
              <w:tabs>
                <w:tab w:val="decimal" w:pos="696"/>
              </w:tabs>
              <w:spacing w:after="0"/>
              <w:ind w:left="-108" w:right="-203"/>
              <w:rPr>
                <w:b/>
                <w:bCs/>
                <w:color w:val="000000" w:themeColor="text1"/>
              </w:rPr>
            </w:pPr>
            <w:r w:rsidRPr="008A5F04">
              <w:t>-</w:t>
            </w:r>
          </w:p>
        </w:tc>
        <w:tc>
          <w:tcPr>
            <w:tcW w:w="270" w:type="dxa"/>
            <w:tcBorders>
              <w:top w:val="nil"/>
              <w:left w:val="nil"/>
              <w:bottom w:val="nil"/>
              <w:right w:val="nil"/>
            </w:tcBorders>
          </w:tcPr>
          <w:p w14:paraId="4834CFD1" w14:textId="77777777" w:rsidR="008A5F04" w:rsidRPr="00F73937" w:rsidRDefault="008A5F04" w:rsidP="008A5F04">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2D156210" w14:textId="0EBC552F" w:rsidR="008A5F04" w:rsidRPr="00F73937" w:rsidRDefault="008A5F04" w:rsidP="008A5F04">
            <w:pPr>
              <w:pStyle w:val="BodyText"/>
              <w:tabs>
                <w:tab w:val="decimal" w:pos="702"/>
              </w:tabs>
              <w:spacing w:after="0"/>
              <w:ind w:left="-108" w:right="70"/>
              <w:rPr>
                <w:b/>
                <w:bCs/>
              </w:rPr>
            </w:pPr>
            <w:r w:rsidRPr="008A5F04">
              <w:t>-</w:t>
            </w:r>
          </w:p>
        </w:tc>
      </w:tr>
      <w:tr w:rsidR="00EF07A7" w:rsidRPr="00F73937" w14:paraId="27A6768B" w14:textId="77777777" w:rsidTr="008A5F04">
        <w:tblPrEx>
          <w:tblBorders>
            <w:top w:val="single" w:sz="4" w:space="0" w:color="auto"/>
            <w:bottom w:val="double" w:sz="4" w:space="0" w:color="auto"/>
          </w:tblBorders>
        </w:tblPrEx>
        <w:tc>
          <w:tcPr>
            <w:tcW w:w="3510" w:type="dxa"/>
            <w:tcBorders>
              <w:top w:val="nil"/>
              <w:bottom w:val="nil"/>
            </w:tcBorders>
          </w:tcPr>
          <w:p w14:paraId="1AA1C67D" w14:textId="68B63F59" w:rsidR="00EF07A7" w:rsidRPr="008A5F04" w:rsidRDefault="008A5F04" w:rsidP="00EF07A7">
            <w:pPr>
              <w:spacing w:line="240" w:lineRule="exact"/>
              <w:rPr>
                <w:b/>
                <w:bCs/>
                <w:color w:val="000000"/>
              </w:rPr>
            </w:pPr>
            <w:r w:rsidRPr="008A5F04">
              <w:rPr>
                <w:b/>
                <w:bCs/>
                <w:color w:val="000000"/>
              </w:rPr>
              <w:t>Total</w:t>
            </w:r>
          </w:p>
        </w:tc>
        <w:tc>
          <w:tcPr>
            <w:tcW w:w="1260" w:type="dxa"/>
            <w:tcBorders>
              <w:top w:val="single" w:sz="4" w:space="0" w:color="auto"/>
              <w:left w:val="nil"/>
              <w:bottom w:val="double" w:sz="4" w:space="0" w:color="auto"/>
              <w:right w:val="nil"/>
            </w:tcBorders>
          </w:tcPr>
          <w:p w14:paraId="4B486547" w14:textId="1AF3037B" w:rsidR="00EF07A7" w:rsidRPr="008A5F04" w:rsidRDefault="008A5F04" w:rsidP="0092305A">
            <w:pPr>
              <w:tabs>
                <w:tab w:val="decimal" w:pos="1044"/>
              </w:tabs>
              <w:spacing w:line="240" w:lineRule="auto"/>
              <w:ind w:right="-156"/>
              <w:rPr>
                <w:b/>
                <w:bCs/>
                <w:color w:val="000000" w:themeColor="text1"/>
              </w:rPr>
            </w:pPr>
            <w:r>
              <w:rPr>
                <w:b/>
                <w:bCs/>
              </w:rPr>
              <w:t>784</w:t>
            </w:r>
          </w:p>
        </w:tc>
        <w:tc>
          <w:tcPr>
            <w:tcW w:w="270" w:type="dxa"/>
            <w:tcBorders>
              <w:top w:val="nil"/>
              <w:left w:val="nil"/>
              <w:bottom w:val="nil"/>
              <w:right w:val="nil"/>
            </w:tcBorders>
          </w:tcPr>
          <w:p w14:paraId="33623F28" w14:textId="77777777" w:rsidR="00EF07A7" w:rsidRPr="008A5F04" w:rsidRDefault="00EF07A7" w:rsidP="00EF07A7">
            <w:pPr>
              <w:pStyle w:val="BodyText"/>
              <w:tabs>
                <w:tab w:val="decimal" w:pos="727"/>
                <w:tab w:val="decimal" w:pos="891"/>
              </w:tabs>
              <w:spacing w:after="0" w:line="240" w:lineRule="auto"/>
              <w:ind w:right="-78"/>
              <w:rPr>
                <w:b/>
                <w:bCs/>
                <w:cs/>
              </w:rPr>
            </w:pPr>
          </w:p>
        </w:tc>
        <w:tc>
          <w:tcPr>
            <w:tcW w:w="1260" w:type="dxa"/>
            <w:gridSpan w:val="2"/>
            <w:tcBorders>
              <w:top w:val="single" w:sz="4" w:space="0" w:color="auto"/>
              <w:left w:val="nil"/>
              <w:bottom w:val="double" w:sz="4" w:space="0" w:color="auto"/>
              <w:right w:val="nil"/>
            </w:tcBorders>
          </w:tcPr>
          <w:p w14:paraId="5B1DA1F8" w14:textId="0DCB5AC7" w:rsidR="00EF07A7" w:rsidRPr="008A5F04" w:rsidRDefault="00EF07A7" w:rsidP="005057B9">
            <w:pPr>
              <w:pStyle w:val="BodyText"/>
              <w:tabs>
                <w:tab w:val="decimal" w:pos="792"/>
              </w:tabs>
              <w:spacing w:after="0"/>
              <w:ind w:left="-108" w:right="70"/>
              <w:rPr>
                <w:rFonts w:cstheme="minorBidi"/>
                <w:b/>
                <w:bCs/>
                <w:color w:val="000000"/>
                <w:cs/>
                <w:lang w:val="en-US"/>
              </w:rPr>
            </w:pPr>
            <w:r w:rsidRPr="008A5F04">
              <w:rPr>
                <w:b/>
                <w:bCs/>
              </w:rPr>
              <w:t>-</w:t>
            </w:r>
          </w:p>
        </w:tc>
        <w:tc>
          <w:tcPr>
            <w:tcW w:w="270" w:type="dxa"/>
            <w:tcBorders>
              <w:top w:val="nil"/>
              <w:left w:val="nil"/>
              <w:bottom w:val="nil"/>
              <w:right w:val="nil"/>
            </w:tcBorders>
          </w:tcPr>
          <w:p w14:paraId="1ADB8907" w14:textId="77777777" w:rsidR="00EF07A7" w:rsidRPr="00F73937" w:rsidRDefault="00EF07A7" w:rsidP="00EF07A7">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73249487" w14:textId="188ADB1A" w:rsidR="00EF07A7" w:rsidRPr="00F73937" w:rsidRDefault="00D66E1E" w:rsidP="008A5F04">
            <w:pPr>
              <w:pStyle w:val="BodyText"/>
              <w:tabs>
                <w:tab w:val="decimal" w:pos="1044"/>
              </w:tabs>
              <w:spacing w:after="0"/>
              <w:ind w:left="-108" w:right="-131"/>
              <w:jc w:val="both"/>
              <w:rPr>
                <w:b/>
                <w:bCs/>
                <w:color w:val="000000" w:themeColor="text1"/>
              </w:rPr>
            </w:pPr>
            <w:r w:rsidRPr="00D66E1E">
              <w:rPr>
                <w:b/>
                <w:bCs/>
                <w:color w:val="000000" w:themeColor="text1"/>
              </w:rPr>
              <w:t>612,714</w:t>
            </w:r>
          </w:p>
        </w:tc>
        <w:tc>
          <w:tcPr>
            <w:tcW w:w="270" w:type="dxa"/>
            <w:tcBorders>
              <w:top w:val="nil"/>
              <w:left w:val="nil"/>
              <w:bottom w:val="nil"/>
              <w:right w:val="nil"/>
            </w:tcBorders>
          </w:tcPr>
          <w:p w14:paraId="5D62E7B7" w14:textId="77777777" w:rsidR="00EF07A7" w:rsidRPr="00F73937" w:rsidRDefault="00EF07A7" w:rsidP="00EF07A7">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36604E3E" w14:textId="275B6218" w:rsidR="00EF07A7" w:rsidRPr="00F73937" w:rsidRDefault="00EF07A7" w:rsidP="00EF07A7">
            <w:pPr>
              <w:pStyle w:val="BodyText"/>
              <w:tabs>
                <w:tab w:val="decimal" w:pos="970"/>
              </w:tabs>
              <w:spacing w:after="0"/>
              <w:ind w:left="-108" w:right="70"/>
              <w:rPr>
                <w:b/>
                <w:bCs/>
                <w:color w:val="000000"/>
                <w:lang w:val="en-US"/>
              </w:rPr>
            </w:pPr>
            <w:r w:rsidRPr="00F73937">
              <w:rPr>
                <w:b/>
                <w:bCs/>
              </w:rPr>
              <w:t>491,814</w:t>
            </w:r>
          </w:p>
        </w:tc>
      </w:tr>
    </w:tbl>
    <w:p w14:paraId="47D93521" w14:textId="536E66DB" w:rsidR="00266AC6" w:rsidRPr="00F73937" w:rsidRDefault="00266AC6" w:rsidP="003F66B1">
      <w:pPr>
        <w:spacing w:line="240" w:lineRule="auto"/>
        <w:ind w:left="562"/>
        <w:jc w:val="both"/>
      </w:pPr>
    </w:p>
    <w:tbl>
      <w:tblPr>
        <w:tblW w:w="9356" w:type="dxa"/>
        <w:tblInd w:w="454" w:type="dxa"/>
        <w:tblLayout w:type="fixed"/>
        <w:tblCellMar>
          <w:left w:w="79" w:type="dxa"/>
          <w:right w:w="79" w:type="dxa"/>
        </w:tblCellMar>
        <w:tblLook w:val="0000" w:firstRow="0" w:lastRow="0" w:firstColumn="0" w:lastColumn="0" w:noHBand="0" w:noVBand="0"/>
      </w:tblPr>
      <w:tblGrid>
        <w:gridCol w:w="3506"/>
        <w:gridCol w:w="1260"/>
        <w:gridCol w:w="270"/>
        <w:gridCol w:w="1260"/>
        <w:gridCol w:w="270"/>
        <w:gridCol w:w="1260"/>
        <w:gridCol w:w="182"/>
        <w:gridCol w:w="88"/>
        <w:gridCol w:w="1260"/>
      </w:tblGrid>
      <w:tr w:rsidR="00D06B41" w:rsidRPr="00F73937" w14:paraId="6DCBF322" w14:textId="77777777" w:rsidTr="00456AD6">
        <w:trPr>
          <w:cantSplit/>
          <w:trHeight w:val="317"/>
          <w:tblHeader/>
        </w:trPr>
        <w:tc>
          <w:tcPr>
            <w:tcW w:w="3506" w:type="dxa"/>
            <w:shd w:val="clear" w:color="auto" w:fill="auto"/>
          </w:tcPr>
          <w:p w14:paraId="08BE5128" w14:textId="77777777" w:rsidR="00D06B41" w:rsidRPr="00F73937" w:rsidRDefault="00D06B41" w:rsidP="009E7BDE">
            <w:pPr>
              <w:spacing w:line="240" w:lineRule="atLeast"/>
            </w:pPr>
            <w:r w:rsidRPr="00F73937">
              <w:rPr>
                <w:b/>
                <w:bCs/>
                <w:i/>
                <w:iCs/>
              </w:rPr>
              <w:t>Commitments with related parties</w:t>
            </w:r>
          </w:p>
          <w:p w14:paraId="083C15A5" w14:textId="77777777" w:rsidR="00D06B41" w:rsidRPr="00F73937" w:rsidRDefault="00D06B41" w:rsidP="009E7BDE">
            <w:pPr>
              <w:spacing w:line="240" w:lineRule="atLeast"/>
            </w:pPr>
          </w:p>
        </w:tc>
        <w:tc>
          <w:tcPr>
            <w:tcW w:w="2790" w:type="dxa"/>
            <w:gridSpan w:val="3"/>
            <w:shd w:val="clear" w:color="auto" w:fill="auto"/>
          </w:tcPr>
          <w:p w14:paraId="04171191" w14:textId="77777777" w:rsidR="00D06B41" w:rsidRPr="00F73937" w:rsidRDefault="00D06B41" w:rsidP="009E7BDE">
            <w:pPr>
              <w:pStyle w:val="acctmergecolhdg"/>
              <w:spacing w:line="240" w:lineRule="atLeast"/>
            </w:pPr>
            <w:r w:rsidRPr="00F73937">
              <w:t xml:space="preserve">Consolidated </w:t>
            </w:r>
          </w:p>
          <w:p w14:paraId="0409AB1D" w14:textId="77777777" w:rsidR="00D06B41" w:rsidRPr="00F73937" w:rsidRDefault="00D06B41" w:rsidP="009E7BDE">
            <w:pPr>
              <w:pStyle w:val="acctmergecolhdg"/>
              <w:spacing w:line="240" w:lineRule="atLeast"/>
            </w:pPr>
            <w:r w:rsidRPr="00F73937">
              <w:t xml:space="preserve">financial statements </w:t>
            </w:r>
          </w:p>
        </w:tc>
        <w:tc>
          <w:tcPr>
            <w:tcW w:w="270" w:type="dxa"/>
            <w:shd w:val="clear" w:color="auto" w:fill="auto"/>
          </w:tcPr>
          <w:p w14:paraId="01F63D4C" w14:textId="77777777" w:rsidR="00D06B41" w:rsidRPr="00F73937" w:rsidRDefault="00D06B41" w:rsidP="009E7BDE">
            <w:pPr>
              <w:pStyle w:val="acctmergecolhdg"/>
              <w:spacing w:line="240" w:lineRule="atLeast"/>
            </w:pPr>
          </w:p>
        </w:tc>
        <w:tc>
          <w:tcPr>
            <w:tcW w:w="2790" w:type="dxa"/>
            <w:gridSpan w:val="4"/>
            <w:shd w:val="clear" w:color="auto" w:fill="auto"/>
          </w:tcPr>
          <w:p w14:paraId="5E9A4434" w14:textId="77777777" w:rsidR="00D06B41" w:rsidRPr="00F73937" w:rsidRDefault="00D06B41" w:rsidP="009E7BDE">
            <w:pPr>
              <w:pStyle w:val="acctmergecolhdg"/>
              <w:spacing w:line="240" w:lineRule="atLeast"/>
            </w:pPr>
            <w:r w:rsidRPr="00F73937">
              <w:t xml:space="preserve">Separate </w:t>
            </w:r>
          </w:p>
          <w:p w14:paraId="5F37768D" w14:textId="77777777" w:rsidR="00D06B41" w:rsidRPr="00F73937" w:rsidRDefault="00D06B41" w:rsidP="009E7BDE">
            <w:pPr>
              <w:pStyle w:val="acctmergecolhdg"/>
              <w:spacing w:line="240" w:lineRule="atLeast"/>
            </w:pPr>
            <w:r w:rsidRPr="00F73937">
              <w:t xml:space="preserve">financial statements </w:t>
            </w:r>
          </w:p>
        </w:tc>
      </w:tr>
      <w:tr w:rsidR="004C1547" w:rsidRPr="00F73937" w14:paraId="582220DA" w14:textId="77777777" w:rsidTr="00456AD6">
        <w:trPr>
          <w:cantSplit/>
          <w:tblHeader/>
        </w:trPr>
        <w:tc>
          <w:tcPr>
            <w:tcW w:w="3506" w:type="dxa"/>
            <w:shd w:val="clear" w:color="auto" w:fill="auto"/>
          </w:tcPr>
          <w:p w14:paraId="443B5F7B" w14:textId="77777777" w:rsidR="004C1547" w:rsidRPr="00F73937" w:rsidRDefault="004C1547" w:rsidP="004C1547">
            <w:pPr>
              <w:pStyle w:val="acctfourfigures"/>
              <w:spacing w:line="240" w:lineRule="atLeast"/>
              <w:jc w:val="center"/>
            </w:pPr>
          </w:p>
        </w:tc>
        <w:tc>
          <w:tcPr>
            <w:tcW w:w="1260" w:type="dxa"/>
            <w:vAlign w:val="bottom"/>
          </w:tcPr>
          <w:p w14:paraId="34CABC8A" w14:textId="544B5A69" w:rsidR="004C1547" w:rsidRPr="00F73937" w:rsidRDefault="004C1547" w:rsidP="00732F6B">
            <w:pPr>
              <w:spacing w:line="240" w:lineRule="auto"/>
              <w:ind w:left="-83" w:right="-79" w:firstLine="4"/>
              <w:jc w:val="center"/>
              <w:rPr>
                <w:bCs/>
              </w:rPr>
            </w:pPr>
            <w:r w:rsidRPr="00F73937">
              <w:rPr>
                <w:bCs/>
              </w:rPr>
              <w:t>31 March 2022</w:t>
            </w:r>
          </w:p>
        </w:tc>
        <w:tc>
          <w:tcPr>
            <w:tcW w:w="270" w:type="dxa"/>
            <w:vAlign w:val="bottom"/>
          </w:tcPr>
          <w:p w14:paraId="60AFBF37" w14:textId="77777777" w:rsidR="004C1547" w:rsidRPr="00F73937" w:rsidRDefault="004C1547" w:rsidP="00732F6B">
            <w:pPr>
              <w:spacing w:line="240" w:lineRule="auto"/>
              <w:ind w:left="-83" w:right="-79" w:firstLine="4"/>
              <w:jc w:val="center"/>
              <w:rPr>
                <w:bCs/>
              </w:rPr>
            </w:pPr>
          </w:p>
        </w:tc>
        <w:tc>
          <w:tcPr>
            <w:tcW w:w="1260" w:type="dxa"/>
            <w:vAlign w:val="bottom"/>
          </w:tcPr>
          <w:p w14:paraId="51478CF4" w14:textId="3FD90D77" w:rsidR="004C1547" w:rsidRPr="00F73937" w:rsidRDefault="004C1547" w:rsidP="00732F6B">
            <w:pPr>
              <w:spacing w:line="240" w:lineRule="auto"/>
              <w:ind w:left="-83" w:right="-79" w:firstLine="4"/>
              <w:jc w:val="center"/>
              <w:rPr>
                <w:bCs/>
              </w:rPr>
            </w:pPr>
            <w:r w:rsidRPr="00F73937">
              <w:rPr>
                <w:bCs/>
              </w:rPr>
              <w:t>31 December 2021</w:t>
            </w:r>
          </w:p>
        </w:tc>
        <w:tc>
          <w:tcPr>
            <w:tcW w:w="270" w:type="dxa"/>
            <w:vAlign w:val="bottom"/>
          </w:tcPr>
          <w:p w14:paraId="40F73CAA" w14:textId="77777777" w:rsidR="004C1547" w:rsidRPr="00F73937" w:rsidRDefault="004C1547" w:rsidP="00732F6B">
            <w:pPr>
              <w:spacing w:line="240" w:lineRule="auto"/>
              <w:ind w:left="-83" w:right="-79" w:firstLine="4"/>
              <w:jc w:val="center"/>
              <w:rPr>
                <w:bCs/>
              </w:rPr>
            </w:pPr>
          </w:p>
        </w:tc>
        <w:tc>
          <w:tcPr>
            <w:tcW w:w="1260" w:type="dxa"/>
          </w:tcPr>
          <w:p w14:paraId="67DF1F4C" w14:textId="1AB0EA65" w:rsidR="004C1547" w:rsidRPr="00F73937" w:rsidRDefault="004C1547" w:rsidP="00732F6B">
            <w:pPr>
              <w:spacing w:line="240" w:lineRule="auto"/>
              <w:ind w:left="-83" w:right="-79" w:firstLine="4"/>
              <w:jc w:val="center"/>
              <w:rPr>
                <w:bCs/>
              </w:rPr>
            </w:pPr>
            <w:r w:rsidRPr="00F73937">
              <w:rPr>
                <w:bCs/>
              </w:rPr>
              <w:t>31 March 2022</w:t>
            </w:r>
          </w:p>
        </w:tc>
        <w:tc>
          <w:tcPr>
            <w:tcW w:w="270" w:type="dxa"/>
            <w:gridSpan w:val="2"/>
          </w:tcPr>
          <w:p w14:paraId="75C082C5" w14:textId="77777777" w:rsidR="004C1547" w:rsidRPr="00F73937" w:rsidRDefault="004C1547" w:rsidP="00732F6B">
            <w:pPr>
              <w:spacing w:line="240" w:lineRule="auto"/>
              <w:ind w:left="-83" w:right="-79" w:firstLine="4"/>
              <w:jc w:val="center"/>
              <w:rPr>
                <w:bCs/>
              </w:rPr>
            </w:pPr>
          </w:p>
        </w:tc>
        <w:tc>
          <w:tcPr>
            <w:tcW w:w="1260" w:type="dxa"/>
          </w:tcPr>
          <w:p w14:paraId="7565A970" w14:textId="3FEB00C8" w:rsidR="004C1547" w:rsidRPr="00F73937" w:rsidRDefault="004C1547" w:rsidP="00732F6B">
            <w:pPr>
              <w:spacing w:line="240" w:lineRule="auto"/>
              <w:ind w:left="-83" w:right="-79" w:firstLine="4"/>
              <w:jc w:val="center"/>
              <w:rPr>
                <w:bCs/>
              </w:rPr>
            </w:pPr>
            <w:r w:rsidRPr="00F73937">
              <w:rPr>
                <w:bCs/>
              </w:rPr>
              <w:t>31 December 2021</w:t>
            </w:r>
          </w:p>
        </w:tc>
      </w:tr>
      <w:tr w:rsidR="00D06B41" w:rsidRPr="00F73937" w14:paraId="760627A9" w14:textId="77777777" w:rsidTr="00456AD6">
        <w:trPr>
          <w:cantSplit/>
        </w:trPr>
        <w:tc>
          <w:tcPr>
            <w:tcW w:w="3506" w:type="dxa"/>
            <w:shd w:val="clear" w:color="auto" w:fill="auto"/>
          </w:tcPr>
          <w:p w14:paraId="30532C14" w14:textId="77777777" w:rsidR="00D06B41" w:rsidRPr="00F73937" w:rsidRDefault="00D06B41" w:rsidP="009E7BDE">
            <w:pPr>
              <w:spacing w:line="240" w:lineRule="atLeast"/>
              <w:rPr>
                <w:b/>
                <w:bCs/>
                <w:i/>
                <w:iCs/>
              </w:rPr>
            </w:pPr>
          </w:p>
        </w:tc>
        <w:tc>
          <w:tcPr>
            <w:tcW w:w="5850" w:type="dxa"/>
            <w:gridSpan w:val="8"/>
            <w:shd w:val="clear" w:color="auto" w:fill="auto"/>
          </w:tcPr>
          <w:p w14:paraId="01CECFCA" w14:textId="77777777" w:rsidR="00D06B41" w:rsidRPr="00F73937" w:rsidRDefault="00D06B41" w:rsidP="009E7BDE">
            <w:pPr>
              <w:pStyle w:val="acctfourfigures"/>
              <w:spacing w:line="240" w:lineRule="atLeast"/>
              <w:jc w:val="center"/>
              <w:rPr>
                <w:i/>
                <w:iCs/>
              </w:rPr>
            </w:pPr>
            <w:r w:rsidRPr="00F73937">
              <w:rPr>
                <w:i/>
                <w:iCs/>
              </w:rPr>
              <w:t>(in thousand Baht)</w:t>
            </w:r>
          </w:p>
        </w:tc>
      </w:tr>
      <w:tr w:rsidR="00D06B41" w:rsidRPr="00F73937" w14:paraId="37A7C3B6" w14:textId="77777777" w:rsidTr="00456AD6">
        <w:trPr>
          <w:cantSplit/>
          <w:trHeight w:val="171"/>
        </w:trPr>
        <w:tc>
          <w:tcPr>
            <w:tcW w:w="3506" w:type="dxa"/>
            <w:shd w:val="clear" w:color="auto" w:fill="auto"/>
          </w:tcPr>
          <w:p w14:paraId="652C6FD6" w14:textId="1BC99DF0" w:rsidR="00D06B41" w:rsidRPr="00F73937" w:rsidRDefault="00D06B41" w:rsidP="009E7BDE">
            <w:pPr>
              <w:spacing w:line="240" w:lineRule="atLeast"/>
              <w:ind w:right="-169"/>
              <w:rPr>
                <w:b/>
                <w:bCs/>
                <w:i/>
                <w:iCs/>
              </w:rPr>
            </w:pPr>
            <w:r w:rsidRPr="00F73937">
              <w:rPr>
                <w:b/>
                <w:bCs/>
                <w:i/>
                <w:iCs/>
              </w:rPr>
              <w:t xml:space="preserve">Future minimum lease payments </w:t>
            </w:r>
          </w:p>
        </w:tc>
        <w:tc>
          <w:tcPr>
            <w:tcW w:w="5850" w:type="dxa"/>
            <w:gridSpan w:val="8"/>
            <w:shd w:val="clear" w:color="auto" w:fill="auto"/>
          </w:tcPr>
          <w:p w14:paraId="74CB55CE" w14:textId="77777777" w:rsidR="00D06B41" w:rsidRPr="00F73937" w:rsidRDefault="00D06B41" w:rsidP="009E7BDE">
            <w:pPr>
              <w:pStyle w:val="acctfourfigures"/>
              <w:spacing w:line="240" w:lineRule="atLeast"/>
              <w:jc w:val="center"/>
              <w:rPr>
                <w:i/>
                <w:iCs/>
              </w:rPr>
            </w:pPr>
          </w:p>
        </w:tc>
      </w:tr>
      <w:tr w:rsidR="00D06B41" w:rsidRPr="00F73937" w14:paraId="5C5525BB" w14:textId="77777777" w:rsidTr="00456AD6">
        <w:trPr>
          <w:cantSplit/>
          <w:trHeight w:val="171"/>
        </w:trPr>
        <w:tc>
          <w:tcPr>
            <w:tcW w:w="3506" w:type="dxa"/>
            <w:shd w:val="clear" w:color="auto" w:fill="auto"/>
          </w:tcPr>
          <w:p w14:paraId="3A0BEAF8" w14:textId="5F84F846" w:rsidR="00D06B41" w:rsidRPr="00F73937" w:rsidRDefault="00D06B41" w:rsidP="009E7BDE">
            <w:pPr>
              <w:spacing w:line="240" w:lineRule="atLeast"/>
              <w:ind w:right="-169"/>
              <w:rPr>
                <w:b/>
                <w:bCs/>
                <w:i/>
                <w:iCs/>
              </w:rPr>
            </w:pPr>
            <w:r w:rsidRPr="00F73937">
              <w:rPr>
                <w:rFonts w:cs="Angsana New"/>
                <w:b/>
                <w:bCs/>
                <w:i/>
                <w:iCs/>
                <w:cs/>
              </w:rPr>
              <w:t xml:space="preserve">   </w:t>
            </w:r>
            <w:r w:rsidR="00456AD6">
              <w:rPr>
                <w:rFonts w:cs="Angsana New"/>
                <w:b/>
                <w:bCs/>
                <w:i/>
                <w:iCs/>
              </w:rPr>
              <w:t xml:space="preserve">under </w:t>
            </w:r>
            <w:r w:rsidRPr="00F73937">
              <w:rPr>
                <w:rFonts w:cs="Angsana New"/>
                <w:b/>
                <w:bCs/>
                <w:i/>
                <w:iCs/>
              </w:rPr>
              <w:t>non-cancellable agreements</w:t>
            </w:r>
          </w:p>
        </w:tc>
        <w:tc>
          <w:tcPr>
            <w:tcW w:w="5850" w:type="dxa"/>
            <w:gridSpan w:val="8"/>
            <w:shd w:val="clear" w:color="auto" w:fill="auto"/>
          </w:tcPr>
          <w:p w14:paraId="7641FB5D" w14:textId="77777777" w:rsidR="00D06B41" w:rsidRPr="00F73937" w:rsidRDefault="00D06B41" w:rsidP="009E7BDE">
            <w:pPr>
              <w:pStyle w:val="acctfourfigures"/>
              <w:spacing w:line="240" w:lineRule="atLeast"/>
              <w:jc w:val="center"/>
              <w:rPr>
                <w:i/>
                <w:iCs/>
              </w:rPr>
            </w:pPr>
          </w:p>
        </w:tc>
      </w:tr>
      <w:tr w:rsidR="00D06B41" w:rsidRPr="00F73937" w14:paraId="62C799EF" w14:textId="77777777" w:rsidTr="00456AD6">
        <w:trPr>
          <w:cantSplit/>
        </w:trPr>
        <w:tc>
          <w:tcPr>
            <w:tcW w:w="3506" w:type="dxa"/>
            <w:shd w:val="clear" w:color="auto" w:fill="auto"/>
          </w:tcPr>
          <w:p w14:paraId="49955604" w14:textId="77777777" w:rsidR="00D06B41" w:rsidRPr="00F73937" w:rsidRDefault="00D06B41" w:rsidP="009E7BDE">
            <w:pPr>
              <w:spacing w:line="240" w:lineRule="atLeast"/>
            </w:pPr>
            <w:r w:rsidRPr="00F73937">
              <w:t>Within 1 year</w:t>
            </w:r>
          </w:p>
        </w:tc>
        <w:tc>
          <w:tcPr>
            <w:tcW w:w="1260" w:type="dxa"/>
            <w:tcBorders>
              <w:bottom w:val="double" w:sz="4" w:space="0" w:color="auto"/>
            </w:tcBorders>
            <w:shd w:val="clear" w:color="auto" w:fill="auto"/>
          </w:tcPr>
          <w:p w14:paraId="0111C48E" w14:textId="02ACF9DB" w:rsidR="00D06B41" w:rsidRPr="00F73937" w:rsidRDefault="002B1D33" w:rsidP="00456AD6">
            <w:pPr>
              <w:tabs>
                <w:tab w:val="decimal" w:pos="1090"/>
              </w:tabs>
              <w:spacing w:line="240" w:lineRule="auto"/>
              <w:ind w:right="-156"/>
              <w:rPr>
                <w:b/>
                <w:bCs/>
              </w:rPr>
            </w:pPr>
            <w:r w:rsidRPr="002B1D33">
              <w:rPr>
                <w:b/>
                <w:bCs/>
                <w:cs/>
              </w:rPr>
              <w:t>935</w:t>
            </w:r>
          </w:p>
        </w:tc>
        <w:tc>
          <w:tcPr>
            <w:tcW w:w="270" w:type="dxa"/>
            <w:shd w:val="clear" w:color="auto" w:fill="auto"/>
          </w:tcPr>
          <w:p w14:paraId="21AE1AAF" w14:textId="77777777" w:rsidR="00D06B41" w:rsidRPr="00F73937" w:rsidRDefault="00D06B41" w:rsidP="009E7BDE">
            <w:pPr>
              <w:pStyle w:val="BodyText"/>
              <w:tabs>
                <w:tab w:val="decimal" w:pos="700"/>
                <w:tab w:val="decimal" w:pos="1002"/>
              </w:tabs>
              <w:spacing w:after="0" w:line="240" w:lineRule="auto"/>
              <w:ind w:right="-150"/>
              <w:jc w:val="both"/>
              <w:rPr>
                <w:b/>
                <w:bCs/>
              </w:rPr>
            </w:pPr>
          </w:p>
        </w:tc>
        <w:tc>
          <w:tcPr>
            <w:tcW w:w="1260" w:type="dxa"/>
            <w:tcBorders>
              <w:bottom w:val="double" w:sz="4" w:space="0" w:color="auto"/>
            </w:tcBorders>
            <w:shd w:val="clear" w:color="auto" w:fill="auto"/>
          </w:tcPr>
          <w:p w14:paraId="2F426DAA" w14:textId="734423B6" w:rsidR="00D06B41" w:rsidRPr="00F73937" w:rsidRDefault="00C43BD2" w:rsidP="00C43BD2">
            <w:pPr>
              <w:pStyle w:val="BodyText"/>
              <w:tabs>
                <w:tab w:val="decimal" w:pos="970"/>
              </w:tabs>
              <w:spacing w:after="0"/>
              <w:ind w:left="-108" w:right="70"/>
              <w:rPr>
                <w:b/>
                <w:bCs/>
              </w:rPr>
            </w:pPr>
            <w:r w:rsidRPr="00F73937">
              <w:rPr>
                <w:b/>
                <w:bCs/>
              </w:rPr>
              <w:t>4,000</w:t>
            </w:r>
          </w:p>
        </w:tc>
        <w:tc>
          <w:tcPr>
            <w:tcW w:w="270" w:type="dxa"/>
            <w:shd w:val="clear" w:color="auto" w:fill="auto"/>
          </w:tcPr>
          <w:p w14:paraId="2275D9AE" w14:textId="77777777" w:rsidR="00D06B41" w:rsidRPr="00F73937" w:rsidRDefault="00D06B41" w:rsidP="00C43BD2">
            <w:pPr>
              <w:pStyle w:val="BodyText"/>
              <w:tabs>
                <w:tab w:val="decimal" w:pos="700"/>
                <w:tab w:val="decimal" w:pos="970"/>
                <w:tab w:val="decimal" w:pos="1002"/>
              </w:tabs>
              <w:spacing w:after="0" w:line="240" w:lineRule="auto"/>
              <w:ind w:right="70"/>
              <w:rPr>
                <w:b/>
                <w:bCs/>
              </w:rPr>
            </w:pPr>
          </w:p>
        </w:tc>
        <w:tc>
          <w:tcPr>
            <w:tcW w:w="1260" w:type="dxa"/>
            <w:tcBorders>
              <w:bottom w:val="double" w:sz="4" w:space="0" w:color="auto"/>
            </w:tcBorders>
            <w:shd w:val="clear" w:color="auto" w:fill="auto"/>
          </w:tcPr>
          <w:p w14:paraId="1E2CABE9" w14:textId="7E6B9D2E" w:rsidR="00D06B41" w:rsidRPr="002B1D33" w:rsidRDefault="002B1D33" w:rsidP="00AF75A7">
            <w:pPr>
              <w:pStyle w:val="BodyText"/>
              <w:tabs>
                <w:tab w:val="decimal" w:pos="730"/>
              </w:tabs>
              <w:spacing w:after="0"/>
              <w:ind w:left="-108" w:right="-203"/>
              <w:rPr>
                <w:rFonts w:cs="Angsana New"/>
                <w:szCs w:val="28"/>
                <w:lang w:val="en-US"/>
              </w:rPr>
            </w:pPr>
            <w:r w:rsidRPr="002B1D33">
              <w:rPr>
                <w:rFonts w:cs="Angsana New"/>
                <w:szCs w:val="28"/>
                <w:lang w:val="en-US"/>
              </w:rPr>
              <w:t>-</w:t>
            </w:r>
          </w:p>
        </w:tc>
        <w:tc>
          <w:tcPr>
            <w:tcW w:w="182" w:type="dxa"/>
            <w:shd w:val="clear" w:color="auto" w:fill="auto"/>
          </w:tcPr>
          <w:p w14:paraId="32CBD49D" w14:textId="77777777" w:rsidR="00D06B41" w:rsidRPr="00F73937" w:rsidRDefault="00D06B41" w:rsidP="00C43BD2">
            <w:pPr>
              <w:pStyle w:val="BodyText"/>
              <w:tabs>
                <w:tab w:val="decimal" w:pos="700"/>
                <w:tab w:val="decimal" w:pos="970"/>
                <w:tab w:val="decimal" w:pos="1002"/>
              </w:tabs>
              <w:spacing w:after="0" w:line="240" w:lineRule="auto"/>
              <w:ind w:right="70"/>
              <w:rPr>
                <w:b/>
                <w:bCs/>
              </w:rPr>
            </w:pPr>
          </w:p>
        </w:tc>
        <w:tc>
          <w:tcPr>
            <w:tcW w:w="1348" w:type="dxa"/>
            <w:gridSpan w:val="2"/>
            <w:tcBorders>
              <w:bottom w:val="double" w:sz="4" w:space="0" w:color="auto"/>
            </w:tcBorders>
            <w:shd w:val="clear" w:color="auto" w:fill="auto"/>
          </w:tcPr>
          <w:p w14:paraId="50A84764" w14:textId="77777777" w:rsidR="00D06B41" w:rsidRPr="00F73937" w:rsidRDefault="00D06B41" w:rsidP="00AF75A7">
            <w:pPr>
              <w:pStyle w:val="BodyText"/>
              <w:tabs>
                <w:tab w:val="decimal" w:pos="820"/>
              </w:tabs>
              <w:spacing w:after="0"/>
              <w:ind w:left="-108" w:right="70"/>
            </w:pPr>
            <w:r w:rsidRPr="00F73937">
              <w:t>-</w:t>
            </w:r>
          </w:p>
        </w:tc>
      </w:tr>
    </w:tbl>
    <w:p w14:paraId="6C2C49CA" w14:textId="77777777" w:rsidR="00CE19FD" w:rsidRPr="00CE19FD" w:rsidRDefault="00CE19FD" w:rsidP="00CE19FD">
      <w:pPr>
        <w:spacing w:line="240" w:lineRule="auto"/>
        <w:ind w:left="562"/>
        <w:jc w:val="both"/>
      </w:pPr>
    </w:p>
    <w:p w14:paraId="75EA68E0" w14:textId="034E4150" w:rsidR="00616A17" w:rsidRPr="00CE19FD" w:rsidRDefault="00E644F7" w:rsidP="00C456E2">
      <w:pPr>
        <w:pStyle w:val="BodyText"/>
        <w:ind w:firstLine="562"/>
        <w:rPr>
          <w:lang w:val="en-GB" w:eastAsia="x-none"/>
        </w:rPr>
      </w:pPr>
      <w:r w:rsidRPr="00CE19FD">
        <w:rPr>
          <w:b/>
          <w:bCs/>
          <w:i/>
          <w:iCs/>
        </w:rPr>
        <w:t>Significant agreements with related parties</w:t>
      </w:r>
    </w:p>
    <w:p w14:paraId="4DA92146" w14:textId="621CA263" w:rsidR="0035260B" w:rsidRPr="00166C80" w:rsidRDefault="00166C80" w:rsidP="00F53C9F">
      <w:pPr>
        <w:pStyle w:val="BodyText"/>
        <w:ind w:firstLine="562"/>
        <w:rPr>
          <w:rFonts w:cs="Angsana New"/>
          <w:i/>
          <w:iCs/>
          <w:szCs w:val="28"/>
          <w:lang w:val="en-US" w:eastAsia="x-none"/>
        </w:rPr>
      </w:pPr>
      <w:r>
        <w:rPr>
          <w:rFonts w:cs="Angsana New"/>
          <w:i/>
          <w:iCs/>
          <w:szCs w:val="28"/>
          <w:lang w:val="en-US" w:eastAsia="x-none"/>
        </w:rPr>
        <w:t>Loan agreements</w:t>
      </w:r>
    </w:p>
    <w:p w14:paraId="6D4C0E34" w14:textId="3F2578DE" w:rsidR="00166C80" w:rsidRDefault="00166C80" w:rsidP="00A75FCC">
      <w:pPr>
        <w:pStyle w:val="block"/>
        <w:spacing w:after="0" w:line="240" w:lineRule="auto"/>
        <w:ind w:hanging="5"/>
        <w:jc w:val="both"/>
      </w:pPr>
      <w:r w:rsidRPr="00A75FCC">
        <w:t xml:space="preserve">The Company entered into short-term loan agreements, which were promissory notes, to </w:t>
      </w:r>
      <w:r w:rsidR="00A75FCC">
        <w:t xml:space="preserve">two </w:t>
      </w:r>
      <w:r w:rsidRPr="00A75FCC">
        <w:t>subsidiaries and joint venture, bearing interest rate at 3.57% per annum. The loans are repayable within June 2022.</w:t>
      </w:r>
    </w:p>
    <w:p w14:paraId="15C6774A" w14:textId="77777777" w:rsidR="00A75FCC" w:rsidRPr="00A75FCC" w:rsidRDefault="00A75FCC" w:rsidP="00A75FCC">
      <w:pPr>
        <w:pStyle w:val="block"/>
        <w:spacing w:after="0" w:line="240" w:lineRule="auto"/>
        <w:ind w:hanging="5"/>
        <w:jc w:val="both"/>
      </w:pPr>
    </w:p>
    <w:p w14:paraId="1EA0B996" w14:textId="21860E31" w:rsidR="00166C80" w:rsidRDefault="00166C80" w:rsidP="00A75FCC">
      <w:pPr>
        <w:pStyle w:val="block"/>
        <w:spacing w:after="0" w:line="240" w:lineRule="auto"/>
        <w:ind w:hanging="5"/>
        <w:jc w:val="both"/>
      </w:pPr>
      <w:r w:rsidRPr="00A75FCC">
        <w:lastRenderedPageBreak/>
        <w:t>The Company entered into</w:t>
      </w:r>
      <w:r w:rsidR="00EB6887">
        <w:t xml:space="preserve"> a</w:t>
      </w:r>
      <w:r w:rsidRPr="00A75FCC">
        <w:t xml:space="preserve"> long-term loan agreement</w:t>
      </w:r>
      <w:r w:rsidR="00EB6887">
        <w:t xml:space="preserve"> </w:t>
      </w:r>
      <w:r w:rsidRPr="00A75FCC">
        <w:t>to a subsidiary, bearing interest rate at MLR minus 1.75% per annum. The loans are repayable within February 2024.</w:t>
      </w:r>
    </w:p>
    <w:p w14:paraId="197FE946" w14:textId="77777777" w:rsidR="00A75FCC" w:rsidRPr="00A75FCC" w:rsidRDefault="00A75FCC" w:rsidP="00A75FCC">
      <w:pPr>
        <w:pStyle w:val="block"/>
        <w:spacing w:after="0" w:line="240" w:lineRule="auto"/>
        <w:ind w:hanging="5"/>
        <w:jc w:val="both"/>
      </w:pPr>
    </w:p>
    <w:p w14:paraId="1B687908" w14:textId="04FB468E" w:rsidR="00401EF9" w:rsidRPr="00A75FCC" w:rsidRDefault="00166C80" w:rsidP="00A75FCC">
      <w:pPr>
        <w:pStyle w:val="block"/>
        <w:spacing w:after="0" w:line="240" w:lineRule="auto"/>
        <w:ind w:hanging="5"/>
        <w:jc w:val="both"/>
        <w:rPr>
          <w:i/>
          <w:iCs/>
        </w:rPr>
      </w:pPr>
      <w:r w:rsidRPr="00A75FCC">
        <w:rPr>
          <w:i/>
          <w:iCs/>
        </w:rPr>
        <w:t>Borrowing</w:t>
      </w:r>
      <w:r w:rsidR="00A75FCC" w:rsidRPr="00A75FCC">
        <w:rPr>
          <w:i/>
          <w:iCs/>
        </w:rPr>
        <w:t>s</w:t>
      </w:r>
      <w:r w:rsidRPr="00A75FCC">
        <w:rPr>
          <w:i/>
          <w:iCs/>
        </w:rPr>
        <w:t xml:space="preserve"> agreements</w:t>
      </w:r>
    </w:p>
    <w:p w14:paraId="36CE761A" w14:textId="77777777" w:rsidR="00A75FCC" w:rsidRPr="00A75FCC" w:rsidRDefault="00A75FCC" w:rsidP="00A75FCC">
      <w:pPr>
        <w:pStyle w:val="block"/>
        <w:spacing w:after="0" w:line="240" w:lineRule="auto"/>
        <w:ind w:hanging="5"/>
        <w:jc w:val="both"/>
      </w:pPr>
    </w:p>
    <w:p w14:paraId="53D49642" w14:textId="41B88147" w:rsidR="00CE19FD" w:rsidRDefault="00166C80" w:rsidP="00A75FCC">
      <w:pPr>
        <w:pStyle w:val="block"/>
        <w:spacing w:after="0" w:line="240" w:lineRule="auto"/>
        <w:ind w:hanging="5"/>
        <w:jc w:val="both"/>
      </w:pPr>
      <w:r w:rsidRPr="00EB6887">
        <w:t>The Company entered into promissory notes with</w:t>
      </w:r>
      <w:r w:rsidR="00A75FCC" w:rsidRPr="00EB6887">
        <w:t xml:space="preserve"> </w:t>
      </w:r>
      <w:r w:rsidRPr="00EB6887">
        <w:t xml:space="preserve">six subsidiaries, bearing interest rate at 3.57% </w:t>
      </w:r>
      <w:r w:rsidR="00EB6887">
        <w:t xml:space="preserve">            </w:t>
      </w:r>
      <w:r w:rsidRPr="00EB6887">
        <w:t>per annum</w:t>
      </w:r>
      <w:r w:rsidRPr="00A75FCC">
        <w:t xml:space="preserve"> and are repayable within June 2022.</w:t>
      </w:r>
    </w:p>
    <w:p w14:paraId="1074734D" w14:textId="77777777" w:rsidR="00A75FCC" w:rsidRPr="00CE19FD" w:rsidRDefault="00A75FCC" w:rsidP="00A75FCC">
      <w:pPr>
        <w:pStyle w:val="block"/>
        <w:spacing w:after="0" w:line="240" w:lineRule="auto"/>
        <w:ind w:hanging="5"/>
        <w:jc w:val="both"/>
      </w:pPr>
    </w:p>
    <w:p w14:paraId="7A872DA7" w14:textId="02651EE7" w:rsidR="00E54A28" w:rsidRPr="004454AC" w:rsidRDefault="00E54A28"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Trade accounts receivable</w:t>
      </w:r>
    </w:p>
    <w:p w14:paraId="4EE96930" w14:textId="77777777" w:rsidR="009E7BDE" w:rsidRPr="00F73937" w:rsidRDefault="009E7BDE" w:rsidP="009E7BDE">
      <w:pPr>
        <w:spacing w:line="240" w:lineRule="auto"/>
        <w:ind w:left="562"/>
        <w:jc w:val="both"/>
      </w:pPr>
    </w:p>
    <w:tbl>
      <w:tblPr>
        <w:tblW w:w="9269" w:type="dxa"/>
        <w:tblInd w:w="450" w:type="dxa"/>
        <w:tblLayout w:type="fixed"/>
        <w:tblCellMar>
          <w:left w:w="79" w:type="dxa"/>
          <w:right w:w="79" w:type="dxa"/>
        </w:tblCellMar>
        <w:tblLook w:val="04A0" w:firstRow="1" w:lastRow="0" w:firstColumn="1" w:lastColumn="0" w:noHBand="0" w:noVBand="1"/>
      </w:tblPr>
      <w:tblGrid>
        <w:gridCol w:w="2160"/>
        <w:gridCol w:w="990"/>
        <w:gridCol w:w="450"/>
        <w:gridCol w:w="1256"/>
        <w:gridCol w:w="184"/>
        <w:gridCol w:w="1346"/>
        <w:gridCol w:w="180"/>
        <w:gridCol w:w="1170"/>
        <w:gridCol w:w="180"/>
        <w:gridCol w:w="1347"/>
        <w:gridCol w:w="6"/>
      </w:tblGrid>
      <w:tr w:rsidR="003F768A" w:rsidRPr="00F73937" w14:paraId="5F957A5C" w14:textId="77777777" w:rsidTr="00416399">
        <w:trPr>
          <w:cantSplit/>
          <w:tblHeader/>
        </w:trPr>
        <w:tc>
          <w:tcPr>
            <w:tcW w:w="2160" w:type="dxa"/>
            <w:vAlign w:val="bottom"/>
            <w:hideMark/>
          </w:tcPr>
          <w:p w14:paraId="16AC6DB1"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6FF8EB80" w14:textId="77777777" w:rsidR="003F768A" w:rsidRPr="00F73937" w:rsidRDefault="003F768A" w:rsidP="009E7BDE">
            <w:pPr>
              <w:pStyle w:val="acctmergecolhdg"/>
              <w:spacing w:line="240" w:lineRule="auto"/>
              <w:ind w:left="-83" w:firstLine="4"/>
              <w:rPr>
                <w:b w:val="0"/>
                <w:bCs/>
                <w:cs/>
              </w:rPr>
            </w:pPr>
          </w:p>
        </w:tc>
        <w:tc>
          <w:tcPr>
            <w:tcW w:w="450" w:type="dxa"/>
          </w:tcPr>
          <w:p w14:paraId="3B6F834A" w14:textId="77777777" w:rsidR="003F768A" w:rsidRPr="00F73937" w:rsidRDefault="003F768A" w:rsidP="009E7BDE">
            <w:pPr>
              <w:pStyle w:val="acctmergecolhdg"/>
              <w:spacing w:line="240" w:lineRule="auto"/>
              <w:ind w:left="-83" w:firstLine="4"/>
              <w:rPr>
                <w:b w:val="0"/>
                <w:bCs/>
                <w:cs/>
              </w:rPr>
            </w:pPr>
          </w:p>
        </w:tc>
        <w:tc>
          <w:tcPr>
            <w:tcW w:w="2786" w:type="dxa"/>
            <w:gridSpan w:val="3"/>
          </w:tcPr>
          <w:p w14:paraId="400C760A" w14:textId="77777777" w:rsidR="003F768A" w:rsidRPr="00F73937" w:rsidRDefault="003F768A" w:rsidP="009E7BDE">
            <w:pPr>
              <w:pStyle w:val="acctmergecolhdg"/>
              <w:spacing w:line="240" w:lineRule="auto"/>
              <w:ind w:left="-83" w:firstLine="4"/>
              <w:rPr>
                <w:b w:val="0"/>
                <w:bCs/>
              </w:rPr>
            </w:pPr>
            <w:r w:rsidRPr="00F73937">
              <w:rPr>
                <w:bCs/>
                <w:lang w:val="en-GB"/>
              </w:rPr>
              <w:t>Consolidated</w:t>
            </w:r>
          </w:p>
        </w:tc>
        <w:tc>
          <w:tcPr>
            <w:tcW w:w="180" w:type="dxa"/>
          </w:tcPr>
          <w:p w14:paraId="39193467" w14:textId="77777777" w:rsidR="003F768A" w:rsidRPr="00F73937" w:rsidRDefault="003F768A" w:rsidP="009E7BDE">
            <w:pPr>
              <w:pStyle w:val="acctmergecolhdg"/>
              <w:spacing w:line="240" w:lineRule="auto"/>
              <w:ind w:left="-83" w:right="-79" w:firstLine="4"/>
              <w:rPr>
                <w:b w:val="0"/>
                <w:bCs/>
              </w:rPr>
            </w:pPr>
          </w:p>
        </w:tc>
        <w:tc>
          <w:tcPr>
            <w:tcW w:w="2703" w:type="dxa"/>
            <w:gridSpan w:val="4"/>
          </w:tcPr>
          <w:p w14:paraId="16FC13EF" w14:textId="77777777" w:rsidR="003F768A" w:rsidRPr="00F73937" w:rsidRDefault="003F768A" w:rsidP="009E7BDE">
            <w:pPr>
              <w:pStyle w:val="acctmergecolhdg"/>
              <w:spacing w:line="240" w:lineRule="auto"/>
              <w:ind w:left="-83" w:right="-79" w:firstLine="4"/>
              <w:rPr>
                <w:b w:val="0"/>
                <w:bCs/>
              </w:rPr>
            </w:pPr>
            <w:r w:rsidRPr="00F73937">
              <w:rPr>
                <w:bCs/>
                <w:lang w:val="en-GB"/>
              </w:rPr>
              <w:t>Separate</w:t>
            </w:r>
          </w:p>
        </w:tc>
      </w:tr>
      <w:tr w:rsidR="003F768A" w:rsidRPr="00F73937" w14:paraId="381D8344" w14:textId="77777777" w:rsidTr="00416399">
        <w:trPr>
          <w:cantSplit/>
          <w:tblHeader/>
        </w:trPr>
        <w:tc>
          <w:tcPr>
            <w:tcW w:w="2160" w:type="dxa"/>
            <w:vAlign w:val="bottom"/>
          </w:tcPr>
          <w:p w14:paraId="048400A7" w14:textId="77777777" w:rsidR="003F768A" w:rsidRPr="00F73937" w:rsidRDefault="003F768A" w:rsidP="009E7BDE">
            <w:pPr>
              <w:pStyle w:val="acctfourfigures"/>
              <w:tabs>
                <w:tab w:val="left" w:pos="720"/>
              </w:tabs>
              <w:spacing w:line="240" w:lineRule="auto"/>
              <w:rPr>
                <w:b/>
                <w:bCs/>
                <w:i/>
                <w:iCs/>
                <w:cs/>
              </w:rPr>
            </w:pPr>
          </w:p>
        </w:tc>
        <w:tc>
          <w:tcPr>
            <w:tcW w:w="990" w:type="dxa"/>
          </w:tcPr>
          <w:p w14:paraId="5719C95A" w14:textId="77777777" w:rsidR="003F768A" w:rsidRPr="00F73937" w:rsidRDefault="003F768A" w:rsidP="009E7BDE">
            <w:pPr>
              <w:pStyle w:val="acctmergecolhdg"/>
              <w:spacing w:line="240" w:lineRule="auto"/>
              <w:ind w:left="-83" w:right="-79" w:firstLine="4"/>
              <w:rPr>
                <w:b w:val="0"/>
                <w:i/>
                <w:iCs/>
                <w:cs/>
              </w:rPr>
            </w:pPr>
          </w:p>
        </w:tc>
        <w:tc>
          <w:tcPr>
            <w:tcW w:w="450" w:type="dxa"/>
          </w:tcPr>
          <w:p w14:paraId="134E74DD" w14:textId="77777777" w:rsidR="003F768A" w:rsidRPr="00F73937" w:rsidRDefault="003F768A" w:rsidP="009E7BDE">
            <w:pPr>
              <w:pStyle w:val="acctmergecolhdg"/>
              <w:spacing w:line="240" w:lineRule="auto"/>
              <w:ind w:left="-83" w:right="-79" w:firstLine="4"/>
              <w:rPr>
                <w:b w:val="0"/>
              </w:rPr>
            </w:pPr>
          </w:p>
        </w:tc>
        <w:tc>
          <w:tcPr>
            <w:tcW w:w="2786" w:type="dxa"/>
            <w:gridSpan w:val="3"/>
          </w:tcPr>
          <w:p w14:paraId="43E5FCBB" w14:textId="77777777" w:rsidR="003F768A" w:rsidRPr="00F73937" w:rsidRDefault="003F768A" w:rsidP="009E7BDE">
            <w:pPr>
              <w:pStyle w:val="acctmergecolhdg"/>
              <w:spacing w:line="240" w:lineRule="auto"/>
              <w:ind w:right="-77"/>
              <w:rPr>
                <w:b w:val="0"/>
              </w:rPr>
            </w:pPr>
            <w:r w:rsidRPr="00F73937">
              <w:rPr>
                <w:bCs/>
                <w:lang w:val="en-GB"/>
              </w:rPr>
              <w:t>financial statements</w:t>
            </w:r>
          </w:p>
        </w:tc>
        <w:tc>
          <w:tcPr>
            <w:tcW w:w="180" w:type="dxa"/>
          </w:tcPr>
          <w:p w14:paraId="691D5F7B" w14:textId="77777777" w:rsidR="003F768A" w:rsidRPr="00F73937" w:rsidRDefault="003F768A" w:rsidP="009E7BDE">
            <w:pPr>
              <w:pStyle w:val="acctmergecolhdg"/>
              <w:spacing w:line="240" w:lineRule="auto"/>
              <w:ind w:left="-83" w:right="-79" w:firstLine="4"/>
              <w:rPr>
                <w:b w:val="0"/>
              </w:rPr>
            </w:pPr>
          </w:p>
        </w:tc>
        <w:tc>
          <w:tcPr>
            <w:tcW w:w="2703" w:type="dxa"/>
            <w:gridSpan w:val="4"/>
          </w:tcPr>
          <w:p w14:paraId="26E4F1D0" w14:textId="77777777" w:rsidR="003F768A" w:rsidRPr="00F73937" w:rsidRDefault="003F768A" w:rsidP="009E7BDE">
            <w:pPr>
              <w:pStyle w:val="acctmergecolhdg"/>
              <w:spacing w:line="240" w:lineRule="auto"/>
              <w:rPr>
                <w:b w:val="0"/>
              </w:rPr>
            </w:pPr>
            <w:r w:rsidRPr="00F73937">
              <w:rPr>
                <w:bCs/>
                <w:lang w:val="en-GB"/>
              </w:rPr>
              <w:t>financial statements</w:t>
            </w:r>
          </w:p>
        </w:tc>
      </w:tr>
      <w:tr w:rsidR="00655934" w:rsidRPr="00F73937" w14:paraId="162D6D71" w14:textId="77777777" w:rsidTr="00416399">
        <w:trPr>
          <w:cantSplit/>
          <w:tblHeader/>
        </w:trPr>
        <w:tc>
          <w:tcPr>
            <w:tcW w:w="2160" w:type="dxa"/>
            <w:vAlign w:val="bottom"/>
          </w:tcPr>
          <w:p w14:paraId="5F41A536" w14:textId="69D72297" w:rsidR="00655934" w:rsidRPr="00F73937" w:rsidRDefault="00655934" w:rsidP="00655934">
            <w:pPr>
              <w:pStyle w:val="acctfourfigures"/>
              <w:tabs>
                <w:tab w:val="left" w:pos="720"/>
              </w:tabs>
              <w:spacing w:line="240" w:lineRule="auto"/>
              <w:rPr>
                <w:b/>
                <w:bCs/>
                <w:i/>
                <w:iCs/>
                <w:color w:val="0000FF"/>
                <w:cs/>
              </w:rPr>
            </w:pPr>
          </w:p>
        </w:tc>
        <w:tc>
          <w:tcPr>
            <w:tcW w:w="990" w:type="dxa"/>
          </w:tcPr>
          <w:p w14:paraId="746BFCD4" w14:textId="7914668C" w:rsidR="00655934" w:rsidRPr="00F73937" w:rsidRDefault="00655934" w:rsidP="00655934">
            <w:pPr>
              <w:pStyle w:val="acctmergecolhdg"/>
              <w:spacing w:line="240" w:lineRule="auto"/>
              <w:ind w:left="-83" w:right="-79" w:firstLine="4"/>
              <w:rPr>
                <w:b w:val="0"/>
                <w:i/>
                <w:iCs/>
                <w:cs/>
              </w:rPr>
            </w:pPr>
          </w:p>
        </w:tc>
        <w:tc>
          <w:tcPr>
            <w:tcW w:w="450" w:type="dxa"/>
          </w:tcPr>
          <w:p w14:paraId="6DCF46A7" w14:textId="77777777" w:rsidR="00655934" w:rsidRPr="00F73937" w:rsidRDefault="00655934" w:rsidP="00655934">
            <w:pPr>
              <w:pStyle w:val="acctmergecolhdg"/>
              <w:spacing w:line="240" w:lineRule="auto"/>
              <w:ind w:left="-83" w:right="-79" w:firstLine="4"/>
              <w:rPr>
                <w:b w:val="0"/>
              </w:rPr>
            </w:pPr>
          </w:p>
        </w:tc>
        <w:tc>
          <w:tcPr>
            <w:tcW w:w="1256" w:type="dxa"/>
            <w:vAlign w:val="bottom"/>
          </w:tcPr>
          <w:p w14:paraId="43D65567" w14:textId="4D946A68" w:rsidR="00655934" w:rsidRPr="00F73937" w:rsidRDefault="00655934" w:rsidP="00655934">
            <w:pPr>
              <w:pStyle w:val="acctmergecolhdg"/>
              <w:spacing w:line="240" w:lineRule="auto"/>
              <w:ind w:left="-83" w:right="-79" w:firstLine="4"/>
              <w:rPr>
                <w:b w:val="0"/>
                <w:cs/>
              </w:rPr>
            </w:pPr>
            <w:r w:rsidRPr="00F73937">
              <w:rPr>
                <w:b w:val="0"/>
              </w:rPr>
              <w:t>31 March 2022</w:t>
            </w:r>
          </w:p>
        </w:tc>
        <w:tc>
          <w:tcPr>
            <w:tcW w:w="184" w:type="dxa"/>
            <w:vAlign w:val="bottom"/>
          </w:tcPr>
          <w:p w14:paraId="10971714" w14:textId="77777777" w:rsidR="00655934" w:rsidRPr="00F73937" w:rsidRDefault="00655934" w:rsidP="00655934">
            <w:pPr>
              <w:pStyle w:val="acctmergecolhdg"/>
              <w:spacing w:line="240" w:lineRule="auto"/>
              <w:ind w:left="-83" w:firstLine="4"/>
              <w:rPr>
                <w:b w:val="0"/>
              </w:rPr>
            </w:pPr>
          </w:p>
        </w:tc>
        <w:tc>
          <w:tcPr>
            <w:tcW w:w="1346" w:type="dxa"/>
            <w:vAlign w:val="bottom"/>
          </w:tcPr>
          <w:p w14:paraId="0F5D18C2" w14:textId="403A813C" w:rsidR="00655934" w:rsidRPr="00F73937" w:rsidRDefault="00655934" w:rsidP="00655934">
            <w:pPr>
              <w:pStyle w:val="acctmergecolhdg"/>
              <w:spacing w:line="240" w:lineRule="auto"/>
              <w:ind w:right="-77"/>
              <w:rPr>
                <w:b w:val="0"/>
                <w:cs/>
              </w:rPr>
            </w:pPr>
            <w:r w:rsidRPr="00F73937">
              <w:rPr>
                <w:b w:val="0"/>
              </w:rPr>
              <w:t>31 December 2021</w:t>
            </w:r>
          </w:p>
        </w:tc>
        <w:tc>
          <w:tcPr>
            <w:tcW w:w="180" w:type="dxa"/>
            <w:vAlign w:val="bottom"/>
          </w:tcPr>
          <w:p w14:paraId="018B90B0" w14:textId="77777777" w:rsidR="00655934" w:rsidRPr="00F73937" w:rsidRDefault="00655934" w:rsidP="00655934">
            <w:pPr>
              <w:pStyle w:val="acctmergecolhdg"/>
              <w:spacing w:line="240" w:lineRule="auto"/>
              <w:ind w:left="-83" w:right="-79" w:firstLine="4"/>
              <w:rPr>
                <w:b w:val="0"/>
              </w:rPr>
            </w:pPr>
          </w:p>
        </w:tc>
        <w:tc>
          <w:tcPr>
            <w:tcW w:w="1170" w:type="dxa"/>
          </w:tcPr>
          <w:p w14:paraId="623A6AFB" w14:textId="0C72D6AD" w:rsidR="00655934" w:rsidRPr="00F73937" w:rsidRDefault="00655934" w:rsidP="00655934">
            <w:pPr>
              <w:spacing w:line="240" w:lineRule="auto"/>
              <w:ind w:left="-53" w:right="-55"/>
              <w:jc w:val="center"/>
              <w:rPr>
                <w:cs/>
              </w:rPr>
            </w:pPr>
            <w:r w:rsidRPr="00F73937">
              <w:t>31 March 2022</w:t>
            </w:r>
          </w:p>
        </w:tc>
        <w:tc>
          <w:tcPr>
            <w:tcW w:w="180" w:type="dxa"/>
          </w:tcPr>
          <w:p w14:paraId="7626FE1E" w14:textId="77777777" w:rsidR="00655934" w:rsidRPr="00F73937" w:rsidRDefault="00655934" w:rsidP="00655934">
            <w:pPr>
              <w:pStyle w:val="acctmergecolhdg"/>
              <w:spacing w:line="240" w:lineRule="auto"/>
              <w:rPr>
                <w:b w:val="0"/>
              </w:rPr>
            </w:pPr>
          </w:p>
        </w:tc>
        <w:tc>
          <w:tcPr>
            <w:tcW w:w="1353" w:type="dxa"/>
            <w:gridSpan w:val="2"/>
          </w:tcPr>
          <w:p w14:paraId="50EFAF85" w14:textId="6E792BC2" w:rsidR="00655934" w:rsidRPr="00F73937" w:rsidRDefault="00655934" w:rsidP="00655934">
            <w:pPr>
              <w:pStyle w:val="acctmergecolhdg"/>
              <w:spacing w:line="240" w:lineRule="auto"/>
              <w:rPr>
                <w:b w:val="0"/>
                <w:cs/>
              </w:rPr>
            </w:pPr>
            <w:r w:rsidRPr="00F73937">
              <w:rPr>
                <w:b w:val="0"/>
              </w:rPr>
              <w:t>31 December 2021</w:t>
            </w:r>
          </w:p>
        </w:tc>
      </w:tr>
      <w:tr w:rsidR="003F768A" w:rsidRPr="00F73937" w14:paraId="52F27E35" w14:textId="77777777" w:rsidTr="00416399">
        <w:trPr>
          <w:gridAfter w:val="1"/>
          <w:wAfter w:w="6" w:type="dxa"/>
          <w:cantSplit/>
          <w:tblHeader/>
        </w:trPr>
        <w:tc>
          <w:tcPr>
            <w:tcW w:w="2160" w:type="dxa"/>
            <w:vAlign w:val="bottom"/>
            <w:hideMark/>
          </w:tcPr>
          <w:p w14:paraId="67CC3FA5" w14:textId="77777777" w:rsidR="003F768A" w:rsidRPr="00F73937" w:rsidRDefault="003F768A" w:rsidP="009E7BDE">
            <w:pPr>
              <w:pStyle w:val="acctfourfigures"/>
              <w:tabs>
                <w:tab w:val="left" w:pos="720"/>
              </w:tabs>
              <w:spacing w:line="240" w:lineRule="auto"/>
              <w:ind w:left="188" w:hanging="174"/>
              <w:rPr>
                <w:b/>
                <w:bCs/>
                <w:i/>
                <w:iCs/>
              </w:rPr>
            </w:pPr>
          </w:p>
        </w:tc>
        <w:tc>
          <w:tcPr>
            <w:tcW w:w="990" w:type="dxa"/>
          </w:tcPr>
          <w:p w14:paraId="21B2949B" w14:textId="77777777" w:rsidR="003F768A" w:rsidRPr="00F73937" w:rsidRDefault="003F768A" w:rsidP="009E7BDE">
            <w:pPr>
              <w:pStyle w:val="acctmergecolhdg"/>
              <w:spacing w:line="240" w:lineRule="auto"/>
              <w:ind w:left="-83" w:right="-79" w:firstLine="4"/>
              <w:rPr>
                <w:i/>
                <w:iCs/>
                <w:cs/>
              </w:rPr>
            </w:pPr>
          </w:p>
        </w:tc>
        <w:tc>
          <w:tcPr>
            <w:tcW w:w="450" w:type="dxa"/>
          </w:tcPr>
          <w:p w14:paraId="5AFBB4DB" w14:textId="77777777" w:rsidR="003F768A" w:rsidRPr="00F73937" w:rsidRDefault="003F768A" w:rsidP="009E7BDE">
            <w:pPr>
              <w:pStyle w:val="acctmergecolhdg"/>
              <w:spacing w:line="240" w:lineRule="auto"/>
              <w:ind w:left="-83" w:right="-79" w:firstLine="4"/>
              <w:rPr>
                <w:i/>
                <w:iCs/>
                <w:cs/>
              </w:rPr>
            </w:pPr>
          </w:p>
        </w:tc>
        <w:tc>
          <w:tcPr>
            <w:tcW w:w="5663" w:type="dxa"/>
            <w:gridSpan w:val="7"/>
            <w:vAlign w:val="bottom"/>
            <w:hideMark/>
          </w:tcPr>
          <w:p w14:paraId="05561865" w14:textId="77777777" w:rsidR="003F768A" w:rsidRPr="00F73937" w:rsidRDefault="003F768A" w:rsidP="009E7BDE">
            <w:pPr>
              <w:pStyle w:val="acctmergecolhdg"/>
              <w:spacing w:line="240" w:lineRule="auto"/>
              <w:ind w:left="-83" w:right="-79" w:firstLine="4"/>
              <w:rPr>
                <w:b w:val="0"/>
                <w:bCs/>
              </w:rPr>
            </w:pPr>
            <w:r w:rsidRPr="00F73937">
              <w:rPr>
                <w:b w:val="0"/>
                <w:bCs/>
                <w:i/>
                <w:iCs/>
                <w:cs/>
              </w:rPr>
              <w:t>(</w:t>
            </w:r>
            <w:r w:rsidRPr="00F73937">
              <w:rPr>
                <w:b w:val="0"/>
                <w:bCs/>
                <w:i/>
                <w:iCs/>
              </w:rPr>
              <w:t>in thousand Baht</w:t>
            </w:r>
            <w:r w:rsidRPr="00F73937">
              <w:rPr>
                <w:b w:val="0"/>
                <w:bCs/>
                <w:i/>
                <w:iCs/>
                <w:cs/>
              </w:rPr>
              <w:t>)</w:t>
            </w:r>
          </w:p>
        </w:tc>
      </w:tr>
      <w:tr w:rsidR="008C00E2" w:rsidRPr="00F73937" w14:paraId="2C2F2669" w14:textId="77777777" w:rsidTr="00416399">
        <w:trPr>
          <w:cantSplit/>
        </w:trPr>
        <w:tc>
          <w:tcPr>
            <w:tcW w:w="3600" w:type="dxa"/>
            <w:gridSpan w:val="3"/>
            <w:hideMark/>
          </w:tcPr>
          <w:p w14:paraId="3BE094D7" w14:textId="77777777" w:rsidR="008C00E2" w:rsidRPr="00F73937" w:rsidRDefault="008C00E2" w:rsidP="008C00E2">
            <w:pPr>
              <w:spacing w:line="240" w:lineRule="auto"/>
            </w:pPr>
            <w:r w:rsidRPr="00F73937">
              <w:t>Within credit terms</w:t>
            </w:r>
          </w:p>
        </w:tc>
        <w:tc>
          <w:tcPr>
            <w:tcW w:w="1256" w:type="dxa"/>
          </w:tcPr>
          <w:p w14:paraId="31BAD0ED" w14:textId="1AB1776B" w:rsidR="008C00E2" w:rsidRPr="00F73937" w:rsidRDefault="008C00E2" w:rsidP="008C00E2">
            <w:pPr>
              <w:pStyle w:val="acctfourfigures"/>
              <w:tabs>
                <w:tab w:val="clear" w:pos="765"/>
                <w:tab w:val="decimal" w:pos="1000"/>
              </w:tabs>
              <w:spacing w:line="240" w:lineRule="auto"/>
              <w:ind w:right="-95"/>
            </w:pPr>
            <w:r w:rsidRPr="00FF456A">
              <w:t>171,058</w:t>
            </w:r>
          </w:p>
        </w:tc>
        <w:tc>
          <w:tcPr>
            <w:tcW w:w="184" w:type="dxa"/>
          </w:tcPr>
          <w:p w14:paraId="66EDDF40" w14:textId="77777777" w:rsidR="008C00E2" w:rsidRPr="00F73937" w:rsidRDefault="008C00E2" w:rsidP="008C00E2">
            <w:pPr>
              <w:pStyle w:val="acctfourfigures"/>
              <w:tabs>
                <w:tab w:val="decimal" w:pos="731"/>
              </w:tabs>
              <w:spacing w:line="240" w:lineRule="auto"/>
              <w:ind w:left="-83" w:right="11" w:firstLine="4"/>
            </w:pPr>
          </w:p>
        </w:tc>
        <w:tc>
          <w:tcPr>
            <w:tcW w:w="1346" w:type="dxa"/>
          </w:tcPr>
          <w:p w14:paraId="4E9A7B35" w14:textId="176DBDED" w:rsidR="008C00E2" w:rsidRPr="00F73937" w:rsidRDefault="008C00E2" w:rsidP="008C00E2">
            <w:pPr>
              <w:pStyle w:val="acctfourfigures"/>
              <w:tabs>
                <w:tab w:val="clear" w:pos="765"/>
                <w:tab w:val="decimal" w:pos="1000"/>
              </w:tabs>
              <w:spacing w:line="240" w:lineRule="auto"/>
              <w:ind w:right="-95"/>
            </w:pPr>
            <w:r w:rsidRPr="00F73937">
              <w:t>101,292</w:t>
            </w:r>
          </w:p>
        </w:tc>
        <w:tc>
          <w:tcPr>
            <w:tcW w:w="180" w:type="dxa"/>
          </w:tcPr>
          <w:p w14:paraId="17757BBF" w14:textId="77777777" w:rsidR="008C00E2" w:rsidRPr="00F73937" w:rsidRDefault="008C00E2" w:rsidP="008C00E2">
            <w:pPr>
              <w:pStyle w:val="acctfourfigures"/>
              <w:tabs>
                <w:tab w:val="decimal" w:pos="731"/>
              </w:tabs>
              <w:spacing w:line="240" w:lineRule="auto"/>
              <w:ind w:left="-79" w:right="-72"/>
            </w:pPr>
          </w:p>
        </w:tc>
        <w:tc>
          <w:tcPr>
            <w:tcW w:w="1170" w:type="dxa"/>
          </w:tcPr>
          <w:p w14:paraId="1118F98C" w14:textId="300DD261" w:rsidR="008C00E2" w:rsidRPr="00F73937" w:rsidRDefault="008C00E2" w:rsidP="00416399">
            <w:pPr>
              <w:pStyle w:val="acctfourfigures"/>
              <w:tabs>
                <w:tab w:val="clear" w:pos="765"/>
                <w:tab w:val="decimal" w:pos="910"/>
              </w:tabs>
              <w:spacing w:line="240" w:lineRule="auto"/>
              <w:ind w:right="-95"/>
            </w:pPr>
            <w:r w:rsidRPr="004564A0">
              <w:t>19,934</w:t>
            </w:r>
          </w:p>
        </w:tc>
        <w:tc>
          <w:tcPr>
            <w:tcW w:w="180" w:type="dxa"/>
          </w:tcPr>
          <w:p w14:paraId="062A3B51" w14:textId="77777777" w:rsidR="008C00E2" w:rsidRPr="00F73937" w:rsidRDefault="008C00E2" w:rsidP="008C00E2">
            <w:pPr>
              <w:pStyle w:val="acctfourfigures"/>
              <w:spacing w:line="240" w:lineRule="auto"/>
            </w:pPr>
          </w:p>
        </w:tc>
        <w:tc>
          <w:tcPr>
            <w:tcW w:w="1353" w:type="dxa"/>
            <w:gridSpan w:val="2"/>
          </w:tcPr>
          <w:p w14:paraId="1D324288" w14:textId="3DC4467F" w:rsidR="008C00E2" w:rsidRPr="00F73937" w:rsidRDefault="008C00E2" w:rsidP="008C00E2">
            <w:pPr>
              <w:pStyle w:val="acctfourfigures"/>
              <w:tabs>
                <w:tab w:val="clear" w:pos="765"/>
                <w:tab w:val="decimal" w:pos="1090"/>
              </w:tabs>
              <w:spacing w:line="240" w:lineRule="auto"/>
              <w:ind w:right="-95"/>
            </w:pPr>
            <w:r w:rsidRPr="00F73937">
              <w:t>17,719</w:t>
            </w:r>
          </w:p>
        </w:tc>
      </w:tr>
      <w:tr w:rsidR="008C00E2" w:rsidRPr="00F73937" w14:paraId="4CBD964E" w14:textId="77777777" w:rsidTr="00416399">
        <w:trPr>
          <w:cantSplit/>
        </w:trPr>
        <w:tc>
          <w:tcPr>
            <w:tcW w:w="3600" w:type="dxa"/>
            <w:gridSpan w:val="3"/>
            <w:hideMark/>
          </w:tcPr>
          <w:p w14:paraId="27E15D2B" w14:textId="77777777" w:rsidR="008C00E2" w:rsidRPr="00F73937" w:rsidRDefault="008C00E2" w:rsidP="008C00E2">
            <w:pPr>
              <w:spacing w:line="240" w:lineRule="auto"/>
            </w:pPr>
            <w:r w:rsidRPr="00F73937">
              <w:t xml:space="preserve">Overdue: </w:t>
            </w:r>
          </w:p>
        </w:tc>
        <w:tc>
          <w:tcPr>
            <w:tcW w:w="1256" w:type="dxa"/>
          </w:tcPr>
          <w:p w14:paraId="0BBFF7FE" w14:textId="77777777" w:rsidR="008C00E2" w:rsidRPr="00F73937" w:rsidRDefault="008C00E2" w:rsidP="008C00E2">
            <w:pPr>
              <w:pStyle w:val="acctfourfigures"/>
              <w:tabs>
                <w:tab w:val="clear" w:pos="765"/>
                <w:tab w:val="decimal" w:pos="1000"/>
              </w:tabs>
              <w:spacing w:line="240" w:lineRule="auto"/>
              <w:ind w:right="-95"/>
            </w:pPr>
          </w:p>
        </w:tc>
        <w:tc>
          <w:tcPr>
            <w:tcW w:w="184" w:type="dxa"/>
          </w:tcPr>
          <w:p w14:paraId="5E9975AE" w14:textId="77777777" w:rsidR="008C00E2" w:rsidRPr="00F73937" w:rsidRDefault="008C00E2" w:rsidP="008C00E2">
            <w:pPr>
              <w:pStyle w:val="acctfourfigures"/>
              <w:tabs>
                <w:tab w:val="decimal" w:pos="731"/>
              </w:tabs>
              <w:spacing w:line="240" w:lineRule="auto"/>
              <w:ind w:left="-83" w:right="11" w:firstLine="4"/>
            </w:pPr>
          </w:p>
        </w:tc>
        <w:tc>
          <w:tcPr>
            <w:tcW w:w="1346" w:type="dxa"/>
          </w:tcPr>
          <w:p w14:paraId="40448D12" w14:textId="77777777" w:rsidR="008C00E2" w:rsidRPr="00F73937" w:rsidRDefault="008C00E2" w:rsidP="008C00E2">
            <w:pPr>
              <w:pStyle w:val="acctfourfigures"/>
              <w:tabs>
                <w:tab w:val="clear" w:pos="765"/>
                <w:tab w:val="decimal" w:pos="1000"/>
              </w:tabs>
              <w:spacing w:line="240" w:lineRule="auto"/>
              <w:ind w:right="-95"/>
            </w:pPr>
          </w:p>
        </w:tc>
        <w:tc>
          <w:tcPr>
            <w:tcW w:w="180" w:type="dxa"/>
          </w:tcPr>
          <w:p w14:paraId="20E4C4DB" w14:textId="77777777" w:rsidR="008C00E2" w:rsidRPr="00F73937" w:rsidRDefault="008C00E2" w:rsidP="008C00E2">
            <w:pPr>
              <w:pStyle w:val="acctfourfigures"/>
              <w:tabs>
                <w:tab w:val="decimal" w:pos="731"/>
              </w:tabs>
              <w:spacing w:line="240" w:lineRule="auto"/>
              <w:ind w:left="-79" w:right="-72"/>
            </w:pPr>
          </w:p>
        </w:tc>
        <w:tc>
          <w:tcPr>
            <w:tcW w:w="1170" w:type="dxa"/>
          </w:tcPr>
          <w:p w14:paraId="0360CCD2" w14:textId="77777777" w:rsidR="008C00E2" w:rsidRPr="00F73937" w:rsidRDefault="008C00E2" w:rsidP="00416399">
            <w:pPr>
              <w:pStyle w:val="acctfourfigures"/>
              <w:tabs>
                <w:tab w:val="clear" w:pos="765"/>
                <w:tab w:val="decimal" w:pos="910"/>
              </w:tabs>
              <w:spacing w:line="240" w:lineRule="auto"/>
              <w:ind w:right="-95"/>
            </w:pPr>
          </w:p>
        </w:tc>
        <w:tc>
          <w:tcPr>
            <w:tcW w:w="180" w:type="dxa"/>
          </w:tcPr>
          <w:p w14:paraId="339E3DCD" w14:textId="77777777" w:rsidR="008C00E2" w:rsidRPr="00F73937" w:rsidRDefault="008C00E2" w:rsidP="008C00E2">
            <w:pPr>
              <w:pStyle w:val="acctfourfigures"/>
              <w:spacing w:line="240" w:lineRule="auto"/>
            </w:pPr>
          </w:p>
        </w:tc>
        <w:tc>
          <w:tcPr>
            <w:tcW w:w="1353" w:type="dxa"/>
            <w:gridSpan w:val="2"/>
          </w:tcPr>
          <w:p w14:paraId="58B5AD13" w14:textId="77777777" w:rsidR="008C00E2" w:rsidRPr="00F73937" w:rsidRDefault="008C00E2" w:rsidP="008C00E2">
            <w:pPr>
              <w:pStyle w:val="acctfourfigures"/>
              <w:tabs>
                <w:tab w:val="clear" w:pos="765"/>
                <w:tab w:val="decimal" w:pos="1090"/>
              </w:tabs>
              <w:spacing w:line="240" w:lineRule="auto"/>
              <w:ind w:right="-95"/>
            </w:pPr>
          </w:p>
        </w:tc>
      </w:tr>
      <w:tr w:rsidR="008C00E2" w:rsidRPr="00F73937" w14:paraId="0F60DF5B" w14:textId="77777777" w:rsidTr="00416399">
        <w:trPr>
          <w:cantSplit/>
        </w:trPr>
        <w:tc>
          <w:tcPr>
            <w:tcW w:w="3600" w:type="dxa"/>
            <w:gridSpan w:val="3"/>
            <w:hideMark/>
          </w:tcPr>
          <w:p w14:paraId="203C1776" w14:textId="52D7BAAD" w:rsidR="008C00E2" w:rsidRPr="00F73937" w:rsidRDefault="00416399" w:rsidP="00416399">
            <w:pPr>
              <w:spacing w:line="240" w:lineRule="auto"/>
              <w:rPr>
                <w:cs/>
              </w:rPr>
            </w:pPr>
            <w:r>
              <w:t xml:space="preserve">    </w:t>
            </w:r>
            <w:r w:rsidR="008C00E2" w:rsidRPr="00F73937">
              <w:t>Less than 3 months</w:t>
            </w:r>
          </w:p>
        </w:tc>
        <w:tc>
          <w:tcPr>
            <w:tcW w:w="1256" w:type="dxa"/>
          </w:tcPr>
          <w:p w14:paraId="3C5CDDA3" w14:textId="253EF241" w:rsidR="008C00E2" w:rsidRPr="00F73937" w:rsidRDefault="008C00E2" w:rsidP="008C00E2">
            <w:pPr>
              <w:pStyle w:val="acctfourfigures"/>
              <w:tabs>
                <w:tab w:val="clear" w:pos="765"/>
                <w:tab w:val="decimal" w:pos="1000"/>
              </w:tabs>
              <w:spacing w:line="240" w:lineRule="auto"/>
              <w:ind w:right="-95"/>
            </w:pPr>
            <w:r w:rsidRPr="00FF456A">
              <w:t>24,075</w:t>
            </w:r>
          </w:p>
        </w:tc>
        <w:tc>
          <w:tcPr>
            <w:tcW w:w="184" w:type="dxa"/>
          </w:tcPr>
          <w:p w14:paraId="51AF92E6" w14:textId="77777777" w:rsidR="008C00E2" w:rsidRPr="00F73937" w:rsidRDefault="008C00E2" w:rsidP="008C00E2">
            <w:pPr>
              <w:pStyle w:val="acctfourfigures"/>
              <w:tabs>
                <w:tab w:val="decimal" w:pos="731"/>
              </w:tabs>
              <w:spacing w:line="240" w:lineRule="auto"/>
              <w:ind w:left="-83" w:right="11" w:firstLine="4"/>
            </w:pPr>
          </w:p>
        </w:tc>
        <w:tc>
          <w:tcPr>
            <w:tcW w:w="1346" w:type="dxa"/>
          </w:tcPr>
          <w:p w14:paraId="57A375D8" w14:textId="0AF660E0" w:rsidR="008C00E2" w:rsidRPr="00F73937" w:rsidRDefault="008C00E2" w:rsidP="008C00E2">
            <w:pPr>
              <w:pStyle w:val="acctfourfigures"/>
              <w:tabs>
                <w:tab w:val="clear" w:pos="765"/>
                <w:tab w:val="decimal" w:pos="1000"/>
              </w:tabs>
              <w:spacing w:line="240" w:lineRule="auto"/>
              <w:ind w:right="-95"/>
            </w:pPr>
            <w:r w:rsidRPr="00F73937">
              <w:t>43,182</w:t>
            </w:r>
          </w:p>
        </w:tc>
        <w:tc>
          <w:tcPr>
            <w:tcW w:w="180" w:type="dxa"/>
          </w:tcPr>
          <w:p w14:paraId="34ECB5B6" w14:textId="77777777" w:rsidR="008C00E2" w:rsidRPr="00F73937" w:rsidRDefault="008C00E2" w:rsidP="008C00E2">
            <w:pPr>
              <w:pStyle w:val="acctfourfigures"/>
              <w:tabs>
                <w:tab w:val="decimal" w:pos="731"/>
              </w:tabs>
              <w:spacing w:line="240" w:lineRule="auto"/>
              <w:ind w:left="-79" w:right="-72"/>
            </w:pPr>
          </w:p>
        </w:tc>
        <w:tc>
          <w:tcPr>
            <w:tcW w:w="1170" w:type="dxa"/>
          </w:tcPr>
          <w:p w14:paraId="7803E393" w14:textId="1D4C8DD6" w:rsidR="008C00E2" w:rsidRPr="00F73937" w:rsidRDefault="008C00E2" w:rsidP="00416399">
            <w:pPr>
              <w:pStyle w:val="acctfourfigures"/>
              <w:tabs>
                <w:tab w:val="clear" w:pos="765"/>
                <w:tab w:val="decimal" w:pos="910"/>
              </w:tabs>
              <w:spacing w:line="240" w:lineRule="auto"/>
              <w:ind w:right="-95"/>
            </w:pPr>
            <w:r w:rsidRPr="004564A0">
              <w:t>8,263</w:t>
            </w:r>
          </w:p>
        </w:tc>
        <w:tc>
          <w:tcPr>
            <w:tcW w:w="180" w:type="dxa"/>
          </w:tcPr>
          <w:p w14:paraId="483E8426" w14:textId="77777777" w:rsidR="008C00E2" w:rsidRPr="00F73937" w:rsidRDefault="008C00E2" w:rsidP="008C00E2">
            <w:pPr>
              <w:pStyle w:val="acctfourfigures"/>
              <w:spacing w:line="240" w:lineRule="auto"/>
            </w:pPr>
          </w:p>
        </w:tc>
        <w:tc>
          <w:tcPr>
            <w:tcW w:w="1353" w:type="dxa"/>
            <w:gridSpan w:val="2"/>
          </w:tcPr>
          <w:p w14:paraId="2160887D" w14:textId="43393E5A" w:rsidR="008C00E2" w:rsidRPr="00F73937" w:rsidRDefault="008C00E2" w:rsidP="008C00E2">
            <w:pPr>
              <w:pStyle w:val="acctfourfigures"/>
              <w:tabs>
                <w:tab w:val="clear" w:pos="765"/>
                <w:tab w:val="decimal" w:pos="1090"/>
              </w:tabs>
              <w:spacing w:line="240" w:lineRule="auto"/>
              <w:ind w:right="-95"/>
            </w:pPr>
            <w:r w:rsidRPr="00F73937">
              <w:t>2,115</w:t>
            </w:r>
          </w:p>
        </w:tc>
      </w:tr>
      <w:tr w:rsidR="008C00E2" w:rsidRPr="00F73937" w14:paraId="78232D7D" w14:textId="77777777" w:rsidTr="00416399">
        <w:trPr>
          <w:cantSplit/>
        </w:trPr>
        <w:tc>
          <w:tcPr>
            <w:tcW w:w="3600" w:type="dxa"/>
            <w:gridSpan w:val="3"/>
            <w:hideMark/>
          </w:tcPr>
          <w:p w14:paraId="12656587" w14:textId="344FF61E" w:rsidR="008C00E2" w:rsidRPr="00F73937" w:rsidRDefault="00416399" w:rsidP="00416399">
            <w:pPr>
              <w:spacing w:line="240" w:lineRule="auto"/>
            </w:pPr>
            <w:r>
              <w:t xml:space="preserve">    </w:t>
            </w:r>
            <w:r w:rsidR="008C00E2" w:rsidRPr="00F73937">
              <w:t xml:space="preserve">3 </w:t>
            </w:r>
            <w:r>
              <w:t>-</w:t>
            </w:r>
            <w:r w:rsidR="008C00E2" w:rsidRPr="00F73937">
              <w:t xml:space="preserve"> 6 months</w:t>
            </w:r>
          </w:p>
        </w:tc>
        <w:tc>
          <w:tcPr>
            <w:tcW w:w="1256" w:type="dxa"/>
          </w:tcPr>
          <w:p w14:paraId="56F499C0" w14:textId="7AE06BCB" w:rsidR="008C00E2" w:rsidRPr="00F73937" w:rsidRDefault="008C00E2" w:rsidP="008C00E2">
            <w:pPr>
              <w:pStyle w:val="acctfourfigures"/>
              <w:tabs>
                <w:tab w:val="clear" w:pos="765"/>
                <w:tab w:val="decimal" w:pos="1000"/>
              </w:tabs>
              <w:spacing w:line="240" w:lineRule="auto"/>
              <w:ind w:right="-95"/>
            </w:pPr>
            <w:r w:rsidRPr="00FF456A">
              <w:t>3,391</w:t>
            </w:r>
          </w:p>
        </w:tc>
        <w:tc>
          <w:tcPr>
            <w:tcW w:w="184" w:type="dxa"/>
          </w:tcPr>
          <w:p w14:paraId="00BB2CF3" w14:textId="77777777" w:rsidR="008C00E2" w:rsidRPr="00F73937" w:rsidRDefault="008C00E2" w:rsidP="008C00E2">
            <w:pPr>
              <w:pStyle w:val="acctfourfigures"/>
              <w:tabs>
                <w:tab w:val="decimal" w:pos="731"/>
              </w:tabs>
              <w:spacing w:line="240" w:lineRule="auto"/>
              <w:ind w:left="-83" w:right="11" w:firstLine="4"/>
            </w:pPr>
          </w:p>
        </w:tc>
        <w:tc>
          <w:tcPr>
            <w:tcW w:w="1346" w:type="dxa"/>
          </w:tcPr>
          <w:p w14:paraId="27B823B8" w14:textId="7A31A7AF" w:rsidR="008C00E2" w:rsidRPr="00F73937" w:rsidRDefault="008C00E2" w:rsidP="008C00E2">
            <w:pPr>
              <w:pStyle w:val="acctfourfigures"/>
              <w:tabs>
                <w:tab w:val="clear" w:pos="765"/>
                <w:tab w:val="decimal" w:pos="1000"/>
              </w:tabs>
              <w:spacing w:line="240" w:lineRule="auto"/>
              <w:ind w:right="-95"/>
            </w:pPr>
            <w:r w:rsidRPr="00F73937">
              <w:t>7,388</w:t>
            </w:r>
          </w:p>
        </w:tc>
        <w:tc>
          <w:tcPr>
            <w:tcW w:w="180" w:type="dxa"/>
          </w:tcPr>
          <w:p w14:paraId="5E3F2196" w14:textId="77777777" w:rsidR="008C00E2" w:rsidRPr="00F73937" w:rsidRDefault="008C00E2" w:rsidP="008C00E2">
            <w:pPr>
              <w:pStyle w:val="acctfourfigures"/>
              <w:tabs>
                <w:tab w:val="decimal" w:pos="731"/>
              </w:tabs>
              <w:spacing w:line="240" w:lineRule="auto"/>
              <w:ind w:left="-79" w:right="-72"/>
            </w:pPr>
          </w:p>
        </w:tc>
        <w:tc>
          <w:tcPr>
            <w:tcW w:w="1170" w:type="dxa"/>
          </w:tcPr>
          <w:p w14:paraId="36F8515F" w14:textId="1CE9FFDE" w:rsidR="008C00E2" w:rsidRPr="00F73937" w:rsidRDefault="008C00E2" w:rsidP="00416399">
            <w:pPr>
              <w:pStyle w:val="acctfourfigures"/>
              <w:tabs>
                <w:tab w:val="clear" w:pos="765"/>
                <w:tab w:val="decimal" w:pos="910"/>
              </w:tabs>
              <w:spacing w:line="240" w:lineRule="auto"/>
              <w:ind w:right="-95"/>
            </w:pPr>
            <w:r w:rsidRPr="004564A0">
              <w:t>192</w:t>
            </w:r>
          </w:p>
        </w:tc>
        <w:tc>
          <w:tcPr>
            <w:tcW w:w="180" w:type="dxa"/>
          </w:tcPr>
          <w:p w14:paraId="6F566B72" w14:textId="77777777" w:rsidR="008C00E2" w:rsidRPr="00F73937" w:rsidRDefault="008C00E2" w:rsidP="008C00E2">
            <w:pPr>
              <w:pStyle w:val="acctfourfigures"/>
              <w:spacing w:line="240" w:lineRule="auto"/>
            </w:pPr>
          </w:p>
        </w:tc>
        <w:tc>
          <w:tcPr>
            <w:tcW w:w="1353" w:type="dxa"/>
            <w:gridSpan w:val="2"/>
          </w:tcPr>
          <w:p w14:paraId="6164EE9F" w14:textId="2798F7AE" w:rsidR="008C00E2" w:rsidRPr="00F73937" w:rsidRDefault="008C00E2" w:rsidP="008C00E2">
            <w:pPr>
              <w:pStyle w:val="acctfourfigures"/>
              <w:tabs>
                <w:tab w:val="clear" w:pos="765"/>
                <w:tab w:val="decimal" w:pos="1090"/>
              </w:tabs>
              <w:spacing w:line="240" w:lineRule="auto"/>
              <w:ind w:right="-95"/>
            </w:pPr>
            <w:r w:rsidRPr="00F73937">
              <w:t>936</w:t>
            </w:r>
          </w:p>
        </w:tc>
      </w:tr>
      <w:tr w:rsidR="008C00E2" w:rsidRPr="00F73937" w14:paraId="4811AFA0" w14:textId="77777777" w:rsidTr="00416399">
        <w:trPr>
          <w:cantSplit/>
        </w:trPr>
        <w:tc>
          <w:tcPr>
            <w:tcW w:w="3600" w:type="dxa"/>
            <w:gridSpan w:val="3"/>
            <w:hideMark/>
          </w:tcPr>
          <w:p w14:paraId="78950B8B" w14:textId="4ED04274" w:rsidR="008C00E2" w:rsidRPr="00F73937" w:rsidRDefault="00416399" w:rsidP="00416399">
            <w:pPr>
              <w:spacing w:line="240" w:lineRule="auto"/>
              <w:ind w:right="-79"/>
            </w:pPr>
            <w:r>
              <w:t xml:space="preserve">    </w:t>
            </w:r>
            <w:r w:rsidR="008C00E2" w:rsidRPr="00F73937">
              <w:t xml:space="preserve">6 </w:t>
            </w:r>
            <w:r>
              <w:t>-</w:t>
            </w:r>
            <w:r w:rsidR="008C00E2" w:rsidRPr="00F73937">
              <w:t xml:space="preserve"> 9 months</w:t>
            </w:r>
          </w:p>
        </w:tc>
        <w:tc>
          <w:tcPr>
            <w:tcW w:w="1256" w:type="dxa"/>
          </w:tcPr>
          <w:p w14:paraId="08E8CC82" w14:textId="0E945631" w:rsidR="008C00E2" w:rsidRPr="00F73937" w:rsidRDefault="008C00E2" w:rsidP="008C00E2">
            <w:pPr>
              <w:pStyle w:val="acctfourfigures"/>
              <w:tabs>
                <w:tab w:val="clear" w:pos="765"/>
                <w:tab w:val="decimal" w:pos="1000"/>
              </w:tabs>
              <w:spacing w:line="240" w:lineRule="auto"/>
              <w:ind w:right="-95"/>
            </w:pPr>
            <w:r w:rsidRPr="00FF456A">
              <w:t>1,764</w:t>
            </w:r>
          </w:p>
        </w:tc>
        <w:tc>
          <w:tcPr>
            <w:tcW w:w="184" w:type="dxa"/>
          </w:tcPr>
          <w:p w14:paraId="65FA5830" w14:textId="77777777" w:rsidR="008C00E2" w:rsidRPr="00F73937" w:rsidRDefault="008C00E2" w:rsidP="008C00E2">
            <w:pPr>
              <w:pStyle w:val="acctfourfigures"/>
              <w:tabs>
                <w:tab w:val="decimal" w:pos="731"/>
              </w:tabs>
              <w:spacing w:line="240" w:lineRule="auto"/>
              <w:ind w:left="-83" w:right="11" w:firstLine="4"/>
            </w:pPr>
          </w:p>
        </w:tc>
        <w:tc>
          <w:tcPr>
            <w:tcW w:w="1346" w:type="dxa"/>
          </w:tcPr>
          <w:p w14:paraId="501615C8" w14:textId="797B8240" w:rsidR="008C00E2" w:rsidRPr="00F73937" w:rsidRDefault="008C00E2" w:rsidP="008C00E2">
            <w:pPr>
              <w:pStyle w:val="acctfourfigures"/>
              <w:tabs>
                <w:tab w:val="clear" w:pos="765"/>
                <w:tab w:val="decimal" w:pos="1000"/>
              </w:tabs>
              <w:spacing w:line="240" w:lineRule="auto"/>
              <w:ind w:right="-95"/>
            </w:pPr>
            <w:r w:rsidRPr="00F73937">
              <w:t>4,425</w:t>
            </w:r>
          </w:p>
        </w:tc>
        <w:tc>
          <w:tcPr>
            <w:tcW w:w="180" w:type="dxa"/>
          </w:tcPr>
          <w:p w14:paraId="7A4E8C85" w14:textId="77777777" w:rsidR="008C00E2" w:rsidRPr="00F73937" w:rsidRDefault="008C00E2" w:rsidP="008C00E2">
            <w:pPr>
              <w:pStyle w:val="acctfourfigures"/>
              <w:tabs>
                <w:tab w:val="decimal" w:pos="731"/>
              </w:tabs>
              <w:spacing w:line="240" w:lineRule="auto"/>
              <w:ind w:left="-79" w:right="-72"/>
            </w:pPr>
          </w:p>
        </w:tc>
        <w:tc>
          <w:tcPr>
            <w:tcW w:w="1170" w:type="dxa"/>
          </w:tcPr>
          <w:p w14:paraId="3271B59D" w14:textId="5809B92B" w:rsidR="008C00E2" w:rsidRPr="00F73937" w:rsidRDefault="008C00E2" w:rsidP="00416399">
            <w:pPr>
              <w:pStyle w:val="acctfourfigures"/>
              <w:tabs>
                <w:tab w:val="clear" w:pos="765"/>
                <w:tab w:val="decimal" w:pos="910"/>
              </w:tabs>
              <w:spacing w:line="240" w:lineRule="auto"/>
              <w:ind w:right="-95"/>
            </w:pPr>
            <w:r w:rsidRPr="004564A0">
              <w:t>419</w:t>
            </w:r>
          </w:p>
        </w:tc>
        <w:tc>
          <w:tcPr>
            <w:tcW w:w="180" w:type="dxa"/>
          </w:tcPr>
          <w:p w14:paraId="4F512612" w14:textId="77777777" w:rsidR="008C00E2" w:rsidRPr="00F73937" w:rsidRDefault="008C00E2" w:rsidP="008C00E2">
            <w:pPr>
              <w:pStyle w:val="acctfourfigures"/>
              <w:spacing w:line="240" w:lineRule="auto"/>
            </w:pPr>
          </w:p>
        </w:tc>
        <w:tc>
          <w:tcPr>
            <w:tcW w:w="1353" w:type="dxa"/>
            <w:gridSpan w:val="2"/>
          </w:tcPr>
          <w:p w14:paraId="772E58CD" w14:textId="08DC65B1" w:rsidR="008C00E2" w:rsidRPr="00F73937" w:rsidRDefault="008C00E2" w:rsidP="008C00E2">
            <w:pPr>
              <w:pStyle w:val="acctfourfigures"/>
              <w:tabs>
                <w:tab w:val="clear" w:pos="765"/>
                <w:tab w:val="decimal" w:pos="1090"/>
              </w:tabs>
              <w:spacing w:line="240" w:lineRule="auto"/>
              <w:ind w:right="-95"/>
            </w:pPr>
            <w:r w:rsidRPr="00F73937">
              <w:t>814</w:t>
            </w:r>
          </w:p>
        </w:tc>
      </w:tr>
      <w:tr w:rsidR="008C00E2" w:rsidRPr="00F73937" w14:paraId="202F084B" w14:textId="77777777" w:rsidTr="00416399">
        <w:trPr>
          <w:cantSplit/>
        </w:trPr>
        <w:tc>
          <w:tcPr>
            <w:tcW w:w="3600" w:type="dxa"/>
            <w:gridSpan w:val="3"/>
          </w:tcPr>
          <w:p w14:paraId="698B7067" w14:textId="4559851D" w:rsidR="008C00E2" w:rsidRPr="00F73937" w:rsidRDefault="00416399" w:rsidP="00416399">
            <w:pPr>
              <w:spacing w:line="240" w:lineRule="auto"/>
              <w:ind w:right="-79"/>
            </w:pPr>
            <w:r>
              <w:t xml:space="preserve">    </w:t>
            </w:r>
            <w:r w:rsidR="008C00E2" w:rsidRPr="00F73937">
              <w:t xml:space="preserve">9 </w:t>
            </w:r>
            <w:r>
              <w:t>-</w:t>
            </w:r>
            <w:r w:rsidR="008C00E2" w:rsidRPr="00F73937">
              <w:t xml:space="preserve"> 12 months</w:t>
            </w:r>
          </w:p>
        </w:tc>
        <w:tc>
          <w:tcPr>
            <w:tcW w:w="1256" w:type="dxa"/>
          </w:tcPr>
          <w:p w14:paraId="2564131C" w14:textId="6BBB4A9F" w:rsidR="008C00E2" w:rsidRPr="00F73937" w:rsidRDefault="008C00E2" w:rsidP="008C00E2">
            <w:pPr>
              <w:pStyle w:val="acctfourfigures"/>
              <w:tabs>
                <w:tab w:val="clear" w:pos="765"/>
                <w:tab w:val="decimal" w:pos="1000"/>
              </w:tabs>
              <w:spacing w:line="240" w:lineRule="auto"/>
              <w:ind w:right="-95"/>
            </w:pPr>
            <w:r w:rsidRPr="00FF456A">
              <w:t>1,437</w:t>
            </w:r>
          </w:p>
        </w:tc>
        <w:tc>
          <w:tcPr>
            <w:tcW w:w="184" w:type="dxa"/>
          </w:tcPr>
          <w:p w14:paraId="0B3DDE09" w14:textId="77777777" w:rsidR="008C00E2" w:rsidRPr="00F73937" w:rsidRDefault="008C00E2" w:rsidP="008C00E2">
            <w:pPr>
              <w:pStyle w:val="acctfourfigures"/>
              <w:tabs>
                <w:tab w:val="decimal" w:pos="731"/>
              </w:tabs>
              <w:spacing w:line="240" w:lineRule="auto"/>
              <w:ind w:left="-83" w:right="11" w:firstLine="4"/>
            </w:pPr>
          </w:p>
        </w:tc>
        <w:tc>
          <w:tcPr>
            <w:tcW w:w="1346" w:type="dxa"/>
          </w:tcPr>
          <w:p w14:paraId="5F7BAFF9" w14:textId="5C59B955" w:rsidR="008C00E2" w:rsidRPr="00F73937" w:rsidRDefault="008C00E2" w:rsidP="008C00E2">
            <w:pPr>
              <w:pStyle w:val="acctfourfigures"/>
              <w:tabs>
                <w:tab w:val="clear" w:pos="765"/>
                <w:tab w:val="decimal" w:pos="1000"/>
              </w:tabs>
              <w:spacing w:line="240" w:lineRule="auto"/>
              <w:ind w:right="-95"/>
            </w:pPr>
            <w:r w:rsidRPr="00F73937">
              <w:t>721</w:t>
            </w:r>
          </w:p>
        </w:tc>
        <w:tc>
          <w:tcPr>
            <w:tcW w:w="180" w:type="dxa"/>
          </w:tcPr>
          <w:p w14:paraId="271ABFD8" w14:textId="77777777" w:rsidR="008C00E2" w:rsidRPr="00F73937" w:rsidRDefault="008C00E2" w:rsidP="008C00E2">
            <w:pPr>
              <w:pStyle w:val="acctfourfigures"/>
              <w:tabs>
                <w:tab w:val="decimal" w:pos="731"/>
              </w:tabs>
              <w:spacing w:line="240" w:lineRule="auto"/>
              <w:ind w:left="-79" w:right="-72"/>
            </w:pPr>
          </w:p>
        </w:tc>
        <w:tc>
          <w:tcPr>
            <w:tcW w:w="1170" w:type="dxa"/>
          </w:tcPr>
          <w:p w14:paraId="483E99E2" w14:textId="08119871" w:rsidR="008C00E2" w:rsidRPr="00F73937" w:rsidRDefault="008C00E2" w:rsidP="00416399">
            <w:pPr>
              <w:pStyle w:val="acctfourfigures"/>
              <w:tabs>
                <w:tab w:val="clear" w:pos="765"/>
                <w:tab w:val="decimal" w:pos="640"/>
              </w:tabs>
              <w:spacing w:line="240" w:lineRule="auto"/>
              <w:ind w:right="-95"/>
            </w:pPr>
            <w:r w:rsidRPr="004564A0">
              <w:t>-</w:t>
            </w:r>
          </w:p>
        </w:tc>
        <w:tc>
          <w:tcPr>
            <w:tcW w:w="180" w:type="dxa"/>
          </w:tcPr>
          <w:p w14:paraId="24A259D5" w14:textId="77777777" w:rsidR="008C00E2" w:rsidRPr="00F73937" w:rsidRDefault="008C00E2" w:rsidP="008C00E2">
            <w:pPr>
              <w:pStyle w:val="acctfourfigures"/>
              <w:spacing w:line="240" w:lineRule="auto"/>
            </w:pPr>
          </w:p>
        </w:tc>
        <w:tc>
          <w:tcPr>
            <w:tcW w:w="1353" w:type="dxa"/>
            <w:gridSpan w:val="2"/>
          </w:tcPr>
          <w:p w14:paraId="035CF4FC" w14:textId="4F0CE207" w:rsidR="008C00E2" w:rsidRPr="00F73937" w:rsidRDefault="008C00E2" w:rsidP="008C00E2">
            <w:pPr>
              <w:pStyle w:val="acctfourfigures"/>
              <w:tabs>
                <w:tab w:val="clear" w:pos="765"/>
                <w:tab w:val="decimal" w:pos="1090"/>
              </w:tabs>
              <w:spacing w:line="240" w:lineRule="auto"/>
              <w:ind w:right="-95"/>
            </w:pPr>
            <w:r w:rsidRPr="00F73937">
              <w:t>584</w:t>
            </w:r>
          </w:p>
        </w:tc>
      </w:tr>
      <w:tr w:rsidR="008C00E2" w:rsidRPr="00F73937" w14:paraId="1B595776" w14:textId="77777777" w:rsidTr="00416399">
        <w:trPr>
          <w:cantSplit/>
        </w:trPr>
        <w:tc>
          <w:tcPr>
            <w:tcW w:w="3600" w:type="dxa"/>
            <w:gridSpan w:val="3"/>
          </w:tcPr>
          <w:p w14:paraId="475DE72F" w14:textId="56C066E8" w:rsidR="008C00E2" w:rsidRPr="00F73937" w:rsidRDefault="00416399" w:rsidP="00416399">
            <w:pPr>
              <w:spacing w:line="240" w:lineRule="auto"/>
              <w:ind w:right="-79"/>
            </w:pPr>
            <w:r>
              <w:t xml:space="preserve">    </w:t>
            </w:r>
            <w:r w:rsidR="008C00E2" w:rsidRPr="00F73937">
              <w:t>Over 12 months</w:t>
            </w:r>
          </w:p>
        </w:tc>
        <w:tc>
          <w:tcPr>
            <w:tcW w:w="1256" w:type="dxa"/>
            <w:tcBorders>
              <w:bottom w:val="single" w:sz="4" w:space="0" w:color="auto"/>
            </w:tcBorders>
          </w:tcPr>
          <w:p w14:paraId="787AC9EA" w14:textId="0B2AB824" w:rsidR="008C00E2" w:rsidRPr="00F73937" w:rsidRDefault="008C00E2" w:rsidP="008C00E2">
            <w:pPr>
              <w:pStyle w:val="acctfourfigures"/>
              <w:tabs>
                <w:tab w:val="clear" w:pos="765"/>
                <w:tab w:val="decimal" w:pos="1000"/>
              </w:tabs>
              <w:spacing w:line="240" w:lineRule="auto"/>
              <w:ind w:right="-95"/>
            </w:pPr>
            <w:r w:rsidRPr="00FF456A">
              <w:t>3,764</w:t>
            </w:r>
          </w:p>
        </w:tc>
        <w:tc>
          <w:tcPr>
            <w:tcW w:w="184" w:type="dxa"/>
          </w:tcPr>
          <w:p w14:paraId="19A12007" w14:textId="77777777" w:rsidR="008C00E2" w:rsidRPr="00F73937" w:rsidRDefault="008C00E2" w:rsidP="008C00E2">
            <w:pPr>
              <w:pStyle w:val="acctfourfigures"/>
              <w:tabs>
                <w:tab w:val="decimal" w:pos="731"/>
              </w:tabs>
              <w:spacing w:line="240" w:lineRule="auto"/>
              <w:ind w:left="-83" w:right="11" w:firstLine="4"/>
            </w:pPr>
          </w:p>
        </w:tc>
        <w:tc>
          <w:tcPr>
            <w:tcW w:w="1346" w:type="dxa"/>
            <w:tcBorders>
              <w:bottom w:val="single" w:sz="4" w:space="0" w:color="auto"/>
            </w:tcBorders>
          </w:tcPr>
          <w:p w14:paraId="5556767F" w14:textId="06D3429D" w:rsidR="008C00E2" w:rsidRPr="00F73937" w:rsidRDefault="008C00E2" w:rsidP="008C00E2">
            <w:pPr>
              <w:pStyle w:val="acctfourfigures"/>
              <w:tabs>
                <w:tab w:val="clear" w:pos="765"/>
                <w:tab w:val="decimal" w:pos="1000"/>
              </w:tabs>
              <w:spacing w:line="240" w:lineRule="auto"/>
              <w:ind w:right="-95"/>
            </w:pPr>
            <w:r w:rsidRPr="00F73937">
              <w:t>5,338</w:t>
            </w:r>
          </w:p>
        </w:tc>
        <w:tc>
          <w:tcPr>
            <w:tcW w:w="180" w:type="dxa"/>
          </w:tcPr>
          <w:p w14:paraId="710CCAB0" w14:textId="77777777" w:rsidR="008C00E2" w:rsidRPr="00F73937" w:rsidRDefault="008C00E2" w:rsidP="008C00E2">
            <w:pPr>
              <w:pStyle w:val="acctfourfigures"/>
              <w:tabs>
                <w:tab w:val="decimal" w:pos="731"/>
              </w:tabs>
              <w:spacing w:line="240" w:lineRule="auto"/>
              <w:ind w:left="-79" w:right="-72"/>
            </w:pPr>
          </w:p>
        </w:tc>
        <w:tc>
          <w:tcPr>
            <w:tcW w:w="1170" w:type="dxa"/>
            <w:tcBorders>
              <w:bottom w:val="single" w:sz="4" w:space="0" w:color="auto"/>
            </w:tcBorders>
          </w:tcPr>
          <w:p w14:paraId="12C8B900" w14:textId="2611D728" w:rsidR="008C00E2" w:rsidRPr="00F73937" w:rsidRDefault="008C00E2" w:rsidP="00416399">
            <w:pPr>
              <w:pStyle w:val="acctfourfigures"/>
              <w:tabs>
                <w:tab w:val="clear" w:pos="765"/>
                <w:tab w:val="decimal" w:pos="910"/>
              </w:tabs>
              <w:spacing w:line="240" w:lineRule="auto"/>
              <w:ind w:right="-95"/>
            </w:pPr>
            <w:r w:rsidRPr="004564A0">
              <w:t>734</w:t>
            </w:r>
          </w:p>
        </w:tc>
        <w:tc>
          <w:tcPr>
            <w:tcW w:w="180" w:type="dxa"/>
          </w:tcPr>
          <w:p w14:paraId="396E009A" w14:textId="77777777" w:rsidR="008C00E2" w:rsidRPr="00F73937" w:rsidRDefault="008C00E2" w:rsidP="008C00E2">
            <w:pPr>
              <w:pStyle w:val="acctfourfigures"/>
              <w:spacing w:line="240" w:lineRule="auto"/>
            </w:pPr>
          </w:p>
        </w:tc>
        <w:tc>
          <w:tcPr>
            <w:tcW w:w="1353" w:type="dxa"/>
            <w:gridSpan w:val="2"/>
            <w:tcBorders>
              <w:bottom w:val="single" w:sz="4" w:space="0" w:color="auto"/>
            </w:tcBorders>
          </w:tcPr>
          <w:p w14:paraId="4C19F859" w14:textId="32FB4D7D" w:rsidR="008C00E2" w:rsidRPr="00F73937" w:rsidRDefault="008C00E2" w:rsidP="008C00E2">
            <w:pPr>
              <w:pStyle w:val="acctfourfigures"/>
              <w:tabs>
                <w:tab w:val="clear" w:pos="765"/>
                <w:tab w:val="decimal" w:pos="1090"/>
              </w:tabs>
              <w:spacing w:line="240" w:lineRule="auto"/>
              <w:ind w:right="-95"/>
            </w:pPr>
            <w:r w:rsidRPr="00F73937">
              <w:t>982</w:t>
            </w:r>
          </w:p>
        </w:tc>
      </w:tr>
      <w:tr w:rsidR="008C00E2" w:rsidRPr="00F73937" w14:paraId="259BA325" w14:textId="77777777" w:rsidTr="00416399">
        <w:trPr>
          <w:cantSplit/>
        </w:trPr>
        <w:tc>
          <w:tcPr>
            <w:tcW w:w="3600" w:type="dxa"/>
            <w:gridSpan w:val="3"/>
            <w:hideMark/>
          </w:tcPr>
          <w:p w14:paraId="4D7CF746" w14:textId="77777777" w:rsidR="008C00E2" w:rsidRPr="00F73937" w:rsidRDefault="008C00E2" w:rsidP="00416399">
            <w:pPr>
              <w:spacing w:line="240" w:lineRule="auto"/>
              <w:rPr>
                <w:cs/>
              </w:rPr>
            </w:pPr>
            <w:r w:rsidRPr="00F73937">
              <w:rPr>
                <w:b/>
                <w:bCs/>
              </w:rPr>
              <w:t>Total</w:t>
            </w:r>
          </w:p>
        </w:tc>
        <w:tc>
          <w:tcPr>
            <w:tcW w:w="1256" w:type="dxa"/>
            <w:tcBorders>
              <w:top w:val="single" w:sz="4" w:space="0" w:color="auto"/>
              <w:left w:val="nil"/>
              <w:right w:val="nil"/>
            </w:tcBorders>
          </w:tcPr>
          <w:p w14:paraId="4E27151E" w14:textId="00E6F2A8" w:rsidR="008C00E2" w:rsidRPr="00DB3DA6" w:rsidRDefault="008C00E2" w:rsidP="008C00E2">
            <w:pPr>
              <w:pStyle w:val="acctfourfigures"/>
              <w:tabs>
                <w:tab w:val="clear" w:pos="765"/>
                <w:tab w:val="decimal" w:pos="1000"/>
              </w:tabs>
              <w:spacing w:line="240" w:lineRule="auto"/>
              <w:ind w:right="-95"/>
              <w:rPr>
                <w:b/>
                <w:bCs/>
              </w:rPr>
            </w:pPr>
            <w:r w:rsidRPr="00DB3DA6">
              <w:rPr>
                <w:b/>
                <w:bCs/>
              </w:rPr>
              <w:t>205,489</w:t>
            </w:r>
          </w:p>
        </w:tc>
        <w:tc>
          <w:tcPr>
            <w:tcW w:w="184" w:type="dxa"/>
          </w:tcPr>
          <w:p w14:paraId="4C61EDD3" w14:textId="77777777" w:rsidR="008C00E2" w:rsidRPr="00F73937" w:rsidRDefault="008C00E2" w:rsidP="008C00E2">
            <w:pPr>
              <w:pStyle w:val="acctfourfigures"/>
              <w:tabs>
                <w:tab w:val="decimal" w:pos="731"/>
              </w:tabs>
              <w:spacing w:line="240" w:lineRule="auto"/>
              <w:ind w:left="-83" w:right="11" w:firstLine="4"/>
            </w:pPr>
          </w:p>
        </w:tc>
        <w:tc>
          <w:tcPr>
            <w:tcW w:w="1346" w:type="dxa"/>
            <w:tcBorders>
              <w:top w:val="single" w:sz="4" w:space="0" w:color="auto"/>
              <w:left w:val="nil"/>
              <w:right w:val="nil"/>
            </w:tcBorders>
          </w:tcPr>
          <w:p w14:paraId="63ED8DE5" w14:textId="6ADD077B" w:rsidR="008C00E2" w:rsidRPr="00F73937" w:rsidRDefault="008C00E2" w:rsidP="008C00E2">
            <w:pPr>
              <w:pStyle w:val="acctfourfigures"/>
              <w:tabs>
                <w:tab w:val="clear" w:pos="765"/>
                <w:tab w:val="decimal" w:pos="1000"/>
              </w:tabs>
              <w:spacing w:line="240" w:lineRule="auto"/>
              <w:ind w:right="-95"/>
              <w:rPr>
                <w:b/>
                <w:bCs/>
              </w:rPr>
            </w:pPr>
            <w:r w:rsidRPr="00F73937">
              <w:rPr>
                <w:b/>
                <w:bCs/>
              </w:rPr>
              <w:t>162,346</w:t>
            </w:r>
          </w:p>
        </w:tc>
        <w:tc>
          <w:tcPr>
            <w:tcW w:w="180" w:type="dxa"/>
          </w:tcPr>
          <w:p w14:paraId="2B6966A8" w14:textId="77777777" w:rsidR="008C00E2" w:rsidRPr="00F73937" w:rsidRDefault="008C00E2" w:rsidP="008C00E2">
            <w:pPr>
              <w:pStyle w:val="acctfourfigures"/>
              <w:tabs>
                <w:tab w:val="decimal" w:pos="731"/>
              </w:tabs>
              <w:spacing w:line="240" w:lineRule="auto"/>
              <w:ind w:left="-79" w:right="-72"/>
              <w:rPr>
                <w:b/>
                <w:bCs/>
              </w:rPr>
            </w:pPr>
          </w:p>
        </w:tc>
        <w:tc>
          <w:tcPr>
            <w:tcW w:w="1170" w:type="dxa"/>
            <w:tcBorders>
              <w:top w:val="single" w:sz="4" w:space="0" w:color="auto"/>
              <w:left w:val="nil"/>
              <w:right w:val="nil"/>
            </w:tcBorders>
          </w:tcPr>
          <w:p w14:paraId="0593F40E" w14:textId="1577E48A" w:rsidR="008C00E2" w:rsidRPr="008C00E2" w:rsidRDefault="008C00E2" w:rsidP="00416399">
            <w:pPr>
              <w:pStyle w:val="acctfourfigures"/>
              <w:tabs>
                <w:tab w:val="clear" w:pos="765"/>
                <w:tab w:val="decimal" w:pos="910"/>
              </w:tabs>
              <w:spacing w:line="240" w:lineRule="auto"/>
              <w:ind w:right="-95"/>
              <w:rPr>
                <w:b/>
                <w:bCs/>
              </w:rPr>
            </w:pPr>
            <w:r w:rsidRPr="008C00E2">
              <w:rPr>
                <w:b/>
                <w:bCs/>
              </w:rPr>
              <w:t>29,542</w:t>
            </w:r>
          </w:p>
        </w:tc>
        <w:tc>
          <w:tcPr>
            <w:tcW w:w="180" w:type="dxa"/>
          </w:tcPr>
          <w:p w14:paraId="18067955" w14:textId="77777777" w:rsidR="008C00E2" w:rsidRPr="00F73937" w:rsidRDefault="008C00E2" w:rsidP="008C00E2">
            <w:pPr>
              <w:pStyle w:val="acctfourfigures"/>
              <w:spacing w:line="240" w:lineRule="auto"/>
            </w:pPr>
          </w:p>
        </w:tc>
        <w:tc>
          <w:tcPr>
            <w:tcW w:w="1353" w:type="dxa"/>
            <w:gridSpan w:val="2"/>
            <w:tcBorders>
              <w:top w:val="single" w:sz="4" w:space="0" w:color="auto"/>
              <w:left w:val="nil"/>
              <w:right w:val="nil"/>
            </w:tcBorders>
          </w:tcPr>
          <w:p w14:paraId="4B6966DA" w14:textId="2543BC8A" w:rsidR="008C00E2" w:rsidRPr="00F73937" w:rsidRDefault="008C00E2" w:rsidP="008C00E2">
            <w:pPr>
              <w:pStyle w:val="acctfourfigures"/>
              <w:tabs>
                <w:tab w:val="clear" w:pos="765"/>
                <w:tab w:val="decimal" w:pos="1090"/>
              </w:tabs>
              <w:spacing w:line="240" w:lineRule="auto"/>
              <w:ind w:right="-95"/>
              <w:rPr>
                <w:b/>
                <w:bCs/>
              </w:rPr>
            </w:pPr>
            <w:r w:rsidRPr="00F73937">
              <w:rPr>
                <w:b/>
                <w:bCs/>
              </w:rPr>
              <w:t>23,150</w:t>
            </w:r>
          </w:p>
        </w:tc>
      </w:tr>
      <w:tr w:rsidR="00E42686" w:rsidRPr="00F73937" w14:paraId="79835353" w14:textId="77777777" w:rsidTr="00416399">
        <w:trPr>
          <w:cantSplit/>
        </w:trPr>
        <w:tc>
          <w:tcPr>
            <w:tcW w:w="3600" w:type="dxa"/>
            <w:gridSpan w:val="3"/>
            <w:hideMark/>
          </w:tcPr>
          <w:p w14:paraId="5ECE9622" w14:textId="77777777" w:rsidR="00E42686" w:rsidRPr="00F73937" w:rsidRDefault="00E42686" w:rsidP="00E42686">
            <w:pPr>
              <w:spacing w:line="240" w:lineRule="auto"/>
              <w:rPr>
                <w:b/>
                <w:bCs/>
              </w:rPr>
            </w:pPr>
            <w:r w:rsidRPr="00F73937">
              <w:rPr>
                <w:i/>
                <w:iCs/>
              </w:rPr>
              <w:t>Less</w:t>
            </w:r>
            <w:r w:rsidRPr="00F73937">
              <w:t xml:space="preserve"> allowance for</w:t>
            </w:r>
            <w:r w:rsidRPr="00F73937">
              <w:rPr>
                <w:cs/>
              </w:rPr>
              <w:t xml:space="preserve"> </w:t>
            </w:r>
            <w:r w:rsidRPr="00F73937">
              <w:t>expected credit loss</w:t>
            </w:r>
          </w:p>
        </w:tc>
        <w:tc>
          <w:tcPr>
            <w:tcW w:w="1256" w:type="dxa"/>
            <w:tcBorders>
              <w:left w:val="nil"/>
              <w:bottom w:val="single" w:sz="4" w:space="0" w:color="auto"/>
              <w:right w:val="nil"/>
            </w:tcBorders>
          </w:tcPr>
          <w:p w14:paraId="7E987E5E" w14:textId="6819842A" w:rsidR="008064F5" w:rsidRPr="008064F5" w:rsidRDefault="008064F5" w:rsidP="00284BDF">
            <w:pPr>
              <w:pStyle w:val="acctfourfigures"/>
              <w:tabs>
                <w:tab w:val="clear" w:pos="765"/>
                <w:tab w:val="decimal" w:pos="1000"/>
              </w:tabs>
              <w:spacing w:line="240" w:lineRule="auto"/>
              <w:ind w:right="-95"/>
              <w:rPr>
                <w:rFonts w:cstheme="minorBidi"/>
              </w:rPr>
            </w:pPr>
            <w:r>
              <w:rPr>
                <w:rFonts w:cstheme="minorBidi"/>
              </w:rPr>
              <w:t>(5,962)</w:t>
            </w:r>
          </w:p>
        </w:tc>
        <w:tc>
          <w:tcPr>
            <w:tcW w:w="184" w:type="dxa"/>
          </w:tcPr>
          <w:p w14:paraId="3B34D861" w14:textId="77777777" w:rsidR="00E42686" w:rsidRPr="00F73937" w:rsidRDefault="00E42686" w:rsidP="00284BDF">
            <w:pPr>
              <w:pStyle w:val="acctfourfigures"/>
              <w:tabs>
                <w:tab w:val="decimal" w:pos="731"/>
              </w:tabs>
              <w:spacing w:line="240" w:lineRule="auto"/>
              <w:ind w:left="-83" w:right="11" w:firstLine="4"/>
              <w:rPr>
                <w:b/>
                <w:bCs/>
              </w:rPr>
            </w:pPr>
          </w:p>
        </w:tc>
        <w:tc>
          <w:tcPr>
            <w:tcW w:w="1346" w:type="dxa"/>
            <w:tcBorders>
              <w:left w:val="nil"/>
              <w:bottom w:val="single" w:sz="4" w:space="0" w:color="auto"/>
              <w:right w:val="nil"/>
            </w:tcBorders>
            <w:shd w:val="clear" w:color="auto" w:fill="auto"/>
          </w:tcPr>
          <w:p w14:paraId="2D9BD513" w14:textId="6A4E1DF6" w:rsidR="00E42686" w:rsidRPr="00F73937" w:rsidRDefault="00600868" w:rsidP="00284BDF">
            <w:pPr>
              <w:pStyle w:val="acctfourfigures"/>
              <w:tabs>
                <w:tab w:val="clear" w:pos="765"/>
                <w:tab w:val="decimal" w:pos="1000"/>
              </w:tabs>
              <w:spacing w:line="240" w:lineRule="auto"/>
              <w:ind w:right="-95"/>
            </w:pPr>
            <w:r w:rsidRPr="00F73937">
              <w:t>(5,290)</w:t>
            </w:r>
          </w:p>
        </w:tc>
        <w:tc>
          <w:tcPr>
            <w:tcW w:w="180" w:type="dxa"/>
          </w:tcPr>
          <w:p w14:paraId="4E4A128B" w14:textId="77777777" w:rsidR="00E42686" w:rsidRPr="00F73937" w:rsidRDefault="00E42686" w:rsidP="00284BDF">
            <w:pPr>
              <w:pStyle w:val="acctfourfigures"/>
              <w:tabs>
                <w:tab w:val="clear" w:pos="765"/>
                <w:tab w:val="decimal" w:pos="1000"/>
              </w:tabs>
              <w:spacing w:line="240" w:lineRule="auto"/>
              <w:ind w:right="-95"/>
            </w:pPr>
          </w:p>
        </w:tc>
        <w:tc>
          <w:tcPr>
            <w:tcW w:w="1170" w:type="dxa"/>
            <w:tcBorders>
              <w:left w:val="nil"/>
              <w:bottom w:val="single" w:sz="4" w:space="0" w:color="auto"/>
              <w:right w:val="nil"/>
            </w:tcBorders>
          </w:tcPr>
          <w:p w14:paraId="0AECB4CE" w14:textId="4DB0D8CC" w:rsidR="00E42686" w:rsidRPr="00F73937" w:rsidRDefault="00DD455B" w:rsidP="00416399">
            <w:pPr>
              <w:pStyle w:val="acctfourfigures"/>
              <w:tabs>
                <w:tab w:val="clear" w:pos="765"/>
                <w:tab w:val="decimal" w:pos="910"/>
              </w:tabs>
              <w:spacing w:line="240" w:lineRule="auto"/>
              <w:ind w:right="-95"/>
            </w:pPr>
            <w:r w:rsidRPr="00DD455B">
              <w:t>(1,573)</w:t>
            </w:r>
          </w:p>
        </w:tc>
        <w:tc>
          <w:tcPr>
            <w:tcW w:w="180" w:type="dxa"/>
          </w:tcPr>
          <w:p w14:paraId="35E10B11" w14:textId="77777777" w:rsidR="00E42686" w:rsidRPr="00F73937" w:rsidRDefault="00E42686" w:rsidP="00284BDF">
            <w:pPr>
              <w:pStyle w:val="acctfourfigures"/>
              <w:spacing w:line="240" w:lineRule="auto"/>
            </w:pPr>
          </w:p>
        </w:tc>
        <w:tc>
          <w:tcPr>
            <w:tcW w:w="1353" w:type="dxa"/>
            <w:gridSpan w:val="2"/>
            <w:tcBorders>
              <w:left w:val="nil"/>
              <w:bottom w:val="single" w:sz="4" w:space="0" w:color="auto"/>
              <w:right w:val="nil"/>
            </w:tcBorders>
          </w:tcPr>
          <w:p w14:paraId="612F9566" w14:textId="7BD61DC2" w:rsidR="00E42686" w:rsidRPr="00F73937" w:rsidRDefault="00CD497F" w:rsidP="00284BDF">
            <w:pPr>
              <w:pStyle w:val="acctfourfigures"/>
              <w:tabs>
                <w:tab w:val="clear" w:pos="765"/>
                <w:tab w:val="decimal" w:pos="1090"/>
              </w:tabs>
              <w:spacing w:line="240" w:lineRule="auto"/>
              <w:ind w:right="-95"/>
            </w:pPr>
            <w:r w:rsidRPr="00F73937">
              <w:t>(622)</w:t>
            </w:r>
          </w:p>
        </w:tc>
      </w:tr>
      <w:tr w:rsidR="003F768A" w:rsidRPr="00F73937" w14:paraId="2201BD2C" w14:textId="77777777" w:rsidTr="00416399">
        <w:trPr>
          <w:cantSplit/>
          <w:trHeight w:val="71"/>
        </w:trPr>
        <w:tc>
          <w:tcPr>
            <w:tcW w:w="3600" w:type="dxa"/>
            <w:gridSpan w:val="3"/>
            <w:hideMark/>
          </w:tcPr>
          <w:p w14:paraId="3E209F39" w14:textId="77777777" w:rsidR="003F768A" w:rsidRPr="00F73937" w:rsidRDefault="003F768A" w:rsidP="009E7BDE">
            <w:pPr>
              <w:spacing w:line="240" w:lineRule="auto"/>
            </w:pPr>
            <w:r w:rsidRPr="00F73937">
              <w:rPr>
                <w:b/>
                <w:bCs/>
              </w:rPr>
              <w:t>Net</w:t>
            </w:r>
          </w:p>
        </w:tc>
        <w:tc>
          <w:tcPr>
            <w:tcW w:w="1256" w:type="dxa"/>
            <w:tcBorders>
              <w:top w:val="single" w:sz="4" w:space="0" w:color="auto"/>
              <w:left w:val="nil"/>
              <w:bottom w:val="double" w:sz="4" w:space="0" w:color="auto"/>
              <w:right w:val="nil"/>
            </w:tcBorders>
          </w:tcPr>
          <w:p w14:paraId="04892228" w14:textId="44877034" w:rsidR="003F768A" w:rsidRPr="00F73937" w:rsidRDefault="00D5178A" w:rsidP="009E7BDE">
            <w:pPr>
              <w:pStyle w:val="acctfourfigures"/>
              <w:tabs>
                <w:tab w:val="clear" w:pos="765"/>
                <w:tab w:val="decimal" w:pos="1000"/>
              </w:tabs>
              <w:spacing w:line="240" w:lineRule="auto"/>
              <w:ind w:right="-95"/>
              <w:rPr>
                <w:b/>
                <w:bCs/>
              </w:rPr>
            </w:pPr>
            <w:r w:rsidRPr="00D5178A">
              <w:rPr>
                <w:b/>
                <w:bCs/>
              </w:rPr>
              <w:t>199,527</w:t>
            </w:r>
          </w:p>
        </w:tc>
        <w:tc>
          <w:tcPr>
            <w:tcW w:w="184" w:type="dxa"/>
            <w:vAlign w:val="bottom"/>
          </w:tcPr>
          <w:p w14:paraId="1BF000D8" w14:textId="77777777" w:rsidR="003F768A" w:rsidRPr="00F73937" w:rsidRDefault="003F768A" w:rsidP="009E7BDE">
            <w:pPr>
              <w:pStyle w:val="acctfourfigures"/>
              <w:tabs>
                <w:tab w:val="decimal" w:pos="731"/>
              </w:tabs>
              <w:spacing w:line="240" w:lineRule="auto"/>
              <w:ind w:left="-83" w:right="11" w:firstLine="4"/>
              <w:jc w:val="right"/>
              <w:rPr>
                <w:b/>
                <w:bCs/>
              </w:rPr>
            </w:pPr>
          </w:p>
        </w:tc>
        <w:tc>
          <w:tcPr>
            <w:tcW w:w="1346" w:type="dxa"/>
            <w:tcBorders>
              <w:top w:val="single" w:sz="4" w:space="0" w:color="auto"/>
              <w:left w:val="nil"/>
              <w:bottom w:val="double" w:sz="4" w:space="0" w:color="auto"/>
              <w:right w:val="nil"/>
            </w:tcBorders>
            <w:vAlign w:val="bottom"/>
          </w:tcPr>
          <w:p w14:paraId="615D2DAB" w14:textId="09047AAC" w:rsidR="003F768A" w:rsidRPr="00F73937" w:rsidRDefault="006E7F29" w:rsidP="009E7BDE">
            <w:pPr>
              <w:pStyle w:val="acctfourfigures"/>
              <w:tabs>
                <w:tab w:val="clear" w:pos="765"/>
                <w:tab w:val="decimal" w:pos="1000"/>
              </w:tabs>
              <w:spacing w:line="240" w:lineRule="auto"/>
              <w:ind w:right="-95"/>
              <w:rPr>
                <w:b/>
                <w:bCs/>
              </w:rPr>
            </w:pPr>
            <w:r w:rsidRPr="00F73937">
              <w:rPr>
                <w:b/>
                <w:bCs/>
              </w:rPr>
              <w:t>157,056</w:t>
            </w:r>
          </w:p>
        </w:tc>
        <w:tc>
          <w:tcPr>
            <w:tcW w:w="180" w:type="dxa"/>
            <w:vAlign w:val="bottom"/>
          </w:tcPr>
          <w:p w14:paraId="4EADD2BC" w14:textId="77777777" w:rsidR="003F768A" w:rsidRPr="00F73937" w:rsidRDefault="003F768A" w:rsidP="009E7BDE">
            <w:pPr>
              <w:pStyle w:val="acctfourfigures"/>
              <w:tabs>
                <w:tab w:val="decimal" w:pos="731"/>
              </w:tabs>
              <w:spacing w:line="240" w:lineRule="auto"/>
              <w:ind w:left="-79" w:right="-72"/>
              <w:jc w:val="right"/>
              <w:rPr>
                <w:b/>
                <w:bCs/>
              </w:rPr>
            </w:pPr>
          </w:p>
        </w:tc>
        <w:tc>
          <w:tcPr>
            <w:tcW w:w="1170" w:type="dxa"/>
            <w:tcBorders>
              <w:top w:val="single" w:sz="4" w:space="0" w:color="auto"/>
              <w:left w:val="nil"/>
              <w:bottom w:val="double" w:sz="4" w:space="0" w:color="auto"/>
              <w:right w:val="nil"/>
            </w:tcBorders>
            <w:vAlign w:val="bottom"/>
          </w:tcPr>
          <w:p w14:paraId="7D7A596C" w14:textId="350EAC60" w:rsidR="003F768A" w:rsidRPr="00F73937" w:rsidRDefault="0007639A" w:rsidP="00416399">
            <w:pPr>
              <w:pStyle w:val="acctfourfigures"/>
              <w:tabs>
                <w:tab w:val="clear" w:pos="765"/>
                <w:tab w:val="decimal" w:pos="910"/>
              </w:tabs>
              <w:spacing w:line="240" w:lineRule="auto"/>
              <w:ind w:right="-95"/>
              <w:rPr>
                <w:b/>
                <w:bCs/>
              </w:rPr>
            </w:pPr>
            <w:r w:rsidRPr="0007639A">
              <w:rPr>
                <w:b/>
                <w:bCs/>
              </w:rPr>
              <w:t>27,969</w:t>
            </w:r>
          </w:p>
        </w:tc>
        <w:tc>
          <w:tcPr>
            <w:tcW w:w="180" w:type="dxa"/>
            <w:vAlign w:val="bottom"/>
          </w:tcPr>
          <w:p w14:paraId="59C59059" w14:textId="77777777" w:rsidR="003F768A" w:rsidRPr="00F73937" w:rsidRDefault="003F768A" w:rsidP="009E7BDE">
            <w:pPr>
              <w:pStyle w:val="acctfourfigures"/>
              <w:spacing w:line="240" w:lineRule="auto"/>
              <w:jc w:val="right"/>
              <w:rPr>
                <w:b/>
                <w:bCs/>
              </w:rPr>
            </w:pPr>
          </w:p>
        </w:tc>
        <w:tc>
          <w:tcPr>
            <w:tcW w:w="1353" w:type="dxa"/>
            <w:gridSpan w:val="2"/>
            <w:tcBorders>
              <w:top w:val="single" w:sz="4" w:space="0" w:color="auto"/>
              <w:left w:val="nil"/>
              <w:bottom w:val="double" w:sz="4" w:space="0" w:color="auto"/>
              <w:right w:val="nil"/>
            </w:tcBorders>
            <w:vAlign w:val="bottom"/>
          </w:tcPr>
          <w:p w14:paraId="0B3F99F3" w14:textId="4CAD0E06" w:rsidR="003F768A" w:rsidRPr="00F73937" w:rsidRDefault="003609AF" w:rsidP="009E7BDE">
            <w:pPr>
              <w:pStyle w:val="acctfourfigures"/>
              <w:tabs>
                <w:tab w:val="clear" w:pos="765"/>
                <w:tab w:val="decimal" w:pos="1090"/>
              </w:tabs>
              <w:spacing w:line="240" w:lineRule="auto"/>
              <w:ind w:right="-95"/>
              <w:rPr>
                <w:b/>
                <w:bCs/>
              </w:rPr>
            </w:pPr>
            <w:r w:rsidRPr="00F73937">
              <w:rPr>
                <w:b/>
                <w:bCs/>
              </w:rPr>
              <w:t>22,528</w:t>
            </w:r>
          </w:p>
        </w:tc>
      </w:tr>
    </w:tbl>
    <w:p w14:paraId="081B903F" w14:textId="77777777" w:rsidR="00A75FCC" w:rsidRDefault="00A75FCC" w:rsidP="009E7BDE">
      <w:pPr>
        <w:spacing w:line="240" w:lineRule="auto"/>
        <w:jc w:val="both"/>
      </w:pPr>
    </w:p>
    <w:p w14:paraId="1BA9CF65" w14:textId="6ED4F5E7" w:rsidR="00231085" w:rsidRPr="004454AC" w:rsidRDefault="007B1CD1" w:rsidP="004B73D6">
      <w:pPr>
        <w:pStyle w:val="Heading1"/>
        <w:numPr>
          <w:ilvl w:val="0"/>
          <w:numId w:val="13"/>
        </w:numPr>
        <w:tabs>
          <w:tab w:val="left" w:pos="567"/>
        </w:tabs>
        <w:spacing w:before="0" w:after="0" w:line="240" w:lineRule="auto"/>
        <w:ind w:hanging="720"/>
        <w:jc w:val="both"/>
        <w:rPr>
          <w:b/>
          <w:bCs/>
          <w:i w:val="0"/>
          <w:iCs/>
          <w:szCs w:val="24"/>
        </w:rPr>
      </w:pPr>
      <w:r w:rsidRPr="004454AC">
        <w:rPr>
          <w:b/>
          <w:bCs/>
          <w:i w:val="0"/>
          <w:iCs/>
          <w:szCs w:val="24"/>
        </w:rPr>
        <w:t>Installment</w:t>
      </w:r>
      <w:r w:rsidR="0058661F" w:rsidRPr="004454AC">
        <w:rPr>
          <w:b/>
          <w:bCs/>
          <w:i w:val="0"/>
          <w:iCs/>
          <w:szCs w:val="24"/>
        </w:rPr>
        <w:t xml:space="preserve"> accounts</w:t>
      </w:r>
      <w:r w:rsidR="00231085" w:rsidRPr="004454AC">
        <w:rPr>
          <w:b/>
          <w:bCs/>
          <w:i w:val="0"/>
          <w:iCs/>
          <w:szCs w:val="24"/>
        </w:rPr>
        <w:t xml:space="preserve"> receivable</w:t>
      </w:r>
    </w:p>
    <w:p w14:paraId="5C862471" w14:textId="77777777" w:rsidR="00BA57AE" w:rsidRPr="00F73937" w:rsidRDefault="00BA57AE" w:rsidP="00A67D6A">
      <w:pPr>
        <w:pStyle w:val="block"/>
        <w:spacing w:after="0" w:line="240" w:lineRule="atLeast"/>
        <w:ind w:left="540"/>
        <w:jc w:val="both"/>
        <w:rPr>
          <w:lang w:val="en-US"/>
        </w:rPr>
      </w:pPr>
    </w:p>
    <w:tbl>
      <w:tblPr>
        <w:tblpPr w:leftFromText="180" w:rightFromText="180" w:vertAnchor="text" w:tblpX="459" w:tblpY="1"/>
        <w:tblOverlap w:val="never"/>
        <w:tblW w:w="9270" w:type="dxa"/>
        <w:tblLayout w:type="fixed"/>
        <w:tblLook w:val="0000" w:firstRow="0" w:lastRow="0" w:firstColumn="0" w:lastColumn="0" w:noHBand="0" w:noVBand="0"/>
      </w:tblPr>
      <w:tblGrid>
        <w:gridCol w:w="1980"/>
        <w:gridCol w:w="990"/>
        <w:gridCol w:w="270"/>
        <w:gridCol w:w="990"/>
        <w:gridCol w:w="270"/>
        <w:gridCol w:w="990"/>
        <w:gridCol w:w="270"/>
        <w:gridCol w:w="990"/>
        <w:gridCol w:w="270"/>
        <w:gridCol w:w="990"/>
        <w:gridCol w:w="270"/>
        <w:gridCol w:w="990"/>
      </w:tblGrid>
      <w:tr w:rsidR="00EE7752" w:rsidRPr="00F73937" w14:paraId="1EE80B40" w14:textId="77777777" w:rsidTr="00201AB6">
        <w:tc>
          <w:tcPr>
            <w:tcW w:w="1980" w:type="dxa"/>
            <w:tcBorders>
              <w:top w:val="nil"/>
              <w:left w:val="nil"/>
              <w:bottom w:val="nil"/>
              <w:right w:val="nil"/>
            </w:tcBorders>
            <w:noWrap/>
            <w:vAlign w:val="bottom"/>
          </w:tcPr>
          <w:p w14:paraId="2130D938" w14:textId="77777777" w:rsidR="00EE7752" w:rsidRPr="00F73937" w:rsidRDefault="00EE7752" w:rsidP="00EE7752">
            <w:pPr>
              <w:ind w:right="-383"/>
            </w:pPr>
          </w:p>
        </w:tc>
        <w:tc>
          <w:tcPr>
            <w:tcW w:w="7290" w:type="dxa"/>
            <w:gridSpan w:val="11"/>
            <w:noWrap/>
          </w:tcPr>
          <w:p w14:paraId="6A0A0ED6" w14:textId="77E0F94C" w:rsidR="00EE7752" w:rsidRPr="00F73937" w:rsidRDefault="00EE7752" w:rsidP="00EE7752">
            <w:pPr>
              <w:spacing w:line="240" w:lineRule="atLeast"/>
              <w:jc w:val="center"/>
              <w:rPr>
                <w:rFonts w:cstheme="minorBidi"/>
                <w:b/>
                <w:bCs/>
              </w:rPr>
            </w:pPr>
            <w:r w:rsidRPr="00F73937">
              <w:rPr>
                <w:b/>
                <w:bCs/>
              </w:rPr>
              <w:t>Consolidated financial statements</w:t>
            </w:r>
          </w:p>
        </w:tc>
      </w:tr>
      <w:tr w:rsidR="00665E1B" w:rsidRPr="00F73937" w14:paraId="6E55E51A" w14:textId="77777777" w:rsidTr="00201AB6">
        <w:tc>
          <w:tcPr>
            <w:tcW w:w="1980" w:type="dxa"/>
            <w:tcBorders>
              <w:top w:val="nil"/>
              <w:left w:val="nil"/>
              <w:bottom w:val="nil"/>
              <w:right w:val="nil"/>
            </w:tcBorders>
            <w:noWrap/>
            <w:vAlign w:val="bottom"/>
          </w:tcPr>
          <w:p w14:paraId="4704521E" w14:textId="77777777" w:rsidR="00665E1B" w:rsidRPr="00F73937" w:rsidRDefault="00665E1B" w:rsidP="00665E1B">
            <w:pPr>
              <w:ind w:right="-383"/>
            </w:pPr>
          </w:p>
        </w:tc>
        <w:tc>
          <w:tcPr>
            <w:tcW w:w="2250" w:type="dxa"/>
            <w:gridSpan w:val="3"/>
            <w:tcBorders>
              <w:top w:val="nil"/>
              <w:left w:val="nil"/>
              <w:bottom w:val="nil"/>
              <w:right w:val="nil"/>
            </w:tcBorders>
            <w:noWrap/>
            <w:vAlign w:val="bottom"/>
          </w:tcPr>
          <w:p w14:paraId="0BCF27C3" w14:textId="77777777" w:rsidR="00665E1B" w:rsidRPr="00F73937" w:rsidRDefault="00665E1B" w:rsidP="00665E1B">
            <w:pPr>
              <w:ind w:left="-117" w:right="-95"/>
              <w:jc w:val="center"/>
            </w:pPr>
            <w:r w:rsidRPr="00F73937">
              <w:t xml:space="preserve">Portion due within </w:t>
            </w:r>
          </w:p>
          <w:p w14:paraId="253515AB" w14:textId="77777777" w:rsidR="00665E1B" w:rsidRPr="00F73937" w:rsidRDefault="00665E1B" w:rsidP="00665E1B">
            <w:pPr>
              <w:ind w:left="-117" w:right="-95"/>
              <w:jc w:val="center"/>
            </w:pPr>
            <w:r w:rsidRPr="00F73937">
              <w:t>one year</w:t>
            </w:r>
          </w:p>
        </w:tc>
        <w:tc>
          <w:tcPr>
            <w:tcW w:w="270" w:type="dxa"/>
            <w:tcBorders>
              <w:top w:val="nil"/>
              <w:left w:val="nil"/>
              <w:bottom w:val="nil"/>
              <w:right w:val="nil"/>
            </w:tcBorders>
            <w:noWrap/>
            <w:vAlign w:val="bottom"/>
          </w:tcPr>
          <w:p w14:paraId="008D12F2" w14:textId="77777777" w:rsidR="00665E1B" w:rsidRPr="00F73937" w:rsidRDefault="00665E1B" w:rsidP="00665E1B">
            <w:pPr>
              <w:ind w:left="-117" w:right="-95"/>
              <w:jc w:val="center"/>
            </w:pPr>
          </w:p>
        </w:tc>
        <w:tc>
          <w:tcPr>
            <w:tcW w:w="2250" w:type="dxa"/>
            <w:gridSpan w:val="3"/>
            <w:tcBorders>
              <w:top w:val="nil"/>
              <w:left w:val="nil"/>
              <w:bottom w:val="nil"/>
              <w:right w:val="nil"/>
            </w:tcBorders>
            <w:noWrap/>
            <w:vAlign w:val="bottom"/>
          </w:tcPr>
          <w:p w14:paraId="3F1C8EE1" w14:textId="77777777" w:rsidR="00665E1B" w:rsidRPr="00F73937" w:rsidRDefault="00665E1B" w:rsidP="00665E1B">
            <w:pPr>
              <w:ind w:left="-117" w:right="-95"/>
              <w:jc w:val="center"/>
            </w:pPr>
            <w:r w:rsidRPr="00F73937">
              <w:t xml:space="preserve">Portion due after </w:t>
            </w:r>
          </w:p>
          <w:p w14:paraId="45A213B9" w14:textId="77777777" w:rsidR="00665E1B" w:rsidRPr="00F73937" w:rsidRDefault="00665E1B" w:rsidP="00665E1B">
            <w:pPr>
              <w:ind w:left="-117" w:right="-95"/>
              <w:jc w:val="center"/>
            </w:pPr>
            <w:r w:rsidRPr="00F73937">
              <w:t>one year</w:t>
            </w:r>
          </w:p>
        </w:tc>
        <w:tc>
          <w:tcPr>
            <w:tcW w:w="270" w:type="dxa"/>
            <w:tcBorders>
              <w:top w:val="nil"/>
              <w:left w:val="nil"/>
              <w:bottom w:val="nil"/>
              <w:right w:val="nil"/>
            </w:tcBorders>
            <w:noWrap/>
            <w:vAlign w:val="bottom"/>
          </w:tcPr>
          <w:p w14:paraId="75DB782B" w14:textId="77777777" w:rsidR="00665E1B" w:rsidRPr="00F73937" w:rsidRDefault="00665E1B" w:rsidP="00665E1B">
            <w:pPr>
              <w:ind w:left="-117" w:right="-95"/>
              <w:jc w:val="center"/>
            </w:pPr>
          </w:p>
        </w:tc>
        <w:tc>
          <w:tcPr>
            <w:tcW w:w="2250" w:type="dxa"/>
            <w:gridSpan w:val="3"/>
            <w:tcBorders>
              <w:top w:val="nil"/>
              <w:left w:val="nil"/>
              <w:bottom w:val="nil"/>
              <w:right w:val="nil"/>
            </w:tcBorders>
            <w:noWrap/>
            <w:vAlign w:val="bottom"/>
          </w:tcPr>
          <w:p w14:paraId="7F9E1343" w14:textId="77777777" w:rsidR="00665E1B" w:rsidRPr="00F73937" w:rsidRDefault="00665E1B" w:rsidP="00665E1B">
            <w:pPr>
              <w:ind w:left="-117" w:right="-95"/>
              <w:jc w:val="center"/>
            </w:pPr>
            <w:r w:rsidRPr="00F73937">
              <w:t>Total</w:t>
            </w:r>
          </w:p>
        </w:tc>
      </w:tr>
      <w:tr w:rsidR="00585721" w:rsidRPr="00F73937" w14:paraId="57B9CDB7" w14:textId="77777777" w:rsidTr="00201AB6">
        <w:tc>
          <w:tcPr>
            <w:tcW w:w="1980" w:type="dxa"/>
            <w:tcBorders>
              <w:top w:val="nil"/>
              <w:left w:val="nil"/>
              <w:bottom w:val="nil"/>
              <w:right w:val="nil"/>
            </w:tcBorders>
            <w:noWrap/>
            <w:vAlign w:val="bottom"/>
          </w:tcPr>
          <w:p w14:paraId="704308B5" w14:textId="77777777" w:rsidR="00585721" w:rsidRPr="00F73937" w:rsidRDefault="00585721" w:rsidP="00585721">
            <w:pPr>
              <w:ind w:right="-383"/>
            </w:pPr>
          </w:p>
        </w:tc>
        <w:tc>
          <w:tcPr>
            <w:tcW w:w="990" w:type="dxa"/>
            <w:tcBorders>
              <w:top w:val="nil"/>
              <w:left w:val="nil"/>
              <w:bottom w:val="nil"/>
              <w:right w:val="nil"/>
            </w:tcBorders>
            <w:noWrap/>
            <w:vAlign w:val="bottom"/>
          </w:tcPr>
          <w:p w14:paraId="56B2081B" w14:textId="09C16097" w:rsidR="00585721" w:rsidRPr="00F73937" w:rsidRDefault="00585721" w:rsidP="00585721">
            <w:pPr>
              <w:pStyle w:val="BodyText"/>
              <w:spacing w:after="0" w:line="240" w:lineRule="atLeast"/>
              <w:ind w:left="-108" w:right="-110"/>
              <w:jc w:val="center"/>
              <w:rPr>
                <w:lang w:val="en-GB"/>
              </w:rPr>
            </w:pPr>
            <w:r w:rsidRPr="00F73937">
              <w:rPr>
                <w:lang w:val="en-GB"/>
              </w:rPr>
              <w:t>31</w:t>
            </w:r>
          </w:p>
          <w:p w14:paraId="06EDD37F" w14:textId="67E5A6DF" w:rsidR="00585721" w:rsidRPr="00F73937" w:rsidRDefault="00585721" w:rsidP="00585721">
            <w:pPr>
              <w:pStyle w:val="BodyText"/>
              <w:spacing w:after="0" w:line="240" w:lineRule="atLeast"/>
              <w:ind w:left="-108" w:right="-110"/>
              <w:jc w:val="center"/>
              <w:rPr>
                <w:lang w:val="en-GB"/>
              </w:rPr>
            </w:pPr>
            <w:r w:rsidRPr="00F73937">
              <w:rPr>
                <w:lang w:val="en-GB"/>
              </w:rPr>
              <w:t>March</w:t>
            </w:r>
          </w:p>
          <w:p w14:paraId="6CD760E3" w14:textId="52FCDAD7" w:rsidR="00585721" w:rsidRPr="00F73937" w:rsidRDefault="00585721" w:rsidP="00585721">
            <w:pPr>
              <w:pStyle w:val="BodyText"/>
              <w:spacing w:after="0" w:line="240" w:lineRule="atLeast"/>
              <w:ind w:left="-108" w:right="-110"/>
              <w:jc w:val="center"/>
              <w:rPr>
                <w:lang w:val="en-GB"/>
              </w:rPr>
            </w:pPr>
            <w:r w:rsidRPr="00F73937">
              <w:rPr>
                <w:lang w:val="en-GB"/>
              </w:rPr>
              <w:t>2022</w:t>
            </w:r>
          </w:p>
        </w:tc>
        <w:tc>
          <w:tcPr>
            <w:tcW w:w="270" w:type="dxa"/>
            <w:tcBorders>
              <w:top w:val="nil"/>
              <w:left w:val="nil"/>
              <w:bottom w:val="nil"/>
              <w:right w:val="nil"/>
            </w:tcBorders>
            <w:noWrap/>
            <w:vAlign w:val="bottom"/>
          </w:tcPr>
          <w:p w14:paraId="1DACD5AF" w14:textId="77777777" w:rsidR="00585721" w:rsidRPr="00F73937" w:rsidRDefault="00585721" w:rsidP="00585721">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0A8E5FBD" w14:textId="77777777" w:rsidR="00585721" w:rsidRPr="00F73937" w:rsidRDefault="00585721" w:rsidP="00585721">
            <w:pPr>
              <w:pStyle w:val="BodyText"/>
              <w:spacing w:after="0" w:line="240" w:lineRule="atLeast"/>
              <w:ind w:left="-108" w:right="-110"/>
              <w:jc w:val="center"/>
              <w:rPr>
                <w:lang w:val="en-GB"/>
              </w:rPr>
            </w:pPr>
            <w:r w:rsidRPr="00F73937">
              <w:rPr>
                <w:lang w:val="en-GB"/>
              </w:rPr>
              <w:t>31</w:t>
            </w:r>
          </w:p>
          <w:p w14:paraId="12FB7BE0" w14:textId="77777777" w:rsidR="00585721" w:rsidRPr="00F73937" w:rsidRDefault="00585721" w:rsidP="00585721">
            <w:pPr>
              <w:pStyle w:val="BodyText"/>
              <w:spacing w:after="0" w:line="240" w:lineRule="atLeast"/>
              <w:ind w:left="-108" w:right="-110"/>
              <w:jc w:val="center"/>
              <w:rPr>
                <w:lang w:val="en-GB"/>
              </w:rPr>
            </w:pPr>
            <w:r w:rsidRPr="00F73937">
              <w:rPr>
                <w:lang w:val="en-GB"/>
              </w:rPr>
              <w:t xml:space="preserve">December </w:t>
            </w:r>
          </w:p>
          <w:p w14:paraId="54CC0C47" w14:textId="268F6C96" w:rsidR="00585721" w:rsidRPr="00F73937" w:rsidRDefault="00585721" w:rsidP="00585721">
            <w:pPr>
              <w:pStyle w:val="BodyText"/>
              <w:spacing w:after="0" w:line="240" w:lineRule="atLeast"/>
              <w:ind w:left="-108" w:right="-110"/>
              <w:jc w:val="center"/>
              <w:rPr>
                <w:lang w:val="en-GB"/>
              </w:rPr>
            </w:pPr>
            <w:r w:rsidRPr="00F73937">
              <w:rPr>
                <w:lang w:val="en-GB"/>
              </w:rPr>
              <w:t>2021</w:t>
            </w:r>
          </w:p>
        </w:tc>
        <w:tc>
          <w:tcPr>
            <w:tcW w:w="270" w:type="dxa"/>
            <w:tcBorders>
              <w:top w:val="nil"/>
              <w:left w:val="nil"/>
              <w:bottom w:val="nil"/>
              <w:right w:val="nil"/>
            </w:tcBorders>
            <w:noWrap/>
            <w:vAlign w:val="bottom"/>
          </w:tcPr>
          <w:p w14:paraId="32FFD9B5" w14:textId="77777777" w:rsidR="00585721" w:rsidRPr="00F73937" w:rsidRDefault="00585721" w:rsidP="00585721">
            <w:pPr>
              <w:ind w:left="-117" w:right="-95"/>
              <w:jc w:val="center"/>
            </w:pPr>
          </w:p>
        </w:tc>
        <w:tc>
          <w:tcPr>
            <w:tcW w:w="990" w:type="dxa"/>
            <w:tcBorders>
              <w:top w:val="nil"/>
              <w:left w:val="nil"/>
              <w:bottom w:val="nil"/>
              <w:right w:val="nil"/>
            </w:tcBorders>
            <w:noWrap/>
            <w:vAlign w:val="bottom"/>
          </w:tcPr>
          <w:p w14:paraId="62C41239" w14:textId="77777777" w:rsidR="00585721" w:rsidRPr="00F73937" w:rsidRDefault="00585721" w:rsidP="00585721">
            <w:pPr>
              <w:pStyle w:val="BodyText"/>
              <w:spacing w:after="0" w:line="240" w:lineRule="atLeast"/>
              <w:ind w:left="-108" w:right="-110"/>
              <w:jc w:val="center"/>
              <w:rPr>
                <w:lang w:val="en-GB"/>
              </w:rPr>
            </w:pPr>
            <w:r w:rsidRPr="00F73937">
              <w:rPr>
                <w:lang w:val="en-GB"/>
              </w:rPr>
              <w:t>31</w:t>
            </w:r>
          </w:p>
          <w:p w14:paraId="16FC0A6C" w14:textId="77777777" w:rsidR="00585721" w:rsidRPr="00F73937" w:rsidRDefault="00585721" w:rsidP="00585721">
            <w:pPr>
              <w:pStyle w:val="BodyText"/>
              <w:spacing w:after="0" w:line="240" w:lineRule="atLeast"/>
              <w:ind w:left="-108" w:right="-110"/>
              <w:jc w:val="center"/>
              <w:rPr>
                <w:lang w:val="en-GB"/>
              </w:rPr>
            </w:pPr>
            <w:r w:rsidRPr="00F73937">
              <w:rPr>
                <w:lang w:val="en-GB"/>
              </w:rPr>
              <w:t>March</w:t>
            </w:r>
          </w:p>
          <w:p w14:paraId="33055BF8" w14:textId="5E28926C" w:rsidR="00585721" w:rsidRPr="00F73937" w:rsidRDefault="00585721" w:rsidP="00585721">
            <w:pPr>
              <w:pStyle w:val="BodyText"/>
              <w:spacing w:after="0" w:line="240" w:lineRule="atLeast"/>
              <w:ind w:left="-108" w:right="-110"/>
              <w:jc w:val="center"/>
              <w:rPr>
                <w:lang w:val="en-GB"/>
              </w:rPr>
            </w:pPr>
            <w:r w:rsidRPr="00F73937">
              <w:rPr>
                <w:lang w:val="en-GB"/>
              </w:rPr>
              <w:t>2022</w:t>
            </w:r>
          </w:p>
        </w:tc>
        <w:tc>
          <w:tcPr>
            <w:tcW w:w="270" w:type="dxa"/>
            <w:tcBorders>
              <w:top w:val="nil"/>
              <w:left w:val="nil"/>
              <w:bottom w:val="nil"/>
              <w:right w:val="nil"/>
            </w:tcBorders>
            <w:noWrap/>
            <w:vAlign w:val="bottom"/>
          </w:tcPr>
          <w:p w14:paraId="6FA60152" w14:textId="77777777" w:rsidR="00585721" w:rsidRPr="00F73937" w:rsidRDefault="00585721" w:rsidP="00585721">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13BECFC4" w14:textId="77777777" w:rsidR="00585721" w:rsidRPr="00F73937" w:rsidRDefault="00585721" w:rsidP="00585721">
            <w:pPr>
              <w:pStyle w:val="BodyText"/>
              <w:spacing w:after="0" w:line="240" w:lineRule="atLeast"/>
              <w:ind w:left="-108" w:right="-110"/>
              <w:jc w:val="center"/>
              <w:rPr>
                <w:lang w:val="en-GB"/>
              </w:rPr>
            </w:pPr>
            <w:r w:rsidRPr="00F73937">
              <w:rPr>
                <w:lang w:val="en-GB"/>
              </w:rPr>
              <w:t>31</w:t>
            </w:r>
          </w:p>
          <w:p w14:paraId="1A355844" w14:textId="77777777" w:rsidR="00585721" w:rsidRPr="00F73937" w:rsidRDefault="00585721" w:rsidP="00585721">
            <w:pPr>
              <w:pStyle w:val="BodyText"/>
              <w:spacing w:after="0" w:line="240" w:lineRule="atLeast"/>
              <w:ind w:left="-108" w:right="-110"/>
              <w:jc w:val="center"/>
              <w:rPr>
                <w:lang w:val="en-GB"/>
              </w:rPr>
            </w:pPr>
            <w:r w:rsidRPr="00F73937">
              <w:rPr>
                <w:lang w:val="en-GB"/>
              </w:rPr>
              <w:t xml:space="preserve">December </w:t>
            </w:r>
          </w:p>
          <w:p w14:paraId="0B28927E" w14:textId="0B87D5D0" w:rsidR="00585721" w:rsidRPr="00F73937" w:rsidRDefault="00585721" w:rsidP="00585721">
            <w:pPr>
              <w:pStyle w:val="BodyText"/>
              <w:spacing w:after="0" w:line="240" w:lineRule="atLeast"/>
              <w:ind w:left="-108" w:right="-110"/>
              <w:jc w:val="center"/>
              <w:rPr>
                <w:lang w:val="en-GB"/>
              </w:rPr>
            </w:pPr>
            <w:r w:rsidRPr="00F73937">
              <w:rPr>
                <w:lang w:val="en-GB"/>
              </w:rPr>
              <w:t>2021</w:t>
            </w:r>
          </w:p>
        </w:tc>
        <w:tc>
          <w:tcPr>
            <w:tcW w:w="270" w:type="dxa"/>
            <w:tcBorders>
              <w:top w:val="nil"/>
              <w:left w:val="nil"/>
              <w:bottom w:val="nil"/>
              <w:right w:val="nil"/>
            </w:tcBorders>
            <w:noWrap/>
            <w:vAlign w:val="bottom"/>
          </w:tcPr>
          <w:p w14:paraId="2E88A2FF" w14:textId="77777777" w:rsidR="00585721" w:rsidRPr="00F73937" w:rsidRDefault="00585721" w:rsidP="00585721">
            <w:pPr>
              <w:ind w:left="-117" w:right="-95"/>
              <w:jc w:val="center"/>
            </w:pPr>
          </w:p>
        </w:tc>
        <w:tc>
          <w:tcPr>
            <w:tcW w:w="990" w:type="dxa"/>
            <w:tcBorders>
              <w:top w:val="nil"/>
              <w:left w:val="nil"/>
              <w:bottom w:val="nil"/>
              <w:right w:val="nil"/>
            </w:tcBorders>
            <w:noWrap/>
            <w:vAlign w:val="bottom"/>
          </w:tcPr>
          <w:p w14:paraId="6195EE57" w14:textId="77777777" w:rsidR="00585721" w:rsidRPr="00F73937" w:rsidRDefault="00585721" w:rsidP="00585721">
            <w:pPr>
              <w:pStyle w:val="BodyText"/>
              <w:spacing w:after="0" w:line="240" w:lineRule="atLeast"/>
              <w:ind w:left="-108" w:right="-110"/>
              <w:jc w:val="center"/>
              <w:rPr>
                <w:lang w:val="en-GB"/>
              </w:rPr>
            </w:pPr>
            <w:r w:rsidRPr="00F73937">
              <w:rPr>
                <w:lang w:val="en-GB"/>
              </w:rPr>
              <w:t>31</w:t>
            </w:r>
          </w:p>
          <w:p w14:paraId="4FE55BC4" w14:textId="77777777" w:rsidR="00585721" w:rsidRPr="00F73937" w:rsidRDefault="00585721" w:rsidP="00585721">
            <w:pPr>
              <w:pStyle w:val="BodyText"/>
              <w:spacing w:after="0" w:line="240" w:lineRule="atLeast"/>
              <w:ind w:left="-108" w:right="-110"/>
              <w:jc w:val="center"/>
              <w:rPr>
                <w:lang w:val="en-GB"/>
              </w:rPr>
            </w:pPr>
            <w:r w:rsidRPr="00F73937">
              <w:rPr>
                <w:lang w:val="en-GB"/>
              </w:rPr>
              <w:t>March</w:t>
            </w:r>
          </w:p>
          <w:p w14:paraId="61EA01FD" w14:textId="2CFE5814" w:rsidR="00585721" w:rsidRPr="00F73937" w:rsidRDefault="00585721" w:rsidP="00585721">
            <w:pPr>
              <w:pStyle w:val="BodyText"/>
              <w:spacing w:after="0" w:line="240" w:lineRule="atLeast"/>
              <w:ind w:left="-108" w:right="-110"/>
              <w:jc w:val="center"/>
              <w:rPr>
                <w:lang w:val="en-GB"/>
              </w:rPr>
            </w:pPr>
            <w:r w:rsidRPr="00F73937">
              <w:rPr>
                <w:lang w:val="en-GB"/>
              </w:rPr>
              <w:t>2022</w:t>
            </w:r>
          </w:p>
        </w:tc>
        <w:tc>
          <w:tcPr>
            <w:tcW w:w="270" w:type="dxa"/>
            <w:tcBorders>
              <w:top w:val="nil"/>
              <w:left w:val="nil"/>
              <w:bottom w:val="nil"/>
              <w:right w:val="nil"/>
            </w:tcBorders>
            <w:noWrap/>
            <w:vAlign w:val="bottom"/>
          </w:tcPr>
          <w:p w14:paraId="695B2265" w14:textId="77777777" w:rsidR="00585721" w:rsidRPr="00F73937" w:rsidRDefault="00585721" w:rsidP="00585721">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0ABCC11E" w14:textId="77777777" w:rsidR="00585721" w:rsidRPr="00F73937" w:rsidRDefault="00585721" w:rsidP="00585721">
            <w:pPr>
              <w:pStyle w:val="BodyText"/>
              <w:spacing w:after="0" w:line="240" w:lineRule="atLeast"/>
              <w:ind w:left="-108" w:right="-110"/>
              <w:jc w:val="center"/>
              <w:rPr>
                <w:lang w:val="en-GB"/>
              </w:rPr>
            </w:pPr>
            <w:r w:rsidRPr="00F73937">
              <w:rPr>
                <w:lang w:val="en-GB"/>
              </w:rPr>
              <w:t>31</w:t>
            </w:r>
          </w:p>
          <w:p w14:paraId="06494736" w14:textId="77777777" w:rsidR="00585721" w:rsidRPr="00F73937" w:rsidRDefault="00585721" w:rsidP="00585721">
            <w:pPr>
              <w:pStyle w:val="BodyText"/>
              <w:spacing w:after="0" w:line="240" w:lineRule="atLeast"/>
              <w:ind w:left="-108" w:right="-110"/>
              <w:jc w:val="center"/>
              <w:rPr>
                <w:lang w:val="en-GB"/>
              </w:rPr>
            </w:pPr>
            <w:r w:rsidRPr="00F73937">
              <w:rPr>
                <w:lang w:val="en-GB"/>
              </w:rPr>
              <w:t xml:space="preserve">December </w:t>
            </w:r>
          </w:p>
          <w:p w14:paraId="5D59C3CF" w14:textId="443D95A5" w:rsidR="00585721" w:rsidRPr="00F73937" w:rsidRDefault="00585721" w:rsidP="00585721">
            <w:pPr>
              <w:pStyle w:val="BodyText"/>
              <w:spacing w:after="0" w:line="240" w:lineRule="atLeast"/>
              <w:ind w:left="-108" w:right="-110"/>
              <w:jc w:val="center"/>
              <w:rPr>
                <w:lang w:val="en-GB"/>
              </w:rPr>
            </w:pPr>
            <w:r w:rsidRPr="00F73937">
              <w:rPr>
                <w:lang w:val="en-GB"/>
              </w:rPr>
              <w:t>2021</w:t>
            </w:r>
          </w:p>
        </w:tc>
      </w:tr>
      <w:tr w:rsidR="00665E1B" w:rsidRPr="00F73937" w14:paraId="377699DF" w14:textId="77777777" w:rsidTr="00201AB6">
        <w:tc>
          <w:tcPr>
            <w:tcW w:w="1980" w:type="dxa"/>
            <w:tcBorders>
              <w:top w:val="nil"/>
              <w:left w:val="nil"/>
              <w:bottom w:val="nil"/>
              <w:right w:val="nil"/>
            </w:tcBorders>
            <w:noWrap/>
            <w:vAlign w:val="bottom"/>
          </w:tcPr>
          <w:p w14:paraId="0E15C671" w14:textId="77777777" w:rsidR="00665E1B" w:rsidRPr="00F73937" w:rsidRDefault="00665E1B" w:rsidP="00665E1B">
            <w:pPr>
              <w:ind w:right="-383"/>
            </w:pPr>
          </w:p>
        </w:tc>
        <w:tc>
          <w:tcPr>
            <w:tcW w:w="7290" w:type="dxa"/>
            <w:gridSpan w:val="11"/>
            <w:tcBorders>
              <w:top w:val="nil"/>
              <w:left w:val="nil"/>
              <w:bottom w:val="nil"/>
              <w:right w:val="nil"/>
            </w:tcBorders>
            <w:noWrap/>
            <w:vAlign w:val="bottom"/>
          </w:tcPr>
          <w:p w14:paraId="746A922C" w14:textId="77777777" w:rsidR="00665E1B" w:rsidRPr="00F73937" w:rsidRDefault="00665E1B" w:rsidP="00665E1B">
            <w:pPr>
              <w:ind w:left="-117" w:right="-95"/>
              <w:jc w:val="center"/>
              <w:rPr>
                <w:i/>
                <w:iCs/>
              </w:rPr>
            </w:pPr>
            <w:r w:rsidRPr="00F73937">
              <w:rPr>
                <w:i/>
                <w:iCs/>
              </w:rPr>
              <w:t>(in thousand Baht)</w:t>
            </w:r>
          </w:p>
        </w:tc>
      </w:tr>
      <w:tr w:rsidR="00F80219" w:rsidRPr="00F73937" w14:paraId="7AA56F05" w14:textId="77777777" w:rsidTr="009E7BDE">
        <w:tc>
          <w:tcPr>
            <w:tcW w:w="1980" w:type="dxa"/>
            <w:tcBorders>
              <w:top w:val="nil"/>
              <w:left w:val="nil"/>
              <w:bottom w:val="nil"/>
              <w:right w:val="nil"/>
            </w:tcBorders>
            <w:noWrap/>
            <w:vAlign w:val="bottom"/>
          </w:tcPr>
          <w:p w14:paraId="5BF9CB77" w14:textId="77777777" w:rsidR="00F80219" w:rsidRPr="00F73937" w:rsidRDefault="00F80219" w:rsidP="00F80219">
            <w:pPr>
              <w:ind w:left="442" w:right="-383" w:hanging="442"/>
            </w:pPr>
            <w:r w:rsidRPr="00F73937">
              <w:t>Installment accounts</w:t>
            </w:r>
          </w:p>
          <w:p w14:paraId="18FF6AB3" w14:textId="77777777" w:rsidR="00F80219" w:rsidRPr="00F73937" w:rsidRDefault="00F80219" w:rsidP="00F80219">
            <w:pPr>
              <w:ind w:left="180" w:right="-383" w:hanging="180"/>
            </w:pPr>
            <w:r w:rsidRPr="00F73937">
              <w:t xml:space="preserve">   receivable</w:t>
            </w:r>
          </w:p>
        </w:tc>
        <w:tc>
          <w:tcPr>
            <w:tcW w:w="990" w:type="dxa"/>
            <w:tcBorders>
              <w:top w:val="nil"/>
              <w:left w:val="nil"/>
              <w:bottom w:val="nil"/>
              <w:right w:val="nil"/>
            </w:tcBorders>
            <w:noWrap/>
          </w:tcPr>
          <w:p w14:paraId="27D08926" w14:textId="77777777" w:rsidR="00A12526" w:rsidRDefault="00A12526" w:rsidP="00F80219">
            <w:pPr>
              <w:pStyle w:val="acctfourfigures"/>
              <w:tabs>
                <w:tab w:val="clear" w:pos="765"/>
                <w:tab w:val="decimal" w:pos="861"/>
              </w:tabs>
              <w:spacing w:line="240" w:lineRule="auto"/>
              <w:ind w:left="-110" w:right="-30"/>
              <w:rPr>
                <w:rFonts w:cs="Angsana New"/>
                <w:color w:val="000000" w:themeColor="text1"/>
              </w:rPr>
            </w:pPr>
          </w:p>
          <w:p w14:paraId="19AD2009" w14:textId="0B070827" w:rsidR="00F80219" w:rsidRPr="00F73937" w:rsidRDefault="00A12526" w:rsidP="00F80219">
            <w:pPr>
              <w:pStyle w:val="acctfourfigures"/>
              <w:tabs>
                <w:tab w:val="clear" w:pos="765"/>
                <w:tab w:val="decimal" w:pos="861"/>
              </w:tabs>
              <w:spacing w:line="240" w:lineRule="auto"/>
              <w:ind w:left="-110" w:right="-30"/>
              <w:rPr>
                <w:rFonts w:cs="Angsana New"/>
                <w:color w:val="000000" w:themeColor="text1"/>
              </w:rPr>
            </w:pPr>
            <w:r w:rsidRPr="00A12526">
              <w:rPr>
                <w:rFonts w:cs="Angsana New"/>
                <w:color w:val="000000" w:themeColor="text1"/>
              </w:rPr>
              <w:t>85,652</w:t>
            </w:r>
          </w:p>
        </w:tc>
        <w:tc>
          <w:tcPr>
            <w:tcW w:w="270" w:type="dxa"/>
            <w:tcBorders>
              <w:top w:val="nil"/>
              <w:left w:val="nil"/>
              <w:bottom w:val="nil"/>
              <w:right w:val="nil"/>
            </w:tcBorders>
            <w:noWrap/>
          </w:tcPr>
          <w:p w14:paraId="21B2A5EE" w14:textId="77777777" w:rsidR="00F80219" w:rsidRPr="00F73937" w:rsidRDefault="00F80219" w:rsidP="00F80219">
            <w:pPr>
              <w:ind w:left="-163" w:right="-173"/>
            </w:pPr>
          </w:p>
        </w:tc>
        <w:tc>
          <w:tcPr>
            <w:tcW w:w="990" w:type="dxa"/>
            <w:tcBorders>
              <w:top w:val="nil"/>
              <w:left w:val="nil"/>
              <w:bottom w:val="nil"/>
              <w:right w:val="nil"/>
            </w:tcBorders>
            <w:noWrap/>
          </w:tcPr>
          <w:p w14:paraId="4CA8F2A1" w14:textId="77777777" w:rsidR="00F80219" w:rsidRPr="00F73937" w:rsidRDefault="00F80219" w:rsidP="00F80219">
            <w:pPr>
              <w:pStyle w:val="acctfourfigures"/>
              <w:tabs>
                <w:tab w:val="clear" w:pos="765"/>
                <w:tab w:val="decimal" w:pos="790"/>
              </w:tabs>
              <w:spacing w:line="240" w:lineRule="auto"/>
              <w:ind w:right="-95"/>
            </w:pPr>
          </w:p>
          <w:p w14:paraId="5D9458D3" w14:textId="113F839E" w:rsidR="00F80219" w:rsidRPr="00F73937" w:rsidRDefault="00F80219" w:rsidP="00F80219">
            <w:pPr>
              <w:pStyle w:val="acctfourfigures"/>
              <w:tabs>
                <w:tab w:val="clear" w:pos="765"/>
                <w:tab w:val="decimal" w:pos="790"/>
              </w:tabs>
              <w:spacing w:line="240" w:lineRule="auto"/>
              <w:ind w:right="-95"/>
              <w:rPr>
                <w:color w:val="000000" w:themeColor="text1"/>
              </w:rPr>
            </w:pPr>
            <w:r w:rsidRPr="00F73937">
              <w:t>116,668</w:t>
            </w:r>
          </w:p>
        </w:tc>
        <w:tc>
          <w:tcPr>
            <w:tcW w:w="270" w:type="dxa"/>
            <w:tcBorders>
              <w:top w:val="nil"/>
              <w:left w:val="nil"/>
              <w:bottom w:val="nil"/>
              <w:right w:val="nil"/>
            </w:tcBorders>
            <w:noWrap/>
          </w:tcPr>
          <w:p w14:paraId="1F208DCA" w14:textId="77777777" w:rsidR="00F80219" w:rsidRPr="00F73937" w:rsidRDefault="00F80219" w:rsidP="00F80219">
            <w:pPr>
              <w:ind w:left="-163" w:right="-173"/>
            </w:pPr>
          </w:p>
        </w:tc>
        <w:tc>
          <w:tcPr>
            <w:tcW w:w="990" w:type="dxa"/>
            <w:tcBorders>
              <w:top w:val="nil"/>
              <w:left w:val="nil"/>
              <w:bottom w:val="nil"/>
              <w:right w:val="nil"/>
            </w:tcBorders>
            <w:noWrap/>
          </w:tcPr>
          <w:p w14:paraId="3A800285" w14:textId="77777777" w:rsidR="00970EA4" w:rsidRDefault="00970EA4" w:rsidP="00F80219">
            <w:pPr>
              <w:pStyle w:val="acctfourfigures"/>
              <w:tabs>
                <w:tab w:val="clear" w:pos="765"/>
                <w:tab w:val="decimal" w:pos="780"/>
              </w:tabs>
              <w:spacing w:line="240" w:lineRule="auto"/>
              <w:ind w:right="-95"/>
              <w:rPr>
                <w:rFonts w:cs="Angsana New"/>
                <w:color w:val="000000" w:themeColor="text1"/>
              </w:rPr>
            </w:pPr>
          </w:p>
          <w:p w14:paraId="3EEC50E1" w14:textId="4BA2AAD1" w:rsidR="00F80219" w:rsidRPr="00F73937" w:rsidRDefault="00970EA4" w:rsidP="00F80219">
            <w:pPr>
              <w:pStyle w:val="acctfourfigures"/>
              <w:tabs>
                <w:tab w:val="clear" w:pos="765"/>
                <w:tab w:val="decimal" w:pos="780"/>
              </w:tabs>
              <w:spacing w:line="240" w:lineRule="auto"/>
              <w:ind w:right="-95"/>
              <w:rPr>
                <w:rFonts w:cs="Angsana New"/>
                <w:color w:val="000000" w:themeColor="text1"/>
              </w:rPr>
            </w:pPr>
            <w:r w:rsidRPr="00970EA4">
              <w:rPr>
                <w:rFonts w:cs="Angsana New"/>
                <w:color w:val="000000" w:themeColor="text1"/>
              </w:rPr>
              <w:t>39,065</w:t>
            </w:r>
          </w:p>
        </w:tc>
        <w:tc>
          <w:tcPr>
            <w:tcW w:w="270" w:type="dxa"/>
            <w:tcBorders>
              <w:top w:val="nil"/>
              <w:left w:val="nil"/>
              <w:bottom w:val="nil"/>
              <w:right w:val="nil"/>
            </w:tcBorders>
            <w:noWrap/>
          </w:tcPr>
          <w:p w14:paraId="0AE7A10E" w14:textId="77777777" w:rsidR="00F80219" w:rsidRPr="00F73937" w:rsidRDefault="00F80219" w:rsidP="00F80219">
            <w:pPr>
              <w:ind w:left="-163" w:right="-173"/>
            </w:pPr>
          </w:p>
        </w:tc>
        <w:tc>
          <w:tcPr>
            <w:tcW w:w="990" w:type="dxa"/>
            <w:tcBorders>
              <w:top w:val="nil"/>
              <w:left w:val="nil"/>
              <w:bottom w:val="nil"/>
              <w:right w:val="nil"/>
            </w:tcBorders>
            <w:noWrap/>
          </w:tcPr>
          <w:p w14:paraId="6E5E9766" w14:textId="77777777" w:rsidR="00F80219" w:rsidRPr="00F73937" w:rsidRDefault="00F80219" w:rsidP="00F80219">
            <w:pPr>
              <w:pStyle w:val="acctfourfigures"/>
              <w:tabs>
                <w:tab w:val="clear" w:pos="765"/>
                <w:tab w:val="decimal" w:pos="778"/>
              </w:tabs>
              <w:spacing w:line="240" w:lineRule="auto"/>
              <w:ind w:right="-95"/>
            </w:pPr>
          </w:p>
          <w:p w14:paraId="731A5D57" w14:textId="0870E71A" w:rsidR="00F80219" w:rsidRPr="00F73937" w:rsidRDefault="00F80219" w:rsidP="00F80219">
            <w:pPr>
              <w:pStyle w:val="acctfourfigures"/>
              <w:tabs>
                <w:tab w:val="clear" w:pos="765"/>
                <w:tab w:val="decimal" w:pos="778"/>
              </w:tabs>
              <w:spacing w:line="240" w:lineRule="auto"/>
              <w:ind w:right="-95"/>
              <w:rPr>
                <w:rFonts w:cs="Angsana New"/>
                <w:color w:val="000000" w:themeColor="text1"/>
              </w:rPr>
            </w:pPr>
            <w:r w:rsidRPr="00F73937">
              <w:t>54,146</w:t>
            </w:r>
          </w:p>
        </w:tc>
        <w:tc>
          <w:tcPr>
            <w:tcW w:w="270" w:type="dxa"/>
            <w:tcBorders>
              <w:top w:val="nil"/>
              <w:left w:val="nil"/>
              <w:bottom w:val="nil"/>
              <w:right w:val="nil"/>
            </w:tcBorders>
            <w:noWrap/>
          </w:tcPr>
          <w:p w14:paraId="557BC8D7" w14:textId="77777777" w:rsidR="00F80219" w:rsidRPr="00F73937" w:rsidRDefault="00F80219" w:rsidP="00F80219">
            <w:pPr>
              <w:ind w:left="-163" w:right="-173"/>
            </w:pPr>
          </w:p>
        </w:tc>
        <w:tc>
          <w:tcPr>
            <w:tcW w:w="990" w:type="dxa"/>
            <w:tcBorders>
              <w:top w:val="nil"/>
              <w:left w:val="nil"/>
              <w:bottom w:val="nil"/>
              <w:right w:val="nil"/>
            </w:tcBorders>
            <w:noWrap/>
          </w:tcPr>
          <w:p w14:paraId="1E49E3D9" w14:textId="77777777" w:rsidR="002343DA" w:rsidRDefault="002343DA" w:rsidP="00F80219">
            <w:pPr>
              <w:pStyle w:val="acctfourfigures"/>
              <w:tabs>
                <w:tab w:val="clear" w:pos="765"/>
                <w:tab w:val="decimal" w:pos="861"/>
              </w:tabs>
              <w:spacing w:line="240" w:lineRule="auto"/>
              <w:ind w:left="-110" w:right="-30"/>
              <w:rPr>
                <w:color w:val="000000" w:themeColor="text1"/>
              </w:rPr>
            </w:pPr>
          </w:p>
          <w:p w14:paraId="08D4D23A" w14:textId="101204AC" w:rsidR="00F80219" w:rsidRPr="00F73937" w:rsidRDefault="002343DA" w:rsidP="00F80219">
            <w:pPr>
              <w:pStyle w:val="acctfourfigures"/>
              <w:tabs>
                <w:tab w:val="clear" w:pos="765"/>
                <w:tab w:val="decimal" w:pos="861"/>
              </w:tabs>
              <w:spacing w:line="240" w:lineRule="auto"/>
              <w:ind w:left="-110" w:right="-30"/>
              <w:rPr>
                <w:color w:val="000000" w:themeColor="text1"/>
              </w:rPr>
            </w:pPr>
            <w:r w:rsidRPr="002343DA">
              <w:rPr>
                <w:color w:val="000000" w:themeColor="text1"/>
              </w:rPr>
              <w:t>124,717</w:t>
            </w:r>
          </w:p>
        </w:tc>
        <w:tc>
          <w:tcPr>
            <w:tcW w:w="270" w:type="dxa"/>
            <w:tcBorders>
              <w:top w:val="nil"/>
              <w:left w:val="nil"/>
              <w:bottom w:val="nil"/>
              <w:right w:val="nil"/>
            </w:tcBorders>
            <w:noWrap/>
          </w:tcPr>
          <w:p w14:paraId="6791A0AF" w14:textId="77777777" w:rsidR="00F80219" w:rsidRPr="00F73937" w:rsidRDefault="00F80219" w:rsidP="00F80219">
            <w:pPr>
              <w:ind w:left="-163" w:right="-173"/>
            </w:pPr>
          </w:p>
        </w:tc>
        <w:tc>
          <w:tcPr>
            <w:tcW w:w="990" w:type="dxa"/>
            <w:tcBorders>
              <w:top w:val="nil"/>
              <w:left w:val="nil"/>
              <w:bottom w:val="nil"/>
              <w:right w:val="nil"/>
            </w:tcBorders>
            <w:noWrap/>
          </w:tcPr>
          <w:p w14:paraId="4E06E8E4" w14:textId="77777777" w:rsidR="00F80219" w:rsidRPr="00F73937" w:rsidRDefault="00F80219" w:rsidP="00F80219">
            <w:pPr>
              <w:pStyle w:val="acctfourfigures"/>
              <w:tabs>
                <w:tab w:val="clear" w:pos="765"/>
                <w:tab w:val="decimal" w:pos="770"/>
              </w:tabs>
              <w:spacing w:line="240" w:lineRule="auto"/>
              <w:ind w:right="-95"/>
            </w:pPr>
          </w:p>
          <w:p w14:paraId="58CE3A75" w14:textId="3DE324C8" w:rsidR="00F80219" w:rsidRPr="00F73937" w:rsidRDefault="00F80219" w:rsidP="00F80219">
            <w:pPr>
              <w:pStyle w:val="acctfourfigures"/>
              <w:tabs>
                <w:tab w:val="clear" w:pos="765"/>
                <w:tab w:val="decimal" w:pos="770"/>
              </w:tabs>
              <w:spacing w:line="240" w:lineRule="auto"/>
              <w:ind w:right="-95"/>
              <w:rPr>
                <w:color w:val="000000" w:themeColor="text1"/>
              </w:rPr>
            </w:pPr>
            <w:r w:rsidRPr="00F73937">
              <w:t>170,814</w:t>
            </w:r>
          </w:p>
        </w:tc>
      </w:tr>
      <w:tr w:rsidR="00D35036" w:rsidRPr="00F73937" w14:paraId="130D4633" w14:textId="77777777" w:rsidTr="009E7BDE">
        <w:tc>
          <w:tcPr>
            <w:tcW w:w="1980" w:type="dxa"/>
            <w:tcBorders>
              <w:top w:val="nil"/>
              <w:left w:val="nil"/>
              <w:bottom w:val="nil"/>
              <w:right w:val="nil"/>
            </w:tcBorders>
            <w:noWrap/>
            <w:vAlign w:val="bottom"/>
          </w:tcPr>
          <w:p w14:paraId="37A10ED3" w14:textId="77777777" w:rsidR="00D35036" w:rsidRPr="00F73937" w:rsidRDefault="00D35036" w:rsidP="00D35036">
            <w:pPr>
              <w:ind w:left="442" w:right="-383" w:hanging="442"/>
            </w:pPr>
            <w:r w:rsidRPr="00F73937">
              <w:rPr>
                <w:i/>
                <w:iCs/>
              </w:rPr>
              <w:t xml:space="preserve">Less </w:t>
            </w:r>
            <w:r w:rsidRPr="00F73937">
              <w:t xml:space="preserve">undue value </w:t>
            </w:r>
          </w:p>
          <w:p w14:paraId="38C27FCE" w14:textId="77777777" w:rsidR="00D35036" w:rsidRPr="00F73937" w:rsidRDefault="00D35036" w:rsidP="00D35036">
            <w:pPr>
              <w:ind w:left="442" w:right="-383" w:hanging="442"/>
              <w:rPr>
                <w:i/>
                <w:iCs/>
              </w:rPr>
            </w:pPr>
            <w:r w:rsidRPr="00F73937">
              <w:t xml:space="preserve">        added tax</w:t>
            </w:r>
          </w:p>
        </w:tc>
        <w:tc>
          <w:tcPr>
            <w:tcW w:w="990" w:type="dxa"/>
            <w:tcBorders>
              <w:top w:val="nil"/>
              <w:left w:val="nil"/>
              <w:bottom w:val="nil"/>
              <w:right w:val="nil"/>
            </w:tcBorders>
            <w:noWrap/>
            <w:vAlign w:val="bottom"/>
          </w:tcPr>
          <w:p w14:paraId="18ADE2CC" w14:textId="0D7151C4" w:rsidR="00D35036" w:rsidRPr="00F73937" w:rsidRDefault="007947BF" w:rsidP="00D35036">
            <w:pPr>
              <w:pStyle w:val="acctfourfigures"/>
              <w:tabs>
                <w:tab w:val="clear" w:pos="765"/>
                <w:tab w:val="decimal" w:pos="777"/>
              </w:tabs>
              <w:spacing w:line="240" w:lineRule="auto"/>
              <w:ind w:right="-191"/>
              <w:rPr>
                <w:color w:val="000000" w:themeColor="text1"/>
              </w:rPr>
            </w:pPr>
            <w:r w:rsidRPr="007947BF">
              <w:rPr>
                <w:color w:val="000000" w:themeColor="text1"/>
              </w:rPr>
              <w:t>(5,089)</w:t>
            </w:r>
          </w:p>
        </w:tc>
        <w:tc>
          <w:tcPr>
            <w:tcW w:w="270" w:type="dxa"/>
            <w:tcBorders>
              <w:top w:val="nil"/>
              <w:left w:val="nil"/>
              <w:bottom w:val="nil"/>
              <w:right w:val="nil"/>
            </w:tcBorders>
            <w:noWrap/>
            <w:vAlign w:val="bottom"/>
          </w:tcPr>
          <w:p w14:paraId="61E2613B" w14:textId="77777777" w:rsidR="00D35036" w:rsidRPr="00F73937" w:rsidRDefault="00D35036" w:rsidP="00D35036">
            <w:pPr>
              <w:ind w:left="-163" w:right="-173"/>
              <w:rPr>
                <w:i/>
                <w:iCs/>
              </w:rPr>
            </w:pPr>
          </w:p>
        </w:tc>
        <w:tc>
          <w:tcPr>
            <w:tcW w:w="990" w:type="dxa"/>
            <w:tcBorders>
              <w:top w:val="nil"/>
              <w:left w:val="nil"/>
              <w:bottom w:val="nil"/>
              <w:right w:val="nil"/>
            </w:tcBorders>
            <w:noWrap/>
          </w:tcPr>
          <w:p w14:paraId="2E6BEE7D" w14:textId="77777777" w:rsidR="00D35036" w:rsidRPr="00F73937" w:rsidRDefault="00D35036" w:rsidP="00D35036">
            <w:pPr>
              <w:pStyle w:val="acctfourfigures"/>
              <w:tabs>
                <w:tab w:val="clear" w:pos="765"/>
                <w:tab w:val="decimal" w:pos="861"/>
              </w:tabs>
              <w:spacing w:line="240" w:lineRule="auto"/>
              <w:ind w:right="-95"/>
            </w:pPr>
          </w:p>
          <w:p w14:paraId="44B90C52" w14:textId="77FC8AF6" w:rsidR="00D35036" w:rsidRPr="00F73937" w:rsidRDefault="00D35036" w:rsidP="00D35036">
            <w:pPr>
              <w:pStyle w:val="acctfourfigures"/>
              <w:tabs>
                <w:tab w:val="clear" w:pos="765"/>
                <w:tab w:val="decimal" w:pos="861"/>
              </w:tabs>
              <w:spacing w:line="240" w:lineRule="auto"/>
              <w:ind w:right="-95"/>
              <w:rPr>
                <w:color w:val="000000" w:themeColor="text1"/>
              </w:rPr>
            </w:pPr>
            <w:r w:rsidRPr="00F73937">
              <w:t>(6,101)</w:t>
            </w:r>
          </w:p>
        </w:tc>
        <w:tc>
          <w:tcPr>
            <w:tcW w:w="270" w:type="dxa"/>
            <w:tcBorders>
              <w:top w:val="nil"/>
              <w:left w:val="nil"/>
              <w:bottom w:val="nil"/>
              <w:right w:val="nil"/>
            </w:tcBorders>
            <w:noWrap/>
          </w:tcPr>
          <w:p w14:paraId="0A1A713F" w14:textId="77777777" w:rsidR="00D35036" w:rsidRPr="00F73937" w:rsidRDefault="00D35036" w:rsidP="00D35036">
            <w:pPr>
              <w:ind w:left="-163" w:right="-173"/>
              <w:rPr>
                <w:i/>
                <w:iCs/>
              </w:rPr>
            </w:pPr>
          </w:p>
        </w:tc>
        <w:tc>
          <w:tcPr>
            <w:tcW w:w="990" w:type="dxa"/>
            <w:tcBorders>
              <w:top w:val="nil"/>
              <w:left w:val="nil"/>
              <w:bottom w:val="nil"/>
              <w:right w:val="nil"/>
            </w:tcBorders>
            <w:noWrap/>
          </w:tcPr>
          <w:p w14:paraId="538F3D7A" w14:textId="77777777" w:rsidR="00DA77CD" w:rsidRDefault="00DA77CD" w:rsidP="00D35036">
            <w:pPr>
              <w:pStyle w:val="acctfourfigures"/>
              <w:tabs>
                <w:tab w:val="clear" w:pos="765"/>
                <w:tab w:val="decimal" w:pos="770"/>
              </w:tabs>
              <w:spacing w:line="240" w:lineRule="auto"/>
              <w:ind w:right="-95"/>
              <w:rPr>
                <w:color w:val="000000" w:themeColor="text1"/>
              </w:rPr>
            </w:pPr>
          </w:p>
          <w:p w14:paraId="33772DFE" w14:textId="5D71030F" w:rsidR="00D35036" w:rsidRPr="00F73937" w:rsidRDefault="00DA77CD" w:rsidP="00D35036">
            <w:pPr>
              <w:pStyle w:val="acctfourfigures"/>
              <w:tabs>
                <w:tab w:val="clear" w:pos="765"/>
                <w:tab w:val="decimal" w:pos="770"/>
              </w:tabs>
              <w:spacing w:line="240" w:lineRule="auto"/>
              <w:ind w:right="-95"/>
              <w:rPr>
                <w:color w:val="000000" w:themeColor="text1"/>
              </w:rPr>
            </w:pPr>
            <w:r w:rsidRPr="00DA77CD">
              <w:rPr>
                <w:color w:val="000000" w:themeColor="text1"/>
              </w:rPr>
              <w:t>(2,522)</w:t>
            </w:r>
          </w:p>
        </w:tc>
        <w:tc>
          <w:tcPr>
            <w:tcW w:w="270" w:type="dxa"/>
            <w:tcBorders>
              <w:top w:val="nil"/>
              <w:left w:val="nil"/>
              <w:bottom w:val="nil"/>
              <w:right w:val="nil"/>
            </w:tcBorders>
            <w:noWrap/>
          </w:tcPr>
          <w:p w14:paraId="7E2C3446" w14:textId="77777777" w:rsidR="00D35036" w:rsidRPr="00F73937" w:rsidRDefault="00D35036" w:rsidP="00D35036">
            <w:pPr>
              <w:ind w:left="-163" w:right="-173"/>
              <w:rPr>
                <w:i/>
                <w:iCs/>
              </w:rPr>
            </w:pPr>
          </w:p>
        </w:tc>
        <w:tc>
          <w:tcPr>
            <w:tcW w:w="990" w:type="dxa"/>
            <w:tcBorders>
              <w:top w:val="nil"/>
              <w:left w:val="nil"/>
              <w:bottom w:val="nil"/>
              <w:right w:val="nil"/>
            </w:tcBorders>
            <w:noWrap/>
          </w:tcPr>
          <w:p w14:paraId="5589914E" w14:textId="77777777" w:rsidR="00D35036" w:rsidRPr="00F73937" w:rsidRDefault="00D35036" w:rsidP="00D35036">
            <w:pPr>
              <w:pStyle w:val="acctfourfigures"/>
              <w:tabs>
                <w:tab w:val="clear" w:pos="765"/>
                <w:tab w:val="decimal" w:pos="770"/>
              </w:tabs>
              <w:spacing w:line="240" w:lineRule="auto"/>
              <w:ind w:right="-95"/>
            </w:pPr>
          </w:p>
          <w:p w14:paraId="00DE5AD1" w14:textId="7DA8F345" w:rsidR="00D35036" w:rsidRPr="00F73937" w:rsidRDefault="00D35036" w:rsidP="00D35036">
            <w:pPr>
              <w:pStyle w:val="acctfourfigures"/>
              <w:tabs>
                <w:tab w:val="clear" w:pos="765"/>
                <w:tab w:val="decimal" w:pos="770"/>
              </w:tabs>
              <w:spacing w:line="240" w:lineRule="auto"/>
              <w:ind w:right="-95"/>
              <w:rPr>
                <w:color w:val="000000" w:themeColor="text1"/>
              </w:rPr>
            </w:pPr>
            <w:r w:rsidRPr="00F73937">
              <w:t>(3,442)</w:t>
            </w:r>
          </w:p>
        </w:tc>
        <w:tc>
          <w:tcPr>
            <w:tcW w:w="270" w:type="dxa"/>
            <w:tcBorders>
              <w:top w:val="nil"/>
              <w:left w:val="nil"/>
              <w:bottom w:val="nil"/>
              <w:right w:val="nil"/>
            </w:tcBorders>
            <w:noWrap/>
          </w:tcPr>
          <w:p w14:paraId="6D4EC14A" w14:textId="77777777" w:rsidR="00D35036" w:rsidRPr="00F73937" w:rsidRDefault="00D35036" w:rsidP="00D35036">
            <w:pPr>
              <w:ind w:left="-163" w:right="-173"/>
              <w:rPr>
                <w:i/>
                <w:iCs/>
              </w:rPr>
            </w:pPr>
          </w:p>
        </w:tc>
        <w:tc>
          <w:tcPr>
            <w:tcW w:w="990" w:type="dxa"/>
            <w:tcBorders>
              <w:top w:val="nil"/>
              <w:left w:val="nil"/>
              <w:bottom w:val="nil"/>
              <w:right w:val="nil"/>
            </w:tcBorders>
            <w:noWrap/>
          </w:tcPr>
          <w:p w14:paraId="63D2D9C3" w14:textId="77777777" w:rsidR="00ED47B4" w:rsidRDefault="00ED47B4" w:rsidP="00D35036">
            <w:pPr>
              <w:pStyle w:val="acctfourfigures"/>
              <w:tabs>
                <w:tab w:val="clear" w:pos="765"/>
                <w:tab w:val="decimal" w:pos="861"/>
              </w:tabs>
              <w:spacing w:line="240" w:lineRule="auto"/>
              <w:ind w:right="-95"/>
              <w:rPr>
                <w:color w:val="000000" w:themeColor="text1"/>
              </w:rPr>
            </w:pPr>
          </w:p>
          <w:p w14:paraId="015A2B06" w14:textId="49191F4E" w:rsidR="00D35036" w:rsidRPr="00F73937" w:rsidRDefault="00ED47B4" w:rsidP="00D35036">
            <w:pPr>
              <w:pStyle w:val="acctfourfigures"/>
              <w:tabs>
                <w:tab w:val="clear" w:pos="765"/>
                <w:tab w:val="decimal" w:pos="861"/>
              </w:tabs>
              <w:spacing w:line="240" w:lineRule="auto"/>
              <w:ind w:right="-95"/>
              <w:rPr>
                <w:color w:val="000000" w:themeColor="text1"/>
              </w:rPr>
            </w:pPr>
            <w:r w:rsidRPr="00ED47B4">
              <w:rPr>
                <w:color w:val="000000" w:themeColor="text1"/>
              </w:rPr>
              <w:t>(7,611)</w:t>
            </w:r>
          </w:p>
        </w:tc>
        <w:tc>
          <w:tcPr>
            <w:tcW w:w="270" w:type="dxa"/>
            <w:tcBorders>
              <w:top w:val="nil"/>
              <w:left w:val="nil"/>
              <w:bottom w:val="nil"/>
              <w:right w:val="nil"/>
            </w:tcBorders>
            <w:noWrap/>
          </w:tcPr>
          <w:p w14:paraId="7B313CD9" w14:textId="77777777" w:rsidR="00D35036" w:rsidRPr="00F73937" w:rsidRDefault="00D35036" w:rsidP="00D35036">
            <w:pPr>
              <w:ind w:left="-163" w:right="-173"/>
              <w:rPr>
                <w:i/>
                <w:iCs/>
              </w:rPr>
            </w:pPr>
          </w:p>
        </w:tc>
        <w:tc>
          <w:tcPr>
            <w:tcW w:w="990" w:type="dxa"/>
            <w:tcBorders>
              <w:top w:val="nil"/>
              <w:left w:val="nil"/>
              <w:bottom w:val="nil"/>
              <w:right w:val="nil"/>
            </w:tcBorders>
            <w:noWrap/>
          </w:tcPr>
          <w:p w14:paraId="01A5F2B6" w14:textId="77777777" w:rsidR="00D35036" w:rsidRPr="00F73937" w:rsidRDefault="00D35036" w:rsidP="00D35036">
            <w:pPr>
              <w:pStyle w:val="acctfourfigures"/>
              <w:tabs>
                <w:tab w:val="clear" w:pos="765"/>
                <w:tab w:val="decimal" w:pos="776"/>
              </w:tabs>
              <w:spacing w:line="240" w:lineRule="auto"/>
              <w:ind w:right="-95"/>
            </w:pPr>
          </w:p>
          <w:p w14:paraId="2AF84F77" w14:textId="19984544" w:rsidR="00D35036" w:rsidRPr="00F73937" w:rsidRDefault="00D35036" w:rsidP="00D35036">
            <w:pPr>
              <w:pStyle w:val="acctfourfigures"/>
              <w:tabs>
                <w:tab w:val="clear" w:pos="765"/>
                <w:tab w:val="decimal" w:pos="776"/>
              </w:tabs>
              <w:spacing w:line="240" w:lineRule="auto"/>
              <w:ind w:right="-95"/>
              <w:rPr>
                <w:color w:val="000000" w:themeColor="text1"/>
              </w:rPr>
            </w:pPr>
            <w:r w:rsidRPr="00F73937">
              <w:t>(9,543)</w:t>
            </w:r>
          </w:p>
        </w:tc>
      </w:tr>
      <w:tr w:rsidR="00835A97" w:rsidRPr="00F73937" w14:paraId="06772CEF" w14:textId="77777777" w:rsidTr="009E7BDE">
        <w:tc>
          <w:tcPr>
            <w:tcW w:w="1980" w:type="dxa"/>
            <w:tcBorders>
              <w:top w:val="nil"/>
              <w:left w:val="nil"/>
              <w:bottom w:val="nil"/>
              <w:right w:val="nil"/>
            </w:tcBorders>
            <w:noWrap/>
            <w:vAlign w:val="bottom"/>
          </w:tcPr>
          <w:p w14:paraId="7F4ACE51" w14:textId="77777777" w:rsidR="00835A97" w:rsidRPr="00F73937" w:rsidRDefault="00835A97" w:rsidP="00835A97">
            <w:pPr>
              <w:ind w:left="442" w:right="-383" w:hanging="442"/>
            </w:pPr>
            <w:r w:rsidRPr="00F73937">
              <w:rPr>
                <w:i/>
                <w:iCs/>
              </w:rPr>
              <w:t>Less</w:t>
            </w:r>
            <w:r w:rsidRPr="00F73937">
              <w:t xml:space="preserve"> unearned </w:t>
            </w:r>
          </w:p>
          <w:p w14:paraId="73D9F7AD" w14:textId="77777777" w:rsidR="00835A97" w:rsidRPr="00F73937" w:rsidRDefault="00835A97" w:rsidP="00835A97">
            <w:pPr>
              <w:ind w:left="442" w:right="-383" w:hanging="442"/>
            </w:pPr>
            <w:r w:rsidRPr="00F73937">
              <w:rPr>
                <w:i/>
                <w:iCs/>
              </w:rPr>
              <w:t xml:space="preserve">        </w:t>
            </w:r>
            <w:r w:rsidRPr="00F73937">
              <w:t>interest income</w:t>
            </w:r>
          </w:p>
        </w:tc>
        <w:tc>
          <w:tcPr>
            <w:tcW w:w="990" w:type="dxa"/>
            <w:tcBorders>
              <w:top w:val="nil"/>
              <w:left w:val="nil"/>
              <w:bottom w:val="nil"/>
              <w:right w:val="nil"/>
            </w:tcBorders>
            <w:noWrap/>
            <w:vAlign w:val="bottom"/>
          </w:tcPr>
          <w:p w14:paraId="0BFFAA9A" w14:textId="614623C6" w:rsidR="00835A97" w:rsidRPr="00F73937" w:rsidRDefault="00A64AA6" w:rsidP="00835A97">
            <w:pPr>
              <w:pStyle w:val="acctfourfigures"/>
              <w:tabs>
                <w:tab w:val="clear" w:pos="765"/>
                <w:tab w:val="decimal" w:pos="777"/>
              </w:tabs>
              <w:spacing w:line="240" w:lineRule="auto"/>
              <w:ind w:right="-191"/>
              <w:rPr>
                <w:color w:val="000000" w:themeColor="text1"/>
              </w:rPr>
            </w:pPr>
            <w:r w:rsidRPr="00A64AA6">
              <w:rPr>
                <w:color w:val="000000" w:themeColor="text1"/>
              </w:rPr>
              <w:t>(12,417)</w:t>
            </w:r>
          </w:p>
        </w:tc>
        <w:tc>
          <w:tcPr>
            <w:tcW w:w="270" w:type="dxa"/>
            <w:tcBorders>
              <w:top w:val="nil"/>
              <w:left w:val="nil"/>
              <w:bottom w:val="nil"/>
              <w:right w:val="nil"/>
            </w:tcBorders>
            <w:noWrap/>
            <w:vAlign w:val="bottom"/>
          </w:tcPr>
          <w:p w14:paraId="6A408812" w14:textId="77777777" w:rsidR="00835A97" w:rsidRPr="00F73937" w:rsidRDefault="00835A97" w:rsidP="00835A97">
            <w:pPr>
              <w:ind w:left="-163" w:right="-173"/>
            </w:pPr>
          </w:p>
        </w:tc>
        <w:tc>
          <w:tcPr>
            <w:tcW w:w="990" w:type="dxa"/>
            <w:tcBorders>
              <w:top w:val="nil"/>
              <w:left w:val="nil"/>
              <w:bottom w:val="nil"/>
              <w:right w:val="nil"/>
            </w:tcBorders>
            <w:noWrap/>
          </w:tcPr>
          <w:p w14:paraId="1CF4954F" w14:textId="77777777" w:rsidR="00835A97" w:rsidRPr="00F73937" w:rsidRDefault="00835A97" w:rsidP="00835A97">
            <w:pPr>
              <w:pStyle w:val="acctfourfigures"/>
              <w:tabs>
                <w:tab w:val="clear" w:pos="765"/>
                <w:tab w:val="decimal" w:pos="861"/>
              </w:tabs>
              <w:spacing w:line="240" w:lineRule="auto"/>
              <w:ind w:right="-95"/>
            </w:pPr>
          </w:p>
          <w:p w14:paraId="48B1083C" w14:textId="0B001364" w:rsidR="00835A97" w:rsidRPr="00F73937" w:rsidRDefault="00835A97" w:rsidP="00835A97">
            <w:pPr>
              <w:pStyle w:val="acctfourfigures"/>
              <w:tabs>
                <w:tab w:val="clear" w:pos="765"/>
                <w:tab w:val="decimal" w:pos="861"/>
              </w:tabs>
              <w:spacing w:line="240" w:lineRule="auto"/>
              <w:ind w:right="-95"/>
              <w:rPr>
                <w:color w:val="000000" w:themeColor="text1"/>
              </w:rPr>
            </w:pPr>
            <w:r w:rsidRPr="00F73937">
              <w:t>(20,241)</w:t>
            </w:r>
          </w:p>
        </w:tc>
        <w:tc>
          <w:tcPr>
            <w:tcW w:w="270" w:type="dxa"/>
            <w:tcBorders>
              <w:top w:val="nil"/>
              <w:left w:val="nil"/>
              <w:bottom w:val="nil"/>
              <w:right w:val="nil"/>
            </w:tcBorders>
            <w:noWrap/>
          </w:tcPr>
          <w:p w14:paraId="4A95BCA3" w14:textId="77777777" w:rsidR="00835A97" w:rsidRPr="00F73937" w:rsidRDefault="00835A97" w:rsidP="00835A97">
            <w:pPr>
              <w:ind w:left="-163" w:right="-173"/>
            </w:pPr>
          </w:p>
        </w:tc>
        <w:tc>
          <w:tcPr>
            <w:tcW w:w="990" w:type="dxa"/>
            <w:tcBorders>
              <w:top w:val="nil"/>
              <w:left w:val="nil"/>
              <w:bottom w:val="nil"/>
              <w:right w:val="nil"/>
            </w:tcBorders>
            <w:noWrap/>
          </w:tcPr>
          <w:p w14:paraId="49BB24CB" w14:textId="77777777" w:rsidR="00293C1D" w:rsidRDefault="00293C1D" w:rsidP="00835A97">
            <w:pPr>
              <w:pStyle w:val="acctfourfigures"/>
              <w:tabs>
                <w:tab w:val="clear" w:pos="765"/>
                <w:tab w:val="decimal" w:pos="770"/>
              </w:tabs>
              <w:spacing w:line="240" w:lineRule="auto"/>
              <w:ind w:right="-95"/>
              <w:rPr>
                <w:color w:val="000000" w:themeColor="text1"/>
              </w:rPr>
            </w:pPr>
          </w:p>
          <w:p w14:paraId="6D72A70F" w14:textId="729498E9" w:rsidR="00835A97" w:rsidRPr="00F73937" w:rsidRDefault="00293C1D" w:rsidP="00835A97">
            <w:pPr>
              <w:pStyle w:val="acctfourfigures"/>
              <w:tabs>
                <w:tab w:val="clear" w:pos="765"/>
                <w:tab w:val="decimal" w:pos="770"/>
              </w:tabs>
              <w:spacing w:line="240" w:lineRule="auto"/>
              <w:ind w:right="-95"/>
              <w:rPr>
                <w:color w:val="000000" w:themeColor="text1"/>
              </w:rPr>
            </w:pPr>
            <w:r w:rsidRPr="00293C1D">
              <w:rPr>
                <w:color w:val="000000" w:themeColor="text1"/>
              </w:rPr>
              <w:t>(4,396)</w:t>
            </w:r>
          </w:p>
        </w:tc>
        <w:tc>
          <w:tcPr>
            <w:tcW w:w="270" w:type="dxa"/>
            <w:tcBorders>
              <w:top w:val="nil"/>
              <w:left w:val="nil"/>
              <w:bottom w:val="nil"/>
              <w:right w:val="nil"/>
            </w:tcBorders>
            <w:noWrap/>
          </w:tcPr>
          <w:p w14:paraId="627FCF3A" w14:textId="77777777" w:rsidR="00835A97" w:rsidRPr="00F73937" w:rsidRDefault="00835A97" w:rsidP="00835A97">
            <w:pPr>
              <w:ind w:left="-163" w:right="-173"/>
            </w:pPr>
          </w:p>
        </w:tc>
        <w:tc>
          <w:tcPr>
            <w:tcW w:w="990" w:type="dxa"/>
            <w:tcBorders>
              <w:top w:val="nil"/>
              <w:left w:val="nil"/>
              <w:bottom w:val="nil"/>
              <w:right w:val="nil"/>
            </w:tcBorders>
            <w:noWrap/>
          </w:tcPr>
          <w:p w14:paraId="1166C4CE" w14:textId="77777777" w:rsidR="00835A97" w:rsidRPr="00F73937" w:rsidRDefault="00835A97" w:rsidP="00835A97">
            <w:pPr>
              <w:pStyle w:val="acctfourfigures"/>
              <w:tabs>
                <w:tab w:val="clear" w:pos="765"/>
                <w:tab w:val="decimal" w:pos="770"/>
              </w:tabs>
              <w:spacing w:line="240" w:lineRule="auto"/>
              <w:ind w:right="-95"/>
            </w:pPr>
          </w:p>
          <w:p w14:paraId="5C3DC9BF" w14:textId="6E10B118" w:rsidR="00835A97" w:rsidRPr="00F73937" w:rsidRDefault="00835A97" w:rsidP="00835A97">
            <w:pPr>
              <w:pStyle w:val="acctfourfigures"/>
              <w:tabs>
                <w:tab w:val="clear" w:pos="765"/>
                <w:tab w:val="decimal" w:pos="770"/>
              </w:tabs>
              <w:spacing w:line="240" w:lineRule="auto"/>
              <w:ind w:right="-95"/>
              <w:rPr>
                <w:color w:val="000000" w:themeColor="text1"/>
              </w:rPr>
            </w:pPr>
            <w:r w:rsidRPr="00F73937">
              <w:t>(6,343)</w:t>
            </w:r>
          </w:p>
        </w:tc>
        <w:tc>
          <w:tcPr>
            <w:tcW w:w="270" w:type="dxa"/>
            <w:tcBorders>
              <w:top w:val="nil"/>
              <w:left w:val="nil"/>
              <w:bottom w:val="nil"/>
              <w:right w:val="nil"/>
            </w:tcBorders>
            <w:noWrap/>
          </w:tcPr>
          <w:p w14:paraId="497190E2" w14:textId="77777777" w:rsidR="00835A97" w:rsidRPr="00F73937" w:rsidRDefault="00835A97" w:rsidP="00835A97">
            <w:pPr>
              <w:ind w:left="-163" w:right="-173"/>
            </w:pPr>
          </w:p>
        </w:tc>
        <w:tc>
          <w:tcPr>
            <w:tcW w:w="990" w:type="dxa"/>
            <w:tcBorders>
              <w:top w:val="nil"/>
              <w:left w:val="nil"/>
              <w:bottom w:val="nil"/>
              <w:right w:val="nil"/>
            </w:tcBorders>
            <w:noWrap/>
          </w:tcPr>
          <w:p w14:paraId="46C0A72A" w14:textId="77777777" w:rsidR="006050DC" w:rsidRDefault="006050DC" w:rsidP="00835A97">
            <w:pPr>
              <w:pStyle w:val="acctfourfigures"/>
              <w:tabs>
                <w:tab w:val="clear" w:pos="765"/>
                <w:tab w:val="decimal" w:pos="776"/>
              </w:tabs>
              <w:spacing w:line="240" w:lineRule="auto"/>
              <w:ind w:left="-110" w:right="-95"/>
              <w:rPr>
                <w:color w:val="000000" w:themeColor="text1"/>
              </w:rPr>
            </w:pPr>
          </w:p>
          <w:p w14:paraId="24D0088B" w14:textId="0BFEBDB6" w:rsidR="00835A97" w:rsidRPr="00F73937" w:rsidRDefault="006050DC" w:rsidP="00835A97">
            <w:pPr>
              <w:pStyle w:val="acctfourfigures"/>
              <w:tabs>
                <w:tab w:val="clear" w:pos="765"/>
                <w:tab w:val="decimal" w:pos="776"/>
              </w:tabs>
              <w:spacing w:line="240" w:lineRule="auto"/>
              <w:ind w:left="-110" w:right="-95"/>
              <w:rPr>
                <w:color w:val="000000" w:themeColor="text1"/>
              </w:rPr>
            </w:pPr>
            <w:r w:rsidRPr="006050DC">
              <w:rPr>
                <w:color w:val="000000" w:themeColor="text1"/>
              </w:rPr>
              <w:t>(16,813)</w:t>
            </w:r>
          </w:p>
        </w:tc>
        <w:tc>
          <w:tcPr>
            <w:tcW w:w="270" w:type="dxa"/>
            <w:tcBorders>
              <w:top w:val="nil"/>
              <w:left w:val="nil"/>
              <w:bottom w:val="nil"/>
              <w:right w:val="nil"/>
            </w:tcBorders>
            <w:noWrap/>
          </w:tcPr>
          <w:p w14:paraId="5BE47930" w14:textId="77777777" w:rsidR="00835A97" w:rsidRPr="00F73937" w:rsidRDefault="00835A97" w:rsidP="00835A97">
            <w:pPr>
              <w:ind w:left="-163" w:right="-173"/>
            </w:pPr>
          </w:p>
        </w:tc>
        <w:tc>
          <w:tcPr>
            <w:tcW w:w="990" w:type="dxa"/>
            <w:tcBorders>
              <w:top w:val="nil"/>
              <w:left w:val="nil"/>
              <w:bottom w:val="nil"/>
              <w:right w:val="nil"/>
            </w:tcBorders>
            <w:noWrap/>
          </w:tcPr>
          <w:p w14:paraId="38E25B5E" w14:textId="77777777" w:rsidR="00835A97" w:rsidRPr="00F73937" w:rsidRDefault="00835A97" w:rsidP="00835A97">
            <w:pPr>
              <w:pStyle w:val="acctfourfigures"/>
              <w:tabs>
                <w:tab w:val="clear" w:pos="765"/>
                <w:tab w:val="decimal" w:pos="776"/>
              </w:tabs>
              <w:spacing w:line="240" w:lineRule="auto"/>
              <w:ind w:right="-95"/>
            </w:pPr>
          </w:p>
          <w:p w14:paraId="670A0538" w14:textId="2E98D9A5" w:rsidR="00835A97" w:rsidRPr="00F73937" w:rsidRDefault="00835A97" w:rsidP="00835A97">
            <w:pPr>
              <w:pStyle w:val="acctfourfigures"/>
              <w:tabs>
                <w:tab w:val="clear" w:pos="765"/>
                <w:tab w:val="decimal" w:pos="776"/>
              </w:tabs>
              <w:spacing w:line="240" w:lineRule="auto"/>
              <w:ind w:right="-95"/>
              <w:rPr>
                <w:color w:val="000000" w:themeColor="text1"/>
              </w:rPr>
            </w:pPr>
            <w:r w:rsidRPr="00F73937">
              <w:t>(26,584)</w:t>
            </w:r>
          </w:p>
        </w:tc>
      </w:tr>
      <w:tr w:rsidR="00276DD6" w:rsidRPr="00F73937" w14:paraId="44DEAF14" w14:textId="77777777" w:rsidTr="009E7BDE">
        <w:tc>
          <w:tcPr>
            <w:tcW w:w="1980" w:type="dxa"/>
            <w:tcBorders>
              <w:top w:val="nil"/>
              <w:left w:val="nil"/>
              <w:bottom w:val="nil"/>
              <w:right w:val="nil"/>
            </w:tcBorders>
            <w:noWrap/>
            <w:vAlign w:val="bottom"/>
          </w:tcPr>
          <w:p w14:paraId="25037C68" w14:textId="77777777" w:rsidR="00276DD6" w:rsidRPr="00F73937" w:rsidRDefault="00276DD6" w:rsidP="00276DD6">
            <w:pPr>
              <w:ind w:right="-383"/>
            </w:pPr>
          </w:p>
        </w:tc>
        <w:tc>
          <w:tcPr>
            <w:tcW w:w="990" w:type="dxa"/>
            <w:tcBorders>
              <w:top w:val="single" w:sz="4" w:space="0" w:color="auto"/>
              <w:left w:val="nil"/>
              <w:bottom w:val="nil"/>
              <w:right w:val="nil"/>
            </w:tcBorders>
            <w:noWrap/>
            <w:vAlign w:val="bottom"/>
          </w:tcPr>
          <w:p w14:paraId="11C8625F" w14:textId="6178BC42" w:rsidR="00276DD6" w:rsidRPr="00F73937" w:rsidRDefault="00FC4361" w:rsidP="00276DD6">
            <w:pPr>
              <w:pStyle w:val="acctfourfigures"/>
              <w:tabs>
                <w:tab w:val="clear" w:pos="765"/>
                <w:tab w:val="decimal" w:pos="861"/>
              </w:tabs>
              <w:spacing w:line="240" w:lineRule="auto"/>
              <w:ind w:left="-290" w:right="-20"/>
              <w:rPr>
                <w:b/>
                <w:bCs/>
                <w:color w:val="000000" w:themeColor="text1"/>
              </w:rPr>
            </w:pPr>
            <w:r w:rsidRPr="00FC4361">
              <w:rPr>
                <w:b/>
                <w:bCs/>
                <w:color w:val="000000" w:themeColor="text1"/>
              </w:rPr>
              <w:t>68,146</w:t>
            </w:r>
          </w:p>
        </w:tc>
        <w:tc>
          <w:tcPr>
            <w:tcW w:w="270" w:type="dxa"/>
            <w:tcBorders>
              <w:top w:val="nil"/>
              <w:left w:val="nil"/>
              <w:bottom w:val="nil"/>
              <w:right w:val="nil"/>
            </w:tcBorders>
            <w:noWrap/>
            <w:vAlign w:val="bottom"/>
          </w:tcPr>
          <w:p w14:paraId="4F72A004" w14:textId="77777777" w:rsidR="00276DD6" w:rsidRPr="00F73937" w:rsidRDefault="00276DD6" w:rsidP="00276DD6">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bottom w:val="nil"/>
              <w:right w:val="nil"/>
            </w:tcBorders>
            <w:noWrap/>
          </w:tcPr>
          <w:p w14:paraId="7B719A8F" w14:textId="1751F91D" w:rsidR="00276DD6" w:rsidRPr="00F73937" w:rsidRDefault="00276DD6" w:rsidP="00276DD6">
            <w:pPr>
              <w:pStyle w:val="acctfourfigures"/>
              <w:tabs>
                <w:tab w:val="clear" w:pos="765"/>
                <w:tab w:val="decimal" w:pos="790"/>
              </w:tabs>
              <w:spacing w:line="240" w:lineRule="auto"/>
              <w:ind w:right="-95"/>
              <w:rPr>
                <w:b/>
                <w:bCs/>
                <w:color w:val="000000" w:themeColor="text1"/>
              </w:rPr>
            </w:pPr>
            <w:r w:rsidRPr="00F73937">
              <w:rPr>
                <w:b/>
                <w:bCs/>
              </w:rPr>
              <w:t>90,326</w:t>
            </w:r>
          </w:p>
        </w:tc>
        <w:tc>
          <w:tcPr>
            <w:tcW w:w="270" w:type="dxa"/>
            <w:tcBorders>
              <w:top w:val="nil"/>
              <w:left w:val="nil"/>
              <w:bottom w:val="nil"/>
              <w:right w:val="nil"/>
            </w:tcBorders>
            <w:noWrap/>
          </w:tcPr>
          <w:p w14:paraId="5043495F" w14:textId="77777777" w:rsidR="00276DD6" w:rsidRPr="00F73937" w:rsidRDefault="00276DD6" w:rsidP="00276DD6">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4062B13B" w14:textId="616E1725" w:rsidR="00276DD6" w:rsidRPr="00F73937" w:rsidRDefault="00434D39" w:rsidP="00276DD6">
            <w:pPr>
              <w:pStyle w:val="acctfourfigures"/>
              <w:tabs>
                <w:tab w:val="clear" w:pos="765"/>
                <w:tab w:val="decimal" w:pos="782"/>
              </w:tabs>
              <w:spacing w:line="240" w:lineRule="auto"/>
              <w:ind w:right="-95"/>
              <w:rPr>
                <w:b/>
                <w:bCs/>
                <w:color w:val="000000" w:themeColor="text1"/>
              </w:rPr>
            </w:pPr>
            <w:r w:rsidRPr="00434D39">
              <w:rPr>
                <w:b/>
                <w:bCs/>
                <w:color w:val="000000" w:themeColor="text1"/>
              </w:rPr>
              <w:t>32,147</w:t>
            </w:r>
          </w:p>
        </w:tc>
        <w:tc>
          <w:tcPr>
            <w:tcW w:w="270" w:type="dxa"/>
            <w:tcBorders>
              <w:top w:val="nil"/>
              <w:left w:val="nil"/>
              <w:bottom w:val="nil"/>
              <w:right w:val="nil"/>
            </w:tcBorders>
            <w:noWrap/>
          </w:tcPr>
          <w:p w14:paraId="2535F79B" w14:textId="77777777" w:rsidR="00276DD6" w:rsidRPr="00F73937" w:rsidRDefault="00276DD6" w:rsidP="00276DD6">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2268C09D" w14:textId="3ECE8894" w:rsidR="00276DD6" w:rsidRPr="00F73937" w:rsidRDefault="00276DD6" w:rsidP="00276DD6">
            <w:pPr>
              <w:pStyle w:val="acctfourfigures"/>
              <w:tabs>
                <w:tab w:val="clear" w:pos="765"/>
                <w:tab w:val="decimal" w:pos="777"/>
              </w:tabs>
              <w:spacing w:line="240" w:lineRule="auto"/>
              <w:ind w:right="-95"/>
              <w:rPr>
                <w:b/>
                <w:bCs/>
                <w:color w:val="000000" w:themeColor="text1"/>
              </w:rPr>
            </w:pPr>
            <w:r w:rsidRPr="00F73937">
              <w:rPr>
                <w:b/>
                <w:bCs/>
              </w:rPr>
              <w:t>44,361</w:t>
            </w:r>
          </w:p>
        </w:tc>
        <w:tc>
          <w:tcPr>
            <w:tcW w:w="270" w:type="dxa"/>
            <w:tcBorders>
              <w:top w:val="nil"/>
              <w:left w:val="nil"/>
              <w:bottom w:val="nil"/>
              <w:right w:val="nil"/>
            </w:tcBorders>
            <w:noWrap/>
          </w:tcPr>
          <w:p w14:paraId="27B20F91" w14:textId="77777777" w:rsidR="00276DD6" w:rsidRPr="00F73937" w:rsidRDefault="00276DD6" w:rsidP="00276DD6">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750C00EB" w14:textId="7063D154" w:rsidR="00276DD6" w:rsidRPr="00F73937" w:rsidRDefault="00C53C8C" w:rsidP="00276DD6">
            <w:pPr>
              <w:pStyle w:val="acctfourfigures"/>
              <w:tabs>
                <w:tab w:val="clear" w:pos="765"/>
                <w:tab w:val="decimal" w:pos="861"/>
              </w:tabs>
              <w:spacing w:line="240" w:lineRule="auto"/>
              <w:ind w:left="-200" w:right="-20"/>
              <w:rPr>
                <w:b/>
                <w:bCs/>
                <w:color w:val="000000" w:themeColor="text1"/>
              </w:rPr>
            </w:pPr>
            <w:r w:rsidRPr="00C53C8C">
              <w:rPr>
                <w:b/>
                <w:bCs/>
                <w:color w:val="000000" w:themeColor="text1"/>
              </w:rPr>
              <w:t>100,293</w:t>
            </w:r>
          </w:p>
        </w:tc>
        <w:tc>
          <w:tcPr>
            <w:tcW w:w="270" w:type="dxa"/>
            <w:tcBorders>
              <w:top w:val="nil"/>
              <w:left w:val="nil"/>
              <w:bottom w:val="nil"/>
              <w:right w:val="nil"/>
            </w:tcBorders>
            <w:noWrap/>
          </w:tcPr>
          <w:p w14:paraId="688C3001" w14:textId="77777777" w:rsidR="00276DD6" w:rsidRPr="00F73937" w:rsidRDefault="00276DD6" w:rsidP="00276DD6">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651A8149" w14:textId="145A74B4" w:rsidR="00276DD6" w:rsidRPr="00F73937" w:rsidRDefault="00276DD6" w:rsidP="00276DD6">
            <w:pPr>
              <w:pStyle w:val="acctfourfigures"/>
              <w:tabs>
                <w:tab w:val="clear" w:pos="765"/>
                <w:tab w:val="decimal" w:pos="790"/>
              </w:tabs>
              <w:spacing w:line="240" w:lineRule="auto"/>
              <w:ind w:right="-95"/>
              <w:rPr>
                <w:rFonts w:cs="Angsana New"/>
                <w:b/>
                <w:bCs/>
                <w:color w:val="000000" w:themeColor="text1"/>
              </w:rPr>
            </w:pPr>
            <w:r w:rsidRPr="00F73937">
              <w:rPr>
                <w:b/>
                <w:bCs/>
              </w:rPr>
              <w:t>134,687</w:t>
            </w:r>
          </w:p>
        </w:tc>
      </w:tr>
      <w:tr w:rsidR="00C37E39" w:rsidRPr="00F73937" w14:paraId="200FD4DC" w14:textId="77777777" w:rsidTr="009E7BDE">
        <w:tc>
          <w:tcPr>
            <w:tcW w:w="1980" w:type="dxa"/>
            <w:tcBorders>
              <w:top w:val="nil"/>
              <w:left w:val="nil"/>
              <w:bottom w:val="nil"/>
              <w:right w:val="nil"/>
            </w:tcBorders>
            <w:noWrap/>
            <w:vAlign w:val="bottom"/>
          </w:tcPr>
          <w:p w14:paraId="2DEF58C6" w14:textId="77777777" w:rsidR="00C37E39" w:rsidRPr="00F73937" w:rsidRDefault="00C37E39" w:rsidP="00C37E39">
            <w:pPr>
              <w:ind w:left="442" w:right="-383" w:hanging="442"/>
            </w:pPr>
            <w:r w:rsidRPr="00F73937">
              <w:rPr>
                <w:i/>
                <w:iCs/>
              </w:rPr>
              <w:t>Less</w:t>
            </w:r>
            <w:r w:rsidRPr="00F73937">
              <w:t xml:space="preserve"> allowance for </w:t>
            </w:r>
          </w:p>
          <w:p w14:paraId="522D7AD9" w14:textId="77777777" w:rsidR="00C37E39" w:rsidRPr="00F73937" w:rsidRDefault="00C37E39" w:rsidP="00C37E39">
            <w:pPr>
              <w:ind w:left="442" w:right="-383" w:hanging="442"/>
            </w:pPr>
            <w:r w:rsidRPr="00F73937">
              <w:rPr>
                <w:i/>
                <w:iCs/>
              </w:rPr>
              <w:t xml:space="preserve">       </w:t>
            </w:r>
            <w:r w:rsidRPr="00F73937">
              <w:t xml:space="preserve"> expected credit</w:t>
            </w:r>
          </w:p>
          <w:p w14:paraId="35CEA548" w14:textId="77777777" w:rsidR="00C37E39" w:rsidRPr="00F73937" w:rsidRDefault="00C37E39" w:rsidP="00C37E39">
            <w:pPr>
              <w:ind w:left="442" w:right="-383" w:hanging="442"/>
              <w:rPr>
                <w:rFonts w:cstheme="minorBidi"/>
                <w:cs/>
              </w:rPr>
            </w:pPr>
            <w:r w:rsidRPr="00F73937">
              <w:t xml:space="preserve">        loss</w:t>
            </w:r>
          </w:p>
        </w:tc>
        <w:tc>
          <w:tcPr>
            <w:tcW w:w="990" w:type="dxa"/>
            <w:tcBorders>
              <w:top w:val="nil"/>
              <w:left w:val="nil"/>
              <w:bottom w:val="single" w:sz="4" w:space="0" w:color="auto"/>
              <w:right w:val="nil"/>
            </w:tcBorders>
            <w:noWrap/>
            <w:vAlign w:val="bottom"/>
          </w:tcPr>
          <w:p w14:paraId="53A79BD0" w14:textId="7AD77F25" w:rsidR="00C37E39" w:rsidRPr="00F73937" w:rsidRDefault="001B453F" w:rsidP="00C37E39">
            <w:pPr>
              <w:pStyle w:val="acctfourfigures"/>
              <w:tabs>
                <w:tab w:val="clear" w:pos="765"/>
                <w:tab w:val="decimal" w:pos="777"/>
              </w:tabs>
              <w:spacing w:line="240" w:lineRule="auto"/>
              <w:ind w:left="-110" w:right="-95"/>
              <w:rPr>
                <w:color w:val="000000" w:themeColor="text1"/>
              </w:rPr>
            </w:pPr>
            <w:r w:rsidRPr="001B453F">
              <w:rPr>
                <w:color w:val="000000" w:themeColor="text1"/>
              </w:rPr>
              <w:t>(839)</w:t>
            </w:r>
          </w:p>
        </w:tc>
        <w:tc>
          <w:tcPr>
            <w:tcW w:w="270" w:type="dxa"/>
            <w:tcBorders>
              <w:top w:val="nil"/>
              <w:left w:val="nil"/>
              <w:right w:val="nil"/>
            </w:tcBorders>
            <w:noWrap/>
            <w:vAlign w:val="bottom"/>
          </w:tcPr>
          <w:p w14:paraId="6011608A" w14:textId="77777777" w:rsidR="00C37E39" w:rsidRPr="00F73937" w:rsidRDefault="00C37E39" w:rsidP="00C37E39">
            <w:pPr>
              <w:ind w:left="-163" w:right="-173"/>
            </w:pPr>
          </w:p>
        </w:tc>
        <w:tc>
          <w:tcPr>
            <w:tcW w:w="990" w:type="dxa"/>
            <w:tcBorders>
              <w:top w:val="nil"/>
              <w:left w:val="nil"/>
              <w:bottom w:val="single" w:sz="4" w:space="0" w:color="auto"/>
              <w:right w:val="nil"/>
            </w:tcBorders>
            <w:noWrap/>
          </w:tcPr>
          <w:p w14:paraId="50179DAC" w14:textId="77777777" w:rsidR="00C37E39" w:rsidRPr="00F73937" w:rsidRDefault="00C37E39" w:rsidP="00C37E39">
            <w:pPr>
              <w:pStyle w:val="acctfourfigures"/>
              <w:tabs>
                <w:tab w:val="clear" w:pos="765"/>
                <w:tab w:val="decimal" w:pos="861"/>
              </w:tabs>
              <w:spacing w:line="240" w:lineRule="auto"/>
              <w:ind w:right="-95"/>
            </w:pPr>
          </w:p>
          <w:p w14:paraId="27B0CE33" w14:textId="77777777" w:rsidR="00C37E39" w:rsidRPr="00F73937" w:rsidRDefault="00C37E39" w:rsidP="00C37E39">
            <w:pPr>
              <w:pStyle w:val="acctfourfigures"/>
              <w:tabs>
                <w:tab w:val="clear" w:pos="765"/>
                <w:tab w:val="decimal" w:pos="861"/>
              </w:tabs>
              <w:spacing w:line="240" w:lineRule="auto"/>
              <w:ind w:right="-95"/>
            </w:pPr>
          </w:p>
          <w:p w14:paraId="15B17024" w14:textId="3508A50E" w:rsidR="00C37E39" w:rsidRPr="00F73937" w:rsidRDefault="00C37E39" w:rsidP="00C37E39">
            <w:pPr>
              <w:pStyle w:val="acctfourfigures"/>
              <w:tabs>
                <w:tab w:val="clear" w:pos="765"/>
                <w:tab w:val="decimal" w:pos="861"/>
              </w:tabs>
              <w:spacing w:line="240" w:lineRule="auto"/>
              <w:ind w:right="-95"/>
              <w:rPr>
                <w:color w:val="000000" w:themeColor="text1"/>
              </w:rPr>
            </w:pPr>
            <w:r w:rsidRPr="00F73937">
              <w:t>(2,682)</w:t>
            </w:r>
          </w:p>
        </w:tc>
        <w:tc>
          <w:tcPr>
            <w:tcW w:w="270" w:type="dxa"/>
            <w:tcBorders>
              <w:top w:val="nil"/>
              <w:left w:val="nil"/>
              <w:right w:val="nil"/>
            </w:tcBorders>
            <w:noWrap/>
          </w:tcPr>
          <w:p w14:paraId="5327DF08" w14:textId="77777777" w:rsidR="00C37E39" w:rsidRPr="00F73937" w:rsidRDefault="00C37E39" w:rsidP="00C37E39">
            <w:pPr>
              <w:ind w:left="-163" w:right="-173"/>
            </w:pPr>
          </w:p>
        </w:tc>
        <w:tc>
          <w:tcPr>
            <w:tcW w:w="990" w:type="dxa"/>
            <w:tcBorders>
              <w:top w:val="nil"/>
              <w:left w:val="nil"/>
              <w:bottom w:val="single" w:sz="4" w:space="0" w:color="auto"/>
              <w:right w:val="nil"/>
            </w:tcBorders>
            <w:noWrap/>
          </w:tcPr>
          <w:p w14:paraId="6997DFAB" w14:textId="77777777" w:rsidR="003F6902" w:rsidRDefault="003F6902" w:rsidP="00C37E39">
            <w:pPr>
              <w:pStyle w:val="acctfourfigures"/>
              <w:tabs>
                <w:tab w:val="clear" w:pos="765"/>
                <w:tab w:val="decimal" w:pos="770"/>
              </w:tabs>
              <w:spacing w:line="240" w:lineRule="auto"/>
              <w:ind w:right="-95"/>
              <w:rPr>
                <w:color w:val="000000" w:themeColor="text1"/>
              </w:rPr>
            </w:pPr>
          </w:p>
          <w:p w14:paraId="18924911" w14:textId="77777777" w:rsidR="003F6902" w:rsidRDefault="003F6902" w:rsidP="00C37E39">
            <w:pPr>
              <w:pStyle w:val="acctfourfigures"/>
              <w:tabs>
                <w:tab w:val="clear" w:pos="765"/>
                <w:tab w:val="decimal" w:pos="770"/>
              </w:tabs>
              <w:spacing w:line="240" w:lineRule="auto"/>
              <w:ind w:right="-95"/>
              <w:rPr>
                <w:color w:val="000000" w:themeColor="text1"/>
              </w:rPr>
            </w:pPr>
          </w:p>
          <w:p w14:paraId="3BA41A76" w14:textId="026C8761" w:rsidR="00C37E39" w:rsidRPr="00F73937" w:rsidRDefault="003F6902" w:rsidP="00C37E39">
            <w:pPr>
              <w:pStyle w:val="acctfourfigures"/>
              <w:tabs>
                <w:tab w:val="clear" w:pos="765"/>
                <w:tab w:val="decimal" w:pos="770"/>
              </w:tabs>
              <w:spacing w:line="240" w:lineRule="auto"/>
              <w:ind w:right="-95"/>
              <w:rPr>
                <w:color w:val="000000" w:themeColor="text1"/>
              </w:rPr>
            </w:pPr>
            <w:r w:rsidRPr="003F6902">
              <w:rPr>
                <w:color w:val="000000" w:themeColor="text1"/>
              </w:rPr>
              <w:t>(2,388)</w:t>
            </w:r>
          </w:p>
        </w:tc>
        <w:tc>
          <w:tcPr>
            <w:tcW w:w="270" w:type="dxa"/>
            <w:tcBorders>
              <w:top w:val="nil"/>
              <w:left w:val="nil"/>
              <w:right w:val="nil"/>
            </w:tcBorders>
            <w:noWrap/>
          </w:tcPr>
          <w:p w14:paraId="2197F191" w14:textId="77777777" w:rsidR="00C37E39" w:rsidRPr="00F73937" w:rsidRDefault="00C37E39" w:rsidP="00C37E39">
            <w:pPr>
              <w:ind w:left="-163" w:right="-173"/>
            </w:pPr>
          </w:p>
        </w:tc>
        <w:tc>
          <w:tcPr>
            <w:tcW w:w="990" w:type="dxa"/>
            <w:tcBorders>
              <w:top w:val="nil"/>
              <w:left w:val="nil"/>
              <w:bottom w:val="single" w:sz="4" w:space="0" w:color="auto"/>
              <w:right w:val="nil"/>
            </w:tcBorders>
            <w:noWrap/>
          </w:tcPr>
          <w:p w14:paraId="5B0C86AA" w14:textId="77777777" w:rsidR="00C37E39" w:rsidRPr="00F73937" w:rsidRDefault="00C37E39" w:rsidP="00C37E39">
            <w:pPr>
              <w:pStyle w:val="acctfourfigures"/>
              <w:tabs>
                <w:tab w:val="clear" w:pos="765"/>
                <w:tab w:val="decimal" w:pos="770"/>
              </w:tabs>
              <w:spacing w:line="240" w:lineRule="auto"/>
              <w:ind w:right="-95"/>
            </w:pPr>
          </w:p>
          <w:p w14:paraId="5D5EC52D" w14:textId="77777777" w:rsidR="00C37E39" w:rsidRPr="00F73937" w:rsidRDefault="00C37E39" w:rsidP="00C37E39">
            <w:pPr>
              <w:pStyle w:val="acctfourfigures"/>
              <w:tabs>
                <w:tab w:val="clear" w:pos="765"/>
                <w:tab w:val="decimal" w:pos="770"/>
              </w:tabs>
              <w:spacing w:line="240" w:lineRule="auto"/>
              <w:ind w:right="-95"/>
            </w:pPr>
          </w:p>
          <w:p w14:paraId="5D1B1334" w14:textId="0A96FC6E" w:rsidR="00C37E39" w:rsidRPr="00F73937" w:rsidRDefault="00C37E39" w:rsidP="00C37E39">
            <w:pPr>
              <w:pStyle w:val="acctfourfigures"/>
              <w:tabs>
                <w:tab w:val="clear" w:pos="765"/>
                <w:tab w:val="decimal" w:pos="770"/>
              </w:tabs>
              <w:spacing w:line="240" w:lineRule="auto"/>
              <w:ind w:right="-95"/>
              <w:rPr>
                <w:color w:val="000000" w:themeColor="text1"/>
              </w:rPr>
            </w:pPr>
            <w:r w:rsidRPr="00F73937">
              <w:t>(7,251)</w:t>
            </w:r>
          </w:p>
        </w:tc>
        <w:tc>
          <w:tcPr>
            <w:tcW w:w="270" w:type="dxa"/>
            <w:tcBorders>
              <w:top w:val="nil"/>
              <w:left w:val="nil"/>
              <w:right w:val="nil"/>
            </w:tcBorders>
            <w:noWrap/>
          </w:tcPr>
          <w:p w14:paraId="72BC8F53" w14:textId="77777777" w:rsidR="00C37E39" w:rsidRPr="00F73937" w:rsidRDefault="00C37E39" w:rsidP="00C37E39">
            <w:pPr>
              <w:ind w:left="-163" w:right="-173"/>
            </w:pPr>
          </w:p>
        </w:tc>
        <w:tc>
          <w:tcPr>
            <w:tcW w:w="990" w:type="dxa"/>
            <w:tcBorders>
              <w:top w:val="nil"/>
              <w:left w:val="nil"/>
              <w:bottom w:val="single" w:sz="4" w:space="0" w:color="auto"/>
              <w:right w:val="nil"/>
            </w:tcBorders>
            <w:noWrap/>
          </w:tcPr>
          <w:p w14:paraId="43EA61E0" w14:textId="77777777" w:rsidR="003F1736" w:rsidRDefault="003F1736" w:rsidP="00C37E39">
            <w:pPr>
              <w:pStyle w:val="acctfourfigures"/>
              <w:tabs>
                <w:tab w:val="clear" w:pos="765"/>
                <w:tab w:val="decimal" w:pos="861"/>
              </w:tabs>
              <w:spacing w:line="240" w:lineRule="auto"/>
              <w:ind w:right="-95"/>
              <w:rPr>
                <w:color w:val="000000" w:themeColor="text1"/>
              </w:rPr>
            </w:pPr>
          </w:p>
          <w:p w14:paraId="1C87FFDC" w14:textId="77777777" w:rsidR="003F1736" w:rsidRDefault="003F1736" w:rsidP="00C37E39">
            <w:pPr>
              <w:pStyle w:val="acctfourfigures"/>
              <w:tabs>
                <w:tab w:val="clear" w:pos="765"/>
                <w:tab w:val="decimal" w:pos="861"/>
              </w:tabs>
              <w:spacing w:line="240" w:lineRule="auto"/>
              <w:ind w:right="-95"/>
              <w:rPr>
                <w:color w:val="000000" w:themeColor="text1"/>
              </w:rPr>
            </w:pPr>
          </w:p>
          <w:p w14:paraId="46D35066" w14:textId="11B9B601" w:rsidR="00C37E39" w:rsidRPr="00F73937" w:rsidRDefault="003F1736" w:rsidP="00C37E39">
            <w:pPr>
              <w:pStyle w:val="acctfourfigures"/>
              <w:tabs>
                <w:tab w:val="clear" w:pos="765"/>
                <w:tab w:val="decimal" w:pos="861"/>
              </w:tabs>
              <w:spacing w:line="240" w:lineRule="auto"/>
              <w:ind w:right="-95"/>
              <w:rPr>
                <w:color w:val="000000" w:themeColor="text1"/>
              </w:rPr>
            </w:pPr>
            <w:r w:rsidRPr="003F1736">
              <w:rPr>
                <w:color w:val="000000" w:themeColor="text1"/>
              </w:rPr>
              <w:t>(3,227)</w:t>
            </w:r>
          </w:p>
        </w:tc>
        <w:tc>
          <w:tcPr>
            <w:tcW w:w="270" w:type="dxa"/>
            <w:tcBorders>
              <w:top w:val="nil"/>
              <w:left w:val="nil"/>
              <w:right w:val="nil"/>
            </w:tcBorders>
            <w:noWrap/>
          </w:tcPr>
          <w:p w14:paraId="33C02C9A" w14:textId="77777777" w:rsidR="00C37E39" w:rsidRPr="00F73937" w:rsidRDefault="00C37E39" w:rsidP="00C37E39">
            <w:pPr>
              <w:ind w:left="-163" w:right="-173"/>
            </w:pPr>
          </w:p>
        </w:tc>
        <w:tc>
          <w:tcPr>
            <w:tcW w:w="990" w:type="dxa"/>
            <w:tcBorders>
              <w:top w:val="nil"/>
              <w:left w:val="nil"/>
              <w:bottom w:val="single" w:sz="4" w:space="0" w:color="auto"/>
              <w:right w:val="nil"/>
            </w:tcBorders>
            <w:noWrap/>
          </w:tcPr>
          <w:p w14:paraId="1DE92D9A" w14:textId="77777777" w:rsidR="00C37E39" w:rsidRPr="00F73937" w:rsidRDefault="00C37E39" w:rsidP="00C37E39">
            <w:pPr>
              <w:pStyle w:val="acctfourfigures"/>
              <w:tabs>
                <w:tab w:val="clear" w:pos="765"/>
                <w:tab w:val="decimal" w:pos="776"/>
              </w:tabs>
              <w:spacing w:line="240" w:lineRule="auto"/>
              <w:ind w:right="-95"/>
            </w:pPr>
          </w:p>
          <w:p w14:paraId="7BC2C31A" w14:textId="77777777" w:rsidR="00C37E39" w:rsidRPr="00F73937" w:rsidRDefault="00C37E39" w:rsidP="00C37E39">
            <w:pPr>
              <w:pStyle w:val="acctfourfigures"/>
              <w:tabs>
                <w:tab w:val="clear" w:pos="765"/>
                <w:tab w:val="decimal" w:pos="776"/>
              </w:tabs>
              <w:spacing w:line="240" w:lineRule="auto"/>
              <w:ind w:right="-95"/>
            </w:pPr>
          </w:p>
          <w:p w14:paraId="6E7BD7B9" w14:textId="15871F26" w:rsidR="00C37E39" w:rsidRPr="00F73937" w:rsidRDefault="00C37E39" w:rsidP="00C37E39">
            <w:pPr>
              <w:pStyle w:val="acctfourfigures"/>
              <w:tabs>
                <w:tab w:val="clear" w:pos="765"/>
                <w:tab w:val="decimal" w:pos="776"/>
              </w:tabs>
              <w:spacing w:line="240" w:lineRule="auto"/>
              <w:ind w:right="-95"/>
              <w:rPr>
                <w:color w:val="000000" w:themeColor="text1"/>
              </w:rPr>
            </w:pPr>
            <w:r w:rsidRPr="00F73937">
              <w:t>(9,933)</w:t>
            </w:r>
          </w:p>
        </w:tc>
      </w:tr>
      <w:tr w:rsidR="007B2914" w:rsidRPr="00F73937" w14:paraId="72046F94" w14:textId="77777777" w:rsidTr="00201AB6">
        <w:trPr>
          <w:trHeight w:val="70"/>
        </w:trPr>
        <w:tc>
          <w:tcPr>
            <w:tcW w:w="1980" w:type="dxa"/>
            <w:tcBorders>
              <w:top w:val="nil"/>
              <w:left w:val="nil"/>
              <w:bottom w:val="nil"/>
              <w:right w:val="nil"/>
            </w:tcBorders>
            <w:noWrap/>
            <w:vAlign w:val="bottom"/>
          </w:tcPr>
          <w:p w14:paraId="1A65D11E" w14:textId="77777777" w:rsidR="00451134" w:rsidRPr="00F73937" w:rsidRDefault="00451134" w:rsidP="00451134">
            <w:pPr>
              <w:ind w:right="-383"/>
              <w:rPr>
                <w:i/>
                <w:iCs/>
              </w:rPr>
            </w:pPr>
          </w:p>
        </w:tc>
        <w:tc>
          <w:tcPr>
            <w:tcW w:w="990" w:type="dxa"/>
            <w:tcBorders>
              <w:top w:val="single" w:sz="4" w:space="0" w:color="auto"/>
              <w:left w:val="nil"/>
              <w:right w:val="nil"/>
            </w:tcBorders>
            <w:noWrap/>
            <w:vAlign w:val="bottom"/>
          </w:tcPr>
          <w:p w14:paraId="4F143387" w14:textId="77777777" w:rsidR="00451134" w:rsidRPr="00F73937" w:rsidRDefault="00451134" w:rsidP="007B2914">
            <w:pPr>
              <w:pStyle w:val="BodyText"/>
              <w:tabs>
                <w:tab w:val="decimal" w:pos="861"/>
              </w:tabs>
              <w:spacing w:after="0" w:line="240" w:lineRule="auto"/>
              <w:ind w:left="-110" w:right="-95"/>
              <w:rPr>
                <w:color w:val="000000" w:themeColor="text1"/>
              </w:rPr>
            </w:pPr>
          </w:p>
        </w:tc>
        <w:tc>
          <w:tcPr>
            <w:tcW w:w="270" w:type="dxa"/>
            <w:tcBorders>
              <w:top w:val="nil"/>
              <w:left w:val="nil"/>
              <w:right w:val="nil"/>
            </w:tcBorders>
            <w:noWrap/>
            <w:vAlign w:val="bottom"/>
          </w:tcPr>
          <w:p w14:paraId="5509B4C2" w14:textId="77777777" w:rsidR="00451134" w:rsidRPr="00F73937" w:rsidRDefault="00451134" w:rsidP="00451134">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vAlign w:val="bottom"/>
          </w:tcPr>
          <w:p w14:paraId="706853D6" w14:textId="77777777" w:rsidR="00451134" w:rsidRPr="00F73937" w:rsidRDefault="00451134" w:rsidP="00451134">
            <w:pPr>
              <w:pStyle w:val="BodyText"/>
              <w:tabs>
                <w:tab w:val="decimal" w:pos="861"/>
              </w:tabs>
              <w:spacing w:after="0" w:line="240" w:lineRule="auto"/>
              <w:ind w:right="-95"/>
              <w:rPr>
                <w:color w:val="000000" w:themeColor="text1"/>
              </w:rPr>
            </w:pPr>
          </w:p>
        </w:tc>
        <w:tc>
          <w:tcPr>
            <w:tcW w:w="270" w:type="dxa"/>
            <w:tcBorders>
              <w:top w:val="nil"/>
              <w:left w:val="nil"/>
              <w:right w:val="nil"/>
            </w:tcBorders>
            <w:noWrap/>
            <w:vAlign w:val="bottom"/>
          </w:tcPr>
          <w:p w14:paraId="6D651F04" w14:textId="77777777" w:rsidR="00451134" w:rsidRPr="00F73937" w:rsidRDefault="00451134" w:rsidP="00451134">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tcPr>
          <w:p w14:paraId="5B63DA68" w14:textId="77777777" w:rsidR="00451134" w:rsidRPr="00F73937" w:rsidRDefault="00451134" w:rsidP="00451134">
            <w:pPr>
              <w:pStyle w:val="acctfourfigures"/>
              <w:shd w:val="clear" w:color="auto" w:fill="FFFFFF"/>
              <w:tabs>
                <w:tab w:val="clear" w:pos="765"/>
              </w:tabs>
              <w:spacing w:line="240" w:lineRule="atLeast"/>
              <w:ind w:left="-169" w:right="34"/>
              <w:jc w:val="right"/>
            </w:pPr>
          </w:p>
        </w:tc>
        <w:tc>
          <w:tcPr>
            <w:tcW w:w="270" w:type="dxa"/>
            <w:tcBorders>
              <w:top w:val="nil"/>
              <w:left w:val="nil"/>
              <w:right w:val="nil"/>
            </w:tcBorders>
            <w:noWrap/>
            <w:vAlign w:val="bottom"/>
          </w:tcPr>
          <w:p w14:paraId="20BEAEA9" w14:textId="77777777" w:rsidR="00451134" w:rsidRPr="00F73937" w:rsidRDefault="00451134" w:rsidP="00451134">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tcPr>
          <w:p w14:paraId="4E3F4BEE" w14:textId="77777777" w:rsidR="00451134" w:rsidRPr="00F73937" w:rsidRDefault="00451134" w:rsidP="00451134">
            <w:pPr>
              <w:pStyle w:val="acctfourfigures"/>
              <w:shd w:val="clear" w:color="auto" w:fill="FFFFFF"/>
              <w:tabs>
                <w:tab w:val="clear" w:pos="765"/>
              </w:tabs>
              <w:spacing w:line="240" w:lineRule="atLeast"/>
              <w:ind w:left="-169" w:right="34"/>
              <w:jc w:val="right"/>
            </w:pPr>
          </w:p>
        </w:tc>
        <w:tc>
          <w:tcPr>
            <w:tcW w:w="270" w:type="dxa"/>
            <w:tcBorders>
              <w:top w:val="nil"/>
              <w:left w:val="nil"/>
              <w:right w:val="nil"/>
            </w:tcBorders>
            <w:noWrap/>
            <w:vAlign w:val="bottom"/>
          </w:tcPr>
          <w:p w14:paraId="6D50CEB0" w14:textId="77777777" w:rsidR="00451134" w:rsidRPr="00F73937" w:rsidRDefault="00451134" w:rsidP="00451134">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vAlign w:val="bottom"/>
          </w:tcPr>
          <w:p w14:paraId="50161EFC" w14:textId="77777777" w:rsidR="00451134" w:rsidRPr="00F73937" w:rsidRDefault="00451134" w:rsidP="00451134">
            <w:pPr>
              <w:pStyle w:val="acctfourfigures"/>
              <w:tabs>
                <w:tab w:val="clear" w:pos="765"/>
                <w:tab w:val="decimal" w:pos="861"/>
              </w:tabs>
              <w:spacing w:line="240" w:lineRule="auto"/>
              <w:ind w:right="-95"/>
              <w:rPr>
                <w:color w:val="000000" w:themeColor="text1"/>
              </w:rPr>
            </w:pPr>
          </w:p>
        </w:tc>
        <w:tc>
          <w:tcPr>
            <w:tcW w:w="270" w:type="dxa"/>
            <w:tcBorders>
              <w:top w:val="nil"/>
              <w:left w:val="nil"/>
              <w:right w:val="nil"/>
            </w:tcBorders>
            <w:noWrap/>
            <w:vAlign w:val="bottom"/>
          </w:tcPr>
          <w:p w14:paraId="7BAF9CDC" w14:textId="77777777" w:rsidR="00451134" w:rsidRPr="00F73937" w:rsidRDefault="00451134" w:rsidP="00451134">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vAlign w:val="bottom"/>
          </w:tcPr>
          <w:p w14:paraId="1B2192AB" w14:textId="77777777" w:rsidR="00451134" w:rsidRPr="00F73937" w:rsidRDefault="00451134" w:rsidP="00451134">
            <w:pPr>
              <w:pStyle w:val="acctfourfigures"/>
              <w:tabs>
                <w:tab w:val="clear" w:pos="765"/>
                <w:tab w:val="decimal" w:pos="861"/>
              </w:tabs>
              <w:spacing w:line="240" w:lineRule="auto"/>
              <w:ind w:right="-95"/>
              <w:rPr>
                <w:color w:val="000000" w:themeColor="text1"/>
              </w:rPr>
            </w:pPr>
          </w:p>
        </w:tc>
      </w:tr>
      <w:tr w:rsidR="00700116" w:rsidRPr="00F73937" w14:paraId="2C2A2246" w14:textId="77777777" w:rsidTr="009E7BDE">
        <w:tc>
          <w:tcPr>
            <w:tcW w:w="1980" w:type="dxa"/>
            <w:tcBorders>
              <w:top w:val="nil"/>
              <w:left w:val="nil"/>
              <w:bottom w:val="nil"/>
              <w:right w:val="nil"/>
            </w:tcBorders>
            <w:noWrap/>
            <w:vAlign w:val="bottom"/>
          </w:tcPr>
          <w:p w14:paraId="2F396938" w14:textId="77777777" w:rsidR="00700116" w:rsidRPr="00F73937" w:rsidRDefault="00700116" w:rsidP="00700116">
            <w:pPr>
              <w:ind w:right="-383"/>
              <w:rPr>
                <w:b/>
                <w:bCs/>
              </w:rPr>
            </w:pPr>
            <w:r w:rsidRPr="00F73937">
              <w:rPr>
                <w:b/>
                <w:bCs/>
              </w:rPr>
              <w:t>Net</w:t>
            </w:r>
          </w:p>
        </w:tc>
        <w:tc>
          <w:tcPr>
            <w:tcW w:w="990" w:type="dxa"/>
            <w:tcBorders>
              <w:left w:val="nil"/>
              <w:bottom w:val="double" w:sz="4" w:space="0" w:color="auto"/>
              <w:right w:val="nil"/>
            </w:tcBorders>
            <w:noWrap/>
            <w:vAlign w:val="bottom"/>
          </w:tcPr>
          <w:p w14:paraId="488644E9" w14:textId="6723B1A7" w:rsidR="00700116" w:rsidRPr="00F73937" w:rsidRDefault="008E73A6" w:rsidP="00700116">
            <w:pPr>
              <w:pStyle w:val="acctfourfigures"/>
              <w:tabs>
                <w:tab w:val="clear" w:pos="765"/>
                <w:tab w:val="decimal" w:pos="777"/>
              </w:tabs>
              <w:spacing w:line="240" w:lineRule="auto"/>
              <w:ind w:left="-110" w:right="-95"/>
              <w:rPr>
                <w:b/>
                <w:bCs/>
                <w:color w:val="000000" w:themeColor="text1"/>
              </w:rPr>
            </w:pPr>
            <w:r w:rsidRPr="008E73A6">
              <w:rPr>
                <w:b/>
                <w:bCs/>
                <w:color w:val="000000" w:themeColor="text1"/>
              </w:rPr>
              <w:t>67,307</w:t>
            </w:r>
          </w:p>
        </w:tc>
        <w:tc>
          <w:tcPr>
            <w:tcW w:w="270" w:type="dxa"/>
            <w:tcBorders>
              <w:left w:val="nil"/>
              <w:right w:val="nil"/>
            </w:tcBorders>
            <w:noWrap/>
            <w:vAlign w:val="bottom"/>
          </w:tcPr>
          <w:p w14:paraId="620E87FE" w14:textId="77777777" w:rsidR="00700116" w:rsidRPr="00F73937" w:rsidRDefault="00700116" w:rsidP="00700116">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628403F2" w14:textId="54A9606E" w:rsidR="00700116" w:rsidRPr="00F73937" w:rsidRDefault="00700116" w:rsidP="00700116">
            <w:pPr>
              <w:pStyle w:val="acctfourfigures"/>
              <w:tabs>
                <w:tab w:val="clear" w:pos="765"/>
                <w:tab w:val="decimal" w:pos="790"/>
              </w:tabs>
              <w:spacing w:line="240" w:lineRule="auto"/>
              <w:ind w:right="-95"/>
              <w:rPr>
                <w:b/>
                <w:bCs/>
                <w:color w:val="000000" w:themeColor="text1"/>
              </w:rPr>
            </w:pPr>
            <w:r w:rsidRPr="00F73937">
              <w:rPr>
                <w:b/>
                <w:bCs/>
              </w:rPr>
              <w:t>87,644</w:t>
            </w:r>
          </w:p>
        </w:tc>
        <w:tc>
          <w:tcPr>
            <w:tcW w:w="270" w:type="dxa"/>
            <w:tcBorders>
              <w:left w:val="nil"/>
              <w:right w:val="nil"/>
            </w:tcBorders>
            <w:noWrap/>
          </w:tcPr>
          <w:p w14:paraId="7D985199" w14:textId="77777777" w:rsidR="00700116" w:rsidRPr="00F73937" w:rsidRDefault="00700116" w:rsidP="00700116">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577F4FFE" w14:textId="1ABC5E29" w:rsidR="00700116" w:rsidRPr="00F73937" w:rsidRDefault="002B59BA" w:rsidP="00700116">
            <w:pPr>
              <w:pStyle w:val="acctfourfigures"/>
              <w:shd w:val="clear" w:color="auto" w:fill="FFFFFF"/>
              <w:tabs>
                <w:tab w:val="clear" w:pos="765"/>
              </w:tabs>
              <w:spacing w:line="240" w:lineRule="atLeast"/>
              <w:ind w:left="-169" w:right="1"/>
              <w:jc w:val="right"/>
              <w:rPr>
                <w:b/>
                <w:bCs/>
              </w:rPr>
            </w:pPr>
            <w:r w:rsidRPr="002B59BA">
              <w:rPr>
                <w:b/>
                <w:bCs/>
              </w:rPr>
              <w:t>29,759</w:t>
            </w:r>
          </w:p>
        </w:tc>
        <w:tc>
          <w:tcPr>
            <w:tcW w:w="270" w:type="dxa"/>
            <w:tcBorders>
              <w:left w:val="nil"/>
              <w:right w:val="nil"/>
            </w:tcBorders>
            <w:noWrap/>
          </w:tcPr>
          <w:p w14:paraId="4A2CB564" w14:textId="77777777" w:rsidR="00700116" w:rsidRPr="00F73937" w:rsidRDefault="00700116" w:rsidP="00700116">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3037894F" w14:textId="00E53B47" w:rsidR="00700116" w:rsidRPr="00F73937" w:rsidRDefault="00700116" w:rsidP="00700116">
            <w:pPr>
              <w:pStyle w:val="acctfourfigures"/>
              <w:shd w:val="clear" w:color="auto" w:fill="FFFFFF"/>
              <w:tabs>
                <w:tab w:val="clear" w:pos="765"/>
              </w:tabs>
              <w:spacing w:line="240" w:lineRule="atLeast"/>
              <w:ind w:left="-169" w:right="1"/>
              <w:jc w:val="right"/>
              <w:rPr>
                <w:b/>
                <w:bCs/>
              </w:rPr>
            </w:pPr>
            <w:r w:rsidRPr="00F73937">
              <w:rPr>
                <w:b/>
                <w:bCs/>
              </w:rPr>
              <w:t>37,110</w:t>
            </w:r>
          </w:p>
        </w:tc>
        <w:tc>
          <w:tcPr>
            <w:tcW w:w="270" w:type="dxa"/>
            <w:tcBorders>
              <w:left w:val="nil"/>
              <w:right w:val="nil"/>
            </w:tcBorders>
            <w:noWrap/>
          </w:tcPr>
          <w:p w14:paraId="5D9B5637" w14:textId="77777777" w:rsidR="00700116" w:rsidRPr="00F73937" w:rsidRDefault="00700116" w:rsidP="00700116">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2B4776DD" w14:textId="5726A034" w:rsidR="00700116" w:rsidRPr="00F73937" w:rsidRDefault="00E51E25" w:rsidP="00700116">
            <w:pPr>
              <w:pStyle w:val="acctfourfigures"/>
              <w:shd w:val="clear" w:color="auto" w:fill="FFFFFF"/>
              <w:tabs>
                <w:tab w:val="clear" w:pos="765"/>
              </w:tabs>
              <w:spacing w:line="240" w:lineRule="atLeast"/>
              <w:ind w:left="-169" w:right="-32"/>
              <w:jc w:val="right"/>
              <w:rPr>
                <w:b/>
                <w:bCs/>
              </w:rPr>
            </w:pPr>
            <w:r w:rsidRPr="00E51E25">
              <w:rPr>
                <w:b/>
                <w:bCs/>
              </w:rPr>
              <w:t>97,066</w:t>
            </w:r>
          </w:p>
        </w:tc>
        <w:tc>
          <w:tcPr>
            <w:tcW w:w="270" w:type="dxa"/>
            <w:tcBorders>
              <w:left w:val="nil"/>
              <w:right w:val="nil"/>
            </w:tcBorders>
            <w:noWrap/>
          </w:tcPr>
          <w:p w14:paraId="6FA7D1ED" w14:textId="77777777" w:rsidR="00700116" w:rsidRPr="00F73937" w:rsidRDefault="00700116" w:rsidP="00700116">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142D628B" w14:textId="751FB8B4" w:rsidR="00700116" w:rsidRPr="00F73937" w:rsidRDefault="00700116" w:rsidP="002D1822">
            <w:pPr>
              <w:pStyle w:val="acctfourfigures"/>
              <w:tabs>
                <w:tab w:val="clear" w:pos="765"/>
                <w:tab w:val="decimal" w:pos="790"/>
              </w:tabs>
              <w:spacing w:line="240" w:lineRule="auto"/>
              <w:ind w:right="-95"/>
              <w:rPr>
                <w:b/>
                <w:bCs/>
              </w:rPr>
            </w:pPr>
            <w:r w:rsidRPr="00F73937">
              <w:rPr>
                <w:b/>
                <w:bCs/>
              </w:rPr>
              <w:t>124,754</w:t>
            </w:r>
          </w:p>
        </w:tc>
      </w:tr>
    </w:tbl>
    <w:p w14:paraId="2BD5B0CF" w14:textId="7C28154D" w:rsidR="007A40AA" w:rsidRDefault="007A40AA" w:rsidP="007A40AA">
      <w:pPr>
        <w:spacing w:line="240" w:lineRule="atLeast"/>
        <w:ind w:left="540" w:firstLine="90"/>
        <w:rPr>
          <w:rFonts w:cstheme="minorBidi"/>
        </w:rPr>
      </w:pPr>
    </w:p>
    <w:p w14:paraId="74D7FA8F" w14:textId="26A01C71" w:rsidR="002F3880" w:rsidRDefault="002F3880" w:rsidP="007A40AA">
      <w:pPr>
        <w:spacing w:line="240" w:lineRule="atLeast"/>
        <w:ind w:left="540" w:firstLine="90"/>
        <w:rPr>
          <w:rFonts w:cstheme="minorBidi"/>
        </w:rPr>
      </w:pPr>
    </w:p>
    <w:p w14:paraId="676FEC32" w14:textId="77777777" w:rsidR="007629D6" w:rsidRDefault="007629D6" w:rsidP="007A40AA">
      <w:pPr>
        <w:spacing w:line="240" w:lineRule="atLeast"/>
        <w:ind w:left="540" w:firstLine="90"/>
        <w:rPr>
          <w:rFonts w:cstheme="minorBidi"/>
        </w:rPr>
      </w:pPr>
    </w:p>
    <w:p w14:paraId="5FD26A51" w14:textId="26457BF8" w:rsidR="00A75FCC" w:rsidRDefault="00A75FCC" w:rsidP="007A40AA">
      <w:pPr>
        <w:spacing w:line="240" w:lineRule="atLeast"/>
        <w:ind w:left="540" w:firstLine="90"/>
        <w:rPr>
          <w:rFonts w:cstheme="minorBidi"/>
        </w:rPr>
      </w:pPr>
    </w:p>
    <w:p w14:paraId="52B1AB11" w14:textId="77777777" w:rsidR="00A75FCC" w:rsidRPr="00F73937" w:rsidRDefault="00A75FCC" w:rsidP="007A40AA">
      <w:pPr>
        <w:spacing w:line="240" w:lineRule="atLeast"/>
        <w:ind w:left="540" w:firstLine="90"/>
        <w:rPr>
          <w:rFonts w:cstheme="minorBidi"/>
          <w:cs/>
        </w:rPr>
      </w:pPr>
    </w:p>
    <w:tbl>
      <w:tblPr>
        <w:tblpPr w:leftFromText="180" w:rightFromText="180" w:vertAnchor="text" w:tblpX="459" w:tblpY="1"/>
        <w:tblOverlap w:val="never"/>
        <w:tblW w:w="9270" w:type="dxa"/>
        <w:tblLayout w:type="fixed"/>
        <w:tblLook w:val="0000" w:firstRow="0" w:lastRow="0" w:firstColumn="0" w:lastColumn="0" w:noHBand="0" w:noVBand="0"/>
      </w:tblPr>
      <w:tblGrid>
        <w:gridCol w:w="1980"/>
        <w:gridCol w:w="990"/>
        <w:gridCol w:w="270"/>
        <w:gridCol w:w="990"/>
        <w:gridCol w:w="270"/>
        <w:gridCol w:w="990"/>
        <w:gridCol w:w="270"/>
        <w:gridCol w:w="990"/>
        <w:gridCol w:w="270"/>
        <w:gridCol w:w="990"/>
        <w:gridCol w:w="270"/>
        <w:gridCol w:w="990"/>
      </w:tblGrid>
      <w:tr w:rsidR="00CB19FA" w:rsidRPr="00F73937" w14:paraId="33A0BA84" w14:textId="77777777" w:rsidTr="00155DD3">
        <w:tc>
          <w:tcPr>
            <w:tcW w:w="1980" w:type="dxa"/>
            <w:tcBorders>
              <w:top w:val="nil"/>
              <w:left w:val="nil"/>
              <w:bottom w:val="nil"/>
              <w:right w:val="nil"/>
            </w:tcBorders>
            <w:noWrap/>
            <w:vAlign w:val="bottom"/>
          </w:tcPr>
          <w:p w14:paraId="39599BB4" w14:textId="77777777" w:rsidR="00CB19FA" w:rsidRPr="00F73937" w:rsidRDefault="00CB19FA" w:rsidP="00155DD3">
            <w:pPr>
              <w:ind w:right="-383"/>
            </w:pPr>
          </w:p>
        </w:tc>
        <w:tc>
          <w:tcPr>
            <w:tcW w:w="7290" w:type="dxa"/>
            <w:gridSpan w:val="11"/>
            <w:noWrap/>
          </w:tcPr>
          <w:p w14:paraId="3DB714AB" w14:textId="36E3CF34" w:rsidR="00CB19FA" w:rsidRPr="00F73937" w:rsidRDefault="00CB19FA" w:rsidP="00155DD3">
            <w:pPr>
              <w:spacing w:line="240" w:lineRule="atLeast"/>
              <w:jc w:val="center"/>
              <w:rPr>
                <w:rFonts w:cstheme="minorBidi"/>
                <w:b/>
                <w:bCs/>
              </w:rPr>
            </w:pPr>
            <w:r w:rsidRPr="00F73937">
              <w:rPr>
                <w:b/>
                <w:bCs/>
                <w:lang w:val="en-GB"/>
              </w:rPr>
              <w:t>Separate financial statements</w:t>
            </w:r>
          </w:p>
        </w:tc>
      </w:tr>
      <w:tr w:rsidR="00CB19FA" w:rsidRPr="00F73937" w14:paraId="519C1F2A" w14:textId="77777777" w:rsidTr="00155DD3">
        <w:tc>
          <w:tcPr>
            <w:tcW w:w="1980" w:type="dxa"/>
            <w:tcBorders>
              <w:top w:val="nil"/>
              <w:left w:val="nil"/>
              <w:bottom w:val="nil"/>
              <w:right w:val="nil"/>
            </w:tcBorders>
            <w:noWrap/>
            <w:vAlign w:val="bottom"/>
          </w:tcPr>
          <w:p w14:paraId="38201DFD" w14:textId="77777777" w:rsidR="00CB19FA" w:rsidRPr="00F73937" w:rsidRDefault="00CB19FA" w:rsidP="00155DD3">
            <w:pPr>
              <w:ind w:right="-383"/>
            </w:pPr>
          </w:p>
        </w:tc>
        <w:tc>
          <w:tcPr>
            <w:tcW w:w="2250" w:type="dxa"/>
            <w:gridSpan w:val="3"/>
            <w:tcBorders>
              <w:top w:val="nil"/>
              <w:left w:val="nil"/>
              <w:bottom w:val="nil"/>
              <w:right w:val="nil"/>
            </w:tcBorders>
            <w:noWrap/>
            <w:vAlign w:val="bottom"/>
          </w:tcPr>
          <w:p w14:paraId="432B4A0D" w14:textId="77777777" w:rsidR="00CB19FA" w:rsidRPr="00F73937" w:rsidRDefault="00CB19FA" w:rsidP="00155DD3">
            <w:pPr>
              <w:ind w:left="-117" w:right="-95"/>
              <w:jc w:val="center"/>
            </w:pPr>
            <w:r w:rsidRPr="00F73937">
              <w:t xml:space="preserve">Portion due within </w:t>
            </w:r>
          </w:p>
          <w:p w14:paraId="6EC4B813" w14:textId="77777777" w:rsidR="00CB19FA" w:rsidRPr="00F73937" w:rsidRDefault="00CB19FA" w:rsidP="00155DD3">
            <w:pPr>
              <w:ind w:left="-117" w:right="-95"/>
              <w:jc w:val="center"/>
            </w:pPr>
            <w:r w:rsidRPr="00F73937">
              <w:t>one year</w:t>
            </w:r>
          </w:p>
        </w:tc>
        <w:tc>
          <w:tcPr>
            <w:tcW w:w="270" w:type="dxa"/>
            <w:tcBorders>
              <w:top w:val="nil"/>
              <w:left w:val="nil"/>
              <w:bottom w:val="nil"/>
              <w:right w:val="nil"/>
            </w:tcBorders>
            <w:noWrap/>
            <w:vAlign w:val="bottom"/>
          </w:tcPr>
          <w:p w14:paraId="0BD6AB90" w14:textId="77777777" w:rsidR="00CB19FA" w:rsidRPr="00F73937" w:rsidRDefault="00CB19FA" w:rsidP="00155DD3">
            <w:pPr>
              <w:ind w:left="-117" w:right="-95"/>
              <w:jc w:val="center"/>
            </w:pPr>
          </w:p>
        </w:tc>
        <w:tc>
          <w:tcPr>
            <w:tcW w:w="2250" w:type="dxa"/>
            <w:gridSpan w:val="3"/>
            <w:tcBorders>
              <w:top w:val="nil"/>
              <w:left w:val="nil"/>
              <w:bottom w:val="nil"/>
              <w:right w:val="nil"/>
            </w:tcBorders>
            <w:noWrap/>
            <w:vAlign w:val="bottom"/>
          </w:tcPr>
          <w:p w14:paraId="45807420" w14:textId="77777777" w:rsidR="00CB19FA" w:rsidRPr="00F73937" w:rsidRDefault="00CB19FA" w:rsidP="00155DD3">
            <w:pPr>
              <w:ind w:left="-117" w:right="-95"/>
              <w:jc w:val="center"/>
            </w:pPr>
            <w:r w:rsidRPr="00F73937">
              <w:t xml:space="preserve">Portion due after </w:t>
            </w:r>
          </w:p>
          <w:p w14:paraId="6BF3CE08" w14:textId="77777777" w:rsidR="00CB19FA" w:rsidRPr="00F73937" w:rsidRDefault="00CB19FA" w:rsidP="00155DD3">
            <w:pPr>
              <w:ind w:left="-117" w:right="-95"/>
              <w:jc w:val="center"/>
            </w:pPr>
            <w:r w:rsidRPr="00F73937">
              <w:t>one year</w:t>
            </w:r>
          </w:p>
        </w:tc>
        <w:tc>
          <w:tcPr>
            <w:tcW w:w="270" w:type="dxa"/>
            <w:tcBorders>
              <w:top w:val="nil"/>
              <w:left w:val="nil"/>
              <w:bottom w:val="nil"/>
              <w:right w:val="nil"/>
            </w:tcBorders>
            <w:noWrap/>
            <w:vAlign w:val="bottom"/>
          </w:tcPr>
          <w:p w14:paraId="03340404" w14:textId="77777777" w:rsidR="00CB19FA" w:rsidRPr="00F73937" w:rsidRDefault="00CB19FA" w:rsidP="00155DD3">
            <w:pPr>
              <w:ind w:left="-117" w:right="-95"/>
              <w:jc w:val="center"/>
            </w:pPr>
          </w:p>
        </w:tc>
        <w:tc>
          <w:tcPr>
            <w:tcW w:w="2250" w:type="dxa"/>
            <w:gridSpan w:val="3"/>
            <w:tcBorders>
              <w:top w:val="nil"/>
              <w:left w:val="nil"/>
              <w:bottom w:val="nil"/>
              <w:right w:val="nil"/>
            </w:tcBorders>
            <w:noWrap/>
            <w:vAlign w:val="bottom"/>
          </w:tcPr>
          <w:p w14:paraId="7D8AD1B6" w14:textId="77777777" w:rsidR="00CB19FA" w:rsidRPr="00F73937" w:rsidRDefault="00CB19FA" w:rsidP="00155DD3">
            <w:pPr>
              <w:ind w:left="-117" w:right="-95"/>
              <w:jc w:val="center"/>
            </w:pPr>
            <w:r w:rsidRPr="00F73937">
              <w:t>Total</w:t>
            </w:r>
          </w:p>
        </w:tc>
      </w:tr>
      <w:tr w:rsidR="00C83F12" w:rsidRPr="00F73937" w14:paraId="75B29D72" w14:textId="77777777" w:rsidTr="00155DD3">
        <w:tc>
          <w:tcPr>
            <w:tcW w:w="1980" w:type="dxa"/>
            <w:tcBorders>
              <w:top w:val="nil"/>
              <w:left w:val="nil"/>
              <w:bottom w:val="nil"/>
              <w:right w:val="nil"/>
            </w:tcBorders>
            <w:noWrap/>
            <w:vAlign w:val="bottom"/>
          </w:tcPr>
          <w:p w14:paraId="6D647C53" w14:textId="77777777" w:rsidR="00C83F12" w:rsidRPr="00F73937" w:rsidRDefault="00C83F12" w:rsidP="00C83F12">
            <w:pPr>
              <w:ind w:right="-383"/>
            </w:pPr>
          </w:p>
        </w:tc>
        <w:tc>
          <w:tcPr>
            <w:tcW w:w="990" w:type="dxa"/>
            <w:tcBorders>
              <w:top w:val="nil"/>
              <w:left w:val="nil"/>
              <w:bottom w:val="nil"/>
              <w:right w:val="nil"/>
            </w:tcBorders>
            <w:noWrap/>
            <w:vAlign w:val="bottom"/>
          </w:tcPr>
          <w:p w14:paraId="66C2B434" w14:textId="77777777" w:rsidR="00C83F12" w:rsidRPr="00F73937" w:rsidRDefault="00C83F12" w:rsidP="00C83F12">
            <w:pPr>
              <w:pStyle w:val="BodyText"/>
              <w:spacing w:after="0" w:line="240" w:lineRule="atLeast"/>
              <w:ind w:left="-108" w:right="-110"/>
              <w:jc w:val="center"/>
              <w:rPr>
                <w:lang w:val="en-GB"/>
              </w:rPr>
            </w:pPr>
            <w:r w:rsidRPr="00F73937">
              <w:rPr>
                <w:lang w:val="en-GB"/>
              </w:rPr>
              <w:t>31</w:t>
            </w:r>
          </w:p>
          <w:p w14:paraId="568817DD" w14:textId="77777777" w:rsidR="00C83F12" w:rsidRPr="00F73937" w:rsidRDefault="00C83F12" w:rsidP="00C83F12">
            <w:pPr>
              <w:pStyle w:val="BodyText"/>
              <w:spacing w:after="0" w:line="240" w:lineRule="atLeast"/>
              <w:ind w:left="-108" w:right="-110"/>
              <w:jc w:val="center"/>
              <w:rPr>
                <w:lang w:val="en-GB"/>
              </w:rPr>
            </w:pPr>
            <w:r w:rsidRPr="00F73937">
              <w:rPr>
                <w:lang w:val="en-GB"/>
              </w:rPr>
              <w:t>March</w:t>
            </w:r>
          </w:p>
          <w:p w14:paraId="5D8E62D5" w14:textId="3E08657B" w:rsidR="00C83F12" w:rsidRPr="00F73937" w:rsidRDefault="00C83F12" w:rsidP="00C83F12">
            <w:pPr>
              <w:pStyle w:val="BodyText"/>
              <w:spacing w:after="0" w:line="240" w:lineRule="atLeast"/>
              <w:ind w:left="-108" w:right="-110"/>
              <w:jc w:val="center"/>
              <w:rPr>
                <w:lang w:val="en-GB"/>
              </w:rPr>
            </w:pPr>
            <w:r w:rsidRPr="00F73937">
              <w:rPr>
                <w:lang w:val="en-GB"/>
              </w:rPr>
              <w:t>2022</w:t>
            </w:r>
          </w:p>
        </w:tc>
        <w:tc>
          <w:tcPr>
            <w:tcW w:w="270" w:type="dxa"/>
            <w:tcBorders>
              <w:top w:val="nil"/>
              <w:left w:val="nil"/>
              <w:bottom w:val="nil"/>
              <w:right w:val="nil"/>
            </w:tcBorders>
            <w:noWrap/>
            <w:vAlign w:val="bottom"/>
          </w:tcPr>
          <w:p w14:paraId="3A727FBD" w14:textId="77777777" w:rsidR="00C83F12" w:rsidRPr="00F73937" w:rsidRDefault="00C83F12" w:rsidP="00C83F12">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5DFFC836" w14:textId="77777777" w:rsidR="00C83F12" w:rsidRPr="00F73937" w:rsidRDefault="00C83F12" w:rsidP="00C83F12">
            <w:pPr>
              <w:pStyle w:val="BodyText"/>
              <w:spacing w:after="0" w:line="240" w:lineRule="atLeast"/>
              <w:ind w:left="-108" w:right="-110"/>
              <w:jc w:val="center"/>
              <w:rPr>
                <w:lang w:val="en-GB"/>
              </w:rPr>
            </w:pPr>
            <w:r w:rsidRPr="00F73937">
              <w:rPr>
                <w:lang w:val="en-GB"/>
              </w:rPr>
              <w:t>31</w:t>
            </w:r>
          </w:p>
          <w:p w14:paraId="38B09CE7" w14:textId="77777777" w:rsidR="00C83F12" w:rsidRPr="00F73937" w:rsidRDefault="00C83F12" w:rsidP="00C83F12">
            <w:pPr>
              <w:pStyle w:val="BodyText"/>
              <w:spacing w:after="0" w:line="240" w:lineRule="atLeast"/>
              <w:ind w:left="-108" w:right="-110"/>
              <w:jc w:val="center"/>
              <w:rPr>
                <w:lang w:val="en-GB"/>
              </w:rPr>
            </w:pPr>
            <w:r w:rsidRPr="00F73937">
              <w:rPr>
                <w:lang w:val="en-GB"/>
              </w:rPr>
              <w:t xml:space="preserve">December </w:t>
            </w:r>
          </w:p>
          <w:p w14:paraId="0754CFB3" w14:textId="6A802939" w:rsidR="00C83F12" w:rsidRPr="00F73937" w:rsidRDefault="00C83F12" w:rsidP="00C83F12">
            <w:pPr>
              <w:pStyle w:val="BodyText"/>
              <w:spacing w:after="0" w:line="240" w:lineRule="atLeast"/>
              <w:ind w:left="-108" w:right="-110"/>
              <w:jc w:val="center"/>
              <w:rPr>
                <w:lang w:val="en-GB"/>
              </w:rPr>
            </w:pPr>
            <w:r w:rsidRPr="00F73937">
              <w:rPr>
                <w:lang w:val="en-GB"/>
              </w:rPr>
              <w:t>2021</w:t>
            </w:r>
          </w:p>
        </w:tc>
        <w:tc>
          <w:tcPr>
            <w:tcW w:w="270" w:type="dxa"/>
            <w:tcBorders>
              <w:top w:val="nil"/>
              <w:left w:val="nil"/>
              <w:bottom w:val="nil"/>
              <w:right w:val="nil"/>
            </w:tcBorders>
            <w:noWrap/>
            <w:vAlign w:val="bottom"/>
          </w:tcPr>
          <w:p w14:paraId="5BB0B18F" w14:textId="77777777" w:rsidR="00C83F12" w:rsidRPr="00F73937" w:rsidRDefault="00C83F12" w:rsidP="00C83F12">
            <w:pPr>
              <w:ind w:left="-117" w:right="-95"/>
              <w:jc w:val="center"/>
            </w:pPr>
          </w:p>
        </w:tc>
        <w:tc>
          <w:tcPr>
            <w:tcW w:w="990" w:type="dxa"/>
            <w:tcBorders>
              <w:top w:val="nil"/>
              <w:left w:val="nil"/>
              <w:bottom w:val="nil"/>
              <w:right w:val="nil"/>
            </w:tcBorders>
            <w:noWrap/>
            <w:vAlign w:val="bottom"/>
          </w:tcPr>
          <w:p w14:paraId="78A90C36" w14:textId="77777777" w:rsidR="00C83F12" w:rsidRPr="00F73937" w:rsidRDefault="00C83F12" w:rsidP="00C83F12">
            <w:pPr>
              <w:pStyle w:val="BodyText"/>
              <w:spacing w:after="0" w:line="240" w:lineRule="atLeast"/>
              <w:ind w:left="-108" w:right="-110"/>
              <w:jc w:val="center"/>
              <w:rPr>
                <w:lang w:val="en-GB"/>
              </w:rPr>
            </w:pPr>
            <w:r w:rsidRPr="00F73937">
              <w:rPr>
                <w:lang w:val="en-GB"/>
              </w:rPr>
              <w:t>31</w:t>
            </w:r>
          </w:p>
          <w:p w14:paraId="08465D32" w14:textId="77777777" w:rsidR="00C83F12" w:rsidRPr="00F73937" w:rsidRDefault="00C83F12" w:rsidP="00C83F12">
            <w:pPr>
              <w:pStyle w:val="BodyText"/>
              <w:spacing w:after="0" w:line="240" w:lineRule="atLeast"/>
              <w:ind w:left="-108" w:right="-110"/>
              <w:jc w:val="center"/>
              <w:rPr>
                <w:lang w:val="en-GB"/>
              </w:rPr>
            </w:pPr>
            <w:r w:rsidRPr="00F73937">
              <w:rPr>
                <w:lang w:val="en-GB"/>
              </w:rPr>
              <w:t>March</w:t>
            </w:r>
          </w:p>
          <w:p w14:paraId="45476DA0" w14:textId="0E71F818" w:rsidR="00C83F12" w:rsidRPr="00F73937" w:rsidRDefault="00C83F12" w:rsidP="00C83F12">
            <w:pPr>
              <w:pStyle w:val="BodyText"/>
              <w:spacing w:after="0" w:line="240" w:lineRule="atLeast"/>
              <w:ind w:left="-108" w:right="-110"/>
              <w:jc w:val="center"/>
              <w:rPr>
                <w:lang w:val="en-GB"/>
              </w:rPr>
            </w:pPr>
            <w:r w:rsidRPr="00F73937">
              <w:rPr>
                <w:lang w:val="en-GB"/>
              </w:rPr>
              <w:t>2022</w:t>
            </w:r>
          </w:p>
        </w:tc>
        <w:tc>
          <w:tcPr>
            <w:tcW w:w="270" w:type="dxa"/>
            <w:tcBorders>
              <w:top w:val="nil"/>
              <w:left w:val="nil"/>
              <w:bottom w:val="nil"/>
              <w:right w:val="nil"/>
            </w:tcBorders>
            <w:noWrap/>
            <w:vAlign w:val="bottom"/>
          </w:tcPr>
          <w:p w14:paraId="60457AE6" w14:textId="77777777" w:rsidR="00C83F12" w:rsidRPr="00F73937" w:rsidRDefault="00C83F12" w:rsidP="00C83F12">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625F5B5B" w14:textId="77777777" w:rsidR="00C83F12" w:rsidRPr="00F73937" w:rsidRDefault="00C83F12" w:rsidP="00C83F12">
            <w:pPr>
              <w:pStyle w:val="BodyText"/>
              <w:spacing w:after="0" w:line="240" w:lineRule="atLeast"/>
              <w:ind w:left="-108" w:right="-110"/>
              <w:jc w:val="center"/>
              <w:rPr>
                <w:lang w:val="en-GB"/>
              </w:rPr>
            </w:pPr>
            <w:r w:rsidRPr="00F73937">
              <w:rPr>
                <w:lang w:val="en-GB"/>
              </w:rPr>
              <w:t>31</w:t>
            </w:r>
          </w:p>
          <w:p w14:paraId="7F4099E8" w14:textId="77777777" w:rsidR="00C83F12" w:rsidRPr="00F73937" w:rsidRDefault="00C83F12" w:rsidP="00C83F12">
            <w:pPr>
              <w:pStyle w:val="BodyText"/>
              <w:spacing w:after="0" w:line="240" w:lineRule="atLeast"/>
              <w:ind w:left="-108" w:right="-110"/>
              <w:jc w:val="center"/>
              <w:rPr>
                <w:lang w:val="en-GB"/>
              </w:rPr>
            </w:pPr>
            <w:r w:rsidRPr="00F73937">
              <w:rPr>
                <w:lang w:val="en-GB"/>
              </w:rPr>
              <w:t xml:space="preserve">December </w:t>
            </w:r>
          </w:p>
          <w:p w14:paraId="3DB09A24" w14:textId="6C5D500A" w:rsidR="00C83F12" w:rsidRPr="00F73937" w:rsidRDefault="00C83F12" w:rsidP="00C83F12">
            <w:pPr>
              <w:pStyle w:val="BodyText"/>
              <w:spacing w:after="0" w:line="240" w:lineRule="atLeast"/>
              <w:ind w:left="-108" w:right="-110"/>
              <w:jc w:val="center"/>
              <w:rPr>
                <w:lang w:val="en-GB"/>
              </w:rPr>
            </w:pPr>
            <w:r w:rsidRPr="00F73937">
              <w:rPr>
                <w:lang w:val="en-GB"/>
              </w:rPr>
              <w:t>2021</w:t>
            </w:r>
          </w:p>
        </w:tc>
        <w:tc>
          <w:tcPr>
            <w:tcW w:w="270" w:type="dxa"/>
            <w:tcBorders>
              <w:top w:val="nil"/>
              <w:left w:val="nil"/>
              <w:bottom w:val="nil"/>
              <w:right w:val="nil"/>
            </w:tcBorders>
            <w:noWrap/>
            <w:vAlign w:val="bottom"/>
          </w:tcPr>
          <w:p w14:paraId="3B162022" w14:textId="77777777" w:rsidR="00C83F12" w:rsidRPr="00F73937" w:rsidRDefault="00C83F12" w:rsidP="00C83F12">
            <w:pPr>
              <w:ind w:left="-117" w:right="-95"/>
              <w:jc w:val="center"/>
            </w:pPr>
          </w:p>
        </w:tc>
        <w:tc>
          <w:tcPr>
            <w:tcW w:w="990" w:type="dxa"/>
            <w:tcBorders>
              <w:top w:val="nil"/>
              <w:left w:val="nil"/>
              <w:bottom w:val="nil"/>
              <w:right w:val="nil"/>
            </w:tcBorders>
            <w:noWrap/>
            <w:vAlign w:val="bottom"/>
          </w:tcPr>
          <w:p w14:paraId="3F0F1CF5" w14:textId="77777777" w:rsidR="00C83F12" w:rsidRPr="00F73937" w:rsidRDefault="00C83F12" w:rsidP="00C83F12">
            <w:pPr>
              <w:pStyle w:val="BodyText"/>
              <w:spacing w:after="0" w:line="240" w:lineRule="atLeast"/>
              <w:ind w:left="-108" w:right="-110"/>
              <w:jc w:val="center"/>
              <w:rPr>
                <w:lang w:val="en-GB"/>
              </w:rPr>
            </w:pPr>
            <w:r w:rsidRPr="00F73937">
              <w:rPr>
                <w:lang w:val="en-GB"/>
              </w:rPr>
              <w:t>31</w:t>
            </w:r>
          </w:p>
          <w:p w14:paraId="41D6AB3C" w14:textId="77777777" w:rsidR="00C83F12" w:rsidRPr="00F73937" w:rsidRDefault="00C83F12" w:rsidP="00C83F12">
            <w:pPr>
              <w:pStyle w:val="BodyText"/>
              <w:spacing w:after="0" w:line="240" w:lineRule="atLeast"/>
              <w:ind w:left="-108" w:right="-110"/>
              <w:jc w:val="center"/>
              <w:rPr>
                <w:lang w:val="en-GB"/>
              </w:rPr>
            </w:pPr>
            <w:r w:rsidRPr="00F73937">
              <w:rPr>
                <w:lang w:val="en-GB"/>
              </w:rPr>
              <w:t>March</w:t>
            </w:r>
          </w:p>
          <w:p w14:paraId="46BE9AC5" w14:textId="6373FA88" w:rsidR="00C83F12" w:rsidRPr="00F73937" w:rsidRDefault="00C83F12" w:rsidP="00C83F12">
            <w:pPr>
              <w:pStyle w:val="BodyText"/>
              <w:spacing w:after="0" w:line="240" w:lineRule="atLeast"/>
              <w:ind w:left="-108" w:right="-110"/>
              <w:jc w:val="center"/>
              <w:rPr>
                <w:lang w:val="en-GB"/>
              </w:rPr>
            </w:pPr>
            <w:r w:rsidRPr="00F73937">
              <w:rPr>
                <w:lang w:val="en-GB"/>
              </w:rPr>
              <w:t>2022</w:t>
            </w:r>
          </w:p>
        </w:tc>
        <w:tc>
          <w:tcPr>
            <w:tcW w:w="270" w:type="dxa"/>
            <w:tcBorders>
              <w:top w:val="nil"/>
              <w:left w:val="nil"/>
              <w:bottom w:val="nil"/>
              <w:right w:val="nil"/>
            </w:tcBorders>
            <w:noWrap/>
            <w:vAlign w:val="bottom"/>
          </w:tcPr>
          <w:p w14:paraId="194458E7" w14:textId="77777777" w:rsidR="00C83F12" w:rsidRPr="00F73937" w:rsidRDefault="00C83F12" w:rsidP="00C83F12">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21E20C2C" w14:textId="77777777" w:rsidR="00C83F12" w:rsidRPr="00F73937" w:rsidRDefault="00C83F12" w:rsidP="00C83F12">
            <w:pPr>
              <w:pStyle w:val="BodyText"/>
              <w:spacing w:after="0" w:line="240" w:lineRule="atLeast"/>
              <w:ind w:left="-108" w:right="-110"/>
              <w:jc w:val="center"/>
              <w:rPr>
                <w:lang w:val="en-GB"/>
              </w:rPr>
            </w:pPr>
            <w:r w:rsidRPr="00F73937">
              <w:rPr>
                <w:lang w:val="en-GB"/>
              </w:rPr>
              <w:t>31</w:t>
            </w:r>
          </w:p>
          <w:p w14:paraId="77F9AF66" w14:textId="77777777" w:rsidR="00C83F12" w:rsidRPr="00F73937" w:rsidRDefault="00C83F12" w:rsidP="00C83F12">
            <w:pPr>
              <w:pStyle w:val="BodyText"/>
              <w:spacing w:after="0" w:line="240" w:lineRule="atLeast"/>
              <w:ind w:left="-108" w:right="-110"/>
              <w:jc w:val="center"/>
              <w:rPr>
                <w:lang w:val="en-GB"/>
              </w:rPr>
            </w:pPr>
            <w:r w:rsidRPr="00F73937">
              <w:rPr>
                <w:lang w:val="en-GB"/>
              </w:rPr>
              <w:t xml:space="preserve">December </w:t>
            </w:r>
          </w:p>
          <w:p w14:paraId="76A366FB" w14:textId="40CADDD5" w:rsidR="00C83F12" w:rsidRPr="00F73937" w:rsidRDefault="00C83F12" w:rsidP="00C83F12">
            <w:pPr>
              <w:pStyle w:val="BodyText"/>
              <w:spacing w:after="0" w:line="240" w:lineRule="atLeast"/>
              <w:ind w:left="-108" w:right="-110"/>
              <w:jc w:val="center"/>
              <w:rPr>
                <w:lang w:val="en-GB"/>
              </w:rPr>
            </w:pPr>
            <w:r w:rsidRPr="00F73937">
              <w:rPr>
                <w:lang w:val="en-GB"/>
              </w:rPr>
              <w:t>2021</w:t>
            </w:r>
          </w:p>
        </w:tc>
      </w:tr>
      <w:tr w:rsidR="00CB19FA" w:rsidRPr="00F73937" w14:paraId="27FFF095" w14:textId="77777777" w:rsidTr="00155DD3">
        <w:tc>
          <w:tcPr>
            <w:tcW w:w="1980" w:type="dxa"/>
            <w:tcBorders>
              <w:top w:val="nil"/>
              <w:left w:val="nil"/>
              <w:bottom w:val="nil"/>
              <w:right w:val="nil"/>
            </w:tcBorders>
            <w:noWrap/>
            <w:vAlign w:val="bottom"/>
          </w:tcPr>
          <w:p w14:paraId="604F1EC4" w14:textId="77777777" w:rsidR="00CB19FA" w:rsidRPr="00F73937" w:rsidRDefault="00CB19FA" w:rsidP="00155DD3">
            <w:pPr>
              <w:ind w:right="-383"/>
            </w:pPr>
          </w:p>
        </w:tc>
        <w:tc>
          <w:tcPr>
            <w:tcW w:w="7290" w:type="dxa"/>
            <w:gridSpan w:val="11"/>
            <w:tcBorders>
              <w:top w:val="nil"/>
              <w:left w:val="nil"/>
              <w:bottom w:val="nil"/>
              <w:right w:val="nil"/>
            </w:tcBorders>
            <w:noWrap/>
            <w:vAlign w:val="bottom"/>
          </w:tcPr>
          <w:p w14:paraId="565C24E3" w14:textId="77777777" w:rsidR="00CB19FA" w:rsidRPr="00F73937" w:rsidRDefault="00CB19FA" w:rsidP="00155DD3">
            <w:pPr>
              <w:ind w:left="-117" w:right="-95"/>
              <w:jc w:val="center"/>
              <w:rPr>
                <w:i/>
                <w:iCs/>
              </w:rPr>
            </w:pPr>
            <w:r w:rsidRPr="00F73937">
              <w:rPr>
                <w:i/>
                <w:iCs/>
              </w:rPr>
              <w:t>(in thousand Baht)</w:t>
            </w:r>
          </w:p>
        </w:tc>
      </w:tr>
      <w:tr w:rsidR="0079411F" w:rsidRPr="00F73937" w14:paraId="0B7F9046" w14:textId="77777777" w:rsidTr="007A40AA">
        <w:tc>
          <w:tcPr>
            <w:tcW w:w="1980" w:type="dxa"/>
            <w:tcBorders>
              <w:top w:val="nil"/>
              <w:left w:val="nil"/>
              <w:bottom w:val="nil"/>
              <w:right w:val="nil"/>
            </w:tcBorders>
            <w:noWrap/>
            <w:vAlign w:val="bottom"/>
          </w:tcPr>
          <w:p w14:paraId="20BD4EFC" w14:textId="77777777" w:rsidR="0079411F" w:rsidRPr="00F73937" w:rsidRDefault="0079411F" w:rsidP="0079411F">
            <w:pPr>
              <w:ind w:left="442" w:right="-383" w:hanging="442"/>
            </w:pPr>
            <w:r w:rsidRPr="00F73937">
              <w:t>Installment accounts</w:t>
            </w:r>
          </w:p>
          <w:p w14:paraId="198BDEA2" w14:textId="77777777" w:rsidR="0079411F" w:rsidRPr="00F73937" w:rsidRDefault="0079411F" w:rsidP="0079411F">
            <w:pPr>
              <w:ind w:left="180" w:right="-383" w:hanging="180"/>
            </w:pPr>
            <w:r w:rsidRPr="00F73937">
              <w:t xml:space="preserve">   receivable</w:t>
            </w:r>
          </w:p>
        </w:tc>
        <w:tc>
          <w:tcPr>
            <w:tcW w:w="990" w:type="dxa"/>
            <w:tcBorders>
              <w:top w:val="nil"/>
              <w:left w:val="nil"/>
              <w:bottom w:val="nil"/>
              <w:right w:val="nil"/>
            </w:tcBorders>
            <w:noWrap/>
            <w:vAlign w:val="bottom"/>
          </w:tcPr>
          <w:p w14:paraId="25E8B276" w14:textId="6F4E9179" w:rsidR="0079411F" w:rsidRPr="00F73937" w:rsidRDefault="00617469" w:rsidP="0079411F">
            <w:pPr>
              <w:pStyle w:val="acctfourfigures"/>
              <w:tabs>
                <w:tab w:val="clear" w:pos="765"/>
                <w:tab w:val="decimal" w:pos="777"/>
              </w:tabs>
              <w:spacing w:line="240" w:lineRule="auto"/>
              <w:ind w:left="-110" w:right="-30"/>
              <w:rPr>
                <w:color w:val="000000" w:themeColor="text1"/>
              </w:rPr>
            </w:pPr>
            <w:r w:rsidRPr="00617469">
              <w:rPr>
                <w:color w:val="000000" w:themeColor="text1"/>
              </w:rPr>
              <w:t>77,564</w:t>
            </w:r>
          </w:p>
        </w:tc>
        <w:tc>
          <w:tcPr>
            <w:tcW w:w="270" w:type="dxa"/>
            <w:tcBorders>
              <w:top w:val="nil"/>
              <w:left w:val="nil"/>
              <w:bottom w:val="nil"/>
              <w:right w:val="nil"/>
            </w:tcBorders>
            <w:noWrap/>
            <w:vAlign w:val="bottom"/>
          </w:tcPr>
          <w:p w14:paraId="6B1328E3" w14:textId="77777777" w:rsidR="0079411F" w:rsidRPr="00F73937" w:rsidRDefault="0079411F" w:rsidP="0079411F">
            <w:pPr>
              <w:ind w:left="-163" w:right="-173"/>
            </w:pPr>
          </w:p>
        </w:tc>
        <w:tc>
          <w:tcPr>
            <w:tcW w:w="990" w:type="dxa"/>
            <w:tcBorders>
              <w:top w:val="nil"/>
              <w:left w:val="nil"/>
              <w:bottom w:val="nil"/>
              <w:right w:val="nil"/>
            </w:tcBorders>
            <w:noWrap/>
            <w:vAlign w:val="bottom"/>
          </w:tcPr>
          <w:p w14:paraId="59148C5E" w14:textId="04BA5C4F" w:rsidR="0079411F" w:rsidRPr="00F73937" w:rsidRDefault="0079411F" w:rsidP="007A40AA">
            <w:pPr>
              <w:pStyle w:val="acctfourfigures"/>
              <w:tabs>
                <w:tab w:val="clear" w:pos="765"/>
                <w:tab w:val="decimal" w:pos="790"/>
              </w:tabs>
              <w:spacing w:line="240" w:lineRule="auto"/>
              <w:ind w:right="-95"/>
              <w:rPr>
                <w:color w:val="000000" w:themeColor="text1"/>
              </w:rPr>
            </w:pPr>
            <w:r w:rsidRPr="00F73937">
              <w:t>100,002</w:t>
            </w:r>
          </w:p>
        </w:tc>
        <w:tc>
          <w:tcPr>
            <w:tcW w:w="270" w:type="dxa"/>
            <w:tcBorders>
              <w:top w:val="nil"/>
              <w:left w:val="nil"/>
              <w:bottom w:val="nil"/>
              <w:right w:val="nil"/>
            </w:tcBorders>
            <w:noWrap/>
            <w:vAlign w:val="bottom"/>
          </w:tcPr>
          <w:p w14:paraId="0459CE64" w14:textId="77777777" w:rsidR="0079411F" w:rsidRPr="00F73937" w:rsidRDefault="0079411F" w:rsidP="007A40AA">
            <w:pPr>
              <w:ind w:left="-163" w:right="-173"/>
            </w:pPr>
          </w:p>
        </w:tc>
        <w:tc>
          <w:tcPr>
            <w:tcW w:w="990" w:type="dxa"/>
            <w:tcBorders>
              <w:top w:val="nil"/>
              <w:left w:val="nil"/>
              <w:bottom w:val="nil"/>
              <w:right w:val="nil"/>
            </w:tcBorders>
            <w:noWrap/>
            <w:vAlign w:val="bottom"/>
          </w:tcPr>
          <w:p w14:paraId="044F7673" w14:textId="5A038E19" w:rsidR="0079411F" w:rsidRPr="00F73937" w:rsidRDefault="00D21FF7" w:rsidP="007A40AA">
            <w:pPr>
              <w:pStyle w:val="acctfourfigures"/>
              <w:tabs>
                <w:tab w:val="clear" w:pos="765"/>
                <w:tab w:val="decimal" w:pos="780"/>
              </w:tabs>
              <w:spacing w:line="240" w:lineRule="auto"/>
              <w:ind w:right="-95"/>
              <w:rPr>
                <w:rFonts w:cs="Angsana New"/>
                <w:color w:val="000000" w:themeColor="text1"/>
              </w:rPr>
            </w:pPr>
            <w:r w:rsidRPr="00D21FF7">
              <w:rPr>
                <w:rFonts w:cs="Angsana New"/>
                <w:color w:val="000000" w:themeColor="text1"/>
              </w:rPr>
              <w:t>37,460</w:t>
            </w:r>
          </w:p>
        </w:tc>
        <w:tc>
          <w:tcPr>
            <w:tcW w:w="270" w:type="dxa"/>
            <w:tcBorders>
              <w:top w:val="nil"/>
              <w:left w:val="nil"/>
              <w:bottom w:val="nil"/>
              <w:right w:val="nil"/>
            </w:tcBorders>
            <w:noWrap/>
            <w:vAlign w:val="bottom"/>
          </w:tcPr>
          <w:p w14:paraId="777FBC04" w14:textId="77777777" w:rsidR="0079411F" w:rsidRPr="00F73937" w:rsidRDefault="0079411F" w:rsidP="007A40AA">
            <w:pPr>
              <w:ind w:left="-163" w:right="-173"/>
            </w:pPr>
          </w:p>
        </w:tc>
        <w:tc>
          <w:tcPr>
            <w:tcW w:w="990" w:type="dxa"/>
            <w:tcBorders>
              <w:top w:val="nil"/>
              <w:left w:val="nil"/>
              <w:bottom w:val="nil"/>
              <w:right w:val="nil"/>
            </w:tcBorders>
            <w:noWrap/>
            <w:vAlign w:val="bottom"/>
          </w:tcPr>
          <w:p w14:paraId="7A5CE607" w14:textId="7C73FE7D" w:rsidR="0079411F" w:rsidRPr="00F73937" w:rsidRDefault="0079411F" w:rsidP="007A40AA">
            <w:pPr>
              <w:pStyle w:val="acctfourfigures"/>
              <w:tabs>
                <w:tab w:val="clear" w:pos="765"/>
                <w:tab w:val="decimal" w:pos="778"/>
              </w:tabs>
              <w:spacing w:line="240" w:lineRule="auto"/>
              <w:ind w:right="-95"/>
              <w:rPr>
                <w:rFonts w:cs="Angsana New"/>
                <w:color w:val="000000" w:themeColor="text1"/>
              </w:rPr>
            </w:pPr>
            <w:r w:rsidRPr="00F73937">
              <w:t>53,203</w:t>
            </w:r>
          </w:p>
        </w:tc>
        <w:tc>
          <w:tcPr>
            <w:tcW w:w="270" w:type="dxa"/>
            <w:tcBorders>
              <w:top w:val="nil"/>
              <w:left w:val="nil"/>
              <w:bottom w:val="nil"/>
              <w:right w:val="nil"/>
            </w:tcBorders>
            <w:noWrap/>
            <w:vAlign w:val="bottom"/>
          </w:tcPr>
          <w:p w14:paraId="58F18F0E" w14:textId="77777777" w:rsidR="0079411F" w:rsidRPr="00F73937" w:rsidRDefault="0079411F" w:rsidP="007A40AA">
            <w:pPr>
              <w:ind w:left="-163" w:right="-173"/>
            </w:pPr>
          </w:p>
        </w:tc>
        <w:tc>
          <w:tcPr>
            <w:tcW w:w="990" w:type="dxa"/>
            <w:tcBorders>
              <w:top w:val="nil"/>
              <w:left w:val="nil"/>
              <w:bottom w:val="nil"/>
              <w:right w:val="nil"/>
            </w:tcBorders>
            <w:noWrap/>
            <w:vAlign w:val="bottom"/>
          </w:tcPr>
          <w:p w14:paraId="4609F74F" w14:textId="67DB1EFB" w:rsidR="0079411F" w:rsidRPr="00F73937" w:rsidRDefault="00430423" w:rsidP="007A40AA">
            <w:pPr>
              <w:pStyle w:val="acctfourfigures"/>
              <w:tabs>
                <w:tab w:val="clear" w:pos="765"/>
                <w:tab w:val="decimal" w:pos="861"/>
              </w:tabs>
              <w:spacing w:line="240" w:lineRule="auto"/>
              <w:ind w:left="-110" w:right="-30"/>
              <w:rPr>
                <w:color w:val="000000" w:themeColor="text1"/>
              </w:rPr>
            </w:pPr>
            <w:r w:rsidRPr="00430423">
              <w:rPr>
                <w:color w:val="000000" w:themeColor="text1"/>
              </w:rPr>
              <w:t>115,024</w:t>
            </w:r>
          </w:p>
        </w:tc>
        <w:tc>
          <w:tcPr>
            <w:tcW w:w="270" w:type="dxa"/>
            <w:tcBorders>
              <w:top w:val="nil"/>
              <w:left w:val="nil"/>
              <w:bottom w:val="nil"/>
              <w:right w:val="nil"/>
            </w:tcBorders>
            <w:noWrap/>
            <w:vAlign w:val="bottom"/>
          </w:tcPr>
          <w:p w14:paraId="076168C5" w14:textId="77777777" w:rsidR="0079411F" w:rsidRPr="00F73937" w:rsidRDefault="0079411F" w:rsidP="007A40AA">
            <w:pPr>
              <w:ind w:left="-163" w:right="-173"/>
            </w:pPr>
          </w:p>
        </w:tc>
        <w:tc>
          <w:tcPr>
            <w:tcW w:w="990" w:type="dxa"/>
            <w:tcBorders>
              <w:top w:val="nil"/>
              <w:left w:val="nil"/>
              <w:bottom w:val="nil"/>
              <w:right w:val="nil"/>
            </w:tcBorders>
            <w:noWrap/>
            <w:vAlign w:val="bottom"/>
          </w:tcPr>
          <w:p w14:paraId="3EFD0397" w14:textId="08F6FFAB" w:rsidR="0079411F" w:rsidRPr="00F73937" w:rsidRDefault="0079411F" w:rsidP="007A40AA">
            <w:pPr>
              <w:pStyle w:val="acctfourfigures"/>
              <w:tabs>
                <w:tab w:val="clear" w:pos="765"/>
                <w:tab w:val="decimal" w:pos="792"/>
              </w:tabs>
              <w:spacing w:line="240" w:lineRule="auto"/>
              <w:ind w:right="-95"/>
              <w:rPr>
                <w:color w:val="000000" w:themeColor="text1"/>
              </w:rPr>
            </w:pPr>
            <w:r w:rsidRPr="00F73937">
              <w:t>153,205</w:t>
            </w:r>
          </w:p>
        </w:tc>
      </w:tr>
      <w:tr w:rsidR="0068588B" w:rsidRPr="00F73937" w14:paraId="39AECEB0" w14:textId="77777777" w:rsidTr="002866A5">
        <w:tc>
          <w:tcPr>
            <w:tcW w:w="1980" w:type="dxa"/>
            <w:tcBorders>
              <w:top w:val="nil"/>
              <w:left w:val="nil"/>
              <w:bottom w:val="nil"/>
              <w:right w:val="nil"/>
            </w:tcBorders>
            <w:noWrap/>
            <w:vAlign w:val="bottom"/>
          </w:tcPr>
          <w:p w14:paraId="37CE8DCB" w14:textId="77777777" w:rsidR="0068588B" w:rsidRPr="00F73937" w:rsidRDefault="0068588B" w:rsidP="0068588B">
            <w:pPr>
              <w:ind w:left="442" w:right="-383" w:hanging="442"/>
            </w:pPr>
            <w:r w:rsidRPr="00F73937">
              <w:rPr>
                <w:i/>
                <w:iCs/>
              </w:rPr>
              <w:t xml:space="preserve">Less </w:t>
            </w:r>
            <w:r w:rsidRPr="00F73937">
              <w:t xml:space="preserve">undue value </w:t>
            </w:r>
          </w:p>
          <w:p w14:paraId="0A227FB6" w14:textId="77777777" w:rsidR="0068588B" w:rsidRPr="00F73937" w:rsidRDefault="0068588B" w:rsidP="0068588B">
            <w:pPr>
              <w:ind w:left="442" w:right="-383" w:hanging="442"/>
              <w:rPr>
                <w:i/>
                <w:iCs/>
              </w:rPr>
            </w:pPr>
            <w:r w:rsidRPr="00F73937">
              <w:t xml:space="preserve">        added tax</w:t>
            </w:r>
          </w:p>
        </w:tc>
        <w:tc>
          <w:tcPr>
            <w:tcW w:w="990" w:type="dxa"/>
            <w:tcBorders>
              <w:top w:val="nil"/>
              <w:left w:val="nil"/>
              <w:bottom w:val="nil"/>
              <w:right w:val="nil"/>
            </w:tcBorders>
            <w:noWrap/>
            <w:vAlign w:val="bottom"/>
          </w:tcPr>
          <w:p w14:paraId="688A3039" w14:textId="0D97BE32" w:rsidR="0068588B" w:rsidRPr="00F73937" w:rsidRDefault="0068588B" w:rsidP="0068588B">
            <w:pPr>
              <w:pStyle w:val="acctfourfigures"/>
              <w:tabs>
                <w:tab w:val="clear" w:pos="765"/>
                <w:tab w:val="decimal" w:pos="769"/>
              </w:tabs>
              <w:spacing w:line="240" w:lineRule="auto"/>
              <w:ind w:right="-191"/>
              <w:rPr>
                <w:color w:val="000000" w:themeColor="text1"/>
              </w:rPr>
            </w:pPr>
            <w:r w:rsidRPr="00C86D92">
              <w:rPr>
                <w:color w:val="000000" w:themeColor="text1"/>
              </w:rPr>
              <w:t>(4,598)</w:t>
            </w:r>
          </w:p>
        </w:tc>
        <w:tc>
          <w:tcPr>
            <w:tcW w:w="270" w:type="dxa"/>
            <w:tcBorders>
              <w:top w:val="nil"/>
              <w:left w:val="nil"/>
              <w:bottom w:val="nil"/>
              <w:right w:val="nil"/>
            </w:tcBorders>
            <w:noWrap/>
            <w:vAlign w:val="bottom"/>
          </w:tcPr>
          <w:p w14:paraId="1868E303" w14:textId="77777777" w:rsidR="0068588B" w:rsidRPr="00F73937" w:rsidRDefault="0068588B" w:rsidP="0068588B">
            <w:pPr>
              <w:ind w:left="-163" w:right="-173"/>
              <w:rPr>
                <w:i/>
                <w:iCs/>
              </w:rPr>
            </w:pPr>
          </w:p>
        </w:tc>
        <w:tc>
          <w:tcPr>
            <w:tcW w:w="990" w:type="dxa"/>
            <w:tcBorders>
              <w:top w:val="nil"/>
              <w:left w:val="nil"/>
              <w:bottom w:val="nil"/>
              <w:right w:val="nil"/>
            </w:tcBorders>
            <w:noWrap/>
          </w:tcPr>
          <w:p w14:paraId="676C0CDF" w14:textId="77777777" w:rsidR="0068588B" w:rsidRPr="00F73937" w:rsidRDefault="0068588B" w:rsidP="0068588B">
            <w:pPr>
              <w:pStyle w:val="acctfourfigures"/>
              <w:tabs>
                <w:tab w:val="clear" w:pos="765"/>
                <w:tab w:val="decimal" w:pos="790"/>
              </w:tabs>
              <w:spacing w:line="240" w:lineRule="auto"/>
              <w:ind w:right="-95"/>
            </w:pPr>
            <w:r w:rsidRPr="00F73937">
              <w:t xml:space="preserve"> </w:t>
            </w:r>
          </w:p>
          <w:p w14:paraId="0AD99793" w14:textId="22AD24DE" w:rsidR="0068588B" w:rsidRPr="00F73937" w:rsidRDefault="0068588B" w:rsidP="0068588B">
            <w:pPr>
              <w:pStyle w:val="acctfourfigures"/>
              <w:tabs>
                <w:tab w:val="clear" w:pos="765"/>
                <w:tab w:val="decimal" w:pos="790"/>
              </w:tabs>
              <w:spacing w:line="240" w:lineRule="auto"/>
              <w:ind w:right="-95"/>
            </w:pPr>
            <w:r w:rsidRPr="00F73937">
              <w:t>(5,865)</w:t>
            </w:r>
          </w:p>
        </w:tc>
        <w:tc>
          <w:tcPr>
            <w:tcW w:w="270" w:type="dxa"/>
            <w:tcBorders>
              <w:top w:val="nil"/>
              <w:left w:val="nil"/>
              <w:bottom w:val="nil"/>
              <w:right w:val="nil"/>
            </w:tcBorders>
            <w:noWrap/>
          </w:tcPr>
          <w:p w14:paraId="58989FB1" w14:textId="77777777" w:rsidR="0068588B" w:rsidRPr="00F73937" w:rsidRDefault="0068588B" w:rsidP="0068588B">
            <w:pPr>
              <w:tabs>
                <w:tab w:val="decimal" w:pos="790"/>
              </w:tabs>
              <w:ind w:left="-163" w:right="-173"/>
            </w:pPr>
          </w:p>
        </w:tc>
        <w:tc>
          <w:tcPr>
            <w:tcW w:w="990" w:type="dxa"/>
            <w:tcBorders>
              <w:top w:val="nil"/>
              <w:left w:val="nil"/>
              <w:bottom w:val="nil"/>
              <w:right w:val="nil"/>
            </w:tcBorders>
            <w:noWrap/>
            <w:vAlign w:val="bottom"/>
          </w:tcPr>
          <w:p w14:paraId="72333977" w14:textId="26FE3D99" w:rsidR="0068588B" w:rsidRPr="0030229E" w:rsidRDefault="0068588B" w:rsidP="0068588B">
            <w:pPr>
              <w:pStyle w:val="acctfourfigures"/>
              <w:tabs>
                <w:tab w:val="clear" w:pos="765"/>
                <w:tab w:val="decimal" w:pos="790"/>
              </w:tabs>
              <w:spacing w:line="240" w:lineRule="auto"/>
              <w:ind w:right="-95"/>
              <w:rPr>
                <w:rFonts w:cs="Angsana New"/>
                <w:color w:val="000000" w:themeColor="text1"/>
              </w:rPr>
            </w:pPr>
            <w:r w:rsidRPr="0030229E">
              <w:rPr>
                <w:rFonts w:cs="Angsana New"/>
                <w:color w:val="000000" w:themeColor="text1"/>
              </w:rPr>
              <w:t>(2,417)</w:t>
            </w:r>
          </w:p>
        </w:tc>
        <w:tc>
          <w:tcPr>
            <w:tcW w:w="270" w:type="dxa"/>
            <w:tcBorders>
              <w:top w:val="nil"/>
              <w:left w:val="nil"/>
              <w:bottom w:val="nil"/>
              <w:right w:val="nil"/>
            </w:tcBorders>
            <w:noWrap/>
          </w:tcPr>
          <w:p w14:paraId="32308736" w14:textId="77777777" w:rsidR="0068588B" w:rsidRPr="0030229E" w:rsidRDefault="0068588B" w:rsidP="0068588B">
            <w:pPr>
              <w:tabs>
                <w:tab w:val="decimal" w:pos="790"/>
              </w:tabs>
              <w:ind w:left="-163" w:right="-173"/>
              <w:rPr>
                <w:rFonts w:cs="Angsana New"/>
                <w:color w:val="000000" w:themeColor="text1"/>
              </w:rPr>
            </w:pPr>
          </w:p>
        </w:tc>
        <w:tc>
          <w:tcPr>
            <w:tcW w:w="990" w:type="dxa"/>
            <w:tcBorders>
              <w:top w:val="nil"/>
              <w:left w:val="nil"/>
              <w:bottom w:val="nil"/>
              <w:right w:val="nil"/>
            </w:tcBorders>
            <w:noWrap/>
          </w:tcPr>
          <w:p w14:paraId="493DD4E8" w14:textId="77777777" w:rsidR="0068588B" w:rsidRPr="0030229E" w:rsidRDefault="0068588B" w:rsidP="0068588B">
            <w:pPr>
              <w:pStyle w:val="acctfourfigures"/>
              <w:tabs>
                <w:tab w:val="clear" w:pos="765"/>
                <w:tab w:val="decimal" w:pos="790"/>
              </w:tabs>
              <w:spacing w:line="240" w:lineRule="auto"/>
              <w:ind w:right="-95"/>
              <w:rPr>
                <w:rFonts w:cs="Angsana New"/>
                <w:color w:val="000000" w:themeColor="text1"/>
              </w:rPr>
            </w:pPr>
          </w:p>
          <w:p w14:paraId="0ABFFB90" w14:textId="3736B801" w:rsidR="0068588B" w:rsidRPr="0030229E" w:rsidRDefault="0068588B" w:rsidP="0068588B">
            <w:pPr>
              <w:pStyle w:val="acctfourfigures"/>
              <w:tabs>
                <w:tab w:val="clear" w:pos="765"/>
                <w:tab w:val="decimal" w:pos="790"/>
              </w:tabs>
              <w:spacing w:line="240" w:lineRule="auto"/>
              <w:ind w:right="-95"/>
              <w:rPr>
                <w:rFonts w:cs="Angsana New"/>
                <w:color w:val="000000" w:themeColor="text1"/>
              </w:rPr>
            </w:pPr>
            <w:r w:rsidRPr="0030229E">
              <w:rPr>
                <w:rFonts w:cs="Angsana New"/>
                <w:color w:val="000000" w:themeColor="text1"/>
              </w:rPr>
              <w:t>(3,380)</w:t>
            </w:r>
          </w:p>
        </w:tc>
        <w:tc>
          <w:tcPr>
            <w:tcW w:w="270" w:type="dxa"/>
            <w:tcBorders>
              <w:top w:val="nil"/>
              <w:left w:val="nil"/>
              <w:bottom w:val="nil"/>
              <w:right w:val="nil"/>
            </w:tcBorders>
            <w:noWrap/>
          </w:tcPr>
          <w:p w14:paraId="022267BB" w14:textId="77777777" w:rsidR="0068588B" w:rsidRPr="0030229E" w:rsidRDefault="0068588B" w:rsidP="0068588B">
            <w:pPr>
              <w:tabs>
                <w:tab w:val="decimal" w:pos="790"/>
              </w:tabs>
              <w:ind w:left="-163" w:right="-173"/>
              <w:rPr>
                <w:rFonts w:cs="Angsana New"/>
                <w:color w:val="000000" w:themeColor="text1"/>
              </w:rPr>
            </w:pPr>
          </w:p>
        </w:tc>
        <w:tc>
          <w:tcPr>
            <w:tcW w:w="990" w:type="dxa"/>
            <w:tcBorders>
              <w:top w:val="nil"/>
              <w:left w:val="nil"/>
              <w:bottom w:val="nil"/>
              <w:right w:val="nil"/>
            </w:tcBorders>
            <w:noWrap/>
          </w:tcPr>
          <w:p w14:paraId="1FF55BFB" w14:textId="77777777" w:rsidR="0068588B" w:rsidRPr="0030229E" w:rsidRDefault="0068588B" w:rsidP="0068588B">
            <w:pPr>
              <w:pStyle w:val="acctfourfigures"/>
              <w:tabs>
                <w:tab w:val="clear" w:pos="765"/>
                <w:tab w:val="decimal" w:pos="790"/>
              </w:tabs>
              <w:spacing w:line="240" w:lineRule="auto"/>
              <w:ind w:right="-95"/>
              <w:rPr>
                <w:rFonts w:cs="Angsana New"/>
                <w:color w:val="000000" w:themeColor="text1"/>
              </w:rPr>
            </w:pPr>
          </w:p>
          <w:p w14:paraId="7CF22F0C" w14:textId="22D67205" w:rsidR="0030229E" w:rsidRPr="0030229E" w:rsidRDefault="0030229E" w:rsidP="0068588B">
            <w:pPr>
              <w:pStyle w:val="acctfourfigures"/>
              <w:tabs>
                <w:tab w:val="clear" w:pos="765"/>
                <w:tab w:val="decimal" w:pos="790"/>
              </w:tabs>
              <w:spacing w:line="240" w:lineRule="auto"/>
              <w:ind w:right="-95"/>
              <w:rPr>
                <w:rFonts w:cs="Angsana New"/>
                <w:color w:val="000000" w:themeColor="text1"/>
              </w:rPr>
            </w:pPr>
            <w:r w:rsidRPr="0030229E">
              <w:rPr>
                <w:rFonts w:cs="Angsana New"/>
                <w:color w:val="000000" w:themeColor="text1"/>
              </w:rPr>
              <w:t>(7,015)</w:t>
            </w:r>
          </w:p>
        </w:tc>
        <w:tc>
          <w:tcPr>
            <w:tcW w:w="270" w:type="dxa"/>
            <w:tcBorders>
              <w:top w:val="nil"/>
              <w:left w:val="nil"/>
              <w:bottom w:val="nil"/>
              <w:right w:val="nil"/>
            </w:tcBorders>
            <w:noWrap/>
          </w:tcPr>
          <w:p w14:paraId="7203CF74" w14:textId="77777777" w:rsidR="0068588B" w:rsidRPr="00F73937" w:rsidRDefault="0068588B" w:rsidP="0068588B">
            <w:pPr>
              <w:tabs>
                <w:tab w:val="decimal" w:pos="790"/>
              </w:tabs>
              <w:ind w:left="-163" w:right="-173"/>
            </w:pPr>
          </w:p>
        </w:tc>
        <w:tc>
          <w:tcPr>
            <w:tcW w:w="990" w:type="dxa"/>
            <w:tcBorders>
              <w:top w:val="nil"/>
              <w:left w:val="nil"/>
              <w:bottom w:val="nil"/>
              <w:right w:val="nil"/>
            </w:tcBorders>
            <w:noWrap/>
          </w:tcPr>
          <w:p w14:paraId="5EB37E83" w14:textId="77777777" w:rsidR="0068588B" w:rsidRPr="00F73937" w:rsidRDefault="0068588B" w:rsidP="0068588B">
            <w:pPr>
              <w:pStyle w:val="acctfourfigures"/>
              <w:tabs>
                <w:tab w:val="clear" w:pos="765"/>
                <w:tab w:val="decimal" w:pos="790"/>
              </w:tabs>
              <w:spacing w:line="240" w:lineRule="auto"/>
              <w:ind w:right="-95"/>
            </w:pPr>
          </w:p>
          <w:p w14:paraId="173A7BDF" w14:textId="641D9A40" w:rsidR="0068588B" w:rsidRPr="00F73937" w:rsidRDefault="0068588B" w:rsidP="0068588B">
            <w:pPr>
              <w:pStyle w:val="acctfourfigures"/>
              <w:tabs>
                <w:tab w:val="clear" w:pos="765"/>
                <w:tab w:val="decimal" w:pos="790"/>
              </w:tabs>
              <w:spacing w:line="240" w:lineRule="auto"/>
              <w:ind w:right="-95"/>
            </w:pPr>
            <w:r w:rsidRPr="00F73937">
              <w:t>(9,245)</w:t>
            </w:r>
          </w:p>
        </w:tc>
      </w:tr>
      <w:tr w:rsidR="0068588B" w:rsidRPr="00F73937" w14:paraId="148164D1" w14:textId="77777777" w:rsidTr="007A40AA">
        <w:tc>
          <w:tcPr>
            <w:tcW w:w="1980" w:type="dxa"/>
            <w:tcBorders>
              <w:top w:val="nil"/>
              <w:left w:val="nil"/>
              <w:bottom w:val="nil"/>
              <w:right w:val="nil"/>
            </w:tcBorders>
            <w:noWrap/>
            <w:vAlign w:val="bottom"/>
          </w:tcPr>
          <w:p w14:paraId="023C0404" w14:textId="77777777" w:rsidR="0068588B" w:rsidRPr="00F73937" w:rsidRDefault="0068588B" w:rsidP="0068588B">
            <w:pPr>
              <w:ind w:left="442" w:right="-383" w:hanging="442"/>
            </w:pPr>
            <w:r w:rsidRPr="00F73937">
              <w:rPr>
                <w:i/>
                <w:iCs/>
              </w:rPr>
              <w:t>Less</w:t>
            </w:r>
            <w:r w:rsidRPr="00F73937">
              <w:t xml:space="preserve"> unearned </w:t>
            </w:r>
          </w:p>
          <w:p w14:paraId="5372CB45" w14:textId="77777777" w:rsidR="0068588B" w:rsidRPr="00F73937" w:rsidRDefault="0068588B" w:rsidP="0068588B">
            <w:pPr>
              <w:ind w:left="442" w:right="-383" w:hanging="442"/>
            </w:pPr>
            <w:r w:rsidRPr="00F73937">
              <w:rPr>
                <w:i/>
                <w:iCs/>
              </w:rPr>
              <w:t xml:space="preserve">        </w:t>
            </w:r>
            <w:r w:rsidRPr="00F73937">
              <w:t>interest income</w:t>
            </w:r>
          </w:p>
        </w:tc>
        <w:tc>
          <w:tcPr>
            <w:tcW w:w="990" w:type="dxa"/>
            <w:tcBorders>
              <w:top w:val="nil"/>
              <w:left w:val="nil"/>
              <w:bottom w:val="nil"/>
              <w:right w:val="nil"/>
            </w:tcBorders>
            <w:noWrap/>
            <w:vAlign w:val="bottom"/>
          </w:tcPr>
          <w:p w14:paraId="75ECEA49" w14:textId="23DC29E0" w:rsidR="0068588B" w:rsidRPr="00F73937" w:rsidRDefault="00FA2EB1" w:rsidP="0068588B">
            <w:pPr>
              <w:pStyle w:val="acctfourfigures"/>
              <w:tabs>
                <w:tab w:val="clear" w:pos="765"/>
                <w:tab w:val="decimal" w:pos="769"/>
              </w:tabs>
              <w:spacing w:line="240" w:lineRule="auto"/>
              <w:ind w:right="-191"/>
              <w:rPr>
                <w:color w:val="000000" w:themeColor="text1"/>
              </w:rPr>
            </w:pPr>
            <w:r w:rsidRPr="00FA2EB1">
              <w:rPr>
                <w:color w:val="000000" w:themeColor="text1"/>
              </w:rPr>
              <w:t>(11,302)</w:t>
            </w:r>
          </w:p>
        </w:tc>
        <w:tc>
          <w:tcPr>
            <w:tcW w:w="270" w:type="dxa"/>
            <w:tcBorders>
              <w:top w:val="nil"/>
              <w:left w:val="nil"/>
              <w:bottom w:val="nil"/>
              <w:right w:val="nil"/>
            </w:tcBorders>
            <w:noWrap/>
            <w:vAlign w:val="bottom"/>
          </w:tcPr>
          <w:p w14:paraId="1CE4E9A8" w14:textId="77777777" w:rsidR="0068588B" w:rsidRPr="00F73937" w:rsidRDefault="0068588B" w:rsidP="0068588B">
            <w:pPr>
              <w:ind w:left="-163" w:right="-173"/>
            </w:pPr>
          </w:p>
        </w:tc>
        <w:tc>
          <w:tcPr>
            <w:tcW w:w="990" w:type="dxa"/>
            <w:tcBorders>
              <w:top w:val="nil"/>
              <w:left w:val="nil"/>
              <w:bottom w:val="nil"/>
              <w:right w:val="nil"/>
            </w:tcBorders>
            <w:noWrap/>
            <w:vAlign w:val="bottom"/>
          </w:tcPr>
          <w:p w14:paraId="14E4A4AE" w14:textId="56808D17" w:rsidR="0068588B" w:rsidRPr="00F73937" w:rsidRDefault="0068588B" w:rsidP="0068588B">
            <w:pPr>
              <w:pStyle w:val="acctfourfigures"/>
              <w:tabs>
                <w:tab w:val="clear" w:pos="765"/>
                <w:tab w:val="decimal" w:pos="790"/>
              </w:tabs>
              <w:spacing w:line="240" w:lineRule="auto"/>
              <w:ind w:right="-95"/>
            </w:pPr>
            <w:r w:rsidRPr="00F73937">
              <w:t>(19,695)</w:t>
            </w:r>
          </w:p>
        </w:tc>
        <w:tc>
          <w:tcPr>
            <w:tcW w:w="270" w:type="dxa"/>
            <w:tcBorders>
              <w:top w:val="nil"/>
              <w:left w:val="nil"/>
              <w:bottom w:val="nil"/>
              <w:right w:val="nil"/>
            </w:tcBorders>
            <w:noWrap/>
            <w:vAlign w:val="bottom"/>
          </w:tcPr>
          <w:p w14:paraId="228E681A" w14:textId="77777777" w:rsidR="0068588B" w:rsidRPr="00F73937" w:rsidRDefault="0068588B" w:rsidP="0068588B">
            <w:pPr>
              <w:tabs>
                <w:tab w:val="decimal" w:pos="790"/>
              </w:tabs>
              <w:ind w:left="-163" w:right="-173"/>
            </w:pPr>
          </w:p>
        </w:tc>
        <w:tc>
          <w:tcPr>
            <w:tcW w:w="990" w:type="dxa"/>
            <w:tcBorders>
              <w:top w:val="nil"/>
              <w:left w:val="nil"/>
              <w:bottom w:val="nil"/>
              <w:right w:val="nil"/>
            </w:tcBorders>
            <w:noWrap/>
            <w:vAlign w:val="bottom"/>
          </w:tcPr>
          <w:p w14:paraId="4C3C6C76" w14:textId="53D9EE28" w:rsidR="0068588B" w:rsidRPr="00F73937" w:rsidRDefault="00A649CC" w:rsidP="0068588B">
            <w:pPr>
              <w:pStyle w:val="acctfourfigures"/>
              <w:tabs>
                <w:tab w:val="clear" w:pos="765"/>
                <w:tab w:val="decimal" w:pos="790"/>
              </w:tabs>
              <w:spacing w:line="240" w:lineRule="auto"/>
              <w:ind w:right="-95"/>
            </w:pPr>
            <w:r w:rsidRPr="00A649CC">
              <w:t>(4,315)</w:t>
            </w:r>
          </w:p>
        </w:tc>
        <w:tc>
          <w:tcPr>
            <w:tcW w:w="270" w:type="dxa"/>
            <w:tcBorders>
              <w:top w:val="nil"/>
              <w:left w:val="nil"/>
              <w:bottom w:val="nil"/>
              <w:right w:val="nil"/>
            </w:tcBorders>
            <w:noWrap/>
            <w:vAlign w:val="bottom"/>
          </w:tcPr>
          <w:p w14:paraId="4519BB7D" w14:textId="77777777" w:rsidR="0068588B" w:rsidRPr="00F73937" w:rsidRDefault="0068588B" w:rsidP="0068588B">
            <w:pPr>
              <w:tabs>
                <w:tab w:val="decimal" w:pos="790"/>
              </w:tabs>
              <w:ind w:left="-163" w:right="-173"/>
            </w:pPr>
          </w:p>
        </w:tc>
        <w:tc>
          <w:tcPr>
            <w:tcW w:w="990" w:type="dxa"/>
            <w:tcBorders>
              <w:top w:val="nil"/>
              <w:left w:val="nil"/>
              <w:bottom w:val="nil"/>
              <w:right w:val="nil"/>
            </w:tcBorders>
            <w:noWrap/>
            <w:vAlign w:val="bottom"/>
          </w:tcPr>
          <w:p w14:paraId="073A9556" w14:textId="1CB185CC" w:rsidR="0068588B" w:rsidRPr="00F73937" w:rsidRDefault="0068588B" w:rsidP="0068588B">
            <w:pPr>
              <w:pStyle w:val="acctfourfigures"/>
              <w:tabs>
                <w:tab w:val="clear" w:pos="765"/>
                <w:tab w:val="decimal" w:pos="790"/>
              </w:tabs>
              <w:spacing w:line="240" w:lineRule="auto"/>
              <w:ind w:right="-95"/>
            </w:pPr>
            <w:r w:rsidRPr="00F73937">
              <w:t>(6,286)</w:t>
            </w:r>
          </w:p>
        </w:tc>
        <w:tc>
          <w:tcPr>
            <w:tcW w:w="270" w:type="dxa"/>
            <w:tcBorders>
              <w:top w:val="nil"/>
              <w:left w:val="nil"/>
              <w:bottom w:val="nil"/>
              <w:right w:val="nil"/>
            </w:tcBorders>
            <w:noWrap/>
            <w:vAlign w:val="bottom"/>
          </w:tcPr>
          <w:p w14:paraId="6D7FBF6F" w14:textId="77777777" w:rsidR="0068588B" w:rsidRPr="00F73937" w:rsidRDefault="0068588B" w:rsidP="0068588B">
            <w:pPr>
              <w:tabs>
                <w:tab w:val="decimal" w:pos="790"/>
              </w:tabs>
              <w:ind w:left="-163" w:right="-173"/>
            </w:pPr>
          </w:p>
        </w:tc>
        <w:tc>
          <w:tcPr>
            <w:tcW w:w="990" w:type="dxa"/>
            <w:tcBorders>
              <w:top w:val="nil"/>
              <w:left w:val="nil"/>
              <w:bottom w:val="nil"/>
              <w:right w:val="nil"/>
            </w:tcBorders>
            <w:noWrap/>
            <w:vAlign w:val="bottom"/>
          </w:tcPr>
          <w:p w14:paraId="58DFF232" w14:textId="7B03761E" w:rsidR="0068588B" w:rsidRPr="00F73937" w:rsidRDefault="00930209" w:rsidP="0068588B">
            <w:pPr>
              <w:pStyle w:val="acctfourfigures"/>
              <w:tabs>
                <w:tab w:val="clear" w:pos="765"/>
                <w:tab w:val="decimal" w:pos="790"/>
              </w:tabs>
              <w:spacing w:line="240" w:lineRule="auto"/>
              <w:ind w:left="-110" w:right="-95"/>
            </w:pPr>
            <w:r w:rsidRPr="00930209">
              <w:t>(15,617)</w:t>
            </w:r>
          </w:p>
        </w:tc>
        <w:tc>
          <w:tcPr>
            <w:tcW w:w="270" w:type="dxa"/>
            <w:tcBorders>
              <w:top w:val="nil"/>
              <w:left w:val="nil"/>
              <w:bottom w:val="nil"/>
              <w:right w:val="nil"/>
            </w:tcBorders>
            <w:noWrap/>
            <w:vAlign w:val="bottom"/>
          </w:tcPr>
          <w:p w14:paraId="225B3F28" w14:textId="77777777" w:rsidR="0068588B" w:rsidRPr="00F73937" w:rsidRDefault="0068588B" w:rsidP="0068588B">
            <w:pPr>
              <w:tabs>
                <w:tab w:val="decimal" w:pos="790"/>
              </w:tabs>
              <w:ind w:left="-163" w:right="-173"/>
            </w:pPr>
          </w:p>
        </w:tc>
        <w:tc>
          <w:tcPr>
            <w:tcW w:w="990" w:type="dxa"/>
            <w:tcBorders>
              <w:top w:val="nil"/>
              <w:left w:val="nil"/>
              <w:bottom w:val="nil"/>
              <w:right w:val="nil"/>
            </w:tcBorders>
            <w:noWrap/>
            <w:vAlign w:val="bottom"/>
          </w:tcPr>
          <w:p w14:paraId="2192B6F4" w14:textId="61669FCD" w:rsidR="0068588B" w:rsidRPr="00F73937" w:rsidRDefault="0068588B" w:rsidP="0068588B">
            <w:pPr>
              <w:pStyle w:val="acctfourfigures"/>
              <w:tabs>
                <w:tab w:val="clear" w:pos="765"/>
                <w:tab w:val="decimal" w:pos="790"/>
              </w:tabs>
              <w:spacing w:line="240" w:lineRule="auto"/>
              <w:ind w:right="-95"/>
            </w:pPr>
            <w:r w:rsidRPr="00F73937">
              <w:t>(25,981)</w:t>
            </w:r>
          </w:p>
        </w:tc>
      </w:tr>
      <w:tr w:rsidR="0068588B" w:rsidRPr="00F73937" w14:paraId="4BEAF60B" w14:textId="77777777" w:rsidTr="009E7BDE">
        <w:tc>
          <w:tcPr>
            <w:tcW w:w="1980" w:type="dxa"/>
            <w:tcBorders>
              <w:top w:val="nil"/>
              <w:left w:val="nil"/>
              <w:bottom w:val="nil"/>
              <w:right w:val="nil"/>
            </w:tcBorders>
            <w:noWrap/>
            <w:vAlign w:val="bottom"/>
          </w:tcPr>
          <w:p w14:paraId="430565EA" w14:textId="77777777" w:rsidR="0068588B" w:rsidRPr="00F73937" w:rsidRDefault="0068588B" w:rsidP="0068588B">
            <w:pPr>
              <w:ind w:right="-383"/>
            </w:pPr>
          </w:p>
        </w:tc>
        <w:tc>
          <w:tcPr>
            <w:tcW w:w="990" w:type="dxa"/>
            <w:tcBorders>
              <w:top w:val="single" w:sz="4" w:space="0" w:color="auto"/>
              <w:left w:val="nil"/>
              <w:bottom w:val="nil"/>
              <w:right w:val="nil"/>
            </w:tcBorders>
            <w:noWrap/>
            <w:vAlign w:val="bottom"/>
          </w:tcPr>
          <w:p w14:paraId="4123A07E" w14:textId="2BF75FD2" w:rsidR="0068588B" w:rsidRPr="00F73937" w:rsidRDefault="00B359C1" w:rsidP="002D1822">
            <w:pPr>
              <w:pStyle w:val="acctfourfigures"/>
              <w:tabs>
                <w:tab w:val="clear" w:pos="765"/>
                <w:tab w:val="decimal" w:pos="770"/>
              </w:tabs>
              <w:spacing w:line="240" w:lineRule="auto"/>
              <w:ind w:left="-110" w:right="-30"/>
              <w:rPr>
                <w:b/>
                <w:bCs/>
                <w:color w:val="000000" w:themeColor="text1"/>
              </w:rPr>
            </w:pPr>
            <w:r w:rsidRPr="00B359C1">
              <w:rPr>
                <w:b/>
                <w:bCs/>
                <w:color w:val="000000" w:themeColor="text1"/>
              </w:rPr>
              <w:t>61,664</w:t>
            </w:r>
          </w:p>
        </w:tc>
        <w:tc>
          <w:tcPr>
            <w:tcW w:w="270" w:type="dxa"/>
            <w:tcBorders>
              <w:top w:val="nil"/>
              <w:left w:val="nil"/>
              <w:bottom w:val="nil"/>
              <w:right w:val="nil"/>
            </w:tcBorders>
            <w:noWrap/>
            <w:vAlign w:val="bottom"/>
          </w:tcPr>
          <w:p w14:paraId="0ED0DD7D"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7DCDC478" w14:textId="487505DF" w:rsidR="0068588B" w:rsidRPr="00F73937" w:rsidRDefault="0068588B" w:rsidP="0068588B">
            <w:pPr>
              <w:pStyle w:val="acctfourfigures"/>
              <w:tabs>
                <w:tab w:val="clear" w:pos="765"/>
                <w:tab w:val="decimal" w:pos="790"/>
              </w:tabs>
              <w:spacing w:line="240" w:lineRule="auto"/>
              <w:ind w:right="-95"/>
              <w:rPr>
                <w:b/>
                <w:bCs/>
              </w:rPr>
            </w:pPr>
            <w:r w:rsidRPr="00F73937">
              <w:rPr>
                <w:b/>
                <w:bCs/>
              </w:rPr>
              <w:t>74,442</w:t>
            </w:r>
          </w:p>
        </w:tc>
        <w:tc>
          <w:tcPr>
            <w:tcW w:w="270" w:type="dxa"/>
            <w:tcBorders>
              <w:top w:val="nil"/>
              <w:left w:val="nil"/>
              <w:bottom w:val="nil"/>
              <w:right w:val="nil"/>
            </w:tcBorders>
            <w:noWrap/>
          </w:tcPr>
          <w:p w14:paraId="59F73B69"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7CAF02E2" w14:textId="4A91B67C" w:rsidR="0068588B" w:rsidRPr="00F73937" w:rsidRDefault="004D0E74" w:rsidP="0068588B">
            <w:pPr>
              <w:pStyle w:val="acctfourfigures"/>
              <w:tabs>
                <w:tab w:val="clear" w:pos="765"/>
                <w:tab w:val="decimal" w:pos="782"/>
              </w:tabs>
              <w:spacing w:line="240" w:lineRule="auto"/>
              <w:ind w:right="-95"/>
              <w:rPr>
                <w:b/>
                <w:bCs/>
              </w:rPr>
            </w:pPr>
            <w:r w:rsidRPr="004D0E74">
              <w:rPr>
                <w:b/>
                <w:bCs/>
              </w:rPr>
              <w:t>30,728</w:t>
            </w:r>
          </w:p>
        </w:tc>
        <w:tc>
          <w:tcPr>
            <w:tcW w:w="270" w:type="dxa"/>
            <w:tcBorders>
              <w:top w:val="nil"/>
              <w:left w:val="nil"/>
              <w:bottom w:val="nil"/>
              <w:right w:val="nil"/>
            </w:tcBorders>
            <w:noWrap/>
          </w:tcPr>
          <w:p w14:paraId="610E8CD7"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063DEDF3" w14:textId="4C6F1ACC" w:rsidR="0068588B" w:rsidRPr="00F73937" w:rsidRDefault="0068588B" w:rsidP="0068588B">
            <w:pPr>
              <w:pStyle w:val="acctfourfigures"/>
              <w:tabs>
                <w:tab w:val="clear" w:pos="765"/>
                <w:tab w:val="decimal" w:pos="777"/>
              </w:tabs>
              <w:spacing w:line="240" w:lineRule="auto"/>
              <w:ind w:right="-95"/>
              <w:rPr>
                <w:b/>
                <w:bCs/>
              </w:rPr>
            </w:pPr>
            <w:r w:rsidRPr="00F73937">
              <w:rPr>
                <w:b/>
                <w:bCs/>
              </w:rPr>
              <w:t>43,537</w:t>
            </w:r>
          </w:p>
        </w:tc>
        <w:tc>
          <w:tcPr>
            <w:tcW w:w="270" w:type="dxa"/>
            <w:tcBorders>
              <w:top w:val="nil"/>
              <w:left w:val="nil"/>
              <w:bottom w:val="nil"/>
              <w:right w:val="nil"/>
            </w:tcBorders>
            <w:noWrap/>
          </w:tcPr>
          <w:p w14:paraId="10DE2E97"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36AE09E2" w14:textId="0C7EE09E" w:rsidR="0068588B" w:rsidRPr="00F73937" w:rsidRDefault="00F50EFA" w:rsidP="0068588B">
            <w:pPr>
              <w:pStyle w:val="acctfourfigures"/>
              <w:tabs>
                <w:tab w:val="clear" w:pos="765"/>
                <w:tab w:val="decimal" w:pos="861"/>
              </w:tabs>
              <w:spacing w:line="240" w:lineRule="auto"/>
              <w:ind w:left="-200" w:right="-20"/>
              <w:rPr>
                <w:b/>
                <w:bCs/>
              </w:rPr>
            </w:pPr>
            <w:r w:rsidRPr="00F50EFA">
              <w:rPr>
                <w:b/>
                <w:bCs/>
              </w:rPr>
              <w:t>92,392</w:t>
            </w:r>
          </w:p>
        </w:tc>
        <w:tc>
          <w:tcPr>
            <w:tcW w:w="270" w:type="dxa"/>
            <w:tcBorders>
              <w:top w:val="nil"/>
              <w:left w:val="nil"/>
              <w:bottom w:val="nil"/>
              <w:right w:val="nil"/>
            </w:tcBorders>
            <w:noWrap/>
          </w:tcPr>
          <w:p w14:paraId="4DBDF154"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top w:val="single" w:sz="4" w:space="0" w:color="auto"/>
              <w:left w:val="nil"/>
              <w:bottom w:val="nil"/>
              <w:right w:val="nil"/>
            </w:tcBorders>
            <w:noWrap/>
          </w:tcPr>
          <w:p w14:paraId="0ADFEF46" w14:textId="5D63D555" w:rsidR="0068588B" w:rsidRPr="00F73937" w:rsidRDefault="0068588B" w:rsidP="0068588B">
            <w:pPr>
              <w:pStyle w:val="acctfourfigures"/>
              <w:tabs>
                <w:tab w:val="clear" w:pos="765"/>
                <w:tab w:val="decimal" w:pos="792"/>
              </w:tabs>
              <w:spacing w:line="240" w:lineRule="auto"/>
              <w:ind w:right="-95"/>
              <w:rPr>
                <w:b/>
                <w:bCs/>
              </w:rPr>
            </w:pPr>
            <w:r w:rsidRPr="00F73937">
              <w:rPr>
                <w:b/>
                <w:bCs/>
              </w:rPr>
              <w:t>117,979</w:t>
            </w:r>
          </w:p>
        </w:tc>
      </w:tr>
      <w:tr w:rsidR="0068588B" w:rsidRPr="00F73937" w14:paraId="79D0DB2E" w14:textId="77777777" w:rsidTr="009E7BDE">
        <w:tc>
          <w:tcPr>
            <w:tcW w:w="1980" w:type="dxa"/>
            <w:tcBorders>
              <w:top w:val="nil"/>
              <w:left w:val="nil"/>
              <w:bottom w:val="nil"/>
              <w:right w:val="nil"/>
            </w:tcBorders>
            <w:noWrap/>
            <w:vAlign w:val="bottom"/>
          </w:tcPr>
          <w:p w14:paraId="0FEDE4E2" w14:textId="77777777" w:rsidR="0068588B" w:rsidRPr="00F73937" w:rsidRDefault="0068588B" w:rsidP="0068588B">
            <w:pPr>
              <w:ind w:left="442" w:right="-383" w:hanging="442"/>
            </w:pPr>
            <w:r w:rsidRPr="00F73937">
              <w:rPr>
                <w:i/>
                <w:iCs/>
              </w:rPr>
              <w:t>Less</w:t>
            </w:r>
            <w:r w:rsidRPr="00F73937">
              <w:t xml:space="preserve"> allowance for </w:t>
            </w:r>
          </w:p>
          <w:p w14:paraId="34726042" w14:textId="77777777" w:rsidR="0068588B" w:rsidRPr="00F73937" w:rsidRDefault="0068588B" w:rsidP="0068588B">
            <w:pPr>
              <w:ind w:left="442" w:right="-383" w:hanging="442"/>
            </w:pPr>
            <w:r w:rsidRPr="00F73937">
              <w:rPr>
                <w:i/>
                <w:iCs/>
              </w:rPr>
              <w:t xml:space="preserve">       </w:t>
            </w:r>
            <w:r w:rsidRPr="00F73937">
              <w:t xml:space="preserve"> expected credit</w:t>
            </w:r>
          </w:p>
          <w:p w14:paraId="22E3999F" w14:textId="77777777" w:rsidR="0068588B" w:rsidRPr="00F73937" w:rsidRDefault="0068588B" w:rsidP="0068588B">
            <w:pPr>
              <w:ind w:left="442" w:right="-383" w:hanging="442"/>
              <w:rPr>
                <w:rFonts w:cstheme="minorBidi"/>
                <w:cs/>
              </w:rPr>
            </w:pPr>
            <w:r w:rsidRPr="00F73937">
              <w:t xml:space="preserve">        loss</w:t>
            </w:r>
          </w:p>
        </w:tc>
        <w:tc>
          <w:tcPr>
            <w:tcW w:w="990" w:type="dxa"/>
            <w:tcBorders>
              <w:top w:val="nil"/>
              <w:left w:val="nil"/>
              <w:bottom w:val="single" w:sz="4" w:space="0" w:color="auto"/>
              <w:right w:val="nil"/>
            </w:tcBorders>
            <w:noWrap/>
            <w:vAlign w:val="bottom"/>
          </w:tcPr>
          <w:p w14:paraId="108933D8" w14:textId="36B4E106" w:rsidR="0068588B" w:rsidRPr="00F73937" w:rsidRDefault="0093070C" w:rsidP="0068588B">
            <w:pPr>
              <w:pStyle w:val="acctfourfigures"/>
              <w:tabs>
                <w:tab w:val="clear" w:pos="765"/>
                <w:tab w:val="decimal" w:pos="777"/>
              </w:tabs>
              <w:spacing w:line="240" w:lineRule="auto"/>
              <w:ind w:left="-110" w:right="-95"/>
              <w:rPr>
                <w:color w:val="000000" w:themeColor="text1"/>
              </w:rPr>
            </w:pPr>
            <w:r w:rsidRPr="0093070C">
              <w:rPr>
                <w:color w:val="000000" w:themeColor="text1"/>
              </w:rPr>
              <w:t>(839)</w:t>
            </w:r>
          </w:p>
        </w:tc>
        <w:tc>
          <w:tcPr>
            <w:tcW w:w="270" w:type="dxa"/>
            <w:tcBorders>
              <w:top w:val="nil"/>
              <w:left w:val="nil"/>
              <w:right w:val="nil"/>
            </w:tcBorders>
            <w:noWrap/>
            <w:vAlign w:val="bottom"/>
          </w:tcPr>
          <w:p w14:paraId="7A969917" w14:textId="77777777" w:rsidR="0068588B" w:rsidRPr="00F73937" w:rsidRDefault="0068588B" w:rsidP="0068588B">
            <w:pPr>
              <w:ind w:left="-163" w:right="-173"/>
            </w:pPr>
          </w:p>
        </w:tc>
        <w:tc>
          <w:tcPr>
            <w:tcW w:w="990" w:type="dxa"/>
            <w:tcBorders>
              <w:top w:val="nil"/>
              <w:left w:val="nil"/>
              <w:bottom w:val="single" w:sz="4" w:space="0" w:color="auto"/>
              <w:right w:val="nil"/>
            </w:tcBorders>
            <w:noWrap/>
          </w:tcPr>
          <w:p w14:paraId="2AA9B8EB" w14:textId="77777777" w:rsidR="0068588B" w:rsidRPr="00F73937" w:rsidRDefault="0068588B" w:rsidP="0068588B">
            <w:pPr>
              <w:pStyle w:val="acctfourfigures"/>
              <w:tabs>
                <w:tab w:val="clear" w:pos="765"/>
                <w:tab w:val="decimal" w:pos="790"/>
              </w:tabs>
              <w:spacing w:line="240" w:lineRule="auto"/>
              <w:ind w:right="-95"/>
            </w:pPr>
          </w:p>
          <w:p w14:paraId="13AB70FE" w14:textId="77777777" w:rsidR="0068588B" w:rsidRPr="00F73937" w:rsidRDefault="0068588B" w:rsidP="0068588B">
            <w:pPr>
              <w:pStyle w:val="acctfourfigures"/>
              <w:tabs>
                <w:tab w:val="clear" w:pos="765"/>
                <w:tab w:val="decimal" w:pos="790"/>
              </w:tabs>
              <w:spacing w:line="240" w:lineRule="auto"/>
              <w:ind w:right="-95"/>
            </w:pPr>
          </w:p>
          <w:p w14:paraId="7E7C0D53" w14:textId="2842545E" w:rsidR="0068588B" w:rsidRPr="00F73937" w:rsidRDefault="0068588B" w:rsidP="0068588B">
            <w:pPr>
              <w:pStyle w:val="acctfourfigures"/>
              <w:tabs>
                <w:tab w:val="clear" w:pos="765"/>
                <w:tab w:val="decimal" w:pos="790"/>
              </w:tabs>
              <w:spacing w:line="240" w:lineRule="auto"/>
              <w:ind w:right="-95"/>
            </w:pPr>
            <w:r w:rsidRPr="00F73937">
              <w:t>(2,682)</w:t>
            </w:r>
          </w:p>
        </w:tc>
        <w:tc>
          <w:tcPr>
            <w:tcW w:w="270" w:type="dxa"/>
            <w:tcBorders>
              <w:top w:val="nil"/>
              <w:left w:val="nil"/>
              <w:right w:val="nil"/>
            </w:tcBorders>
            <w:noWrap/>
          </w:tcPr>
          <w:p w14:paraId="781820A9" w14:textId="77777777" w:rsidR="0068588B" w:rsidRPr="00F73937" w:rsidRDefault="0068588B" w:rsidP="0068588B">
            <w:pPr>
              <w:tabs>
                <w:tab w:val="decimal" w:pos="790"/>
              </w:tabs>
              <w:ind w:left="-163" w:right="-173"/>
            </w:pPr>
          </w:p>
        </w:tc>
        <w:tc>
          <w:tcPr>
            <w:tcW w:w="990" w:type="dxa"/>
            <w:tcBorders>
              <w:top w:val="nil"/>
              <w:left w:val="nil"/>
              <w:bottom w:val="single" w:sz="4" w:space="0" w:color="auto"/>
              <w:right w:val="nil"/>
            </w:tcBorders>
            <w:noWrap/>
          </w:tcPr>
          <w:p w14:paraId="725EE5D9" w14:textId="77777777" w:rsidR="00C658CE" w:rsidRDefault="00C658CE" w:rsidP="0068588B">
            <w:pPr>
              <w:pStyle w:val="acctfourfigures"/>
              <w:tabs>
                <w:tab w:val="clear" w:pos="765"/>
                <w:tab w:val="decimal" w:pos="790"/>
              </w:tabs>
              <w:spacing w:line="240" w:lineRule="auto"/>
              <w:ind w:right="-95"/>
            </w:pPr>
          </w:p>
          <w:p w14:paraId="6F7B9BEC" w14:textId="77777777" w:rsidR="00C658CE" w:rsidRDefault="00C658CE" w:rsidP="0068588B">
            <w:pPr>
              <w:pStyle w:val="acctfourfigures"/>
              <w:tabs>
                <w:tab w:val="clear" w:pos="765"/>
                <w:tab w:val="decimal" w:pos="790"/>
              </w:tabs>
              <w:spacing w:line="240" w:lineRule="auto"/>
              <w:ind w:right="-95"/>
            </w:pPr>
          </w:p>
          <w:p w14:paraId="50A9E8CE" w14:textId="3DA49F2F" w:rsidR="0068588B" w:rsidRPr="00F73937" w:rsidRDefault="00C658CE" w:rsidP="0068588B">
            <w:pPr>
              <w:pStyle w:val="acctfourfigures"/>
              <w:tabs>
                <w:tab w:val="clear" w:pos="765"/>
                <w:tab w:val="decimal" w:pos="790"/>
              </w:tabs>
              <w:spacing w:line="240" w:lineRule="auto"/>
              <w:ind w:right="-95"/>
            </w:pPr>
            <w:r w:rsidRPr="00C658CE">
              <w:t>(2,388)</w:t>
            </w:r>
          </w:p>
        </w:tc>
        <w:tc>
          <w:tcPr>
            <w:tcW w:w="270" w:type="dxa"/>
            <w:tcBorders>
              <w:top w:val="nil"/>
              <w:left w:val="nil"/>
              <w:right w:val="nil"/>
            </w:tcBorders>
            <w:noWrap/>
          </w:tcPr>
          <w:p w14:paraId="215518F4" w14:textId="77777777" w:rsidR="0068588B" w:rsidRPr="00F73937" w:rsidRDefault="0068588B" w:rsidP="0068588B">
            <w:pPr>
              <w:tabs>
                <w:tab w:val="decimal" w:pos="790"/>
              </w:tabs>
              <w:ind w:left="-163" w:right="-173"/>
            </w:pPr>
          </w:p>
        </w:tc>
        <w:tc>
          <w:tcPr>
            <w:tcW w:w="990" w:type="dxa"/>
            <w:tcBorders>
              <w:top w:val="nil"/>
              <w:left w:val="nil"/>
              <w:bottom w:val="single" w:sz="4" w:space="0" w:color="auto"/>
              <w:right w:val="nil"/>
            </w:tcBorders>
            <w:noWrap/>
          </w:tcPr>
          <w:p w14:paraId="57F7247D" w14:textId="77777777" w:rsidR="0068588B" w:rsidRPr="00F73937" w:rsidRDefault="0068588B" w:rsidP="0068588B">
            <w:pPr>
              <w:pStyle w:val="acctfourfigures"/>
              <w:tabs>
                <w:tab w:val="clear" w:pos="765"/>
                <w:tab w:val="decimal" w:pos="790"/>
              </w:tabs>
              <w:spacing w:line="240" w:lineRule="auto"/>
              <w:ind w:right="-95"/>
            </w:pPr>
          </w:p>
          <w:p w14:paraId="0901E5C7" w14:textId="77777777" w:rsidR="0068588B" w:rsidRPr="00F73937" w:rsidRDefault="0068588B" w:rsidP="0068588B">
            <w:pPr>
              <w:pStyle w:val="acctfourfigures"/>
              <w:tabs>
                <w:tab w:val="clear" w:pos="765"/>
                <w:tab w:val="decimal" w:pos="790"/>
              </w:tabs>
              <w:spacing w:line="240" w:lineRule="auto"/>
              <w:ind w:right="-95"/>
            </w:pPr>
          </w:p>
          <w:p w14:paraId="58AB149E" w14:textId="3F3FADF8" w:rsidR="0068588B" w:rsidRPr="00F73937" w:rsidRDefault="0068588B" w:rsidP="0068588B">
            <w:pPr>
              <w:pStyle w:val="acctfourfigures"/>
              <w:tabs>
                <w:tab w:val="clear" w:pos="765"/>
                <w:tab w:val="decimal" w:pos="790"/>
              </w:tabs>
              <w:spacing w:line="240" w:lineRule="auto"/>
              <w:ind w:right="-95"/>
            </w:pPr>
            <w:r w:rsidRPr="00F73937">
              <w:t>(7,251)</w:t>
            </w:r>
          </w:p>
        </w:tc>
        <w:tc>
          <w:tcPr>
            <w:tcW w:w="270" w:type="dxa"/>
            <w:tcBorders>
              <w:top w:val="nil"/>
              <w:left w:val="nil"/>
              <w:right w:val="nil"/>
            </w:tcBorders>
            <w:noWrap/>
          </w:tcPr>
          <w:p w14:paraId="3642D248" w14:textId="77777777" w:rsidR="0068588B" w:rsidRPr="00F73937" w:rsidRDefault="0068588B" w:rsidP="0068588B">
            <w:pPr>
              <w:tabs>
                <w:tab w:val="decimal" w:pos="790"/>
              </w:tabs>
              <w:ind w:left="-163" w:right="-173"/>
            </w:pPr>
          </w:p>
        </w:tc>
        <w:tc>
          <w:tcPr>
            <w:tcW w:w="990" w:type="dxa"/>
            <w:tcBorders>
              <w:top w:val="nil"/>
              <w:left w:val="nil"/>
              <w:bottom w:val="single" w:sz="4" w:space="0" w:color="auto"/>
              <w:right w:val="nil"/>
            </w:tcBorders>
            <w:noWrap/>
          </w:tcPr>
          <w:p w14:paraId="680C1ADB" w14:textId="77777777" w:rsidR="0068588B" w:rsidRDefault="0068588B" w:rsidP="0068588B">
            <w:pPr>
              <w:pStyle w:val="acctfourfigures"/>
              <w:tabs>
                <w:tab w:val="clear" w:pos="765"/>
                <w:tab w:val="decimal" w:pos="790"/>
              </w:tabs>
              <w:spacing w:line="240" w:lineRule="auto"/>
              <w:ind w:right="-95"/>
            </w:pPr>
          </w:p>
          <w:p w14:paraId="4D39F083" w14:textId="77777777" w:rsidR="002259E8" w:rsidRDefault="002259E8" w:rsidP="0068588B">
            <w:pPr>
              <w:pStyle w:val="acctfourfigures"/>
              <w:tabs>
                <w:tab w:val="clear" w:pos="765"/>
                <w:tab w:val="decimal" w:pos="790"/>
              </w:tabs>
              <w:spacing w:line="240" w:lineRule="auto"/>
              <w:ind w:right="-95"/>
            </w:pPr>
          </w:p>
          <w:p w14:paraId="3C89E8AD" w14:textId="30FFD582" w:rsidR="002259E8" w:rsidRPr="00F73937" w:rsidRDefault="002259E8" w:rsidP="0068588B">
            <w:pPr>
              <w:pStyle w:val="acctfourfigures"/>
              <w:tabs>
                <w:tab w:val="clear" w:pos="765"/>
                <w:tab w:val="decimal" w:pos="790"/>
              </w:tabs>
              <w:spacing w:line="240" w:lineRule="auto"/>
              <w:ind w:right="-95"/>
            </w:pPr>
            <w:r w:rsidRPr="002259E8">
              <w:t>(3,227)</w:t>
            </w:r>
          </w:p>
        </w:tc>
        <w:tc>
          <w:tcPr>
            <w:tcW w:w="270" w:type="dxa"/>
            <w:tcBorders>
              <w:top w:val="nil"/>
              <w:left w:val="nil"/>
              <w:right w:val="nil"/>
            </w:tcBorders>
            <w:noWrap/>
          </w:tcPr>
          <w:p w14:paraId="11B00A7E" w14:textId="77777777" w:rsidR="0068588B" w:rsidRPr="00F73937" w:rsidRDefault="0068588B" w:rsidP="0068588B">
            <w:pPr>
              <w:tabs>
                <w:tab w:val="decimal" w:pos="790"/>
              </w:tabs>
              <w:ind w:left="-163" w:right="-173"/>
            </w:pPr>
          </w:p>
        </w:tc>
        <w:tc>
          <w:tcPr>
            <w:tcW w:w="990" w:type="dxa"/>
            <w:tcBorders>
              <w:top w:val="nil"/>
              <w:left w:val="nil"/>
              <w:bottom w:val="single" w:sz="4" w:space="0" w:color="auto"/>
              <w:right w:val="nil"/>
            </w:tcBorders>
            <w:noWrap/>
          </w:tcPr>
          <w:p w14:paraId="1E2D46A0" w14:textId="77777777" w:rsidR="0068588B" w:rsidRPr="00F73937" w:rsidRDefault="0068588B" w:rsidP="0068588B">
            <w:pPr>
              <w:pStyle w:val="acctfourfigures"/>
              <w:tabs>
                <w:tab w:val="clear" w:pos="765"/>
                <w:tab w:val="decimal" w:pos="790"/>
              </w:tabs>
              <w:spacing w:line="240" w:lineRule="auto"/>
              <w:ind w:right="-95"/>
            </w:pPr>
          </w:p>
          <w:p w14:paraId="46411C5C" w14:textId="77777777" w:rsidR="0068588B" w:rsidRPr="00F73937" w:rsidRDefault="0068588B" w:rsidP="0068588B">
            <w:pPr>
              <w:pStyle w:val="acctfourfigures"/>
              <w:tabs>
                <w:tab w:val="clear" w:pos="765"/>
                <w:tab w:val="decimal" w:pos="790"/>
              </w:tabs>
              <w:spacing w:line="240" w:lineRule="auto"/>
              <w:ind w:right="-95"/>
            </w:pPr>
          </w:p>
          <w:p w14:paraId="298F4EDA" w14:textId="49FB3C32" w:rsidR="0068588B" w:rsidRPr="00F73937" w:rsidRDefault="0068588B" w:rsidP="0068588B">
            <w:pPr>
              <w:pStyle w:val="acctfourfigures"/>
              <w:tabs>
                <w:tab w:val="clear" w:pos="765"/>
                <w:tab w:val="decimal" w:pos="790"/>
              </w:tabs>
              <w:spacing w:line="240" w:lineRule="auto"/>
              <w:ind w:right="-95"/>
            </w:pPr>
            <w:r w:rsidRPr="00F73937">
              <w:t>(9,933)</w:t>
            </w:r>
          </w:p>
        </w:tc>
      </w:tr>
      <w:tr w:rsidR="0068588B" w:rsidRPr="00F73937" w14:paraId="41156FDE" w14:textId="77777777" w:rsidTr="00155DD3">
        <w:trPr>
          <w:trHeight w:val="70"/>
        </w:trPr>
        <w:tc>
          <w:tcPr>
            <w:tcW w:w="1980" w:type="dxa"/>
            <w:tcBorders>
              <w:top w:val="nil"/>
              <w:left w:val="nil"/>
              <w:bottom w:val="nil"/>
              <w:right w:val="nil"/>
            </w:tcBorders>
            <w:noWrap/>
            <w:vAlign w:val="bottom"/>
          </w:tcPr>
          <w:p w14:paraId="5C7579AE" w14:textId="77777777" w:rsidR="0068588B" w:rsidRPr="00F73937" w:rsidRDefault="0068588B" w:rsidP="0068588B">
            <w:pPr>
              <w:ind w:right="-383"/>
              <w:rPr>
                <w:i/>
                <w:iCs/>
              </w:rPr>
            </w:pPr>
          </w:p>
        </w:tc>
        <w:tc>
          <w:tcPr>
            <w:tcW w:w="990" w:type="dxa"/>
            <w:tcBorders>
              <w:top w:val="single" w:sz="4" w:space="0" w:color="auto"/>
              <w:left w:val="nil"/>
              <w:right w:val="nil"/>
            </w:tcBorders>
            <w:noWrap/>
            <w:vAlign w:val="bottom"/>
          </w:tcPr>
          <w:p w14:paraId="21C9FFB9" w14:textId="77777777" w:rsidR="0068588B" w:rsidRPr="00F73937" w:rsidRDefault="0068588B" w:rsidP="0068588B">
            <w:pPr>
              <w:pStyle w:val="BodyText"/>
              <w:tabs>
                <w:tab w:val="decimal" w:pos="861"/>
              </w:tabs>
              <w:spacing w:after="0" w:line="240" w:lineRule="auto"/>
              <w:ind w:left="-110" w:right="-95"/>
              <w:rPr>
                <w:color w:val="000000" w:themeColor="text1"/>
              </w:rPr>
            </w:pPr>
          </w:p>
        </w:tc>
        <w:tc>
          <w:tcPr>
            <w:tcW w:w="270" w:type="dxa"/>
            <w:tcBorders>
              <w:top w:val="nil"/>
              <w:left w:val="nil"/>
              <w:right w:val="nil"/>
            </w:tcBorders>
            <w:noWrap/>
            <w:vAlign w:val="bottom"/>
          </w:tcPr>
          <w:p w14:paraId="5D642B2E" w14:textId="77777777" w:rsidR="0068588B" w:rsidRPr="00F73937" w:rsidRDefault="0068588B" w:rsidP="0068588B">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vAlign w:val="bottom"/>
          </w:tcPr>
          <w:p w14:paraId="66D96EC8" w14:textId="77777777" w:rsidR="0068588B" w:rsidRPr="00F73937" w:rsidRDefault="0068588B" w:rsidP="0068588B">
            <w:pPr>
              <w:pStyle w:val="BodyText"/>
              <w:tabs>
                <w:tab w:val="decimal" w:pos="861"/>
              </w:tabs>
              <w:spacing w:after="0" w:line="240" w:lineRule="auto"/>
              <w:ind w:right="-95"/>
              <w:rPr>
                <w:color w:val="000000" w:themeColor="text1"/>
              </w:rPr>
            </w:pPr>
          </w:p>
        </w:tc>
        <w:tc>
          <w:tcPr>
            <w:tcW w:w="270" w:type="dxa"/>
            <w:tcBorders>
              <w:top w:val="nil"/>
              <w:left w:val="nil"/>
              <w:right w:val="nil"/>
            </w:tcBorders>
            <w:noWrap/>
            <w:vAlign w:val="bottom"/>
          </w:tcPr>
          <w:p w14:paraId="3E7BDE26" w14:textId="77777777" w:rsidR="0068588B" w:rsidRPr="00F73937" w:rsidRDefault="0068588B" w:rsidP="0068588B">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tcPr>
          <w:p w14:paraId="31063C6F" w14:textId="77777777" w:rsidR="0068588B" w:rsidRPr="00F73937" w:rsidRDefault="0068588B" w:rsidP="0068588B">
            <w:pPr>
              <w:pStyle w:val="acctfourfigures"/>
              <w:shd w:val="clear" w:color="auto" w:fill="FFFFFF"/>
              <w:tabs>
                <w:tab w:val="clear" w:pos="765"/>
              </w:tabs>
              <w:spacing w:line="240" w:lineRule="atLeast"/>
              <w:ind w:left="-169" w:right="34"/>
              <w:jc w:val="right"/>
            </w:pPr>
          </w:p>
        </w:tc>
        <w:tc>
          <w:tcPr>
            <w:tcW w:w="270" w:type="dxa"/>
            <w:tcBorders>
              <w:top w:val="nil"/>
              <w:left w:val="nil"/>
              <w:right w:val="nil"/>
            </w:tcBorders>
            <w:noWrap/>
            <w:vAlign w:val="bottom"/>
          </w:tcPr>
          <w:p w14:paraId="574945FD" w14:textId="77777777" w:rsidR="0068588B" w:rsidRPr="00F73937" w:rsidRDefault="0068588B" w:rsidP="0068588B">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tcPr>
          <w:p w14:paraId="310EE8AE" w14:textId="77777777" w:rsidR="0068588B" w:rsidRPr="00F73937" w:rsidRDefault="0068588B" w:rsidP="0068588B">
            <w:pPr>
              <w:pStyle w:val="acctfourfigures"/>
              <w:shd w:val="clear" w:color="auto" w:fill="FFFFFF"/>
              <w:tabs>
                <w:tab w:val="clear" w:pos="765"/>
              </w:tabs>
              <w:spacing w:line="240" w:lineRule="atLeast"/>
              <w:ind w:left="-169" w:right="34"/>
              <w:jc w:val="right"/>
            </w:pPr>
          </w:p>
        </w:tc>
        <w:tc>
          <w:tcPr>
            <w:tcW w:w="270" w:type="dxa"/>
            <w:tcBorders>
              <w:top w:val="nil"/>
              <w:left w:val="nil"/>
              <w:right w:val="nil"/>
            </w:tcBorders>
            <w:noWrap/>
            <w:vAlign w:val="bottom"/>
          </w:tcPr>
          <w:p w14:paraId="24013906" w14:textId="77777777" w:rsidR="0068588B" w:rsidRPr="00F73937" w:rsidRDefault="0068588B" w:rsidP="0068588B">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vAlign w:val="bottom"/>
          </w:tcPr>
          <w:p w14:paraId="5DF55E8A" w14:textId="77777777" w:rsidR="0068588B" w:rsidRPr="00F73937" w:rsidRDefault="0068588B" w:rsidP="0068588B">
            <w:pPr>
              <w:pStyle w:val="acctfourfigures"/>
              <w:tabs>
                <w:tab w:val="clear" w:pos="765"/>
                <w:tab w:val="decimal" w:pos="861"/>
              </w:tabs>
              <w:spacing w:line="240" w:lineRule="auto"/>
              <w:ind w:right="-95"/>
              <w:rPr>
                <w:color w:val="000000" w:themeColor="text1"/>
              </w:rPr>
            </w:pPr>
          </w:p>
        </w:tc>
        <w:tc>
          <w:tcPr>
            <w:tcW w:w="270" w:type="dxa"/>
            <w:tcBorders>
              <w:top w:val="nil"/>
              <w:left w:val="nil"/>
              <w:right w:val="nil"/>
            </w:tcBorders>
            <w:noWrap/>
            <w:vAlign w:val="bottom"/>
          </w:tcPr>
          <w:p w14:paraId="2938B94A" w14:textId="77777777" w:rsidR="0068588B" w:rsidRPr="00F73937" w:rsidRDefault="0068588B" w:rsidP="0068588B">
            <w:pPr>
              <w:pStyle w:val="acctfourfigures"/>
              <w:shd w:val="clear" w:color="auto" w:fill="FFFFFF"/>
              <w:tabs>
                <w:tab w:val="clear" w:pos="765"/>
              </w:tabs>
              <w:spacing w:line="240" w:lineRule="atLeast"/>
              <w:ind w:left="-169" w:right="34"/>
              <w:jc w:val="right"/>
            </w:pPr>
          </w:p>
        </w:tc>
        <w:tc>
          <w:tcPr>
            <w:tcW w:w="990" w:type="dxa"/>
            <w:tcBorders>
              <w:top w:val="single" w:sz="4" w:space="0" w:color="auto"/>
              <w:left w:val="nil"/>
              <w:right w:val="nil"/>
            </w:tcBorders>
            <w:noWrap/>
            <w:vAlign w:val="bottom"/>
          </w:tcPr>
          <w:p w14:paraId="0029079B" w14:textId="77777777" w:rsidR="0068588B" w:rsidRPr="00F73937" w:rsidRDefault="0068588B" w:rsidP="0068588B">
            <w:pPr>
              <w:pStyle w:val="acctfourfigures"/>
              <w:tabs>
                <w:tab w:val="clear" w:pos="765"/>
                <w:tab w:val="decimal" w:pos="861"/>
              </w:tabs>
              <w:spacing w:line="240" w:lineRule="auto"/>
              <w:ind w:right="-95"/>
              <w:rPr>
                <w:color w:val="000000" w:themeColor="text1"/>
              </w:rPr>
            </w:pPr>
          </w:p>
        </w:tc>
      </w:tr>
      <w:tr w:rsidR="0068588B" w:rsidRPr="00F73937" w14:paraId="0B924460" w14:textId="77777777" w:rsidTr="009E7BDE">
        <w:tc>
          <w:tcPr>
            <w:tcW w:w="1980" w:type="dxa"/>
            <w:tcBorders>
              <w:top w:val="nil"/>
              <w:left w:val="nil"/>
              <w:bottom w:val="nil"/>
              <w:right w:val="nil"/>
            </w:tcBorders>
            <w:noWrap/>
            <w:vAlign w:val="bottom"/>
          </w:tcPr>
          <w:p w14:paraId="6E717815" w14:textId="77777777" w:rsidR="0068588B" w:rsidRPr="00F73937" w:rsidRDefault="0068588B" w:rsidP="0068588B">
            <w:pPr>
              <w:ind w:right="-383"/>
              <w:rPr>
                <w:b/>
                <w:bCs/>
              </w:rPr>
            </w:pPr>
            <w:r w:rsidRPr="00F73937">
              <w:rPr>
                <w:b/>
                <w:bCs/>
              </w:rPr>
              <w:t>Net</w:t>
            </w:r>
          </w:p>
        </w:tc>
        <w:tc>
          <w:tcPr>
            <w:tcW w:w="990" w:type="dxa"/>
            <w:tcBorders>
              <w:left w:val="nil"/>
              <w:bottom w:val="double" w:sz="4" w:space="0" w:color="auto"/>
              <w:right w:val="nil"/>
            </w:tcBorders>
            <w:noWrap/>
            <w:vAlign w:val="bottom"/>
          </w:tcPr>
          <w:p w14:paraId="12189D17" w14:textId="03F98DCA" w:rsidR="0068588B" w:rsidRPr="00F73937" w:rsidRDefault="001B6257" w:rsidP="0068588B">
            <w:pPr>
              <w:pStyle w:val="acctfourfigures"/>
              <w:tabs>
                <w:tab w:val="clear" w:pos="765"/>
                <w:tab w:val="decimal" w:pos="777"/>
              </w:tabs>
              <w:spacing w:line="240" w:lineRule="auto"/>
              <w:ind w:left="-110" w:right="-95"/>
              <w:rPr>
                <w:b/>
                <w:bCs/>
                <w:color w:val="000000" w:themeColor="text1"/>
              </w:rPr>
            </w:pPr>
            <w:r w:rsidRPr="001B6257">
              <w:rPr>
                <w:b/>
                <w:bCs/>
                <w:color w:val="000000" w:themeColor="text1"/>
              </w:rPr>
              <w:t>60,825</w:t>
            </w:r>
          </w:p>
        </w:tc>
        <w:tc>
          <w:tcPr>
            <w:tcW w:w="270" w:type="dxa"/>
            <w:tcBorders>
              <w:left w:val="nil"/>
              <w:right w:val="nil"/>
            </w:tcBorders>
            <w:noWrap/>
            <w:vAlign w:val="bottom"/>
          </w:tcPr>
          <w:p w14:paraId="554F3EB7"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5C25D7A2" w14:textId="0846E3BC" w:rsidR="0068588B" w:rsidRPr="00F73937" w:rsidRDefault="0068588B" w:rsidP="0068588B">
            <w:pPr>
              <w:pStyle w:val="acctfourfigures"/>
              <w:tabs>
                <w:tab w:val="clear" w:pos="765"/>
                <w:tab w:val="decimal" w:pos="790"/>
              </w:tabs>
              <w:spacing w:line="240" w:lineRule="auto"/>
              <w:ind w:right="-95"/>
              <w:rPr>
                <w:b/>
                <w:bCs/>
                <w:color w:val="000000" w:themeColor="text1"/>
              </w:rPr>
            </w:pPr>
            <w:r w:rsidRPr="00F73937">
              <w:rPr>
                <w:b/>
                <w:bCs/>
              </w:rPr>
              <w:t>71,760</w:t>
            </w:r>
          </w:p>
        </w:tc>
        <w:tc>
          <w:tcPr>
            <w:tcW w:w="270" w:type="dxa"/>
            <w:tcBorders>
              <w:left w:val="nil"/>
              <w:right w:val="nil"/>
            </w:tcBorders>
            <w:noWrap/>
          </w:tcPr>
          <w:p w14:paraId="32CE43EF"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2E10F8C0" w14:textId="3787AF00" w:rsidR="0068588B" w:rsidRPr="00F73937" w:rsidRDefault="003757D5" w:rsidP="0068588B">
            <w:pPr>
              <w:pStyle w:val="acctfourfigures"/>
              <w:shd w:val="clear" w:color="auto" w:fill="FFFFFF"/>
              <w:tabs>
                <w:tab w:val="clear" w:pos="765"/>
              </w:tabs>
              <w:spacing w:line="240" w:lineRule="atLeast"/>
              <w:ind w:left="-169" w:right="1"/>
              <w:jc w:val="right"/>
              <w:rPr>
                <w:b/>
                <w:bCs/>
              </w:rPr>
            </w:pPr>
            <w:r w:rsidRPr="003757D5">
              <w:rPr>
                <w:b/>
                <w:bCs/>
              </w:rPr>
              <w:t>28,340</w:t>
            </w:r>
          </w:p>
        </w:tc>
        <w:tc>
          <w:tcPr>
            <w:tcW w:w="270" w:type="dxa"/>
            <w:tcBorders>
              <w:left w:val="nil"/>
              <w:right w:val="nil"/>
            </w:tcBorders>
            <w:noWrap/>
          </w:tcPr>
          <w:p w14:paraId="5C2397D1"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5C84245C" w14:textId="229B5AF9" w:rsidR="0068588B" w:rsidRPr="00F73937" w:rsidRDefault="0068588B" w:rsidP="0068588B">
            <w:pPr>
              <w:pStyle w:val="acctfourfigures"/>
              <w:shd w:val="clear" w:color="auto" w:fill="FFFFFF"/>
              <w:tabs>
                <w:tab w:val="clear" w:pos="765"/>
              </w:tabs>
              <w:spacing w:line="240" w:lineRule="atLeast"/>
              <w:ind w:left="-169" w:right="1"/>
              <w:jc w:val="right"/>
              <w:rPr>
                <w:b/>
                <w:bCs/>
              </w:rPr>
            </w:pPr>
            <w:r w:rsidRPr="00F73937">
              <w:rPr>
                <w:b/>
                <w:bCs/>
              </w:rPr>
              <w:t>36,286</w:t>
            </w:r>
          </w:p>
        </w:tc>
        <w:tc>
          <w:tcPr>
            <w:tcW w:w="270" w:type="dxa"/>
            <w:tcBorders>
              <w:left w:val="nil"/>
              <w:right w:val="nil"/>
            </w:tcBorders>
            <w:noWrap/>
          </w:tcPr>
          <w:p w14:paraId="5473CBCA"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795DF393" w14:textId="3FC76F2D" w:rsidR="0068588B" w:rsidRPr="00F73937" w:rsidRDefault="00046151" w:rsidP="0068588B">
            <w:pPr>
              <w:pStyle w:val="acctfourfigures"/>
              <w:shd w:val="clear" w:color="auto" w:fill="FFFFFF"/>
              <w:tabs>
                <w:tab w:val="clear" w:pos="765"/>
              </w:tabs>
              <w:spacing w:line="240" w:lineRule="atLeast"/>
              <w:ind w:left="-169" w:right="-32"/>
              <w:jc w:val="right"/>
              <w:rPr>
                <w:b/>
                <w:bCs/>
              </w:rPr>
            </w:pPr>
            <w:r w:rsidRPr="00046151">
              <w:rPr>
                <w:b/>
                <w:bCs/>
              </w:rPr>
              <w:t>89,165</w:t>
            </w:r>
          </w:p>
        </w:tc>
        <w:tc>
          <w:tcPr>
            <w:tcW w:w="270" w:type="dxa"/>
            <w:tcBorders>
              <w:left w:val="nil"/>
              <w:right w:val="nil"/>
            </w:tcBorders>
            <w:noWrap/>
          </w:tcPr>
          <w:p w14:paraId="24563D86" w14:textId="77777777" w:rsidR="0068588B" w:rsidRPr="00F73937" w:rsidRDefault="0068588B" w:rsidP="0068588B">
            <w:pPr>
              <w:pStyle w:val="acctfourfigures"/>
              <w:shd w:val="clear" w:color="auto" w:fill="FFFFFF"/>
              <w:tabs>
                <w:tab w:val="clear" w:pos="765"/>
              </w:tabs>
              <w:spacing w:line="240" w:lineRule="atLeast"/>
              <w:ind w:left="-169" w:right="34"/>
              <w:jc w:val="right"/>
              <w:rPr>
                <w:b/>
                <w:bCs/>
              </w:rPr>
            </w:pPr>
          </w:p>
        </w:tc>
        <w:tc>
          <w:tcPr>
            <w:tcW w:w="990" w:type="dxa"/>
            <w:tcBorders>
              <w:left w:val="nil"/>
              <w:bottom w:val="double" w:sz="4" w:space="0" w:color="auto"/>
              <w:right w:val="nil"/>
            </w:tcBorders>
            <w:noWrap/>
          </w:tcPr>
          <w:p w14:paraId="1B82FF8B" w14:textId="3CFDB45C" w:rsidR="0068588B" w:rsidRPr="00F73937" w:rsidRDefault="0068588B" w:rsidP="0068588B">
            <w:pPr>
              <w:pStyle w:val="acctfourfigures"/>
              <w:shd w:val="clear" w:color="auto" w:fill="FFFFFF"/>
              <w:tabs>
                <w:tab w:val="clear" w:pos="765"/>
              </w:tabs>
              <w:spacing w:line="240" w:lineRule="atLeast"/>
              <w:ind w:left="-169" w:right="-12"/>
              <w:jc w:val="right"/>
              <w:rPr>
                <w:b/>
                <w:bCs/>
              </w:rPr>
            </w:pPr>
            <w:r w:rsidRPr="00F73937">
              <w:rPr>
                <w:b/>
                <w:bCs/>
              </w:rPr>
              <w:t>108,046</w:t>
            </w:r>
          </w:p>
        </w:tc>
      </w:tr>
    </w:tbl>
    <w:p w14:paraId="56DA91CF" w14:textId="1CB42BD9" w:rsidR="0008266F" w:rsidRPr="00B2100C" w:rsidRDefault="0008266F" w:rsidP="00CE19FD">
      <w:pPr>
        <w:spacing w:line="240" w:lineRule="atLeast"/>
        <w:ind w:left="540" w:firstLine="90"/>
        <w:rPr>
          <w:rFonts w:cstheme="minorBidi"/>
          <w:sz w:val="20"/>
          <w:szCs w:val="20"/>
          <w:cs/>
        </w:rPr>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A24E96" w:rsidRPr="00F73937" w14:paraId="094C2115" w14:textId="77777777" w:rsidTr="001E52EF">
        <w:trPr>
          <w:cantSplit/>
        </w:trPr>
        <w:tc>
          <w:tcPr>
            <w:tcW w:w="3960" w:type="dxa"/>
          </w:tcPr>
          <w:p w14:paraId="68D6C0E1" w14:textId="77777777" w:rsidR="00A24E96" w:rsidRPr="00F73937" w:rsidRDefault="00A24E96" w:rsidP="0029532D">
            <w:pPr>
              <w:spacing w:line="240" w:lineRule="atLeast"/>
              <w:rPr>
                <w:i/>
                <w:iCs/>
              </w:rPr>
            </w:pPr>
          </w:p>
        </w:tc>
        <w:tc>
          <w:tcPr>
            <w:tcW w:w="5220" w:type="dxa"/>
            <w:gridSpan w:val="5"/>
            <w:shd w:val="clear" w:color="auto" w:fill="auto"/>
          </w:tcPr>
          <w:p w14:paraId="109D9AE6" w14:textId="7641EFD9" w:rsidR="00A24E96" w:rsidRPr="00F73937" w:rsidRDefault="0050345C" w:rsidP="005862F9">
            <w:pPr>
              <w:pStyle w:val="BodyText"/>
              <w:spacing w:after="0" w:line="240" w:lineRule="atLeast"/>
              <w:ind w:left="-108" w:right="-110"/>
              <w:jc w:val="center"/>
              <w:rPr>
                <w:b/>
                <w:bCs/>
                <w:lang w:val="en-GB"/>
              </w:rPr>
            </w:pPr>
            <w:r w:rsidRPr="00F73937">
              <w:rPr>
                <w:b/>
                <w:bCs/>
                <w:lang w:val="en-GB"/>
              </w:rPr>
              <w:t>Consolidated financial statements</w:t>
            </w:r>
          </w:p>
        </w:tc>
      </w:tr>
      <w:tr w:rsidR="00A24E96" w:rsidRPr="00F73937" w14:paraId="25998613" w14:textId="77777777" w:rsidTr="001E52EF">
        <w:trPr>
          <w:cantSplit/>
        </w:trPr>
        <w:tc>
          <w:tcPr>
            <w:tcW w:w="3960" w:type="dxa"/>
          </w:tcPr>
          <w:p w14:paraId="5620E80B" w14:textId="77777777" w:rsidR="00A24E96" w:rsidRPr="00F73937" w:rsidRDefault="00A24E96" w:rsidP="0029532D">
            <w:pPr>
              <w:spacing w:line="240" w:lineRule="atLeast"/>
              <w:rPr>
                <w:i/>
                <w:iCs/>
              </w:rPr>
            </w:pPr>
          </w:p>
          <w:p w14:paraId="1C9989B0" w14:textId="77777777" w:rsidR="00A24E96" w:rsidRPr="00F73937" w:rsidRDefault="00A24E96" w:rsidP="0029532D">
            <w:pPr>
              <w:spacing w:line="240" w:lineRule="atLeast"/>
              <w:rPr>
                <w:rFonts w:cs="Cordia New"/>
                <w:b/>
                <w:bCs/>
                <w:i/>
                <w:iCs/>
              </w:rPr>
            </w:pPr>
          </w:p>
          <w:p w14:paraId="4943EAD8" w14:textId="77777777" w:rsidR="00A24E96" w:rsidRPr="00F73937" w:rsidRDefault="00A24E96" w:rsidP="0029532D">
            <w:pPr>
              <w:spacing w:line="240" w:lineRule="atLeast"/>
              <w:rPr>
                <w:rFonts w:cs="Cordia New"/>
                <w:b/>
                <w:bCs/>
                <w:i/>
                <w:iCs/>
              </w:rPr>
            </w:pPr>
          </w:p>
          <w:p w14:paraId="4D954C5D" w14:textId="77777777" w:rsidR="00A24E96" w:rsidRPr="00F73937" w:rsidRDefault="00A24E96" w:rsidP="0029532D">
            <w:pPr>
              <w:spacing w:line="240" w:lineRule="atLeast"/>
              <w:rPr>
                <w:rFonts w:cs="Cordia New"/>
                <w:b/>
                <w:bCs/>
                <w:i/>
                <w:iCs/>
              </w:rPr>
            </w:pPr>
          </w:p>
          <w:p w14:paraId="739F7B33" w14:textId="490E9E37" w:rsidR="00A24E96" w:rsidRPr="00F73937" w:rsidRDefault="00A24E96" w:rsidP="0029532D">
            <w:pPr>
              <w:spacing w:line="240" w:lineRule="atLeast"/>
              <w:rPr>
                <w:rFonts w:cs="Cordia New"/>
                <w:b/>
                <w:bCs/>
                <w:i/>
                <w:iCs/>
              </w:rPr>
            </w:pPr>
            <w:r w:rsidRPr="00F73937">
              <w:rPr>
                <w:rFonts w:cs="Cordia New"/>
                <w:b/>
                <w:bCs/>
                <w:i/>
                <w:iCs/>
              </w:rPr>
              <w:t xml:space="preserve">At </w:t>
            </w:r>
            <w:r w:rsidR="00061AF3" w:rsidRPr="00F73937">
              <w:rPr>
                <w:rFonts w:cs="Cordia New"/>
                <w:b/>
                <w:bCs/>
                <w:i/>
                <w:iCs/>
              </w:rPr>
              <w:t>3</w:t>
            </w:r>
            <w:r w:rsidR="006B4648" w:rsidRPr="00F73937">
              <w:rPr>
                <w:rFonts w:cs="Cordia New"/>
                <w:b/>
                <w:bCs/>
                <w:i/>
                <w:iCs/>
              </w:rPr>
              <w:t>1</w:t>
            </w:r>
            <w:r w:rsidR="00061AF3" w:rsidRPr="00F73937">
              <w:rPr>
                <w:rFonts w:cs="Cordia New"/>
                <w:b/>
                <w:bCs/>
                <w:i/>
                <w:iCs/>
              </w:rPr>
              <w:t xml:space="preserve"> </w:t>
            </w:r>
            <w:r w:rsidR="006B4648" w:rsidRPr="00F73937">
              <w:rPr>
                <w:rFonts w:cs="Cordia New"/>
                <w:b/>
                <w:bCs/>
                <w:i/>
                <w:iCs/>
              </w:rPr>
              <w:t>March</w:t>
            </w:r>
            <w:r w:rsidRPr="00F73937">
              <w:rPr>
                <w:rFonts w:cs="Cordia New"/>
                <w:b/>
                <w:bCs/>
                <w:i/>
                <w:iCs/>
              </w:rPr>
              <w:t xml:space="preserve"> 202</w:t>
            </w:r>
            <w:r w:rsidR="006B4648" w:rsidRPr="00F73937">
              <w:rPr>
                <w:rFonts w:cs="Cordia New"/>
                <w:b/>
                <w:bCs/>
                <w:i/>
                <w:iCs/>
              </w:rPr>
              <w:t>2</w:t>
            </w:r>
          </w:p>
        </w:tc>
        <w:tc>
          <w:tcPr>
            <w:tcW w:w="1620" w:type="dxa"/>
            <w:shd w:val="clear" w:color="auto" w:fill="auto"/>
          </w:tcPr>
          <w:p w14:paraId="4D999829" w14:textId="77777777" w:rsidR="00A24E96" w:rsidRPr="00F73937" w:rsidRDefault="00A24E96" w:rsidP="0029532D">
            <w:pPr>
              <w:pStyle w:val="acctmergecolhdg"/>
              <w:spacing w:line="240" w:lineRule="atLeast"/>
              <w:ind w:left="-169" w:right="-142"/>
              <w:rPr>
                <w:b w:val="0"/>
                <w:bCs/>
              </w:rPr>
            </w:pPr>
            <w:r w:rsidRPr="00F73937">
              <w:rPr>
                <w:b w:val="0"/>
                <w:bCs/>
              </w:rPr>
              <w:t>Installment accounts receivable - net of unearned interest income</w:t>
            </w:r>
          </w:p>
        </w:tc>
        <w:tc>
          <w:tcPr>
            <w:tcW w:w="270" w:type="dxa"/>
          </w:tcPr>
          <w:p w14:paraId="186F31DE" w14:textId="77777777" w:rsidR="00A24E96" w:rsidRPr="00F73937" w:rsidRDefault="00A24E96" w:rsidP="0029532D">
            <w:pPr>
              <w:pStyle w:val="acctmergecolhdg"/>
              <w:spacing w:line="240" w:lineRule="atLeast"/>
              <w:ind w:left="-169" w:right="-142"/>
              <w:rPr>
                <w:b w:val="0"/>
                <w:bCs/>
              </w:rPr>
            </w:pPr>
          </w:p>
        </w:tc>
        <w:tc>
          <w:tcPr>
            <w:tcW w:w="1620" w:type="dxa"/>
          </w:tcPr>
          <w:p w14:paraId="22F26F98" w14:textId="77777777" w:rsidR="00A24E96" w:rsidRPr="00F73937" w:rsidRDefault="00A24E96" w:rsidP="0029532D">
            <w:pPr>
              <w:autoSpaceDE w:val="0"/>
              <w:autoSpaceDN w:val="0"/>
              <w:adjustRightInd w:val="0"/>
              <w:jc w:val="center"/>
            </w:pPr>
            <w:r w:rsidRPr="00F73937">
              <w:t>Net receivables</w:t>
            </w:r>
          </w:p>
          <w:p w14:paraId="49AFD018" w14:textId="77777777" w:rsidR="00A24E96" w:rsidRPr="00F73937" w:rsidRDefault="00A24E96" w:rsidP="0029532D">
            <w:pPr>
              <w:autoSpaceDE w:val="0"/>
              <w:autoSpaceDN w:val="0"/>
              <w:adjustRightInd w:val="0"/>
              <w:ind w:left="-99" w:right="-135"/>
              <w:jc w:val="center"/>
            </w:pPr>
            <w:r w:rsidRPr="00F73937">
              <w:t>for setting up</w:t>
            </w:r>
          </w:p>
          <w:p w14:paraId="78CEF332" w14:textId="77777777" w:rsidR="00A24E96" w:rsidRPr="00F73937" w:rsidRDefault="00A24E96" w:rsidP="0029532D">
            <w:pPr>
              <w:pStyle w:val="acctmergecolhdg"/>
              <w:spacing w:line="240" w:lineRule="atLeast"/>
              <w:ind w:left="-169" w:right="-142"/>
              <w:rPr>
                <w:b w:val="0"/>
              </w:rPr>
            </w:pPr>
            <w:r w:rsidRPr="00F73937">
              <w:rPr>
                <w:b w:val="0"/>
              </w:rPr>
              <w:t>allowance for</w:t>
            </w:r>
          </w:p>
          <w:p w14:paraId="3654B422" w14:textId="77777777" w:rsidR="00A24E96" w:rsidRPr="00F73937" w:rsidRDefault="00A24E96" w:rsidP="0029532D">
            <w:pPr>
              <w:pStyle w:val="acctmergecolhdg"/>
              <w:spacing w:line="240" w:lineRule="atLeast"/>
              <w:ind w:left="-169" w:right="-142"/>
              <w:rPr>
                <w:b w:val="0"/>
              </w:rPr>
            </w:pPr>
            <w:r w:rsidRPr="00F73937">
              <w:rPr>
                <w:b w:val="0"/>
              </w:rPr>
              <w:t>expected</w:t>
            </w:r>
          </w:p>
          <w:p w14:paraId="6A8F56A3" w14:textId="77777777" w:rsidR="00A24E96" w:rsidRPr="00F73937" w:rsidRDefault="00A24E96" w:rsidP="0029532D">
            <w:pPr>
              <w:pStyle w:val="acctmergecolhdg"/>
              <w:spacing w:line="240" w:lineRule="atLeast"/>
              <w:ind w:left="-169" w:right="-142"/>
              <w:rPr>
                <w:b w:val="0"/>
              </w:rPr>
            </w:pPr>
            <w:r w:rsidRPr="00F73937">
              <w:rPr>
                <w:b w:val="0"/>
              </w:rPr>
              <w:t>credit loss*</w:t>
            </w:r>
          </w:p>
        </w:tc>
        <w:tc>
          <w:tcPr>
            <w:tcW w:w="270" w:type="dxa"/>
          </w:tcPr>
          <w:p w14:paraId="17FBA6B3" w14:textId="77777777" w:rsidR="00A24E96" w:rsidRPr="00F73937" w:rsidRDefault="00A24E96" w:rsidP="0029532D">
            <w:pPr>
              <w:pStyle w:val="acctmergecolhdg"/>
              <w:spacing w:line="240" w:lineRule="atLeast"/>
              <w:ind w:left="-169" w:right="-142"/>
              <w:rPr>
                <w:b w:val="0"/>
                <w:bCs/>
              </w:rPr>
            </w:pPr>
          </w:p>
        </w:tc>
        <w:tc>
          <w:tcPr>
            <w:tcW w:w="1440" w:type="dxa"/>
            <w:vAlign w:val="bottom"/>
          </w:tcPr>
          <w:p w14:paraId="3602A34A" w14:textId="77777777" w:rsidR="0050345C" w:rsidRPr="00F73937" w:rsidRDefault="0050345C" w:rsidP="0050345C">
            <w:pPr>
              <w:autoSpaceDE w:val="0"/>
              <w:autoSpaceDN w:val="0"/>
              <w:adjustRightInd w:val="0"/>
              <w:jc w:val="center"/>
            </w:pPr>
          </w:p>
          <w:p w14:paraId="07296BF8" w14:textId="1E3F1E22" w:rsidR="00A24E96" w:rsidRPr="00F73937" w:rsidRDefault="00A24E96" w:rsidP="0050345C">
            <w:pPr>
              <w:autoSpaceDE w:val="0"/>
              <w:autoSpaceDN w:val="0"/>
              <w:adjustRightInd w:val="0"/>
              <w:jc w:val="center"/>
            </w:pPr>
            <w:r w:rsidRPr="00F73937">
              <w:t>Allowance</w:t>
            </w:r>
          </w:p>
          <w:p w14:paraId="5B1FC1AA" w14:textId="7F5A3CE8" w:rsidR="00A24E96" w:rsidRPr="00F73937" w:rsidRDefault="00A24E96" w:rsidP="0050345C">
            <w:pPr>
              <w:autoSpaceDE w:val="0"/>
              <w:autoSpaceDN w:val="0"/>
              <w:adjustRightInd w:val="0"/>
              <w:jc w:val="center"/>
            </w:pPr>
            <w:r w:rsidRPr="00F73937">
              <w:t>for expected</w:t>
            </w:r>
          </w:p>
          <w:p w14:paraId="6C5575EA" w14:textId="5290601F" w:rsidR="0050345C" w:rsidRPr="00F73937" w:rsidRDefault="00A24E96" w:rsidP="0050345C">
            <w:pPr>
              <w:autoSpaceDE w:val="0"/>
              <w:autoSpaceDN w:val="0"/>
              <w:adjustRightInd w:val="0"/>
              <w:jc w:val="center"/>
            </w:pPr>
            <w:r w:rsidRPr="00F73937">
              <w:t>credit loss</w:t>
            </w:r>
          </w:p>
        </w:tc>
      </w:tr>
      <w:tr w:rsidR="00A24E96" w:rsidRPr="00F73937" w14:paraId="6C5DFC3A" w14:textId="77777777" w:rsidTr="001E52EF">
        <w:trPr>
          <w:cantSplit/>
        </w:trPr>
        <w:tc>
          <w:tcPr>
            <w:tcW w:w="3960" w:type="dxa"/>
          </w:tcPr>
          <w:p w14:paraId="0DB94851" w14:textId="77777777" w:rsidR="00A24E96" w:rsidRPr="00F73937" w:rsidRDefault="00A24E96" w:rsidP="0029532D">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01F69926" w14:textId="6E64D45A" w:rsidR="00A24E96" w:rsidRPr="00F73937" w:rsidRDefault="00A24E96" w:rsidP="0029532D">
            <w:pPr>
              <w:tabs>
                <w:tab w:val="decimal" w:pos="-130"/>
              </w:tabs>
              <w:spacing w:line="240" w:lineRule="atLeast"/>
              <w:ind w:left="-130" w:right="-108"/>
              <w:jc w:val="center"/>
              <w:rPr>
                <w:i/>
                <w:iCs/>
              </w:rPr>
            </w:pPr>
            <w:r w:rsidRPr="00F73937">
              <w:rPr>
                <w:i/>
                <w:iCs/>
              </w:rPr>
              <w:t>(in thousand Baht)</w:t>
            </w:r>
          </w:p>
        </w:tc>
      </w:tr>
      <w:tr w:rsidR="00A24E96" w:rsidRPr="00F73937" w14:paraId="00ADEB3A" w14:textId="77777777" w:rsidTr="001E52EF">
        <w:trPr>
          <w:cantSplit/>
        </w:trPr>
        <w:tc>
          <w:tcPr>
            <w:tcW w:w="7470" w:type="dxa"/>
            <w:gridSpan w:val="4"/>
          </w:tcPr>
          <w:p w14:paraId="6CA22A77" w14:textId="77777777" w:rsidR="00A24E96" w:rsidRPr="00F73937" w:rsidRDefault="00A24E96" w:rsidP="0029532D">
            <w:pPr>
              <w:tabs>
                <w:tab w:val="left" w:pos="250"/>
              </w:tabs>
              <w:spacing w:line="240" w:lineRule="atLeast"/>
              <w:ind w:right="-124"/>
              <w:rPr>
                <w:rFonts w:cs="Angsana New"/>
              </w:rPr>
            </w:pPr>
            <w:r w:rsidRPr="00F73937">
              <w:rPr>
                <w:rFonts w:cs="Angsana New"/>
              </w:rPr>
              <w:t xml:space="preserve">1) Non-rescheduled installment receivables </w:t>
            </w:r>
          </w:p>
        </w:tc>
        <w:tc>
          <w:tcPr>
            <w:tcW w:w="270" w:type="dxa"/>
          </w:tcPr>
          <w:p w14:paraId="24440FA4" w14:textId="77777777" w:rsidR="00A24E96" w:rsidRPr="00F73937" w:rsidRDefault="00A24E96" w:rsidP="0029532D">
            <w:pPr>
              <w:tabs>
                <w:tab w:val="decimal" w:pos="1179"/>
              </w:tabs>
              <w:spacing w:line="240" w:lineRule="atLeast"/>
              <w:ind w:left="-108" w:right="-124"/>
            </w:pPr>
          </w:p>
        </w:tc>
        <w:tc>
          <w:tcPr>
            <w:tcW w:w="1440" w:type="dxa"/>
          </w:tcPr>
          <w:p w14:paraId="59933D92" w14:textId="77777777" w:rsidR="00A24E96" w:rsidRPr="00F73937" w:rsidRDefault="00A24E96" w:rsidP="0029532D">
            <w:pPr>
              <w:tabs>
                <w:tab w:val="decimal" w:pos="1242"/>
              </w:tabs>
              <w:spacing w:line="240" w:lineRule="atLeast"/>
              <w:ind w:left="-108" w:right="-124"/>
            </w:pPr>
          </w:p>
        </w:tc>
      </w:tr>
      <w:tr w:rsidR="00A24E96" w:rsidRPr="00F73937" w14:paraId="56EA8A89" w14:textId="77777777" w:rsidTr="001E52EF">
        <w:trPr>
          <w:cantSplit/>
        </w:trPr>
        <w:tc>
          <w:tcPr>
            <w:tcW w:w="7470" w:type="dxa"/>
            <w:gridSpan w:val="4"/>
          </w:tcPr>
          <w:p w14:paraId="2B25B3BD" w14:textId="77777777" w:rsidR="00A24E96" w:rsidRPr="00F73937" w:rsidRDefault="00A24E96" w:rsidP="0029532D">
            <w:pPr>
              <w:spacing w:line="240" w:lineRule="atLeast"/>
              <w:ind w:left="258" w:right="-124"/>
              <w:rPr>
                <w:rFonts w:cs="Angsana New"/>
                <w:i/>
                <w:iCs/>
              </w:rPr>
            </w:pPr>
            <w:r w:rsidRPr="00F73937">
              <w:rPr>
                <w:rFonts w:cs="Angsana New"/>
                <w:i/>
                <w:iCs/>
              </w:rPr>
              <w:t>Normal receivables</w:t>
            </w:r>
          </w:p>
        </w:tc>
        <w:tc>
          <w:tcPr>
            <w:tcW w:w="270" w:type="dxa"/>
          </w:tcPr>
          <w:p w14:paraId="606D1ED2" w14:textId="77777777" w:rsidR="00A24E96" w:rsidRPr="00F73937" w:rsidRDefault="00A24E96" w:rsidP="0029532D">
            <w:pPr>
              <w:tabs>
                <w:tab w:val="decimal" w:pos="1179"/>
              </w:tabs>
              <w:spacing w:line="240" w:lineRule="atLeast"/>
              <w:ind w:left="-108" w:right="-124"/>
            </w:pPr>
          </w:p>
        </w:tc>
        <w:tc>
          <w:tcPr>
            <w:tcW w:w="1440" w:type="dxa"/>
          </w:tcPr>
          <w:p w14:paraId="0BFBD36C" w14:textId="77777777" w:rsidR="00A24E96" w:rsidRPr="00F73937" w:rsidRDefault="00A24E96" w:rsidP="0029532D">
            <w:pPr>
              <w:tabs>
                <w:tab w:val="decimal" w:pos="1242"/>
              </w:tabs>
              <w:spacing w:line="240" w:lineRule="atLeast"/>
              <w:ind w:left="-108" w:right="-124"/>
            </w:pPr>
          </w:p>
        </w:tc>
      </w:tr>
      <w:tr w:rsidR="00042400" w:rsidRPr="00F73937" w14:paraId="0DF9EE72" w14:textId="77777777" w:rsidTr="002866A5">
        <w:trPr>
          <w:cantSplit/>
        </w:trPr>
        <w:tc>
          <w:tcPr>
            <w:tcW w:w="3960" w:type="dxa"/>
          </w:tcPr>
          <w:p w14:paraId="7ED17B5D" w14:textId="77777777" w:rsidR="00042400" w:rsidRPr="00F73937" w:rsidRDefault="00042400" w:rsidP="00042400">
            <w:pPr>
              <w:spacing w:line="240" w:lineRule="atLeast"/>
              <w:ind w:left="258"/>
            </w:pPr>
            <w:r w:rsidRPr="00F73937">
              <w:t>Within credit terms</w:t>
            </w:r>
          </w:p>
        </w:tc>
        <w:tc>
          <w:tcPr>
            <w:tcW w:w="1620" w:type="dxa"/>
            <w:shd w:val="clear" w:color="auto" w:fill="auto"/>
          </w:tcPr>
          <w:p w14:paraId="45769792" w14:textId="2B7497EB" w:rsidR="00042400" w:rsidRPr="00F73937" w:rsidRDefault="00042400" w:rsidP="00042400">
            <w:pPr>
              <w:tabs>
                <w:tab w:val="left" w:pos="720"/>
              </w:tabs>
              <w:spacing w:line="240" w:lineRule="auto"/>
              <w:ind w:right="76"/>
              <w:jc w:val="right"/>
              <w:rPr>
                <w:rFonts w:cstheme="minorBidi"/>
              </w:rPr>
            </w:pPr>
            <w:r w:rsidRPr="006706AF">
              <w:t>60,576</w:t>
            </w:r>
          </w:p>
        </w:tc>
        <w:tc>
          <w:tcPr>
            <w:tcW w:w="270" w:type="dxa"/>
          </w:tcPr>
          <w:p w14:paraId="71A18E62" w14:textId="77777777" w:rsidR="00042400" w:rsidRPr="00F73937" w:rsidRDefault="00042400" w:rsidP="00042400">
            <w:pPr>
              <w:pStyle w:val="3"/>
              <w:tabs>
                <w:tab w:val="clear" w:pos="360"/>
                <w:tab w:val="clear" w:pos="720"/>
                <w:tab w:val="decimal" w:pos="1212"/>
              </w:tabs>
              <w:spacing w:line="240" w:lineRule="atLeast"/>
              <w:ind w:left="258" w:right="-124"/>
              <w:rPr>
                <w:rFonts w:cs="Times New Roman"/>
                <w:lang w:val="en-US"/>
              </w:rPr>
            </w:pPr>
          </w:p>
        </w:tc>
        <w:tc>
          <w:tcPr>
            <w:tcW w:w="1620" w:type="dxa"/>
          </w:tcPr>
          <w:p w14:paraId="5DE03757" w14:textId="32F4E0AC" w:rsidR="00042400" w:rsidRPr="00F73937" w:rsidRDefault="00042400" w:rsidP="00042400">
            <w:pPr>
              <w:tabs>
                <w:tab w:val="left" w:pos="720"/>
              </w:tabs>
              <w:spacing w:line="240" w:lineRule="auto"/>
              <w:ind w:right="76"/>
              <w:jc w:val="right"/>
            </w:pPr>
            <w:r w:rsidRPr="006706AF">
              <w:t>20,509</w:t>
            </w:r>
          </w:p>
        </w:tc>
        <w:tc>
          <w:tcPr>
            <w:tcW w:w="270" w:type="dxa"/>
          </w:tcPr>
          <w:p w14:paraId="7DB7FA9D" w14:textId="77777777" w:rsidR="00042400" w:rsidRPr="00F73937" w:rsidRDefault="00042400" w:rsidP="00042400">
            <w:pPr>
              <w:spacing w:line="240" w:lineRule="auto"/>
              <w:jc w:val="both"/>
            </w:pPr>
          </w:p>
        </w:tc>
        <w:tc>
          <w:tcPr>
            <w:tcW w:w="1440" w:type="dxa"/>
          </w:tcPr>
          <w:p w14:paraId="789F2FCE" w14:textId="775BF934" w:rsidR="00042400" w:rsidRPr="00F73937" w:rsidRDefault="00042400" w:rsidP="00042400">
            <w:pPr>
              <w:tabs>
                <w:tab w:val="left" w:pos="720"/>
              </w:tabs>
              <w:spacing w:line="240" w:lineRule="auto"/>
              <w:ind w:right="76"/>
              <w:jc w:val="right"/>
            </w:pPr>
            <w:r w:rsidRPr="006706AF">
              <w:t>615</w:t>
            </w:r>
          </w:p>
        </w:tc>
      </w:tr>
      <w:tr w:rsidR="00042400" w:rsidRPr="00F73937" w14:paraId="3860052F" w14:textId="77777777" w:rsidTr="002866A5">
        <w:trPr>
          <w:cantSplit/>
        </w:trPr>
        <w:tc>
          <w:tcPr>
            <w:tcW w:w="3960" w:type="dxa"/>
          </w:tcPr>
          <w:p w14:paraId="483D4196" w14:textId="77777777" w:rsidR="00042400" w:rsidRPr="00F73937" w:rsidRDefault="00042400" w:rsidP="00042400">
            <w:pPr>
              <w:spacing w:line="240" w:lineRule="atLeast"/>
              <w:ind w:left="258"/>
            </w:pPr>
            <w:r w:rsidRPr="00F73937">
              <w:t>Overdue:</w:t>
            </w:r>
          </w:p>
        </w:tc>
        <w:tc>
          <w:tcPr>
            <w:tcW w:w="1620" w:type="dxa"/>
            <w:shd w:val="clear" w:color="auto" w:fill="auto"/>
          </w:tcPr>
          <w:p w14:paraId="7109FDD7" w14:textId="77777777" w:rsidR="00042400" w:rsidRPr="00F73937" w:rsidRDefault="00042400" w:rsidP="00042400">
            <w:pPr>
              <w:tabs>
                <w:tab w:val="left" w:pos="720"/>
              </w:tabs>
              <w:spacing w:line="240" w:lineRule="auto"/>
              <w:ind w:right="76"/>
              <w:jc w:val="right"/>
            </w:pPr>
          </w:p>
        </w:tc>
        <w:tc>
          <w:tcPr>
            <w:tcW w:w="270" w:type="dxa"/>
          </w:tcPr>
          <w:p w14:paraId="275C25F5" w14:textId="77777777" w:rsidR="00042400" w:rsidRPr="00F73937" w:rsidRDefault="00042400" w:rsidP="00042400">
            <w:pPr>
              <w:pStyle w:val="3"/>
              <w:tabs>
                <w:tab w:val="clear" w:pos="360"/>
                <w:tab w:val="clear" w:pos="720"/>
                <w:tab w:val="decimal" w:pos="1212"/>
              </w:tabs>
              <w:spacing w:line="240" w:lineRule="atLeast"/>
              <w:ind w:left="258" w:right="-124"/>
              <w:rPr>
                <w:rFonts w:cs="Times New Roman"/>
                <w:lang w:val="en-US"/>
              </w:rPr>
            </w:pPr>
          </w:p>
        </w:tc>
        <w:tc>
          <w:tcPr>
            <w:tcW w:w="1620" w:type="dxa"/>
          </w:tcPr>
          <w:p w14:paraId="1528DD6E" w14:textId="77777777" w:rsidR="00042400" w:rsidRPr="00F73937" w:rsidRDefault="00042400" w:rsidP="00042400">
            <w:pPr>
              <w:tabs>
                <w:tab w:val="left" w:pos="720"/>
              </w:tabs>
              <w:spacing w:line="240" w:lineRule="auto"/>
              <w:ind w:right="76"/>
              <w:jc w:val="right"/>
            </w:pPr>
          </w:p>
        </w:tc>
        <w:tc>
          <w:tcPr>
            <w:tcW w:w="270" w:type="dxa"/>
          </w:tcPr>
          <w:p w14:paraId="5BC38BFE" w14:textId="77777777" w:rsidR="00042400" w:rsidRPr="00F73937" w:rsidRDefault="00042400" w:rsidP="00042400">
            <w:pPr>
              <w:spacing w:line="240" w:lineRule="auto"/>
              <w:jc w:val="both"/>
            </w:pPr>
          </w:p>
        </w:tc>
        <w:tc>
          <w:tcPr>
            <w:tcW w:w="1440" w:type="dxa"/>
          </w:tcPr>
          <w:p w14:paraId="3833DADC" w14:textId="77777777" w:rsidR="00042400" w:rsidRPr="00F73937" w:rsidRDefault="00042400" w:rsidP="00042400">
            <w:pPr>
              <w:tabs>
                <w:tab w:val="left" w:pos="720"/>
              </w:tabs>
              <w:spacing w:line="240" w:lineRule="auto"/>
              <w:ind w:right="76"/>
              <w:jc w:val="right"/>
            </w:pPr>
          </w:p>
        </w:tc>
      </w:tr>
      <w:tr w:rsidR="00042400" w:rsidRPr="00F73937" w14:paraId="57E146F5" w14:textId="77777777" w:rsidTr="002866A5">
        <w:trPr>
          <w:cantSplit/>
        </w:trPr>
        <w:tc>
          <w:tcPr>
            <w:tcW w:w="3960" w:type="dxa"/>
          </w:tcPr>
          <w:p w14:paraId="56B3BF0E" w14:textId="77777777" w:rsidR="00042400" w:rsidRPr="00F73937" w:rsidRDefault="00042400" w:rsidP="00042400">
            <w:pPr>
              <w:spacing w:line="240" w:lineRule="atLeast"/>
              <w:ind w:left="258"/>
            </w:pPr>
            <w:r w:rsidRPr="00F73937">
              <w:t xml:space="preserve">    Less than 3 months</w:t>
            </w:r>
          </w:p>
        </w:tc>
        <w:tc>
          <w:tcPr>
            <w:tcW w:w="1620" w:type="dxa"/>
            <w:shd w:val="clear" w:color="auto" w:fill="auto"/>
          </w:tcPr>
          <w:p w14:paraId="48B553E7" w14:textId="1E742E1D" w:rsidR="00042400" w:rsidRPr="00F73937" w:rsidRDefault="00042400" w:rsidP="00042400">
            <w:pPr>
              <w:tabs>
                <w:tab w:val="left" w:pos="720"/>
              </w:tabs>
              <w:spacing w:line="240" w:lineRule="auto"/>
              <w:ind w:right="76"/>
              <w:jc w:val="right"/>
            </w:pPr>
            <w:r w:rsidRPr="006706AF">
              <w:t>7,864</w:t>
            </w:r>
          </w:p>
        </w:tc>
        <w:tc>
          <w:tcPr>
            <w:tcW w:w="270" w:type="dxa"/>
          </w:tcPr>
          <w:p w14:paraId="6F609A42" w14:textId="77777777" w:rsidR="00042400" w:rsidRPr="00F73937" w:rsidRDefault="00042400" w:rsidP="00042400">
            <w:pPr>
              <w:pStyle w:val="3"/>
              <w:tabs>
                <w:tab w:val="clear" w:pos="360"/>
                <w:tab w:val="clear" w:pos="720"/>
                <w:tab w:val="decimal" w:pos="1212"/>
              </w:tabs>
              <w:spacing w:line="240" w:lineRule="atLeast"/>
              <w:ind w:left="258" w:right="-124"/>
              <w:rPr>
                <w:rFonts w:cs="Times New Roman"/>
                <w:lang w:val="en-US"/>
              </w:rPr>
            </w:pPr>
          </w:p>
        </w:tc>
        <w:tc>
          <w:tcPr>
            <w:tcW w:w="1620" w:type="dxa"/>
          </w:tcPr>
          <w:p w14:paraId="680AD1E8" w14:textId="6A19C980" w:rsidR="00042400" w:rsidRPr="00F73937" w:rsidRDefault="00042400" w:rsidP="00042400">
            <w:pPr>
              <w:tabs>
                <w:tab w:val="left" w:pos="720"/>
              </w:tabs>
              <w:spacing w:line="240" w:lineRule="auto"/>
              <w:ind w:right="76"/>
              <w:jc w:val="right"/>
            </w:pPr>
            <w:r w:rsidRPr="006706AF">
              <w:t>4,928</w:t>
            </w:r>
          </w:p>
        </w:tc>
        <w:tc>
          <w:tcPr>
            <w:tcW w:w="270" w:type="dxa"/>
          </w:tcPr>
          <w:p w14:paraId="02239BE9" w14:textId="77777777" w:rsidR="00042400" w:rsidRPr="00F73937" w:rsidRDefault="00042400" w:rsidP="00042400">
            <w:pPr>
              <w:spacing w:line="240" w:lineRule="auto"/>
              <w:jc w:val="both"/>
            </w:pPr>
          </w:p>
        </w:tc>
        <w:tc>
          <w:tcPr>
            <w:tcW w:w="1440" w:type="dxa"/>
          </w:tcPr>
          <w:p w14:paraId="26E26FA1" w14:textId="7A5431D3" w:rsidR="00042400" w:rsidRPr="00F73937" w:rsidRDefault="00042400" w:rsidP="00042400">
            <w:pPr>
              <w:tabs>
                <w:tab w:val="left" w:pos="720"/>
              </w:tabs>
              <w:spacing w:line="240" w:lineRule="auto"/>
              <w:ind w:right="76"/>
              <w:jc w:val="right"/>
            </w:pPr>
            <w:r w:rsidRPr="006706AF">
              <w:t>493</w:t>
            </w:r>
          </w:p>
        </w:tc>
      </w:tr>
      <w:tr w:rsidR="00042400" w:rsidRPr="00F73937" w14:paraId="7AAC1247" w14:textId="77777777" w:rsidTr="002866A5">
        <w:trPr>
          <w:cantSplit/>
        </w:trPr>
        <w:tc>
          <w:tcPr>
            <w:tcW w:w="3960" w:type="dxa"/>
          </w:tcPr>
          <w:p w14:paraId="786C0C2D" w14:textId="77777777" w:rsidR="00042400" w:rsidRPr="00F73937" w:rsidRDefault="00042400" w:rsidP="00042400">
            <w:pPr>
              <w:spacing w:line="240" w:lineRule="atLeast"/>
              <w:ind w:left="258" w:right="-108"/>
            </w:pPr>
            <w:r w:rsidRPr="00F73937">
              <w:t xml:space="preserve">    3 - 6 months</w:t>
            </w:r>
          </w:p>
        </w:tc>
        <w:tc>
          <w:tcPr>
            <w:tcW w:w="1620" w:type="dxa"/>
            <w:shd w:val="clear" w:color="auto" w:fill="auto"/>
          </w:tcPr>
          <w:p w14:paraId="641C1F1E" w14:textId="0B08754D" w:rsidR="00042400" w:rsidRPr="00F73937" w:rsidRDefault="00042400" w:rsidP="00042400">
            <w:pPr>
              <w:tabs>
                <w:tab w:val="left" w:pos="720"/>
              </w:tabs>
              <w:spacing w:line="240" w:lineRule="auto"/>
              <w:ind w:right="76"/>
              <w:jc w:val="right"/>
            </w:pPr>
            <w:r w:rsidRPr="006706AF">
              <w:t>398</w:t>
            </w:r>
          </w:p>
        </w:tc>
        <w:tc>
          <w:tcPr>
            <w:tcW w:w="270" w:type="dxa"/>
          </w:tcPr>
          <w:p w14:paraId="25E2BD02" w14:textId="77777777" w:rsidR="00042400" w:rsidRPr="00F73937" w:rsidRDefault="00042400" w:rsidP="00042400">
            <w:pPr>
              <w:pStyle w:val="3"/>
              <w:tabs>
                <w:tab w:val="clear" w:pos="360"/>
                <w:tab w:val="clear" w:pos="720"/>
                <w:tab w:val="decimal" w:pos="1212"/>
              </w:tabs>
              <w:spacing w:line="240" w:lineRule="atLeast"/>
              <w:ind w:left="258" w:right="-124"/>
              <w:rPr>
                <w:rFonts w:cs="Times New Roman"/>
                <w:lang w:val="en-US"/>
              </w:rPr>
            </w:pPr>
          </w:p>
        </w:tc>
        <w:tc>
          <w:tcPr>
            <w:tcW w:w="1620" w:type="dxa"/>
          </w:tcPr>
          <w:p w14:paraId="0679B9EA" w14:textId="5E88B202" w:rsidR="00042400" w:rsidRPr="00F73937" w:rsidRDefault="00042400" w:rsidP="00042400">
            <w:pPr>
              <w:tabs>
                <w:tab w:val="left" w:pos="720"/>
              </w:tabs>
              <w:spacing w:line="240" w:lineRule="auto"/>
              <w:ind w:right="76"/>
              <w:jc w:val="right"/>
            </w:pPr>
            <w:r w:rsidRPr="006706AF">
              <w:t>331</w:t>
            </w:r>
          </w:p>
        </w:tc>
        <w:tc>
          <w:tcPr>
            <w:tcW w:w="270" w:type="dxa"/>
          </w:tcPr>
          <w:p w14:paraId="06DE04BA" w14:textId="77777777" w:rsidR="00042400" w:rsidRPr="00F73937" w:rsidRDefault="00042400" w:rsidP="00042400">
            <w:pPr>
              <w:spacing w:line="240" w:lineRule="auto"/>
              <w:jc w:val="both"/>
            </w:pPr>
          </w:p>
        </w:tc>
        <w:tc>
          <w:tcPr>
            <w:tcW w:w="1440" w:type="dxa"/>
          </w:tcPr>
          <w:p w14:paraId="4356F970" w14:textId="3D21E8EB" w:rsidR="00042400" w:rsidRPr="00F73937" w:rsidRDefault="00042400" w:rsidP="00042400">
            <w:pPr>
              <w:tabs>
                <w:tab w:val="left" w:pos="720"/>
              </w:tabs>
              <w:spacing w:line="240" w:lineRule="auto"/>
              <w:ind w:right="76"/>
              <w:jc w:val="right"/>
            </w:pPr>
            <w:r w:rsidRPr="006706AF">
              <w:t>102</w:t>
            </w:r>
          </w:p>
        </w:tc>
      </w:tr>
      <w:tr w:rsidR="00042400" w:rsidRPr="00F73937" w14:paraId="31B1E7AF" w14:textId="77777777" w:rsidTr="002866A5">
        <w:trPr>
          <w:cantSplit/>
        </w:trPr>
        <w:tc>
          <w:tcPr>
            <w:tcW w:w="3960" w:type="dxa"/>
          </w:tcPr>
          <w:p w14:paraId="364630C5" w14:textId="77777777" w:rsidR="00042400" w:rsidRPr="00F73937" w:rsidRDefault="00042400" w:rsidP="00042400">
            <w:pPr>
              <w:spacing w:line="240" w:lineRule="atLeast"/>
              <w:ind w:left="258" w:right="-108"/>
            </w:pPr>
            <w:r w:rsidRPr="00F73937">
              <w:t xml:space="preserve">    6 - 9 months</w:t>
            </w:r>
          </w:p>
        </w:tc>
        <w:tc>
          <w:tcPr>
            <w:tcW w:w="1620" w:type="dxa"/>
            <w:shd w:val="clear" w:color="auto" w:fill="auto"/>
          </w:tcPr>
          <w:p w14:paraId="3DC9BC86" w14:textId="58F15251" w:rsidR="00042400" w:rsidRPr="00F73937" w:rsidRDefault="00042400" w:rsidP="00042400">
            <w:pPr>
              <w:tabs>
                <w:tab w:val="left" w:pos="720"/>
              </w:tabs>
              <w:spacing w:line="240" w:lineRule="auto"/>
              <w:ind w:right="76"/>
              <w:jc w:val="right"/>
            </w:pPr>
            <w:r w:rsidRPr="006706AF">
              <w:t>177</w:t>
            </w:r>
          </w:p>
        </w:tc>
        <w:tc>
          <w:tcPr>
            <w:tcW w:w="270" w:type="dxa"/>
          </w:tcPr>
          <w:p w14:paraId="7F523B0A" w14:textId="77777777" w:rsidR="00042400" w:rsidRPr="00F73937" w:rsidRDefault="00042400" w:rsidP="00042400">
            <w:pPr>
              <w:pStyle w:val="3"/>
              <w:tabs>
                <w:tab w:val="clear" w:pos="360"/>
                <w:tab w:val="clear" w:pos="720"/>
                <w:tab w:val="decimal" w:pos="1212"/>
              </w:tabs>
              <w:spacing w:line="240" w:lineRule="atLeast"/>
              <w:ind w:left="258" w:right="-124"/>
              <w:rPr>
                <w:rFonts w:cs="Times New Roman"/>
                <w:lang w:val="en-US"/>
              </w:rPr>
            </w:pPr>
          </w:p>
        </w:tc>
        <w:tc>
          <w:tcPr>
            <w:tcW w:w="1620" w:type="dxa"/>
          </w:tcPr>
          <w:p w14:paraId="10AFF116" w14:textId="3CEFCA30" w:rsidR="00042400" w:rsidRPr="00F73937" w:rsidRDefault="00042400" w:rsidP="00042400">
            <w:pPr>
              <w:tabs>
                <w:tab w:val="left" w:pos="720"/>
              </w:tabs>
              <w:spacing w:line="240" w:lineRule="auto"/>
              <w:ind w:right="76"/>
              <w:jc w:val="right"/>
            </w:pPr>
            <w:r w:rsidRPr="006706AF">
              <w:t>102</w:t>
            </w:r>
          </w:p>
        </w:tc>
        <w:tc>
          <w:tcPr>
            <w:tcW w:w="270" w:type="dxa"/>
          </w:tcPr>
          <w:p w14:paraId="48C0959C" w14:textId="77777777" w:rsidR="00042400" w:rsidRPr="00F73937" w:rsidRDefault="00042400" w:rsidP="00042400">
            <w:pPr>
              <w:spacing w:line="240" w:lineRule="auto"/>
              <w:jc w:val="both"/>
            </w:pPr>
          </w:p>
        </w:tc>
        <w:tc>
          <w:tcPr>
            <w:tcW w:w="1440" w:type="dxa"/>
          </w:tcPr>
          <w:p w14:paraId="28F3F2AF" w14:textId="562C6855" w:rsidR="00042400" w:rsidRPr="00F73937" w:rsidRDefault="00042400" w:rsidP="00042400">
            <w:pPr>
              <w:tabs>
                <w:tab w:val="left" w:pos="720"/>
              </w:tabs>
              <w:spacing w:line="240" w:lineRule="auto"/>
              <w:ind w:right="76"/>
              <w:jc w:val="right"/>
            </w:pPr>
            <w:r w:rsidRPr="006706AF">
              <w:t>51</w:t>
            </w:r>
          </w:p>
        </w:tc>
      </w:tr>
      <w:tr w:rsidR="00042400" w:rsidRPr="00F73937" w14:paraId="25FBBCC0" w14:textId="77777777" w:rsidTr="002866A5">
        <w:trPr>
          <w:cantSplit/>
        </w:trPr>
        <w:tc>
          <w:tcPr>
            <w:tcW w:w="3960" w:type="dxa"/>
          </w:tcPr>
          <w:p w14:paraId="111202B0" w14:textId="77777777" w:rsidR="00042400" w:rsidRPr="00F73937" w:rsidRDefault="00042400" w:rsidP="00042400">
            <w:pPr>
              <w:spacing w:line="240" w:lineRule="atLeast"/>
              <w:ind w:left="258" w:right="-108"/>
            </w:pPr>
            <w:r w:rsidRPr="00F73937">
              <w:t xml:space="preserve">    9 - 12 months</w:t>
            </w:r>
          </w:p>
        </w:tc>
        <w:tc>
          <w:tcPr>
            <w:tcW w:w="1620" w:type="dxa"/>
            <w:shd w:val="clear" w:color="auto" w:fill="auto"/>
          </w:tcPr>
          <w:p w14:paraId="7AFDD2CE" w14:textId="00AB5701" w:rsidR="00042400" w:rsidRPr="00F73937" w:rsidRDefault="00042400" w:rsidP="00042400">
            <w:pPr>
              <w:tabs>
                <w:tab w:val="left" w:pos="720"/>
              </w:tabs>
              <w:spacing w:line="240" w:lineRule="auto"/>
              <w:ind w:right="76"/>
              <w:jc w:val="right"/>
            </w:pPr>
            <w:r w:rsidRPr="006706AF">
              <w:t>135</w:t>
            </w:r>
          </w:p>
        </w:tc>
        <w:tc>
          <w:tcPr>
            <w:tcW w:w="270" w:type="dxa"/>
          </w:tcPr>
          <w:p w14:paraId="768D23DD" w14:textId="77777777" w:rsidR="00042400" w:rsidRPr="00F73937" w:rsidRDefault="00042400" w:rsidP="00042400">
            <w:pPr>
              <w:pStyle w:val="3"/>
              <w:tabs>
                <w:tab w:val="clear" w:pos="360"/>
                <w:tab w:val="clear" w:pos="720"/>
                <w:tab w:val="decimal" w:pos="1212"/>
              </w:tabs>
              <w:spacing w:line="240" w:lineRule="atLeast"/>
              <w:ind w:left="258" w:right="-124"/>
              <w:rPr>
                <w:rFonts w:cs="Times New Roman"/>
                <w:lang w:val="en-US"/>
              </w:rPr>
            </w:pPr>
          </w:p>
        </w:tc>
        <w:tc>
          <w:tcPr>
            <w:tcW w:w="1620" w:type="dxa"/>
          </w:tcPr>
          <w:p w14:paraId="1FA5DF61" w14:textId="483577D6" w:rsidR="00042400" w:rsidRPr="00F73937" w:rsidRDefault="00042400" w:rsidP="00042400">
            <w:pPr>
              <w:tabs>
                <w:tab w:val="left" w:pos="720"/>
              </w:tabs>
              <w:spacing w:line="240" w:lineRule="auto"/>
              <w:ind w:right="76"/>
              <w:jc w:val="right"/>
            </w:pPr>
            <w:r w:rsidRPr="006706AF">
              <w:t>135</w:t>
            </w:r>
          </w:p>
        </w:tc>
        <w:tc>
          <w:tcPr>
            <w:tcW w:w="270" w:type="dxa"/>
          </w:tcPr>
          <w:p w14:paraId="39775D16" w14:textId="77777777" w:rsidR="00042400" w:rsidRPr="00F73937" w:rsidRDefault="00042400" w:rsidP="00042400">
            <w:pPr>
              <w:spacing w:line="240" w:lineRule="auto"/>
              <w:jc w:val="both"/>
            </w:pPr>
          </w:p>
        </w:tc>
        <w:tc>
          <w:tcPr>
            <w:tcW w:w="1440" w:type="dxa"/>
          </w:tcPr>
          <w:p w14:paraId="43F841A9" w14:textId="4643289B" w:rsidR="00042400" w:rsidRPr="00F73937" w:rsidRDefault="00042400" w:rsidP="00042400">
            <w:pPr>
              <w:tabs>
                <w:tab w:val="left" w:pos="720"/>
              </w:tabs>
              <w:spacing w:line="240" w:lineRule="auto"/>
              <w:ind w:right="76"/>
              <w:jc w:val="right"/>
            </w:pPr>
            <w:r w:rsidRPr="006706AF">
              <w:t>135</w:t>
            </w:r>
          </w:p>
        </w:tc>
      </w:tr>
      <w:tr w:rsidR="00042400" w:rsidRPr="00F73937" w14:paraId="43CCC5C5" w14:textId="77777777" w:rsidTr="002866A5">
        <w:trPr>
          <w:cantSplit/>
        </w:trPr>
        <w:tc>
          <w:tcPr>
            <w:tcW w:w="3960" w:type="dxa"/>
          </w:tcPr>
          <w:p w14:paraId="4584C8BF" w14:textId="77777777" w:rsidR="00042400" w:rsidRPr="00F73937" w:rsidRDefault="00042400" w:rsidP="00042400">
            <w:pPr>
              <w:spacing w:line="240" w:lineRule="atLeast"/>
              <w:ind w:left="258"/>
            </w:pPr>
            <w:r w:rsidRPr="00F73937">
              <w:t xml:space="preserve">    Over 12 months</w:t>
            </w:r>
          </w:p>
        </w:tc>
        <w:tc>
          <w:tcPr>
            <w:tcW w:w="1620" w:type="dxa"/>
            <w:shd w:val="clear" w:color="auto" w:fill="auto"/>
          </w:tcPr>
          <w:p w14:paraId="12162DAB" w14:textId="19799BC7" w:rsidR="00042400" w:rsidRPr="00F73937" w:rsidRDefault="00042400" w:rsidP="00042400">
            <w:pPr>
              <w:tabs>
                <w:tab w:val="left" w:pos="720"/>
              </w:tabs>
              <w:spacing w:line="240" w:lineRule="auto"/>
              <w:ind w:right="76"/>
              <w:jc w:val="right"/>
            </w:pPr>
            <w:r w:rsidRPr="006706AF">
              <w:t>391</w:t>
            </w:r>
          </w:p>
        </w:tc>
        <w:tc>
          <w:tcPr>
            <w:tcW w:w="270" w:type="dxa"/>
          </w:tcPr>
          <w:p w14:paraId="77E2AA45" w14:textId="77777777" w:rsidR="00042400" w:rsidRPr="00F73937" w:rsidRDefault="00042400" w:rsidP="00042400">
            <w:pPr>
              <w:pStyle w:val="3"/>
              <w:tabs>
                <w:tab w:val="clear" w:pos="360"/>
                <w:tab w:val="clear" w:pos="720"/>
                <w:tab w:val="decimal" w:pos="1212"/>
              </w:tabs>
              <w:spacing w:line="240" w:lineRule="atLeast"/>
              <w:ind w:left="258" w:right="-124"/>
              <w:rPr>
                <w:rFonts w:cs="Times New Roman"/>
                <w:lang w:val="en-US"/>
              </w:rPr>
            </w:pPr>
          </w:p>
        </w:tc>
        <w:tc>
          <w:tcPr>
            <w:tcW w:w="1620" w:type="dxa"/>
          </w:tcPr>
          <w:p w14:paraId="4DAB1F43" w14:textId="6959D01F" w:rsidR="00042400" w:rsidRPr="00F73937" w:rsidRDefault="00042400" w:rsidP="00042400">
            <w:pPr>
              <w:tabs>
                <w:tab w:val="left" w:pos="720"/>
              </w:tabs>
              <w:spacing w:line="240" w:lineRule="auto"/>
              <w:ind w:right="76"/>
              <w:jc w:val="right"/>
            </w:pPr>
            <w:r w:rsidRPr="006706AF">
              <w:t>373</w:t>
            </w:r>
          </w:p>
        </w:tc>
        <w:tc>
          <w:tcPr>
            <w:tcW w:w="270" w:type="dxa"/>
          </w:tcPr>
          <w:p w14:paraId="38DB3378" w14:textId="77777777" w:rsidR="00042400" w:rsidRPr="00F73937" w:rsidRDefault="00042400" w:rsidP="00042400">
            <w:pPr>
              <w:spacing w:line="240" w:lineRule="auto"/>
              <w:jc w:val="both"/>
            </w:pPr>
          </w:p>
        </w:tc>
        <w:tc>
          <w:tcPr>
            <w:tcW w:w="1440" w:type="dxa"/>
          </w:tcPr>
          <w:p w14:paraId="38DE50C1" w14:textId="35922342" w:rsidR="00042400" w:rsidRPr="00F73937" w:rsidRDefault="00042400" w:rsidP="00042400">
            <w:pPr>
              <w:tabs>
                <w:tab w:val="left" w:pos="720"/>
              </w:tabs>
              <w:spacing w:line="240" w:lineRule="auto"/>
              <w:ind w:right="76"/>
              <w:jc w:val="right"/>
            </w:pPr>
            <w:r w:rsidRPr="006706AF">
              <w:t>373</w:t>
            </w:r>
          </w:p>
        </w:tc>
      </w:tr>
      <w:tr w:rsidR="00042400" w:rsidRPr="00F73937" w14:paraId="23332621" w14:textId="77777777" w:rsidTr="002866A5">
        <w:trPr>
          <w:cantSplit/>
        </w:trPr>
        <w:tc>
          <w:tcPr>
            <w:tcW w:w="3960" w:type="dxa"/>
            <w:vAlign w:val="bottom"/>
          </w:tcPr>
          <w:p w14:paraId="21CBDF40" w14:textId="77777777" w:rsidR="00042400" w:rsidRPr="00F73937" w:rsidRDefault="00042400" w:rsidP="00042400">
            <w:pPr>
              <w:ind w:right="-383" w:hanging="262"/>
              <w:rPr>
                <w:rFonts w:cs="Tahoma"/>
                <w:i/>
                <w:iCs/>
              </w:rPr>
            </w:pPr>
          </w:p>
        </w:tc>
        <w:tc>
          <w:tcPr>
            <w:tcW w:w="1620" w:type="dxa"/>
            <w:tcBorders>
              <w:top w:val="single" w:sz="4" w:space="0" w:color="auto"/>
            </w:tcBorders>
            <w:shd w:val="clear" w:color="auto" w:fill="auto"/>
          </w:tcPr>
          <w:p w14:paraId="25405512" w14:textId="425F6754" w:rsidR="00042400" w:rsidRPr="00042400" w:rsidRDefault="00042400" w:rsidP="00042400">
            <w:pPr>
              <w:tabs>
                <w:tab w:val="left" w:pos="1527"/>
              </w:tabs>
              <w:spacing w:line="240" w:lineRule="auto"/>
              <w:ind w:right="76"/>
              <w:jc w:val="right"/>
              <w:rPr>
                <w:b/>
                <w:bCs/>
              </w:rPr>
            </w:pPr>
            <w:r w:rsidRPr="00042400">
              <w:rPr>
                <w:b/>
                <w:bCs/>
              </w:rPr>
              <w:t>69,541</w:t>
            </w:r>
          </w:p>
        </w:tc>
        <w:tc>
          <w:tcPr>
            <w:tcW w:w="270" w:type="dxa"/>
          </w:tcPr>
          <w:p w14:paraId="300C5D92" w14:textId="77777777" w:rsidR="00042400" w:rsidRPr="00042400" w:rsidRDefault="00042400" w:rsidP="00042400">
            <w:pPr>
              <w:pStyle w:val="3"/>
              <w:tabs>
                <w:tab w:val="clear" w:pos="360"/>
                <w:tab w:val="clear" w:pos="720"/>
                <w:tab w:val="decimal" w:pos="1212"/>
              </w:tabs>
              <w:spacing w:line="240" w:lineRule="atLeast"/>
              <w:ind w:right="-124"/>
              <w:rPr>
                <w:rFonts w:cs="Times New Roman"/>
                <w:b/>
                <w:bCs/>
                <w:lang w:val="en-US"/>
              </w:rPr>
            </w:pPr>
          </w:p>
        </w:tc>
        <w:tc>
          <w:tcPr>
            <w:tcW w:w="1620" w:type="dxa"/>
            <w:tcBorders>
              <w:top w:val="single" w:sz="4" w:space="0" w:color="auto"/>
            </w:tcBorders>
          </w:tcPr>
          <w:p w14:paraId="656E6F32" w14:textId="610BDEE0" w:rsidR="00042400" w:rsidRPr="00042400" w:rsidRDefault="00042400" w:rsidP="00042400">
            <w:pPr>
              <w:tabs>
                <w:tab w:val="left" w:pos="720"/>
              </w:tabs>
              <w:spacing w:line="240" w:lineRule="auto"/>
              <w:ind w:right="76"/>
              <w:jc w:val="right"/>
              <w:rPr>
                <w:b/>
                <w:bCs/>
              </w:rPr>
            </w:pPr>
            <w:r w:rsidRPr="00042400">
              <w:rPr>
                <w:b/>
                <w:bCs/>
              </w:rPr>
              <w:t>26,378</w:t>
            </w:r>
          </w:p>
        </w:tc>
        <w:tc>
          <w:tcPr>
            <w:tcW w:w="270" w:type="dxa"/>
          </w:tcPr>
          <w:p w14:paraId="58ACC41A" w14:textId="77777777" w:rsidR="00042400" w:rsidRPr="00042400" w:rsidRDefault="00042400" w:rsidP="00042400">
            <w:pPr>
              <w:spacing w:line="240" w:lineRule="auto"/>
              <w:jc w:val="both"/>
              <w:rPr>
                <w:b/>
                <w:bCs/>
              </w:rPr>
            </w:pPr>
          </w:p>
        </w:tc>
        <w:tc>
          <w:tcPr>
            <w:tcW w:w="1440" w:type="dxa"/>
            <w:tcBorders>
              <w:top w:val="single" w:sz="4" w:space="0" w:color="auto"/>
            </w:tcBorders>
          </w:tcPr>
          <w:p w14:paraId="45D54E8C" w14:textId="1F721DA8" w:rsidR="00042400" w:rsidRPr="00042400" w:rsidRDefault="00042400" w:rsidP="00042400">
            <w:pPr>
              <w:tabs>
                <w:tab w:val="left" w:pos="720"/>
              </w:tabs>
              <w:spacing w:line="240" w:lineRule="auto"/>
              <w:ind w:right="76"/>
              <w:jc w:val="right"/>
              <w:rPr>
                <w:b/>
                <w:bCs/>
              </w:rPr>
            </w:pPr>
            <w:r w:rsidRPr="00042400">
              <w:rPr>
                <w:b/>
                <w:bCs/>
              </w:rPr>
              <w:t>1,769</w:t>
            </w:r>
          </w:p>
        </w:tc>
      </w:tr>
      <w:tr w:rsidR="00A24E96" w:rsidRPr="00F73937" w14:paraId="563381F4" w14:textId="77777777" w:rsidTr="001E52EF">
        <w:trPr>
          <w:cantSplit/>
        </w:trPr>
        <w:tc>
          <w:tcPr>
            <w:tcW w:w="3960" w:type="dxa"/>
            <w:vAlign w:val="bottom"/>
          </w:tcPr>
          <w:p w14:paraId="534CFF16" w14:textId="5AF4D584" w:rsidR="00A24E96" w:rsidRPr="00F73937" w:rsidRDefault="00A24E96" w:rsidP="0019491C">
            <w:pPr>
              <w:spacing w:line="240" w:lineRule="atLeast"/>
              <w:ind w:left="520" w:hanging="270"/>
            </w:pPr>
            <w:r w:rsidRPr="00F73937">
              <w:rPr>
                <w:i/>
                <w:iCs/>
              </w:rPr>
              <w:t>Less</w:t>
            </w:r>
            <w:r w:rsidRPr="00F73937">
              <w:t xml:space="preserve"> undue value</w:t>
            </w:r>
            <w:r w:rsidR="0019491C">
              <w:t xml:space="preserve"> </w:t>
            </w:r>
            <w:r w:rsidRPr="00F73937">
              <w:t>added tax</w:t>
            </w:r>
          </w:p>
        </w:tc>
        <w:tc>
          <w:tcPr>
            <w:tcW w:w="1620" w:type="dxa"/>
            <w:tcBorders>
              <w:bottom w:val="single" w:sz="4" w:space="0" w:color="auto"/>
            </w:tcBorders>
            <w:shd w:val="clear" w:color="auto" w:fill="auto"/>
          </w:tcPr>
          <w:p w14:paraId="4BE2CCBA" w14:textId="7D1082AD" w:rsidR="00A24E96" w:rsidRPr="00F73937" w:rsidRDefault="00A35CE9" w:rsidP="0029532D">
            <w:pPr>
              <w:tabs>
                <w:tab w:val="left" w:pos="720"/>
                <w:tab w:val="left" w:pos="1146"/>
                <w:tab w:val="center" w:pos="1410"/>
              </w:tabs>
              <w:spacing w:line="240" w:lineRule="auto"/>
              <w:jc w:val="right"/>
            </w:pPr>
            <w:r w:rsidRPr="00A35CE9">
              <w:t>(4,589)</w:t>
            </w:r>
          </w:p>
        </w:tc>
        <w:tc>
          <w:tcPr>
            <w:tcW w:w="270" w:type="dxa"/>
          </w:tcPr>
          <w:p w14:paraId="56D4DE53" w14:textId="77777777" w:rsidR="00A24E96" w:rsidRPr="00F73937" w:rsidRDefault="00A24E96" w:rsidP="0029532D">
            <w:pPr>
              <w:spacing w:line="240" w:lineRule="auto"/>
              <w:ind w:right="76"/>
              <w:jc w:val="both"/>
            </w:pPr>
          </w:p>
        </w:tc>
        <w:tc>
          <w:tcPr>
            <w:tcW w:w="1620" w:type="dxa"/>
            <w:tcBorders>
              <w:bottom w:val="single" w:sz="4" w:space="0" w:color="auto"/>
            </w:tcBorders>
          </w:tcPr>
          <w:p w14:paraId="3F61FF6D" w14:textId="793D4FFA" w:rsidR="00A35CE9" w:rsidRPr="00CE19FD" w:rsidRDefault="00A35CE9" w:rsidP="00FD6E6C">
            <w:pPr>
              <w:tabs>
                <w:tab w:val="left" w:pos="1404"/>
              </w:tabs>
              <w:spacing w:line="240" w:lineRule="auto"/>
              <w:ind w:right="-650"/>
              <w:jc w:val="center"/>
            </w:pPr>
            <w:r w:rsidRPr="00CE19FD">
              <w:t>-</w:t>
            </w:r>
          </w:p>
        </w:tc>
        <w:tc>
          <w:tcPr>
            <w:tcW w:w="270" w:type="dxa"/>
          </w:tcPr>
          <w:p w14:paraId="2D90DA4E" w14:textId="77777777" w:rsidR="00A24E96" w:rsidRPr="00CE19FD" w:rsidRDefault="00A24E96" w:rsidP="0029532D">
            <w:pPr>
              <w:spacing w:line="240" w:lineRule="auto"/>
              <w:jc w:val="both"/>
            </w:pPr>
          </w:p>
        </w:tc>
        <w:tc>
          <w:tcPr>
            <w:tcW w:w="1440" w:type="dxa"/>
            <w:tcBorders>
              <w:bottom w:val="single" w:sz="4" w:space="0" w:color="auto"/>
            </w:tcBorders>
          </w:tcPr>
          <w:p w14:paraId="6B05BD13" w14:textId="7123CB10" w:rsidR="00A35CE9" w:rsidRPr="00CE19FD" w:rsidRDefault="00A35CE9" w:rsidP="00CE19FD">
            <w:pPr>
              <w:tabs>
                <w:tab w:val="left" w:pos="700"/>
              </w:tabs>
              <w:spacing w:line="240" w:lineRule="auto"/>
              <w:ind w:right="348"/>
              <w:jc w:val="right"/>
            </w:pPr>
            <w:r w:rsidRPr="00CE19FD">
              <w:t>-</w:t>
            </w:r>
          </w:p>
        </w:tc>
      </w:tr>
      <w:tr w:rsidR="009437C7" w:rsidRPr="00F73937" w14:paraId="599330B5" w14:textId="77777777" w:rsidTr="001E52EF">
        <w:trPr>
          <w:cantSplit/>
        </w:trPr>
        <w:tc>
          <w:tcPr>
            <w:tcW w:w="3960" w:type="dxa"/>
          </w:tcPr>
          <w:p w14:paraId="110D57D1" w14:textId="77777777" w:rsidR="009437C7" w:rsidRPr="00F73937" w:rsidRDefault="009437C7" w:rsidP="009437C7">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47EEAF2A" w14:textId="092EDB1D" w:rsidR="009437C7" w:rsidRPr="009437C7" w:rsidRDefault="009437C7" w:rsidP="009437C7">
            <w:pPr>
              <w:tabs>
                <w:tab w:val="left" w:pos="720"/>
              </w:tabs>
              <w:spacing w:line="240" w:lineRule="auto"/>
              <w:ind w:right="76"/>
              <w:jc w:val="right"/>
              <w:rPr>
                <w:b/>
                <w:bCs/>
              </w:rPr>
            </w:pPr>
            <w:r w:rsidRPr="009437C7">
              <w:rPr>
                <w:b/>
                <w:bCs/>
              </w:rPr>
              <w:t>64,952</w:t>
            </w:r>
          </w:p>
        </w:tc>
        <w:tc>
          <w:tcPr>
            <w:tcW w:w="270" w:type="dxa"/>
          </w:tcPr>
          <w:p w14:paraId="2AC2A79D" w14:textId="77777777" w:rsidR="009437C7" w:rsidRPr="009437C7" w:rsidRDefault="009437C7" w:rsidP="009437C7">
            <w:pPr>
              <w:spacing w:line="240" w:lineRule="auto"/>
              <w:ind w:right="76"/>
              <w:jc w:val="both"/>
              <w:rPr>
                <w:b/>
                <w:bCs/>
              </w:rPr>
            </w:pPr>
          </w:p>
        </w:tc>
        <w:tc>
          <w:tcPr>
            <w:tcW w:w="1620" w:type="dxa"/>
            <w:tcBorders>
              <w:top w:val="single" w:sz="4" w:space="0" w:color="auto"/>
              <w:bottom w:val="single" w:sz="4" w:space="0" w:color="auto"/>
            </w:tcBorders>
          </w:tcPr>
          <w:p w14:paraId="08A50536" w14:textId="65988E1F" w:rsidR="009437C7" w:rsidRPr="009437C7" w:rsidRDefault="009437C7" w:rsidP="009437C7">
            <w:pPr>
              <w:tabs>
                <w:tab w:val="left" w:pos="720"/>
              </w:tabs>
              <w:spacing w:line="240" w:lineRule="auto"/>
              <w:ind w:right="76"/>
              <w:jc w:val="right"/>
              <w:rPr>
                <w:b/>
                <w:bCs/>
              </w:rPr>
            </w:pPr>
            <w:r w:rsidRPr="009437C7">
              <w:rPr>
                <w:b/>
                <w:bCs/>
              </w:rPr>
              <w:t>26,378</w:t>
            </w:r>
          </w:p>
        </w:tc>
        <w:tc>
          <w:tcPr>
            <w:tcW w:w="270" w:type="dxa"/>
          </w:tcPr>
          <w:p w14:paraId="3DC58D8F" w14:textId="77777777" w:rsidR="009437C7" w:rsidRPr="009437C7" w:rsidRDefault="009437C7" w:rsidP="009437C7">
            <w:pPr>
              <w:spacing w:line="240" w:lineRule="auto"/>
              <w:jc w:val="both"/>
              <w:rPr>
                <w:b/>
                <w:bCs/>
              </w:rPr>
            </w:pPr>
          </w:p>
        </w:tc>
        <w:tc>
          <w:tcPr>
            <w:tcW w:w="1440" w:type="dxa"/>
            <w:tcBorders>
              <w:top w:val="single" w:sz="4" w:space="0" w:color="auto"/>
              <w:bottom w:val="single" w:sz="4" w:space="0" w:color="auto"/>
            </w:tcBorders>
          </w:tcPr>
          <w:p w14:paraId="34EF40BC" w14:textId="28912A02" w:rsidR="009437C7" w:rsidRPr="009437C7" w:rsidRDefault="009437C7" w:rsidP="009437C7">
            <w:pPr>
              <w:tabs>
                <w:tab w:val="left" w:pos="720"/>
              </w:tabs>
              <w:spacing w:line="240" w:lineRule="auto"/>
              <w:ind w:right="76"/>
              <w:jc w:val="right"/>
              <w:rPr>
                <w:b/>
                <w:bCs/>
              </w:rPr>
            </w:pPr>
            <w:r w:rsidRPr="009437C7">
              <w:rPr>
                <w:b/>
                <w:bCs/>
              </w:rPr>
              <w:t>1,769</w:t>
            </w:r>
          </w:p>
        </w:tc>
      </w:tr>
      <w:tr w:rsidR="00A24E96" w:rsidRPr="00F73937" w14:paraId="30F3AC1B" w14:textId="77777777" w:rsidTr="001E52EF">
        <w:trPr>
          <w:cantSplit/>
        </w:trPr>
        <w:tc>
          <w:tcPr>
            <w:tcW w:w="3960" w:type="dxa"/>
          </w:tcPr>
          <w:p w14:paraId="7EC0635F" w14:textId="77777777" w:rsidR="00A24E96" w:rsidRPr="00F73937" w:rsidRDefault="00A24E96" w:rsidP="0029532D">
            <w:pPr>
              <w:spacing w:line="240" w:lineRule="atLeast"/>
              <w:ind w:left="258" w:right="-108"/>
            </w:pPr>
          </w:p>
        </w:tc>
        <w:tc>
          <w:tcPr>
            <w:tcW w:w="1620" w:type="dxa"/>
            <w:tcBorders>
              <w:top w:val="single" w:sz="4" w:space="0" w:color="auto"/>
            </w:tcBorders>
            <w:shd w:val="clear" w:color="auto" w:fill="auto"/>
          </w:tcPr>
          <w:p w14:paraId="35B128A0" w14:textId="77777777" w:rsidR="00A24E96" w:rsidRPr="00F73937" w:rsidRDefault="00A24E96" w:rsidP="0029532D">
            <w:pPr>
              <w:tabs>
                <w:tab w:val="decimal" w:pos="1152"/>
              </w:tabs>
              <w:spacing w:line="240" w:lineRule="atLeast"/>
              <w:ind w:left="258" w:right="-124"/>
            </w:pPr>
          </w:p>
        </w:tc>
        <w:tc>
          <w:tcPr>
            <w:tcW w:w="270" w:type="dxa"/>
            <w:vAlign w:val="bottom"/>
          </w:tcPr>
          <w:p w14:paraId="6870585E" w14:textId="77777777" w:rsidR="00A24E96" w:rsidRPr="00F73937"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38FAEA9C" w14:textId="77777777" w:rsidR="00A24E96" w:rsidRPr="00F73937" w:rsidRDefault="00A24E96" w:rsidP="0029532D">
            <w:pPr>
              <w:tabs>
                <w:tab w:val="decimal" w:pos="1224"/>
              </w:tabs>
              <w:spacing w:line="240" w:lineRule="atLeast"/>
              <w:ind w:left="258" w:right="-124"/>
            </w:pPr>
          </w:p>
        </w:tc>
        <w:tc>
          <w:tcPr>
            <w:tcW w:w="270" w:type="dxa"/>
          </w:tcPr>
          <w:p w14:paraId="0D07420F" w14:textId="77777777" w:rsidR="00A24E96" w:rsidRPr="00F73937" w:rsidRDefault="00A24E96" w:rsidP="0029532D">
            <w:pPr>
              <w:tabs>
                <w:tab w:val="decimal" w:pos="1179"/>
              </w:tabs>
              <w:spacing w:line="240" w:lineRule="atLeast"/>
              <w:ind w:left="-108" w:right="-124"/>
            </w:pPr>
          </w:p>
        </w:tc>
        <w:tc>
          <w:tcPr>
            <w:tcW w:w="1440" w:type="dxa"/>
            <w:tcBorders>
              <w:top w:val="single" w:sz="4" w:space="0" w:color="auto"/>
            </w:tcBorders>
          </w:tcPr>
          <w:p w14:paraId="369FF12A" w14:textId="77777777" w:rsidR="00A24E96" w:rsidRPr="00F73937" w:rsidRDefault="00A24E96" w:rsidP="0029532D">
            <w:pPr>
              <w:tabs>
                <w:tab w:val="decimal" w:pos="1242"/>
              </w:tabs>
              <w:spacing w:line="240" w:lineRule="atLeast"/>
              <w:ind w:left="-108" w:right="-124"/>
            </w:pPr>
          </w:p>
        </w:tc>
      </w:tr>
      <w:tr w:rsidR="00A24E96" w:rsidRPr="00F73937" w14:paraId="70D4B054" w14:textId="77777777" w:rsidTr="001E52EF">
        <w:trPr>
          <w:cantSplit/>
        </w:trPr>
        <w:tc>
          <w:tcPr>
            <w:tcW w:w="7470" w:type="dxa"/>
            <w:gridSpan w:val="4"/>
          </w:tcPr>
          <w:p w14:paraId="0F1E451A" w14:textId="77777777" w:rsidR="00A24E96" w:rsidRPr="00F73937" w:rsidRDefault="00A24E96" w:rsidP="0029532D">
            <w:pPr>
              <w:spacing w:line="240" w:lineRule="atLeast"/>
              <w:ind w:left="258" w:right="-124"/>
              <w:rPr>
                <w:rFonts w:cs="Angsana New"/>
                <w:i/>
                <w:iCs/>
              </w:rPr>
            </w:pPr>
            <w:r w:rsidRPr="00F73937">
              <w:rPr>
                <w:rFonts w:cs="Angsana New"/>
                <w:i/>
                <w:iCs/>
              </w:rPr>
              <w:t>High value receivables</w:t>
            </w:r>
          </w:p>
        </w:tc>
        <w:tc>
          <w:tcPr>
            <w:tcW w:w="270" w:type="dxa"/>
          </w:tcPr>
          <w:p w14:paraId="174DC041" w14:textId="77777777" w:rsidR="00A24E96" w:rsidRPr="00F73937" w:rsidRDefault="00A24E96" w:rsidP="0029532D">
            <w:pPr>
              <w:tabs>
                <w:tab w:val="decimal" w:pos="1179"/>
              </w:tabs>
              <w:spacing w:line="240" w:lineRule="atLeast"/>
              <w:ind w:left="-108" w:right="-124"/>
            </w:pPr>
          </w:p>
        </w:tc>
        <w:tc>
          <w:tcPr>
            <w:tcW w:w="1440" w:type="dxa"/>
          </w:tcPr>
          <w:p w14:paraId="6BCB49A2" w14:textId="77777777" w:rsidR="00A24E96" w:rsidRPr="00F73937" w:rsidRDefault="00A24E96" w:rsidP="0029532D">
            <w:pPr>
              <w:tabs>
                <w:tab w:val="decimal" w:pos="1242"/>
              </w:tabs>
              <w:spacing w:line="240" w:lineRule="atLeast"/>
              <w:ind w:left="-108" w:right="-124"/>
            </w:pPr>
          </w:p>
        </w:tc>
      </w:tr>
      <w:tr w:rsidR="00EA7E2F" w:rsidRPr="00F73937" w14:paraId="1C075255" w14:textId="77777777" w:rsidTr="002866A5">
        <w:trPr>
          <w:cantSplit/>
        </w:trPr>
        <w:tc>
          <w:tcPr>
            <w:tcW w:w="3960" w:type="dxa"/>
          </w:tcPr>
          <w:p w14:paraId="2A7D76AF" w14:textId="77777777" w:rsidR="00EA7E2F" w:rsidRPr="00F73937" w:rsidRDefault="00EA7E2F" w:rsidP="00EA7E2F">
            <w:pPr>
              <w:spacing w:line="240" w:lineRule="atLeast"/>
              <w:ind w:left="258" w:right="-108"/>
            </w:pPr>
            <w:r w:rsidRPr="00F73937">
              <w:t>Portion of overdue</w:t>
            </w:r>
          </w:p>
        </w:tc>
        <w:tc>
          <w:tcPr>
            <w:tcW w:w="1620" w:type="dxa"/>
            <w:shd w:val="clear" w:color="auto" w:fill="auto"/>
          </w:tcPr>
          <w:p w14:paraId="2A3EEE45" w14:textId="391A6569" w:rsidR="00EA7E2F" w:rsidRPr="00F73937" w:rsidRDefault="00EA7E2F" w:rsidP="005A09E9">
            <w:pPr>
              <w:tabs>
                <w:tab w:val="decimal" w:pos="1334"/>
              </w:tabs>
              <w:spacing w:line="240" w:lineRule="atLeast"/>
              <w:ind w:left="258" w:right="-124"/>
            </w:pPr>
            <w:r w:rsidRPr="00967FB0">
              <w:t>235</w:t>
            </w:r>
          </w:p>
        </w:tc>
        <w:tc>
          <w:tcPr>
            <w:tcW w:w="270" w:type="dxa"/>
          </w:tcPr>
          <w:p w14:paraId="4B47869C" w14:textId="77777777" w:rsidR="00EA7E2F" w:rsidRPr="00F73937" w:rsidRDefault="00EA7E2F" w:rsidP="00EA7E2F">
            <w:pPr>
              <w:pStyle w:val="3"/>
              <w:tabs>
                <w:tab w:val="clear" w:pos="360"/>
                <w:tab w:val="clear" w:pos="720"/>
                <w:tab w:val="decimal" w:pos="1212"/>
              </w:tabs>
              <w:spacing w:line="240" w:lineRule="atLeast"/>
              <w:ind w:left="258" w:right="-124"/>
              <w:rPr>
                <w:rFonts w:cs="Times New Roman"/>
                <w:lang w:val="en-US"/>
              </w:rPr>
            </w:pPr>
          </w:p>
        </w:tc>
        <w:tc>
          <w:tcPr>
            <w:tcW w:w="1620" w:type="dxa"/>
          </w:tcPr>
          <w:p w14:paraId="1203FBB2" w14:textId="44B14184" w:rsidR="00EA7E2F" w:rsidRPr="00F73937" w:rsidRDefault="00EA7E2F" w:rsidP="00695662">
            <w:pPr>
              <w:tabs>
                <w:tab w:val="decimal" w:pos="1246"/>
              </w:tabs>
              <w:spacing w:line="240" w:lineRule="atLeast"/>
              <w:ind w:left="258" w:right="-124"/>
            </w:pPr>
            <w:r w:rsidRPr="00967FB0">
              <w:t>66</w:t>
            </w:r>
          </w:p>
        </w:tc>
        <w:tc>
          <w:tcPr>
            <w:tcW w:w="270" w:type="dxa"/>
          </w:tcPr>
          <w:p w14:paraId="3DDB9A28" w14:textId="77777777" w:rsidR="00EA7E2F" w:rsidRPr="00F73937" w:rsidRDefault="00EA7E2F" w:rsidP="00EA7E2F">
            <w:pPr>
              <w:tabs>
                <w:tab w:val="decimal" w:pos="1179"/>
              </w:tabs>
              <w:spacing w:line="240" w:lineRule="atLeast"/>
              <w:ind w:left="-108" w:right="-124"/>
            </w:pPr>
          </w:p>
        </w:tc>
        <w:tc>
          <w:tcPr>
            <w:tcW w:w="1440" w:type="dxa"/>
          </w:tcPr>
          <w:p w14:paraId="22C9351D" w14:textId="5F2B2CA8" w:rsidR="00EA7E2F" w:rsidRPr="00F73937" w:rsidRDefault="00EA7E2F" w:rsidP="00695662">
            <w:pPr>
              <w:tabs>
                <w:tab w:val="decimal" w:pos="1150"/>
              </w:tabs>
              <w:spacing w:line="240" w:lineRule="atLeast"/>
              <w:ind w:left="-108" w:right="-124"/>
            </w:pPr>
            <w:r w:rsidRPr="00967FB0">
              <w:t>33</w:t>
            </w:r>
          </w:p>
        </w:tc>
      </w:tr>
      <w:tr w:rsidR="00EE64B6" w:rsidRPr="00F73937" w14:paraId="61BF6CE5" w14:textId="77777777" w:rsidTr="00B83655">
        <w:trPr>
          <w:cantSplit/>
          <w:trHeight w:val="146"/>
        </w:trPr>
        <w:tc>
          <w:tcPr>
            <w:tcW w:w="3960" w:type="dxa"/>
            <w:vAlign w:val="bottom"/>
          </w:tcPr>
          <w:p w14:paraId="5FEE5494" w14:textId="4597EFA8" w:rsidR="00EE64B6" w:rsidRPr="00F73937" w:rsidRDefault="00EE64B6" w:rsidP="00B83655">
            <w:pPr>
              <w:spacing w:line="240" w:lineRule="atLeast"/>
              <w:ind w:left="520" w:hanging="270"/>
            </w:pPr>
            <w:r w:rsidRPr="00F73937">
              <w:rPr>
                <w:i/>
                <w:iCs/>
              </w:rPr>
              <w:t>Less</w:t>
            </w:r>
            <w:r w:rsidRPr="00F73937">
              <w:t xml:space="preserve"> undue value</w:t>
            </w:r>
            <w:r w:rsidR="00B83655">
              <w:rPr>
                <w:rFonts w:cstheme="minorBidi" w:hint="cs"/>
                <w:cs/>
              </w:rPr>
              <w:t xml:space="preserve"> </w:t>
            </w:r>
            <w:r w:rsidRPr="00F73937">
              <w:t>added tax</w:t>
            </w:r>
          </w:p>
        </w:tc>
        <w:tc>
          <w:tcPr>
            <w:tcW w:w="1620" w:type="dxa"/>
            <w:tcBorders>
              <w:bottom w:val="single" w:sz="4" w:space="0" w:color="auto"/>
            </w:tcBorders>
            <w:shd w:val="clear" w:color="auto" w:fill="auto"/>
          </w:tcPr>
          <w:p w14:paraId="552F9977" w14:textId="250F602B" w:rsidR="00E4394F" w:rsidRPr="00F73937" w:rsidRDefault="00E4394F" w:rsidP="00CE19FD">
            <w:pPr>
              <w:spacing w:line="240" w:lineRule="auto"/>
              <w:jc w:val="right"/>
            </w:pPr>
            <w:r>
              <w:t>(10)</w:t>
            </w:r>
          </w:p>
        </w:tc>
        <w:tc>
          <w:tcPr>
            <w:tcW w:w="270" w:type="dxa"/>
          </w:tcPr>
          <w:p w14:paraId="1E1F530F" w14:textId="77777777" w:rsidR="00EE64B6" w:rsidRPr="00F73937" w:rsidRDefault="00EE64B6" w:rsidP="0029532D">
            <w:pPr>
              <w:spacing w:line="240" w:lineRule="auto"/>
              <w:ind w:right="76"/>
              <w:jc w:val="both"/>
            </w:pPr>
          </w:p>
        </w:tc>
        <w:tc>
          <w:tcPr>
            <w:tcW w:w="1620" w:type="dxa"/>
            <w:tcBorders>
              <w:bottom w:val="single" w:sz="4" w:space="0" w:color="auto"/>
            </w:tcBorders>
          </w:tcPr>
          <w:p w14:paraId="32C21E59" w14:textId="34B2A429" w:rsidR="00E4394F" w:rsidRPr="00F73937" w:rsidRDefault="00E4394F" w:rsidP="00CE19FD">
            <w:pPr>
              <w:tabs>
                <w:tab w:val="left" w:pos="1404"/>
              </w:tabs>
              <w:spacing w:line="240" w:lineRule="auto"/>
              <w:ind w:right="-650"/>
              <w:jc w:val="center"/>
            </w:pPr>
            <w:r>
              <w:t>-</w:t>
            </w:r>
          </w:p>
        </w:tc>
        <w:tc>
          <w:tcPr>
            <w:tcW w:w="270" w:type="dxa"/>
          </w:tcPr>
          <w:p w14:paraId="5C130323" w14:textId="77777777" w:rsidR="00EE64B6" w:rsidRPr="00F73937" w:rsidRDefault="00EE64B6" w:rsidP="0029532D">
            <w:pPr>
              <w:spacing w:line="240" w:lineRule="auto"/>
              <w:ind w:right="76"/>
              <w:jc w:val="both"/>
            </w:pPr>
          </w:p>
        </w:tc>
        <w:tc>
          <w:tcPr>
            <w:tcW w:w="1440" w:type="dxa"/>
            <w:tcBorders>
              <w:bottom w:val="single" w:sz="4" w:space="0" w:color="auto"/>
            </w:tcBorders>
          </w:tcPr>
          <w:p w14:paraId="1C6B76F6" w14:textId="653879A0" w:rsidR="00E4394F" w:rsidRPr="00F73937" w:rsidRDefault="00E4394F" w:rsidP="00CE19FD">
            <w:pPr>
              <w:tabs>
                <w:tab w:val="left" w:pos="720"/>
              </w:tabs>
              <w:spacing w:line="240" w:lineRule="auto"/>
              <w:ind w:right="348"/>
              <w:jc w:val="right"/>
            </w:pPr>
            <w:r>
              <w:t>-</w:t>
            </w:r>
          </w:p>
        </w:tc>
      </w:tr>
      <w:tr w:rsidR="00A244CE" w:rsidRPr="00F73937" w14:paraId="7200A705" w14:textId="77777777" w:rsidTr="009E7BDE">
        <w:trPr>
          <w:cantSplit/>
        </w:trPr>
        <w:tc>
          <w:tcPr>
            <w:tcW w:w="3960" w:type="dxa"/>
          </w:tcPr>
          <w:p w14:paraId="07C16982" w14:textId="5303A835" w:rsidR="00A244CE" w:rsidRPr="00F73937" w:rsidRDefault="00A244CE" w:rsidP="00A244CE">
            <w:pPr>
              <w:spacing w:line="240" w:lineRule="atLeast"/>
              <w:ind w:left="258" w:right="-108"/>
            </w:pPr>
            <w:r w:rsidRPr="00F73937">
              <w:rPr>
                <w:b/>
                <w:bCs/>
              </w:rPr>
              <w:t>Total</w:t>
            </w:r>
          </w:p>
        </w:tc>
        <w:tc>
          <w:tcPr>
            <w:tcW w:w="1620" w:type="dxa"/>
            <w:tcBorders>
              <w:top w:val="single" w:sz="4" w:space="0" w:color="auto"/>
              <w:bottom w:val="single" w:sz="4" w:space="0" w:color="auto"/>
            </w:tcBorders>
            <w:shd w:val="clear" w:color="auto" w:fill="auto"/>
          </w:tcPr>
          <w:p w14:paraId="21F94B50" w14:textId="1BC8FF36" w:rsidR="00A244CE" w:rsidRPr="00A244CE" w:rsidRDefault="00A244CE" w:rsidP="005A09E9">
            <w:pPr>
              <w:tabs>
                <w:tab w:val="left" w:pos="884"/>
              </w:tabs>
              <w:spacing w:line="240" w:lineRule="auto"/>
              <w:ind w:right="74"/>
              <w:jc w:val="right"/>
              <w:rPr>
                <w:b/>
                <w:bCs/>
              </w:rPr>
            </w:pPr>
            <w:r w:rsidRPr="00A244CE">
              <w:rPr>
                <w:b/>
                <w:bCs/>
              </w:rPr>
              <w:t>225</w:t>
            </w:r>
          </w:p>
        </w:tc>
        <w:tc>
          <w:tcPr>
            <w:tcW w:w="270" w:type="dxa"/>
          </w:tcPr>
          <w:p w14:paraId="73CB008B" w14:textId="77777777" w:rsidR="00A244CE" w:rsidRPr="00A244CE" w:rsidRDefault="00A244CE" w:rsidP="00A244CE">
            <w:pPr>
              <w:spacing w:line="240" w:lineRule="auto"/>
              <w:ind w:right="76"/>
              <w:jc w:val="both"/>
              <w:rPr>
                <w:b/>
                <w:bCs/>
              </w:rPr>
            </w:pPr>
          </w:p>
        </w:tc>
        <w:tc>
          <w:tcPr>
            <w:tcW w:w="1620" w:type="dxa"/>
            <w:tcBorders>
              <w:top w:val="single" w:sz="4" w:space="0" w:color="auto"/>
              <w:bottom w:val="single" w:sz="4" w:space="0" w:color="auto"/>
            </w:tcBorders>
          </w:tcPr>
          <w:p w14:paraId="4DE0D572" w14:textId="08F38121" w:rsidR="00A244CE" w:rsidRPr="00A244CE" w:rsidRDefault="00A244CE" w:rsidP="00695662">
            <w:pPr>
              <w:tabs>
                <w:tab w:val="decimal" w:pos="1246"/>
                <w:tab w:val="left" w:pos="1516"/>
              </w:tabs>
              <w:spacing w:line="240" w:lineRule="auto"/>
              <w:ind w:left="256" w:right="-650"/>
              <w:jc w:val="center"/>
              <w:rPr>
                <w:b/>
                <w:bCs/>
              </w:rPr>
            </w:pPr>
            <w:r w:rsidRPr="00A244CE">
              <w:rPr>
                <w:b/>
                <w:bCs/>
              </w:rPr>
              <w:t>66</w:t>
            </w:r>
          </w:p>
        </w:tc>
        <w:tc>
          <w:tcPr>
            <w:tcW w:w="270" w:type="dxa"/>
          </w:tcPr>
          <w:p w14:paraId="4569677B" w14:textId="77777777" w:rsidR="00A244CE" w:rsidRPr="00A244CE" w:rsidRDefault="00A244CE" w:rsidP="00FD6E6C">
            <w:pPr>
              <w:tabs>
                <w:tab w:val="left" w:pos="1151"/>
                <w:tab w:val="left" w:pos="1333"/>
                <w:tab w:val="left" w:pos="1511"/>
              </w:tabs>
              <w:spacing w:line="240" w:lineRule="auto"/>
              <w:ind w:right="76"/>
              <w:jc w:val="both"/>
              <w:rPr>
                <w:b/>
                <w:bCs/>
              </w:rPr>
            </w:pPr>
          </w:p>
        </w:tc>
        <w:tc>
          <w:tcPr>
            <w:tcW w:w="1440" w:type="dxa"/>
            <w:tcBorders>
              <w:top w:val="single" w:sz="4" w:space="0" w:color="auto"/>
              <w:bottom w:val="single" w:sz="4" w:space="0" w:color="auto"/>
            </w:tcBorders>
          </w:tcPr>
          <w:p w14:paraId="27EAB3CE" w14:textId="00AD7F8C" w:rsidR="00A244CE" w:rsidRPr="00A244CE" w:rsidRDefault="00A244CE" w:rsidP="00FD6E6C">
            <w:pPr>
              <w:tabs>
                <w:tab w:val="left" w:pos="720"/>
                <w:tab w:val="left" w:pos="1333"/>
                <w:tab w:val="left" w:pos="1511"/>
              </w:tabs>
              <w:spacing w:line="240" w:lineRule="auto"/>
              <w:ind w:right="70"/>
              <w:jc w:val="right"/>
              <w:rPr>
                <w:b/>
                <w:bCs/>
              </w:rPr>
            </w:pPr>
            <w:r w:rsidRPr="00A244CE">
              <w:rPr>
                <w:b/>
                <w:bCs/>
              </w:rPr>
              <w:t>33</w:t>
            </w:r>
          </w:p>
        </w:tc>
      </w:tr>
    </w:tbl>
    <w:p w14:paraId="335B2A2B" w14:textId="77777777" w:rsidR="00F92E09" w:rsidRPr="00F73937" w:rsidRDefault="00F92E09" w:rsidP="00657621">
      <w:pPr>
        <w:spacing w:line="240" w:lineRule="atLeast"/>
        <w:ind w:left="540" w:firstLine="90"/>
      </w:pPr>
    </w:p>
    <w:p w14:paraId="4B6D757C" w14:textId="544AEBE3" w:rsidR="00F92E09" w:rsidRPr="00F73937" w:rsidRDefault="00F92E09" w:rsidP="00F92E09">
      <w:pPr>
        <w:spacing w:line="240" w:lineRule="atLeast"/>
        <w:ind w:left="540"/>
        <w:rPr>
          <w:spacing w:val="-2"/>
        </w:rPr>
      </w:pPr>
      <w:r w:rsidRPr="00F73937">
        <w:rPr>
          <w:spacing w:val="-2"/>
        </w:rPr>
        <w:t>*Net of unearned interest income, collateral and undue value added tax</w:t>
      </w:r>
    </w:p>
    <w:p w14:paraId="0FA9C026" w14:textId="4702ECE3" w:rsidR="007A40AA" w:rsidRDefault="007A40AA" w:rsidP="00CE19FD">
      <w:pPr>
        <w:spacing w:line="240" w:lineRule="atLeast"/>
        <w:rPr>
          <w:rFonts w:cstheme="minorBidi"/>
        </w:rPr>
      </w:pPr>
    </w:p>
    <w:p w14:paraId="56469E20" w14:textId="6E2D0D69" w:rsidR="002F3880" w:rsidRDefault="002F3880" w:rsidP="00CE19FD">
      <w:pPr>
        <w:spacing w:line="240" w:lineRule="atLeast"/>
        <w:rPr>
          <w:rFonts w:cstheme="minorBidi"/>
        </w:rPr>
      </w:pPr>
    </w:p>
    <w:p w14:paraId="5168628A" w14:textId="2C992977" w:rsidR="002F3880" w:rsidRDefault="002F3880" w:rsidP="00CE19FD">
      <w:pPr>
        <w:spacing w:line="240" w:lineRule="atLeast"/>
        <w:rPr>
          <w:rFonts w:cstheme="minorBidi"/>
        </w:rPr>
      </w:pPr>
    </w:p>
    <w:p w14:paraId="0AD89233" w14:textId="7B547B8B" w:rsidR="002F3880" w:rsidRDefault="002F3880" w:rsidP="00CE19FD">
      <w:pPr>
        <w:spacing w:line="240" w:lineRule="atLeast"/>
        <w:rPr>
          <w:rFonts w:cstheme="minorBidi"/>
        </w:rPr>
      </w:pPr>
    </w:p>
    <w:p w14:paraId="73147622" w14:textId="77777777" w:rsidR="0019491C" w:rsidRDefault="0019491C" w:rsidP="00CE19FD">
      <w:pPr>
        <w:spacing w:line="240" w:lineRule="atLeast"/>
        <w:rPr>
          <w:rFonts w:cstheme="minorBidi"/>
        </w:rPr>
      </w:pPr>
    </w:p>
    <w:p w14:paraId="4DBFC1BD" w14:textId="50785AE2" w:rsidR="002F3880" w:rsidRDefault="002F3880" w:rsidP="00CE19FD">
      <w:pPr>
        <w:spacing w:line="240" w:lineRule="atLeast"/>
        <w:rPr>
          <w:rFonts w:cstheme="minorBidi"/>
        </w:rPr>
      </w:pPr>
    </w:p>
    <w:p w14:paraId="3443672B" w14:textId="77777777" w:rsidR="002F3880" w:rsidRPr="00CE19FD" w:rsidRDefault="002F3880" w:rsidP="00CE19FD">
      <w:pPr>
        <w:spacing w:line="240" w:lineRule="atLeast"/>
        <w:rPr>
          <w:rFonts w:cstheme="minorBidi"/>
        </w:rPr>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AC3842" w:rsidRPr="00F73937" w14:paraId="0EA26554" w14:textId="77777777" w:rsidTr="005C60FE">
        <w:trPr>
          <w:cantSplit/>
        </w:trPr>
        <w:tc>
          <w:tcPr>
            <w:tcW w:w="3960" w:type="dxa"/>
          </w:tcPr>
          <w:p w14:paraId="164E009B" w14:textId="77777777" w:rsidR="00AC3842" w:rsidRPr="00F73937" w:rsidRDefault="00AC3842" w:rsidP="0029532D">
            <w:pPr>
              <w:spacing w:line="240" w:lineRule="atLeast"/>
              <w:rPr>
                <w:i/>
                <w:iCs/>
              </w:rPr>
            </w:pPr>
          </w:p>
        </w:tc>
        <w:tc>
          <w:tcPr>
            <w:tcW w:w="5220" w:type="dxa"/>
            <w:gridSpan w:val="5"/>
            <w:shd w:val="clear" w:color="auto" w:fill="auto"/>
          </w:tcPr>
          <w:p w14:paraId="4751226C" w14:textId="573AD4EF" w:rsidR="00AC3842" w:rsidRPr="00F73937" w:rsidRDefault="00AC3842" w:rsidP="005862F9">
            <w:pPr>
              <w:pStyle w:val="BodyText"/>
              <w:spacing w:after="0" w:line="240" w:lineRule="atLeast"/>
              <w:ind w:left="-108" w:right="-110"/>
              <w:jc w:val="center"/>
              <w:rPr>
                <w:lang w:val="en-GB"/>
              </w:rPr>
            </w:pPr>
            <w:r w:rsidRPr="00F73937">
              <w:rPr>
                <w:b/>
                <w:bCs/>
                <w:lang w:val="en-GB"/>
              </w:rPr>
              <w:t>Consolidated financial statements</w:t>
            </w:r>
          </w:p>
        </w:tc>
      </w:tr>
      <w:tr w:rsidR="00AC3842" w:rsidRPr="00F73937" w14:paraId="74E3F4E5" w14:textId="77777777" w:rsidTr="005C60FE">
        <w:trPr>
          <w:cantSplit/>
        </w:trPr>
        <w:tc>
          <w:tcPr>
            <w:tcW w:w="3960" w:type="dxa"/>
          </w:tcPr>
          <w:p w14:paraId="57B693CE" w14:textId="77777777" w:rsidR="00AC3842" w:rsidRPr="00F73937" w:rsidRDefault="00AC3842" w:rsidP="00AC3842">
            <w:pPr>
              <w:spacing w:line="240" w:lineRule="atLeast"/>
              <w:rPr>
                <w:i/>
                <w:iCs/>
              </w:rPr>
            </w:pPr>
          </w:p>
          <w:p w14:paraId="4F8C1DC0" w14:textId="77777777" w:rsidR="00AC3842" w:rsidRPr="00F73937" w:rsidRDefault="00AC3842" w:rsidP="00AC3842">
            <w:pPr>
              <w:spacing w:line="240" w:lineRule="atLeast"/>
              <w:rPr>
                <w:rFonts w:cs="Cordia New"/>
                <w:b/>
                <w:bCs/>
                <w:i/>
                <w:iCs/>
              </w:rPr>
            </w:pPr>
          </w:p>
          <w:p w14:paraId="4D5E3C5F" w14:textId="77777777" w:rsidR="00AC3842" w:rsidRPr="00F73937" w:rsidRDefault="00AC3842" w:rsidP="00AC3842">
            <w:pPr>
              <w:spacing w:line="240" w:lineRule="atLeast"/>
              <w:rPr>
                <w:rFonts w:cs="Cordia New"/>
                <w:b/>
                <w:bCs/>
                <w:i/>
                <w:iCs/>
              </w:rPr>
            </w:pPr>
          </w:p>
          <w:p w14:paraId="333ED863" w14:textId="77777777" w:rsidR="00AC3842" w:rsidRPr="00F73937" w:rsidRDefault="00AC3842" w:rsidP="00AC3842">
            <w:pPr>
              <w:spacing w:line="240" w:lineRule="atLeast"/>
              <w:rPr>
                <w:rFonts w:cs="Cordia New"/>
                <w:b/>
                <w:bCs/>
                <w:i/>
                <w:iCs/>
              </w:rPr>
            </w:pPr>
          </w:p>
          <w:p w14:paraId="0D001992" w14:textId="77777777" w:rsidR="00AC3842" w:rsidRPr="00F73937" w:rsidRDefault="00AC3842" w:rsidP="00AC3842">
            <w:pPr>
              <w:spacing w:line="240" w:lineRule="atLeast"/>
              <w:rPr>
                <w:rFonts w:cs="Cordia New"/>
                <w:b/>
                <w:bCs/>
                <w:i/>
                <w:iCs/>
              </w:rPr>
            </w:pPr>
          </w:p>
        </w:tc>
        <w:tc>
          <w:tcPr>
            <w:tcW w:w="1620" w:type="dxa"/>
            <w:shd w:val="clear" w:color="auto" w:fill="auto"/>
          </w:tcPr>
          <w:p w14:paraId="08C64C65" w14:textId="19378E95" w:rsidR="00AC3842" w:rsidRPr="00F73937" w:rsidRDefault="00AC3842" w:rsidP="00AC3842">
            <w:pPr>
              <w:pStyle w:val="acctmergecolhdg"/>
              <w:spacing w:line="240" w:lineRule="atLeast"/>
              <w:ind w:left="-169" w:right="-142"/>
              <w:rPr>
                <w:b w:val="0"/>
                <w:bCs/>
              </w:rPr>
            </w:pPr>
            <w:r w:rsidRPr="00F73937">
              <w:rPr>
                <w:b w:val="0"/>
                <w:bCs/>
              </w:rPr>
              <w:t>Installment accounts receivable - net of unearned interest income</w:t>
            </w:r>
          </w:p>
        </w:tc>
        <w:tc>
          <w:tcPr>
            <w:tcW w:w="270" w:type="dxa"/>
          </w:tcPr>
          <w:p w14:paraId="3A6D6C19" w14:textId="77777777" w:rsidR="00AC3842" w:rsidRPr="00F73937" w:rsidRDefault="00AC3842" w:rsidP="00AC3842">
            <w:pPr>
              <w:pStyle w:val="acctmergecolhdg"/>
              <w:spacing w:line="240" w:lineRule="atLeast"/>
              <w:ind w:left="-169" w:right="-142"/>
              <w:rPr>
                <w:b w:val="0"/>
                <w:bCs/>
              </w:rPr>
            </w:pPr>
          </w:p>
        </w:tc>
        <w:tc>
          <w:tcPr>
            <w:tcW w:w="1620" w:type="dxa"/>
          </w:tcPr>
          <w:p w14:paraId="6FFF6B14" w14:textId="77777777" w:rsidR="00AC3842" w:rsidRPr="00F73937" w:rsidRDefault="00AC3842" w:rsidP="00AC3842">
            <w:pPr>
              <w:autoSpaceDE w:val="0"/>
              <w:autoSpaceDN w:val="0"/>
              <w:adjustRightInd w:val="0"/>
              <w:jc w:val="center"/>
            </w:pPr>
            <w:r w:rsidRPr="00F73937">
              <w:t>Net receivables</w:t>
            </w:r>
          </w:p>
          <w:p w14:paraId="34BBBF26" w14:textId="77777777" w:rsidR="00AC3842" w:rsidRPr="00F73937" w:rsidRDefault="00AC3842" w:rsidP="00AC3842">
            <w:pPr>
              <w:autoSpaceDE w:val="0"/>
              <w:autoSpaceDN w:val="0"/>
              <w:adjustRightInd w:val="0"/>
              <w:ind w:left="-99" w:right="-135"/>
              <w:jc w:val="center"/>
            </w:pPr>
            <w:r w:rsidRPr="00F73937">
              <w:t>for setting up</w:t>
            </w:r>
          </w:p>
          <w:p w14:paraId="21A0E967" w14:textId="77777777" w:rsidR="00AC3842" w:rsidRPr="00F73937" w:rsidRDefault="00AC3842" w:rsidP="00AC3842">
            <w:pPr>
              <w:pStyle w:val="acctmergecolhdg"/>
              <w:spacing w:line="240" w:lineRule="atLeast"/>
              <w:ind w:left="-169" w:right="-142"/>
              <w:rPr>
                <w:b w:val="0"/>
              </w:rPr>
            </w:pPr>
            <w:r w:rsidRPr="00F73937">
              <w:rPr>
                <w:b w:val="0"/>
              </w:rPr>
              <w:t>allowance for</w:t>
            </w:r>
          </w:p>
          <w:p w14:paraId="3526CAAB" w14:textId="77777777" w:rsidR="00AC3842" w:rsidRPr="00F73937" w:rsidRDefault="00AC3842" w:rsidP="00AC3842">
            <w:pPr>
              <w:pStyle w:val="acctmergecolhdg"/>
              <w:spacing w:line="240" w:lineRule="atLeast"/>
              <w:ind w:left="-169" w:right="-142"/>
              <w:rPr>
                <w:b w:val="0"/>
              </w:rPr>
            </w:pPr>
            <w:r w:rsidRPr="00F73937">
              <w:rPr>
                <w:b w:val="0"/>
              </w:rPr>
              <w:t>expected</w:t>
            </w:r>
          </w:p>
          <w:p w14:paraId="700C51EE" w14:textId="2C39C914" w:rsidR="00AC3842" w:rsidRPr="00F73937" w:rsidRDefault="00AC3842" w:rsidP="00AC3842">
            <w:pPr>
              <w:pStyle w:val="acctmergecolhdg"/>
              <w:spacing w:line="240" w:lineRule="atLeast"/>
              <w:ind w:left="-169" w:right="-142"/>
              <w:rPr>
                <w:b w:val="0"/>
              </w:rPr>
            </w:pPr>
            <w:r w:rsidRPr="00F73937">
              <w:rPr>
                <w:b w:val="0"/>
              </w:rPr>
              <w:t>credit loss*</w:t>
            </w:r>
          </w:p>
        </w:tc>
        <w:tc>
          <w:tcPr>
            <w:tcW w:w="270" w:type="dxa"/>
          </w:tcPr>
          <w:p w14:paraId="23B0192A" w14:textId="77777777" w:rsidR="00AC3842" w:rsidRPr="00F73937" w:rsidRDefault="00AC3842" w:rsidP="00AC3842">
            <w:pPr>
              <w:pStyle w:val="acctmergecolhdg"/>
              <w:spacing w:line="240" w:lineRule="atLeast"/>
              <w:ind w:left="-169" w:right="-142"/>
              <w:rPr>
                <w:b w:val="0"/>
                <w:bCs/>
              </w:rPr>
            </w:pPr>
          </w:p>
        </w:tc>
        <w:tc>
          <w:tcPr>
            <w:tcW w:w="1440" w:type="dxa"/>
            <w:vAlign w:val="bottom"/>
          </w:tcPr>
          <w:p w14:paraId="7BC9C44E" w14:textId="77777777" w:rsidR="00AC3842" w:rsidRPr="00F73937" w:rsidRDefault="00AC3842" w:rsidP="00AC3842">
            <w:pPr>
              <w:autoSpaceDE w:val="0"/>
              <w:autoSpaceDN w:val="0"/>
              <w:adjustRightInd w:val="0"/>
              <w:jc w:val="center"/>
            </w:pPr>
            <w:r w:rsidRPr="00F73937">
              <w:t>Allowance</w:t>
            </w:r>
          </w:p>
          <w:p w14:paraId="067CDB8D" w14:textId="77777777" w:rsidR="00AC3842" w:rsidRPr="00F73937" w:rsidRDefault="00AC3842" w:rsidP="00AC3842">
            <w:pPr>
              <w:autoSpaceDE w:val="0"/>
              <w:autoSpaceDN w:val="0"/>
              <w:adjustRightInd w:val="0"/>
              <w:jc w:val="center"/>
            </w:pPr>
            <w:r w:rsidRPr="00F73937">
              <w:t>for expected</w:t>
            </w:r>
          </w:p>
          <w:p w14:paraId="7CCD8E95" w14:textId="7EFF6365" w:rsidR="00AC3842" w:rsidRPr="00F73937" w:rsidRDefault="00AC3842" w:rsidP="00AC3842">
            <w:pPr>
              <w:pStyle w:val="BodyText"/>
              <w:spacing w:after="0" w:line="240" w:lineRule="atLeast"/>
              <w:ind w:left="-108" w:right="-110"/>
              <w:jc w:val="center"/>
              <w:rPr>
                <w:lang w:val="en-GB"/>
              </w:rPr>
            </w:pPr>
            <w:r w:rsidRPr="00F73937">
              <w:rPr>
                <w:lang w:val="en-US"/>
              </w:rPr>
              <w:t>credit loss</w:t>
            </w:r>
          </w:p>
        </w:tc>
      </w:tr>
      <w:tr w:rsidR="00AC3842" w:rsidRPr="00F73937" w14:paraId="2D7B2272" w14:textId="77777777" w:rsidTr="005C60FE">
        <w:trPr>
          <w:cantSplit/>
        </w:trPr>
        <w:tc>
          <w:tcPr>
            <w:tcW w:w="3960" w:type="dxa"/>
          </w:tcPr>
          <w:p w14:paraId="6836DE50" w14:textId="77777777" w:rsidR="00AC3842" w:rsidRPr="00F73937" w:rsidRDefault="00AC3842" w:rsidP="0029532D">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0FB1A7B2" w14:textId="3B08341C" w:rsidR="00AC3842" w:rsidRPr="00F73937" w:rsidRDefault="00AC3842" w:rsidP="0029532D">
            <w:pPr>
              <w:tabs>
                <w:tab w:val="decimal" w:pos="-130"/>
              </w:tabs>
              <w:spacing w:line="240" w:lineRule="atLeast"/>
              <w:ind w:left="-130" w:right="-108"/>
              <w:jc w:val="center"/>
              <w:rPr>
                <w:i/>
                <w:iCs/>
              </w:rPr>
            </w:pPr>
            <w:r w:rsidRPr="00F73937">
              <w:rPr>
                <w:i/>
                <w:iCs/>
              </w:rPr>
              <w:t>(in thousand Baht)</w:t>
            </w:r>
          </w:p>
        </w:tc>
      </w:tr>
      <w:tr w:rsidR="00AC3842" w:rsidRPr="00F73937" w14:paraId="15CDCECD" w14:textId="77777777" w:rsidTr="005C60FE">
        <w:trPr>
          <w:cantSplit/>
        </w:trPr>
        <w:tc>
          <w:tcPr>
            <w:tcW w:w="7470" w:type="dxa"/>
            <w:gridSpan w:val="4"/>
          </w:tcPr>
          <w:p w14:paraId="67E52D87" w14:textId="77777777" w:rsidR="00AC3842" w:rsidRPr="00F73937" w:rsidRDefault="00AC3842" w:rsidP="0029532D">
            <w:pPr>
              <w:tabs>
                <w:tab w:val="left" w:pos="250"/>
              </w:tabs>
              <w:spacing w:line="240" w:lineRule="atLeast"/>
              <w:ind w:right="-124"/>
              <w:rPr>
                <w:rFonts w:cs="Angsana New"/>
              </w:rPr>
            </w:pPr>
            <w:r w:rsidRPr="00F73937">
              <w:rPr>
                <w:rFonts w:cs="Angsana New"/>
              </w:rPr>
              <w:t>2) Rescheduled installment receivables</w:t>
            </w:r>
          </w:p>
        </w:tc>
        <w:tc>
          <w:tcPr>
            <w:tcW w:w="270" w:type="dxa"/>
          </w:tcPr>
          <w:p w14:paraId="5E108422" w14:textId="77777777" w:rsidR="00AC3842" w:rsidRPr="00F73937" w:rsidRDefault="00AC3842" w:rsidP="0029532D">
            <w:pPr>
              <w:tabs>
                <w:tab w:val="decimal" w:pos="1179"/>
              </w:tabs>
              <w:spacing w:line="240" w:lineRule="atLeast"/>
              <w:ind w:left="-108" w:right="-124"/>
            </w:pPr>
          </w:p>
        </w:tc>
        <w:tc>
          <w:tcPr>
            <w:tcW w:w="1440" w:type="dxa"/>
          </w:tcPr>
          <w:p w14:paraId="7F26FD3B" w14:textId="77777777" w:rsidR="00AC3842" w:rsidRPr="00F73937" w:rsidRDefault="00AC3842" w:rsidP="0029532D">
            <w:pPr>
              <w:tabs>
                <w:tab w:val="decimal" w:pos="1242"/>
              </w:tabs>
              <w:spacing w:line="240" w:lineRule="atLeast"/>
              <w:ind w:left="-108" w:right="-124"/>
            </w:pPr>
          </w:p>
        </w:tc>
      </w:tr>
      <w:tr w:rsidR="00AC3842" w:rsidRPr="00F73937" w14:paraId="5070255B" w14:textId="77777777" w:rsidTr="005C60FE">
        <w:trPr>
          <w:cantSplit/>
        </w:trPr>
        <w:tc>
          <w:tcPr>
            <w:tcW w:w="7470" w:type="dxa"/>
            <w:gridSpan w:val="4"/>
          </w:tcPr>
          <w:p w14:paraId="13834672" w14:textId="77777777" w:rsidR="00AC3842" w:rsidRPr="00F73937" w:rsidRDefault="00AC3842" w:rsidP="0029532D">
            <w:pPr>
              <w:spacing w:line="240" w:lineRule="atLeast"/>
              <w:ind w:left="258" w:right="-124"/>
              <w:rPr>
                <w:rFonts w:cs="Angsana New"/>
                <w:i/>
                <w:iCs/>
              </w:rPr>
            </w:pPr>
            <w:r w:rsidRPr="00F73937">
              <w:rPr>
                <w:rFonts w:cs="Angsana New"/>
                <w:i/>
                <w:iCs/>
              </w:rPr>
              <w:t>Normal receivables</w:t>
            </w:r>
          </w:p>
        </w:tc>
        <w:tc>
          <w:tcPr>
            <w:tcW w:w="270" w:type="dxa"/>
          </w:tcPr>
          <w:p w14:paraId="2E325131" w14:textId="77777777" w:rsidR="00AC3842" w:rsidRPr="00F73937" w:rsidRDefault="00AC3842" w:rsidP="0029532D">
            <w:pPr>
              <w:tabs>
                <w:tab w:val="decimal" w:pos="1179"/>
              </w:tabs>
              <w:spacing w:line="240" w:lineRule="atLeast"/>
              <w:ind w:left="-108" w:right="-124"/>
            </w:pPr>
          </w:p>
        </w:tc>
        <w:tc>
          <w:tcPr>
            <w:tcW w:w="1440" w:type="dxa"/>
          </w:tcPr>
          <w:p w14:paraId="6B986539" w14:textId="77777777" w:rsidR="00AC3842" w:rsidRPr="00F73937" w:rsidRDefault="00AC3842" w:rsidP="0029532D">
            <w:pPr>
              <w:tabs>
                <w:tab w:val="decimal" w:pos="1242"/>
              </w:tabs>
              <w:spacing w:line="240" w:lineRule="atLeast"/>
              <w:ind w:left="-108" w:right="-124"/>
            </w:pPr>
          </w:p>
        </w:tc>
      </w:tr>
      <w:tr w:rsidR="00B6491F" w:rsidRPr="00F73937" w14:paraId="35FA1B74" w14:textId="77777777" w:rsidTr="005C60FE">
        <w:trPr>
          <w:cantSplit/>
        </w:trPr>
        <w:tc>
          <w:tcPr>
            <w:tcW w:w="3960" w:type="dxa"/>
          </w:tcPr>
          <w:p w14:paraId="7955F264" w14:textId="77777777" w:rsidR="00B6491F" w:rsidRPr="00F73937" w:rsidRDefault="00B6491F" w:rsidP="00B6491F">
            <w:pPr>
              <w:spacing w:line="240" w:lineRule="atLeast"/>
              <w:ind w:left="258"/>
            </w:pPr>
            <w:r w:rsidRPr="00F73937">
              <w:t>Within credit terms</w:t>
            </w:r>
          </w:p>
        </w:tc>
        <w:tc>
          <w:tcPr>
            <w:tcW w:w="1620" w:type="dxa"/>
          </w:tcPr>
          <w:p w14:paraId="7140DA77" w14:textId="02B90490" w:rsidR="00B6491F" w:rsidRPr="00F73937" w:rsidRDefault="00B6491F" w:rsidP="00B6491F">
            <w:pPr>
              <w:tabs>
                <w:tab w:val="left" w:pos="720"/>
              </w:tabs>
              <w:spacing w:line="240" w:lineRule="auto"/>
              <w:ind w:right="76"/>
              <w:jc w:val="right"/>
            </w:pPr>
            <w:r w:rsidRPr="00F0033E">
              <w:t>28,103</w:t>
            </w:r>
          </w:p>
        </w:tc>
        <w:tc>
          <w:tcPr>
            <w:tcW w:w="270" w:type="dxa"/>
          </w:tcPr>
          <w:p w14:paraId="6009F60C" w14:textId="77777777" w:rsidR="00B6491F" w:rsidRPr="00F73937" w:rsidRDefault="00B6491F" w:rsidP="00B6491F">
            <w:pPr>
              <w:spacing w:line="240" w:lineRule="auto"/>
              <w:ind w:right="76"/>
              <w:jc w:val="both"/>
            </w:pPr>
          </w:p>
        </w:tc>
        <w:tc>
          <w:tcPr>
            <w:tcW w:w="1620" w:type="dxa"/>
          </w:tcPr>
          <w:p w14:paraId="79311D12" w14:textId="0EF0B80C" w:rsidR="00B6491F" w:rsidRPr="00F73937" w:rsidRDefault="00B6491F" w:rsidP="00B6491F">
            <w:pPr>
              <w:tabs>
                <w:tab w:val="left" w:pos="720"/>
              </w:tabs>
              <w:spacing w:line="240" w:lineRule="auto"/>
              <w:ind w:right="76"/>
              <w:jc w:val="right"/>
            </w:pPr>
            <w:r w:rsidRPr="00F0033E">
              <w:t>18,781</w:t>
            </w:r>
          </w:p>
        </w:tc>
        <w:tc>
          <w:tcPr>
            <w:tcW w:w="270" w:type="dxa"/>
          </w:tcPr>
          <w:p w14:paraId="6C353F43" w14:textId="77777777" w:rsidR="00B6491F" w:rsidRPr="00F73937" w:rsidRDefault="00B6491F" w:rsidP="00B6491F">
            <w:pPr>
              <w:spacing w:line="240" w:lineRule="auto"/>
              <w:jc w:val="both"/>
            </w:pPr>
          </w:p>
        </w:tc>
        <w:tc>
          <w:tcPr>
            <w:tcW w:w="1440" w:type="dxa"/>
          </w:tcPr>
          <w:p w14:paraId="2710437F" w14:textId="43D14C86" w:rsidR="00B6491F" w:rsidRPr="00F73937" w:rsidRDefault="00B6491F" w:rsidP="00EA367B">
            <w:pPr>
              <w:tabs>
                <w:tab w:val="left" w:pos="972"/>
              </w:tabs>
              <w:spacing w:line="240" w:lineRule="auto"/>
              <w:ind w:right="76"/>
              <w:jc w:val="right"/>
            </w:pPr>
            <w:r w:rsidRPr="00F0033E">
              <w:t>563</w:t>
            </w:r>
          </w:p>
        </w:tc>
      </w:tr>
      <w:tr w:rsidR="00AC3842" w:rsidRPr="00F73937" w14:paraId="49B6BAF4" w14:textId="77777777" w:rsidTr="005C60FE">
        <w:trPr>
          <w:cantSplit/>
        </w:trPr>
        <w:tc>
          <w:tcPr>
            <w:tcW w:w="3960" w:type="dxa"/>
          </w:tcPr>
          <w:p w14:paraId="56FC1372" w14:textId="77777777" w:rsidR="00AC3842" w:rsidRPr="00F73937" w:rsidRDefault="00AC3842" w:rsidP="0029532D">
            <w:pPr>
              <w:spacing w:line="240" w:lineRule="atLeast"/>
              <w:ind w:left="258"/>
            </w:pPr>
            <w:r w:rsidRPr="00F73937">
              <w:t>Overdue:</w:t>
            </w:r>
          </w:p>
        </w:tc>
        <w:tc>
          <w:tcPr>
            <w:tcW w:w="1620" w:type="dxa"/>
          </w:tcPr>
          <w:p w14:paraId="1F82E23E" w14:textId="4476D210" w:rsidR="00AC3842" w:rsidRPr="00F73937" w:rsidRDefault="00AC3842" w:rsidP="0029532D">
            <w:pPr>
              <w:tabs>
                <w:tab w:val="left" w:pos="720"/>
              </w:tabs>
              <w:spacing w:line="240" w:lineRule="auto"/>
              <w:ind w:right="76"/>
              <w:jc w:val="right"/>
            </w:pPr>
          </w:p>
        </w:tc>
        <w:tc>
          <w:tcPr>
            <w:tcW w:w="270" w:type="dxa"/>
          </w:tcPr>
          <w:p w14:paraId="7B2E3897" w14:textId="77777777" w:rsidR="00AC3842" w:rsidRPr="00F73937" w:rsidRDefault="00AC3842" w:rsidP="0029532D">
            <w:pPr>
              <w:spacing w:line="240" w:lineRule="auto"/>
              <w:ind w:right="76"/>
              <w:jc w:val="both"/>
            </w:pPr>
          </w:p>
        </w:tc>
        <w:tc>
          <w:tcPr>
            <w:tcW w:w="1620" w:type="dxa"/>
          </w:tcPr>
          <w:p w14:paraId="373DF16A" w14:textId="77777777" w:rsidR="00AC3842" w:rsidRPr="00F73937" w:rsidRDefault="00AC3842" w:rsidP="0029532D">
            <w:pPr>
              <w:tabs>
                <w:tab w:val="left" w:pos="720"/>
              </w:tabs>
              <w:spacing w:line="240" w:lineRule="auto"/>
              <w:ind w:right="76"/>
              <w:jc w:val="right"/>
            </w:pPr>
          </w:p>
        </w:tc>
        <w:tc>
          <w:tcPr>
            <w:tcW w:w="270" w:type="dxa"/>
          </w:tcPr>
          <w:p w14:paraId="5E635363" w14:textId="77777777" w:rsidR="00AC3842" w:rsidRPr="00F73937" w:rsidRDefault="00AC3842" w:rsidP="0029532D">
            <w:pPr>
              <w:spacing w:line="240" w:lineRule="auto"/>
              <w:jc w:val="both"/>
            </w:pPr>
          </w:p>
        </w:tc>
        <w:tc>
          <w:tcPr>
            <w:tcW w:w="1440" w:type="dxa"/>
          </w:tcPr>
          <w:p w14:paraId="19B82D83" w14:textId="77777777" w:rsidR="00AC3842" w:rsidRPr="00F73937" w:rsidRDefault="00AC3842" w:rsidP="00EA367B">
            <w:pPr>
              <w:tabs>
                <w:tab w:val="left" w:pos="972"/>
              </w:tabs>
              <w:spacing w:line="240" w:lineRule="auto"/>
              <w:ind w:right="76"/>
              <w:jc w:val="right"/>
            </w:pPr>
          </w:p>
        </w:tc>
      </w:tr>
      <w:tr w:rsidR="00E460D0" w:rsidRPr="00F73937" w14:paraId="6BB7B7C3" w14:textId="77777777" w:rsidTr="005C60FE">
        <w:trPr>
          <w:cantSplit/>
        </w:trPr>
        <w:tc>
          <w:tcPr>
            <w:tcW w:w="3960" w:type="dxa"/>
          </w:tcPr>
          <w:p w14:paraId="022EFD9C" w14:textId="77777777" w:rsidR="00E460D0" w:rsidRPr="00F73937" w:rsidRDefault="00E460D0" w:rsidP="00E460D0">
            <w:pPr>
              <w:spacing w:line="240" w:lineRule="atLeast"/>
              <w:ind w:left="258"/>
            </w:pPr>
            <w:r w:rsidRPr="00F73937">
              <w:t xml:space="preserve">    Less than 3 months</w:t>
            </w:r>
          </w:p>
        </w:tc>
        <w:tc>
          <w:tcPr>
            <w:tcW w:w="1620" w:type="dxa"/>
          </w:tcPr>
          <w:p w14:paraId="5FC3EA6A" w14:textId="3ADD08D3" w:rsidR="00E460D0" w:rsidRPr="00F73937" w:rsidRDefault="00E460D0" w:rsidP="00E460D0">
            <w:pPr>
              <w:tabs>
                <w:tab w:val="left" w:pos="720"/>
              </w:tabs>
              <w:spacing w:line="240" w:lineRule="auto"/>
              <w:ind w:right="76"/>
              <w:jc w:val="right"/>
            </w:pPr>
            <w:r w:rsidRPr="002353D8">
              <w:t>9,438</w:t>
            </w:r>
          </w:p>
        </w:tc>
        <w:tc>
          <w:tcPr>
            <w:tcW w:w="270" w:type="dxa"/>
          </w:tcPr>
          <w:p w14:paraId="7A04CCCF" w14:textId="77777777" w:rsidR="00E460D0" w:rsidRPr="00F73937" w:rsidRDefault="00E460D0" w:rsidP="00E460D0">
            <w:pPr>
              <w:spacing w:line="240" w:lineRule="auto"/>
              <w:ind w:right="76"/>
              <w:jc w:val="both"/>
            </w:pPr>
          </w:p>
        </w:tc>
        <w:tc>
          <w:tcPr>
            <w:tcW w:w="1620" w:type="dxa"/>
          </w:tcPr>
          <w:p w14:paraId="25320C0D" w14:textId="73342BD0" w:rsidR="00E460D0" w:rsidRPr="00F73937" w:rsidRDefault="00E460D0" w:rsidP="00E460D0">
            <w:pPr>
              <w:tabs>
                <w:tab w:val="left" w:pos="720"/>
              </w:tabs>
              <w:spacing w:line="240" w:lineRule="auto"/>
              <w:ind w:right="76"/>
              <w:jc w:val="right"/>
            </w:pPr>
            <w:r w:rsidRPr="002353D8">
              <w:t>6,525</w:t>
            </w:r>
          </w:p>
        </w:tc>
        <w:tc>
          <w:tcPr>
            <w:tcW w:w="270" w:type="dxa"/>
          </w:tcPr>
          <w:p w14:paraId="0C05031A" w14:textId="77777777" w:rsidR="00E460D0" w:rsidRPr="00F73937" w:rsidRDefault="00E460D0" w:rsidP="00E460D0">
            <w:pPr>
              <w:spacing w:line="240" w:lineRule="auto"/>
              <w:jc w:val="both"/>
            </w:pPr>
          </w:p>
        </w:tc>
        <w:tc>
          <w:tcPr>
            <w:tcW w:w="1440" w:type="dxa"/>
          </w:tcPr>
          <w:p w14:paraId="579AE107" w14:textId="134A0A07" w:rsidR="00E460D0" w:rsidRPr="00F73937" w:rsidRDefault="00E460D0" w:rsidP="00EA367B">
            <w:pPr>
              <w:tabs>
                <w:tab w:val="left" w:pos="972"/>
              </w:tabs>
              <w:spacing w:line="240" w:lineRule="auto"/>
              <w:ind w:right="76"/>
              <w:jc w:val="right"/>
            </w:pPr>
            <w:r w:rsidRPr="002353D8">
              <w:t>653</w:t>
            </w:r>
          </w:p>
        </w:tc>
      </w:tr>
      <w:tr w:rsidR="00E460D0" w:rsidRPr="00F73937" w14:paraId="7B3265DE" w14:textId="77777777" w:rsidTr="005C60FE">
        <w:trPr>
          <w:cantSplit/>
        </w:trPr>
        <w:tc>
          <w:tcPr>
            <w:tcW w:w="3960" w:type="dxa"/>
          </w:tcPr>
          <w:p w14:paraId="0211951A" w14:textId="77777777" w:rsidR="00E460D0" w:rsidRPr="00F73937" w:rsidRDefault="00E460D0" w:rsidP="00E460D0">
            <w:pPr>
              <w:spacing w:line="240" w:lineRule="atLeast"/>
              <w:ind w:left="258" w:right="-108"/>
            </w:pPr>
            <w:r w:rsidRPr="00F73937">
              <w:t xml:space="preserve">    3 - 6 months</w:t>
            </w:r>
          </w:p>
        </w:tc>
        <w:tc>
          <w:tcPr>
            <w:tcW w:w="1620" w:type="dxa"/>
          </w:tcPr>
          <w:p w14:paraId="7791B13A" w14:textId="3F4F3D22" w:rsidR="00E460D0" w:rsidRPr="00F73937" w:rsidRDefault="00E460D0" w:rsidP="00E460D0">
            <w:pPr>
              <w:tabs>
                <w:tab w:val="left" w:pos="720"/>
              </w:tabs>
              <w:spacing w:line="240" w:lineRule="auto"/>
              <w:ind w:right="76"/>
              <w:jc w:val="right"/>
            </w:pPr>
            <w:r w:rsidRPr="002353D8">
              <w:t>307</w:t>
            </w:r>
          </w:p>
        </w:tc>
        <w:tc>
          <w:tcPr>
            <w:tcW w:w="270" w:type="dxa"/>
          </w:tcPr>
          <w:p w14:paraId="2B48F369" w14:textId="77777777" w:rsidR="00E460D0" w:rsidRPr="00F73937" w:rsidRDefault="00E460D0" w:rsidP="00E460D0">
            <w:pPr>
              <w:spacing w:line="240" w:lineRule="auto"/>
              <w:ind w:right="76"/>
              <w:jc w:val="both"/>
            </w:pPr>
          </w:p>
        </w:tc>
        <w:tc>
          <w:tcPr>
            <w:tcW w:w="1620" w:type="dxa"/>
          </w:tcPr>
          <w:p w14:paraId="28AEDEEF" w14:textId="5323D434" w:rsidR="00E460D0" w:rsidRPr="00F73937" w:rsidRDefault="00E460D0" w:rsidP="00E460D0">
            <w:pPr>
              <w:tabs>
                <w:tab w:val="left" w:pos="720"/>
              </w:tabs>
              <w:spacing w:line="240" w:lineRule="auto"/>
              <w:ind w:right="76"/>
              <w:jc w:val="right"/>
            </w:pPr>
            <w:r w:rsidRPr="002353D8">
              <w:t>196</w:t>
            </w:r>
          </w:p>
        </w:tc>
        <w:tc>
          <w:tcPr>
            <w:tcW w:w="270" w:type="dxa"/>
          </w:tcPr>
          <w:p w14:paraId="57AB3DDB" w14:textId="77777777" w:rsidR="00E460D0" w:rsidRPr="00F73937" w:rsidRDefault="00E460D0" w:rsidP="00E460D0">
            <w:pPr>
              <w:spacing w:line="240" w:lineRule="auto"/>
              <w:jc w:val="both"/>
            </w:pPr>
          </w:p>
        </w:tc>
        <w:tc>
          <w:tcPr>
            <w:tcW w:w="1440" w:type="dxa"/>
          </w:tcPr>
          <w:p w14:paraId="1BD5FC07" w14:textId="6B32623F" w:rsidR="00E460D0" w:rsidRPr="00F73937" w:rsidRDefault="00E460D0" w:rsidP="00EA367B">
            <w:pPr>
              <w:tabs>
                <w:tab w:val="left" w:pos="972"/>
              </w:tabs>
              <w:spacing w:line="240" w:lineRule="auto"/>
              <w:ind w:right="76"/>
              <w:jc w:val="right"/>
            </w:pPr>
            <w:r w:rsidRPr="002353D8">
              <w:t>59</w:t>
            </w:r>
          </w:p>
        </w:tc>
      </w:tr>
      <w:tr w:rsidR="00E460D0" w:rsidRPr="00F73937" w14:paraId="361367CD" w14:textId="77777777" w:rsidTr="005C60FE">
        <w:trPr>
          <w:cantSplit/>
        </w:trPr>
        <w:tc>
          <w:tcPr>
            <w:tcW w:w="3960" w:type="dxa"/>
          </w:tcPr>
          <w:p w14:paraId="577AE0DF" w14:textId="77777777" w:rsidR="00E460D0" w:rsidRPr="00F73937" w:rsidRDefault="00E460D0" w:rsidP="00E460D0">
            <w:pPr>
              <w:spacing w:line="240" w:lineRule="atLeast"/>
              <w:ind w:left="258" w:right="-108"/>
            </w:pPr>
            <w:r w:rsidRPr="00F73937">
              <w:t xml:space="preserve">    6 - 9 months</w:t>
            </w:r>
          </w:p>
        </w:tc>
        <w:tc>
          <w:tcPr>
            <w:tcW w:w="1620" w:type="dxa"/>
          </w:tcPr>
          <w:p w14:paraId="2011A228" w14:textId="3F9EBD48" w:rsidR="00E460D0" w:rsidRPr="00F73937" w:rsidRDefault="00E460D0" w:rsidP="00E460D0">
            <w:pPr>
              <w:tabs>
                <w:tab w:val="left" w:pos="720"/>
              </w:tabs>
              <w:spacing w:line="240" w:lineRule="auto"/>
              <w:ind w:right="76"/>
              <w:jc w:val="right"/>
            </w:pPr>
            <w:r w:rsidRPr="002353D8">
              <w:t>194</w:t>
            </w:r>
          </w:p>
        </w:tc>
        <w:tc>
          <w:tcPr>
            <w:tcW w:w="270" w:type="dxa"/>
          </w:tcPr>
          <w:p w14:paraId="5F869585" w14:textId="77777777" w:rsidR="00E460D0" w:rsidRPr="00F73937" w:rsidRDefault="00E460D0" w:rsidP="00E460D0">
            <w:pPr>
              <w:spacing w:line="240" w:lineRule="auto"/>
              <w:ind w:right="76"/>
              <w:jc w:val="both"/>
            </w:pPr>
          </w:p>
        </w:tc>
        <w:tc>
          <w:tcPr>
            <w:tcW w:w="1620" w:type="dxa"/>
          </w:tcPr>
          <w:p w14:paraId="492309F9" w14:textId="1BF8D1E4" w:rsidR="00E460D0" w:rsidRPr="00F73937" w:rsidRDefault="00E460D0" w:rsidP="00E460D0">
            <w:pPr>
              <w:tabs>
                <w:tab w:val="left" w:pos="720"/>
              </w:tabs>
              <w:spacing w:line="240" w:lineRule="auto"/>
              <w:ind w:right="76"/>
              <w:jc w:val="right"/>
            </w:pPr>
            <w:r w:rsidRPr="002353D8">
              <w:t>134</w:t>
            </w:r>
          </w:p>
        </w:tc>
        <w:tc>
          <w:tcPr>
            <w:tcW w:w="270" w:type="dxa"/>
          </w:tcPr>
          <w:p w14:paraId="60427C8F" w14:textId="77777777" w:rsidR="00E460D0" w:rsidRPr="00F73937" w:rsidRDefault="00E460D0" w:rsidP="00E460D0">
            <w:pPr>
              <w:spacing w:line="240" w:lineRule="auto"/>
              <w:jc w:val="both"/>
            </w:pPr>
          </w:p>
        </w:tc>
        <w:tc>
          <w:tcPr>
            <w:tcW w:w="1440" w:type="dxa"/>
          </w:tcPr>
          <w:p w14:paraId="31D43C20" w14:textId="09460F4B" w:rsidR="00E460D0" w:rsidRPr="00F73937" w:rsidRDefault="00E460D0" w:rsidP="00EA367B">
            <w:pPr>
              <w:tabs>
                <w:tab w:val="left" w:pos="972"/>
              </w:tabs>
              <w:spacing w:line="240" w:lineRule="auto"/>
              <w:ind w:right="76"/>
              <w:jc w:val="right"/>
            </w:pPr>
            <w:r w:rsidRPr="002353D8">
              <w:t>67</w:t>
            </w:r>
          </w:p>
        </w:tc>
      </w:tr>
      <w:tr w:rsidR="00E460D0" w:rsidRPr="00F73937" w14:paraId="079665EC" w14:textId="77777777" w:rsidTr="005C60FE">
        <w:trPr>
          <w:cantSplit/>
        </w:trPr>
        <w:tc>
          <w:tcPr>
            <w:tcW w:w="3960" w:type="dxa"/>
          </w:tcPr>
          <w:p w14:paraId="2181E496" w14:textId="6CDA61A8" w:rsidR="00E460D0" w:rsidRPr="00F73937" w:rsidRDefault="00E460D0" w:rsidP="00E460D0">
            <w:pPr>
              <w:spacing w:line="240" w:lineRule="atLeast"/>
              <w:ind w:left="258" w:right="-108"/>
            </w:pPr>
            <w:r w:rsidRPr="00F73937">
              <w:t xml:space="preserve">    Over 12 months</w:t>
            </w:r>
          </w:p>
        </w:tc>
        <w:tc>
          <w:tcPr>
            <w:tcW w:w="1620" w:type="dxa"/>
          </w:tcPr>
          <w:p w14:paraId="0F2B226A" w14:textId="341F0FE7" w:rsidR="00E460D0" w:rsidRPr="00F73937" w:rsidRDefault="00E460D0" w:rsidP="00E460D0">
            <w:pPr>
              <w:tabs>
                <w:tab w:val="left" w:pos="720"/>
              </w:tabs>
              <w:spacing w:line="240" w:lineRule="auto"/>
              <w:ind w:right="76"/>
              <w:jc w:val="right"/>
            </w:pPr>
            <w:r w:rsidRPr="002353D8">
              <w:t>86</w:t>
            </w:r>
          </w:p>
        </w:tc>
        <w:tc>
          <w:tcPr>
            <w:tcW w:w="270" w:type="dxa"/>
          </w:tcPr>
          <w:p w14:paraId="04D400C5" w14:textId="77777777" w:rsidR="00E460D0" w:rsidRPr="00F73937" w:rsidRDefault="00E460D0" w:rsidP="00E460D0">
            <w:pPr>
              <w:spacing w:line="240" w:lineRule="auto"/>
              <w:ind w:right="76"/>
              <w:jc w:val="both"/>
            </w:pPr>
          </w:p>
        </w:tc>
        <w:tc>
          <w:tcPr>
            <w:tcW w:w="1620" w:type="dxa"/>
          </w:tcPr>
          <w:p w14:paraId="542E4B40" w14:textId="12DB4267" w:rsidR="00E460D0" w:rsidRPr="00F73937" w:rsidRDefault="00E460D0" w:rsidP="00E460D0">
            <w:pPr>
              <w:tabs>
                <w:tab w:val="left" w:pos="720"/>
              </w:tabs>
              <w:spacing w:line="240" w:lineRule="auto"/>
              <w:ind w:right="76"/>
              <w:jc w:val="right"/>
            </w:pPr>
            <w:r w:rsidRPr="002353D8">
              <w:t>83</w:t>
            </w:r>
          </w:p>
        </w:tc>
        <w:tc>
          <w:tcPr>
            <w:tcW w:w="270" w:type="dxa"/>
          </w:tcPr>
          <w:p w14:paraId="0F09AD3F" w14:textId="77777777" w:rsidR="00E460D0" w:rsidRPr="00F73937" w:rsidRDefault="00E460D0" w:rsidP="00E460D0">
            <w:pPr>
              <w:spacing w:line="240" w:lineRule="auto"/>
              <w:jc w:val="both"/>
            </w:pPr>
          </w:p>
        </w:tc>
        <w:tc>
          <w:tcPr>
            <w:tcW w:w="1440" w:type="dxa"/>
          </w:tcPr>
          <w:p w14:paraId="6C90BC58" w14:textId="0C997746" w:rsidR="00E460D0" w:rsidRPr="00F73937" w:rsidRDefault="00E460D0" w:rsidP="00EA367B">
            <w:pPr>
              <w:tabs>
                <w:tab w:val="left" w:pos="972"/>
              </w:tabs>
              <w:spacing w:line="240" w:lineRule="auto"/>
              <w:ind w:right="76"/>
              <w:jc w:val="right"/>
            </w:pPr>
            <w:r w:rsidRPr="002353D8">
              <w:t>83</w:t>
            </w:r>
          </w:p>
        </w:tc>
      </w:tr>
      <w:tr w:rsidR="009A7FF0" w:rsidRPr="00F73937" w14:paraId="68441309" w14:textId="77777777" w:rsidTr="00153F67">
        <w:trPr>
          <w:cantSplit/>
        </w:trPr>
        <w:tc>
          <w:tcPr>
            <w:tcW w:w="3960" w:type="dxa"/>
            <w:vAlign w:val="bottom"/>
          </w:tcPr>
          <w:p w14:paraId="2FD0BC38" w14:textId="1820D159" w:rsidR="009A7FF0" w:rsidRPr="00F73937" w:rsidRDefault="009A7FF0" w:rsidP="009A7FF0">
            <w:pPr>
              <w:spacing w:line="240" w:lineRule="atLeast"/>
              <w:ind w:left="258"/>
            </w:pPr>
          </w:p>
        </w:tc>
        <w:tc>
          <w:tcPr>
            <w:tcW w:w="1620" w:type="dxa"/>
            <w:tcBorders>
              <w:top w:val="single" w:sz="4" w:space="0" w:color="auto"/>
            </w:tcBorders>
            <w:shd w:val="clear" w:color="auto" w:fill="auto"/>
          </w:tcPr>
          <w:p w14:paraId="75D16DA2" w14:textId="6AB3B57D" w:rsidR="009A7FF0" w:rsidRPr="009A7FF0" w:rsidRDefault="009A7FF0" w:rsidP="009A7FF0">
            <w:pPr>
              <w:tabs>
                <w:tab w:val="left" w:pos="720"/>
              </w:tabs>
              <w:spacing w:line="240" w:lineRule="auto"/>
              <w:ind w:right="76"/>
              <w:jc w:val="right"/>
              <w:rPr>
                <w:b/>
                <w:bCs/>
              </w:rPr>
            </w:pPr>
            <w:r w:rsidRPr="009A7FF0">
              <w:rPr>
                <w:b/>
                <w:bCs/>
              </w:rPr>
              <w:t>38,128</w:t>
            </w:r>
          </w:p>
        </w:tc>
        <w:tc>
          <w:tcPr>
            <w:tcW w:w="270" w:type="dxa"/>
          </w:tcPr>
          <w:p w14:paraId="7E67D004" w14:textId="77777777" w:rsidR="009A7FF0" w:rsidRPr="009A7FF0" w:rsidRDefault="009A7FF0" w:rsidP="009A7FF0">
            <w:pPr>
              <w:spacing w:line="240" w:lineRule="auto"/>
              <w:ind w:right="76"/>
              <w:jc w:val="both"/>
              <w:rPr>
                <w:b/>
                <w:bCs/>
              </w:rPr>
            </w:pPr>
          </w:p>
        </w:tc>
        <w:tc>
          <w:tcPr>
            <w:tcW w:w="1620" w:type="dxa"/>
            <w:tcBorders>
              <w:top w:val="single" w:sz="4" w:space="0" w:color="auto"/>
            </w:tcBorders>
          </w:tcPr>
          <w:p w14:paraId="6FA42682" w14:textId="0B466DEE" w:rsidR="009A7FF0" w:rsidRPr="009A7FF0" w:rsidRDefault="009A7FF0" w:rsidP="009A7FF0">
            <w:pPr>
              <w:tabs>
                <w:tab w:val="left" w:pos="720"/>
              </w:tabs>
              <w:spacing w:line="240" w:lineRule="auto"/>
              <w:ind w:right="76"/>
              <w:jc w:val="right"/>
              <w:rPr>
                <w:b/>
                <w:bCs/>
              </w:rPr>
            </w:pPr>
            <w:r w:rsidRPr="009A7FF0">
              <w:rPr>
                <w:b/>
                <w:bCs/>
              </w:rPr>
              <w:t>25,719</w:t>
            </w:r>
          </w:p>
        </w:tc>
        <w:tc>
          <w:tcPr>
            <w:tcW w:w="270" w:type="dxa"/>
          </w:tcPr>
          <w:p w14:paraId="07662937" w14:textId="77777777" w:rsidR="009A7FF0" w:rsidRPr="009A7FF0" w:rsidRDefault="009A7FF0" w:rsidP="009A7FF0">
            <w:pPr>
              <w:spacing w:line="240" w:lineRule="auto"/>
              <w:jc w:val="both"/>
              <w:rPr>
                <w:b/>
                <w:bCs/>
              </w:rPr>
            </w:pPr>
          </w:p>
        </w:tc>
        <w:tc>
          <w:tcPr>
            <w:tcW w:w="1440" w:type="dxa"/>
            <w:tcBorders>
              <w:top w:val="single" w:sz="4" w:space="0" w:color="auto"/>
            </w:tcBorders>
          </w:tcPr>
          <w:p w14:paraId="764C4D72" w14:textId="27F3FE0F" w:rsidR="009A7FF0" w:rsidRPr="009A7FF0" w:rsidRDefault="009A7FF0" w:rsidP="00EA367B">
            <w:pPr>
              <w:tabs>
                <w:tab w:val="left" w:pos="972"/>
              </w:tabs>
              <w:spacing w:line="240" w:lineRule="auto"/>
              <w:ind w:right="76"/>
              <w:jc w:val="right"/>
              <w:rPr>
                <w:b/>
                <w:bCs/>
              </w:rPr>
            </w:pPr>
            <w:r w:rsidRPr="009A7FF0">
              <w:rPr>
                <w:b/>
                <w:bCs/>
              </w:rPr>
              <w:t>1,425</w:t>
            </w:r>
          </w:p>
        </w:tc>
      </w:tr>
      <w:tr w:rsidR="00455C81" w:rsidRPr="00F73937" w14:paraId="39B33378" w14:textId="77777777" w:rsidTr="005C60FE">
        <w:trPr>
          <w:cantSplit/>
        </w:trPr>
        <w:tc>
          <w:tcPr>
            <w:tcW w:w="3960" w:type="dxa"/>
            <w:vAlign w:val="bottom"/>
          </w:tcPr>
          <w:p w14:paraId="169B2D98" w14:textId="68DBA95B" w:rsidR="00455C81" w:rsidRPr="00B83655" w:rsidRDefault="00455C81" w:rsidP="00B83655">
            <w:pPr>
              <w:spacing w:line="240" w:lineRule="atLeast"/>
              <w:ind w:left="520" w:hanging="270"/>
            </w:pPr>
            <w:r w:rsidRPr="00F73937">
              <w:rPr>
                <w:i/>
                <w:iCs/>
              </w:rPr>
              <w:t>Less</w:t>
            </w:r>
            <w:r w:rsidRPr="00F73937">
              <w:t xml:space="preserve"> undue valu</w:t>
            </w:r>
            <w:r w:rsidR="00B83655">
              <w:rPr>
                <w:rFonts w:cs="Angsana New"/>
                <w:szCs w:val="28"/>
              </w:rPr>
              <w:t xml:space="preserve">e </w:t>
            </w:r>
            <w:r w:rsidRPr="00F73937">
              <w:t>added tax</w:t>
            </w:r>
          </w:p>
        </w:tc>
        <w:tc>
          <w:tcPr>
            <w:tcW w:w="1620" w:type="dxa"/>
            <w:tcBorders>
              <w:bottom w:val="single" w:sz="4" w:space="0" w:color="auto"/>
            </w:tcBorders>
            <w:shd w:val="clear" w:color="auto" w:fill="auto"/>
          </w:tcPr>
          <w:p w14:paraId="5A30D438" w14:textId="659657C1" w:rsidR="002F6226" w:rsidRPr="002F6226" w:rsidRDefault="002F6226" w:rsidP="00B83655">
            <w:pPr>
              <w:tabs>
                <w:tab w:val="left" w:pos="720"/>
              </w:tabs>
              <w:spacing w:line="240" w:lineRule="auto"/>
              <w:jc w:val="right"/>
            </w:pPr>
            <w:r w:rsidRPr="002F6226">
              <w:rPr>
                <w:cs/>
              </w:rPr>
              <w:t>(3</w:t>
            </w:r>
            <w:r w:rsidRPr="002F6226">
              <w:t>,</w:t>
            </w:r>
            <w:r w:rsidRPr="002F6226">
              <w:rPr>
                <w:cs/>
              </w:rPr>
              <w:t>012)</w:t>
            </w:r>
          </w:p>
        </w:tc>
        <w:tc>
          <w:tcPr>
            <w:tcW w:w="270" w:type="dxa"/>
          </w:tcPr>
          <w:p w14:paraId="1E4A446F" w14:textId="77777777" w:rsidR="00455C81" w:rsidRPr="002F6226" w:rsidRDefault="00455C81" w:rsidP="002F6226">
            <w:pPr>
              <w:tabs>
                <w:tab w:val="left" w:pos="720"/>
              </w:tabs>
              <w:spacing w:line="240" w:lineRule="auto"/>
              <w:ind w:right="76"/>
              <w:jc w:val="both"/>
            </w:pPr>
          </w:p>
        </w:tc>
        <w:tc>
          <w:tcPr>
            <w:tcW w:w="1620" w:type="dxa"/>
            <w:tcBorders>
              <w:bottom w:val="single" w:sz="4" w:space="0" w:color="auto"/>
            </w:tcBorders>
          </w:tcPr>
          <w:p w14:paraId="223012DE" w14:textId="4D71767B" w:rsidR="00455C81" w:rsidRPr="00B83655" w:rsidRDefault="007B38D5" w:rsidP="00B83655">
            <w:pPr>
              <w:tabs>
                <w:tab w:val="left" w:pos="1404"/>
              </w:tabs>
              <w:spacing w:line="240" w:lineRule="auto"/>
              <w:ind w:right="-650"/>
              <w:jc w:val="center"/>
            </w:pPr>
            <w:r w:rsidRPr="00B83655">
              <w:t>-</w:t>
            </w:r>
          </w:p>
        </w:tc>
        <w:tc>
          <w:tcPr>
            <w:tcW w:w="270" w:type="dxa"/>
          </w:tcPr>
          <w:p w14:paraId="29509F7F" w14:textId="77777777" w:rsidR="00455C81" w:rsidRPr="00B83655" w:rsidRDefault="00455C81" w:rsidP="002F6226">
            <w:pPr>
              <w:tabs>
                <w:tab w:val="left" w:pos="720"/>
              </w:tabs>
              <w:spacing w:line="240" w:lineRule="auto"/>
              <w:jc w:val="both"/>
            </w:pPr>
          </w:p>
        </w:tc>
        <w:tc>
          <w:tcPr>
            <w:tcW w:w="1440" w:type="dxa"/>
            <w:tcBorders>
              <w:bottom w:val="single" w:sz="4" w:space="0" w:color="auto"/>
            </w:tcBorders>
          </w:tcPr>
          <w:p w14:paraId="57A395B5" w14:textId="7AED749F" w:rsidR="007B38D5" w:rsidRPr="00B83655" w:rsidRDefault="007B38D5" w:rsidP="00B83655">
            <w:pPr>
              <w:tabs>
                <w:tab w:val="left" w:pos="720"/>
              </w:tabs>
              <w:spacing w:line="240" w:lineRule="auto"/>
              <w:ind w:right="348"/>
              <w:jc w:val="right"/>
            </w:pPr>
            <w:r w:rsidRPr="00B83655">
              <w:t>-</w:t>
            </w:r>
          </w:p>
        </w:tc>
      </w:tr>
      <w:tr w:rsidR="00FC7A19" w:rsidRPr="00F73937" w14:paraId="522EE938" w14:textId="77777777" w:rsidTr="00153F67">
        <w:trPr>
          <w:cantSplit/>
        </w:trPr>
        <w:tc>
          <w:tcPr>
            <w:tcW w:w="3960" w:type="dxa"/>
          </w:tcPr>
          <w:p w14:paraId="30CFF9EB" w14:textId="69041878" w:rsidR="00FC7A19" w:rsidRPr="00F73937" w:rsidRDefault="00FC7A19" w:rsidP="00FC7A19">
            <w:pPr>
              <w:spacing w:line="240" w:lineRule="atLeast"/>
              <w:ind w:left="520" w:hanging="270"/>
            </w:pPr>
            <w:r w:rsidRPr="00F73937">
              <w:rPr>
                <w:b/>
                <w:bCs/>
              </w:rPr>
              <w:t>Total</w:t>
            </w:r>
          </w:p>
        </w:tc>
        <w:tc>
          <w:tcPr>
            <w:tcW w:w="1620" w:type="dxa"/>
            <w:tcBorders>
              <w:top w:val="single" w:sz="4" w:space="0" w:color="auto"/>
              <w:bottom w:val="single" w:sz="4" w:space="0" w:color="auto"/>
            </w:tcBorders>
            <w:shd w:val="clear" w:color="auto" w:fill="auto"/>
          </w:tcPr>
          <w:p w14:paraId="35B383E3" w14:textId="0A067D28" w:rsidR="00FC7A19" w:rsidRPr="00FC7A19" w:rsidRDefault="003B5161" w:rsidP="003B5161">
            <w:pPr>
              <w:tabs>
                <w:tab w:val="left" w:pos="885"/>
                <w:tab w:val="center" w:pos="1155"/>
              </w:tabs>
              <w:spacing w:line="240" w:lineRule="auto"/>
              <w:ind w:right="68"/>
              <w:jc w:val="right"/>
              <w:rPr>
                <w:b/>
                <w:bCs/>
              </w:rPr>
            </w:pPr>
            <w:r w:rsidRPr="003B5161">
              <w:rPr>
                <w:b/>
                <w:bCs/>
              </w:rPr>
              <w:t>35,116</w:t>
            </w:r>
          </w:p>
        </w:tc>
        <w:tc>
          <w:tcPr>
            <w:tcW w:w="270" w:type="dxa"/>
          </w:tcPr>
          <w:p w14:paraId="42D77B4C" w14:textId="77777777" w:rsidR="00FC7A19" w:rsidRPr="00FC7A19" w:rsidRDefault="00FC7A19" w:rsidP="00FC7A19">
            <w:pPr>
              <w:spacing w:line="240" w:lineRule="auto"/>
              <w:ind w:right="76"/>
              <w:jc w:val="both"/>
              <w:rPr>
                <w:b/>
                <w:bCs/>
              </w:rPr>
            </w:pPr>
          </w:p>
        </w:tc>
        <w:tc>
          <w:tcPr>
            <w:tcW w:w="1620" w:type="dxa"/>
            <w:tcBorders>
              <w:top w:val="single" w:sz="4" w:space="0" w:color="auto"/>
              <w:bottom w:val="single" w:sz="4" w:space="0" w:color="auto"/>
            </w:tcBorders>
          </w:tcPr>
          <w:p w14:paraId="5FA1F8A9" w14:textId="1FA04DAF" w:rsidR="00FC7A19" w:rsidRPr="00FC7A19" w:rsidRDefault="00FC7A19" w:rsidP="00FC7A19">
            <w:pPr>
              <w:tabs>
                <w:tab w:val="left" w:pos="670"/>
                <w:tab w:val="left" w:pos="940"/>
                <w:tab w:val="left" w:pos="1210"/>
              </w:tabs>
              <w:spacing w:line="240" w:lineRule="auto"/>
              <w:ind w:right="-650"/>
              <w:jc w:val="center"/>
              <w:rPr>
                <w:b/>
                <w:bCs/>
              </w:rPr>
            </w:pPr>
            <w:r w:rsidRPr="00FC7A19">
              <w:rPr>
                <w:b/>
                <w:bCs/>
              </w:rPr>
              <w:t>25,719</w:t>
            </w:r>
          </w:p>
        </w:tc>
        <w:tc>
          <w:tcPr>
            <w:tcW w:w="270" w:type="dxa"/>
          </w:tcPr>
          <w:p w14:paraId="63CD545E" w14:textId="77777777" w:rsidR="00FC7A19" w:rsidRPr="00FC7A19" w:rsidRDefault="00FC7A19" w:rsidP="00FC7A19">
            <w:pPr>
              <w:spacing w:line="240" w:lineRule="auto"/>
              <w:jc w:val="both"/>
              <w:rPr>
                <w:b/>
                <w:bCs/>
              </w:rPr>
            </w:pPr>
          </w:p>
        </w:tc>
        <w:tc>
          <w:tcPr>
            <w:tcW w:w="1440" w:type="dxa"/>
            <w:tcBorders>
              <w:top w:val="single" w:sz="4" w:space="0" w:color="auto"/>
              <w:bottom w:val="single" w:sz="4" w:space="0" w:color="auto"/>
            </w:tcBorders>
          </w:tcPr>
          <w:p w14:paraId="21F1BEBC" w14:textId="63D1072B" w:rsidR="00FC7A19" w:rsidRPr="00FC7A19" w:rsidRDefault="00FC7A19" w:rsidP="00EA367B">
            <w:pPr>
              <w:tabs>
                <w:tab w:val="left" w:pos="972"/>
              </w:tabs>
              <w:spacing w:line="240" w:lineRule="auto"/>
              <w:ind w:right="76"/>
              <w:jc w:val="right"/>
              <w:rPr>
                <w:b/>
                <w:bCs/>
                <w:cs/>
              </w:rPr>
            </w:pPr>
            <w:r w:rsidRPr="00FC7A19">
              <w:rPr>
                <w:b/>
                <w:bCs/>
              </w:rPr>
              <w:t>1,425</w:t>
            </w:r>
          </w:p>
        </w:tc>
      </w:tr>
      <w:tr w:rsidR="00455C81" w:rsidRPr="00F73937" w14:paraId="076CC5A5" w14:textId="77777777" w:rsidTr="00153F67">
        <w:trPr>
          <w:cantSplit/>
        </w:trPr>
        <w:tc>
          <w:tcPr>
            <w:tcW w:w="3960" w:type="dxa"/>
          </w:tcPr>
          <w:p w14:paraId="4F5B02C2" w14:textId="7A041040" w:rsidR="00455C81" w:rsidRPr="00F73937" w:rsidRDefault="00455C81" w:rsidP="0029532D">
            <w:pPr>
              <w:spacing w:line="240" w:lineRule="atLeast"/>
              <w:ind w:left="520" w:hanging="270"/>
            </w:pPr>
          </w:p>
        </w:tc>
        <w:tc>
          <w:tcPr>
            <w:tcW w:w="1620" w:type="dxa"/>
            <w:tcBorders>
              <w:top w:val="single" w:sz="4" w:space="0" w:color="auto"/>
            </w:tcBorders>
            <w:shd w:val="clear" w:color="auto" w:fill="auto"/>
          </w:tcPr>
          <w:p w14:paraId="7185BAFE" w14:textId="186FE4F3" w:rsidR="00455C81" w:rsidRPr="00F73937" w:rsidRDefault="00455C81" w:rsidP="000C01F8">
            <w:pPr>
              <w:tabs>
                <w:tab w:val="left" w:pos="1327"/>
              </w:tabs>
              <w:spacing w:line="240" w:lineRule="auto"/>
              <w:ind w:right="68"/>
              <w:jc w:val="right"/>
            </w:pPr>
          </w:p>
        </w:tc>
        <w:tc>
          <w:tcPr>
            <w:tcW w:w="270" w:type="dxa"/>
          </w:tcPr>
          <w:p w14:paraId="32639F68" w14:textId="77777777" w:rsidR="00455C81" w:rsidRPr="00F73937" w:rsidRDefault="00455C81" w:rsidP="0029532D">
            <w:pPr>
              <w:spacing w:line="240" w:lineRule="auto"/>
              <w:ind w:right="108"/>
              <w:jc w:val="right"/>
            </w:pPr>
          </w:p>
        </w:tc>
        <w:tc>
          <w:tcPr>
            <w:tcW w:w="1620" w:type="dxa"/>
            <w:tcBorders>
              <w:top w:val="single" w:sz="4" w:space="0" w:color="auto"/>
            </w:tcBorders>
          </w:tcPr>
          <w:p w14:paraId="32E71972" w14:textId="1B806FF5" w:rsidR="00455C81" w:rsidRPr="00F73937" w:rsidRDefault="00455C81" w:rsidP="000C01F8">
            <w:pPr>
              <w:tabs>
                <w:tab w:val="left" w:pos="670"/>
                <w:tab w:val="left" w:pos="720"/>
                <w:tab w:val="left" w:pos="793"/>
              </w:tabs>
              <w:spacing w:line="240" w:lineRule="auto"/>
              <w:ind w:right="70"/>
              <w:jc w:val="right"/>
            </w:pPr>
          </w:p>
        </w:tc>
        <w:tc>
          <w:tcPr>
            <w:tcW w:w="270" w:type="dxa"/>
          </w:tcPr>
          <w:p w14:paraId="66C7FAE3" w14:textId="77777777" w:rsidR="00455C81" w:rsidRPr="00F73937" w:rsidRDefault="00455C81" w:rsidP="0029532D">
            <w:pPr>
              <w:spacing w:line="240" w:lineRule="auto"/>
              <w:jc w:val="both"/>
            </w:pPr>
          </w:p>
        </w:tc>
        <w:tc>
          <w:tcPr>
            <w:tcW w:w="1440" w:type="dxa"/>
            <w:tcBorders>
              <w:top w:val="single" w:sz="4" w:space="0" w:color="auto"/>
            </w:tcBorders>
          </w:tcPr>
          <w:p w14:paraId="0CB7EF87" w14:textId="17ABDE09" w:rsidR="00455C81" w:rsidRPr="00F73937" w:rsidRDefault="00455C81" w:rsidP="000C01F8">
            <w:pPr>
              <w:tabs>
                <w:tab w:val="left" w:pos="720"/>
              </w:tabs>
              <w:spacing w:line="240" w:lineRule="auto"/>
              <w:ind w:right="68"/>
              <w:jc w:val="right"/>
              <w:rPr>
                <w:cs/>
              </w:rPr>
            </w:pPr>
          </w:p>
        </w:tc>
      </w:tr>
      <w:tr w:rsidR="000C01F8" w:rsidRPr="00F73937" w14:paraId="26CFB8C4" w14:textId="77777777" w:rsidTr="00153F67">
        <w:trPr>
          <w:cantSplit/>
        </w:trPr>
        <w:tc>
          <w:tcPr>
            <w:tcW w:w="3960" w:type="dxa"/>
          </w:tcPr>
          <w:p w14:paraId="72E6F5DF" w14:textId="5972EE12" w:rsidR="000C01F8" w:rsidRPr="00F73937" w:rsidRDefault="000C01F8" w:rsidP="000C01F8">
            <w:pPr>
              <w:spacing w:line="240" w:lineRule="atLeast"/>
              <w:ind w:firstLine="250"/>
              <w:rPr>
                <w:b/>
                <w:bCs/>
              </w:rPr>
            </w:pPr>
            <w:r w:rsidRPr="00F73937">
              <w:rPr>
                <w:b/>
                <w:bCs/>
              </w:rPr>
              <w:t>Grand total</w:t>
            </w:r>
          </w:p>
        </w:tc>
        <w:tc>
          <w:tcPr>
            <w:tcW w:w="1620" w:type="dxa"/>
            <w:tcBorders>
              <w:bottom w:val="double" w:sz="4" w:space="0" w:color="auto"/>
            </w:tcBorders>
            <w:shd w:val="clear" w:color="auto" w:fill="auto"/>
          </w:tcPr>
          <w:p w14:paraId="21736F4A" w14:textId="35757FED" w:rsidR="000C01F8" w:rsidRPr="000C01F8" w:rsidRDefault="000C01F8" w:rsidP="000C01F8">
            <w:pPr>
              <w:tabs>
                <w:tab w:val="left" w:pos="1327"/>
              </w:tabs>
              <w:spacing w:line="240" w:lineRule="auto"/>
              <w:ind w:right="68"/>
              <w:jc w:val="right"/>
              <w:rPr>
                <w:b/>
                <w:bCs/>
              </w:rPr>
            </w:pPr>
            <w:r w:rsidRPr="000C01F8">
              <w:rPr>
                <w:b/>
                <w:bCs/>
              </w:rPr>
              <w:t>100,293</w:t>
            </w:r>
          </w:p>
        </w:tc>
        <w:tc>
          <w:tcPr>
            <w:tcW w:w="270" w:type="dxa"/>
          </w:tcPr>
          <w:p w14:paraId="64812659" w14:textId="77777777" w:rsidR="000C01F8" w:rsidRPr="000C01F8" w:rsidRDefault="000C01F8" w:rsidP="000C01F8">
            <w:pPr>
              <w:tabs>
                <w:tab w:val="left" w:pos="720"/>
              </w:tabs>
              <w:spacing w:line="240" w:lineRule="auto"/>
              <w:ind w:right="76"/>
              <w:jc w:val="both"/>
              <w:rPr>
                <w:b/>
                <w:bCs/>
              </w:rPr>
            </w:pPr>
          </w:p>
        </w:tc>
        <w:tc>
          <w:tcPr>
            <w:tcW w:w="1620" w:type="dxa"/>
            <w:tcBorders>
              <w:bottom w:val="double" w:sz="4" w:space="0" w:color="auto"/>
            </w:tcBorders>
          </w:tcPr>
          <w:p w14:paraId="49A91493" w14:textId="77B97458" w:rsidR="000C01F8" w:rsidRPr="000C01F8" w:rsidRDefault="000C01F8" w:rsidP="000C01F8">
            <w:pPr>
              <w:tabs>
                <w:tab w:val="left" w:pos="720"/>
                <w:tab w:val="left" w:pos="793"/>
              </w:tabs>
              <w:spacing w:line="240" w:lineRule="auto"/>
              <w:ind w:right="70"/>
              <w:jc w:val="right"/>
              <w:rPr>
                <w:b/>
                <w:bCs/>
              </w:rPr>
            </w:pPr>
            <w:r w:rsidRPr="000C01F8">
              <w:rPr>
                <w:b/>
                <w:bCs/>
              </w:rPr>
              <w:t>52,163</w:t>
            </w:r>
          </w:p>
        </w:tc>
        <w:tc>
          <w:tcPr>
            <w:tcW w:w="270" w:type="dxa"/>
          </w:tcPr>
          <w:p w14:paraId="768728FC" w14:textId="77777777" w:rsidR="000C01F8" w:rsidRPr="000C01F8" w:rsidRDefault="000C01F8" w:rsidP="000C01F8">
            <w:pPr>
              <w:tabs>
                <w:tab w:val="left" w:pos="720"/>
              </w:tabs>
              <w:spacing w:line="240" w:lineRule="auto"/>
              <w:ind w:right="347"/>
              <w:jc w:val="both"/>
              <w:rPr>
                <w:b/>
                <w:bCs/>
              </w:rPr>
            </w:pPr>
          </w:p>
        </w:tc>
        <w:tc>
          <w:tcPr>
            <w:tcW w:w="1440" w:type="dxa"/>
            <w:tcBorders>
              <w:bottom w:val="double" w:sz="4" w:space="0" w:color="auto"/>
            </w:tcBorders>
          </w:tcPr>
          <w:p w14:paraId="7AEB0FF2" w14:textId="20B15E97" w:rsidR="000C01F8" w:rsidRPr="000C01F8" w:rsidRDefault="000C01F8" w:rsidP="000C01F8">
            <w:pPr>
              <w:tabs>
                <w:tab w:val="left" w:pos="720"/>
              </w:tabs>
              <w:spacing w:line="240" w:lineRule="auto"/>
              <w:ind w:right="68"/>
              <w:jc w:val="right"/>
              <w:rPr>
                <w:b/>
                <w:bCs/>
              </w:rPr>
            </w:pPr>
            <w:r w:rsidRPr="000C01F8">
              <w:rPr>
                <w:b/>
                <w:bCs/>
              </w:rPr>
              <w:t>3,227</w:t>
            </w:r>
          </w:p>
        </w:tc>
      </w:tr>
    </w:tbl>
    <w:p w14:paraId="3188D891" w14:textId="77777777" w:rsidR="00F92E09" w:rsidRPr="00F73937" w:rsidRDefault="00F92E09" w:rsidP="00657621">
      <w:pPr>
        <w:spacing w:line="240" w:lineRule="atLeast"/>
        <w:ind w:left="540" w:firstLine="9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7A40AA" w:rsidRPr="00F73937" w14:paraId="63D0A8D2" w14:textId="77777777" w:rsidTr="00155DD3">
        <w:trPr>
          <w:cantSplit/>
        </w:trPr>
        <w:tc>
          <w:tcPr>
            <w:tcW w:w="3960" w:type="dxa"/>
          </w:tcPr>
          <w:p w14:paraId="1DB56A91" w14:textId="77777777" w:rsidR="007A40AA" w:rsidRPr="00F73937" w:rsidRDefault="007A40AA" w:rsidP="007A40AA">
            <w:pPr>
              <w:spacing w:line="240" w:lineRule="atLeast"/>
              <w:rPr>
                <w:i/>
                <w:iCs/>
              </w:rPr>
            </w:pPr>
          </w:p>
        </w:tc>
        <w:tc>
          <w:tcPr>
            <w:tcW w:w="5220" w:type="dxa"/>
            <w:gridSpan w:val="5"/>
            <w:shd w:val="clear" w:color="auto" w:fill="auto"/>
          </w:tcPr>
          <w:p w14:paraId="6B923A3A" w14:textId="3F8A5ADA" w:rsidR="007A40AA" w:rsidRPr="00F73937" w:rsidRDefault="007A40AA" w:rsidP="007A40AA">
            <w:pPr>
              <w:pStyle w:val="BodyText"/>
              <w:spacing w:after="0" w:line="240" w:lineRule="atLeast"/>
              <w:ind w:left="-108" w:right="-110"/>
              <w:jc w:val="center"/>
              <w:rPr>
                <w:b/>
                <w:bCs/>
                <w:lang w:val="en-GB"/>
              </w:rPr>
            </w:pPr>
            <w:r w:rsidRPr="00F73937">
              <w:rPr>
                <w:b/>
                <w:bCs/>
                <w:lang w:val="en-GB"/>
              </w:rPr>
              <w:t>Consolidated financial statements</w:t>
            </w:r>
          </w:p>
        </w:tc>
      </w:tr>
      <w:tr w:rsidR="007A40AA" w:rsidRPr="00F73937" w14:paraId="3E7831F3" w14:textId="77777777" w:rsidTr="00155DD3">
        <w:trPr>
          <w:cantSplit/>
        </w:trPr>
        <w:tc>
          <w:tcPr>
            <w:tcW w:w="3960" w:type="dxa"/>
          </w:tcPr>
          <w:p w14:paraId="56E973E7" w14:textId="77777777" w:rsidR="007A40AA" w:rsidRPr="00F73937" w:rsidRDefault="007A40AA" w:rsidP="007A40AA">
            <w:pPr>
              <w:spacing w:line="240" w:lineRule="atLeast"/>
              <w:rPr>
                <w:i/>
                <w:iCs/>
              </w:rPr>
            </w:pPr>
          </w:p>
          <w:p w14:paraId="5510492C" w14:textId="77777777" w:rsidR="007A40AA" w:rsidRPr="00F73937" w:rsidRDefault="007A40AA" w:rsidP="007A40AA">
            <w:pPr>
              <w:spacing w:line="240" w:lineRule="atLeast"/>
              <w:rPr>
                <w:rFonts w:cs="Cordia New"/>
                <w:b/>
                <w:bCs/>
                <w:i/>
                <w:iCs/>
              </w:rPr>
            </w:pPr>
          </w:p>
          <w:p w14:paraId="6CD3F82B" w14:textId="77777777" w:rsidR="007A40AA" w:rsidRPr="00F73937" w:rsidRDefault="007A40AA" w:rsidP="007A40AA">
            <w:pPr>
              <w:spacing w:line="240" w:lineRule="atLeast"/>
              <w:rPr>
                <w:rFonts w:cs="Cordia New"/>
                <w:b/>
                <w:bCs/>
                <w:i/>
                <w:iCs/>
              </w:rPr>
            </w:pPr>
          </w:p>
          <w:p w14:paraId="1AE48C00" w14:textId="77777777" w:rsidR="007A40AA" w:rsidRPr="00F73937" w:rsidRDefault="007A40AA" w:rsidP="007A40AA">
            <w:pPr>
              <w:spacing w:line="240" w:lineRule="atLeast"/>
              <w:rPr>
                <w:rFonts w:cs="Cordia New"/>
                <w:b/>
                <w:bCs/>
                <w:i/>
                <w:iCs/>
              </w:rPr>
            </w:pPr>
          </w:p>
          <w:p w14:paraId="4CDB9193" w14:textId="7CAC947B" w:rsidR="007A40AA" w:rsidRPr="00F73937" w:rsidRDefault="007A40AA" w:rsidP="007A40AA">
            <w:pPr>
              <w:spacing w:line="240" w:lineRule="atLeast"/>
              <w:rPr>
                <w:rFonts w:cs="Cordia New"/>
                <w:b/>
                <w:bCs/>
                <w:i/>
                <w:iCs/>
              </w:rPr>
            </w:pPr>
            <w:r w:rsidRPr="00F73937">
              <w:rPr>
                <w:rFonts w:cs="Cordia New"/>
                <w:b/>
                <w:bCs/>
                <w:i/>
                <w:iCs/>
              </w:rPr>
              <w:t>At 31 December 2021</w:t>
            </w:r>
          </w:p>
        </w:tc>
        <w:tc>
          <w:tcPr>
            <w:tcW w:w="1620" w:type="dxa"/>
            <w:shd w:val="clear" w:color="auto" w:fill="auto"/>
          </w:tcPr>
          <w:p w14:paraId="1E6C8960" w14:textId="77777777" w:rsidR="007A40AA" w:rsidRPr="00F73937" w:rsidRDefault="007A40AA" w:rsidP="007A40AA">
            <w:pPr>
              <w:pStyle w:val="acctmergecolhdg"/>
              <w:spacing w:line="240" w:lineRule="atLeast"/>
              <w:ind w:left="-169" w:right="-142"/>
              <w:rPr>
                <w:b w:val="0"/>
                <w:bCs/>
              </w:rPr>
            </w:pPr>
            <w:r w:rsidRPr="00F73937">
              <w:rPr>
                <w:b w:val="0"/>
                <w:bCs/>
              </w:rPr>
              <w:t>Installment accounts receivable - net of unearned interest income</w:t>
            </w:r>
          </w:p>
        </w:tc>
        <w:tc>
          <w:tcPr>
            <w:tcW w:w="270" w:type="dxa"/>
          </w:tcPr>
          <w:p w14:paraId="44DEDA9A" w14:textId="77777777" w:rsidR="007A40AA" w:rsidRPr="00F73937" w:rsidRDefault="007A40AA" w:rsidP="007A40AA">
            <w:pPr>
              <w:pStyle w:val="acctmergecolhdg"/>
              <w:spacing w:line="240" w:lineRule="atLeast"/>
              <w:ind w:left="-169" w:right="-142"/>
              <w:rPr>
                <w:b w:val="0"/>
                <w:bCs/>
              </w:rPr>
            </w:pPr>
          </w:p>
        </w:tc>
        <w:tc>
          <w:tcPr>
            <w:tcW w:w="1620" w:type="dxa"/>
          </w:tcPr>
          <w:p w14:paraId="34751EA9" w14:textId="77777777" w:rsidR="007A40AA" w:rsidRPr="00F73937" w:rsidRDefault="007A40AA" w:rsidP="007A40AA">
            <w:pPr>
              <w:autoSpaceDE w:val="0"/>
              <w:autoSpaceDN w:val="0"/>
              <w:adjustRightInd w:val="0"/>
              <w:jc w:val="center"/>
            </w:pPr>
            <w:r w:rsidRPr="00F73937">
              <w:t>Net receivables</w:t>
            </w:r>
          </w:p>
          <w:p w14:paraId="0C2615A2" w14:textId="77777777" w:rsidR="007A40AA" w:rsidRPr="00F73937" w:rsidRDefault="007A40AA" w:rsidP="007A40AA">
            <w:pPr>
              <w:autoSpaceDE w:val="0"/>
              <w:autoSpaceDN w:val="0"/>
              <w:adjustRightInd w:val="0"/>
              <w:ind w:left="-99" w:right="-135"/>
              <w:jc w:val="center"/>
            </w:pPr>
            <w:r w:rsidRPr="00F73937">
              <w:t>for setting up</w:t>
            </w:r>
          </w:p>
          <w:p w14:paraId="2C18B255" w14:textId="77777777" w:rsidR="007A40AA" w:rsidRPr="00F73937" w:rsidRDefault="007A40AA" w:rsidP="007A40AA">
            <w:pPr>
              <w:pStyle w:val="acctmergecolhdg"/>
              <w:spacing w:line="240" w:lineRule="atLeast"/>
              <w:ind w:left="-169" w:right="-142"/>
              <w:rPr>
                <w:b w:val="0"/>
              </w:rPr>
            </w:pPr>
            <w:r w:rsidRPr="00F73937">
              <w:rPr>
                <w:b w:val="0"/>
              </w:rPr>
              <w:t>allowance for</w:t>
            </w:r>
          </w:p>
          <w:p w14:paraId="4A7E2F7C" w14:textId="77777777" w:rsidR="007A40AA" w:rsidRPr="00F73937" w:rsidRDefault="007A40AA" w:rsidP="007A40AA">
            <w:pPr>
              <w:pStyle w:val="acctmergecolhdg"/>
              <w:spacing w:line="240" w:lineRule="atLeast"/>
              <w:ind w:left="-169" w:right="-142"/>
              <w:rPr>
                <w:b w:val="0"/>
              </w:rPr>
            </w:pPr>
            <w:r w:rsidRPr="00F73937">
              <w:rPr>
                <w:b w:val="0"/>
              </w:rPr>
              <w:t>expected</w:t>
            </w:r>
          </w:p>
          <w:p w14:paraId="65F08242" w14:textId="77777777" w:rsidR="007A40AA" w:rsidRPr="00F73937" w:rsidRDefault="007A40AA" w:rsidP="007A40AA">
            <w:pPr>
              <w:pStyle w:val="acctmergecolhdg"/>
              <w:spacing w:line="240" w:lineRule="atLeast"/>
              <w:ind w:left="-169" w:right="-142"/>
              <w:rPr>
                <w:b w:val="0"/>
              </w:rPr>
            </w:pPr>
            <w:r w:rsidRPr="00F73937">
              <w:rPr>
                <w:b w:val="0"/>
              </w:rPr>
              <w:t>credit loss*</w:t>
            </w:r>
          </w:p>
        </w:tc>
        <w:tc>
          <w:tcPr>
            <w:tcW w:w="270" w:type="dxa"/>
          </w:tcPr>
          <w:p w14:paraId="56C2127D" w14:textId="77777777" w:rsidR="007A40AA" w:rsidRPr="00F73937" w:rsidRDefault="007A40AA" w:rsidP="007A40AA">
            <w:pPr>
              <w:pStyle w:val="acctmergecolhdg"/>
              <w:spacing w:line="240" w:lineRule="atLeast"/>
              <w:ind w:left="-169" w:right="-142"/>
              <w:rPr>
                <w:b w:val="0"/>
                <w:bCs/>
              </w:rPr>
            </w:pPr>
          </w:p>
        </w:tc>
        <w:tc>
          <w:tcPr>
            <w:tcW w:w="1440" w:type="dxa"/>
            <w:vAlign w:val="bottom"/>
          </w:tcPr>
          <w:p w14:paraId="6E4C308E" w14:textId="77777777" w:rsidR="007A40AA" w:rsidRPr="00F73937" w:rsidRDefault="007A40AA" w:rsidP="007A40AA">
            <w:pPr>
              <w:autoSpaceDE w:val="0"/>
              <w:autoSpaceDN w:val="0"/>
              <w:adjustRightInd w:val="0"/>
              <w:jc w:val="center"/>
            </w:pPr>
          </w:p>
          <w:p w14:paraId="7BEFAE0B" w14:textId="77777777" w:rsidR="007A40AA" w:rsidRPr="00F73937" w:rsidRDefault="007A40AA" w:rsidP="007A40AA">
            <w:pPr>
              <w:autoSpaceDE w:val="0"/>
              <w:autoSpaceDN w:val="0"/>
              <w:adjustRightInd w:val="0"/>
              <w:jc w:val="center"/>
            </w:pPr>
            <w:r w:rsidRPr="00F73937">
              <w:t>Allowance</w:t>
            </w:r>
          </w:p>
          <w:p w14:paraId="34F4E2F1" w14:textId="77777777" w:rsidR="007A40AA" w:rsidRPr="00F73937" w:rsidRDefault="007A40AA" w:rsidP="007A40AA">
            <w:pPr>
              <w:autoSpaceDE w:val="0"/>
              <w:autoSpaceDN w:val="0"/>
              <w:adjustRightInd w:val="0"/>
              <w:jc w:val="center"/>
            </w:pPr>
            <w:r w:rsidRPr="00F73937">
              <w:t>for expected</w:t>
            </w:r>
          </w:p>
          <w:p w14:paraId="31B316A3" w14:textId="77777777" w:rsidR="007A40AA" w:rsidRPr="00F73937" w:rsidRDefault="007A40AA" w:rsidP="007A40AA">
            <w:pPr>
              <w:autoSpaceDE w:val="0"/>
              <w:autoSpaceDN w:val="0"/>
              <w:adjustRightInd w:val="0"/>
              <w:jc w:val="center"/>
            </w:pPr>
            <w:r w:rsidRPr="00F73937">
              <w:t>credit loss</w:t>
            </w:r>
          </w:p>
        </w:tc>
      </w:tr>
      <w:tr w:rsidR="007A40AA" w:rsidRPr="00F73937" w14:paraId="4DFFA12B" w14:textId="77777777" w:rsidTr="00155DD3">
        <w:trPr>
          <w:cantSplit/>
        </w:trPr>
        <w:tc>
          <w:tcPr>
            <w:tcW w:w="3960" w:type="dxa"/>
          </w:tcPr>
          <w:p w14:paraId="2420FCBD" w14:textId="77777777" w:rsidR="007A40AA" w:rsidRPr="00F73937" w:rsidRDefault="007A40AA" w:rsidP="007A40AA">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208CA0C0" w14:textId="77777777" w:rsidR="007A40AA" w:rsidRPr="00F73937" w:rsidRDefault="007A40AA" w:rsidP="007A40AA">
            <w:pPr>
              <w:tabs>
                <w:tab w:val="decimal" w:pos="-130"/>
              </w:tabs>
              <w:spacing w:line="240" w:lineRule="atLeast"/>
              <w:ind w:left="-130" w:right="-108"/>
              <w:jc w:val="center"/>
              <w:rPr>
                <w:i/>
                <w:iCs/>
              </w:rPr>
            </w:pPr>
            <w:r w:rsidRPr="00F73937">
              <w:rPr>
                <w:i/>
                <w:iCs/>
              </w:rPr>
              <w:t>(in thousand Baht)</w:t>
            </w:r>
          </w:p>
        </w:tc>
      </w:tr>
      <w:tr w:rsidR="007A40AA" w:rsidRPr="00F73937" w14:paraId="177FEA2A" w14:textId="77777777" w:rsidTr="00155DD3">
        <w:trPr>
          <w:cantSplit/>
        </w:trPr>
        <w:tc>
          <w:tcPr>
            <w:tcW w:w="7470" w:type="dxa"/>
            <w:gridSpan w:val="4"/>
          </w:tcPr>
          <w:p w14:paraId="62D6CA08" w14:textId="77777777" w:rsidR="007A40AA" w:rsidRPr="00F73937" w:rsidRDefault="007A40AA" w:rsidP="007A40AA">
            <w:pPr>
              <w:tabs>
                <w:tab w:val="left" w:pos="250"/>
              </w:tabs>
              <w:spacing w:line="240" w:lineRule="atLeast"/>
              <w:ind w:right="-124"/>
              <w:rPr>
                <w:rFonts w:cs="Angsana New"/>
              </w:rPr>
            </w:pPr>
            <w:r w:rsidRPr="00F73937">
              <w:rPr>
                <w:rFonts w:cs="Angsana New"/>
              </w:rPr>
              <w:t xml:space="preserve">1) Non-rescheduled installment receivables </w:t>
            </w:r>
          </w:p>
        </w:tc>
        <w:tc>
          <w:tcPr>
            <w:tcW w:w="270" w:type="dxa"/>
          </w:tcPr>
          <w:p w14:paraId="651185D2" w14:textId="77777777" w:rsidR="007A40AA" w:rsidRPr="00F73937" w:rsidRDefault="007A40AA" w:rsidP="007A40AA">
            <w:pPr>
              <w:tabs>
                <w:tab w:val="decimal" w:pos="1179"/>
              </w:tabs>
              <w:spacing w:line="240" w:lineRule="atLeast"/>
              <w:ind w:left="-108" w:right="-124"/>
            </w:pPr>
          </w:p>
        </w:tc>
        <w:tc>
          <w:tcPr>
            <w:tcW w:w="1440" w:type="dxa"/>
          </w:tcPr>
          <w:p w14:paraId="6C47BF39" w14:textId="77777777" w:rsidR="007A40AA" w:rsidRPr="00F73937" w:rsidRDefault="007A40AA" w:rsidP="007A40AA">
            <w:pPr>
              <w:tabs>
                <w:tab w:val="decimal" w:pos="1242"/>
              </w:tabs>
              <w:spacing w:line="240" w:lineRule="atLeast"/>
              <w:ind w:left="-108" w:right="-124"/>
            </w:pPr>
          </w:p>
        </w:tc>
      </w:tr>
      <w:tr w:rsidR="007A40AA" w:rsidRPr="00F73937" w14:paraId="0A0088AD" w14:textId="77777777" w:rsidTr="00155DD3">
        <w:trPr>
          <w:cantSplit/>
        </w:trPr>
        <w:tc>
          <w:tcPr>
            <w:tcW w:w="7470" w:type="dxa"/>
            <w:gridSpan w:val="4"/>
          </w:tcPr>
          <w:p w14:paraId="21471BDC" w14:textId="77777777" w:rsidR="007A40AA" w:rsidRPr="00F73937" w:rsidRDefault="007A40AA" w:rsidP="007A40AA">
            <w:pPr>
              <w:spacing w:line="240" w:lineRule="atLeast"/>
              <w:ind w:left="258" w:right="-124"/>
              <w:rPr>
                <w:rFonts w:cs="Angsana New"/>
                <w:i/>
                <w:iCs/>
              </w:rPr>
            </w:pPr>
            <w:r w:rsidRPr="00F73937">
              <w:rPr>
                <w:rFonts w:cs="Angsana New"/>
                <w:i/>
                <w:iCs/>
              </w:rPr>
              <w:t>Normal receivables</w:t>
            </w:r>
          </w:p>
        </w:tc>
        <w:tc>
          <w:tcPr>
            <w:tcW w:w="270" w:type="dxa"/>
          </w:tcPr>
          <w:p w14:paraId="40048F27" w14:textId="77777777" w:rsidR="007A40AA" w:rsidRPr="00F73937" w:rsidRDefault="007A40AA" w:rsidP="007A40AA">
            <w:pPr>
              <w:tabs>
                <w:tab w:val="decimal" w:pos="1179"/>
              </w:tabs>
              <w:spacing w:line="240" w:lineRule="atLeast"/>
              <w:ind w:left="-108" w:right="-124"/>
            </w:pPr>
          </w:p>
        </w:tc>
        <w:tc>
          <w:tcPr>
            <w:tcW w:w="1440" w:type="dxa"/>
          </w:tcPr>
          <w:p w14:paraId="09F4A8E8" w14:textId="77777777" w:rsidR="007A40AA" w:rsidRPr="00F73937" w:rsidRDefault="007A40AA" w:rsidP="007A40AA">
            <w:pPr>
              <w:tabs>
                <w:tab w:val="decimal" w:pos="1242"/>
              </w:tabs>
              <w:spacing w:line="240" w:lineRule="atLeast"/>
              <w:ind w:left="-108" w:right="-124"/>
            </w:pPr>
          </w:p>
        </w:tc>
      </w:tr>
      <w:tr w:rsidR="007A40AA" w:rsidRPr="00F73937" w14:paraId="2DFD3860" w14:textId="77777777" w:rsidTr="009E7BDE">
        <w:trPr>
          <w:cantSplit/>
        </w:trPr>
        <w:tc>
          <w:tcPr>
            <w:tcW w:w="3960" w:type="dxa"/>
          </w:tcPr>
          <w:p w14:paraId="518817C2" w14:textId="77777777" w:rsidR="007A40AA" w:rsidRPr="00F73937" w:rsidRDefault="007A40AA" w:rsidP="007A40AA">
            <w:pPr>
              <w:spacing w:line="240" w:lineRule="atLeast"/>
              <w:ind w:left="258"/>
            </w:pPr>
            <w:r w:rsidRPr="00F73937">
              <w:t>Within credit terms</w:t>
            </w:r>
          </w:p>
        </w:tc>
        <w:tc>
          <w:tcPr>
            <w:tcW w:w="1620" w:type="dxa"/>
            <w:shd w:val="clear" w:color="auto" w:fill="auto"/>
          </w:tcPr>
          <w:p w14:paraId="6D044F2E" w14:textId="402B52FC" w:rsidR="007A40AA" w:rsidRPr="00F73937" w:rsidRDefault="007A40AA" w:rsidP="007A40AA">
            <w:pPr>
              <w:tabs>
                <w:tab w:val="left" w:pos="720"/>
              </w:tabs>
              <w:spacing w:line="240" w:lineRule="auto"/>
              <w:ind w:right="76"/>
              <w:jc w:val="right"/>
              <w:rPr>
                <w:rFonts w:cstheme="minorBidi"/>
              </w:rPr>
            </w:pPr>
            <w:r w:rsidRPr="00F73937">
              <w:t>82,675</w:t>
            </w:r>
          </w:p>
        </w:tc>
        <w:tc>
          <w:tcPr>
            <w:tcW w:w="270" w:type="dxa"/>
          </w:tcPr>
          <w:p w14:paraId="595E9284"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1C27C712" w14:textId="591B6A4F" w:rsidR="007A40AA" w:rsidRPr="00F73937" w:rsidRDefault="007A40AA" w:rsidP="007A40AA">
            <w:pPr>
              <w:tabs>
                <w:tab w:val="left" w:pos="720"/>
              </w:tabs>
              <w:spacing w:line="240" w:lineRule="auto"/>
              <w:ind w:right="76"/>
              <w:jc w:val="right"/>
              <w:rPr>
                <w:highlight w:val="yellow"/>
              </w:rPr>
            </w:pPr>
            <w:r w:rsidRPr="00F73937">
              <w:t>27,870</w:t>
            </w:r>
          </w:p>
        </w:tc>
        <w:tc>
          <w:tcPr>
            <w:tcW w:w="270" w:type="dxa"/>
          </w:tcPr>
          <w:p w14:paraId="3D0CAD58" w14:textId="77777777" w:rsidR="007A40AA" w:rsidRPr="00F73937" w:rsidRDefault="007A40AA" w:rsidP="007A40AA">
            <w:pPr>
              <w:spacing w:line="240" w:lineRule="auto"/>
              <w:jc w:val="both"/>
              <w:rPr>
                <w:highlight w:val="yellow"/>
              </w:rPr>
            </w:pPr>
          </w:p>
        </w:tc>
        <w:tc>
          <w:tcPr>
            <w:tcW w:w="1440" w:type="dxa"/>
          </w:tcPr>
          <w:p w14:paraId="2A62DE77" w14:textId="0BCA2D99" w:rsidR="007A40AA" w:rsidRPr="00F73937" w:rsidRDefault="007A40AA" w:rsidP="007A40AA">
            <w:pPr>
              <w:tabs>
                <w:tab w:val="left" w:pos="720"/>
              </w:tabs>
              <w:spacing w:line="240" w:lineRule="auto"/>
              <w:ind w:right="76"/>
              <w:jc w:val="right"/>
              <w:rPr>
                <w:highlight w:val="yellow"/>
              </w:rPr>
            </w:pPr>
            <w:r w:rsidRPr="00F73937">
              <w:t>836</w:t>
            </w:r>
          </w:p>
        </w:tc>
      </w:tr>
      <w:tr w:rsidR="007A40AA" w:rsidRPr="00F73937" w14:paraId="6B850055" w14:textId="77777777" w:rsidTr="00155DD3">
        <w:trPr>
          <w:cantSplit/>
        </w:trPr>
        <w:tc>
          <w:tcPr>
            <w:tcW w:w="3960" w:type="dxa"/>
          </w:tcPr>
          <w:p w14:paraId="666876BE" w14:textId="77777777" w:rsidR="007A40AA" w:rsidRPr="00F73937" w:rsidRDefault="007A40AA" w:rsidP="007A40AA">
            <w:pPr>
              <w:spacing w:line="240" w:lineRule="atLeast"/>
              <w:ind w:left="258"/>
            </w:pPr>
            <w:r w:rsidRPr="00F73937">
              <w:t>Overdue:</w:t>
            </w:r>
          </w:p>
        </w:tc>
        <w:tc>
          <w:tcPr>
            <w:tcW w:w="1620" w:type="dxa"/>
            <w:shd w:val="clear" w:color="auto" w:fill="auto"/>
          </w:tcPr>
          <w:p w14:paraId="50A035E2" w14:textId="77777777" w:rsidR="007A40AA" w:rsidRPr="00F73937" w:rsidRDefault="007A40AA" w:rsidP="007A40AA">
            <w:pPr>
              <w:tabs>
                <w:tab w:val="left" w:pos="720"/>
              </w:tabs>
              <w:spacing w:line="240" w:lineRule="auto"/>
              <w:ind w:right="76"/>
              <w:jc w:val="right"/>
            </w:pPr>
          </w:p>
        </w:tc>
        <w:tc>
          <w:tcPr>
            <w:tcW w:w="270" w:type="dxa"/>
            <w:vAlign w:val="bottom"/>
          </w:tcPr>
          <w:p w14:paraId="2D3FF74B"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09FECA12" w14:textId="77777777" w:rsidR="007A40AA" w:rsidRPr="00F73937" w:rsidRDefault="007A40AA" w:rsidP="007A40AA">
            <w:pPr>
              <w:tabs>
                <w:tab w:val="left" w:pos="720"/>
              </w:tabs>
              <w:spacing w:line="240" w:lineRule="auto"/>
              <w:ind w:right="76"/>
              <w:jc w:val="right"/>
              <w:rPr>
                <w:highlight w:val="yellow"/>
              </w:rPr>
            </w:pPr>
          </w:p>
        </w:tc>
        <w:tc>
          <w:tcPr>
            <w:tcW w:w="270" w:type="dxa"/>
          </w:tcPr>
          <w:p w14:paraId="0E9AD581" w14:textId="77777777" w:rsidR="007A40AA" w:rsidRPr="00F73937" w:rsidRDefault="007A40AA" w:rsidP="007A40AA">
            <w:pPr>
              <w:spacing w:line="240" w:lineRule="auto"/>
              <w:jc w:val="both"/>
              <w:rPr>
                <w:highlight w:val="yellow"/>
              </w:rPr>
            </w:pPr>
          </w:p>
        </w:tc>
        <w:tc>
          <w:tcPr>
            <w:tcW w:w="1440" w:type="dxa"/>
          </w:tcPr>
          <w:p w14:paraId="64FD7BD8" w14:textId="77777777" w:rsidR="007A40AA" w:rsidRPr="00F73937" w:rsidRDefault="007A40AA" w:rsidP="007A40AA">
            <w:pPr>
              <w:tabs>
                <w:tab w:val="left" w:pos="720"/>
              </w:tabs>
              <w:spacing w:line="240" w:lineRule="auto"/>
              <w:ind w:right="76"/>
              <w:jc w:val="right"/>
              <w:rPr>
                <w:highlight w:val="yellow"/>
              </w:rPr>
            </w:pPr>
          </w:p>
        </w:tc>
      </w:tr>
      <w:tr w:rsidR="007A40AA" w:rsidRPr="00F73937" w14:paraId="5A729C7A" w14:textId="77777777" w:rsidTr="009E7BDE">
        <w:trPr>
          <w:cantSplit/>
        </w:trPr>
        <w:tc>
          <w:tcPr>
            <w:tcW w:w="3960" w:type="dxa"/>
          </w:tcPr>
          <w:p w14:paraId="686AA82D" w14:textId="77777777" w:rsidR="007A40AA" w:rsidRPr="00F73937" w:rsidRDefault="007A40AA" w:rsidP="007A40AA">
            <w:pPr>
              <w:spacing w:line="240" w:lineRule="atLeast"/>
              <w:ind w:left="258"/>
            </w:pPr>
            <w:r w:rsidRPr="00F73937">
              <w:t xml:space="preserve">    Less than 3 months</w:t>
            </w:r>
          </w:p>
        </w:tc>
        <w:tc>
          <w:tcPr>
            <w:tcW w:w="1620" w:type="dxa"/>
            <w:shd w:val="clear" w:color="auto" w:fill="auto"/>
          </w:tcPr>
          <w:p w14:paraId="5EC2A462" w14:textId="0DA74004" w:rsidR="007A40AA" w:rsidRPr="00F73937" w:rsidRDefault="007A40AA" w:rsidP="007A40AA">
            <w:pPr>
              <w:tabs>
                <w:tab w:val="left" w:pos="720"/>
              </w:tabs>
              <w:spacing w:line="240" w:lineRule="auto"/>
              <w:ind w:right="76"/>
              <w:jc w:val="right"/>
            </w:pPr>
            <w:r w:rsidRPr="00F73937">
              <w:t>6,275</w:t>
            </w:r>
          </w:p>
        </w:tc>
        <w:tc>
          <w:tcPr>
            <w:tcW w:w="270" w:type="dxa"/>
          </w:tcPr>
          <w:p w14:paraId="6C291BDD"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001EEC71" w14:textId="644F9698" w:rsidR="007A40AA" w:rsidRPr="00F73937" w:rsidRDefault="007A40AA" w:rsidP="007A40AA">
            <w:pPr>
              <w:tabs>
                <w:tab w:val="left" w:pos="720"/>
              </w:tabs>
              <w:spacing w:line="240" w:lineRule="auto"/>
              <w:ind w:right="76"/>
              <w:jc w:val="right"/>
              <w:rPr>
                <w:highlight w:val="yellow"/>
              </w:rPr>
            </w:pPr>
            <w:r w:rsidRPr="00F73937">
              <w:t>4,047</w:t>
            </w:r>
          </w:p>
        </w:tc>
        <w:tc>
          <w:tcPr>
            <w:tcW w:w="270" w:type="dxa"/>
          </w:tcPr>
          <w:p w14:paraId="3D6167F8" w14:textId="77777777" w:rsidR="007A40AA" w:rsidRPr="00F73937" w:rsidRDefault="007A40AA" w:rsidP="007A40AA">
            <w:pPr>
              <w:spacing w:line="240" w:lineRule="auto"/>
              <w:jc w:val="both"/>
              <w:rPr>
                <w:highlight w:val="yellow"/>
              </w:rPr>
            </w:pPr>
          </w:p>
        </w:tc>
        <w:tc>
          <w:tcPr>
            <w:tcW w:w="1440" w:type="dxa"/>
          </w:tcPr>
          <w:p w14:paraId="5CDE626B" w14:textId="5C512773" w:rsidR="007A40AA" w:rsidRPr="00F73937" w:rsidRDefault="007A40AA" w:rsidP="007A40AA">
            <w:pPr>
              <w:tabs>
                <w:tab w:val="left" w:pos="720"/>
              </w:tabs>
              <w:spacing w:line="240" w:lineRule="auto"/>
              <w:ind w:right="76"/>
              <w:jc w:val="right"/>
              <w:rPr>
                <w:highlight w:val="yellow"/>
              </w:rPr>
            </w:pPr>
            <w:r w:rsidRPr="00F73937">
              <w:t>405</w:t>
            </w:r>
          </w:p>
        </w:tc>
      </w:tr>
      <w:tr w:rsidR="007A40AA" w:rsidRPr="00F73937" w14:paraId="7367D13F" w14:textId="77777777" w:rsidTr="009E7BDE">
        <w:trPr>
          <w:cantSplit/>
        </w:trPr>
        <w:tc>
          <w:tcPr>
            <w:tcW w:w="3960" w:type="dxa"/>
          </w:tcPr>
          <w:p w14:paraId="79E9ECF4" w14:textId="77777777" w:rsidR="007A40AA" w:rsidRPr="00F73937" w:rsidRDefault="007A40AA" w:rsidP="007A40AA">
            <w:pPr>
              <w:spacing w:line="240" w:lineRule="atLeast"/>
              <w:ind w:left="258" w:right="-108"/>
            </w:pPr>
            <w:r w:rsidRPr="00F73937">
              <w:t xml:space="preserve">    3 - 6 months</w:t>
            </w:r>
          </w:p>
        </w:tc>
        <w:tc>
          <w:tcPr>
            <w:tcW w:w="1620" w:type="dxa"/>
            <w:shd w:val="clear" w:color="auto" w:fill="auto"/>
          </w:tcPr>
          <w:p w14:paraId="1E34376A" w14:textId="306345A3" w:rsidR="007A40AA" w:rsidRPr="00F73937" w:rsidRDefault="007A40AA" w:rsidP="007A40AA">
            <w:pPr>
              <w:tabs>
                <w:tab w:val="left" w:pos="720"/>
              </w:tabs>
              <w:spacing w:line="240" w:lineRule="auto"/>
              <w:ind w:right="76"/>
              <w:jc w:val="right"/>
            </w:pPr>
            <w:r w:rsidRPr="00F73937">
              <w:t>5,585</w:t>
            </w:r>
          </w:p>
        </w:tc>
        <w:tc>
          <w:tcPr>
            <w:tcW w:w="270" w:type="dxa"/>
          </w:tcPr>
          <w:p w14:paraId="543EB134"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0420ED9D" w14:textId="6B735667" w:rsidR="007A40AA" w:rsidRPr="00F73937" w:rsidRDefault="007A40AA" w:rsidP="007A40AA">
            <w:pPr>
              <w:tabs>
                <w:tab w:val="left" w:pos="720"/>
              </w:tabs>
              <w:spacing w:line="240" w:lineRule="auto"/>
              <w:ind w:right="76"/>
              <w:jc w:val="right"/>
              <w:rPr>
                <w:highlight w:val="yellow"/>
              </w:rPr>
            </w:pPr>
            <w:r w:rsidRPr="00F73937">
              <w:t>4,650</w:t>
            </w:r>
          </w:p>
        </w:tc>
        <w:tc>
          <w:tcPr>
            <w:tcW w:w="270" w:type="dxa"/>
          </w:tcPr>
          <w:p w14:paraId="7E484BB7" w14:textId="77777777" w:rsidR="007A40AA" w:rsidRPr="00F73937" w:rsidRDefault="007A40AA" w:rsidP="007A40AA">
            <w:pPr>
              <w:spacing w:line="240" w:lineRule="auto"/>
              <w:jc w:val="both"/>
              <w:rPr>
                <w:highlight w:val="yellow"/>
              </w:rPr>
            </w:pPr>
          </w:p>
        </w:tc>
        <w:tc>
          <w:tcPr>
            <w:tcW w:w="1440" w:type="dxa"/>
          </w:tcPr>
          <w:p w14:paraId="368DA7B6" w14:textId="42C6A59A" w:rsidR="007A40AA" w:rsidRPr="00F73937" w:rsidRDefault="007A40AA" w:rsidP="007A40AA">
            <w:pPr>
              <w:tabs>
                <w:tab w:val="left" w:pos="720"/>
              </w:tabs>
              <w:spacing w:line="240" w:lineRule="auto"/>
              <w:ind w:right="76"/>
              <w:jc w:val="right"/>
              <w:rPr>
                <w:highlight w:val="yellow"/>
              </w:rPr>
            </w:pPr>
            <w:r w:rsidRPr="00F73937">
              <w:t>1,521</w:t>
            </w:r>
          </w:p>
        </w:tc>
      </w:tr>
      <w:tr w:rsidR="007A40AA" w:rsidRPr="00F73937" w14:paraId="4C79992B" w14:textId="77777777" w:rsidTr="009E7BDE">
        <w:trPr>
          <w:cantSplit/>
        </w:trPr>
        <w:tc>
          <w:tcPr>
            <w:tcW w:w="3960" w:type="dxa"/>
          </w:tcPr>
          <w:p w14:paraId="70D35FCF" w14:textId="77777777" w:rsidR="007A40AA" w:rsidRPr="00F73937" w:rsidRDefault="007A40AA" w:rsidP="007A40AA">
            <w:pPr>
              <w:spacing w:line="240" w:lineRule="atLeast"/>
              <w:ind w:left="258" w:right="-108"/>
            </w:pPr>
            <w:r w:rsidRPr="00F73937">
              <w:t xml:space="preserve">    6 - 9 months</w:t>
            </w:r>
          </w:p>
        </w:tc>
        <w:tc>
          <w:tcPr>
            <w:tcW w:w="1620" w:type="dxa"/>
            <w:shd w:val="clear" w:color="auto" w:fill="auto"/>
          </w:tcPr>
          <w:p w14:paraId="780F8733" w14:textId="59CBEC45" w:rsidR="007A40AA" w:rsidRPr="00F73937" w:rsidRDefault="007A40AA" w:rsidP="007A40AA">
            <w:pPr>
              <w:tabs>
                <w:tab w:val="left" w:pos="720"/>
              </w:tabs>
              <w:spacing w:line="240" w:lineRule="auto"/>
              <w:ind w:right="76"/>
              <w:jc w:val="right"/>
            </w:pPr>
            <w:r w:rsidRPr="00F73937">
              <w:t>2,243</w:t>
            </w:r>
          </w:p>
        </w:tc>
        <w:tc>
          <w:tcPr>
            <w:tcW w:w="270" w:type="dxa"/>
          </w:tcPr>
          <w:p w14:paraId="06C2AB3D"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752FF270" w14:textId="7F33FF69" w:rsidR="007A40AA" w:rsidRPr="00F73937" w:rsidRDefault="007A40AA" w:rsidP="007A40AA">
            <w:pPr>
              <w:tabs>
                <w:tab w:val="left" w:pos="720"/>
              </w:tabs>
              <w:spacing w:line="240" w:lineRule="auto"/>
              <w:ind w:right="76"/>
              <w:jc w:val="right"/>
              <w:rPr>
                <w:highlight w:val="yellow"/>
              </w:rPr>
            </w:pPr>
            <w:r w:rsidRPr="00F73937">
              <w:t>1,937</w:t>
            </w:r>
          </w:p>
        </w:tc>
        <w:tc>
          <w:tcPr>
            <w:tcW w:w="270" w:type="dxa"/>
          </w:tcPr>
          <w:p w14:paraId="4B74A421" w14:textId="77777777" w:rsidR="007A40AA" w:rsidRPr="00F73937" w:rsidRDefault="007A40AA" w:rsidP="007A40AA">
            <w:pPr>
              <w:spacing w:line="240" w:lineRule="auto"/>
              <w:jc w:val="both"/>
              <w:rPr>
                <w:highlight w:val="yellow"/>
              </w:rPr>
            </w:pPr>
          </w:p>
        </w:tc>
        <w:tc>
          <w:tcPr>
            <w:tcW w:w="1440" w:type="dxa"/>
          </w:tcPr>
          <w:p w14:paraId="54C96020" w14:textId="08DA5203" w:rsidR="007A40AA" w:rsidRPr="00F73937" w:rsidRDefault="007A40AA" w:rsidP="007A40AA">
            <w:pPr>
              <w:tabs>
                <w:tab w:val="left" w:pos="720"/>
              </w:tabs>
              <w:spacing w:line="240" w:lineRule="auto"/>
              <w:ind w:right="76"/>
              <w:jc w:val="right"/>
              <w:rPr>
                <w:highlight w:val="yellow"/>
              </w:rPr>
            </w:pPr>
            <w:r w:rsidRPr="00F73937">
              <w:t>969</w:t>
            </w:r>
          </w:p>
        </w:tc>
      </w:tr>
      <w:tr w:rsidR="007A40AA" w:rsidRPr="00F73937" w14:paraId="07B27FF3" w14:textId="77777777" w:rsidTr="009E7BDE">
        <w:trPr>
          <w:cantSplit/>
        </w:trPr>
        <w:tc>
          <w:tcPr>
            <w:tcW w:w="3960" w:type="dxa"/>
          </w:tcPr>
          <w:p w14:paraId="6FF5F5E3" w14:textId="77777777" w:rsidR="007A40AA" w:rsidRPr="00F73937" w:rsidRDefault="007A40AA" w:rsidP="007A40AA">
            <w:pPr>
              <w:spacing w:line="240" w:lineRule="atLeast"/>
              <w:ind w:left="258" w:right="-108"/>
            </w:pPr>
            <w:r w:rsidRPr="00F73937">
              <w:t xml:space="preserve">    9 - 12 months</w:t>
            </w:r>
          </w:p>
        </w:tc>
        <w:tc>
          <w:tcPr>
            <w:tcW w:w="1620" w:type="dxa"/>
            <w:shd w:val="clear" w:color="auto" w:fill="auto"/>
          </w:tcPr>
          <w:p w14:paraId="49E6FB8D" w14:textId="3A890219" w:rsidR="007A40AA" w:rsidRPr="00F73937" w:rsidRDefault="007A40AA" w:rsidP="007A40AA">
            <w:pPr>
              <w:tabs>
                <w:tab w:val="left" w:pos="720"/>
              </w:tabs>
              <w:spacing w:line="240" w:lineRule="auto"/>
              <w:ind w:right="76"/>
              <w:jc w:val="right"/>
            </w:pPr>
            <w:r w:rsidRPr="00F73937">
              <w:t>1,319</w:t>
            </w:r>
          </w:p>
        </w:tc>
        <w:tc>
          <w:tcPr>
            <w:tcW w:w="270" w:type="dxa"/>
          </w:tcPr>
          <w:p w14:paraId="3D4D3441"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55DA67E5" w14:textId="35225E16" w:rsidR="007A40AA" w:rsidRPr="00F73937" w:rsidRDefault="007A40AA" w:rsidP="007A40AA">
            <w:pPr>
              <w:tabs>
                <w:tab w:val="left" w:pos="720"/>
              </w:tabs>
              <w:spacing w:line="240" w:lineRule="auto"/>
              <w:ind w:right="76"/>
              <w:jc w:val="right"/>
              <w:rPr>
                <w:highlight w:val="yellow"/>
              </w:rPr>
            </w:pPr>
            <w:r w:rsidRPr="00F73937">
              <w:t>1,198</w:t>
            </w:r>
          </w:p>
        </w:tc>
        <w:tc>
          <w:tcPr>
            <w:tcW w:w="270" w:type="dxa"/>
          </w:tcPr>
          <w:p w14:paraId="36D0A491" w14:textId="77777777" w:rsidR="007A40AA" w:rsidRPr="00F73937" w:rsidRDefault="007A40AA" w:rsidP="007A40AA">
            <w:pPr>
              <w:spacing w:line="240" w:lineRule="auto"/>
              <w:jc w:val="both"/>
              <w:rPr>
                <w:highlight w:val="yellow"/>
              </w:rPr>
            </w:pPr>
          </w:p>
        </w:tc>
        <w:tc>
          <w:tcPr>
            <w:tcW w:w="1440" w:type="dxa"/>
          </w:tcPr>
          <w:p w14:paraId="7D46297C" w14:textId="02804624" w:rsidR="007A40AA" w:rsidRPr="00F73937" w:rsidRDefault="007A40AA" w:rsidP="007A40AA">
            <w:pPr>
              <w:tabs>
                <w:tab w:val="left" w:pos="720"/>
              </w:tabs>
              <w:spacing w:line="240" w:lineRule="auto"/>
              <w:ind w:right="76"/>
              <w:jc w:val="right"/>
              <w:rPr>
                <w:highlight w:val="yellow"/>
              </w:rPr>
            </w:pPr>
            <w:r w:rsidRPr="00F73937">
              <w:t>1,198</w:t>
            </w:r>
          </w:p>
        </w:tc>
      </w:tr>
      <w:tr w:rsidR="007A40AA" w:rsidRPr="00F73937" w14:paraId="330A0B1E" w14:textId="77777777" w:rsidTr="009E7BDE">
        <w:trPr>
          <w:cantSplit/>
        </w:trPr>
        <w:tc>
          <w:tcPr>
            <w:tcW w:w="3960" w:type="dxa"/>
          </w:tcPr>
          <w:p w14:paraId="65E3312A" w14:textId="77777777" w:rsidR="007A40AA" w:rsidRPr="00F73937" w:rsidRDefault="007A40AA" w:rsidP="007A40AA">
            <w:pPr>
              <w:spacing w:line="240" w:lineRule="atLeast"/>
              <w:ind w:left="258"/>
            </w:pPr>
            <w:r w:rsidRPr="00F73937">
              <w:t xml:space="preserve">    Over 12 months</w:t>
            </w:r>
          </w:p>
        </w:tc>
        <w:tc>
          <w:tcPr>
            <w:tcW w:w="1620" w:type="dxa"/>
            <w:shd w:val="clear" w:color="auto" w:fill="auto"/>
          </w:tcPr>
          <w:p w14:paraId="57E218AF" w14:textId="0E0F85E2" w:rsidR="007A40AA" w:rsidRPr="00F73937" w:rsidRDefault="007A40AA" w:rsidP="007A40AA">
            <w:pPr>
              <w:tabs>
                <w:tab w:val="left" w:pos="720"/>
              </w:tabs>
              <w:spacing w:line="240" w:lineRule="auto"/>
              <w:ind w:right="76"/>
              <w:jc w:val="right"/>
            </w:pPr>
            <w:r w:rsidRPr="00F73937">
              <w:t>1,507</w:t>
            </w:r>
          </w:p>
        </w:tc>
        <w:tc>
          <w:tcPr>
            <w:tcW w:w="270" w:type="dxa"/>
          </w:tcPr>
          <w:p w14:paraId="17D9D827"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1B461D32" w14:textId="048FE86E" w:rsidR="007A40AA" w:rsidRPr="00F73937" w:rsidRDefault="007A40AA" w:rsidP="007A40AA">
            <w:pPr>
              <w:tabs>
                <w:tab w:val="left" w:pos="720"/>
              </w:tabs>
              <w:spacing w:line="240" w:lineRule="auto"/>
              <w:ind w:right="76"/>
              <w:jc w:val="right"/>
              <w:rPr>
                <w:highlight w:val="yellow"/>
              </w:rPr>
            </w:pPr>
            <w:r w:rsidRPr="00F73937">
              <w:t>1,356</w:t>
            </w:r>
          </w:p>
        </w:tc>
        <w:tc>
          <w:tcPr>
            <w:tcW w:w="270" w:type="dxa"/>
          </w:tcPr>
          <w:p w14:paraId="6BDAD683" w14:textId="77777777" w:rsidR="007A40AA" w:rsidRPr="00F73937" w:rsidRDefault="007A40AA" w:rsidP="007A40AA">
            <w:pPr>
              <w:spacing w:line="240" w:lineRule="auto"/>
              <w:jc w:val="both"/>
              <w:rPr>
                <w:highlight w:val="yellow"/>
              </w:rPr>
            </w:pPr>
          </w:p>
        </w:tc>
        <w:tc>
          <w:tcPr>
            <w:tcW w:w="1440" w:type="dxa"/>
          </w:tcPr>
          <w:p w14:paraId="45644724" w14:textId="1FD4665B" w:rsidR="007A40AA" w:rsidRPr="00F73937" w:rsidRDefault="007A40AA" w:rsidP="007A40AA">
            <w:pPr>
              <w:tabs>
                <w:tab w:val="left" w:pos="720"/>
              </w:tabs>
              <w:spacing w:line="240" w:lineRule="auto"/>
              <w:ind w:right="76"/>
              <w:jc w:val="right"/>
              <w:rPr>
                <w:highlight w:val="yellow"/>
              </w:rPr>
            </w:pPr>
            <w:r w:rsidRPr="00F73937">
              <w:t>1,356</w:t>
            </w:r>
          </w:p>
        </w:tc>
      </w:tr>
      <w:tr w:rsidR="007A40AA" w:rsidRPr="00F73937" w14:paraId="6C531144" w14:textId="77777777" w:rsidTr="009E7BDE">
        <w:trPr>
          <w:cantSplit/>
        </w:trPr>
        <w:tc>
          <w:tcPr>
            <w:tcW w:w="3960" w:type="dxa"/>
            <w:vAlign w:val="bottom"/>
          </w:tcPr>
          <w:p w14:paraId="23594BFA" w14:textId="77777777" w:rsidR="007A40AA" w:rsidRPr="00F73937" w:rsidRDefault="007A40AA" w:rsidP="007A40AA">
            <w:pPr>
              <w:ind w:right="-383" w:hanging="262"/>
              <w:rPr>
                <w:rFonts w:cs="Tahoma"/>
                <w:i/>
                <w:iCs/>
              </w:rPr>
            </w:pPr>
          </w:p>
        </w:tc>
        <w:tc>
          <w:tcPr>
            <w:tcW w:w="1620" w:type="dxa"/>
            <w:tcBorders>
              <w:top w:val="single" w:sz="4" w:space="0" w:color="auto"/>
            </w:tcBorders>
            <w:shd w:val="clear" w:color="auto" w:fill="auto"/>
          </w:tcPr>
          <w:p w14:paraId="33C473A3" w14:textId="77E17ED9" w:rsidR="007A40AA" w:rsidRPr="00F73937" w:rsidRDefault="007A40AA" w:rsidP="007A40AA">
            <w:pPr>
              <w:tabs>
                <w:tab w:val="left" w:pos="1527"/>
              </w:tabs>
              <w:spacing w:line="240" w:lineRule="auto"/>
              <w:ind w:right="76"/>
              <w:jc w:val="right"/>
              <w:rPr>
                <w:b/>
                <w:bCs/>
              </w:rPr>
            </w:pPr>
            <w:r w:rsidRPr="00F73937">
              <w:rPr>
                <w:b/>
                <w:bCs/>
              </w:rPr>
              <w:t>99,604</w:t>
            </w:r>
          </w:p>
        </w:tc>
        <w:tc>
          <w:tcPr>
            <w:tcW w:w="270" w:type="dxa"/>
          </w:tcPr>
          <w:p w14:paraId="12950870" w14:textId="77777777" w:rsidR="007A40AA" w:rsidRPr="00F73937" w:rsidRDefault="007A40AA" w:rsidP="007A40AA">
            <w:pPr>
              <w:pStyle w:val="3"/>
              <w:tabs>
                <w:tab w:val="clear" w:pos="360"/>
                <w:tab w:val="clear" w:pos="720"/>
                <w:tab w:val="decimal" w:pos="1212"/>
              </w:tabs>
              <w:spacing w:line="240" w:lineRule="atLeast"/>
              <w:ind w:right="-124"/>
              <w:rPr>
                <w:rFonts w:cs="Times New Roman"/>
                <w:b/>
                <w:bCs/>
                <w:highlight w:val="yellow"/>
                <w:lang w:val="en-US"/>
              </w:rPr>
            </w:pPr>
          </w:p>
        </w:tc>
        <w:tc>
          <w:tcPr>
            <w:tcW w:w="1620" w:type="dxa"/>
            <w:tcBorders>
              <w:top w:val="single" w:sz="4" w:space="0" w:color="auto"/>
            </w:tcBorders>
          </w:tcPr>
          <w:p w14:paraId="7A716A74" w14:textId="20CC450B" w:rsidR="007A40AA" w:rsidRPr="00F73937" w:rsidRDefault="007A40AA" w:rsidP="007A40AA">
            <w:pPr>
              <w:tabs>
                <w:tab w:val="left" w:pos="720"/>
              </w:tabs>
              <w:spacing w:line="240" w:lineRule="auto"/>
              <w:ind w:right="76"/>
              <w:jc w:val="right"/>
              <w:rPr>
                <w:b/>
                <w:bCs/>
                <w:highlight w:val="yellow"/>
              </w:rPr>
            </w:pPr>
            <w:r w:rsidRPr="00F73937">
              <w:rPr>
                <w:b/>
                <w:bCs/>
              </w:rPr>
              <w:t>41,058</w:t>
            </w:r>
          </w:p>
        </w:tc>
        <w:tc>
          <w:tcPr>
            <w:tcW w:w="270" w:type="dxa"/>
          </w:tcPr>
          <w:p w14:paraId="6C0DE610" w14:textId="77777777" w:rsidR="007A40AA" w:rsidRPr="00F73937" w:rsidRDefault="007A40AA" w:rsidP="007A40AA">
            <w:pPr>
              <w:spacing w:line="240" w:lineRule="auto"/>
              <w:jc w:val="both"/>
              <w:rPr>
                <w:b/>
                <w:bCs/>
                <w:highlight w:val="yellow"/>
              </w:rPr>
            </w:pPr>
          </w:p>
        </w:tc>
        <w:tc>
          <w:tcPr>
            <w:tcW w:w="1440" w:type="dxa"/>
            <w:tcBorders>
              <w:top w:val="single" w:sz="4" w:space="0" w:color="auto"/>
            </w:tcBorders>
          </w:tcPr>
          <w:p w14:paraId="6C3FF2D0" w14:textId="5781745C" w:rsidR="007A40AA" w:rsidRPr="00F73937" w:rsidRDefault="007A40AA" w:rsidP="007A40AA">
            <w:pPr>
              <w:tabs>
                <w:tab w:val="left" w:pos="720"/>
              </w:tabs>
              <w:spacing w:line="240" w:lineRule="auto"/>
              <w:ind w:right="76"/>
              <w:jc w:val="right"/>
              <w:rPr>
                <w:b/>
                <w:bCs/>
                <w:highlight w:val="yellow"/>
              </w:rPr>
            </w:pPr>
            <w:r w:rsidRPr="00F73937">
              <w:rPr>
                <w:b/>
                <w:bCs/>
              </w:rPr>
              <w:t>6,285</w:t>
            </w:r>
          </w:p>
        </w:tc>
      </w:tr>
      <w:tr w:rsidR="007A40AA" w:rsidRPr="00F73937" w14:paraId="7846B4F8" w14:textId="77777777" w:rsidTr="00155DD3">
        <w:trPr>
          <w:cantSplit/>
        </w:trPr>
        <w:tc>
          <w:tcPr>
            <w:tcW w:w="3960" w:type="dxa"/>
            <w:vAlign w:val="bottom"/>
          </w:tcPr>
          <w:p w14:paraId="72E06644" w14:textId="4AD87A52" w:rsidR="007A40AA" w:rsidRPr="00F73937" w:rsidRDefault="007A40AA" w:rsidP="00B83655">
            <w:pPr>
              <w:spacing w:line="240" w:lineRule="atLeast"/>
              <w:ind w:left="520" w:hanging="270"/>
            </w:pPr>
            <w:r w:rsidRPr="00F73937">
              <w:rPr>
                <w:i/>
                <w:iCs/>
              </w:rPr>
              <w:t>Less</w:t>
            </w:r>
            <w:r w:rsidRPr="00F73937">
              <w:t xml:space="preserve"> undue value</w:t>
            </w:r>
            <w:r w:rsidR="00B83655">
              <w:t xml:space="preserve"> </w:t>
            </w:r>
            <w:r w:rsidRPr="00F73937">
              <w:t>added tax</w:t>
            </w:r>
          </w:p>
        </w:tc>
        <w:tc>
          <w:tcPr>
            <w:tcW w:w="1620" w:type="dxa"/>
            <w:tcBorders>
              <w:bottom w:val="single" w:sz="4" w:space="0" w:color="auto"/>
            </w:tcBorders>
            <w:shd w:val="clear" w:color="auto" w:fill="auto"/>
          </w:tcPr>
          <w:p w14:paraId="5C4B2FD1" w14:textId="4D2A1B82" w:rsidR="007A40AA" w:rsidRPr="00F73937" w:rsidRDefault="007A40AA" w:rsidP="007A40AA">
            <w:pPr>
              <w:tabs>
                <w:tab w:val="left" w:pos="720"/>
                <w:tab w:val="left" w:pos="1146"/>
                <w:tab w:val="center" w:pos="1410"/>
              </w:tabs>
              <w:spacing w:line="240" w:lineRule="auto"/>
              <w:jc w:val="right"/>
            </w:pPr>
            <w:r w:rsidRPr="00F73937">
              <w:t>(6,010)</w:t>
            </w:r>
          </w:p>
        </w:tc>
        <w:tc>
          <w:tcPr>
            <w:tcW w:w="270" w:type="dxa"/>
          </w:tcPr>
          <w:p w14:paraId="4B764462" w14:textId="77777777" w:rsidR="007A40AA" w:rsidRPr="00F73937" w:rsidRDefault="007A40AA" w:rsidP="007A40AA">
            <w:pPr>
              <w:spacing w:line="240" w:lineRule="auto"/>
              <w:ind w:right="76"/>
              <w:jc w:val="both"/>
              <w:rPr>
                <w:highlight w:val="yellow"/>
              </w:rPr>
            </w:pPr>
          </w:p>
        </w:tc>
        <w:tc>
          <w:tcPr>
            <w:tcW w:w="1620" w:type="dxa"/>
            <w:tcBorders>
              <w:bottom w:val="single" w:sz="4" w:space="0" w:color="auto"/>
            </w:tcBorders>
          </w:tcPr>
          <w:p w14:paraId="58DF8E90" w14:textId="7088D400" w:rsidR="007A40AA" w:rsidRPr="00B83655" w:rsidRDefault="007A40AA" w:rsidP="007A40AA">
            <w:pPr>
              <w:tabs>
                <w:tab w:val="left" w:pos="940"/>
                <w:tab w:val="left" w:pos="1210"/>
              </w:tabs>
              <w:spacing w:line="240" w:lineRule="auto"/>
              <w:ind w:right="-650"/>
              <w:jc w:val="center"/>
              <w:rPr>
                <w:highlight w:val="yellow"/>
              </w:rPr>
            </w:pPr>
            <w:r w:rsidRPr="00B83655">
              <w:t>-</w:t>
            </w:r>
          </w:p>
        </w:tc>
        <w:tc>
          <w:tcPr>
            <w:tcW w:w="270" w:type="dxa"/>
          </w:tcPr>
          <w:p w14:paraId="136D14A4" w14:textId="77777777" w:rsidR="007A40AA" w:rsidRPr="00B83655" w:rsidRDefault="007A40AA" w:rsidP="007A40AA">
            <w:pPr>
              <w:spacing w:line="240" w:lineRule="auto"/>
              <w:jc w:val="both"/>
              <w:rPr>
                <w:highlight w:val="yellow"/>
              </w:rPr>
            </w:pPr>
          </w:p>
        </w:tc>
        <w:tc>
          <w:tcPr>
            <w:tcW w:w="1440" w:type="dxa"/>
            <w:tcBorders>
              <w:bottom w:val="single" w:sz="4" w:space="0" w:color="auto"/>
            </w:tcBorders>
          </w:tcPr>
          <w:p w14:paraId="33199A71" w14:textId="0E11A4DB" w:rsidR="007A40AA" w:rsidRPr="00B83655" w:rsidRDefault="007A40AA" w:rsidP="007A40AA">
            <w:pPr>
              <w:tabs>
                <w:tab w:val="left" w:pos="700"/>
              </w:tabs>
              <w:spacing w:line="240" w:lineRule="auto"/>
              <w:ind w:right="390"/>
              <w:jc w:val="right"/>
              <w:rPr>
                <w:highlight w:val="yellow"/>
              </w:rPr>
            </w:pPr>
            <w:r w:rsidRPr="00B83655">
              <w:t>-</w:t>
            </w:r>
          </w:p>
        </w:tc>
      </w:tr>
      <w:tr w:rsidR="007A40AA" w:rsidRPr="00F73937" w14:paraId="1FF9C418" w14:textId="77777777" w:rsidTr="00155DD3">
        <w:trPr>
          <w:cantSplit/>
        </w:trPr>
        <w:tc>
          <w:tcPr>
            <w:tcW w:w="3960" w:type="dxa"/>
          </w:tcPr>
          <w:p w14:paraId="4B9978B7" w14:textId="77777777" w:rsidR="007A40AA" w:rsidRPr="00F73937" w:rsidRDefault="007A40AA" w:rsidP="007A40AA">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59B8F09A" w14:textId="514A5932" w:rsidR="007A40AA" w:rsidRPr="00F73937" w:rsidRDefault="007A40AA" w:rsidP="007A40AA">
            <w:pPr>
              <w:tabs>
                <w:tab w:val="left" w:pos="720"/>
              </w:tabs>
              <w:spacing w:line="240" w:lineRule="auto"/>
              <w:ind w:right="76"/>
              <w:jc w:val="right"/>
              <w:rPr>
                <w:b/>
                <w:bCs/>
              </w:rPr>
            </w:pPr>
            <w:r w:rsidRPr="00F73937">
              <w:rPr>
                <w:b/>
                <w:bCs/>
              </w:rPr>
              <w:t>93,594</w:t>
            </w:r>
          </w:p>
        </w:tc>
        <w:tc>
          <w:tcPr>
            <w:tcW w:w="270" w:type="dxa"/>
          </w:tcPr>
          <w:p w14:paraId="26F321E8" w14:textId="77777777" w:rsidR="007A40AA" w:rsidRPr="00F73937" w:rsidRDefault="007A40AA" w:rsidP="007A40AA">
            <w:pPr>
              <w:spacing w:line="240" w:lineRule="auto"/>
              <w:ind w:right="76"/>
              <w:jc w:val="both"/>
              <w:rPr>
                <w:b/>
                <w:bCs/>
                <w:highlight w:val="yellow"/>
              </w:rPr>
            </w:pPr>
          </w:p>
        </w:tc>
        <w:tc>
          <w:tcPr>
            <w:tcW w:w="1620" w:type="dxa"/>
            <w:tcBorders>
              <w:top w:val="single" w:sz="4" w:space="0" w:color="auto"/>
              <w:bottom w:val="single" w:sz="4" w:space="0" w:color="auto"/>
            </w:tcBorders>
          </w:tcPr>
          <w:p w14:paraId="58689294" w14:textId="2C4CB77F" w:rsidR="007A40AA" w:rsidRPr="00F73937" w:rsidRDefault="007A40AA" w:rsidP="007A40AA">
            <w:pPr>
              <w:tabs>
                <w:tab w:val="left" w:pos="720"/>
              </w:tabs>
              <w:spacing w:line="240" w:lineRule="auto"/>
              <w:ind w:right="76"/>
              <w:jc w:val="right"/>
              <w:rPr>
                <w:b/>
                <w:bCs/>
                <w:highlight w:val="yellow"/>
              </w:rPr>
            </w:pPr>
            <w:r w:rsidRPr="00F73937">
              <w:rPr>
                <w:b/>
                <w:bCs/>
              </w:rPr>
              <w:t>41,058</w:t>
            </w:r>
          </w:p>
        </w:tc>
        <w:tc>
          <w:tcPr>
            <w:tcW w:w="270" w:type="dxa"/>
          </w:tcPr>
          <w:p w14:paraId="3ECC14AD" w14:textId="77777777" w:rsidR="007A40AA" w:rsidRPr="00F73937" w:rsidRDefault="007A40AA" w:rsidP="007A40AA">
            <w:pPr>
              <w:spacing w:line="240" w:lineRule="auto"/>
              <w:jc w:val="both"/>
              <w:rPr>
                <w:b/>
                <w:bCs/>
                <w:highlight w:val="yellow"/>
              </w:rPr>
            </w:pPr>
          </w:p>
        </w:tc>
        <w:tc>
          <w:tcPr>
            <w:tcW w:w="1440" w:type="dxa"/>
            <w:tcBorders>
              <w:top w:val="single" w:sz="4" w:space="0" w:color="auto"/>
              <w:bottom w:val="single" w:sz="4" w:space="0" w:color="auto"/>
            </w:tcBorders>
          </w:tcPr>
          <w:p w14:paraId="364213AE" w14:textId="16283EEF" w:rsidR="007A40AA" w:rsidRPr="00F73937" w:rsidRDefault="007A40AA" w:rsidP="007A40AA">
            <w:pPr>
              <w:tabs>
                <w:tab w:val="left" w:pos="720"/>
              </w:tabs>
              <w:spacing w:line="240" w:lineRule="auto"/>
              <w:ind w:right="76"/>
              <w:jc w:val="right"/>
              <w:rPr>
                <w:b/>
                <w:bCs/>
                <w:highlight w:val="yellow"/>
              </w:rPr>
            </w:pPr>
            <w:r w:rsidRPr="00F73937">
              <w:rPr>
                <w:b/>
                <w:bCs/>
              </w:rPr>
              <w:t>6,285</w:t>
            </w:r>
          </w:p>
        </w:tc>
      </w:tr>
      <w:tr w:rsidR="007A40AA" w:rsidRPr="00F73937" w14:paraId="395694B9" w14:textId="77777777" w:rsidTr="00155DD3">
        <w:trPr>
          <w:cantSplit/>
        </w:trPr>
        <w:tc>
          <w:tcPr>
            <w:tcW w:w="3960" w:type="dxa"/>
          </w:tcPr>
          <w:p w14:paraId="4BE483F1" w14:textId="77777777" w:rsidR="007A40AA" w:rsidRPr="00F73937" w:rsidRDefault="007A40AA" w:rsidP="007A40AA">
            <w:pPr>
              <w:spacing w:line="240" w:lineRule="atLeast"/>
              <w:ind w:left="258" w:right="-108"/>
            </w:pPr>
          </w:p>
        </w:tc>
        <w:tc>
          <w:tcPr>
            <w:tcW w:w="1620" w:type="dxa"/>
            <w:tcBorders>
              <w:top w:val="single" w:sz="4" w:space="0" w:color="auto"/>
            </w:tcBorders>
            <w:shd w:val="clear" w:color="auto" w:fill="auto"/>
          </w:tcPr>
          <w:p w14:paraId="18A6895F" w14:textId="77777777" w:rsidR="007A40AA" w:rsidRPr="00F73937" w:rsidRDefault="007A40AA" w:rsidP="007A40AA">
            <w:pPr>
              <w:tabs>
                <w:tab w:val="decimal" w:pos="1152"/>
              </w:tabs>
              <w:spacing w:line="240" w:lineRule="atLeast"/>
              <w:ind w:left="258" w:right="-124"/>
            </w:pPr>
          </w:p>
        </w:tc>
        <w:tc>
          <w:tcPr>
            <w:tcW w:w="270" w:type="dxa"/>
            <w:vAlign w:val="bottom"/>
          </w:tcPr>
          <w:p w14:paraId="47F0CCAA"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7BE876B6" w14:textId="77777777" w:rsidR="007A40AA" w:rsidRPr="00F73937" w:rsidRDefault="007A40AA" w:rsidP="007A40AA">
            <w:pPr>
              <w:tabs>
                <w:tab w:val="decimal" w:pos="1224"/>
              </w:tabs>
              <w:spacing w:line="240" w:lineRule="atLeast"/>
              <w:ind w:left="258" w:right="-124"/>
            </w:pPr>
          </w:p>
        </w:tc>
        <w:tc>
          <w:tcPr>
            <w:tcW w:w="270" w:type="dxa"/>
          </w:tcPr>
          <w:p w14:paraId="201F25F8" w14:textId="77777777" w:rsidR="007A40AA" w:rsidRPr="00F73937" w:rsidRDefault="007A40AA" w:rsidP="007A40AA">
            <w:pPr>
              <w:tabs>
                <w:tab w:val="decimal" w:pos="1179"/>
              </w:tabs>
              <w:spacing w:line="240" w:lineRule="atLeast"/>
              <w:ind w:left="-108" w:right="-124"/>
            </w:pPr>
          </w:p>
        </w:tc>
        <w:tc>
          <w:tcPr>
            <w:tcW w:w="1440" w:type="dxa"/>
            <w:tcBorders>
              <w:top w:val="single" w:sz="4" w:space="0" w:color="auto"/>
            </w:tcBorders>
          </w:tcPr>
          <w:p w14:paraId="66006CB0" w14:textId="77777777" w:rsidR="007A40AA" w:rsidRPr="00F73937" w:rsidRDefault="007A40AA" w:rsidP="007A40AA">
            <w:pPr>
              <w:tabs>
                <w:tab w:val="decimal" w:pos="1242"/>
              </w:tabs>
              <w:spacing w:line="240" w:lineRule="atLeast"/>
              <w:ind w:left="-108" w:right="-124"/>
            </w:pPr>
          </w:p>
        </w:tc>
      </w:tr>
      <w:tr w:rsidR="007A40AA" w:rsidRPr="00F73937" w14:paraId="2F28FA8F" w14:textId="77777777" w:rsidTr="00155DD3">
        <w:trPr>
          <w:cantSplit/>
        </w:trPr>
        <w:tc>
          <w:tcPr>
            <w:tcW w:w="7470" w:type="dxa"/>
            <w:gridSpan w:val="4"/>
          </w:tcPr>
          <w:p w14:paraId="49944F8E" w14:textId="77777777" w:rsidR="007A40AA" w:rsidRPr="00F73937" w:rsidRDefault="007A40AA" w:rsidP="007A40AA">
            <w:pPr>
              <w:spacing w:line="240" w:lineRule="atLeast"/>
              <w:ind w:left="258" w:right="-124"/>
              <w:rPr>
                <w:rFonts w:cs="Angsana New"/>
                <w:i/>
                <w:iCs/>
              </w:rPr>
            </w:pPr>
            <w:r w:rsidRPr="00F73937">
              <w:rPr>
                <w:rFonts w:cs="Angsana New"/>
                <w:i/>
                <w:iCs/>
              </w:rPr>
              <w:t>High value receivables</w:t>
            </w:r>
          </w:p>
        </w:tc>
        <w:tc>
          <w:tcPr>
            <w:tcW w:w="270" w:type="dxa"/>
          </w:tcPr>
          <w:p w14:paraId="59BCC5F6" w14:textId="77777777" w:rsidR="007A40AA" w:rsidRPr="00F73937" w:rsidRDefault="007A40AA" w:rsidP="007A40AA">
            <w:pPr>
              <w:tabs>
                <w:tab w:val="decimal" w:pos="1179"/>
              </w:tabs>
              <w:spacing w:line="240" w:lineRule="atLeast"/>
              <w:ind w:left="-108" w:right="-124"/>
            </w:pPr>
          </w:p>
        </w:tc>
        <w:tc>
          <w:tcPr>
            <w:tcW w:w="1440" w:type="dxa"/>
          </w:tcPr>
          <w:p w14:paraId="3A03643B" w14:textId="77777777" w:rsidR="007A40AA" w:rsidRPr="00F73937" w:rsidRDefault="007A40AA" w:rsidP="007A40AA">
            <w:pPr>
              <w:tabs>
                <w:tab w:val="decimal" w:pos="1242"/>
              </w:tabs>
              <w:spacing w:line="240" w:lineRule="atLeast"/>
              <w:ind w:left="-108" w:right="-124"/>
            </w:pPr>
          </w:p>
        </w:tc>
      </w:tr>
      <w:tr w:rsidR="007A40AA" w:rsidRPr="00F73937" w14:paraId="4C2C9E25" w14:textId="77777777" w:rsidTr="009E7BDE">
        <w:trPr>
          <w:cantSplit/>
        </w:trPr>
        <w:tc>
          <w:tcPr>
            <w:tcW w:w="3960" w:type="dxa"/>
          </w:tcPr>
          <w:p w14:paraId="52211298" w14:textId="77777777" w:rsidR="007A40AA" w:rsidRPr="00F73937" w:rsidRDefault="007A40AA" w:rsidP="007A40AA">
            <w:pPr>
              <w:spacing w:line="240" w:lineRule="atLeast"/>
              <w:ind w:left="258" w:right="-108"/>
            </w:pPr>
            <w:r w:rsidRPr="00F73937">
              <w:t>Portion of overdue</w:t>
            </w:r>
          </w:p>
        </w:tc>
        <w:tc>
          <w:tcPr>
            <w:tcW w:w="1620" w:type="dxa"/>
            <w:shd w:val="clear" w:color="auto" w:fill="auto"/>
          </w:tcPr>
          <w:p w14:paraId="59D33878" w14:textId="06584290" w:rsidR="007A40AA" w:rsidRPr="00F73937" w:rsidRDefault="007A40AA" w:rsidP="007A40AA">
            <w:pPr>
              <w:tabs>
                <w:tab w:val="left" w:pos="720"/>
              </w:tabs>
              <w:spacing w:line="240" w:lineRule="auto"/>
              <w:ind w:right="76"/>
              <w:jc w:val="right"/>
            </w:pPr>
            <w:r w:rsidRPr="00F73937">
              <w:t>399</w:t>
            </w:r>
          </w:p>
        </w:tc>
        <w:tc>
          <w:tcPr>
            <w:tcW w:w="270" w:type="dxa"/>
          </w:tcPr>
          <w:p w14:paraId="172A38F9" w14:textId="77777777" w:rsidR="007A40AA" w:rsidRPr="00F73937" w:rsidRDefault="007A40AA" w:rsidP="007A40AA">
            <w:pPr>
              <w:pStyle w:val="3"/>
              <w:tabs>
                <w:tab w:val="clear" w:pos="360"/>
                <w:tab w:val="decimal" w:pos="1212"/>
              </w:tabs>
              <w:ind w:right="76"/>
              <w:jc w:val="right"/>
              <w:rPr>
                <w:rFonts w:cs="Times New Roman"/>
                <w:lang w:val="en-US"/>
              </w:rPr>
            </w:pPr>
          </w:p>
        </w:tc>
        <w:tc>
          <w:tcPr>
            <w:tcW w:w="1620" w:type="dxa"/>
          </w:tcPr>
          <w:p w14:paraId="49D87914" w14:textId="02FE4683" w:rsidR="007A40AA" w:rsidRPr="00F73937" w:rsidRDefault="007A40AA" w:rsidP="008C6FFA">
            <w:pPr>
              <w:tabs>
                <w:tab w:val="decimal" w:pos="1336"/>
              </w:tabs>
              <w:spacing w:line="240" w:lineRule="atLeast"/>
              <w:ind w:left="258" w:right="-124"/>
              <w:rPr>
                <w:highlight w:val="yellow"/>
              </w:rPr>
            </w:pPr>
            <w:r w:rsidRPr="00F73937">
              <w:t>169</w:t>
            </w:r>
          </w:p>
        </w:tc>
        <w:tc>
          <w:tcPr>
            <w:tcW w:w="270" w:type="dxa"/>
          </w:tcPr>
          <w:p w14:paraId="10A9DF31" w14:textId="77777777" w:rsidR="007A40AA" w:rsidRPr="00F73937" w:rsidRDefault="007A40AA" w:rsidP="007A40AA">
            <w:pPr>
              <w:tabs>
                <w:tab w:val="decimal" w:pos="1179"/>
              </w:tabs>
              <w:spacing w:line="240" w:lineRule="atLeast"/>
              <w:ind w:left="-108" w:right="-124"/>
              <w:rPr>
                <w:highlight w:val="yellow"/>
              </w:rPr>
            </w:pPr>
          </w:p>
        </w:tc>
        <w:tc>
          <w:tcPr>
            <w:tcW w:w="1440" w:type="dxa"/>
          </w:tcPr>
          <w:p w14:paraId="5FE415FE" w14:textId="6FE3CBE8" w:rsidR="007A40AA" w:rsidRPr="00F73937" w:rsidRDefault="007A40AA" w:rsidP="008C6FFA">
            <w:pPr>
              <w:tabs>
                <w:tab w:val="decimal" w:pos="1150"/>
              </w:tabs>
              <w:spacing w:line="240" w:lineRule="atLeast"/>
              <w:ind w:left="-108" w:right="-124"/>
              <w:rPr>
                <w:highlight w:val="yellow"/>
              </w:rPr>
            </w:pPr>
            <w:r w:rsidRPr="00F73937">
              <w:t>154</w:t>
            </w:r>
          </w:p>
        </w:tc>
      </w:tr>
      <w:tr w:rsidR="007A40AA" w:rsidRPr="00F73937" w14:paraId="61386440" w14:textId="77777777" w:rsidTr="00155DD3">
        <w:trPr>
          <w:cantSplit/>
        </w:trPr>
        <w:tc>
          <w:tcPr>
            <w:tcW w:w="3960" w:type="dxa"/>
            <w:vAlign w:val="bottom"/>
          </w:tcPr>
          <w:p w14:paraId="2126B715" w14:textId="654E813D" w:rsidR="007A40AA" w:rsidRPr="00F73937" w:rsidRDefault="007A40AA" w:rsidP="00B83655">
            <w:pPr>
              <w:spacing w:line="240" w:lineRule="atLeast"/>
              <w:ind w:left="520" w:hanging="270"/>
            </w:pPr>
            <w:r w:rsidRPr="00F73937">
              <w:rPr>
                <w:i/>
                <w:iCs/>
              </w:rPr>
              <w:t>Less</w:t>
            </w:r>
            <w:r w:rsidRPr="00F73937">
              <w:t xml:space="preserve"> undue value</w:t>
            </w:r>
            <w:r w:rsidR="00B83655">
              <w:t xml:space="preserve"> </w:t>
            </w:r>
            <w:r w:rsidRPr="00F73937">
              <w:t>added tax</w:t>
            </w:r>
          </w:p>
        </w:tc>
        <w:tc>
          <w:tcPr>
            <w:tcW w:w="1620" w:type="dxa"/>
            <w:tcBorders>
              <w:bottom w:val="single" w:sz="4" w:space="0" w:color="auto"/>
            </w:tcBorders>
            <w:shd w:val="clear" w:color="auto" w:fill="auto"/>
          </w:tcPr>
          <w:p w14:paraId="70021C0C" w14:textId="2E0C9C1B" w:rsidR="007A40AA" w:rsidRPr="00F73937" w:rsidRDefault="007A40AA" w:rsidP="00B83655">
            <w:pPr>
              <w:tabs>
                <w:tab w:val="left" w:pos="720"/>
                <w:tab w:val="center" w:pos="1616"/>
              </w:tabs>
              <w:spacing w:line="240" w:lineRule="auto"/>
              <w:ind w:right="-12"/>
              <w:jc w:val="right"/>
            </w:pPr>
            <w:r w:rsidRPr="00F73937">
              <w:t>(19)</w:t>
            </w:r>
          </w:p>
        </w:tc>
        <w:tc>
          <w:tcPr>
            <w:tcW w:w="270" w:type="dxa"/>
          </w:tcPr>
          <w:p w14:paraId="1BFAE47C" w14:textId="77777777" w:rsidR="007A40AA" w:rsidRPr="00F73937" w:rsidRDefault="007A40AA" w:rsidP="007A40AA">
            <w:pPr>
              <w:spacing w:line="240" w:lineRule="auto"/>
              <w:ind w:right="108"/>
              <w:jc w:val="right"/>
              <w:rPr>
                <w:highlight w:val="yellow"/>
              </w:rPr>
            </w:pPr>
          </w:p>
        </w:tc>
        <w:tc>
          <w:tcPr>
            <w:tcW w:w="1620" w:type="dxa"/>
            <w:tcBorders>
              <w:bottom w:val="single" w:sz="4" w:space="0" w:color="auto"/>
            </w:tcBorders>
          </w:tcPr>
          <w:p w14:paraId="69200B1B" w14:textId="3F2FD641" w:rsidR="007A40AA" w:rsidRPr="00B83655" w:rsidRDefault="007A40AA" w:rsidP="002B5736">
            <w:pPr>
              <w:tabs>
                <w:tab w:val="left" w:pos="940"/>
                <w:tab w:val="left" w:pos="1210"/>
              </w:tabs>
              <w:spacing w:line="240" w:lineRule="auto"/>
              <w:ind w:right="-650"/>
              <w:jc w:val="center"/>
            </w:pPr>
            <w:r w:rsidRPr="00B83655">
              <w:t>-</w:t>
            </w:r>
          </w:p>
        </w:tc>
        <w:tc>
          <w:tcPr>
            <w:tcW w:w="270" w:type="dxa"/>
          </w:tcPr>
          <w:p w14:paraId="0D5709F8" w14:textId="77777777" w:rsidR="007A40AA" w:rsidRPr="00B83655" w:rsidRDefault="007A40AA" w:rsidP="007A40AA">
            <w:pPr>
              <w:tabs>
                <w:tab w:val="decimal" w:pos="1224"/>
              </w:tabs>
              <w:spacing w:line="240" w:lineRule="atLeast"/>
              <w:ind w:left="258" w:right="-124"/>
            </w:pPr>
          </w:p>
        </w:tc>
        <w:tc>
          <w:tcPr>
            <w:tcW w:w="1440" w:type="dxa"/>
            <w:tcBorders>
              <w:bottom w:val="single" w:sz="4" w:space="0" w:color="auto"/>
            </w:tcBorders>
          </w:tcPr>
          <w:p w14:paraId="5423170E" w14:textId="0C763645" w:rsidR="007A40AA" w:rsidRPr="00B83655" w:rsidRDefault="007A40AA" w:rsidP="002B5736">
            <w:pPr>
              <w:tabs>
                <w:tab w:val="left" w:pos="700"/>
              </w:tabs>
              <w:spacing w:line="240" w:lineRule="auto"/>
              <w:ind w:right="390"/>
              <w:jc w:val="right"/>
            </w:pPr>
            <w:r w:rsidRPr="00B83655">
              <w:t>-</w:t>
            </w:r>
          </w:p>
        </w:tc>
      </w:tr>
      <w:tr w:rsidR="007A40AA" w:rsidRPr="00F73937" w14:paraId="7F59FFEE" w14:textId="77777777" w:rsidTr="00155DD3">
        <w:trPr>
          <w:cantSplit/>
        </w:trPr>
        <w:tc>
          <w:tcPr>
            <w:tcW w:w="3960" w:type="dxa"/>
          </w:tcPr>
          <w:p w14:paraId="4B6AE83B" w14:textId="77777777" w:rsidR="007A40AA" w:rsidRPr="00F73937" w:rsidRDefault="007A40AA" w:rsidP="007A40AA">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5F5BF85F" w14:textId="2BE64C6E" w:rsidR="007A40AA" w:rsidRPr="00F73937" w:rsidRDefault="007A40AA" w:rsidP="008C6FFA">
            <w:pPr>
              <w:tabs>
                <w:tab w:val="left" w:pos="971"/>
              </w:tabs>
              <w:spacing w:line="240" w:lineRule="auto"/>
              <w:ind w:right="74"/>
              <w:jc w:val="right"/>
              <w:rPr>
                <w:b/>
                <w:bCs/>
              </w:rPr>
            </w:pPr>
            <w:r w:rsidRPr="00F73937">
              <w:rPr>
                <w:b/>
                <w:bCs/>
              </w:rPr>
              <w:t>380</w:t>
            </w:r>
          </w:p>
        </w:tc>
        <w:tc>
          <w:tcPr>
            <w:tcW w:w="270" w:type="dxa"/>
          </w:tcPr>
          <w:p w14:paraId="665445A7" w14:textId="77777777" w:rsidR="007A40AA" w:rsidRPr="00F73937" w:rsidRDefault="007A40AA" w:rsidP="007A40AA">
            <w:pPr>
              <w:spacing w:line="240" w:lineRule="auto"/>
              <w:ind w:right="76"/>
              <w:jc w:val="both"/>
              <w:rPr>
                <w:b/>
                <w:bCs/>
                <w:highlight w:val="yellow"/>
              </w:rPr>
            </w:pPr>
          </w:p>
        </w:tc>
        <w:tc>
          <w:tcPr>
            <w:tcW w:w="1620" w:type="dxa"/>
            <w:tcBorders>
              <w:top w:val="single" w:sz="4" w:space="0" w:color="auto"/>
              <w:bottom w:val="single" w:sz="4" w:space="0" w:color="auto"/>
            </w:tcBorders>
          </w:tcPr>
          <w:p w14:paraId="4A00FC26" w14:textId="3D0EEA15" w:rsidR="007A40AA" w:rsidRPr="00F73937" w:rsidRDefault="007A40AA" w:rsidP="007A40AA">
            <w:pPr>
              <w:tabs>
                <w:tab w:val="left" w:pos="967"/>
              </w:tabs>
              <w:spacing w:line="240" w:lineRule="auto"/>
              <w:ind w:right="72" w:firstLine="432"/>
              <w:jc w:val="right"/>
              <w:rPr>
                <w:b/>
                <w:bCs/>
                <w:highlight w:val="yellow"/>
              </w:rPr>
            </w:pPr>
            <w:r w:rsidRPr="00F73937">
              <w:rPr>
                <w:b/>
                <w:bCs/>
              </w:rPr>
              <w:t>169</w:t>
            </w:r>
          </w:p>
        </w:tc>
        <w:tc>
          <w:tcPr>
            <w:tcW w:w="270" w:type="dxa"/>
          </w:tcPr>
          <w:p w14:paraId="22D60789" w14:textId="77777777" w:rsidR="007A40AA" w:rsidRPr="00F73937" w:rsidRDefault="007A40AA" w:rsidP="007A40AA">
            <w:pPr>
              <w:spacing w:line="240" w:lineRule="auto"/>
              <w:ind w:right="76"/>
              <w:jc w:val="both"/>
              <w:rPr>
                <w:b/>
                <w:bCs/>
                <w:highlight w:val="yellow"/>
              </w:rPr>
            </w:pPr>
          </w:p>
        </w:tc>
        <w:tc>
          <w:tcPr>
            <w:tcW w:w="1440" w:type="dxa"/>
            <w:tcBorders>
              <w:top w:val="single" w:sz="4" w:space="0" w:color="auto"/>
              <w:bottom w:val="single" w:sz="4" w:space="0" w:color="auto"/>
            </w:tcBorders>
          </w:tcPr>
          <w:p w14:paraId="07EBE26C" w14:textId="00370478" w:rsidR="007A40AA" w:rsidRPr="00F73937" w:rsidRDefault="007A40AA" w:rsidP="007A40AA">
            <w:pPr>
              <w:tabs>
                <w:tab w:val="left" w:pos="720"/>
              </w:tabs>
              <w:spacing w:line="240" w:lineRule="auto"/>
              <w:ind w:right="76"/>
              <w:jc w:val="right"/>
              <w:rPr>
                <w:rFonts w:cstheme="minorBidi"/>
                <w:b/>
                <w:bCs/>
                <w:highlight w:val="yellow"/>
                <w:cs/>
              </w:rPr>
            </w:pPr>
            <w:r w:rsidRPr="00F73937">
              <w:rPr>
                <w:b/>
                <w:bCs/>
              </w:rPr>
              <w:t>154</w:t>
            </w:r>
          </w:p>
        </w:tc>
      </w:tr>
    </w:tbl>
    <w:p w14:paraId="2A2C0A1A" w14:textId="761A2124" w:rsidR="00F26E92" w:rsidRPr="00F73937" w:rsidRDefault="00F26E92" w:rsidP="00657621">
      <w:pPr>
        <w:spacing w:line="240" w:lineRule="atLeast"/>
        <w:ind w:left="540" w:firstLine="90"/>
      </w:pPr>
    </w:p>
    <w:p w14:paraId="0713378E" w14:textId="77777777" w:rsidR="00772AFB" w:rsidRPr="00F73937" w:rsidRDefault="00772AFB" w:rsidP="00772AFB">
      <w:pPr>
        <w:pStyle w:val="block"/>
        <w:spacing w:after="0" w:line="240" w:lineRule="auto"/>
        <w:ind w:left="540"/>
        <w:jc w:val="both"/>
      </w:pPr>
      <w:r w:rsidRPr="00F73937">
        <w:t>*Net of unearned interest income, collateral and undue value added tax</w:t>
      </w:r>
    </w:p>
    <w:p w14:paraId="4D72D461" w14:textId="739B5A24" w:rsidR="00F24B3E" w:rsidRDefault="00F24B3E" w:rsidP="006375E2">
      <w:pPr>
        <w:spacing w:line="240" w:lineRule="atLeast"/>
      </w:pPr>
    </w:p>
    <w:p w14:paraId="29DDFDCE" w14:textId="445EA2E0" w:rsidR="002F3880" w:rsidRDefault="002F3880" w:rsidP="006375E2">
      <w:pPr>
        <w:spacing w:line="240" w:lineRule="atLeast"/>
      </w:pPr>
    </w:p>
    <w:p w14:paraId="7D9B3972" w14:textId="42533129" w:rsidR="002F3880" w:rsidRDefault="002F3880" w:rsidP="006375E2">
      <w:pPr>
        <w:spacing w:line="240" w:lineRule="atLeast"/>
      </w:pPr>
    </w:p>
    <w:p w14:paraId="0C91D0FB" w14:textId="510AF3EA" w:rsidR="00373B18" w:rsidRDefault="00373B18" w:rsidP="006375E2">
      <w:pPr>
        <w:spacing w:line="240" w:lineRule="atLeast"/>
      </w:pPr>
    </w:p>
    <w:p w14:paraId="2C3C43D5" w14:textId="77777777" w:rsidR="00373B18" w:rsidRDefault="00373B18" w:rsidP="006375E2">
      <w:pPr>
        <w:spacing w:line="240" w:lineRule="atLeast"/>
      </w:pPr>
    </w:p>
    <w:p w14:paraId="2CB18F4D" w14:textId="77777777" w:rsidR="002F3880" w:rsidRPr="00F73937" w:rsidRDefault="002F3880" w:rsidP="006375E2">
      <w:pPr>
        <w:spacing w:line="240" w:lineRule="atLeast"/>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7A40AA" w:rsidRPr="00F73937" w14:paraId="5D69AF05" w14:textId="77777777" w:rsidTr="00155DD3">
        <w:trPr>
          <w:cantSplit/>
        </w:trPr>
        <w:tc>
          <w:tcPr>
            <w:tcW w:w="3960" w:type="dxa"/>
          </w:tcPr>
          <w:p w14:paraId="1C16998D" w14:textId="77777777" w:rsidR="007A40AA" w:rsidRPr="00F73937" w:rsidRDefault="007A40AA" w:rsidP="007A40AA">
            <w:pPr>
              <w:spacing w:line="240" w:lineRule="atLeast"/>
              <w:rPr>
                <w:i/>
                <w:iCs/>
              </w:rPr>
            </w:pPr>
          </w:p>
        </w:tc>
        <w:tc>
          <w:tcPr>
            <w:tcW w:w="5220" w:type="dxa"/>
            <w:gridSpan w:val="5"/>
            <w:shd w:val="clear" w:color="auto" w:fill="auto"/>
          </w:tcPr>
          <w:p w14:paraId="62BBE5BF" w14:textId="675A78B5" w:rsidR="007A40AA" w:rsidRPr="00F73937" w:rsidRDefault="007A40AA" w:rsidP="007A40AA">
            <w:pPr>
              <w:pStyle w:val="BodyText"/>
              <w:spacing w:after="0" w:line="240" w:lineRule="atLeast"/>
              <w:ind w:left="-108" w:right="-110"/>
              <w:jc w:val="center"/>
              <w:rPr>
                <w:lang w:val="en-GB"/>
              </w:rPr>
            </w:pPr>
            <w:r w:rsidRPr="00F73937">
              <w:rPr>
                <w:b/>
                <w:bCs/>
                <w:lang w:val="en-GB"/>
              </w:rPr>
              <w:t>Consolidated financial statements</w:t>
            </w:r>
          </w:p>
        </w:tc>
      </w:tr>
      <w:tr w:rsidR="007A40AA" w:rsidRPr="00F73937" w14:paraId="1E3F0B8D" w14:textId="77777777" w:rsidTr="00155DD3">
        <w:trPr>
          <w:cantSplit/>
        </w:trPr>
        <w:tc>
          <w:tcPr>
            <w:tcW w:w="3960" w:type="dxa"/>
          </w:tcPr>
          <w:p w14:paraId="3A6C3C77" w14:textId="77777777" w:rsidR="007A40AA" w:rsidRPr="00F73937" w:rsidRDefault="007A40AA" w:rsidP="007A40AA">
            <w:pPr>
              <w:spacing w:line="240" w:lineRule="atLeast"/>
              <w:rPr>
                <w:i/>
                <w:iCs/>
              </w:rPr>
            </w:pPr>
          </w:p>
          <w:p w14:paraId="65587F6A" w14:textId="77777777" w:rsidR="007A40AA" w:rsidRPr="00F73937" w:rsidRDefault="007A40AA" w:rsidP="007A40AA">
            <w:pPr>
              <w:spacing w:line="240" w:lineRule="atLeast"/>
              <w:rPr>
                <w:rFonts w:cs="Cordia New"/>
                <w:b/>
                <w:bCs/>
                <w:i/>
                <w:iCs/>
              </w:rPr>
            </w:pPr>
          </w:p>
          <w:p w14:paraId="0F1CEBB7" w14:textId="77777777" w:rsidR="007A40AA" w:rsidRPr="00F73937" w:rsidRDefault="007A40AA" w:rsidP="007A40AA">
            <w:pPr>
              <w:spacing w:line="240" w:lineRule="atLeast"/>
              <w:rPr>
                <w:rFonts w:cs="Cordia New"/>
                <w:b/>
                <w:bCs/>
                <w:i/>
                <w:iCs/>
              </w:rPr>
            </w:pPr>
          </w:p>
          <w:p w14:paraId="638B75AA" w14:textId="77777777" w:rsidR="007A40AA" w:rsidRPr="00F73937" w:rsidRDefault="007A40AA" w:rsidP="007A40AA">
            <w:pPr>
              <w:spacing w:line="240" w:lineRule="atLeast"/>
              <w:rPr>
                <w:rFonts w:cs="Cordia New"/>
                <w:b/>
                <w:bCs/>
                <w:i/>
                <w:iCs/>
              </w:rPr>
            </w:pPr>
          </w:p>
          <w:p w14:paraId="782DDEB6" w14:textId="77777777" w:rsidR="007A40AA" w:rsidRPr="00F73937" w:rsidRDefault="007A40AA" w:rsidP="007A40AA">
            <w:pPr>
              <w:spacing w:line="240" w:lineRule="atLeast"/>
              <w:rPr>
                <w:rFonts w:cs="Cordia New"/>
                <w:b/>
                <w:bCs/>
                <w:i/>
                <w:iCs/>
              </w:rPr>
            </w:pPr>
          </w:p>
        </w:tc>
        <w:tc>
          <w:tcPr>
            <w:tcW w:w="1620" w:type="dxa"/>
            <w:shd w:val="clear" w:color="auto" w:fill="auto"/>
          </w:tcPr>
          <w:p w14:paraId="12C5D1CC" w14:textId="77777777" w:rsidR="007A40AA" w:rsidRPr="00F73937" w:rsidRDefault="007A40AA" w:rsidP="007A40AA">
            <w:pPr>
              <w:pStyle w:val="acctmergecolhdg"/>
              <w:spacing w:line="240" w:lineRule="atLeast"/>
              <w:ind w:left="-169" w:right="-142"/>
              <w:rPr>
                <w:b w:val="0"/>
                <w:bCs/>
              </w:rPr>
            </w:pPr>
            <w:r w:rsidRPr="00F73937">
              <w:rPr>
                <w:b w:val="0"/>
                <w:bCs/>
              </w:rPr>
              <w:t>Installment accounts receivable - net of unearned interest income</w:t>
            </w:r>
          </w:p>
        </w:tc>
        <w:tc>
          <w:tcPr>
            <w:tcW w:w="270" w:type="dxa"/>
          </w:tcPr>
          <w:p w14:paraId="4A0E4551" w14:textId="77777777" w:rsidR="007A40AA" w:rsidRPr="00F73937" w:rsidRDefault="007A40AA" w:rsidP="007A40AA">
            <w:pPr>
              <w:pStyle w:val="acctmergecolhdg"/>
              <w:spacing w:line="240" w:lineRule="atLeast"/>
              <w:ind w:left="-169" w:right="-142"/>
              <w:rPr>
                <w:b w:val="0"/>
                <w:bCs/>
              </w:rPr>
            </w:pPr>
          </w:p>
        </w:tc>
        <w:tc>
          <w:tcPr>
            <w:tcW w:w="1620" w:type="dxa"/>
          </w:tcPr>
          <w:p w14:paraId="208615D6" w14:textId="77777777" w:rsidR="007A40AA" w:rsidRPr="00F73937" w:rsidRDefault="007A40AA" w:rsidP="007A40AA">
            <w:pPr>
              <w:autoSpaceDE w:val="0"/>
              <w:autoSpaceDN w:val="0"/>
              <w:adjustRightInd w:val="0"/>
              <w:jc w:val="center"/>
            </w:pPr>
            <w:r w:rsidRPr="00F73937">
              <w:t>Net receivables</w:t>
            </w:r>
          </w:p>
          <w:p w14:paraId="53006B50" w14:textId="77777777" w:rsidR="007A40AA" w:rsidRPr="00F73937" w:rsidRDefault="007A40AA" w:rsidP="007A40AA">
            <w:pPr>
              <w:autoSpaceDE w:val="0"/>
              <w:autoSpaceDN w:val="0"/>
              <w:adjustRightInd w:val="0"/>
              <w:ind w:left="-99" w:right="-135"/>
              <w:jc w:val="center"/>
            </w:pPr>
            <w:r w:rsidRPr="00F73937">
              <w:t>for setting up</w:t>
            </w:r>
          </w:p>
          <w:p w14:paraId="5221BB38" w14:textId="77777777" w:rsidR="007A40AA" w:rsidRPr="00F73937" w:rsidRDefault="007A40AA" w:rsidP="007A40AA">
            <w:pPr>
              <w:pStyle w:val="acctmergecolhdg"/>
              <w:spacing w:line="240" w:lineRule="atLeast"/>
              <w:ind w:left="-169" w:right="-142"/>
              <w:rPr>
                <w:b w:val="0"/>
              </w:rPr>
            </w:pPr>
            <w:r w:rsidRPr="00F73937">
              <w:rPr>
                <w:b w:val="0"/>
              </w:rPr>
              <w:t>allowance for</w:t>
            </w:r>
          </w:p>
          <w:p w14:paraId="73184768" w14:textId="77777777" w:rsidR="007A40AA" w:rsidRPr="00F73937" w:rsidRDefault="007A40AA" w:rsidP="007A40AA">
            <w:pPr>
              <w:pStyle w:val="acctmergecolhdg"/>
              <w:spacing w:line="240" w:lineRule="atLeast"/>
              <w:ind w:left="-169" w:right="-142"/>
              <w:rPr>
                <w:b w:val="0"/>
              </w:rPr>
            </w:pPr>
            <w:r w:rsidRPr="00F73937">
              <w:rPr>
                <w:b w:val="0"/>
              </w:rPr>
              <w:t>expected</w:t>
            </w:r>
          </w:p>
          <w:p w14:paraId="0578487C" w14:textId="77777777" w:rsidR="007A40AA" w:rsidRPr="00F73937" w:rsidRDefault="007A40AA" w:rsidP="007A40AA">
            <w:pPr>
              <w:pStyle w:val="acctmergecolhdg"/>
              <w:spacing w:line="240" w:lineRule="atLeast"/>
              <w:ind w:left="-169" w:right="-142"/>
              <w:rPr>
                <w:b w:val="0"/>
              </w:rPr>
            </w:pPr>
            <w:r w:rsidRPr="00F73937">
              <w:rPr>
                <w:b w:val="0"/>
              </w:rPr>
              <w:t>credit loss*</w:t>
            </w:r>
          </w:p>
        </w:tc>
        <w:tc>
          <w:tcPr>
            <w:tcW w:w="270" w:type="dxa"/>
          </w:tcPr>
          <w:p w14:paraId="72817F81" w14:textId="77777777" w:rsidR="007A40AA" w:rsidRPr="00F73937" w:rsidRDefault="007A40AA" w:rsidP="007A40AA">
            <w:pPr>
              <w:pStyle w:val="acctmergecolhdg"/>
              <w:spacing w:line="240" w:lineRule="atLeast"/>
              <w:ind w:left="-169" w:right="-142"/>
              <w:rPr>
                <w:b w:val="0"/>
                <w:bCs/>
              </w:rPr>
            </w:pPr>
          </w:p>
        </w:tc>
        <w:tc>
          <w:tcPr>
            <w:tcW w:w="1440" w:type="dxa"/>
            <w:vAlign w:val="bottom"/>
          </w:tcPr>
          <w:p w14:paraId="6D057C7C" w14:textId="77777777" w:rsidR="007A40AA" w:rsidRPr="00F73937" w:rsidRDefault="007A40AA" w:rsidP="007A40AA">
            <w:pPr>
              <w:autoSpaceDE w:val="0"/>
              <w:autoSpaceDN w:val="0"/>
              <w:adjustRightInd w:val="0"/>
              <w:jc w:val="center"/>
            </w:pPr>
            <w:r w:rsidRPr="00F73937">
              <w:t>Allowance</w:t>
            </w:r>
          </w:p>
          <w:p w14:paraId="06858E5F" w14:textId="77777777" w:rsidR="007A40AA" w:rsidRPr="00F73937" w:rsidRDefault="007A40AA" w:rsidP="007A40AA">
            <w:pPr>
              <w:autoSpaceDE w:val="0"/>
              <w:autoSpaceDN w:val="0"/>
              <w:adjustRightInd w:val="0"/>
              <w:jc w:val="center"/>
            </w:pPr>
            <w:r w:rsidRPr="00F73937">
              <w:t>for expected</w:t>
            </w:r>
          </w:p>
          <w:p w14:paraId="4CB38696" w14:textId="77777777" w:rsidR="007A40AA" w:rsidRPr="00F73937" w:rsidRDefault="007A40AA" w:rsidP="007A40AA">
            <w:pPr>
              <w:pStyle w:val="BodyText"/>
              <w:spacing w:after="0" w:line="240" w:lineRule="atLeast"/>
              <w:ind w:left="-108" w:right="-110"/>
              <w:jc w:val="center"/>
              <w:rPr>
                <w:lang w:val="en-GB"/>
              </w:rPr>
            </w:pPr>
            <w:r w:rsidRPr="00F73937">
              <w:rPr>
                <w:lang w:val="en-US"/>
              </w:rPr>
              <w:t>credit loss</w:t>
            </w:r>
          </w:p>
        </w:tc>
      </w:tr>
      <w:tr w:rsidR="007A40AA" w:rsidRPr="00F73937" w14:paraId="24F43834" w14:textId="77777777" w:rsidTr="00155DD3">
        <w:trPr>
          <w:cantSplit/>
        </w:trPr>
        <w:tc>
          <w:tcPr>
            <w:tcW w:w="3960" w:type="dxa"/>
          </w:tcPr>
          <w:p w14:paraId="73AAD8A4" w14:textId="77777777" w:rsidR="007A40AA" w:rsidRPr="00F73937" w:rsidRDefault="007A40AA" w:rsidP="007A40AA">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7C460329" w14:textId="77777777" w:rsidR="007A40AA" w:rsidRPr="00F73937" w:rsidRDefault="007A40AA" w:rsidP="007A40AA">
            <w:pPr>
              <w:tabs>
                <w:tab w:val="decimal" w:pos="-130"/>
              </w:tabs>
              <w:spacing w:line="240" w:lineRule="atLeast"/>
              <w:ind w:left="-130" w:right="-108"/>
              <w:jc w:val="center"/>
              <w:rPr>
                <w:i/>
                <w:iCs/>
              </w:rPr>
            </w:pPr>
            <w:r w:rsidRPr="00F73937">
              <w:rPr>
                <w:i/>
                <w:iCs/>
              </w:rPr>
              <w:t>(in thousand Baht)</w:t>
            </w:r>
          </w:p>
        </w:tc>
      </w:tr>
      <w:tr w:rsidR="007A40AA" w:rsidRPr="00F73937" w14:paraId="2227FF20" w14:textId="77777777" w:rsidTr="00155DD3">
        <w:trPr>
          <w:cantSplit/>
        </w:trPr>
        <w:tc>
          <w:tcPr>
            <w:tcW w:w="7470" w:type="dxa"/>
            <w:gridSpan w:val="4"/>
          </w:tcPr>
          <w:p w14:paraId="481CE38E" w14:textId="77777777" w:rsidR="007A40AA" w:rsidRPr="00F73937" w:rsidRDefault="007A40AA" w:rsidP="007A40AA">
            <w:pPr>
              <w:tabs>
                <w:tab w:val="left" w:pos="250"/>
              </w:tabs>
              <w:spacing w:line="240" w:lineRule="atLeast"/>
              <w:ind w:right="-124"/>
              <w:rPr>
                <w:rFonts w:cs="Angsana New"/>
              </w:rPr>
            </w:pPr>
            <w:r w:rsidRPr="00F73937">
              <w:rPr>
                <w:rFonts w:cs="Angsana New"/>
              </w:rPr>
              <w:t>2) Rescheduled installment receivables</w:t>
            </w:r>
          </w:p>
        </w:tc>
        <w:tc>
          <w:tcPr>
            <w:tcW w:w="270" w:type="dxa"/>
          </w:tcPr>
          <w:p w14:paraId="17528F10" w14:textId="77777777" w:rsidR="007A40AA" w:rsidRPr="00F73937" w:rsidRDefault="007A40AA" w:rsidP="007A40AA">
            <w:pPr>
              <w:tabs>
                <w:tab w:val="decimal" w:pos="1179"/>
              </w:tabs>
              <w:spacing w:line="240" w:lineRule="atLeast"/>
              <w:ind w:left="-108" w:right="-124"/>
            </w:pPr>
          </w:p>
        </w:tc>
        <w:tc>
          <w:tcPr>
            <w:tcW w:w="1440" w:type="dxa"/>
          </w:tcPr>
          <w:p w14:paraId="55470F6F" w14:textId="77777777" w:rsidR="007A40AA" w:rsidRPr="00F73937" w:rsidRDefault="007A40AA" w:rsidP="007A40AA">
            <w:pPr>
              <w:tabs>
                <w:tab w:val="decimal" w:pos="1242"/>
              </w:tabs>
              <w:spacing w:line="240" w:lineRule="atLeast"/>
              <w:ind w:left="-108" w:right="-124"/>
            </w:pPr>
          </w:p>
        </w:tc>
      </w:tr>
      <w:tr w:rsidR="007A40AA" w:rsidRPr="00F73937" w14:paraId="02416754" w14:textId="77777777" w:rsidTr="00155DD3">
        <w:trPr>
          <w:cantSplit/>
        </w:trPr>
        <w:tc>
          <w:tcPr>
            <w:tcW w:w="7470" w:type="dxa"/>
            <w:gridSpan w:val="4"/>
          </w:tcPr>
          <w:p w14:paraId="73733461" w14:textId="77777777" w:rsidR="007A40AA" w:rsidRPr="00F73937" w:rsidRDefault="007A40AA" w:rsidP="007A40AA">
            <w:pPr>
              <w:spacing w:line="240" w:lineRule="atLeast"/>
              <w:ind w:left="258" w:right="-124"/>
              <w:rPr>
                <w:rFonts w:cs="Angsana New"/>
                <w:i/>
                <w:iCs/>
              </w:rPr>
            </w:pPr>
            <w:r w:rsidRPr="00F73937">
              <w:rPr>
                <w:rFonts w:cs="Angsana New"/>
                <w:i/>
                <w:iCs/>
              </w:rPr>
              <w:t>Normal receivables</w:t>
            </w:r>
          </w:p>
        </w:tc>
        <w:tc>
          <w:tcPr>
            <w:tcW w:w="270" w:type="dxa"/>
          </w:tcPr>
          <w:p w14:paraId="25AD7190" w14:textId="77777777" w:rsidR="007A40AA" w:rsidRPr="00F73937" w:rsidRDefault="007A40AA" w:rsidP="007A40AA">
            <w:pPr>
              <w:tabs>
                <w:tab w:val="decimal" w:pos="1179"/>
              </w:tabs>
              <w:spacing w:line="240" w:lineRule="atLeast"/>
              <w:ind w:left="-108" w:right="-124"/>
            </w:pPr>
          </w:p>
        </w:tc>
        <w:tc>
          <w:tcPr>
            <w:tcW w:w="1440" w:type="dxa"/>
          </w:tcPr>
          <w:p w14:paraId="09EA72C3" w14:textId="77777777" w:rsidR="007A40AA" w:rsidRPr="00F73937" w:rsidRDefault="007A40AA" w:rsidP="007A40AA">
            <w:pPr>
              <w:tabs>
                <w:tab w:val="decimal" w:pos="1242"/>
              </w:tabs>
              <w:spacing w:line="240" w:lineRule="atLeast"/>
              <w:ind w:left="-108" w:right="-124"/>
            </w:pPr>
          </w:p>
        </w:tc>
      </w:tr>
      <w:tr w:rsidR="007A40AA" w:rsidRPr="00F73937" w14:paraId="5637DCE0" w14:textId="77777777" w:rsidTr="00155DD3">
        <w:trPr>
          <w:cantSplit/>
        </w:trPr>
        <w:tc>
          <w:tcPr>
            <w:tcW w:w="3960" w:type="dxa"/>
          </w:tcPr>
          <w:p w14:paraId="2225B5BE" w14:textId="77777777" w:rsidR="007A40AA" w:rsidRPr="00F73937" w:rsidRDefault="007A40AA" w:rsidP="007A40AA">
            <w:pPr>
              <w:spacing w:line="240" w:lineRule="atLeast"/>
              <w:ind w:left="258"/>
            </w:pPr>
            <w:r w:rsidRPr="00F73937">
              <w:t>Within credit terms</w:t>
            </w:r>
          </w:p>
        </w:tc>
        <w:tc>
          <w:tcPr>
            <w:tcW w:w="1620" w:type="dxa"/>
          </w:tcPr>
          <w:p w14:paraId="1BBA04A8" w14:textId="62AD5CE7" w:rsidR="007A40AA" w:rsidRPr="00F73937" w:rsidRDefault="007A40AA" w:rsidP="007A40AA">
            <w:pPr>
              <w:tabs>
                <w:tab w:val="left" w:pos="720"/>
              </w:tabs>
              <w:spacing w:line="240" w:lineRule="auto"/>
              <w:ind w:right="76"/>
              <w:jc w:val="right"/>
              <w:rPr>
                <w:highlight w:val="yellow"/>
              </w:rPr>
            </w:pPr>
            <w:r w:rsidRPr="00F73937">
              <w:t>27,749</w:t>
            </w:r>
          </w:p>
        </w:tc>
        <w:tc>
          <w:tcPr>
            <w:tcW w:w="270" w:type="dxa"/>
          </w:tcPr>
          <w:p w14:paraId="4A516836" w14:textId="77777777" w:rsidR="007A40AA" w:rsidRPr="00F73937" w:rsidRDefault="007A40AA" w:rsidP="007A40AA">
            <w:pPr>
              <w:spacing w:line="240" w:lineRule="auto"/>
              <w:ind w:right="76"/>
              <w:jc w:val="both"/>
              <w:rPr>
                <w:highlight w:val="yellow"/>
              </w:rPr>
            </w:pPr>
          </w:p>
        </w:tc>
        <w:tc>
          <w:tcPr>
            <w:tcW w:w="1620" w:type="dxa"/>
          </w:tcPr>
          <w:p w14:paraId="3017CEE3" w14:textId="26262C98" w:rsidR="007A40AA" w:rsidRPr="00F73937" w:rsidRDefault="007A40AA" w:rsidP="007A40AA">
            <w:pPr>
              <w:tabs>
                <w:tab w:val="left" w:pos="720"/>
              </w:tabs>
              <w:spacing w:line="240" w:lineRule="auto"/>
              <w:ind w:right="76"/>
              <w:jc w:val="right"/>
              <w:rPr>
                <w:highlight w:val="yellow"/>
              </w:rPr>
            </w:pPr>
            <w:r w:rsidRPr="00F73937">
              <w:t>18,264</w:t>
            </w:r>
          </w:p>
        </w:tc>
        <w:tc>
          <w:tcPr>
            <w:tcW w:w="270" w:type="dxa"/>
          </w:tcPr>
          <w:p w14:paraId="1C68AA31" w14:textId="77777777" w:rsidR="007A40AA" w:rsidRPr="00F73937" w:rsidRDefault="007A40AA" w:rsidP="007A40AA">
            <w:pPr>
              <w:spacing w:line="240" w:lineRule="auto"/>
              <w:jc w:val="both"/>
              <w:rPr>
                <w:highlight w:val="yellow"/>
              </w:rPr>
            </w:pPr>
          </w:p>
        </w:tc>
        <w:tc>
          <w:tcPr>
            <w:tcW w:w="1440" w:type="dxa"/>
          </w:tcPr>
          <w:p w14:paraId="7655D777" w14:textId="336D0763" w:rsidR="007A40AA" w:rsidRPr="00F73937" w:rsidRDefault="007A40AA" w:rsidP="007A40AA">
            <w:pPr>
              <w:tabs>
                <w:tab w:val="left" w:pos="720"/>
              </w:tabs>
              <w:spacing w:line="240" w:lineRule="auto"/>
              <w:ind w:right="76"/>
              <w:jc w:val="right"/>
              <w:rPr>
                <w:highlight w:val="yellow"/>
              </w:rPr>
            </w:pPr>
            <w:r w:rsidRPr="00F73937">
              <w:t>548</w:t>
            </w:r>
          </w:p>
        </w:tc>
      </w:tr>
      <w:tr w:rsidR="007A40AA" w:rsidRPr="00F73937" w14:paraId="20B3AB18" w14:textId="77777777" w:rsidTr="00155DD3">
        <w:trPr>
          <w:cantSplit/>
        </w:trPr>
        <w:tc>
          <w:tcPr>
            <w:tcW w:w="3960" w:type="dxa"/>
          </w:tcPr>
          <w:p w14:paraId="382165E7" w14:textId="77777777" w:rsidR="007A40AA" w:rsidRPr="00F73937" w:rsidRDefault="007A40AA" w:rsidP="007A40AA">
            <w:pPr>
              <w:spacing w:line="240" w:lineRule="atLeast"/>
              <w:ind w:left="258"/>
            </w:pPr>
            <w:r w:rsidRPr="00F73937">
              <w:t>Overdue:</w:t>
            </w:r>
          </w:p>
        </w:tc>
        <w:tc>
          <w:tcPr>
            <w:tcW w:w="1620" w:type="dxa"/>
          </w:tcPr>
          <w:p w14:paraId="744F114D" w14:textId="77777777" w:rsidR="007A40AA" w:rsidRPr="00F73937" w:rsidRDefault="007A40AA" w:rsidP="007A40AA">
            <w:pPr>
              <w:tabs>
                <w:tab w:val="left" w:pos="720"/>
              </w:tabs>
              <w:spacing w:line="240" w:lineRule="auto"/>
              <w:ind w:right="76"/>
              <w:jc w:val="right"/>
              <w:rPr>
                <w:highlight w:val="yellow"/>
              </w:rPr>
            </w:pPr>
          </w:p>
        </w:tc>
        <w:tc>
          <w:tcPr>
            <w:tcW w:w="270" w:type="dxa"/>
          </w:tcPr>
          <w:p w14:paraId="1857B4A1" w14:textId="77777777" w:rsidR="007A40AA" w:rsidRPr="00F73937" w:rsidRDefault="007A40AA" w:rsidP="007A40AA">
            <w:pPr>
              <w:spacing w:line="240" w:lineRule="auto"/>
              <w:ind w:right="76"/>
              <w:jc w:val="both"/>
              <w:rPr>
                <w:highlight w:val="yellow"/>
              </w:rPr>
            </w:pPr>
          </w:p>
        </w:tc>
        <w:tc>
          <w:tcPr>
            <w:tcW w:w="1620" w:type="dxa"/>
          </w:tcPr>
          <w:p w14:paraId="77B94F7D" w14:textId="77777777" w:rsidR="007A40AA" w:rsidRPr="00F73937" w:rsidRDefault="007A40AA" w:rsidP="007A40AA">
            <w:pPr>
              <w:tabs>
                <w:tab w:val="left" w:pos="720"/>
              </w:tabs>
              <w:spacing w:line="240" w:lineRule="auto"/>
              <w:ind w:right="76"/>
              <w:jc w:val="right"/>
              <w:rPr>
                <w:highlight w:val="yellow"/>
              </w:rPr>
            </w:pPr>
          </w:p>
        </w:tc>
        <w:tc>
          <w:tcPr>
            <w:tcW w:w="270" w:type="dxa"/>
          </w:tcPr>
          <w:p w14:paraId="1B2B67CC" w14:textId="77777777" w:rsidR="007A40AA" w:rsidRPr="00F73937" w:rsidRDefault="007A40AA" w:rsidP="007A40AA">
            <w:pPr>
              <w:spacing w:line="240" w:lineRule="auto"/>
              <w:jc w:val="both"/>
              <w:rPr>
                <w:highlight w:val="yellow"/>
              </w:rPr>
            </w:pPr>
          </w:p>
        </w:tc>
        <w:tc>
          <w:tcPr>
            <w:tcW w:w="1440" w:type="dxa"/>
          </w:tcPr>
          <w:p w14:paraId="6B39BA79" w14:textId="77777777" w:rsidR="007A40AA" w:rsidRPr="00F73937" w:rsidRDefault="007A40AA" w:rsidP="007A40AA">
            <w:pPr>
              <w:tabs>
                <w:tab w:val="left" w:pos="720"/>
              </w:tabs>
              <w:spacing w:line="240" w:lineRule="auto"/>
              <w:ind w:right="76"/>
              <w:jc w:val="right"/>
              <w:rPr>
                <w:highlight w:val="yellow"/>
              </w:rPr>
            </w:pPr>
          </w:p>
        </w:tc>
      </w:tr>
      <w:tr w:rsidR="007A40AA" w:rsidRPr="00F73937" w14:paraId="1E8A4041" w14:textId="77777777" w:rsidTr="00155DD3">
        <w:trPr>
          <w:cantSplit/>
        </w:trPr>
        <w:tc>
          <w:tcPr>
            <w:tcW w:w="3960" w:type="dxa"/>
          </w:tcPr>
          <w:p w14:paraId="27B78A5E" w14:textId="77777777" w:rsidR="007A40AA" w:rsidRPr="00F73937" w:rsidRDefault="007A40AA" w:rsidP="007A40AA">
            <w:pPr>
              <w:spacing w:line="240" w:lineRule="atLeast"/>
              <w:ind w:left="258"/>
            </w:pPr>
            <w:r w:rsidRPr="00F73937">
              <w:t xml:space="preserve">    Less than 3 months</w:t>
            </w:r>
          </w:p>
        </w:tc>
        <w:tc>
          <w:tcPr>
            <w:tcW w:w="1620" w:type="dxa"/>
          </w:tcPr>
          <w:p w14:paraId="4743F909" w14:textId="32F25C5C" w:rsidR="007A40AA" w:rsidRPr="00F73937" w:rsidRDefault="007A40AA" w:rsidP="007A40AA">
            <w:pPr>
              <w:tabs>
                <w:tab w:val="left" w:pos="720"/>
              </w:tabs>
              <w:spacing w:line="240" w:lineRule="auto"/>
              <w:ind w:right="76"/>
              <w:jc w:val="right"/>
              <w:rPr>
                <w:highlight w:val="yellow"/>
              </w:rPr>
            </w:pPr>
            <w:r w:rsidRPr="00F73937">
              <w:t>7,582</w:t>
            </w:r>
          </w:p>
        </w:tc>
        <w:tc>
          <w:tcPr>
            <w:tcW w:w="270" w:type="dxa"/>
          </w:tcPr>
          <w:p w14:paraId="15B5B3A7" w14:textId="77777777" w:rsidR="007A40AA" w:rsidRPr="00F73937" w:rsidRDefault="007A40AA" w:rsidP="007A40AA">
            <w:pPr>
              <w:spacing w:line="240" w:lineRule="auto"/>
              <w:ind w:right="76"/>
              <w:jc w:val="both"/>
              <w:rPr>
                <w:highlight w:val="yellow"/>
              </w:rPr>
            </w:pPr>
          </w:p>
        </w:tc>
        <w:tc>
          <w:tcPr>
            <w:tcW w:w="1620" w:type="dxa"/>
          </w:tcPr>
          <w:p w14:paraId="76B9B7ED" w14:textId="79C7C1EC" w:rsidR="007A40AA" w:rsidRPr="00F73937" w:rsidRDefault="007A40AA" w:rsidP="007A40AA">
            <w:pPr>
              <w:tabs>
                <w:tab w:val="left" w:pos="720"/>
              </w:tabs>
              <w:spacing w:line="240" w:lineRule="auto"/>
              <w:ind w:right="76"/>
              <w:jc w:val="right"/>
              <w:rPr>
                <w:highlight w:val="yellow"/>
              </w:rPr>
            </w:pPr>
            <w:r w:rsidRPr="00F73937">
              <w:t>5,242</w:t>
            </w:r>
          </w:p>
        </w:tc>
        <w:tc>
          <w:tcPr>
            <w:tcW w:w="270" w:type="dxa"/>
          </w:tcPr>
          <w:p w14:paraId="4DD1EA05" w14:textId="77777777" w:rsidR="007A40AA" w:rsidRPr="00F73937" w:rsidRDefault="007A40AA" w:rsidP="007A40AA">
            <w:pPr>
              <w:spacing w:line="240" w:lineRule="auto"/>
              <w:jc w:val="both"/>
              <w:rPr>
                <w:highlight w:val="yellow"/>
              </w:rPr>
            </w:pPr>
          </w:p>
        </w:tc>
        <w:tc>
          <w:tcPr>
            <w:tcW w:w="1440" w:type="dxa"/>
          </w:tcPr>
          <w:p w14:paraId="090BA374" w14:textId="3DB953F8" w:rsidR="007A40AA" w:rsidRPr="00F73937" w:rsidRDefault="007A40AA" w:rsidP="007A40AA">
            <w:pPr>
              <w:tabs>
                <w:tab w:val="left" w:pos="720"/>
              </w:tabs>
              <w:spacing w:line="240" w:lineRule="auto"/>
              <w:ind w:right="76"/>
              <w:jc w:val="right"/>
              <w:rPr>
                <w:highlight w:val="yellow"/>
              </w:rPr>
            </w:pPr>
            <w:r w:rsidRPr="00F73937">
              <w:t>524</w:t>
            </w:r>
          </w:p>
        </w:tc>
      </w:tr>
      <w:tr w:rsidR="007A40AA" w:rsidRPr="00F73937" w14:paraId="44D2C40E" w14:textId="77777777" w:rsidTr="00155DD3">
        <w:trPr>
          <w:cantSplit/>
        </w:trPr>
        <w:tc>
          <w:tcPr>
            <w:tcW w:w="3960" w:type="dxa"/>
          </w:tcPr>
          <w:p w14:paraId="38CFD069" w14:textId="77777777" w:rsidR="007A40AA" w:rsidRPr="00F73937" w:rsidRDefault="007A40AA" w:rsidP="007A40AA">
            <w:pPr>
              <w:spacing w:line="240" w:lineRule="atLeast"/>
              <w:ind w:left="258" w:right="-108"/>
            </w:pPr>
            <w:r w:rsidRPr="00F73937">
              <w:t xml:space="preserve">    3 - 6 months</w:t>
            </w:r>
          </w:p>
        </w:tc>
        <w:tc>
          <w:tcPr>
            <w:tcW w:w="1620" w:type="dxa"/>
          </w:tcPr>
          <w:p w14:paraId="177B1AF9" w14:textId="1F155ECF" w:rsidR="007A40AA" w:rsidRPr="00F73937" w:rsidRDefault="007A40AA" w:rsidP="007A40AA">
            <w:pPr>
              <w:tabs>
                <w:tab w:val="left" w:pos="720"/>
              </w:tabs>
              <w:spacing w:line="240" w:lineRule="auto"/>
              <w:ind w:right="76"/>
              <w:jc w:val="right"/>
              <w:rPr>
                <w:highlight w:val="yellow"/>
              </w:rPr>
            </w:pPr>
            <w:r w:rsidRPr="00F73937">
              <w:t>7,624</w:t>
            </w:r>
          </w:p>
        </w:tc>
        <w:tc>
          <w:tcPr>
            <w:tcW w:w="270" w:type="dxa"/>
          </w:tcPr>
          <w:p w14:paraId="68C6793A" w14:textId="77777777" w:rsidR="007A40AA" w:rsidRPr="00F73937" w:rsidRDefault="007A40AA" w:rsidP="007A40AA">
            <w:pPr>
              <w:spacing w:line="240" w:lineRule="auto"/>
              <w:ind w:right="76"/>
              <w:jc w:val="both"/>
              <w:rPr>
                <w:highlight w:val="yellow"/>
              </w:rPr>
            </w:pPr>
          </w:p>
        </w:tc>
        <w:tc>
          <w:tcPr>
            <w:tcW w:w="1620" w:type="dxa"/>
          </w:tcPr>
          <w:p w14:paraId="21259DCF" w14:textId="49069331" w:rsidR="007A40AA" w:rsidRPr="00F73937" w:rsidRDefault="007A40AA" w:rsidP="007A40AA">
            <w:pPr>
              <w:tabs>
                <w:tab w:val="left" w:pos="720"/>
              </w:tabs>
              <w:spacing w:line="240" w:lineRule="auto"/>
              <w:ind w:right="76"/>
              <w:jc w:val="right"/>
              <w:rPr>
                <w:highlight w:val="yellow"/>
              </w:rPr>
            </w:pPr>
            <w:r w:rsidRPr="00F73937">
              <w:t>5,486</w:t>
            </w:r>
          </w:p>
        </w:tc>
        <w:tc>
          <w:tcPr>
            <w:tcW w:w="270" w:type="dxa"/>
          </w:tcPr>
          <w:p w14:paraId="3B23CBB7" w14:textId="77777777" w:rsidR="007A40AA" w:rsidRPr="00F73937" w:rsidRDefault="007A40AA" w:rsidP="007A40AA">
            <w:pPr>
              <w:spacing w:line="240" w:lineRule="auto"/>
              <w:jc w:val="both"/>
              <w:rPr>
                <w:highlight w:val="yellow"/>
              </w:rPr>
            </w:pPr>
          </w:p>
        </w:tc>
        <w:tc>
          <w:tcPr>
            <w:tcW w:w="1440" w:type="dxa"/>
          </w:tcPr>
          <w:p w14:paraId="674B0A30" w14:textId="4C1BB826" w:rsidR="007A40AA" w:rsidRPr="00F73937" w:rsidRDefault="007A40AA" w:rsidP="007A40AA">
            <w:pPr>
              <w:tabs>
                <w:tab w:val="left" w:pos="720"/>
              </w:tabs>
              <w:spacing w:line="240" w:lineRule="auto"/>
              <w:ind w:right="76"/>
              <w:jc w:val="right"/>
              <w:rPr>
                <w:highlight w:val="yellow"/>
              </w:rPr>
            </w:pPr>
            <w:r w:rsidRPr="00F73937">
              <w:t>1,646</w:t>
            </w:r>
          </w:p>
        </w:tc>
      </w:tr>
      <w:tr w:rsidR="007A40AA" w:rsidRPr="00F73937" w14:paraId="27CEA5DB" w14:textId="77777777" w:rsidTr="00155DD3">
        <w:trPr>
          <w:cantSplit/>
        </w:trPr>
        <w:tc>
          <w:tcPr>
            <w:tcW w:w="3960" w:type="dxa"/>
          </w:tcPr>
          <w:p w14:paraId="64B82726" w14:textId="77777777" w:rsidR="007A40AA" w:rsidRPr="00F73937" w:rsidRDefault="007A40AA" w:rsidP="007A40AA">
            <w:pPr>
              <w:spacing w:line="240" w:lineRule="atLeast"/>
              <w:ind w:left="258" w:right="-108"/>
            </w:pPr>
            <w:r w:rsidRPr="00F73937">
              <w:t xml:space="preserve">    6 - 9 months</w:t>
            </w:r>
          </w:p>
        </w:tc>
        <w:tc>
          <w:tcPr>
            <w:tcW w:w="1620" w:type="dxa"/>
          </w:tcPr>
          <w:p w14:paraId="07C2C363" w14:textId="34082CA1" w:rsidR="007A40AA" w:rsidRPr="00F73937" w:rsidRDefault="007A40AA" w:rsidP="007A40AA">
            <w:pPr>
              <w:tabs>
                <w:tab w:val="left" w:pos="720"/>
              </w:tabs>
              <w:spacing w:line="240" w:lineRule="auto"/>
              <w:ind w:right="76"/>
              <w:jc w:val="right"/>
              <w:rPr>
                <w:highlight w:val="yellow"/>
              </w:rPr>
            </w:pPr>
            <w:r w:rsidRPr="00F73937">
              <w:t>727</w:t>
            </w:r>
          </w:p>
        </w:tc>
        <w:tc>
          <w:tcPr>
            <w:tcW w:w="270" w:type="dxa"/>
          </w:tcPr>
          <w:p w14:paraId="55CE53A0" w14:textId="77777777" w:rsidR="007A40AA" w:rsidRPr="00F73937" w:rsidRDefault="007A40AA" w:rsidP="007A40AA">
            <w:pPr>
              <w:spacing w:line="240" w:lineRule="auto"/>
              <w:ind w:right="76"/>
              <w:jc w:val="both"/>
              <w:rPr>
                <w:highlight w:val="yellow"/>
              </w:rPr>
            </w:pPr>
          </w:p>
        </w:tc>
        <w:tc>
          <w:tcPr>
            <w:tcW w:w="1620" w:type="dxa"/>
          </w:tcPr>
          <w:p w14:paraId="676B16D6" w14:textId="29F8584B" w:rsidR="007A40AA" w:rsidRPr="00F73937" w:rsidRDefault="007A40AA" w:rsidP="007A40AA">
            <w:pPr>
              <w:tabs>
                <w:tab w:val="left" w:pos="720"/>
              </w:tabs>
              <w:spacing w:line="240" w:lineRule="auto"/>
              <w:ind w:right="76"/>
              <w:jc w:val="right"/>
              <w:rPr>
                <w:highlight w:val="yellow"/>
              </w:rPr>
            </w:pPr>
            <w:r w:rsidRPr="00F73937">
              <w:t>552</w:t>
            </w:r>
          </w:p>
        </w:tc>
        <w:tc>
          <w:tcPr>
            <w:tcW w:w="270" w:type="dxa"/>
          </w:tcPr>
          <w:p w14:paraId="1257F74C" w14:textId="77777777" w:rsidR="007A40AA" w:rsidRPr="00F73937" w:rsidRDefault="007A40AA" w:rsidP="007A40AA">
            <w:pPr>
              <w:spacing w:line="240" w:lineRule="auto"/>
              <w:jc w:val="both"/>
              <w:rPr>
                <w:highlight w:val="yellow"/>
              </w:rPr>
            </w:pPr>
          </w:p>
        </w:tc>
        <w:tc>
          <w:tcPr>
            <w:tcW w:w="1440" w:type="dxa"/>
          </w:tcPr>
          <w:p w14:paraId="53B6D322" w14:textId="7B57CEDA" w:rsidR="007A40AA" w:rsidRPr="00F73937" w:rsidRDefault="007A40AA" w:rsidP="007A40AA">
            <w:pPr>
              <w:tabs>
                <w:tab w:val="left" w:pos="720"/>
              </w:tabs>
              <w:spacing w:line="240" w:lineRule="auto"/>
              <w:ind w:right="76"/>
              <w:jc w:val="right"/>
              <w:rPr>
                <w:highlight w:val="yellow"/>
              </w:rPr>
            </w:pPr>
            <w:r w:rsidRPr="00F73937">
              <w:t>276</w:t>
            </w:r>
          </w:p>
        </w:tc>
      </w:tr>
      <w:tr w:rsidR="007A40AA" w:rsidRPr="00F73937" w14:paraId="5E04E54D" w14:textId="77777777" w:rsidTr="00155DD3">
        <w:trPr>
          <w:cantSplit/>
        </w:trPr>
        <w:tc>
          <w:tcPr>
            <w:tcW w:w="3960" w:type="dxa"/>
          </w:tcPr>
          <w:p w14:paraId="3DBD889E" w14:textId="77777777" w:rsidR="007A40AA" w:rsidRPr="00F73937" w:rsidRDefault="007A40AA" w:rsidP="007A40AA">
            <w:pPr>
              <w:spacing w:line="240" w:lineRule="atLeast"/>
              <w:ind w:left="258" w:right="-108"/>
            </w:pPr>
            <w:r w:rsidRPr="00F73937">
              <w:t xml:space="preserve">    9 - 12 months</w:t>
            </w:r>
          </w:p>
        </w:tc>
        <w:tc>
          <w:tcPr>
            <w:tcW w:w="1620" w:type="dxa"/>
          </w:tcPr>
          <w:p w14:paraId="2B2EE8DF" w14:textId="1C2519F2" w:rsidR="007A40AA" w:rsidRPr="00F73937" w:rsidRDefault="007A40AA" w:rsidP="007A40AA">
            <w:pPr>
              <w:tabs>
                <w:tab w:val="left" w:pos="720"/>
              </w:tabs>
              <w:spacing w:line="240" w:lineRule="auto"/>
              <w:ind w:right="76"/>
              <w:jc w:val="right"/>
              <w:rPr>
                <w:highlight w:val="yellow"/>
              </w:rPr>
            </w:pPr>
            <w:r w:rsidRPr="00F73937">
              <w:t>153</w:t>
            </w:r>
          </w:p>
        </w:tc>
        <w:tc>
          <w:tcPr>
            <w:tcW w:w="270" w:type="dxa"/>
          </w:tcPr>
          <w:p w14:paraId="41A873D3" w14:textId="77777777" w:rsidR="007A40AA" w:rsidRPr="00F73937" w:rsidRDefault="007A40AA" w:rsidP="007A40AA">
            <w:pPr>
              <w:spacing w:line="240" w:lineRule="auto"/>
              <w:ind w:right="76"/>
              <w:jc w:val="both"/>
              <w:rPr>
                <w:highlight w:val="yellow"/>
              </w:rPr>
            </w:pPr>
          </w:p>
        </w:tc>
        <w:tc>
          <w:tcPr>
            <w:tcW w:w="1620" w:type="dxa"/>
          </w:tcPr>
          <w:p w14:paraId="7670440F" w14:textId="673306D2" w:rsidR="007A40AA" w:rsidRPr="00F73937" w:rsidRDefault="007A40AA" w:rsidP="007A40AA">
            <w:pPr>
              <w:tabs>
                <w:tab w:val="left" w:pos="720"/>
              </w:tabs>
              <w:spacing w:line="240" w:lineRule="auto"/>
              <w:ind w:right="76"/>
              <w:jc w:val="right"/>
              <w:rPr>
                <w:highlight w:val="yellow"/>
              </w:rPr>
            </w:pPr>
            <w:r w:rsidRPr="00F73937">
              <w:t>142</w:t>
            </w:r>
          </w:p>
        </w:tc>
        <w:tc>
          <w:tcPr>
            <w:tcW w:w="270" w:type="dxa"/>
          </w:tcPr>
          <w:p w14:paraId="4BEFEE8E" w14:textId="77777777" w:rsidR="007A40AA" w:rsidRPr="00F73937" w:rsidRDefault="007A40AA" w:rsidP="007A40AA">
            <w:pPr>
              <w:spacing w:line="240" w:lineRule="auto"/>
              <w:jc w:val="both"/>
              <w:rPr>
                <w:highlight w:val="yellow"/>
              </w:rPr>
            </w:pPr>
          </w:p>
        </w:tc>
        <w:tc>
          <w:tcPr>
            <w:tcW w:w="1440" w:type="dxa"/>
          </w:tcPr>
          <w:p w14:paraId="4E9FA835" w14:textId="3F41D0B5" w:rsidR="007A40AA" w:rsidRPr="00F73937" w:rsidRDefault="007A40AA" w:rsidP="007A40AA">
            <w:pPr>
              <w:tabs>
                <w:tab w:val="left" w:pos="720"/>
              </w:tabs>
              <w:spacing w:line="240" w:lineRule="auto"/>
              <w:ind w:right="76"/>
              <w:jc w:val="right"/>
              <w:rPr>
                <w:highlight w:val="yellow"/>
              </w:rPr>
            </w:pPr>
            <w:r w:rsidRPr="00F73937">
              <w:t>142</w:t>
            </w:r>
          </w:p>
        </w:tc>
      </w:tr>
      <w:tr w:rsidR="007A40AA" w:rsidRPr="00F73937" w14:paraId="315B0AB1" w14:textId="77777777" w:rsidTr="00155DD3">
        <w:trPr>
          <w:cantSplit/>
        </w:trPr>
        <w:tc>
          <w:tcPr>
            <w:tcW w:w="3960" w:type="dxa"/>
          </w:tcPr>
          <w:p w14:paraId="7CDD91F6" w14:textId="77777777" w:rsidR="007A40AA" w:rsidRPr="00F73937" w:rsidRDefault="007A40AA" w:rsidP="007A40AA">
            <w:pPr>
              <w:spacing w:line="240" w:lineRule="atLeast"/>
              <w:ind w:left="258"/>
            </w:pPr>
            <w:r w:rsidRPr="00F73937">
              <w:t xml:space="preserve">    Over 12 months</w:t>
            </w:r>
          </w:p>
        </w:tc>
        <w:tc>
          <w:tcPr>
            <w:tcW w:w="1620" w:type="dxa"/>
          </w:tcPr>
          <w:p w14:paraId="5B358626" w14:textId="56ECF422" w:rsidR="007A40AA" w:rsidRPr="00F73937" w:rsidRDefault="007A40AA" w:rsidP="007A40AA">
            <w:pPr>
              <w:tabs>
                <w:tab w:val="left" w:pos="720"/>
              </w:tabs>
              <w:spacing w:line="240" w:lineRule="auto"/>
              <w:ind w:right="76"/>
              <w:jc w:val="right"/>
              <w:rPr>
                <w:highlight w:val="yellow"/>
              </w:rPr>
            </w:pPr>
            <w:r w:rsidRPr="00F73937">
              <w:t>392</w:t>
            </w:r>
          </w:p>
        </w:tc>
        <w:tc>
          <w:tcPr>
            <w:tcW w:w="270" w:type="dxa"/>
          </w:tcPr>
          <w:p w14:paraId="2F683C58" w14:textId="77777777" w:rsidR="007A40AA" w:rsidRPr="00F73937" w:rsidRDefault="007A40AA" w:rsidP="007A40AA">
            <w:pPr>
              <w:spacing w:line="240" w:lineRule="auto"/>
              <w:ind w:right="76"/>
              <w:jc w:val="both"/>
              <w:rPr>
                <w:highlight w:val="yellow"/>
              </w:rPr>
            </w:pPr>
          </w:p>
        </w:tc>
        <w:tc>
          <w:tcPr>
            <w:tcW w:w="1620" w:type="dxa"/>
          </w:tcPr>
          <w:p w14:paraId="4CDFBBF5" w14:textId="5960C8B1" w:rsidR="007A40AA" w:rsidRPr="00F73937" w:rsidRDefault="007A40AA" w:rsidP="007A40AA">
            <w:pPr>
              <w:tabs>
                <w:tab w:val="left" w:pos="720"/>
              </w:tabs>
              <w:spacing w:line="240" w:lineRule="auto"/>
              <w:ind w:right="76"/>
              <w:jc w:val="right"/>
              <w:rPr>
                <w:highlight w:val="yellow"/>
              </w:rPr>
            </w:pPr>
            <w:r w:rsidRPr="00F73937">
              <w:t>358</w:t>
            </w:r>
          </w:p>
        </w:tc>
        <w:tc>
          <w:tcPr>
            <w:tcW w:w="270" w:type="dxa"/>
          </w:tcPr>
          <w:p w14:paraId="3E3A847D" w14:textId="77777777" w:rsidR="007A40AA" w:rsidRPr="00F73937" w:rsidRDefault="007A40AA" w:rsidP="007A40AA">
            <w:pPr>
              <w:spacing w:line="240" w:lineRule="auto"/>
              <w:jc w:val="both"/>
              <w:rPr>
                <w:highlight w:val="yellow"/>
              </w:rPr>
            </w:pPr>
          </w:p>
        </w:tc>
        <w:tc>
          <w:tcPr>
            <w:tcW w:w="1440" w:type="dxa"/>
          </w:tcPr>
          <w:p w14:paraId="65F98B1F" w14:textId="2BB202D1" w:rsidR="007A40AA" w:rsidRPr="00F73937" w:rsidRDefault="007A40AA" w:rsidP="007A40AA">
            <w:pPr>
              <w:tabs>
                <w:tab w:val="left" w:pos="720"/>
              </w:tabs>
              <w:spacing w:line="240" w:lineRule="auto"/>
              <w:ind w:right="76"/>
              <w:jc w:val="right"/>
              <w:rPr>
                <w:highlight w:val="yellow"/>
              </w:rPr>
            </w:pPr>
            <w:r w:rsidRPr="00F73937">
              <w:t>358</w:t>
            </w:r>
          </w:p>
        </w:tc>
      </w:tr>
      <w:tr w:rsidR="007A40AA" w:rsidRPr="00F73937" w14:paraId="741A869E" w14:textId="77777777" w:rsidTr="006F09A8">
        <w:trPr>
          <w:cantSplit/>
        </w:trPr>
        <w:tc>
          <w:tcPr>
            <w:tcW w:w="3960" w:type="dxa"/>
            <w:vAlign w:val="bottom"/>
          </w:tcPr>
          <w:p w14:paraId="0CB5E765" w14:textId="77777777" w:rsidR="007A40AA" w:rsidRPr="00F73937" w:rsidRDefault="007A40AA" w:rsidP="007A40AA">
            <w:pPr>
              <w:ind w:right="-383" w:hanging="262"/>
              <w:rPr>
                <w:rFonts w:cs="Tahoma"/>
                <w:i/>
                <w:iCs/>
              </w:rPr>
            </w:pPr>
          </w:p>
        </w:tc>
        <w:tc>
          <w:tcPr>
            <w:tcW w:w="1620" w:type="dxa"/>
            <w:tcBorders>
              <w:top w:val="single" w:sz="4" w:space="0" w:color="auto"/>
            </w:tcBorders>
            <w:shd w:val="clear" w:color="auto" w:fill="auto"/>
          </w:tcPr>
          <w:p w14:paraId="397ABEEC" w14:textId="68DF8359" w:rsidR="007A40AA" w:rsidRPr="00F73937" w:rsidRDefault="007A40AA" w:rsidP="007A40AA">
            <w:pPr>
              <w:tabs>
                <w:tab w:val="left" w:pos="1527"/>
              </w:tabs>
              <w:spacing w:line="240" w:lineRule="auto"/>
              <w:ind w:right="76"/>
              <w:jc w:val="right"/>
              <w:rPr>
                <w:b/>
                <w:bCs/>
                <w:highlight w:val="yellow"/>
              </w:rPr>
            </w:pPr>
            <w:r w:rsidRPr="00F73937">
              <w:rPr>
                <w:b/>
                <w:bCs/>
              </w:rPr>
              <w:t>44,227</w:t>
            </w:r>
          </w:p>
        </w:tc>
        <w:tc>
          <w:tcPr>
            <w:tcW w:w="270" w:type="dxa"/>
          </w:tcPr>
          <w:p w14:paraId="34FB242C" w14:textId="77777777" w:rsidR="007A40AA" w:rsidRPr="00F73937" w:rsidRDefault="007A40AA" w:rsidP="007A40AA">
            <w:pPr>
              <w:spacing w:line="240" w:lineRule="auto"/>
              <w:ind w:right="76"/>
              <w:jc w:val="both"/>
              <w:rPr>
                <w:b/>
                <w:bCs/>
                <w:highlight w:val="yellow"/>
              </w:rPr>
            </w:pPr>
          </w:p>
        </w:tc>
        <w:tc>
          <w:tcPr>
            <w:tcW w:w="1620" w:type="dxa"/>
            <w:tcBorders>
              <w:top w:val="single" w:sz="4" w:space="0" w:color="auto"/>
            </w:tcBorders>
          </w:tcPr>
          <w:p w14:paraId="21A78DEB" w14:textId="707582F0" w:rsidR="007A40AA" w:rsidRPr="00F73937" w:rsidRDefault="007A40AA" w:rsidP="007A40AA">
            <w:pPr>
              <w:tabs>
                <w:tab w:val="left" w:pos="720"/>
              </w:tabs>
              <w:spacing w:line="240" w:lineRule="auto"/>
              <w:ind w:right="76"/>
              <w:jc w:val="right"/>
              <w:rPr>
                <w:b/>
                <w:bCs/>
                <w:highlight w:val="yellow"/>
              </w:rPr>
            </w:pPr>
            <w:r w:rsidRPr="00F73937">
              <w:rPr>
                <w:b/>
                <w:bCs/>
              </w:rPr>
              <w:t>30,044</w:t>
            </w:r>
          </w:p>
        </w:tc>
        <w:tc>
          <w:tcPr>
            <w:tcW w:w="270" w:type="dxa"/>
          </w:tcPr>
          <w:p w14:paraId="33FC335C" w14:textId="77777777" w:rsidR="007A40AA" w:rsidRPr="00F73937" w:rsidRDefault="007A40AA" w:rsidP="007A40AA">
            <w:pPr>
              <w:spacing w:line="240" w:lineRule="auto"/>
              <w:jc w:val="both"/>
              <w:rPr>
                <w:b/>
                <w:bCs/>
                <w:highlight w:val="yellow"/>
              </w:rPr>
            </w:pPr>
          </w:p>
        </w:tc>
        <w:tc>
          <w:tcPr>
            <w:tcW w:w="1440" w:type="dxa"/>
            <w:tcBorders>
              <w:top w:val="single" w:sz="4" w:space="0" w:color="auto"/>
            </w:tcBorders>
          </w:tcPr>
          <w:p w14:paraId="6D4B12BB" w14:textId="479C6B63" w:rsidR="007A40AA" w:rsidRPr="00F73937" w:rsidRDefault="007A40AA" w:rsidP="007A40AA">
            <w:pPr>
              <w:tabs>
                <w:tab w:val="left" w:pos="720"/>
              </w:tabs>
              <w:spacing w:line="240" w:lineRule="auto"/>
              <w:ind w:right="76"/>
              <w:jc w:val="right"/>
              <w:rPr>
                <w:b/>
                <w:bCs/>
                <w:highlight w:val="yellow"/>
              </w:rPr>
            </w:pPr>
            <w:r w:rsidRPr="00F73937">
              <w:rPr>
                <w:b/>
                <w:bCs/>
              </w:rPr>
              <w:t>3,494</w:t>
            </w:r>
          </w:p>
        </w:tc>
      </w:tr>
      <w:tr w:rsidR="007A40AA" w:rsidRPr="00F73937" w14:paraId="5348C697" w14:textId="77777777" w:rsidTr="006F09A8">
        <w:trPr>
          <w:cantSplit/>
        </w:trPr>
        <w:tc>
          <w:tcPr>
            <w:tcW w:w="3960" w:type="dxa"/>
            <w:vAlign w:val="bottom"/>
          </w:tcPr>
          <w:p w14:paraId="1F480751" w14:textId="1652B812" w:rsidR="007A40AA" w:rsidRPr="00F73937" w:rsidRDefault="007A40AA" w:rsidP="00B83655">
            <w:pPr>
              <w:spacing w:line="240" w:lineRule="atLeast"/>
              <w:ind w:left="520" w:hanging="270"/>
            </w:pPr>
            <w:r w:rsidRPr="00F73937">
              <w:rPr>
                <w:i/>
                <w:iCs/>
              </w:rPr>
              <w:t>Less</w:t>
            </w:r>
            <w:r w:rsidRPr="00F73937">
              <w:t xml:space="preserve"> undue value</w:t>
            </w:r>
            <w:r w:rsidR="00B83655">
              <w:t xml:space="preserve"> </w:t>
            </w:r>
            <w:r w:rsidRPr="00F73937">
              <w:t>added tax</w:t>
            </w:r>
          </w:p>
        </w:tc>
        <w:tc>
          <w:tcPr>
            <w:tcW w:w="1620" w:type="dxa"/>
            <w:tcBorders>
              <w:bottom w:val="single" w:sz="4" w:space="0" w:color="auto"/>
            </w:tcBorders>
            <w:shd w:val="clear" w:color="auto" w:fill="auto"/>
          </w:tcPr>
          <w:p w14:paraId="1C5DA24E" w14:textId="348A4195" w:rsidR="007A40AA" w:rsidRPr="00F73937" w:rsidRDefault="007A40AA" w:rsidP="007A40AA">
            <w:pPr>
              <w:tabs>
                <w:tab w:val="left" w:pos="720"/>
                <w:tab w:val="left" w:pos="1146"/>
                <w:tab w:val="center" w:pos="1410"/>
              </w:tabs>
              <w:spacing w:line="240" w:lineRule="auto"/>
              <w:jc w:val="right"/>
              <w:rPr>
                <w:highlight w:val="yellow"/>
              </w:rPr>
            </w:pPr>
            <w:r w:rsidRPr="00F73937">
              <w:t>(3,514)</w:t>
            </w:r>
          </w:p>
        </w:tc>
        <w:tc>
          <w:tcPr>
            <w:tcW w:w="270" w:type="dxa"/>
          </w:tcPr>
          <w:p w14:paraId="4F28387E" w14:textId="77777777" w:rsidR="007A40AA" w:rsidRPr="00F73937" w:rsidRDefault="007A40AA" w:rsidP="007A40AA">
            <w:pPr>
              <w:spacing w:line="240" w:lineRule="auto"/>
              <w:ind w:right="76"/>
              <w:jc w:val="both"/>
              <w:rPr>
                <w:highlight w:val="yellow"/>
              </w:rPr>
            </w:pPr>
          </w:p>
        </w:tc>
        <w:tc>
          <w:tcPr>
            <w:tcW w:w="1620" w:type="dxa"/>
            <w:tcBorders>
              <w:bottom w:val="single" w:sz="4" w:space="0" w:color="auto"/>
            </w:tcBorders>
          </w:tcPr>
          <w:p w14:paraId="4AB846F3" w14:textId="7E6C3505" w:rsidR="007A40AA" w:rsidRPr="00B83655" w:rsidRDefault="00B83655" w:rsidP="007A40AA">
            <w:pPr>
              <w:tabs>
                <w:tab w:val="left" w:pos="670"/>
                <w:tab w:val="left" w:pos="940"/>
                <w:tab w:val="left" w:pos="1210"/>
              </w:tabs>
              <w:spacing w:line="240" w:lineRule="auto"/>
              <w:ind w:right="-650"/>
              <w:jc w:val="center"/>
            </w:pPr>
            <w:r w:rsidRPr="00B83655">
              <w:t>-</w:t>
            </w:r>
          </w:p>
        </w:tc>
        <w:tc>
          <w:tcPr>
            <w:tcW w:w="270" w:type="dxa"/>
          </w:tcPr>
          <w:p w14:paraId="1A86B245" w14:textId="77777777" w:rsidR="007A40AA" w:rsidRPr="00B83655" w:rsidRDefault="007A40AA" w:rsidP="007A40AA">
            <w:pPr>
              <w:spacing w:line="240" w:lineRule="auto"/>
              <w:jc w:val="both"/>
            </w:pPr>
          </w:p>
        </w:tc>
        <w:tc>
          <w:tcPr>
            <w:tcW w:w="1440" w:type="dxa"/>
            <w:tcBorders>
              <w:bottom w:val="single" w:sz="4" w:space="0" w:color="auto"/>
            </w:tcBorders>
          </w:tcPr>
          <w:p w14:paraId="72056035" w14:textId="183B00A6" w:rsidR="007A40AA" w:rsidRPr="00B83655" w:rsidRDefault="00B83655" w:rsidP="007A40AA">
            <w:pPr>
              <w:tabs>
                <w:tab w:val="left" w:pos="720"/>
              </w:tabs>
              <w:spacing w:line="240" w:lineRule="auto"/>
              <w:ind w:right="390"/>
              <w:jc w:val="right"/>
              <w:rPr>
                <w:cs/>
              </w:rPr>
            </w:pPr>
            <w:r w:rsidRPr="00B83655">
              <w:t>-</w:t>
            </w:r>
          </w:p>
        </w:tc>
      </w:tr>
      <w:tr w:rsidR="007A40AA" w:rsidRPr="00F73937" w14:paraId="11550577" w14:textId="77777777" w:rsidTr="006F09A8">
        <w:trPr>
          <w:cantSplit/>
        </w:trPr>
        <w:tc>
          <w:tcPr>
            <w:tcW w:w="3960" w:type="dxa"/>
          </w:tcPr>
          <w:p w14:paraId="29F77A14" w14:textId="77777777" w:rsidR="007A40AA" w:rsidRPr="00F73937" w:rsidRDefault="007A40AA" w:rsidP="007A40AA">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16132856" w14:textId="609B15FC" w:rsidR="007A40AA" w:rsidRPr="00F73937" w:rsidRDefault="007A40AA" w:rsidP="007A40AA">
            <w:pPr>
              <w:tabs>
                <w:tab w:val="left" w:pos="720"/>
              </w:tabs>
              <w:spacing w:line="240" w:lineRule="auto"/>
              <w:ind w:right="76"/>
              <w:jc w:val="right"/>
              <w:rPr>
                <w:rFonts w:cs="Angsana New"/>
                <w:b/>
                <w:bCs/>
                <w:highlight w:val="yellow"/>
              </w:rPr>
            </w:pPr>
            <w:r w:rsidRPr="00F73937">
              <w:rPr>
                <w:b/>
                <w:bCs/>
              </w:rPr>
              <w:t>40,713</w:t>
            </w:r>
          </w:p>
        </w:tc>
        <w:tc>
          <w:tcPr>
            <w:tcW w:w="270" w:type="dxa"/>
          </w:tcPr>
          <w:p w14:paraId="77FF2143" w14:textId="77777777" w:rsidR="007A40AA" w:rsidRPr="00F73937" w:rsidRDefault="007A40AA" w:rsidP="007A40AA">
            <w:pPr>
              <w:spacing w:line="240" w:lineRule="auto"/>
              <w:ind w:right="76"/>
              <w:jc w:val="both"/>
              <w:rPr>
                <w:b/>
                <w:bCs/>
                <w:highlight w:val="yellow"/>
              </w:rPr>
            </w:pPr>
          </w:p>
        </w:tc>
        <w:tc>
          <w:tcPr>
            <w:tcW w:w="1620" w:type="dxa"/>
            <w:tcBorders>
              <w:top w:val="single" w:sz="4" w:space="0" w:color="auto"/>
              <w:bottom w:val="single" w:sz="4" w:space="0" w:color="auto"/>
            </w:tcBorders>
          </w:tcPr>
          <w:p w14:paraId="11AC061F" w14:textId="063049B0" w:rsidR="007A40AA" w:rsidRPr="00F73937" w:rsidRDefault="007A40AA" w:rsidP="007A40AA">
            <w:pPr>
              <w:tabs>
                <w:tab w:val="left" w:pos="720"/>
              </w:tabs>
              <w:spacing w:line="240" w:lineRule="auto"/>
              <w:ind w:right="76"/>
              <w:jc w:val="right"/>
              <w:rPr>
                <w:b/>
                <w:bCs/>
                <w:highlight w:val="yellow"/>
              </w:rPr>
            </w:pPr>
            <w:r w:rsidRPr="00F73937">
              <w:rPr>
                <w:b/>
                <w:bCs/>
              </w:rPr>
              <w:t>30,044</w:t>
            </w:r>
          </w:p>
        </w:tc>
        <w:tc>
          <w:tcPr>
            <w:tcW w:w="270" w:type="dxa"/>
          </w:tcPr>
          <w:p w14:paraId="0F7393A1" w14:textId="77777777" w:rsidR="007A40AA" w:rsidRPr="00F73937" w:rsidRDefault="007A40AA" w:rsidP="007A40AA">
            <w:pPr>
              <w:spacing w:line="240" w:lineRule="auto"/>
              <w:jc w:val="both"/>
              <w:rPr>
                <w:b/>
                <w:bCs/>
                <w:highlight w:val="yellow"/>
              </w:rPr>
            </w:pPr>
          </w:p>
        </w:tc>
        <w:tc>
          <w:tcPr>
            <w:tcW w:w="1440" w:type="dxa"/>
            <w:tcBorders>
              <w:top w:val="single" w:sz="4" w:space="0" w:color="auto"/>
              <w:bottom w:val="single" w:sz="4" w:space="0" w:color="auto"/>
            </w:tcBorders>
          </w:tcPr>
          <w:p w14:paraId="5FF33C16" w14:textId="3EA6E3E7" w:rsidR="007A40AA" w:rsidRPr="00F73937" w:rsidRDefault="007A40AA" w:rsidP="007A40AA">
            <w:pPr>
              <w:tabs>
                <w:tab w:val="left" w:pos="720"/>
              </w:tabs>
              <w:spacing w:line="240" w:lineRule="auto"/>
              <w:ind w:right="76"/>
              <w:jc w:val="right"/>
              <w:rPr>
                <w:b/>
                <w:bCs/>
                <w:highlight w:val="yellow"/>
              </w:rPr>
            </w:pPr>
            <w:r w:rsidRPr="00F73937">
              <w:rPr>
                <w:b/>
                <w:bCs/>
              </w:rPr>
              <w:t>3,494</w:t>
            </w:r>
          </w:p>
        </w:tc>
      </w:tr>
      <w:tr w:rsidR="007A40AA" w:rsidRPr="00F73937" w14:paraId="5613B8BB" w14:textId="77777777" w:rsidTr="00FC3931">
        <w:trPr>
          <w:cantSplit/>
        </w:trPr>
        <w:tc>
          <w:tcPr>
            <w:tcW w:w="3960" w:type="dxa"/>
          </w:tcPr>
          <w:p w14:paraId="05BF682C" w14:textId="7D49B8E2" w:rsidR="007A40AA" w:rsidRPr="00F73937" w:rsidRDefault="007A40AA" w:rsidP="007A40AA">
            <w:pPr>
              <w:spacing w:line="240" w:lineRule="atLeast"/>
              <w:ind w:left="258" w:right="-108"/>
            </w:pPr>
          </w:p>
        </w:tc>
        <w:tc>
          <w:tcPr>
            <w:tcW w:w="1620" w:type="dxa"/>
            <w:tcBorders>
              <w:top w:val="single" w:sz="4" w:space="0" w:color="auto"/>
            </w:tcBorders>
            <w:shd w:val="clear" w:color="auto" w:fill="auto"/>
          </w:tcPr>
          <w:p w14:paraId="1B0C0D78" w14:textId="77777777" w:rsidR="007A40AA" w:rsidRPr="00F73937" w:rsidRDefault="007A40AA" w:rsidP="007A40AA">
            <w:pPr>
              <w:tabs>
                <w:tab w:val="decimal" w:pos="1152"/>
              </w:tabs>
              <w:spacing w:line="240" w:lineRule="atLeast"/>
              <w:ind w:left="258" w:right="-124"/>
            </w:pPr>
          </w:p>
        </w:tc>
        <w:tc>
          <w:tcPr>
            <w:tcW w:w="270" w:type="dxa"/>
            <w:vAlign w:val="bottom"/>
          </w:tcPr>
          <w:p w14:paraId="386D71E3" w14:textId="77777777" w:rsidR="007A40AA" w:rsidRPr="00F73937" w:rsidRDefault="007A40AA" w:rsidP="007A40AA">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59B6DB45" w14:textId="77777777" w:rsidR="007A40AA" w:rsidRPr="00F73937" w:rsidRDefault="007A40AA" w:rsidP="007A40AA">
            <w:pPr>
              <w:tabs>
                <w:tab w:val="decimal" w:pos="1224"/>
              </w:tabs>
              <w:spacing w:line="240" w:lineRule="atLeast"/>
              <w:ind w:left="258" w:right="-124"/>
            </w:pPr>
          </w:p>
        </w:tc>
        <w:tc>
          <w:tcPr>
            <w:tcW w:w="270" w:type="dxa"/>
          </w:tcPr>
          <w:p w14:paraId="5706BCAF" w14:textId="77777777" w:rsidR="007A40AA" w:rsidRPr="00F73937" w:rsidRDefault="007A40AA" w:rsidP="007A40AA">
            <w:pPr>
              <w:tabs>
                <w:tab w:val="decimal" w:pos="1179"/>
              </w:tabs>
              <w:spacing w:line="240" w:lineRule="atLeast"/>
              <w:ind w:left="-108" w:right="-124"/>
            </w:pPr>
          </w:p>
        </w:tc>
        <w:tc>
          <w:tcPr>
            <w:tcW w:w="1440" w:type="dxa"/>
            <w:tcBorders>
              <w:top w:val="single" w:sz="4" w:space="0" w:color="auto"/>
            </w:tcBorders>
          </w:tcPr>
          <w:p w14:paraId="38815E84" w14:textId="77777777" w:rsidR="007A40AA" w:rsidRPr="00F73937" w:rsidRDefault="007A40AA" w:rsidP="007A40AA">
            <w:pPr>
              <w:tabs>
                <w:tab w:val="decimal" w:pos="1242"/>
              </w:tabs>
              <w:spacing w:line="240" w:lineRule="atLeast"/>
              <w:ind w:left="-108" w:right="-124"/>
            </w:pPr>
          </w:p>
        </w:tc>
      </w:tr>
      <w:tr w:rsidR="007A40AA" w:rsidRPr="00F73937" w14:paraId="708A8BD5" w14:textId="77777777" w:rsidTr="00F55577">
        <w:trPr>
          <w:cantSplit/>
        </w:trPr>
        <w:tc>
          <w:tcPr>
            <w:tcW w:w="3960" w:type="dxa"/>
          </w:tcPr>
          <w:p w14:paraId="3B6369A4" w14:textId="77777777" w:rsidR="007A40AA" w:rsidRPr="00F73937" w:rsidRDefault="007A40AA" w:rsidP="007A40AA">
            <w:pPr>
              <w:spacing w:line="240" w:lineRule="atLeast"/>
              <w:ind w:firstLine="250"/>
              <w:rPr>
                <w:b/>
                <w:bCs/>
              </w:rPr>
            </w:pPr>
            <w:r w:rsidRPr="00F73937">
              <w:rPr>
                <w:b/>
                <w:bCs/>
              </w:rPr>
              <w:t>Grand total</w:t>
            </w:r>
          </w:p>
        </w:tc>
        <w:tc>
          <w:tcPr>
            <w:tcW w:w="1620" w:type="dxa"/>
            <w:tcBorders>
              <w:bottom w:val="double" w:sz="4" w:space="0" w:color="auto"/>
            </w:tcBorders>
            <w:shd w:val="clear" w:color="auto" w:fill="auto"/>
          </w:tcPr>
          <w:p w14:paraId="6FD89BA1" w14:textId="2899B3BD" w:rsidR="007A40AA" w:rsidRPr="00F73937" w:rsidRDefault="007A40AA" w:rsidP="007A40AA">
            <w:pPr>
              <w:tabs>
                <w:tab w:val="left" w:pos="720"/>
              </w:tabs>
              <w:spacing w:line="240" w:lineRule="auto"/>
              <w:ind w:right="76"/>
              <w:jc w:val="right"/>
              <w:rPr>
                <w:b/>
                <w:bCs/>
                <w:highlight w:val="yellow"/>
                <w:cs/>
              </w:rPr>
            </w:pPr>
            <w:r w:rsidRPr="00F73937">
              <w:rPr>
                <w:b/>
                <w:bCs/>
              </w:rPr>
              <w:t>134,687</w:t>
            </w:r>
          </w:p>
        </w:tc>
        <w:tc>
          <w:tcPr>
            <w:tcW w:w="270" w:type="dxa"/>
          </w:tcPr>
          <w:p w14:paraId="63D774A2" w14:textId="77777777" w:rsidR="007A40AA" w:rsidRPr="00F73937" w:rsidRDefault="007A40AA" w:rsidP="007A40AA">
            <w:pPr>
              <w:spacing w:line="240" w:lineRule="auto"/>
              <w:ind w:right="76"/>
              <w:jc w:val="both"/>
              <w:rPr>
                <w:b/>
                <w:bCs/>
                <w:highlight w:val="yellow"/>
              </w:rPr>
            </w:pPr>
          </w:p>
        </w:tc>
        <w:tc>
          <w:tcPr>
            <w:tcW w:w="1620" w:type="dxa"/>
            <w:tcBorders>
              <w:bottom w:val="double" w:sz="4" w:space="0" w:color="auto"/>
            </w:tcBorders>
          </w:tcPr>
          <w:p w14:paraId="5BA26283" w14:textId="2B912903" w:rsidR="007A40AA" w:rsidRPr="00F73937" w:rsidRDefault="007A40AA" w:rsidP="007A40AA">
            <w:pPr>
              <w:tabs>
                <w:tab w:val="left" w:pos="967"/>
              </w:tabs>
              <w:spacing w:line="240" w:lineRule="auto"/>
              <w:ind w:right="72" w:firstLine="432"/>
              <w:jc w:val="right"/>
              <w:rPr>
                <w:b/>
                <w:bCs/>
                <w:highlight w:val="yellow"/>
              </w:rPr>
            </w:pPr>
            <w:r w:rsidRPr="00F73937">
              <w:rPr>
                <w:b/>
                <w:bCs/>
              </w:rPr>
              <w:t>71,217</w:t>
            </w:r>
          </w:p>
        </w:tc>
        <w:tc>
          <w:tcPr>
            <w:tcW w:w="270" w:type="dxa"/>
          </w:tcPr>
          <w:p w14:paraId="7FAA187F" w14:textId="77777777" w:rsidR="007A40AA" w:rsidRPr="00F73937" w:rsidRDefault="007A40AA" w:rsidP="007A40AA">
            <w:pPr>
              <w:spacing w:line="240" w:lineRule="auto"/>
              <w:ind w:right="76"/>
              <w:jc w:val="both"/>
              <w:rPr>
                <w:b/>
                <w:bCs/>
                <w:highlight w:val="yellow"/>
              </w:rPr>
            </w:pPr>
          </w:p>
        </w:tc>
        <w:tc>
          <w:tcPr>
            <w:tcW w:w="1440" w:type="dxa"/>
            <w:tcBorders>
              <w:bottom w:val="double" w:sz="4" w:space="0" w:color="auto"/>
            </w:tcBorders>
          </w:tcPr>
          <w:p w14:paraId="3B7AC955" w14:textId="7ADF1946" w:rsidR="007A40AA" w:rsidRPr="00F73937" w:rsidRDefault="007A40AA" w:rsidP="007A40AA">
            <w:pPr>
              <w:tabs>
                <w:tab w:val="left" w:pos="720"/>
              </w:tabs>
              <w:spacing w:line="240" w:lineRule="auto"/>
              <w:ind w:right="76"/>
              <w:jc w:val="right"/>
              <w:rPr>
                <w:rFonts w:cstheme="minorBidi"/>
                <w:b/>
                <w:bCs/>
                <w:highlight w:val="yellow"/>
                <w:cs/>
              </w:rPr>
            </w:pPr>
            <w:r w:rsidRPr="00F73937">
              <w:rPr>
                <w:b/>
                <w:bCs/>
              </w:rPr>
              <w:t>9,933</w:t>
            </w:r>
          </w:p>
        </w:tc>
      </w:tr>
    </w:tbl>
    <w:p w14:paraId="768C4ABA" w14:textId="20DD006E" w:rsidR="00F26E92" w:rsidRPr="00F73937" w:rsidRDefault="00F26E92" w:rsidP="00657621">
      <w:pPr>
        <w:spacing w:line="240" w:lineRule="atLeast"/>
        <w:ind w:left="540" w:firstLine="9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A47FD3" w:rsidRPr="00F73937" w14:paraId="3DC8E6FD" w14:textId="77777777" w:rsidTr="001E52EF">
        <w:trPr>
          <w:cantSplit/>
        </w:trPr>
        <w:tc>
          <w:tcPr>
            <w:tcW w:w="3960" w:type="dxa"/>
          </w:tcPr>
          <w:p w14:paraId="39B94B69" w14:textId="77777777" w:rsidR="00A47FD3" w:rsidRPr="00F73937" w:rsidRDefault="00A47FD3" w:rsidP="00A47FD3">
            <w:pPr>
              <w:spacing w:line="240" w:lineRule="atLeast"/>
              <w:rPr>
                <w:rFonts w:cs="Cordia New"/>
                <w:b/>
                <w:bCs/>
                <w:i/>
                <w:iCs/>
              </w:rPr>
            </w:pPr>
          </w:p>
        </w:tc>
        <w:tc>
          <w:tcPr>
            <w:tcW w:w="5220" w:type="dxa"/>
            <w:gridSpan w:val="5"/>
            <w:shd w:val="clear" w:color="auto" w:fill="auto"/>
          </w:tcPr>
          <w:p w14:paraId="3DF36726" w14:textId="2C58DE2E" w:rsidR="00A47FD3" w:rsidRPr="00F73937" w:rsidRDefault="00A47FD3" w:rsidP="00A47FD3">
            <w:pPr>
              <w:autoSpaceDE w:val="0"/>
              <w:autoSpaceDN w:val="0"/>
              <w:adjustRightInd w:val="0"/>
              <w:jc w:val="center"/>
            </w:pPr>
            <w:r w:rsidRPr="00F73937">
              <w:rPr>
                <w:b/>
                <w:bCs/>
                <w:lang w:val="en-GB"/>
              </w:rPr>
              <w:t>Separate financial statements</w:t>
            </w:r>
          </w:p>
        </w:tc>
      </w:tr>
      <w:tr w:rsidR="00A47FD3" w:rsidRPr="00F73937" w14:paraId="4B0F8FF8" w14:textId="77777777" w:rsidTr="001E52EF">
        <w:trPr>
          <w:cantSplit/>
        </w:trPr>
        <w:tc>
          <w:tcPr>
            <w:tcW w:w="3960" w:type="dxa"/>
          </w:tcPr>
          <w:p w14:paraId="19A485E7" w14:textId="77777777" w:rsidR="00A47FD3" w:rsidRPr="00F73937" w:rsidRDefault="00A47FD3" w:rsidP="00A47FD3">
            <w:pPr>
              <w:spacing w:line="240" w:lineRule="atLeast"/>
              <w:rPr>
                <w:rFonts w:cs="Cordia New"/>
                <w:b/>
                <w:bCs/>
                <w:i/>
                <w:iCs/>
              </w:rPr>
            </w:pPr>
          </w:p>
          <w:p w14:paraId="57B19B59" w14:textId="77777777" w:rsidR="00A47FD3" w:rsidRPr="00F73937" w:rsidRDefault="00A47FD3" w:rsidP="00A47FD3">
            <w:pPr>
              <w:spacing w:line="240" w:lineRule="atLeast"/>
              <w:rPr>
                <w:rFonts w:cs="Cordia New"/>
                <w:b/>
                <w:bCs/>
                <w:i/>
                <w:iCs/>
              </w:rPr>
            </w:pPr>
          </w:p>
          <w:p w14:paraId="53A19A85" w14:textId="77777777" w:rsidR="00A47FD3" w:rsidRPr="00F73937" w:rsidRDefault="00A47FD3" w:rsidP="00A47FD3">
            <w:pPr>
              <w:spacing w:line="240" w:lineRule="atLeast"/>
              <w:rPr>
                <w:rFonts w:cs="Cordia New"/>
                <w:b/>
                <w:bCs/>
                <w:i/>
                <w:iCs/>
              </w:rPr>
            </w:pPr>
          </w:p>
          <w:p w14:paraId="79B1BD73" w14:textId="77777777" w:rsidR="00A47FD3" w:rsidRPr="00F73937" w:rsidRDefault="00A47FD3" w:rsidP="00A47FD3">
            <w:pPr>
              <w:spacing w:line="240" w:lineRule="atLeast"/>
              <w:rPr>
                <w:rFonts w:cs="Cordia New"/>
                <w:b/>
                <w:bCs/>
                <w:i/>
                <w:iCs/>
              </w:rPr>
            </w:pPr>
          </w:p>
          <w:p w14:paraId="32BDDC84" w14:textId="29F9574C" w:rsidR="00196352" w:rsidRPr="00F73937" w:rsidRDefault="00A47FD3" w:rsidP="00A47FD3">
            <w:pPr>
              <w:spacing w:line="240" w:lineRule="atLeast"/>
              <w:rPr>
                <w:rFonts w:cs="Cordia New"/>
                <w:b/>
                <w:bCs/>
                <w:i/>
                <w:iCs/>
              </w:rPr>
            </w:pPr>
            <w:r w:rsidRPr="00F73937">
              <w:rPr>
                <w:rFonts w:cs="Cordia New"/>
                <w:b/>
                <w:bCs/>
                <w:i/>
                <w:iCs/>
              </w:rPr>
              <w:t xml:space="preserve">At 31 </w:t>
            </w:r>
            <w:r w:rsidR="00196352" w:rsidRPr="00F73937">
              <w:rPr>
                <w:rFonts w:cs="Cordia New"/>
                <w:b/>
                <w:bCs/>
                <w:i/>
                <w:iCs/>
              </w:rPr>
              <w:t>March 2022</w:t>
            </w:r>
          </w:p>
        </w:tc>
        <w:tc>
          <w:tcPr>
            <w:tcW w:w="1620" w:type="dxa"/>
            <w:shd w:val="clear" w:color="auto" w:fill="auto"/>
          </w:tcPr>
          <w:p w14:paraId="7030A70B" w14:textId="1382BA94" w:rsidR="00A47FD3" w:rsidRPr="00F73937" w:rsidRDefault="00A47FD3" w:rsidP="00A47FD3">
            <w:pPr>
              <w:pStyle w:val="acctmergecolhdg"/>
              <w:spacing w:line="240" w:lineRule="atLeast"/>
              <w:ind w:left="-169" w:right="-142"/>
              <w:rPr>
                <w:b w:val="0"/>
                <w:bCs/>
              </w:rPr>
            </w:pPr>
            <w:r w:rsidRPr="00F73937">
              <w:rPr>
                <w:b w:val="0"/>
                <w:bCs/>
              </w:rPr>
              <w:t>Installment accounts receivable - net of unearned interest income</w:t>
            </w:r>
          </w:p>
        </w:tc>
        <w:tc>
          <w:tcPr>
            <w:tcW w:w="270" w:type="dxa"/>
          </w:tcPr>
          <w:p w14:paraId="15853960" w14:textId="77777777" w:rsidR="00A47FD3" w:rsidRPr="00F73937" w:rsidRDefault="00A47FD3" w:rsidP="00A47FD3">
            <w:pPr>
              <w:pStyle w:val="acctmergecolhdg"/>
              <w:spacing w:line="240" w:lineRule="atLeast"/>
              <w:ind w:left="-169" w:right="-142"/>
              <w:rPr>
                <w:b w:val="0"/>
                <w:bCs/>
              </w:rPr>
            </w:pPr>
          </w:p>
        </w:tc>
        <w:tc>
          <w:tcPr>
            <w:tcW w:w="1620" w:type="dxa"/>
          </w:tcPr>
          <w:p w14:paraId="3FA7DCFD" w14:textId="77777777" w:rsidR="00A47FD3" w:rsidRPr="00F73937" w:rsidRDefault="00A47FD3" w:rsidP="00A47FD3">
            <w:pPr>
              <w:autoSpaceDE w:val="0"/>
              <w:autoSpaceDN w:val="0"/>
              <w:adjustRightInd w:val="0"/>
              <w:jc w:val="center"/>
            </w:pPr>
            <w:r w:rsidRPr="00F73937">
              <w:t>Net receivables</w:t>
            </w:r>
          </w:p>
          <w:p w14:paraId="25D5A94F" w14:textId="77777777" w:rsidR="00A47FD3" w:rsidRPr="00F73937" w:rsidRDefault="00A47FD3" w:rsidP="00A47FD3">
            <w:pPr>
              <w:autoSpaceDE w:val="0"/>
              <w:autoSpaceDN w:val="0"/>
              <w:adjustRightInd w:val="0"/>
              <w:ind w:left="-99" w:right="-135"/>
              <w:jc w:val="center"/>
            </w:pPr>
            <w:r w:rsidRPr="00F73937">
              <w:t>for setting up</w:t>
            </w:r>
          </w:p>
          <w:p w14:paraId="10CCF58C" w14:textId="77777777" w:rsidR="00A47FD3" w:rsidRPr="00F73937" w:rsidRDefault="00A47FD3" w:rsidP="00A47FD3">
            <w:pPr>
              <w:pStyle w:val="acctmergecolhdg"/>
              <w:spacing w:line="240" w:lineRule="atLeast"/>
              <w:ind w:left="-169" w:right="-142"/>
              <w:rPr>
                <w:b w:val="0"/>
              </w:rPr>
            </w:pPr>
            <w:r w:rsidRPr="00F73937">
              <w:rPr>
                <w:b w:val="0"/>
              </w:rPr>
              <w:t>allowance for</w:t>
            </w:r>
          </w:p>
          <w:p w14:paraId="21F4B807" w14:textId="77777777" w:rsidR="00A47FD3" w:rsidRPr="00F73937" w:rsidRDefault="00A47FD3" w:rsidP="00A47FD3">
            <w:pPr>
              <w:pStyle w:val="acctmergecolhdg"/>
              <w:spacing w:line="240" w:lineRule="atLeast"/>
              <w:ind w:left="-169" w:right="-142"/>
              <w:rPr>
                <w:b w:val="0"/>
              </w:rPr>
            </w:pPr>
            <w:r w:rsidRPr="00F73937">
              <w:rPr>
                <w:b w:val="0"/>
              </w:rPr>
              <w:t>expected</w:t>
            </w:r>
          </w:p>
          <w:p w14:paraId="4FEFF804" w14:textId="4444B8EA" w:rsidR="00A47FD3" w:rsidRPr="00F73937" w:rsidRDefault="00A47FD3" w:rsidP="00A47FD3">
            <w:pPr>
              <w:pStyle w:val="acctmergecolhdg"/>
              <w:spacing w:line="240" w:lineRule="atLeast"/>
              <w:ind w:left="-169" w:right="-142"/>
              <w:rPr>
                <w:b w:val="0"/>
              </w:rPr>
            </w:pPr>
            <w:r w:rsidRPr="00F73937">
              <w:rPr>
                <w:b w:val="0"/>
              </w:rPr>
              <w:t>credit loss*</w:t>
            </w:r>
          </w:p>
        </w:tc>
        <w:tc>
          <w:tcPr>
            <w:tcW w:w="270" w:type="dxa"/>
          </w:tcPr>
          <w:p w14:paraId="440A8632" w14:textId="77777777" w:rsidR="00A47FD3" w:rsidRPr="00F73937" w:rsidRDefault="00A47FD3" w:rsidP="00A47FD3">
            <w:pPr>
              <w:pStyle w:val="acctmergecolhdg"/>
              <w:spacing w:line="240" w:lineRule="atLeast"/>
              <w:ind w:left="-169" w:right="-142"/>
              <w:rPr>
                <w:b w:val="0"/>
                <w:bCs/>
              </w:rPr>
            </w:pPr>
          </w:p>
        </w:tc>
        <w:tc>
          <w:tcPr>
            <w:tcW w:w="1440" w:type="dxa"/>
            <w:vAlign w:val="bottom"/>
          </w:tcPr>
          <w:p w14:paraId="33662FCD" w14:textId="77777777" w:rsidR="00A47FD3" w:rsidRPr="00F73937" w:rsidRDefault="00A47FD3" w:rsidP="00A47FD3">
            <w:pPr>
              <w:autoSpaceDE w:val="0"/>
              <w:autoSpaceDN w:val="0"/>
              <w:adjustRightInd w:val="0"/>
              <w:jc w:val="center"/>
            </w:pPr>
            <w:r w:rsidRPr="00F73937">
              <w:t>Allowance</w:t>
            </w:r>
          </w:p>
          <w:p w14:paraId="7244A4B6" w14:textId="77777777" w:rsidR="00A47FD3" w:rsidRPr="00F73937" w:rsidRDefault="00A47FD3" w:rsidP="00A47FD3">
            <w:pPr>
              <w:autoSpaceDE w:val="0"/>
              <w:autoSpaceDN w:val="0"/>
              <w:adjustRightInd w:val="0"/>
              <w:jc w:val="center"/>
            </w:pPr>
            <w:r w:rsidRPr="00F73937">
              <w:t>for expected</w:t>
            </w:r>
          </w:p>
          <w:p w14:paraId="27999C57" w14:textId="4E6FC0C5" w:rsidR="00A47FD3" w:rsidRPr="00F73937" w:rsidRDefault="00A47FD3" w:rsidP="00A47FD3">
            <w:pPr>
              <w:pStyle w:val="BodyText"/>
              <w:spacing w:after="0" w:line="240" w:lineRule="atLeast"/>
              <w:ind w:left="-108" w:right="-110"/>
              <w:jc w:val="center"/>
              <w:rPr>
                <w:lang w:val="en-GB"/>
              </w:rPr>
            </w:pPr>
            <w:r w:rsidRPr="00F73937">
              <w:rPr>
                <w:lang w:val="en-US"/>
              </w:rPr>
              <w:t>credit loss</w:t>
            </w:r>
          </w:p>
        </w:tc>
      </w:tr>
      <w:tr w:rsidR="00A47FD3" w:rsidRPr="00F73937" w14:paraId="57E8DA38" w14:textId="77777777" w:rsidTr="001E52EF">
        <w:trPr>
          <w:cantSplit/>
        </w:trPr>
        <w:tc>
          <w:tcPr>
            <w:tcW w:w="3960" w:type="dxa"/>
          </w:tcPr>
          <w:p w14:paraId="2F12F92F" w14:textId="77777777" w:rsidR="00A47FD3" w:rsidRPr="00F73937" w:rsidRDefault="00A47FD3" w:rsidP="0029532D">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60AFEB75" w14:textId="18E4A265" w:rsidR="00A47FD3" w:rsidRPr="00F73937" w:rsidRDefault="00A47FD3" w:rsidP="0029532D">
            <w:pPr>
              <w:tabs>
                <w:tab w:val="decimal" w:pos="-130"/>
              </w:tabs>
              <w:spacing w:line="240" w:lineRule="atLeast"/>
              <w:ind w:left="-130" w:right="-108"/>
              <w:jc w:val="center"/>
              <w:rPr>
                <w:i/>
                <w:iCs/>
              </w:rPr>
            </w:pPr>
            <w:r w:rsidRPr="00F73937">
              <w:rPr>
                <w:i/>
                <w:iCs/>
              </w:rPr>
              <w:t>(in thousand Baht)</w:t>
            </w:r>
          </w:p>
        </w:tc>
      </w:tr>
      <w:tr w:rsidR="00A47FD3" w:rsidRPr="00F73937" w14:paraId="10469D1F" w14:textId="77777777" w:rsidTr="001E52EF">
        <w:trPr>
          <w:cantSplit/>
        </w:trPr>
        <w:tc>
          <w:tcPr>
            <w:tcW w:w="7470" w:type="dxa"/>
            <w:gridSpan w:val="4"/>
          </w:tcPr>
          <w:p w14:paraId="1B0873B5" w14:textId="77777777" w:rsidR="00A47FD3" w:rsidRPr="00F73937" w:rsidRDefault="00A47FD3" w:rsidP="0029532D">
            <w:pPr>
              <w:tabs>
                <w:tab w:val="left" w:pos="250"/>
              </w:tabs>
              <w:spacing w:line="240" w:lineRule="atLeast"/>
              <w:ind w:right="-124"/>
              <w:rPr>
                <w:rFonts w:cs="Angsana New"/>
              </w:rPr>
            </w:pPr>
            <w:r w:rsidRPr="00F73937">
              <w:rPr>
                <w:rFonts w:cs="Angsana New"/>
              </w:rPr>
              <w:t xml:space="preserve">1) Non-rescheduled installment receivables </w:t>
            </w:r>
          </w:p>
        </w:tc>
        <w:tc>
          <w:tcPr>
            <w:tcW w:w="270" w:type="dxa"/>
          </w:tcPr>
          <w:p w14:paraId="2E4BA6AB" w14:textId="77777777" w:rsidR="00A47FD3" w:rsidRPr="00F73937" w:rsidRDefault="00A47FD3" w:rsidP="0029532D">
            <w:pPr>
              <w:tabs>
                <w:tab w:val="decimal" w:pos="1179"/>
              </w:tabs>
              <w:spacing w:line="240" w:lineRule="atLeast"/>
              <w:ind w:left="-108" w:right="-124"/>
            </w:pPr>
          </w:p>
        </w:tc>
        <w:tc>
          <w:tcPr>
            <w:tcW w:w="1440" w:type="dxa"/>
          </w:tcPr>
          <w:p w14:paraId="54425869" w14:textId="77777777" w:rsidR="00A47FD3" w:rsidRPr="00F73937" w:rsidRDefault="00A47FD3" w:rsidP="0029532D">
            <w:pPr>
              <w:tabs>
                <w:tab w:val="decimal" w:pos="1242"/>
              </w:tabs>
              <w:spacing w:line="240" w:lineRule="atLeast"/>
              <w:ind w:left="-108" w:right="-124"/>
            </w:pPr>
          </w:p>
        </w:tc>
      </w:tr>
      <w:tr w:rsidR="00A47FD3" w:rsidRPr="00F73937" w14:paraId="49FF6FA9" w14:textId="77777777" w:rsidTr="001E52EF">
        <w:trPr>
          <w:cantSplit/>
        </w:trPr>
        <w:tc>
          <w:tcPr>
            <w:tcW w:w="7470" w:type="dxa"/>
            <w:gridSpan w:val="4"/>
          </w:tcPr>
          <w:p w14:paraId="00067419" w14:textId="77777777" w:rsidR="00A47FD3" w:rsidRPr="00F73937" w:rsidRDefault="00A47FD3" w:rsidP="0029532D">
            <w:pPr>
              <w:spacing w:line="240" w:lineRule="atLeast"/>
              <w:ind w:left="258" w:right="-124"/>
              <w:rPr>
                <w:rFonts w:cs="Angsana New"/>
                <w:i/>
                <w:iCs/>
              </w:rPr>
            </w:pPr>
            <w:r w:rsidRPr="00F73937">
              <w:rPr>
                <w:rFonts w:cs="Angsana New"/>
                <w:i/>
                <w:iCs/>
              </w:rPr>
              <w:t>Normal receivables</w:t>
            </w:r>
          </w:p>
        </w:tc>
        <w:tc>
          <w:tcPr>
            <w:tcW w:w="270" w:type="dxa"/>
          </w:tcPr>
          <w:p w14:paraId="12A0A1A6" w14:textId="77777777" w:rsidR="00A47FD3" w:rsidRPr="00F73937" w:rsidRDefault="00A47FD3" w:rsidP="0029532D">
            <w:pPr>
              <w:tabs>
                <w:tab w:val="decimal" w:pos="1179"/>
              </w:tabs>
              <w:spacing w:line="240" w:lineRule="atLeast"/>
              <w:ind w:left="-108" w:right="-124"/>
            </w:pPr>
          </w:p>
        </w:tc>
        <w:tc>
          <w:tcPr>
            <w:tcW w:w="1440" w:type="dxa"/>
          </w:tcPr>
          <w:p w14:paraId="5EF722D0" w14:textId="77777777" w:rsidR="00A47FD3" w:rsidRPr="00F73937" w:rsidRDefault="00A47FD3" w:rsidP="0029532D">
            <w:pPr>
              <w:tabs>
                <w:tab w:val="decimal" w:pos="1242"/>
              </w:tabs>
              <w:spacing w:line="240" w:lineRule="atLeast"/>
              <w:ind w:left="-108" w:right="-124"/>
            </w:pPr>
          </w:p>
        </w:tc>
      </w:tr>
      <w:tr w:rsidR="008B3207" w:rsidRPr="00F73937" w14:paraId="6B726521" w14:textId="77777777" w:rsidTr="002866A5">
        <w:trPr>
          <w:cantSplit/>
        </w:trPr>
        <w:tc>
          <w:tcPr>
            <w:tcW w:w="3960" w:type="dxa"/>
          </w:tcPr>
          <w:p w14:paraId="676B8806" w14:textId="77777777" w:rsidR="008B3207" w:rsidRPr="00F73937" w:rsidRDefault="008B3207" w:rsidP="008B3207">
            <w:pPr>
              <w:spacing w:line="240" w:lineRule="atLeast"/>
              <w:ind w:left="258"/>
            </w:pPr>
            <w:r w:rsidRPr="00F73937">
              <w:t>Within credit terms</w:t>
            </w:r>
          </w:p>
        </w:tc>
        <w:tc>
          <w:tcPr>
            <w:tcW w:w="1620" w:type="dxa"/>
            <w:shd w:val="clear" w:color="auto" w:fill="auto"/>
          </w:tcPr>
          <w:p w14:paraId="234E4205" w14:textId="3CB63043" w:rsidR="008B3207" w:rsidRPr="00F73937" w:rsidRDefault="008B3207" w:rsidP="008B3207">
            <w:pPr>
              <w:tabs>
                <w:tab w:val="left" w:pos="720"/>
              </w:tabs>
              <w:spacing w:line="240" w:lineRule="auto"/>
              <w:ind w:right="76"/>
              <w:jc w:val="right"/>
              <w:rPr>
                <w:rFonts w:cstheme="minorBidi"/>
              </w:rPr>
            </w:pPr>
            <w:r w:rsidRPr="00554AB0">
              <w:t>52,673</w:t>
            </w:r>
          </w:p>
        </w:tc>
        <w:tc>
          <w:tcPr>
            <w:tcW w:w="270" w:type="dxa"/>
          </w:tcPr>
          <w:p w14:paraId="0C478C9E" w14:textId="77777777" w:rsidR="008B3207" w:rsidRPr="00F73937" w:rsidRDefault="008B3207" w:rsidP="008B3207">
            <w:pPr>
              <w:pStyle w:val="3"/>
              <w:tabs>
                <w:tab w:val="clear" w:pos="360"/>
                <w:tab w:val="clear" w:pos="720"/>
                <w:tab w:val="decimal" w:pos="1212"/>
              </w:tabs>
              <w:spacing w:line="240" w:lineRule="atLeast"/>
              <w:ind w:left="258" w:right="-124"/>
              <w:rPr>
                <w:rFonts w:cs="Times New Roman"/>
                <w:lang w:val="en-US"/>
              </w:rPr>
            </w:pPr>
          </w:p>
        </w:tc>
        <w:tc>
          <w:tcPr>
            <w:tcW w:w="1620" w:type="dxa"/>
          </w:tcPr>
          <w:p w14:paraId="2FEA31DC" w14:textId="34664040" w:rsidR="008B3207" w:rsidRPr="00F73937" w:rsidRDefault="008B3207" w:rsidP="008B3207">
            <w:pPr>
              <w:tabs>
                <w:tab w:val="left" w:pos="720"/>
              </w:tabs>
              <w:spacing w:line="240" w:lineRule="auto"/>
              <w:ind w:right="76"/>
              <w:jc w:val="right"/>
            </w:pPr>
            <w:r w:rsidRPr="00554AB0">
              <w:t>20,509</w:t>
            </w:r>
          </w:p>
        </w:tc>
        <w:tc>
          <w:tcPr>
            <w:tcW w:w="270" w:type="dxa"/>
          </w:tcPr>
          <w:p w14:paraId="4687A20F" w14:textId="77777777" w:rsidR="008B3207" w:rsidRPr="00F73937" w:rsidRDefault="008B3207" w:rsidP="008B3207">
            <w:pPr>
              <w:spacing w:line="240" w:lineRule="auto"/>
              <w:jc w:val="both"/>
            </w:pPr>
          </w:p>
        </w:tc>
        <w:tc>
          <w:tcPr>
            <w:tcW w:w="1440" w:type="dxa"/>
          </w:tcPr>
          <w:p w14:paraId="3AB27655" w14:textId="51BB9CC8" w:rsidR="008B3207" w:rsidRPr="00F73937" w:rsidRDefault="008B3207" w:rsidP="008B3207">
            <w:pPr>
              <w:tabs>
                <w:tab w:val="left" w:pos="720"/>
              </w:tabs>
              <w:spacing w:line="240" w:lineRule="auto"/>
              <w:ind w:right="76"/>
              <w:jc w:val="right"/>
            </w:pPr>
            <w:r w:rsidRPr="00554AB0">
              <w:t>615</w:t>
            </w:r>
          </w:p>
        </w:tc>
      </w:tr>
      <w:tr w:rsidR="00A47FD3" w:rsidRPr="00F73937" w14:paraId="07BD56B5" w14:textId="77777777" w:rsidTr="001E52EF">
        <w:trPr>
          <w:cantSplit/>
        </w:trPr>
        <w:tc>
          <w:tcPr>
            <w:tcW w:w="3960" w:type="dxa"/>
          </w:tcPr>
          <w:p w14:paraId="1E9EA36B" w14:textId="77777777" w:rsidR="00A47FD3" w:rsidRPr="00F73937" w:rsidRDefault="00A47FD3" w:rsidP="0029532D">
            <w:pPr>
              <w:spacing w:line="240" w:lineRule="atLeast"/>
              <w:ind w:left="258"/>
            </w:pPr>
            <w:r w:rsidRPr="00F73937">
              <w:t>Overdue:</w:t>
            </w:r>
          </w:p>
        </w:tc>
        <w:tc>
          <w:tcPr>
            <w:tcW w:w="1620" w:type="dxa"/>
            <w:shd w:val="clear" w:color="auto" w:fill="auto"/>
          </w:tcPr>
          <w:p w14:paraId="46F0003C" w14:textId="77777777" w:rsidR="00A47FD3" w:rsidRPr="00F73937" w:rsidRDefault="00A47FD3" w:rsidP="0029532D">
            <w:pPr>
              <w:tabs>
                <w:tab w:val="left" w:pos="720"/>
              </w:tabs>
              <w:spacing w:line="240" w:lineRule="auto"/>
              <w:ind w:right="76"/>
              <w:jc w:val="right"/>
            </w:pPr>
          </w:p>
        </w:tc>
        <w:tc>
          <w:tcPr>
            <w:tcW w:w="270" w:type="dxa"/>
            <w:vAlign w:val="bottom"/>
          </w:tcPr>
          <w:p w14:paraId="0045D8C4" w14:textId="77777777" w:rsidR="00A47FD3" w:rsidRPr="00F73937"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129977F3" w14:textId="77777777" w:rsidR="00A47FD3" w:rsidRPr="00F73937" w:rsidRDefault="00A47FD3" w:rsidP="0029532D">
            <w:pPr>
              <w:tabs>
                <w:tab w:val="left" w:pos="720"/>
              </w:tabs>
              <w:spacing w:line="240" w:lineRule="auto"/>
              <w:ind w:right="76"/>
              <w:jc w:val="right"/>
            </w:pPr>
          </w:p>
        </w:tc>
        <w:tc>
          <w:tcPr>
            <w:tcW w:w="270" w:type="dxa"/>
          </w:tcPr>
          <w:p w14:paraId="249B6738" w14:textId="77777777" w:rsidR="00A47FD3" w:rsidRPr="00F73937" w:rsidRDefault="00A47FD3" w:rsidP="0029532D">
            <w:pPr>
              <w:spacing w:line="240" w:lineRule="auto"/>
              <w:jc w:val="both"/>
            </w:pPr>
          </w:p>
        </w:tc>
        <w:tc>
          <w:tcPr>
            <w:tcW w:w="1440" w:type="dxa"/>
          </w:tcPr>
          <w:p w14:paraId="3366BF15" w14:textId="77777777" w:rsidR="00A47FD3" w:rsidRPr="00F73937" w:rsidRDefault="00A47FD3" w:rsidP="0029532D">
            <w:pPr>
              <w:tabs>
                <w:tab w:val="left" w:pos="720"/>
              </w:tabs>
              <w:spacing w:line="240" w:lineRule="auto"/>
              <w:ind w:right="76"/>
              <w:jc w:val="right"/>
            </w:pPr>
          </w:p>
        </w:tc>
      </w:tr>
      <w:tr w:rsidR="00743575" w:rsidRPr="00F73937" w14:paraId="376A42A2" w14:textId="77777777" w:rsidTr="002866A5">
        <w:trPr>
          <w:cantSplit/>
        </w:trPr>
        <w:tc>
          <w:tcPr>
            <w:tcW w:w="3960" w:type="dxa"/>
          </w:tcPr>
          <w:p w14:paraId="05B41B93" w14:textId="77777777" w:rsidR="00743575" w:rsidRPr="00F73937" w:rsidRDefault="00743575" w:rsidP="00743575">
            <w:pPr>
              <w:spacing w:line="240" w:lineRule="atLeast"/>
              <w:ind w:left="258"/>
            </w:pPr>
            <w:r w:rsidRPr="00F73937">
              <w:t xml:space="preserve">    Less than 3 months</w:t>
            </w:r>
          </w:p>
        </w:tc>
        <w:tc>
          <w:tcPr>
            <w:tcW w:w="1620" w:type="dxa"/>
            <w:shd w:val="clear" w:color="auto" w:fill="auto"/>
          </w:tcPr>
          <w:p w14:paraId="69928442" w14:textId="37AFFC60" w:rsidR="00743575" w:rsidRPr="00F73937" w:rsidRDefault="00743575" w:rsidP="00743575">
            <w:pPr>
              <w:tabs>
                <w:tab w:val="left" w:pos="720"/>
              </w:tabs>
              <w:spacing w:line="240" w:lineRule="auto"/>
              <w:ind w:right="76"/>
              <w:jc w:val="right"/>
            </w:pPr>
            <w:r w:rsidRPr="0052679D">
              <w:t>7,339</w:t>
            </w:r>
          </w:p>
        </w:tc>
        <w:tc>
          <w:tcPr>
            <w:tcW w:w="270" w:type="dxa"/>
          </w:tcPr>
          <w:p w14:paraId="34E8B81C" w14:textId="77777777" w:rsidR="00743575" w:rsidRPr="00F73937" w:rsidRDefault="00743575" w:rsidP="00743575">
            <w:pPr>
              <w:pStyle w:val="3"/>
              <w:tabs>
                <w:tab w:val="clear" w:pos="360"/>
                <w:tab w:val="clear" w:pos="720"/>
                <w:tab w:val="decimal" w:pos="1212"/>
              </w:tabs>
              <w:spacing w:line="240" w:lineRule="atLeast"/>
              <w:ind w:left="258" w:right="-124"/>
              <w:rPr>
                <w:rFonts w:cs="Times New Roman"/>
                <w:lang w:val="en-US"/>
              </w:rPr>
            </w:pPr>
          </w:p>
        </w:tc>
        <w:tc>
          <w:tcPr>
            <w:tcW w:w="1620" w:type="dxa"/>
          </w:tcPr>
          <w:p w14:paraId="5EEBE5BC" w14:textId="7571BCB9" w:rsidR="00743575" w:rsidRPr="00F73937" w:rsidRDefault="00743575" w:rsidP="00743575">
            <w:pPr>
              <w:tabs>
                <w:tab w:val="left" w:pos="720"/>
              </w:tabs>
              <w:spacing w:line="240" w:lineRule="auto"/>
              <w:ind w:right="76"/>
              <w:jc w:val="right"/>
            </w:pPr>
            <w:r w:rsidRPr="0052679D">
              <w:t>4,928</w:t>
            </w:r>
          </w:p>
        </w:tc>
        <w:tc>
          <w:tcPr>
            <w:tcW w:w="270" w:type="dxa"/>
          </w:tcPr>
          <w:p w14:paraId="1AD935CA" w14:textId="77777777" w:rsidR="00743575" w:rsidRPr="00F73937" w:rsidRDefault="00743575" w:rsidP="00743575">
            <w:pPr>
              <w:spacing w:line="240" w:lineRule="auto"/>
              <w:jc w:val="both"/>
            </w:pPr>
          </w:p>
        </w:tc>
        <w:tc>
          <w:tcPr>
            <w:tcW w:w="1440" w:type="dxa"/>
          </w:tcPr>
          <w:p w14:paraId="69FA03A2" w14:textId="2762064F" w:rsidR="00743575" w:rsidRPr="00F73937" w:rsidRDefault="00743575" w:rsidP="00743575">
            <w:pPr>
              <w:tabs>
                <w:tab w:val="left" w:pos="720"/>
              </w:tabs>
              <w:spacing w:line="240" w:lineRule="auto"/>
              <w:ind w:right="76"/>
              <w:jc w:val="right"/>
            </w:pPr>
            <w:r w:rsidRPr="0052679D">
              <w:t>493</w:t>
            </w:r>
          </w:p>
        </w:tc>
      </w:tr>
      <w:tr w:rsidR="00743575" w:rsidRPr="00F73937" w14:paraId="266477CA" w14:textId="77777777" w:rsidTr="002866A5">
        <w:trPr>
          <w:cantSplit/>
        </w:trPr>
        <w:tc>
          <w:tcPr>
            <w:tcW w:w="3960" w:type="dxa"/>
          </w:tcPr>
          <w:p w14:paraId="028B0018" w14:textId="77777777" w:rsidR="00743575" w:rsidRPr="00F73937" w:rsidRDefault="00743575" w:rsidP="00743575">
            <w:pPr>
              <w:spacing w:line="240" w:lineRule="atLeast"/>
              <w:ind w:left="258" w:right="-108"/>
            </w:pPr>
            <w:r w:rsidRPr="00F73937">
              <w:t xml:space="preserve">    3 - 6 months</w:t>
            </w:r>
          </w:p>
        </w:tc>
        <w:tc>
          <w:tcPr>
            <w:tcW w:w="1620" w:type="dxa"/>
            <w:shd w:val="clear" w:color="auto" w:fill="auto"/>
          </w:tcPr>
          <w:p w14:paraId="298F57E3" w14:textId="7698DD56" w:rsidR="00743575" w:rsidRPr="00F73937" w:rsidRDefault="00743575" w:rsidP="00743575">
            <w:pPr>
              <w:tabs>
                <w:tab w:val="left" w:pos="720"/>
              </w:tabs>
              <w:spacing w:line="240" w:lineRule="auto"/>
              <w:ind w:right="76"/>
              <w:jc w:val="right"/>
            </w:pPr>
            <w:r w:rsidRPr="0052679D">
              <w:t>350</w:t>
            </w:r>
          </w:p>
        </w:tc>
        <w:tc>
          <w:tcPr>
            <w:tcW w:w="270" w:type="dxa"/>
          </w:tcPr>
          <w:p w14:paraId="7B2B57A9" w14:textId="77777777" w:rsidR="00743575" w:rsidRPr="00F73937" w:rsidRDefault="00743575" w:rsidP="00743575">
            <w:pPr>
              <w:pStyle w:val="3"/>
              <w:tabs>
                <w:tab w:val="clear" w:pos="360"/>
                <w:tab w:val="clear" w:pos="720"/>
                <w:tab w:val="decimal" w:pos="1212"/>
              </w:tabs>
              <w:spacing w:line="240" w:lineRule="atLeast"/>
              <w:ind w:left="258" w:right="-124"/>
              <w:rPr>
                <w:rFonts w:cs="Times New Roman"/>
                <w:lang w:val="en-US"/>
              </w:rPr>
            </w:pPr>
          </w:p>
        </w:tc>
        <w:tc>
          <w:tcPr>
            <w:tcW w:w="1620" w:type="dxa"/>
          </w:tcPr>
          <w:p w14:paraId="48CEE814" w14:textId="617027DF" w:rsidR="00743575" w:rsidRPr="00F73937" w:rsidRDefault="00743575" w:rsidP="00743575">
            <w:pPr>
              <w:tabs>
                <w:tab w:val="left" w:pos="720"/>
              </w:tabs>
              <w:spacing w:line="240" w:lineRule="auto"/>
              <w:ind w:right="76"/>
              <w:jc w:val="right"/>
            </w:pPr>
            <w:r w:rsidRPr="0052679D">
              <w:t>331</w:t>
            </w:r>
          </w:p>
        </w:tc>
        <w:tc>
          <w:tcPr>
            <w:tcW w:w="270" w:type="dxa"/>
          </w:tcPr>
          <w:p w14:paraId="44AA2081" w14:textId="77777777" w:rsidR="00743575" w:rsidRPr="00F73937" w:rsidRDefault="00743575" w:rsidP="00743575">
            <w:pPr>
              <w:spacing w:line="240" w:lineRule="auto"/>
              <w:jc w:val="both"/>
            </w:pPr>
          </w:p>
        </w:tc>
        <w:tc>
          <w:tcPr>
            <w:tcW w:w="1440" w:type="dxa"/>
          </w:tcPr>
          <w:p w14:paraId="0A3B7782" w14:textId="26B68B20" w:rsidR="00743575" w:rsidRPr="00F73937" w:rsidRDefault="00743575" w:rsidP="00743575">
            <w:pPr>
              <w:tabs>
                <w:tab w:val="left" w:pos="720"/>
              </w:tabs>
              <w:spacing w:line="240" w:lineRule="auto"/>
              <w:ind w:right="76"/>
              <w:jc w:val="right"/>
            </w:pPr>
            <w:r w:rsidRPr="0052679D">
              <w:t>102</w:t>
            </w:r>
          </w:p>
        </w:tc>
      </w:tr>
      <w:tr w:rsidR="00743575" w:rsidRPr="00F73937" w14:paraId="0A89FE02" w14:textId="77777777" w:rsidTr="002866A5">
        <w:trPr>
          <w:cantSplit/>
        </w:trPr>
        <w:tc>
          <w:tcPr>
            <w:tcW w:w="3960" w:type="dxa"/>
          </w:tcPr>
          <w:p w14:paraId="775457BF" w14:textId="77777777" w:rsidR="00743575" w:rsidRPr="00F73937" w:rsidRDefault="00743575" w:rsidP="00743575">
            <w:pPr>
              <w:spacing w:line="240" w:lineRule="atLeast"/>
              <w:ind w:left="258" w:right="-108"/>
            </w:pPr>
            <w:r w:rsidRPr="00F73937">
              <w:t xml:space="preserve">    6 - 9 months</w:t>
            </w:r>
          </w:p>
        </w:tc>
        <w:tc>
          <w:tcPr>
            <w:tcW w:w="1620" w:type="dxa"/>
            <w:shd w:val="clear" w:color="auto" w:fill="auto"/>
          </w:tcPr>
          <w:p w14:paraId="79B732A5" w14:textId="440420CB" w:rsidR="00743575" w:rsidRPr="00F73937" w:rsidRDefault="00743575" w:rsidP="00743575">
            <w:pPr>
              <w:tabs>
                <w:tab w:val="left" w:pos="720"/>
              </w:tabs>
              <w:spacing w:line="240" w:lineRule="auto"/>
              <w:ind w:right="76"/>
              <w:jc w:val="right"/>
            </w:pPr>
            <w:r w:rsidRPr="0052679D">
              <w:t>156</w:t>
            </w:r>
          </w:p>
        </w:tc>
        <w:tc>
          <w:tcPr>
            <w:tcW w:w="270" w:type="dxa"/>
          </w:tcPr>
          <w:p w14:paraId="041ED251" w14:textId="77777777" w:rsidR="00743575" w:rsidRPr="00F73937" w:rsidRDefault="00743575" w:rsidP="00743575">
            <w:pPr>
              <w:pStyle w:val="3"/>
              <w:tabs>
                <w:tab w:val="clear" w:pos="360"/>
                <w:tab w:val="clear" w:pos="720"/>
                <w:tab w:val="decimal" w:pos="1212"/>
              </w:tabs>
              <w:spacing w:line="240" w:lineRule="atLeast"/>
              <w:ind w:left="258" w:right="-124"/>
              <w:rPr>
                <w:rFonts w:cs="Times New Roman"/>
                <w:lang w:val="en-US"/>
              </w:rPr>
            </w:pPr>
          </w:p>
        </w:tc>
        <w:tc>
          <w:tcPr>
            <w:tcW w:w="1620" w:type="dxa"/>
          </w:tcPr>
          <w:p w14:paraId="2D770FF8" w14:textId="6D6AE13D" w:rsidR="00743575" w:rsidRPr="00F73937" w:rsidRDefault="00743575" w:rsidP="00743575">
            <w:pPr>
              <w:tabs>
                <w:tab w:val="left" w:pos="720"/>
              </w:tabs>
              <w:spacing w:line="240" w:lineRule="auto"/>
              <w:ind w:right="76"/>
              <w:jc w:val="right"/>
            </w:pPr>
            <w:r w:rsidRPr="0052679D">
              <w:t>102</w:t>
            </w:r>
          </w:p>
        </w:tc>
        <w:tc>
          <w:tcPr>
            <w:tcW w:w="270" w:type="dxa"/>
          </w:tcPr>
          <w:p w14:paraId="4BAC6CD1" w14:textId="77777777" w:rsidR="00743575" w:rsidRPr="00F73937" w:rsidRDefault="00743575" w:rsidP="00743575">
            <w:pPr>
              <w:spacing w:line="240" w:lineRule="auto"/>
              <w:jc w:val="both"/>
            </w:pPr>
          </w:p>
        </w:tc>
        <w:tc>
          <w:tcPr>
            <w:tcW w:w="1440" w:type="dxa"/>
          </w:tcPr>
          <w:p w14:paraId="0B34FAE6" w14:textId="384FC4AA" w:rsidR="00743575" w:rsidRPr="00F73937" w:rsidRDefault="00743575" w:rsidP="00743575">
            <w:pPr>
              <w:tabs>
                <w:tab w:val="left" w:pos="720"/>
              </w:tabs>
              <w:spacing w:line="240" w:lineRule="auto"/>
              <w:ind w:right="76"/>
              <w:jc w:val="right"/>
            </w:pPr>
            <w:r w:rsidRPr="0052679D">
              <w:t>51</w:t>
            </w:r>
          </w:p>
        </w:tc>
      </w:tr>
      <w:tr w:rsidR="00743575" w:rsidRPr="00F73937" w14:paraId="0B69DB2F" w14:textId="77777777" w:rsidTr="002866A5">
        <w:trPr>
          <w:cantSplit/>
        </w:trPr>
        <w:tc>
          <w:tcPr>
            <w:tcW w:w="3960" w:type="dxa"/>
          </w:tcPr>
          <w:p w14:paraId="6AE24BE5" w14:textId="77777777" w:rsidR="00743575" w:rsidRPr="00F73937" w:rsidRDefault="00743575" w:rsidP="00743575">
            <w:pPr>
              <w:spacing w:line="240" w:lineRule="atLeast"/>
              <w:ind w:left="258" w:right="-108"/>
            </w:pPr>
            <w:r w:rsidRPr="00F73937">
              <w:t xml:space="preserve">    9 - 12 months</w:t>
            </w:r>
          </w:p>
        </w:tc>
        <w:tc>
          <w:tcPr>
            <w:tcW w:w="1620" w:type="dxa"/>
            <w:shd w:val="clear" w:color="auto" w:fill="auto"/>
          </w:tcPr>
          <w:p w14:paraId="068680BD" w14:textId="67388FFD" w:rsidR="00743575" w:rsidRPr="00F73937" w:rsidRDefault="00743575" w:rsidP="00743575">
            <w:pPr>
              <w:tabs>
                <w:tab w:val="left" w:pos="720"/>
              </w:tabs>
              <w:spacing w:line="240" w:lineRule="auto"/>
              <w:ind w:right="76"/>
              <w:jc w:val="right"/>
            </w:pPr>
            <w:r w:rsidRPr="0052679D">
              <w:t>135</w:t>
            </w:r>
          </w:p>
        </w:tc>
        <w:tc>
          <w:tcPr>
            <w:tcW w:w="270" w:type="dxa"/>
          </w:tcPr>
          <w:p w14:paraId="71057F8A" w14:textId="77777777" w:rsidR="00743575" w:rsidRPr="00F73937" w:rsidRDefault="00743575" w:rsidP="00743575">
            <w:pPr>
              <w:pStyle w:val="3"/>
              <w:tabs>
                <w:tab w:val="clear" w:pos="360"/>
                <w:tab w:val="clear" w:pos="720"/>
                <w:tab w:val="decimal" w:pos="1212"/>
              </w:tabs>
              <w:spacing w:line="240" w:lineRule="atLeast"/>
              <w:ind w:left="258" w:right="-124"/>
              <w:rPr>
                <w:rFonts w:cs="Times New Roman"/>
                <w:lang w:val="en-US"/>
              </w:rPr>
            </w:pPr>
          </w:p>
        </w:tc>
        <w:tc>
          <w:tcPr>
            <w:tcW w:w="1620" w:type="dxa"/>
          </w:tcPr>
          <w:p w14:paraId="7AFAC9C4" w14:textId="7FF8BBC4" w:rsidR="00743575" w:rsidRPr="00F73937" w:rsidRDefault="00743575" w:rsidP="00743575">
            <w:pPr>
              <w:tabs>
                <w:tab w:val="left" w:pos="720"/>
              </w:tabs>
              <w:spacing w:line="240" w:lineRule="auto"/>
              <w:ind w:right="76"/>
              <w:jc w:val="right"/>
            </w:pPr>
            <w:r w:rsidRPr="0052679D">
              <w:t>135</w:t>
            </w:r>
          </w:p>
        </w:tc>
        <w:tc>
          <w:tcPr>
            <w:tcW w:w="270" w:type="dxa"/>
          </w:tcPr>
          <w:p w14:paraId="021B4F21" w14:textId="77777777" w:rsidR="00743575" w:rsidRPr="00F73937" w:rsidRDefault="00743575" w:rsidP="00743575">
            <w:pPr>
              <w:spacing w:line="240" w:lineRule="auto"/>
              <w:jc w:val="both"/>
            </w:pPr>
          </w:p>
        </w:tc>
        <w:tc>
          <w:tcPr>
            <w:tcW w:w="1440" w:type="dxa"/>
          </w:tcPr>
          <w:p w14:paraId="2E7CF904" w14:textId="04484CC3" w:rsidR="00743575" w:rsidRPr="00F73937" w:rsidRDefault="00743575" w:rsidP="00743575">
            <w:pPr>
              <w:tabs>
                <w:tab w:val="left" w:pos="720"/>
              </w:tabs>
              <w:spacing w:line="240" w:lineRule="auto"/>
              <w:ind w:right="76"/>
              <w:jc w:val="right"/>
            </w:pPr>
            <w:r w:rsidRPr="0052679D">
              <w:t>135</w:t>
            </w:r>
          </w:p>
        </w:tc>
      </w:tr>
      <w:tr w:rsidR="00743575" w:rsidRPr="00F73937" w14:paraId="7DDC3E84" w14:textId="77777777" w:rsidTr="002866A5">
        <w:trPr>
          <w:cantSplit/>
        </w:trPr>
        <w:tc>
          <w:tcPr>
            <w:tcW w:w="3960" w:type="dxa"/>
          </w:tcPr>
          <w:p w14:paraId="770A4D8C" w14:textId="77777777" w:rsidR="00743575" w:rsidRPr="00F73937" w:rsidRDefault="00743575" w:rsidP="00743575">
            <w:pPr>
              <w:spacing w:line="240" w:lineRule="atLeast"/>
              <w:ind w:left="258"/>
            </w:pPr>
            <w:r w:rsidRPr="00F73937">
              <w:t xml:space="preserve">    Over 12 months</w:t>
            </w:r>
          </w:p>
        </w:tc>
        <w:tc>
          <w:tcPr>
            <w:tcW w:w="1620" w:type="dxa"/>
            <w:shd w:val="clear" w:color="auto" w:fill="auto"/>
          </w:tcPr>
          <w:p w14:paraId="614DEBE5" w14:textId="64B5805F" w:rsidR="00743575" w:rsidRPr="00F73937" w:rsidRDefault="00743575" w:rsidP="00743575">
            <w:pPr>
              <w:tabs>
                <w:tab w:val="left" w:pos="720"/>
              </w:tabs>
              <w:spacing w:line="240" w:lineRule="auto"/>
              <w:ind w:right="76"/>
              <w:jc w:val="right"/>
            </w:pPr>
            <w:r w:rsidRPr="0052679D">
              <w:t>391</w:t>
            </w:r>
          </w:p>
        </w:tc>
        <w:tc>
          <w:tcPr>
            <w:tcW w:w="270" w:type="dxa"/>
          </w:tcPr>
          <w:p w14:paraId="055F89BC" w14:textId="77777777" w:rsidR="00743575" w:rsidRPr="00F73937" w:rsidRDefault="00743575" w:rsidP="00743575">
            <w:pPr>
              <w:pStyle w:val="3"/>
              <w:tabs>
                <w:tab w:val="clear" w:pos="360"/>
                <w:tab w:val="clear" w:pos="720"/>
                <w:tab w:val="decimal" w:pos="1212"/>
              </w:tabs>
              <w:spacing w:line="240" w:lineRule="atLeast"/>
              <w:ind w:left="258" w:right="-124"/>
              <w:rPr>
                <w:rFonts w:cs="Times New Roman"/>
                <w:lang w:val="en-US"/>
              </w:rPr>
            </w:pPr>
          </w:p>
        </w:tc>
        <w:tc>
          <w:tcPr>
            <w:tcW w:w="1620" w:type="dxa"/>
          </w:tcPr>
          <w:p w14:paraId="3D33A719" w14:textId="220AAACF" w:rsidR="00743575" w:rsidRPr="00F73937" w:rsidRDefault="00743575" w:rsidP="00743575">
            <w:pPr>
              <w:tabs>
                <w:tab w:val="left" w:pos="720"/>
              </w:tabs>
              <w:spacing w:line="240" w:lineRule="auto"/>
              <w:ind w:right="76"/>
              <w:jc w:val="right"/>
            </w:pPr>
            <w:r w:rsidRPr="0052679D">
              <w:t>373</w:t>
            </w:r>
          </w:p>
        </w:tc>
        <w:tc>
          <w:tcPr>
            <w:tcW w:w="270" w:type="dxa"/>
          </w:tcPr>
          <w:p w14:paraId="019E2D99" w14:textId="77777777" w:rsidR="00743575" w:rsidRPr="00F73937" w:rsidRDefault="00743575" w:rsidP="00743575">
            <w:pPr>
              <w:spacing w:line="240" w:lineRule="auto"/>
              <w:jc w:val="both"/>
            </w:pPr>
          </w:p>
        </w:tc>
        <w:tc>
          <w:tcPr>
            <w:tcW w:w="1440" w:type="dxa"/>
          </w:tcPr>
          <w:p w14:paraId="38039E4A" w14:textId="0E478911" w:rsidR="00743575" w:rsidRPr="00F73937" w:rsidRDefault="00743575" w:rsidP="00743575">
            <w:pPr>
              <w:tabs>
                <w:tab w:val="left" w:pos="720"/>
              </w:tabs>
              <w:spacing w:line="240" w:lineRule="auto"/>
              <w:ind w:right="76"/>
              <w:jc w:val="right"/>
            </w:pPr>
            <w:r w:rsidRPr="0052679D">
              <w:t>373</w:t>
            </w:r>
          </w:p>
        </w:tc>
      </w:tr>
      <w:tr w:rsidR="0093332E" w:rsidRPr="00F73937" w14:paraId="6B847AA7" w14:textId="77777777" w:rsidTr="002866A5">
        <w:trPr>
          <w:cantSplit/>
        </w:trPr>
        <w:tc>
          <w:tcPr>
            <w:tcW w:w="3960" w:type="dxa"/>
            <w:vAlign w:val="bottom"/>
          </w:tcPr>
          <w:p w14:paraId="055752A8" w14:textId="77777777" w:rsidR="0093332E" w:rsidRPr="00F73937" w:rsidRDefault="0093332E" w:rsidP="0093332E">
            <w:pPr>
              <w:ind w:right="-383" w:hanging="262"/>
              <w:rPr>
                <w:rFonts w:cs="Tahoma"/>
                <w:i/>
                <w:iCs/>
              </w:rPr>
            </w:pPr>
          </w:p>
        </w:tc>
        <w:tc>
          <w:tcPr>
            <w:tcW w:w="1620" w:type="dxa"/>
            <w:tcBorders>
              <w:top w:val="single" w:sz="4" w:space="0" w:color="auto"/>
            </w:tcBorders>
            <w:shd w:val="clear" w:color="auto" w:fill="auto"/>
          </w:tcPr>
          <w:p w14:paraId="020A9E86" w14:textId="730D5F7E" w:rsidR="0093332E" w:rsidRPr="0093332E" w:rsidRDefault="0093332E" w:rsidP="0030523E">
            <w:pPr>
              <w:tabs>
                <w:tab w:val="left" w:pos="1527"/>
              </w:tabs>
              <w:spacing w:line="240" w:lineRule="auto"/>
              <w:ind w:right="68"/>
              <w:jc w:val="right"/>
              <w:rPr>
                <w:b/>
                <w:bCs/>
              </w:rPr>
            </w:pPr>
            <w:r w:rsidRPr="0093332E">
              <w:rPr>
                <w:b/>
                <w:bCs/>
              </w:rPr>
              <w:t>61,044</w:t>
            </w:r>
          </w:p>
        </w:tc>
        <w:tc>
          <w:tcPr>
            <w:tcW w:w="270" w:type="dxa"/>
          </w:tcPr>
          <w:p w14:paraId="6C702397" w14:textId="77777777" w:rsidR="0093332E" w:rsidRPr="0093332E" w:rsidRDefault="0093332E" w:rsidP="0093332E">
            <w:pPr>
              <w:pStyle w:val="3"/>
              <w:tabs>
                <w:tab w:val="clear" w:pos="360"/>
                <w:tab w:val="clear" w:pos="720"/>
                <w:tab w:val="decimal" w:pos="1212"/>
              </w:tabs>
              <w:spacing w:line="240" w:lineRule="atLeast"/>
              <w:ind w:right="-124"/>
              <w:rPr>
                <w:rFonts w:cs="Times New Roman"/>
                <w:b/>
                <w:bCs/>
                <w:lang w:val="en-US"/>
              </w:rPr>
            </w:pPr>
          </w:p>
        </w:tc>
        <w:tc>
          <w:tcPr>
            <w:tcW w:w="1620" w:type="dxa"/>
            <w:tcBorders>
              <w:top w:val="single" w:sz="4" w:space="0" w:color="auto"/>
            </w:tcBorders>
          </w:tcPr>
          <w:p w14:paraId="25123871" w14:textId="63156546" w:rsidR="0093332E" w:rsidRPr="0093332E" w:rsidRDefault="0093332E" w:rsidP="0030523E">
            <w:pPr>
              <w:tabs>
                <w:tab w:val="left" w:pos="720"/>
              </w:tabs>
              <w:spacing w:line="240" w:lineRule="auto"/>
              <w:ind w:right="76"/>
              <w:jc w:val="right"/>
              <w:rPr>
                <w:b/>
                <w:bCs/>
              </w:rPr>
            </w:pPr>
            <w:r w:rsidRPr="0093332E">
              <w:rPr>
                <w:b/>
                <w:bCs/>
              </w:rPr>
              <w:t>26,378</w:t>
            </w:r>
          </w:p>
        </w:tc>
        <w:tc>
          <w:tcPr>
            <w:tcW w:w="270" w:type="dxa"/>
          </w:tcPr>
          <w:p w14:paraId="470C16B3" w14:textId="77777777" w:rsidR="0093332E" w:rsidRPr="0093332E" w:rsidRDefault="0093332E" w:rsidP="0093332E">
            <w:pPr>
              <w:spacing w:line="240" w:lineRule="auto"/>
              <w:jc w:val="both"/>
              <w:rPr>
                <w:b/>
                <w:bCs/>
              </w:rPr>
            </w:pPr>
          </w:p>
        </w:tc>
        <w:tc>
          <w:tcPr>
            <w:tcW w:w="1440" w:type="dxa"/>
            <w:tcBorders>
              <w:top w:val="single" w:sz="4" w:space="0" w:color="auto"/>
            </w:tcBorders>
          </w:tcPr>
          <w:p w14:paraId="3E7D647A" w14:textId="46DB1C0D" w:rsidR="0093332E" w:rsidRPr="0093332E" w:rsidRDefault="0093332E" w:rsidP="0030523E">
            <w:pPr>
              <w:tabs>
                <w:tab w:val="left" w:pos="972"/>
              </w:tabs>
              <w:spacing w:line="240" w:lineRule="auto"/>
              <w:ind w:right="76"/>
              <w:jc w:val="right"/>
              <w:rPr>
                <w:b/>
                <w:bCs/>
              </w:rPr>
            </w:pPr>
            <w:r w:rsidRPr="0093332E">
              <w:rPr>
                <w:b/>
                <w:bCs/>
              </w:rPr>
              <w:t>1,769</w:t>
            </w:r>
          </w:p>
        </w:tc>
      </w:tr>
      <w:tr w:rsidR="00A47FD3" w:rsidRPr="00F73937" w14:paraId="67E24787" w14:textId="77777777" w:rsidTr="001E52EF">
        <w:trPr>
          <w:cantSplit/>
        </w:trPr>
        <w:tc>
          <w:tcPr>
            <w:tcW w:w="3960" w:type="dxa"/>
            <w:vAlign w:val="bottom"/>
          </w:tcPr>
          <w:p w14:paraId="5A2969A7" w14:textId="7B5D889F" w:rsidR="00A47FD3" w:rsidRPr="00F73937" w:rsidRDefault="00A47FD3" w:rsidP="00B83655">
            <w:pPr>
              <w:spacing w:line="240" w:lineRule="atLeast"/>
              <w:ind w:left="520" w:hanging="270"/>
            </w:pPr>
            <w:r w:rsidRPr="00F73937">
              <w:rPr>
                <w:i/>
                <w:iCs/>
              </w:rPr>
              <w:t>Less</w:t>
            </w:r>
            <w:r w:rsidRPr="00F73937">
              <w:t xml:space="preserve"> undue value</w:t>
            </w:r>
            <w:r w:rsidR="00B83655">
              <w:t xml:space="preserve"> </w:t>
            </w:r>
            <w:r w:rsidRPr="00F73937">
              <w:t>added tax</w:t>
            </w:r>
          </w:p>
        </w:tc>
        <w:tc>
          <w:tcPr>
            <w:tcW w:w="1620" w:type="dxa"/>
            <w:tcBorders>
              <w:bottom w:val="single" w:sz="4" w:space="0" w:color="auto"/>
            </w:tcBorders>
            <w:shd w:val="clear" w:color="auto" w:fill="auto"/>
          </w:tcPr>
          <w:p w14:paraId="4EE29317" w14:textId="72FAAD0D" w:rsidR="005B7AD2" w:rsidRPr="00F73937" w:rsidRDefault="005B7AD2" w:rsidP="00B83655">
            <w:pPr>
              <w:tabs>
                <w:tab w:val="left" w:pos="720"/>
                <w:tab w:val="left" w:pos="1146"/>
                <w:tab w:val="center" w:pos="1410"/>
              </w:tabs>
              <w:spacing w:line="240" w:lineRule="auto"/>
              <w:ind w:right="-12"/>
              <w:jc w:val="right"/>
            </w:pPr>
            <w:r w:rsidRPr="005B7AD2">
              <w:t>(3,993)</w:t>
            </w:r>
          </w:p>
        </w:tc>
        <w:tc>
          <w:tcPr>
            <w:tcW w:w="270" w:type="dxa"/>
          </w:tcPr>
          <w:p w14:paraId="6531C3C1" w14:textId="77777777" w:rsidR="00A47FD3" w:rsidRPr="00F73937" w:rsidRDefault="00A47FD3" w:rsidP="0029532D">
            <w:pPr>
              <w:spacing w:line="240" w:lineRule="auto"/>
              <w:ind w:right="76"/>
              <w:jc w:val="both"/>
            </w:pPr>
          </w:p>
        </w:tc>
        <w:tc>
          <w:tcPr>
            <w:tcW w:w="1620" w:type="dxa"/>
            <w:tcBorders>
              <w:bottom w:val="single" w:sz="4" w:space="0" w:color="auto"/>
            </w:tcBorders>
          </w:tcPr>
          <w:p w14:paraId="5DB00B43" w14:textId="11D38A7C" w:rsidR="00224263" w:rsidRPr="00B83655" w:rsidRDefault="00224263" w:rsidP="00B83655">
            <w:pPr>
              <w:tabs>
                <w:tab w:val="left" w:pos="720"/>
              </w:tabs>
              <w:spacing w:line="240" w:lineRule="auto"/>
              <w:ind w:right="342"/>
              <w:jc w:val="right"/>
            </w:pPr>
            <w:r w:rsidRPr="00B83655">
              <w:t>-</w:t>
            </w:r>
          </w:p>
        </w:tc>
        <w:tc>
          <w:tcPr>
            <w:tcW w:w="270" w:type="dxa"/>
          </w:tcPr>
          <w:p w14:paraId="45AD04D2" w14:textId="77777777" w:rsidR="00A47FD3" w:rsidRPr="00B83655" w:rsidRDefault="00A47FD3" w:rsidP="0029532D">
            <w:pPr>
              <w:spacing w:line="240" w:lineRule="auto"/>
              <w:jc w:val="both"/>
            </w:pPr>
          </w:p>
        </w:tc>
        <w:tc>
          <w:tcPr>
            <w:tcW w:w="1440" w:type="dxa"/>
            <w:tcBorders>
              <w:bottom w:val="single" w:sz="4" w:space="0" w:color="auto"/>
            </w:tcBorders>
          </w:tcPr>
          <w:p w14:paraId="7EBB0601" w14:textId="48E081EA" w:rsidR="00224263" w:rsidRPr="00B83655" w:rsidRDefault="00224263" w:rsidP="00B83655">
            <w:pPr>
              <w:tabs>
                <w:tab w:val="left" w:pos="972"/>
              </w:tabs>
              <w:spacing w:line="240" w:lineRule="auto"/>
              <w:ind w:right="348"/>
              <w:jc w:val="right"/>
            </w:pPr>
            <w:r w:rsidRPr="00B83655">
              <w:t>-</w:t>
            </w:r>
          </w:p>
        </w:tc>
      </w:tr>
      <w:tr w:rsidR="00A4376F" w:rsidRPr="00F73937" w14:paraId="29C985DE" w14:textId="77777777" w:rsidTr="001E52EF">
        <w:trPr>
          <w:cantSplit/>
        </w:trPr>
        <w:tc>
          <w:tcPr>
            <w:tcW w:w="3960" w:type="dxa"/>
          </w:tcPr>
          <w:p w14:paraId="6EDEE6EC" w14:textId="77777777" w:rsidR="00A4376F" w:rsidRPr="00F73937" w:rsidRDefault="00A4376F" w:rsidP="00A4376F">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784DE69D" w14:textId="025D4365" w:rsidR="00A4376F" w:rsidRPr="00A4376F" w:rsidRDefault="00A4376F" w:rsidP="0030523E">
            <w:pPr>
              <w:tabs>
                <w:tab w:val="left" w:pos="720"/>
              </w:tabs>
              <w:spacing w:line="240" w:lineRule="auto"/>
              <w:ind w:right="68"/>
              <w:jc w:val="right"/>
              <w:rPr>
                <w:b/>
                <w:bCs/>
              </w:rPr>
            </w:pPr>
            <w:r w:rsidRPr="00A4376F">
              <w:rPr>
                <w:b/>
                <w:bCs/>
              </w:rPr>
              <w:t>57,051</w:t>
            </w:r>
          </w:p>
        </w:tc>
        <w:tc>
          <w:tcPr>
            <w:tcW w:w="270" w:type="dxa"/>
          </w:tcPr>
          <w:p w14:paraId="5F95110A" w14:textId="77777777" w:rsidR="00A4376F" w:rsidRPr="00A4376F" w:rsidRDefault="00A4376F" w:rsidP="00A4376F">
            <w:pPr>
              <w:spacing w:line="240" w:lineRule="auto"/>
              <w:ind w:right="76"/>
              <w:jc w:val="both"/>
              <w:rPr>
                <w:b/>
                <w:bCs/>
              </w:rPr>
            </w:pPr>
          </w:p>
        </w:tc>
        <w:tc>
          <w:tcPr>
            <w:tcW w:w="1620" w:type="dxa"/>
            <w:tcBorders>
              <w:top w:val="single" w:sz="4" w:space="0" w:color="auto"/>
              <w:bottom w:val="single" w:sz="4" w:space="0" w:color="auto"/>
            </w:tcBorders>
          </w:tcPr>
          <w:p w14:paraId="74BB9E25" w14:textId="4EEF3B8E" w:rsidR="00A4376F" w:rsidRPr="00A4376F" w:rsidRDefault="00A4376F" w:rsidP="0030523E">
            <w:pPr>
              <w:tabs>
                <w:tab w:val="left" w:pos="720"/>
              </w:tabs>
              <w:spacing w:line="240" w:lineRule="auto"/>
              <w:ind w:right="76"/>
              <w:jc w:val="right"/>
              <w:rPr>
                <w:b/>
                <w:bCs/>
              </w:rPr>
            </w:pPr>
            <w:r w:rsidRPr="00A4376F">
              <w:rPr>
                <w:b/>
                <w:bCs/>
              </w:rPr>
              <w:t>26,378</w:t>
            </w:r>
          </w:p>
        </w:tc>
        <w:tc>
          <w:tcPr>
            <w:tcW w:w="270" w:type="dxa"/>
          </w:tcPr>
          <w:p w14:paraId="5CAEF8C3" w14:textId="77777777" w:rsidR="00A4376F" w:rsidRPr="00A4376F" w:rsidRDefault="00A4376F" w:rsidP="00A4376F">
            <w:pPr>
              <w:spacing w:line="240" w:lineRule="auto"/>
              <w:jc w:val="both"/>
              <w:rPr>
                <w:b/>
                <w:bCs/>
              </w:rPr>
            </w:pPr>
          </w:p>
        </w:tc>
        <w:tc>
          <w:tcPr>
            <w:tcW w:w="1440" w:type="dxa"/>
            <w:tcBorders>
              <w:top w:val="single" w:sz="4" w:space="0" w:color="auto"/>
              <w:bottom w:val="single" w:sz="4" w:space="0" w:color="auto"/>
            </w:tcBorders>
          </w:tcPr>
          <w:p w14:paraId="4F3E72DE" w14:textId="4ACC8377" w:rsidR="00A4376F" w:rsidRPr="00A4376F" w:rsidRDefault="00A4376F" w:rsidP="0030523E">
            <w:pPr>
              <w:tabs>
                <w:tab w:val="left" w:pos="972"/>
              </w:tabs>
              <w:spacing w:line="240" w:lineRule="auto"/>
              <w:ind w:right="76"/>
              <w:jc w:val="right"/>
              <w:rPr>
                <w:b/>
                <w:bCs/>
              </w:rPr>
            </w:pPr>
            <w:r w:rsidRPr="00A4376F">
              <w:rPr>
                <w:b/>
                <w:bCs/>
              </w:rPr>
              <w:t>1,769</w:t>
            </w:r>
          </w:p>
        </w:tc>
      </w:tr>
      <w:tr w:rsidR="00A47FD3" w:rsidRPr="00F73937" w14:paraId="66D6CC93" w14:textId="77777777" w:rsidTr="001E52EF">
        <w:trPr>
          <w:cantSplit/>
        </w:trPr>
        <w:tc>
          <w:tcPr>
            <w:tcW w:w="3960" w:type="dxa"/>
          </w:tcPr>
          <w:p w14:paraId="3321599C" w14:textId="77777777" w:rsidR="00A47FD3" w:rsidRPr="00F73937" w:rsidRDefault="00A47FD3" w:rsidP="0029532D">
            <w:pPr>
              <w:spacing w:line="240" w:lineRule="atLeast"/>
              <w:ind w:left="258" w:right="-108"/>
            </w:pPr>
          </w:p>
        </w:tc>
        <w:tc>
          <w:tcPr>
            <w:tcW w:w="1620" w:type="dxa"/>
            <w:tcBorders>
              <w:top w:val="single" w:sz="4" w:space="0" w:color="auto"/>
            </w:tcBorders>
            <w:shd w:val="clear" w:color="auto" w:fill="auto"/>
          </w:tcPr>
          <w:p w14:paraId="217785D9" w14:textId="77777777" w:rsidR="00A47FD3" w:rsidRPr="00F73937" w:rsidRDefault="00A47FD3" w:rsidP="0030523E">
            <w:pPr>
              <w:tabs>
                <w:tab w:val="decimal" w:pos="1152"/>
              </w:tabs>
              <w:spacing w:line="240" w:lineRule="atLeast"/>
              <w:ind w:left="258" w:right="68"/>
            </w:pPr>
          </w:p>
        </w:tc>
        <w:tc>
          <w:tcPr>
            <w:tcW w:w="270" w:type="dxa"/>
            <w:vAlign w:val="bottom"/>
          </w:tcPr>
          <w:p w14:paraId="015696F3" w14:textId="77777777" w:rsidR="00A47FD3" w:rsidRPr="00F73937"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71E995D5" w14:textId="77777777" w:rsidR="00A47FD3" w:rsidRPr="00F73937" w:rsidRDefault="00A47FD3" w:rsidP="0029532D">
            <w:pPr>
              <w:tabs>
                <w:tab w:val="decimal" w:pos="1224"/>
              </w:tabs>
              <w:spacing w:line="240" w:lineRule="atLeast"/>
              <w:ind w:left="258" w:right="-124"/>
            </w:pPr>
          </w:p>
        </w:tc>
        <w:tc>
          <w:tcPr>
            <w:tcW w:w="270" w:type="dxa"/>
          </w:tcPr>
          <w:p w14:paraId="2925F701" w14:textId="77777777" w:rsidR="00A47FD3" w:rsidRPr="00F73937" w:rsidRDefault="00A47FD3" w:rsidP="0029532D">
            <w:pPr>
              <w:tabs>
                <w:tab w:val="decimal" w:pos="1179"/>
              </w:tabs>
              <w:spacing w:line="240" w:lineRule="atLeast"/>
              <w:ind w:left="-108" w:right="-124"/>
            </w:pPr>
          </w:p>
        </w:tc>
        <w:tc>
          <w:tcPr>
            <w:tcW w:w="1440" w:type="dxa"/>
            <w:tcBorders>
              <w:top w:val="single" w:sz="4" w:space="0" w:color="auto"/>
            </w:tcBorders>
          </w:tcPr>
          <w:p w14:paraId="4756C52B" w14:textId="77777777" w:rsidR="00A47FD3" w:rsidRPr="00F73937" w:rsidRDefault="00A47FD3" w:rsidP="0030523E">
            <w:pPr>
              <w:tabs>
                <w:tab w:val="decimal" w:pos="1242"/>
              </w:tabs>
              <w:spacing w:line="240" w:lineRule="atLeast"/>
              <w:ind w:left="-108" w:right="68"/>
            </w:pPr>
          </w:p>
        </w:tc>
      </w:tr>
      <w:tr w:rsidR="00A47FD3" w:rsidRPr="00F73937" w14:paraId="6E0D4F06" w14:textId="77777777" w:rsidTr="001E52EF">
        <w:trPr>
          <w:cantSplit/>
        </w:trPr>
        <w:tc>
          <w:tcPr>
            <w:tcW w:w="7470" w:type="dxa"/>
            <w:gridSpan w:val="4"/>
          </w:tcPr>
          <w:p w14:paraId="597307F4" w14:textId="77777777" w:rsidR="00A47FD3" w:rsidRPr="00F73937" w:rsidRDefault="00A47FD3" w:rsidP="0029532D">
            <w:pPr>
              <w:spacing w:line="240" w:lineRule="atLeast"/>
              <w:ind w:left="258" w:right="-124"/>
              <w:rPr>
                <w:rFonts w:cs="Angsana New"/>
                <w:i/>
                <w:iCs/>
              </w:rPr>
            </w:pPr>
            <w:r w:rsidRPr="00F73937">
              <w:rPr>
                <w:rFonts w:cs="Angsana New"/>
                <w:i/>
                <w:iCs/>
              </w:rPr>
              <w:t>High value receivables</w:t>
            </w:r>
          </w:p>
        </w:tc>
        <w:tc>
          <w:tcPr>
            <w:tcW w:w="270" w:type="dxa"/>
          </w:tcPr>
          <w:p w14:paraId="2D0512B4" w14:textId="77777777" w:rsidR="00A47FD3" w:rsidRPr="00F73937" w:rsidRDefault="00A47FD3" w:rsidP="0029532D">
            <w:pPr>
              <w:tabs>
                <w:tab w:val="decimal" w:pos="1179"/>
              </w:tabs>
              <w:spacing w:line="240" w:lineRule="atLeast"/>
              <w:ind w:left="-108" w:right="-124"/>
            </w:pPr>
          </w:p>
        </w:tc>
        <w:tc>
          <w:tcPr>
            <w:tcW w:w="1440" w:type="dxa"/>
          </w:tcPr>
          <w:p w14:paraId="35B14E15" w14:textId="77777777" w:rsidR="00A47FD3" w:rsidRPr="00F73937" w:rsidRDefault="00A47FD3" w:rsidP="0030523E">
            <w:pPr>
              <w:tabs>
                <w:tab w:val="decimal" w:pos="1242"/>
              </w:tabs>
              <w:spacing w:line="240" w:lineRule="atLeast"/>
              <w:ind w:left="-108" w:right="68"/>
            </w:pPr>
          </w:p>
        </w:tc>
      </w:tr>
      <w:tr w:rsidR="006B680D" w:rsidRPr="00F73937" w14:paraId="47B75F20" w14:textId="77777777" w:rsidTr="002866A5">
        <w:trPr>
          <w:cantSplit/>
        </w:trPr>
        <w:tc>
          <w:tcPr>
            <w:tcW w:w="3960" w:type="dxa"/>
          </w:tcPr>
          <w:p w14:paraId="0F9D7964" w14:textId="77777777" w:rsidR="006B680D" w:rsidRPr="00F73937" w:rsidRDefault="006B680D" w:rsidP="006B680D">
            <w:pPr>
              <w:spacing w:line="240" w:lineRule="atLeast"/>
              <w:ind w:left="258" w:right="-108"/>
            </w:pPr>
            <w:r w:rsidRPr="00F73937">
              <w:t>Portion of overdue</w:t>
            </w:r>
          </w:p>
        </w:tc>
        <w:tc>
          <w:tcPr>
            <w:tcW w:w="1620" w:type="dxa"/>
            <w:shd w:val="clear" w:color="auto" w:fill="auto"/>
          </w:tcPr>
          <w:p w14:paraId="2746AD7F" w14:textId="0A8C84FD" w:rsidR="006B680D" w:rsidRPr="00F73937" w:rsidRDefault="006B680D" w:rsidP="0030523E">
            <w:pPr>
              <w:tabs>
                <w:tab w:val="decimal" w:pos="1335"/>
              </w:tabs>
              <w:spacing w:line="240" w:lineRule="atLeast"/>
              <w:ind w:left="258" w:right="68"/>
            </w:pPr>
            <w:r w:rsidRPr="00A74EA4">
              <w:t>235</w:t>
            </w:r>
          </w:p>
        </w:tc>
        <w:tc>
          <w:tcPr>
            <w:tcW w:w="270" w:type="dxa"/>
          </w:tcPr>
          <w:p w14:paraId="5D7AB581" w14:textId="77777777" w:rsidR="006B680D" w:rsidRPr="00F73937" w:rsidRDefault="006B680D" w:rsidP="006B680D">
            <w:pPr>
              <w:pStyle w:val="3"/>
              <w:tabs>
                <w:tab w:val="clear" w:pos="360"/>
                <w:tab w:val="clear" w:pos="720"/>
                <w:tab w:val="decimal" w:pos="1212"/>
              </w:tabs>
              <w:spacing w:line="240" w:lineRule="atLeast"/>
              <w:ind w:left="258" w:right="-124"/>
              <w:rPr>
                <w:rFonts w:cs="Times New Roman"/>
                <w:lang w:val="en-US"/>
              </w:rPr>
            </w:pPr>
          </w:p>
        </w:tc>
        <w:tc>
          <w:tcPr>
            <w:tcW w:w="1620" w:type="dxa"/>
          </w:tcPr>
          <w:p w14:paraId="479203EF" w14:textId="4BD68459" w:rsidR="006B680D" w:rsidRPr="00F73937" w:rsidRDefault="006B680D" w:rsidP="0030523E">
            <w:pPr>
              <w:tabs>
                <w:tab w:val="decimal" w:pos="1333"/>
              </w:tabs>
              <w:spacing w:line="240" w:lineRule="atLeast"/>
              <w:ind w:left="258" w:right="70"/>
            </w:pPr>
            <w:r w:rsidRPr="00A74EA4">
              <w:t>66</w:t>
            </w:r>
          </w:p>
        </w:tc>
        <w:tc>
          <w:tcPr>
            <w:tcW w:w="270" w:type="dxa"/>
          </w:tcPr>
          <w:p w14:paraId="47ADBB25" w14:textId="77777777" w:rsidR="006B680D" w:rsidRPr="00F73937" w:rsidRDefault="006B680D" w:rsidP="006B680D">
            <w:pPr>
              <w:tabs>
                <w:tab w:val="decimal" w:pos="1179"/>
              </w:tabs>
              <w:spacing w:line="240" w:lineRule="atLeast"/>
              <w:ind w:left="-108" w:right="-124"/>
            </w:pPr>
          </w:p>
        </w:tc>
        <w:tc>
          <w:tcPr>
            <w:tcW w:w="1440" w:type="dxa"/>
          </w:tcPr>
          <w:p w14:paraId="740D926D" w14:textId="7FA02B23" w:rsidR="006B680D" w:rsidRPr="00F73937" w:rsidRDefault="006B680D" w:rsidP="0030523E">
            <w:pPr>
              <w:tabs>
                <w:tab w:val="decimal" w:pos="1242"/>
              </w:tabs>
              <w:spacing w:line="240" w:lineRule="atLeast"/>
              <w:ind w:left="-108" w:right="68"/>
            </w:pPr>
            <w:r w:rsidRPr="00A74EA4">
              <w:t>33</w:t>
            </w:r>
          </w:p>
        </w:tc>
      </w:tr>
      <w:tr w:rsidR="00A47FD3" w:rsidRPr="00F73937" w14:paraId="1ED3195C" w14:textId="77777777" w:rsidTr="001E52EF">
        <w:trPr>
          <w:cantSplit/>
        </w:trPr>
        <w:tc>
          <w:tcPr>
            <w:tcW w:w="3960" w:type="dxa"/>
            <w:vAlign w:val="bottom"/>
          </w:tcPr>
          <w:p w14:paraId="43325062" w14:textId="2049B917" w:rsidR="00A47FD3" w:rsidRPr="00F73937" w:rsidRDefault="00A47FD3" w:rsidP="00B83655">
            <w:pPr>
              <w:spacing w:line="240" w:lineRule="atLeast"/>
              <w:ind w:left="520" w:hanging="270"/>
            </w:pPr>
            <w:r w:rsidRPr="00F73937">
              <w:rPr>
                <w:i/>
                <w:iCs/>
              </w:rPr>
              <w:t>Less</w:t>
            </w:r>
            <w:r w:rsidRPr="00F73937">
              <w:t xml:space="preserve"> undue value</w:t>
            </w:r>
            <w:r w:rsidR="00B83655">
              <w:t xml:space="preserve"> </w:t>
            </w:r>
            <w:r w:rsidRPr="00F73937">
              <w:t>added tax</w:t>
            </w:r>
          </w:p>
        </w:tc>
        <w:tc>
          <w:tcPr>
            <w:tcW w:w="1620" w:type="dxa"/>
            <w:tcBorders>
              <w:bottom w:val="single" w:sz="4" w:space="0" w:color="auto"/>
            </w:tcBorders>
            <w:shd w:val="clear" w:color="auto" w:fill="auto"/>
          </w:tcPr>
          <w:p w14:paraId="211C8033" w14:textId="27F34D7F" w:rsidR="00F36370" w:rsidRPr="00F73937" w:rsidRDefault="00F36370" w:rsidP="00B83655">
            <w:pPr>
              <w:tabs>
                <w:tab w:val="left" w:pos="720"/>
                <w:tab w:val="left" w:pos="1473"/>
                <w:tab w:val="center" w:pos="1616"/>
              </w:tabs>
              <w:spacing w:line="240" w:lineRule="auto"/>
              <w:jc w:val="right"/>
            </w:pPr>
            <w:r>
              <w:t>(10)</w:t>
            </w:r>
          </w:p>
        </w:tc>
        <w:tc>
          <w:tcPr>
            <w:tcW w:w="270" w:type="dxa"/>
          </w:tcPr>
          <w:p w14:paraId="5D6EF287" w14:textId="77777777" w:rsidR="00A47FD3" w:rsidRPr="00F73937" w:rsidRDefault="00A47FD3" w:rsidP="0029532D">
            <w:pPr>
              <w:spacing w:line="240" w:lineRule="auto"/>
              <w:ind w:right="108"/>
              <w:jc w:val="right"/>
            </w:pPr>
          </w:p>
        </w:tc>
        <w:tc>
          <w:tcPr>
            <w:tcW w:w="1620" w:type="dxa"/>
            <w:tcBorders>
              <w:bottom w:val="single" w:sz="4" w:space="0" w:color="auto"/>
            </w:tcBorders>
          </w:tcPr>
          <w:p w14:paraId="32724FF4" w14:textId="0664314C" w:rsidR="00F36370" w:rsidRPr="00F73937" w:rsidRDefault="00F36370" w:rsidP="00B83655">
            <w:pPr>
              <w:tabs>
                <w:tab w:val="left" w:pos="720"/>
              </w:tabs>
              <w:spacing w:line="240" w:lineRule="auto"/>
              <w:ind w:right="342"/>
              <w:jc w:val="right"/>
            </w:pPr>
            <w:r>
              <w:t>-</w:t>
            </w:r>
          </w:p>
        </w:tc>
        <w:tc>
          <w:tcPr>
            <w:tcW w:w="270" w:type="dxa"/>
          </w:tcPr>
          <w:p w14:paraId="66722366" w14:textId="77777777" w:rsidR="00A47FD3" w:rsidRPr="00F73937" w:rsidRDefault="00A47FD3" w:rsidP="0029532D">
            <w:pPr>
              <w:spacing w:line="240" w:lineRule="auto"/>
              <w:jc w:val="both"/>
            </w:pPr>
          </w:p>
        </w:tc>
        <w:tc>
          <w:tcPr>
            <w:tcW w:w="1440" w:type="dxa"/>
            <w:tcBorders>
              <w:bottom w:val="single" w:sz="4" w:space="0" w:color="auto"/>
            </w:tcBorders>
          </w:tcPr>
          <w:p w14:paraId="2DDD5358" w14:textId="7499CFCF" w:rsidR="00F36370" w:rsidRPr="00F73937" w:rsidRDefault="00F36370" w:rsidP="00B83655">
            <w:pPr>
              <w:tabs>
                <w:tab w:val="left" w:pos="972"/>
              </w:tabs>
              <w:spacing w:line="240" w:lineRule="auto"/>
              <w:ind w:right="348"/>
              <w:jc w:val="right"/>
            </w:pPr>
            <w:r>
              <w:t>-</w:t>
            </w:r>
          </w:p>
        </w:tc>
      </w:tr>
      <w:tr w:rsidR="0030523E" w:rsidRPr="00F73937" w14:paraId="13A010F3" w14:textId="77777777" w:rsidTr="001E52EF">
        <w:trPr>
          <w:cantSplit/>
        </w:trPr>
        <w:tc>
          <w:tcPr>
            <w:tcW w:w="3960" w:type="dxa"/>
          </w:tcPr>
          <w:p w14:paraId="23808F5A" w14:textId="77777777" w:rsidR="0030523E" w:rsidRPr="00F73937" w:rsidRDefault="0030523E" w:rsidP="0030523E">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16083AA0" w14:textId="18ECF112" w:rsidR="0030523E" w:rsidRPr="00206DBD" w:rsidRDefault="0030523E" w:rsidP="0030523E">
            <w:pPr>
              <w:tabs>
                <w:tab w:val="decimal" w:pos="1335"/>
              </w:tabs>
              <w:spacing w:line="240" w:lineRule="auto"/>
              <w:ind w:right="68"/>
              <w:jc w:val="right"/>
              <w:rPr>
                <w:b/>
                <w:bCs/>
              </w:rPr>
            </w:pPr>
            <w:r w:rsidRPr="00206DBD">
              <w:rPr>
                <w:b/>
                <w:bCs/>
              </w:rPr>
              <w:t>225</w:t>
            </w:r>
          </w:p>
        </w:tc>
        <w:tc>
          <w:tcPr>
            <w:tcW w:w="270" w:type="dxa"/>
          </w:tcPr>
          <w:p w14:paraId="54BDD82D" w14:textId="77777777" w:rsidR="0030523E" w:rsidRPr="00206DBD" w:rsidRDefault="0030523E" w:rsidP="0030523E">
            <w:pPr>
              <w:spacing w:line="240" w:lineRule="auto"/>
              <w:ind w:right="76"/>
              <w:jc w:val="both"/>
              <w:rPr>
                <w:b/>
                <w:bCs/>
              </w:rPr>
            </w:pPr>
          </w:p>
        </w:tc>
        <w:tc>
          <w:tcPr>
            <w:tcW w:w="1620" w:type="dxa"/>
            <w:tcBorders>
              <w:top w:val="single" w:sz="4" w:space="0" w:color="auto"/>
              <w:bottom w:val="single" w:sz="4" w:space="0" w:color="auto"/>
            </w:tcBorders>
          </w:tcPr>
          <w:p w14:paraId="121B1E34" w14:textId="54E90885" w:rsidR="0030523E" w:rsidRPr="00206DBD" w:rsidRDefault="0030523E" w:rsidP="0030523E">
            <w:pPr>
              <w:tabs>
                <w:tab w:val="left" w:pos="967"/>
                <w:tab w:val="decimal" w:pos="1333"/>
              </w:tabs>
              <w:spacing w:line="240" w:lineRule="auto"/>
              <w:ind w:right="70" w:firstLine="432"/>
              <w:jc w:val="right"/>
              <w:rPr>
                <w:b/>
                <w:bCs/>
              </w:rPr>
            </w:pPr>
            <w:r w:rsidRPr="00206DBD">
              <w:rPr>
                <w:b/>
                <w:bCs/>
              </w:rPr>
              <w:t>66</w:t>
            </w:r>
          </w:p>
        </w:tc>
        <w:tc>
          <w:tcPr>
            <w:tcW w:w="270" w:type="dxa"/>
          </w:tcPr>
          <w:p w14:paraId="35625AED" w14:textId="77777777" w:rsidR="0030523E" w:rsidRPr="00206DBD" w:rsidRDefault="0030523E" w:rsidP="0030523E">
            <w:pPr>
              <w:spacing w:line="240" w:lineRule="auto"/>
              <w:ind w:right="76"/>
              <w:jc w:val="both"/>
              <w:rPr>
                <w:b/>
                <w:bCs/>
              </w:rPr>
            </w:pPr>
          </w:p>
        </w:tc>
        <w:tc>
          <w:tcPr>
            <w:tcW w:w="1440" w:type="dxa"/>
            <w:tcBorders>
              <w:top w:val="single" w:sz="4" w:space="0" w:color="auto"/>
              <w:bottom w:val="single" w:sz="4" w:space="0" w:color="auto"/>
            </w:tcBorders>
          </w:tcPr>
          <w:p w14:paraId="416D27E3" w14:textId="0AF8AD03" w:rsidR="0030523E" w:rsidRPr="00206DBD" w:rsidRDefault="0030523E" w:rsidP="0030523E">
            <w:pPr>
              <w:tabs>
                <w:tab w:val="left" w:pos="720"/>
              </w:tabs>
              <w:spacing w:line="240" w:lineRule="auto"/>
              <w:ind w:right="68"/>
              <w:jc w:val="right"/>
              <w:rPr>
                <w:b/>
                <w:bCs/>
              </w:rPr>
            </w:pPr>
            <w:r w:rsidRPr="00206DBD">
              <w:rPr>
                <w:b/>
                <w:bCs/>
              </w:rPr>
              <w:t>33</w:t>
            </w:r>
          </w:p>
        </w:tc>
      </w:tr>
    </w:tbl>
    <w:p w14:paraId="7EB6F9D0" w14:textId="77777777" w:rsidR="0008266F" w:rsidRPr="00F73937" w:rsidRDefault="0008266F" w:rsidP="00657621">
      <w:pPr>
        <w:spacing w:line="240" w:lineRule="atLeast"/>
        <w:ind w:left="540" w:firstLine="90"/>
      </w:pPr>
    </w:p>
    <w:p w14:paraId="3C07E61B" w14:textId="077F6053" w:rsidR="00F26E92" w:rsidRDefault="00F26E92" w:rsidP="007A40AA">
      <w:pPr>
        <w:spacing w:line="240" w:lineRule="atLeast"/>
        <w:ind w:left="540"/>
        <w:rPr>
          <w:spacing w:val="-2"/>
        </w:rPr>
      </w:pPr>
      <w:r w:rsidRPr="00F73937">
        <w:rPr>
          <w:spacing w:val="-2"/>
        </w:rPr>
        <w:t>*Net of unearned interest income, collateral and undue value added tax</w:t>
      </w:r>
    </w:p>
    <w:p w14:paraId="3C9EFA43" w14:textId="6CF3468E" w:rsidR="00B83655" w:rsidRDefault="00B83655" w:rsidP="007A40AA">
      <w:pPr>
        <w:spacing w:line="240" w:lineRule="atLeast"/>
        <w:ind w:left="540"/>
      </w:pPr>
    </w:p>
    <w:p w14:paraId="4BE6B4D0" w14:textId="7149EA59" w:rsidR="002F3880" w:rsidRDefault="002F3880" w:rsidP="007A40AA">
      <w:pPr>
        <w:spacing w:line="240" w:lineRule="atLeast"/>
        <w:ind w:left="540"/>
      </w:pPr>
    </w:p>
    <w:p w14:paraId="3BB05EE7" w14:textId="7835A672" w:rsidR="005D619C" w:rsidRDefault="005D619C" w:rsidP="007A40AA">
      <w:pPr>
        <w:spacing w:line="240" w:lineRule="atLeast"/>
        <w:ind w:left="540"/>
      </w:pPr>
    </w:p>
    <w:p w14:paraId="3D3F5E26" w14:textId="77777777" w:rsidR="005D619C" w:rsidRDefault="005D619C" w:rsidP="007A40AA">
      <w:pPr>
        <w:spacing w:line="240" w:lineRule="atLeast"/>
        <w:ind w:left="540"/>
      </w:pPr>
    </w:p>
    <w:p w14:paraId="3C57C9A4" w14:textId="77777777" w:rsidR="002F3880" w:rsidRPr="00F73937" w:rsidRDefault="002F3880" w:rsidP="007A40AA">
      <w:pPr>
        <w:spacing w:line="240" w:lineRule="atLeast"/>
        <w:ind w:left="54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025C3B" w:rsidRPr="00F73937" w14:paraId="10DEF7EA" w14:textId="77777777" w:rsidTr="001E52EF">
        <w:trPr>
          <w:cantSplit/>
        </w:trPr>
        <w:tc>
          <w:tcPr>
            <w:tcW w:w="3960" w:type="dxa"/>
          </w:tcPr>
          <w:p w14:paraId="132653EC" w14:textId="77777777" w:rsidR="00025C3B" w:rsidRPr="00F73937" w:rsidRDefault="00025C3B" w:rsidP="00025C3B">
            <w:pPr>
              <w:spacing w:line="240" w:lineRule="atLeast"/>
              <w:rPr>
                <w:i/>
                <w:iCs/>
              </w:rPr>
            </w:pPr>
          </w:p>
        </w:tc>
        <w:tc>
          <w:tcPr>
            <w:tcW w:w="5220" w:type="dxa"/>
            <w:gridSpan w:val="5"/>
            <w:shd w:val="clear" w:color="auto" w:fill="auto"/>
          </w:tcPr>
          <w:p w14:paraId="0CD98C10" w14:textId="0D136EBA" w:rsidR="00025C3B" w:rsidRPr="00F73937" w:rsidRDefault="00025C3B" w:rsidP="00025C3B">
            <w:pPr>
              <w:autoSpaceDE w:val="0"/>
              <w:autoSpaceDN w:val="0"/>
              <w:adjustRightInd w:val="0"/>
              <w:jc w:val="center"/>
            </w:pPr>
            <w:r w:rsidRPr="00F73937">
              <w:rPr>
                <w:b/>
                <w:bCs/>
                <w:lang w:val="en-GB"/>
              </w:rPr>
              <w:t>Separate financial statements</w:t>
            </w:r>
          </w:p>
        </w:tc>
      </w:tr>
      <w:tr w:rsidR="00025C3B" w:rsidRPr="00F73937" w14:paraId="4A0524F7" w14:textId="77777777" w:rsidTr="001E52EF">
        <w:trPr>
          <w:cantSplit/>
        </w:trPr>
        <w:tc>
          <w:tcPr>
            <w:tcW w:w="3960" w:type="dxa"/>
          </w:tcPr>
          <w:p w14:paraId="50C20B91" w14:textId="77777777" w:rsidR="00025C3B" w:rsidRPr="00F73937" w:rsidRDefault="00025C3B" w:rsidP="00025C3B">
            <w:pPr>
              <w:spacing w:line="240" w:lineRule="atLeast"/>
              <w:rPr>
                <w:i/>
                <w:iCs/>
              </w:rPr>
            </w:pPr>
          </w:p>
          <w:p w14:paraId="7ABA02BF" w14:textId="77777777" w:rsidR="00025C3B" w:rsidRPr="00F73937" w:rsidRDefault="00025C3B" w:rsidP="00025C3B">
            <w:pPr>
              <w:spacing w:line="240" w:lineRule="atLeast"/>
              <w:rPr>
                <w:rFonts w:cs="Cordia New"/>
                <w:b/>
                <w:bCs/>
                <w:i/>
                <w:iCs/>
              </w:rPr>
            </w:pPr>
          </w:p>
          <w:p w14:paraId="4D086042" w14:textId="77777777" w:rsidR="00025C3B" w:rsidRPr="00F73937" w:rsidRDefault="00025C3B" w:rsidP="00025C3B">
            <w:pPr>
              <w:spacing w:line="240" w:lineRule="atLeast"/>
              <w:rPr>
                <w:rFonts w:cs="Cordia New"/>
                <w:b/>
                <w:bCs/>
                <w:i/>
                <w:iCs/>
              </w:rPr>
            </w:pPr>
          </w:p>
          <w:p w14:paraId="55619C04" w14:textId="77777777" w:rsidR="00025C3B" w:rsidRPr="00F73937" w:rsidRDefault="00025C3B" w:rsidP="00025C3B">
            <w:pPr>
              <w:spacing w:line="240" w:lineRule="atLeast"/>
              <w:rPr>
                <w:rFonts w:cs="Cordia New"/>
                <w:b/>
                <w:bCs/>
                <w:i/>
                <w:iCs/>
              </w:rPr>
            </w:pPr>
          </w:p>
          <w:p w14:paraId="1CAB2FB4" w14:textId="77777777" w:rsidR="00025C3B" w:rsidRPr="00F73937" w:rsidRDefault="00025C3B" w:rsidP="00025C3B">
            <w:pPr>
              <w:spacing w:line="240" w:lineRule="atLeast"/>
              <w:rPr>
                <w:rFonts w:cs="Cordia New"/>
                <w:b/>
                <w:bCs/>
                <w:i/>
                <w:iCs/>
              </w:rPr>
            </w:pPr>
          </w:p>
        </w:tc>
        <w:tc>
          <w:tcPr>
            <w:tcW w:w="1620" w:type="dxa"/>
            <w:shd w:val="clear" w:color="auto" w:fill="auto"/>
          </w:tcPr>
          <w:p w14:paraId="547C13D1" w14:textId="7B10A56D" w:rsidR="00025C3B" w:rsidRPr="00F73937" w:rsidRDefault="00025C3B" w:rsidP="00025C3B">
            <w:pPr>
              <w:pStyle w:val="acctmergecolhdg"/>
              <w:spacing w:line="240" w:lineRule="atLeast"/>
              <w:ind w:left="-169" w:right="-142"/>
              <w:rPr>
                <w:b w:val="0"/>
                <w:bCs/>
              </w:rPr>
            </w:pPr>
            <w:r w:rsidRPr="00F73937">
              <w:rPr>
                <w:b w:val="0"/>
                <w:bCs/>
              </w:rPr>
              <w:t>Installment accounts receivable - net of unearned interest income</w:t>
            </w:r>
          </w:p>
        </w:tc>
        <w:tc>
          <w:tcPr>
            <w:tcW w:w="270" w:type="dxa"/>
          </w:tcPr>
          <w:p w14:paraId="37110C79" w14:textId="77777777" w:rsidR="00025C3B" w:rsidRPr="00F73937" w:rsidRDefault="00025C3B" w:rsidP="00025C3B">
            <w:pPr>
              <w:pStyle w:val="acctmergecolhdg"/>
              <w:spacing w:line="240" w:lineRule="atLeast"/>
              <w:ind w:left="-169" w:right="-142"/>
              <w:rPr>
                <w:b w:val="0"/>
                <w:bCs/>
              </w:rPr>
            </w:pPr>
          </w:p>
        </w:tc>
        <w:tc>
          <w:tcPr>
            <w:tcW w:w="1620" w:type="dxa"/>
          </w:tcPr>
          <w:p w14:paraId="52C18A53" w14:textId="77777777" w:rsidR="00025C3B" w:rsidRPr="00F73937" w:rsidRDefault="00025C3B" w:rsidP="00025C3B">
            <w:pPr>
              <w:autoSpaceDE w:val="0"/>
              <w:autoSpaceDN w:val="0"/>
              <w:adjustRightInd w:val="0"/>
              <w:jc w:val="center"/>
            </w:pPr>
            <w:r w:rsidRPr="00F73937">
              <w:t>Net receivables</w:t>
            </w:r>
          </w:p>
          <w:p w14:paraId="65E47402" w14:textId="77777777" w:rsidR="00025C3B" w:rsidRPr="00F73937" w:rsidRDefault="00025C3B" w:rsidP="00025C3B">
            <w:pPr>
              <w:autoSpaceDE w:val="0"/>
              <w:autoSpaceDN w:val="0"/>
              <w:adjustRightInd w:val="0"/>
              <w:ind w:left="-99" w:right="-135"/>
              <w:jc w:val="center"/>
            </w:pPr>
            <w:r w:rsidRPr="00F73937">
              <w:t>for setting up</w:t>
            </w:r>
          </w:p>
          <w:p w14:paraId="0843531C" w14:textId="77777777" w:rsidR="00025C3B" w:rsidRPr="00F73937" w:rsidRDefault="00025C3B" w:rsidP="00025C3B">
            <w:pPr>
              <w:pStyle w:val="acctmergecolhdg"/>
              <w:spacing w:line="240" w:lineRule="atLeast"/>
              <w:ind w:left="-169" w:right="-142"/>
              <w:rPr>
                <w:b w:val="0"/>
              </w:rPr>
            </w:pPr>
            <w:r w:rsidRPr="00F73937">
              <w:rPr>
                <w:b w:val="0"/>
              </w:rPr>
              <w:t>allowance for</w:t>
            </w:r>
          </w:p>
          <w:p w14:paraId="19D81F9B" w14:textId="77777777" w:rsidR="00025C3B" w:rsidRPr="00F73937" w:rsidRDefault="00025C3B" w:rsidP="00025C3B">
            <w:pPr>
              <w:pStyle w:val="acctmergecolhdg"/>
              <w:spacing w:line="240" w:lineRule="atLeast"/>
              <w:ind w:left="-169" w:right="-142"/>
              <w:rPr>
                <w:b w:val="0"/>
              </w:rPr>
            </w:pPr>
            <w:r w:rsidRPr="00F73937">
              <w:rPr>
                <w:b w:val="0"/>
              </w:rPr>
              <w:t>expected</w:t>
            </w:r>
          </w:p>
          <w:p w14:paraId="78C21069" w14:textId="13414D43" w:rsidR="00025C3B" w:rsidRPr="00F73937" w:rsidRDefault="00025C3B" w:rsidP="00025C3B">
            <w:pPr>
              <w:pStyle w:val="acctmergecolhdg"/>
              <w:spacing w:line="240" w:lineRule="atLeast"/>
              <w:ind w:left="-169" w:right="-142"/>
              <w:rPr>
                <w:b w:val="0"/>
              </w:rPr>
            </w:pPr>
            <w:r w:rsidRPr="00F73937">
              <w:rPr>
                <w:b w:val="0"/>
              </w:rPr>
              <w:t>credit loss*</w:t>
            </w:r>
          </w:p>
        </w:tc>
        <w:tc>
          <w:tcPr>
            <w:tcW w:w="270" w:type="dxa"/>
          </w:tcPr>
          <w:p w14:paraId="47FC75F1" w14:textId="77777777" w:rsidR="00025C3B" w:rsidRPr="00F73937" w:rsidRDefault="00025C3B" w:rsidP="00025C3B">
            <w:pPr>
              <w:pStyle w:val="acctmergecolhdg"/>
              <w:spacing w:line="240" w:lineRule="atLeast"/>
              <w:ind w:left="-169" w:right="-142"/>
              <w:rPr>
                <w:b w:val="0"/>
                <w:bCs/>
              </w:rPr>
            </w:pPr>
          </w:p>
        </w:tc>
        <w:tc>
          <w:tcPr>
            <w:tcW w:w="1440" w:type="dxa"/>
            <w:vAlign w:val="bottom"/>
          </w:tcPr>
          <w:p w14:paraId="18846E25" w14:textId="77777777" w:rsidR="00025C3B" w:rsidRPr="00F73937" w:rsidRDefault="00025C3B" w:rsidP="00025C3B">
            <w:pPr>
              <w:autoSpaceDE w:val="0"/>
              <w:autoSpaceDN w:val="0"/>
              <w:adjustRightInd w:val="0"/>
              <w:jc w:val="center"/>
            </w:pPr>
            <w:r w:rsidRPr="00F73937">
              <w:t>Allowance</w:t>
            </w:r>
          </w:p>
          <w:p w14:paraId="2B824494" w14:textId="77777777" w:rsidR="00025C3B" w:rsidRPr="00F73937" w:rsidRDefault="00025C3B" w:rsidP="00025C3B">
            <w:pPr>
              <w:autoSpaceDE w:val="0"/>
              <w:autoSpaceDN w:val="0"/>
              <w:adjustRightInd w:val="0"/>
              <w:jc w:val="center"/>
            </w:pPr>
            <w:r w:rsidRPr="00F73937">
              <w:t>for expected</w:t>
            </w:r>
          </w:p>
          <w:p w14:paraId="6E5B9236" w14:textId="3F8DB204" w:rsidR="00025C3B" w:rsidRPr="00F73937" w:rsidRDefault="00025C3B" w:rsidP="00025C3B">
            <w:pPr>
              <w:pStyle w:val="BodyText"/>
              <w:spacing w:after="0" w:line="240" w:lineRule="atLeast"/>
              <w:ind w:left="-108" w:right="-110"/>
              <w:jc w:val="center"/>
              <w:rPr>
                <w:lang w:val="en-GB"/>
              </w:rPr>
            </w:pPr>
            <w:r w:rsidRPr="00F73937">
              <w:rPr>
                <w:lang w:val="en-US"/>
              </w:rPr>
              <w:t>credit loss</w:t>
            </w:r>
          </w:p>
        </w:tc>
      </w:tr>
      <w:tr w:rsidR="00025C3B" w:rsidRPr="00F73937" w14:paraId="34FFB457" w14:textId="77777777" w:rsidTr="001E52EF">
        <w:trPr>
          <w:cantSplit/>
        </w:trPr>
        <w:tc>
          <w:tcPr>
            <w:tcW w:w="3960" w:type="dxa"/>
          </w:tcPr>
          <w:p w14:paraId="4268019B" w14:textId="77777777" w:rsidR="00025C3B" w:rsidRPr="00F73937" w:rsidRDefault="00025C3B" w:rsidP="0029532D">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75BB7EE3" w14:textId="2175DB2A" w:rsidR="00025C3B" w:rsidRPr="00F73937" w:rsidRDefault="00025C3B" w:rsidP="0029532D">
            <w:pPr>
              <w:tabs>
                <w:tab w:val="decimal" w:pos="-130"/>
              </w:tabs>
              <w:spacing w:line="240" w:lineRule="atLeast"/>
              <w:ind w:left="-130" w:right="-108"/>
              <w:jc w:val="center"/>
              <w:rPr>
                <w:i/>
                <w:iCs/>
              </w:rPr>
            </w:pPr>
            <w:r w:rsidRPr="00F73937">
              <w:rPr>
                <w:i/>
                <w:iCs/>
              </w:rPr>
              <w:t>(in thousand Baht)</w:t>
            </w:r>
          </w:p>
        </w:tc>
      </w:tr>
      <w:tr w:rsidR="00025C3B" w:rsidRPr="00F73937" w14:paraId="2CD4C1B7" w14:textId="77777777" w:rsidTr="00B97136">
        <w:trPr>
          <w:cantSplit/>
        </w:trPr>
        <w:tc>
          <w:tcPr>
            <w:tcW w:w="7470" w:type="dxa"/>
            <w:gridSpan w:val="4"/>
          </w:tcPr>
          <w:p w14:paraId="50B63A68" w14:textId="77777777" w:rsidR="00025C3B" w:rsidRPr="00F73937" w:rsidRDefault="00025C3B" w:rsidP="0029532D">
            <w:pPr>
              <w:tabs>
                <w:tab w:val="left" w:pos="250"/>
              </w:tabs>
              <w:spacing w:line="240" w:lineRule="atLeast"/>
              <w:ind w:right="-124"/>
              <w:rPr>
                <w:rFonts w:cs="Angsana New"/>
              </w:rPr>
            </w:pPr>
            <w:r w:rsidRPr="00F73937">
              <w:rPr>
                <w:rFonts w:cs="Angsana New"/>
              </w:rPr>
              <w:t>2) Rescheduled installment receivables</w:t>
            </w:r>
          </w:p>
        </w:tc>
        <w:tc>
          <w:tcPr>
            <w:tcW w:w="270" w:type="dxa"/>
          </w:tcPr>
          <w:p w14:paraId="79EB8896" w14:textId="77777777" w:rsidR="00025C3B" w:rsidRPr="00F73937" w:rsidRDefault="00025C3B" w:rsidP="0029532D">
            <w:pPr>
              <w:tabs>
                <w:tab w:val="decimal" w:pos="1179"/>
              </w:tabs>
              <w:spacing w:line="240" w:lineRule="atLeast"/>
              <w:ind w:left="-108" w:right="-124"/>
            </w:pPr>
          </w:p>
        </w:tc>
        <w:tc>
          <w:tcPr>
            <w:tcW w:w="1440" w:type="dxa"/>
          </w:tcPr>
          <w:p w14:paraId="31D3FE6F" w14:textId="77777777" w:rsidR="00025C3B" w:rsidRPr="00F73937" w:rsidRDefault="00025C3B" w:rsidP="0029532D">
            <w:pPr>
              <w:tabs>
                <w:tab w:val="decimal" w:pos="1242"/>
              </w:tabs>
              <w:spacing w:line="240" w:lineRule="atLeast"/>
              <w:ind w:left="-108" w:right="-124"/>
            </w:pPr>
          </w:p>
        </w:tc>
      </w:tr>
      <w:tr w:rsidR="00025C3B" w:rsidRPr="00F73937" w14:paraId="62FDEDB2" w14:textId="77777777" w:rsidTr="00B97136">
        <w:trPr>
          <w:cantSplit/>
        </w:trPr>
        <w:tc>
          <w:tcPr>
            <w:tcW w:w="7470" w:type="dxa"/>
            <w:gridSpan w:val="4"/>
          </w:tcPr>
          <w:p w14:paraId="791857B4" w14:textId="77777777" w:rsidR="00025C3B" w:rsidRPr="00F73937" w:rsidRDefault="00025C3B" w:rsidP="0029532D">
            <w:pPr>
              <w:spacing w:line="240" w:lineRule="atLeast"/>
              <w:ind w:left="258" w:right="-124"/>
              <w:rPr>
                <w:rFonts w:cs="Angsana New"/>
                <w:i/>
                <w:iCs/>
              </w:rPr>
            </w:pPr>
            <w:r w:rsidRPr="00F73937">
              <w:rPr>
                <w:rFonts w:cs="Angsana New"/>
                <w:i/>
                <w:iCs/>
              </w:rPr>
              <w:t>Normal receivables</w:t>
            </w:r>
          </w:p>
        </w:tc>
        <w:tc>
          <w:tcPr>
            <w:tcW w:w="270" w:type="dxa"/>
          </w:tcPr>
          <w:p w14:paraId="35E98682" w14:textId="77777777" w:rsidR="00025C3B" w:rsidRPr="00F73937" w:rsidRDefault="00025C3B" w:rsidP="0029532D">
            <w:pPr>
              <w:tabs>
                <w:tab w:val="decimal" w:pos="1179"/>
              </w:tabs>
              <w:spacing w:line="240" w:lineRule="atLeast"/>
              <w:ind w:left="-108" w:right="-124"/>
            </w:pPr>
          </w:p>
        </w:tc>
        <w:tc>
          <w:tcPr>
            <w:tcW w:w="1440" w:type="dxa"/>
          </w:tcPr>
          <w:p w14:paraId="7B576656" w14:textId="77777777" w:rsidR="00025C3B" w:rsidRPr="00F73937" w:rsidRDefault="00025C3B" w:rsidP="0029532D">
            <w:pPr>
              <w:tabs>
                <w:tab w:val="decimal" w:pos="1242"/>
              </w:tabs>
              <w:spacing w:line="240" w:lineRule="atLeast"/>
              <w:ind w:left="-108" w:right="-124"/>
            </w:pPr>
          </w:p>
        </w:tc>
      </w:tr>
      <w:tr w:rsidR="00447BA4" w:rsidRPr="00F73937" w14:paraId="2BE09976" w14:textId="77777777" w:rsidTr="001E52EF">
        <w:trPr>
          <w:cantSplit/>
        </w:trPr>
        <w:tc>
          <w:tcPr>
            <w:tcW w:w="3960" w:type="dxa"/>
          </w:tcPr>
          <w:p w14:paraId="4294BAA1" w14:textId="77777777" w:rsidR="00447BA4" w:rsidRPr="00F73937" w:rsidRDefault="00447BA4" w:rsidP="00447BA4">
            <w:pPr>
              <w:spacing w:line="240" w:lineRule="atLeast"/>
              <w:ind w:left="258"/>
            </w:pPr>
            <w:r w:rsidRPr="00F73937">
              <w:t>Within credit terms</w:t>
            </w:r>
          </w:p>
        </w:tc>
        <w:tc>
          <w:tcPr>
            <w:tcW w:w="1620" w:type="dxa"/>
          </w:tcPr>
          <w:p w14:paraId="5EC87AB8" w14:textId="54125AE5" w:rsidR="00447BA4" w:rsidRPr="00F73937" w:rsidRDefault="00447BA4" w:rsidP="00447BA4">
            <w:pPr>
              <w:tabs>
                <w:tab w:val="left" w:pos="720"/>
              </w:tabs>
              <w:spacing w:line="240" w:lineRule="auto"/>
              <w:ind w:right="76"/>
              <w:jc w:val="right"/>
            </w:pPr>
            <w:r w:rsidRPr="0001774F">
              <w:t>28,103</w:t>
            </w:r>
          </w:p>
        </w:tc>
        <w:tc>
          <w:tcPr>
            <w:tcW w:w="270" w:type="dxa"/>
          </w:tcPr>
          <w:p w14:paraId="4C18C294" w14:textId="77777777" w:rsidR="00447BA4" w:rsidRPr="00F73937" w:rsidRDefault="00447BA4" w:rsidP="00447BA4">
            <w:pPr>
              <w:spacing w:line="240" w:lineRule="auto"/>
              <w:ind w:right="76"/>
              <w:jc w:val="both"/>
            </w:pPr>
          </w:p>
        </w:tc>
        <w:tc>
          <w:tcPr>
            <w:tcW w:w="1620" w:type="dxa"/>
          </w:tcPr>
          <w:p w14:paraId="6CED8A85" w14:textId="5F35E486" w:rsidR="00447BA4" w:rsidRPr="00F73937" w:rsidRDefault="00447BA4" w:rsidP="00447BA4">
            <w:pPr>
              <w:tabs>
                <w:tab w:val="left" w:pos="720"/>
              </w:tabs>
              <w:spacing w:line="240" w:lineRule="auto"/>
              <w:ind w:right="76"/>
              <w:jc w:val="right"/>
            </w:pPr>
            <w:r w:rsidRPr="0001774F">
              <w:t>18,781</w:t>
            </w:r>
          </w:p>
        </w:tc>
        <w:tc>
          <w:tcPr>
            <w:tcW w:w="270" w:type="dxa"/>
          </w:tcPr>
          <w:p w14:paraId="6FE7F997" w14:textId="77777777" w:rsidR="00447BA4" w:rsidRPr="00F73937" w:rsidRDefault="00447BA4" w:rsidP="00447BA4">
            <w:pPr>
              <w:spacing w:line="240" w:lineRule="auto"/>
              <w:jc w:val="both"/>
            </w:pPr>
          </w:p>
        </w:tc>
        <w:tc>
          <w:tcPr>
            <w:tcW w:w="1440" w:type="dxa"/>
          </w:tcPr>
          <w:p w14:paraId="294DE1EA" w14:textId="318CC0A6" w:rsidR="00447BA4" w:rsidRPr="00F73937" w:rsidRDefault="00447BA4" w:rsidP="00447BA4">
            <w:pPr>
              <w:tabs>
                <w:tab w:val="left" w:pos="720"/>
              </w:tabs>
              <w:spacing w:line="240" w:lineRule="auto"/>
              <w:ind w:right="76"/>
              <w:jc w:val="right"/>
            </w:pPr>
            <w:r w:rsidRPr="0001774F">
              <w:t>563</w:t>
            </w:r>
          </w:p>
        </w:tc>
      </w:tr>
      <w:tr w:rsidR="00025C3B" w:rsidRPr="00F73937" w14:paraId="03B2C65C" w14:textId="77777777" w:rsidTr="001E52EF">
        <w:trPr>
          <w:cantSplit/>
        </w:trPr>
        <w:tc>
          <w:tcPr>
            <w:tcW w:w="3960" w:type="dxa"/>
          </w:tcPr>
          <w:p w14:paraId="626C1A55" w14:textId="77777777" w:rsidR="00025C3B" w:rsidRPr="00F73937" w:rsidRDefault="00025C3B" w:rsidP="0029532D">
            <w:pPr>
              <w:spacing w:line="240" w:lineRule="atLeast"/>
              <w:ind w:left="258"/>
            </w:pPr>
            <w:r w:rsidRPr="00F73937">
              <w:t>Overdue:</w:t>
            </w:r>
          </w:p>
        </w:tc>
        <w:tc>
          <w:tcPr>
            <w:tcW w:w="1620" w:type="dxa"/>
          </w:tcPr>
          <w:p w14:paraId="683B203E" w14:textId="77777777" w:rsidR="00025C3B" w:rsidRPr="00F73937" w:rsidRDefault="00025C3B" w:rsidP="0029532D">
            <w:pPr>
              <w:tabs>
                <w:tab w:val="left" w:pos="720"/>
              </w:tabs>
              <w:spacing w:line="240" w:lineRule="auto"/>
              <w:ind w:right="76"/>
              <w:jc w:val="right"/>
            </w:pPr>
          </w:p>
        </w:tc>
        <w:tc>
          <w:tcPr>
            <w:tcW w:w="270" w:type="dxa"/>
          </w:tcPr>
          <w:p w14:paraId="3F50E3E8" w14:textId="77777777" w:rsidR="00025C3B" w:rsidRPr="00F73937" w:rsidRDefault="00025C3B" w:rsidP="0029532D">
            <w:pPr>
              <w:spacing w:line="240" w:lineRule="auto"/>
              <w:ind w:right="76"/>
              <w:jc w:val="both"/>
            </w:pPr>
          </w:p>
        </w:tc>
        <w:tc>
          <w:tcPr>
            <w:tcW w:w="1620" w:type="dxa"/>
          </w:tcPr>
          <w:p w14:paraId="1D441F03" w14:textId="77777777" w:rsidR="00025C3B" w:rsidRPr="00F73937" w:rsidRDefault="00025C3B" w:rsidP="0029532D">
            <w:pPr>
              <w:tabs>
                <w:tab w:val="left" w:pos="720"/>
              </w:tabs>
              <w:spacing w:line="240" w:lineRule="auto"/>
              <w:ind w:right="76"/>
              <w:jc w:val="right"/>
            </w:pPr>
          </w:p>
        </w:tc>
        <w:tc>
          <w:tcPr>
            <w:tcW w:w="270" w:type="dxa"/>
          </w:tcPr>
          <w:p w14:paraId="596686DC" w14:textId="77777777" w:rsidR="00025C3B" w:rsidRPr="00F73937" w:rsidRDefault="00025C3B" w:rsidP="0029532D">
            <w:pPr>
              <w:spacing w:line="240" w:lineRule="auto"/>
              <w:jc w:val="both"/>
            </w:pPr>
          </w:p>
        </w:tc>
        <w:tc>
          <w:tcPr>
            <w:tcW w:w="1440" w:type="dxa"/>
          </w:tcPr>
          <w:p w14:paraId="6FB812B6" w14:textId="77777777" w:rsidR="00025C3B" w:rsidRPr="00F73937" w:rsidRDefault="00025C3B" w:rsidP="0029532D">
            <w:pPr>
              <w:tabs>
                <w:tab w:val="left" w:pos="720"/>
              </w:tabs>
              <w:spacing w:line="240" w:lineRule="auto"/>
              <w:ind w:right="76"/>
              <w:jc w:val="right"/>
            </w:pPr>
          </w:p>
        </w:tc>
      </w:tr>
      <w:tr w:rsidR="00241ADE" w:rsidRPr="00F73937" w14:paraId="693D104B" w14:textId="77777777" w:rsidTr="001E52EF">
        <w:trPr>
          <w:cantSplit/>
        </w:trPr>
        <w:tc>
          <w:tcPr>
            <w:tcW w:w="3960" w:type="dxa"/>
          </w:tcPr>
          <w:p w14:paraId="7C705CCF" w14:textId="77777777" w:rsidR="00241ADE" w:rsidRPr="00F73937" w:rsidRDefault="00241ADE" w:rsidP="00241ADE">
            <w:pPr>
              <w:spacing w:line="240" w:lineRule="atLeast"/>
              <w:ind w:left="258"/>
            </w:pPr>
            <w:r w:rsidRPr="00F73937">
              <w:t xml:space="preserve">    Less than 3 months</w:t>
            </w:r>
          </w:p>
        </w:tc>
        <w:tc>
          <w:tcPr>
            <w:tcW w:w="1620" w:type="dxa"/>
          </w:tcPr>
          <w:p w14:paraId="7DA56389" w14:textId="462E3AAC" w:rsidR="00241ADE" w:rsidRPr="00F73937" w:rsidRDefault="00241ADE" w:rsidP="00241ADE">
            <w:pPr>
              <w:tabs>
                <w:tab w:val="left" w:pos="720"/>
              </w:tabs>
              <w:spacing w:line="240" w:lineRule="auto"/>
              <w:ind w:right="76"/>
              <w:jc w:val="right"/>
            </w:pPr>
            <w:r w:rsidRPr="00226492">
              <w:t>9,438</w:t>
            </w:r>
          </w:p>
        </w:tc>
        <w:tc>
          <w:tcPr>
            <w:tcW w:w="270" w:type="dxa"/>
          </w:tcPr>
          <w:p w14:paraId="4CE8862A" w14:textId="77777777" w:rsidR="00241ADE" w:rsidRPr="00F73937" w:rsidRDefault="00241ADE" w:rsidP="00241ADE">
            <w:pPr>
              <w:spacing w:line="240" w:lineRule="auto"/>
              <w:ind w:right="76"/>
              <w:jc w:val="both"/>
            </w:pPr>
          </w:p>
        </w:tc>
        <w:tc>
          <w:tcPr>
            <w:tcW w:w="1620" w:type="dxa"/>
          </w:tcPr>
          <w:p w14:paraId="0F6FDBCB" w14:textId="352A09E3" w:rsidR="00241ADE" w:rsidRPr="00F73937" w:rsidRDefault="00241ADE" w:rsidP="00241ADE">
            <w:pPr>
              <w:tabs>
                <w:tab w:val="left" w:pos="720"/>
              </w:tabs>
              <w:spacing w:line="240" w:lineRule="auto"/>
              <w:ind w:right="76"/>
              <w:jc w:val="right"/>
            </w:pPr>
            <w:r w:rsidRPr="00226492">
              <w:t>6,525</w:t>
            </w:r>
          </w:p>
        </w:tc>
        <w:tc>
          <w:tcPr>
            <w:tcW w:w="270" w:type="dxa"/>
          </w:tcPr>
          <w:p w14:paraId="514FA8C0" w14:textId="77777777" w:rsidR="00241ADE" w:rsidRPr="00F73937" w:rsidRDefault="00241ADE" w:rsidP="00241ADE">
            <w:pPr>
              <w:spacing w:line="240" w:lineRule="auto"/>
              <w:jc w:val="both"/>
            </w:pPr>
          </w:p>
        </w:tc>
        <w:tc>
          <w:tcPr>
            <w:tcW w:w="1440" w:type="dxa"/>
          </w:tcPr>
          <w:p w14:paraId="01104BEA" w14:textId="6A272222" w:rsidR="00241ADE" w:rsidRPr="00F73937" w:rsidRDefault="00241ADE" w:rsidP="00241ADE">
            <w:pPr>
              <w:tabs>
                <w:tab w:val="left" w:pos="720"/>
              </w:tabs>
              <w:spacing w:line="240" w:lineRule="auto"/>
              <w:ind w:right="76"/>
              <w:jc w:val="right"/>
            </w:pPr>
            <w:r w:rsidRPr="00226492">
              <w:t>653</w:t>
            </w:r>
          </w:p>
        </w:tc>
      </w:tr>
      <w:tr w:rsidR="00241ADE" w:rsidRPr="00F73937" w14:paraId="011F6E20" w14:textId="77777777" w:rsidTr="001E52EF">
        <w:trPr>
          <w:cantSplit/>
        </w:trPr>
        <w:tc>
          <w:tcPr>
            <w:tcW w:w="3960" w:type="dxa"/>
          </w:tcPr>
          <w:p w14:paraId="66A7079A" w14:textId="77777777" w:rsidR="00241ADE" w:rsidRPr="00F73937" w:rsidRDefault="00241ADE" w:rsidP="00241ADE">
            <w:pPr>
              <w:spacing w:line="240" w:lineRule="atLeast"/>
              <w:ind w:left="258" w:right="-108"/>
            </w:pPr>
            <w:r w:rsidRPr="00F73937">
              <w:t xml:space="preserve">    3 - 6 months</w:t>
            </w:r>
          </w:p>
        </w:tc>
        <w:tc>
          <w:tcPr>
            <w:tcW w:w="1620" w:type="dxa"/>
          </w:tcPr>
          <w:p w14:paraId="30DB9C00" w14:textId="36333BA5" w:rsidR="00241ADE" w:rsidRPr="00F73937" w:rsidRDefault="00241ADE" w:rsidP="00241ADE">
            <w:pPr>
              <w:tabs>
                <w:tab w:val="left" w:pos="720"/>
              </w:tabs>
              <w:spacing w:line="240" w:lineRule="auto"/>
              <w:ind w:right="76"/>
              <w:jc w:val="right"/>
            </w:pPr>
            <w:r w:rsidRPr="00226492">
              <w:t>307</w:t>
            </w:r>
          </w:p>
        </w:tc>
        <w:tc>
          <w:tcPr>
            <w:tcW w:w="270" w:type="dxa"/>
          </w:tcPr>
          <w:p w14:paraId="73FC8BE8" w14:textId="77777777" w:rsidR="00241ADE" w:rsidRPr="00F73937" w:rsidRDefault="00241ADE" w:rsidP="00241ADE">
            <w:pPr>
              <w:spacing w:line="240" w:lineRule="auto"/>
              <w:ind w:right="76"/>
              <w:jc w:val="both"/>
            </w:pPr>
          </w:p>
        </w:tc>
        <w:tc>
          <w:tcPr>
            <w:tcW w:w="1620" w:type="dxa"/>
          </w:tcPr>
          <w:p w14:paraId="3A90304D" w14:textId="706E8FB5" w:rsidR="00241ADE" w:rsidRPr="00F73937" w:rsidRDefault="00241ADE" w:rsidP="00241ADE">
            <w:pPr>
              <w:tabs>
                <w:tab w:val="left" w:pos="720"/>
              </w:tabs>
              <w:spacing w:line="240" w:lineRule="auto"/>
              <w:ind w:right="76"/>
              <w:jc w:val="right"/>
            </w:pPr>
            <w:r w:rsidRPr="00226492">
              <w:t>196</w:t>
            </w:r>
          </w:p>
        </w:tc>
        <w:tc>
          <w:tcPr>
            <w:tcW w:w="270" w:type="dxa"/>
          </w:tcPr>
          <w:p w14:paraId="4899DEE7" w14:textId="77777777" w:rsidR="00241ADE" w:rsidRPr="00F73937" w:rsidRDefault="00241ADE" w:rsidP="00241ADE">
            <w:pPr>
              <w:spacing w:line="240" w:lineRule="auto"/>
              <w:jc w:val="both"/>
            </w:pPr>
          </w:p>
        </w:tc>
        <w:tc>
          <w:tcPr>
            <w:tcW w:w="1440" w:type="dxa"/>
          </w:tcPr>
          <w:p w14:paraId="2B373CAC" w14:textId="0189F7BE" w:rsidR="00241ADE" w:rsidRPr="00F73937" w:rsidRDefault="00241ADE" w:rsidP="00241ADE">
            <w:pPr>
              <w:tabs>
                <w:tab w:val="left" w:pos="720"/>
              </w:tabs>
              <w:spacing w:line="240" w:lineRule="auto"/>
              <w:ind w:right="76"/>
              <w:jc w:val="right"/>
            </w:pPr>
            <w:r w:rsidRPr="00226492">
              <w:t>59</w:t>
            </w:r>
          </w:p>
        </w:tc>
      </w:tr>
      <w:tr w:rsidR="00241ADE" w:rsidRPr="00F73937" w14:paraId="707B0FBF" w14:textId="77777777" w:rsidTr="001E52EF">
        <w:trPr>
          <w:cantSplit/>
        </w:trPr>
        <w:tc>
          <w:tcPr>
            <w:tcW w:w="3960" w:type="dxa"/>
          </w:tcPr>
          <w:p w14:paraId="2DD07AB9" w14:textId="77777777" w:rsidR="00241ADE" w:rsidRPr="00F73937" w:rsidRDefault="00241ADE" w:rsidP="00241ADE">
            <w:pPr>
              <w:spacing w:line="240" w:lineRule="atLeast"/>
              <w:ind w:left="258" w:right="-108"/>
            </w:pPr>
            <w:r w:rsidRPr="00F73937">
              <w:t xml:space="preserve">    6 - 9 months</w:t>
            </w:r>
          </w:p>
        </w:tc>
        <w:tc>
          <w:tcPr>
            <w:tcW w:w="1620" w:type="dxa"/>
          </w:tcPr>
          <w:p w14:paraId="3200CE6C" w14:textId="6EACD249" w:rsidR="00241ADE" w:rsidRPr="00F73937" w:rsidRDefault="00241ADE" w:rsidP="00241ADE">
            <w:pPr>
              <w:tabs>
                <w:tab w:val="left" w:pos="720"/>
              </w:tabs>
              <w:spacing w:line="240" w:lineRule="auto"/>
              <w:ind w:right="76"/>
              <w:jc w:val="right"/>
            </w:pPr>
            <w:r w:rsidRPr="00226492">
              <w:t>194</w:t>
            </w:r>
          </w:p>
        </w:tc>
        <w:tc>
          <w:tcPr>
            <w:tcW w:w="270" w:type="dxa"/>
          </w:tcPr>
          <w:p w14:paraId="63FBC196" w14:textId="77777777" w:rsidR="00241ADE" w:rsidRPr="00F73937" w:rsidRDefault="00241ADE" w:rsidP="00241ADE">
            <w:pPr>
              <w:spacing w:line="240" w:lineRule="auto"/>
              <w:ind w:right="76"/>
              <w:jc w:val="both"/>
            </w:pPr>
          </w:p>
        </w:tc>
        <w:tc>
          <w:tcPr>
            <w:tcW w:w="1620" w:type="dxa"/>
          </w:tcPr>
          <w:p w14:paraId="4C3E9077" w14:textId="2696C223" w:rsidR="00241ADE" w:rsidRPr="00F73937" w:rsidRDefault="00241ADE" w:rsidP="00241ADE">
            <w:pPr>
              <w:tabs>
                <w:tab w:val="left" w:pos="720"/>
              </w:tabs>
              <w:spacing w:line="240" w:lineRule="auto"/>
              <w:ind w:right="76"/>
              <w:jc w:val="right"/>
            </w:pPr>
            <w:r w:rsidRPr="00226492">
              <w:t>134</w:t>
            </w:r>
          </w:p>
        </w:tc>
        <w:tc>
          <w:tcPr>
            <w:tcW w:w="270" w:type="dxa"/>
          </w:tcPr>
          <w:p w14:paraId="1738F5DB" w14:textId="77777777" w:rsidR="00241ADE" w:rsidRPr="00F73937" w:rsidRDefault="00241ADE" w:rsidP="00241ADE">
            <w:pPr>
              <w:spacing w:line="240" w:lineRule="auto"/>
              <w:jc w:val="both"/>
            </w:pPr>
          </w:p>
        </w:tc>
        <w:tc>
          <w:tcPr>
            <w:tcW w:w="1440" w:type="dxa"/>
          </w:tcPr>
          <w:p w14:paraId="4FBBBE29" w14:textId="73C11297" w:rsidR="00241ADE" w:rsidRPr="00F73937" w:rsidRDefault="00241ADE" w:rsidP="00241ADE">
            <w:pPr>
              <w:tabs>
                <w:tab w:val="left" w:pos="720"/>
              </w:tabs>
              <w:spacing w:line="240" w:lineRule="auto"/>
              <w:ind w:right="76"/>
              <w:jc w:val="right"/>
            </w:pPr>
            <w:r w:rsidRPr="00226492">
              <w:t>67</w:t>
            </w:r>
          </w:p>
        </w:tc>
      </w:tr>
      <w:tr w:rsidR="00241ADE" w:rsidRPr="00F73937" w14:paraId="0F105670" w14:textId="77777777" w:rsidTr="001E52EF">
        <w:trPr>
          <w:cantSplit/>
        </w:trPr>
        <w:tc>
          <w:tcPr>
            <w:tcW w:w="3960" w:type="dxa"/>
          </w:tcPr>
          <w:p w14:paraId="130FB1A6" w14:textId="77777777" w:rsidR="00241ADE" w:rsidRPr="00F73937" w:rsidRDefault="00241ADE" w:rsidP="00241ADE">
            <w:pPr>
              <w:spacing w:line="240" w:lineRule="atLeast"/>
              <w:ind w:left="258"/>
            </w:pPr>
            <w:r w:rsidRPr="00F73937">
              <w:t xml:space="preserve">    Over 12 months</w:t>
            </w:r>
          </w:p>
        </w:tc>
        <w:tc>
          <w:tcPr>
            <w:tcW w:w="1620" w:type="dxa"/>
          </w:tcPr>
          <w:p w14:paraId="5C1EF4A3" w14:textId="17C869C7" w:rsidR="00241ADE" w:rsidRPr="00F73937" w:rsidRDefault="00241ADE" w:rsidP="00241ADE">
            <w:pPr>
              <w:tabs>
                <w:tab w:val="left" w:pos="720"/>
              </w:tabs>
              <w:spacing w:line="240" w:lineRule="auto"/>
              <w:ind w:right="76"/>
              <w:jc w:val="right"/>
            </w:pPr>
            <w:r w:rsidRPr="00226492">
              <w:t>86</w:t>
            </w:r>
          </w:p>
        </w:tc>
        <w:tc>
          <w:tcPr>
            <w:tcW w:w="270" w:type="dxa"/>
          </w:tcPr>
          <w:p w14:paraId="2A9BE80F" w14:textId="77777777" w:rsidR="00241ADE" w:rsidRPr="00F73937" w:rsidRDefault="00241ADE" w:rsidP="00241ADE">
            <w:pPr>
              <w:spacing w:line="240" w:lineRule="auto"/>
              <w:ind w:right="76"/>
              <w:jc w:val="both"/>
            </w:pPr>
          </w:p>
        </w:tc>
        <w:tc>
          <w:tcPr>
            <w:tcW w:w="1620" w:type="dxa"/>
          </w:tcPr>
          <w:p w14:paraId="3A224EEE" w14:textId="44705FC3" w:rsidR="00241ADE" w:rsidRPr="00F73937" w:rsidRDefault="00241ADE" w:rsidP="00241ADE">
            <w:pPr>
              <w:tabs>
                <w:tab w:val="left" w:pos="720"/>
              </w:tabs>
              <w:spacing w:line="240" w:lineRule="auto"/>
              <w:ind w:right="76"/>
              <w:jc w:val="right"/>
            </w:pPr>
            <w:r w:rsidRPr="00226492">
              <w:t>83</w:t>
            </w:r>
          </w:p>
        </w:tc>
        <w:tc>
          <w:tcPr>
            <w:tcW w:w="270" w:type="dxa"/>
          </w:tcPr>
          <w:p w14:paraId="513AE53D" w14:textId="77777777" w:rsidR="00241ADE" w:rsidRPr="00F73937" w:rsidRDefault="00241ADE" w:rsidP="00241ADE">
            <w:pPr>
              <w:spacing w:line="240" w:lineRule="auto"/>
              <w:jc w:val="both"/>
            </w:pPr>
          </w:p>
        </w:tc>
        <w:tc>
          <w:tcPr>
            <w:tcW w:w="1440" w:type="dxa"/>
          </w:tcPr>
          <w:p w14:paraId="51DC64B5" w14:textId="4A7C1143" w:rsidR="00241ADE" w:rsidRPr="00F73937" w:rsidRDefault="00241ADE" w:rsidP="00241ADE">
            <w:pPr>
              <w:tabs>
                <w:tab w:val="left" w:pos="720"/>
              </w:tabs>
              <w:spacing w:line="240" w:lineRule="auto"/>
              <w:ind w:right="76"/>
              <w:jc w:val="right"/>
            </w:pPr>
            <w:r w:rsidRPr="00226492">
              <w:t>83</w:t>
            </w:r>
          </w:p>
        </w:tc>
      </w:tr>
      <w:tr w:rsidR="0029212B" w:rsidRPr="00F73937" w14:paraId="4CEE1711" w14:textId="77777777" w:rsidTr="001E52EF">
        <w:trPr>
          <w:cantSplit/>
        </w:trPr>
        <w:tc>
          <w:tcPr>
            <w:tcW w:w="3960" w:type="dxa"/>
            <w:vAlign w:val="bottom"/>
          </w:tcPr>
          <w:p w14:paraId="00D0C2A2" w14:textId="77777777" w:rsidR="0029212B" w:rsidRPr="00F73937" w:rsidRDefault="0029212B" w:rsidP="0029212B">
            <w:pPr>
              <w:ind w:right="-383" w:hanging="262"/>
              <w:rPr>
                <w:rFonts w:cs="Tahoma"/>
                <w:i/>
                <w:iCs/>
              </w:rPr>
            </w:pPr>
          </w:p>
        </w:tc>
        <w:tc>
          <w:tcPr>
            <w:tcW w:w="1620" w:type="dxa"/>
            <w:tcBorders>
              <w:top w:val="single" w:sz="4" w:space="0" w:color="auto"/>
            </w:tcBorders>
            <w:shd w:val="clear" w:color="auto" w:fill="auto"/>
          </w:tcPr>
          <w:p w14:paraId="63C78050" w14:textId="02AE7310" w:rsidR="0029212B" w:rsidRPr="0029212B" w:rsidRDefault="0029212B" w:rsidP="0029212B">
            <w:pPr>
              <w:tabs>
                <w:tab w:val="left" w:pos="1527"/>
              </w:tabs>
              <w:spacing w:line="240" w:lineRule="auto"/>
              <w:ind w:right="76"/>
              <w:jc w:val="right"/>
              <w:rPr>
                <w:b/>
                <w:bCs/>
              </w:rPr>
            </w:pPr>
            <w:r w:rsidRPr="0029212B">
              <w:rPr>
                <w:b/>
                <w:bCs/>
              </w:rPr>
              <w:t>38,128</w:t>
            </w:r>
          </w:p>
        </w:tc>
        <w:tc>
          <w:tcPr>
            <w:tcW w:w="270" w:type="dxa"/>
          </w:tcPr>
          <w:p w14:paraId="7792777E" w14:textId="77777777" w:rsidR="0029212B" w:rsidRPr="0029212B" w:rsidRDefault="0029212B" w:rsidP="0029212B">
            <w:pPr>
              <w:spacing w:line="240" w:lineRule="auto"/>
              <w:ind w:right="76"/>
              <w:jc w:val="both"/>
              <w:rPr>
                <w:b/>
                <w:bCs/>
              </w:rPr>
            </w:pPr>
          </w:p>
        </w:tc>
        <w:tc>
          <w:tcPr>
            <w:tcW w:w="1620" w:type="dxa"/>
            <w:tcBorders>
              <w:top w:val="single" w:sz="4" w:space="0" w:color="auto"/>
            </w:tcBorders>
          </w:tcPr>
          <w:p w14:paraId="48FF20CC" w14:textId="7980D0DA" w:rsidR="0029212B" w:rsidRPr="0029212B" w:rsidRDefault="0029212B" w:rsidP="0029212B">
            <w:pPr>
              <w:tabs>
                <w:tab w:val="left" w:pos="720"/>
              </w:tabs>
              <w:spacing w:line="240" w:lineRule="auto"/>
              <w:ind w:right="76"/>
              <w:jc w:val="right"/>
              <w:rPr>
                <w:b/>
                <w:bCs/>
              </w:rPr>
            </w:pPr>
            <w:r w:rsidRPr="0029212B">
              <w:rPr>
                <w:b/>
                <w:bCs/>
              </w:rPr>
              <w:t>25,719</w:t>
            </w:r>
          </w:p>
        </w:tc>
        <w:tc>
          <w:tcPr>
            <w:tcW w:w="270" w:type="dxa"/>
          </w:tcPr>
          <w:p w14:paraId="7E9A0E0B" w14:textId="77777777" w:rsidR="0029212B" w:rsidRPr="0029212B" w:rsidRDefault="0029212B" w:rsidP="0029212B">
            <w:pPr>
              <w:spacing w:line="240" w:lineRule="auto"/>
              <w:jc w:val="both"/>
              <w:rPr>
                <w:b/>
                <w:bCs/>
              </w:rPr>
            </w:pPr>
          </w:p>
        </w:tc>
        <w:tc>
          <w:tcPr>
            <w:tcW w:w="1440" w:type="dxa"/>
            <w:tcBorders>
              <w:top w:val="single" w:sz="4" w:space="0" w:color="auto"/>
            </w:tcBorders>
          </w:tcPr>
          <w:p w14:paraId="422CD4D7" w14:textId="5DD92332" w:rsidR="0029212B" w:rsidRPr="0029212B" w:rsidRDefault="0029212B" w:rsidP="0029212B">
            <w:pPr>
              <w:tabs>
                <w:tab w:val="left" w:pos="720"/>
              </w:tabs>
              <w:spacing w:line="240" w:lineRule="auto"/>
              <w:ind w:right="76"/>
              <w:jc w:val="right"/>
              <w:rPr>
                <w:b/>
                <w:bCs/>
              </w:rPr>
            </w:pPr>
            <w:r w:rsidRPr="0029212B">
              <w:rPr>
                <w:b/>
                <w:bCs/>
              </w:rPr>
              <w:t>1,425</w:t>
            </w:r>
          </w:p>
        </w:tc>
      </w:tr>
      <w:tr w:rsidR="00025C3B" w:rsidRPr="00F73937" w14:paraId="0F057517" w14:textId="77777777" w:rsidTr="001E52EF">
        <w:trPr>
          <w:cantSplit/>
        </w:trPr>
        <w:tc>
          <w:tcPr>
            <w:tcW w:w="3960" w:type="dxa"/>
            <w:vAlign w:val="bottom"/>
          </w:tcPr>
          <w:p w14:paraId="12A5A63F" w14:textId="56198EF3" w:rsidR="00025C3B" w:rsidRPr="00F73937" w:rsidRDefault="00025C3B" w:rsidP="00B83655">
            <w:pPr>
              <w:spacing w:line="240" w:lineRule="atLeast"/>
              <w:ind w:left="520" w:hanging="270"/>
            </w:pPr>
            <w:r w:rsidRPr="00F73937">
              <w:rPr>
                <w:i/>
                <w:iCs/>
              </w:rPr>
              <w:t>Less</w:t>
            </w:r>
            <w:r w:rsidRPr="00F73937">
              <w:t xml:space="preserve"> undue value</w:t>
            </w:r>
            <w:r w:rsidR="00B83655">
              <w:t xml:space="preserve"> </w:t>
            </w:r>
            <w:r w:rsidRPr="00F73937">
              <w:t>added tax</w:t>
            </w:r>
          </w:p>
        </w:tc>
        <w:tc>
          <w:tcPr>
            <w:tcW w:w="1620" w:type="dxa"/>
            <w:tcBorders>
              <w:bottom w:val="single" w:sz="4" w:space="0" w:color="auto"/>
            </w:tcBorders>
            <w:shd w:val="clear" w:color="auto" w:fill="auto"/>
          </w:tcPr>
          <w:p w14:paraId="043535CF" w14:textId="507BB585" w:rsidR="006F26D9" w:rsidRPr="00F73937" w:rsidRDefault="006F26D9" w:rsidP="0029532D">
            <w:pPr>
              <w:tabs>
                <w:tab w:val="left" w:pos="720"/>
                <w:tab w:val="left" w:pos="1146"/>
                <w:tab w:val="center" w:pos="1410"/>
              </w:tabs>
              <w:spacing w:line="240" w:lineRule="auto"/>
              <w:jc w:val="right"/>
            </w:pPr>
            <w:r w:rsidRPr="006F26D9">
              <w:t>(3,012)</w:t>
            </w:r>
          </w:p>
        </w:tc>
        <w:tc>
          <w:tcPr>
            <w:tcW w:w="270" w:type="dxa"/>
          </w:tcPr>
          <w:p w14:paraId="085DE9CB" w14:textId="77777777" w:rsidR="00025C3B" w:rsidRPr="00F73937" w:rsidRDefault="00025C3B" w:rsidP="0029532D">
            <w:pPr>
              <w:spacing w:line="240" w:lineRule="auto"/>
              <w:ind w:right="76"/>
              <w:jc w:val="both"/>
            </w:pPr>
          </w:p>
        </w:tc>
        <w:tc>
          <w:tcPr>
            <w:tcW w:w="1620" w:type="dxa"/>
            <w:tcBorders>
              <w:bottom w:val="single" w:sz="4" w:space="0" w:color="auto"/>
            </w:tcBorders>
          </w:tcPr>
          <w:p w14:paraId="1FB59DE3" w14:textId="2C10C193" w:rsidR="006F26D9" w:rsidRPr="00B83655" w:rsidRDefault="006F26D9" w:rsidP="0029532D">
            <w:pPr>
              <w:tabs>
                <w:tab w:val="left" w:pos="720"/>
              </w:tabs>
              <w:spacing w:line="240" w:lineRule="auto"/>
              <w:ind w:right="342"/>
              <w:jc w:val="right"/>
            </w:pPr>
            <w:r w:rsidRPr="00B83655">
              <w:t>-</w:t>
            </w:r>
          </w:p>
        </w:tc>
        <w:tc>
          <w:tcPr>
            <w:tcW w:w="270" w:type="dxa"/>
          </w:tcPr>
          <w:p w14:paraId="1576D8FF" w14:textId="77777777" w:rsidR="00025C3B" w:rsidRPr="00B83655" w:rsidRDefault="00025C3B" w:rsidP="0029532D">
            <w:pPr>
              <w:spacing w:line="240" w:lineRule="auto"/>
              <w:jc w:val="both"/>
            </w:pPr>
          </w:p>
        </w:tc>
        <w:tc>
          <w:tcPr>
            <w:tcW w:w="1440" w:type="dxa"/>
            <w:tcBorders>
              <w:bottom w:val="single" w:sz="4" w:space="0" w:color="auto"/>
            </w:tcBorders>
          </w:tcPr>
          <w:p w14:paraId="6C36D7E6" w14:textId="28697F94" w:rsidR="006F26D9" w:rsidRPr="00B83655" w:rsidRDefault="006F26D9" w:rsidP="0029532D">
            <w:pPr>
              <w:tabs>
                <w:tab w:val="left" w:pos="369"/>
              </w:tabs>
              <w:spacing w:line="240" w:lineRule="auto"/>
              <w:ind w:left="-137" w:right="320"/>
              <w:jc w:val="right"/>
            </w:pPr>
            <w:r w:rsidRPr="00B83655">
              <w:t>-</w:t>
            </w:r>
          </w:p>
        </w:tc>
      </w:tr>
      <w:tr w:rsidR="00753B63" w:rsidRPr="00F73937" w14:paraId="4D9309D8" w14:textId="77777777" w:rsidTr="00392927">
        <w:trPr>
          <w:cantSplit/>
        </w:trPr>
        <w:tc>
          <w:tcPr>
            <w:tcW w:w="3960" w:type="dxa"/>
          </w:tcPr>
          <w:p w14:paraId="5F69A16F" w14:textId="77777777" w:rsidR="00753B63" w:rsidRPr="00F73937" w:rsidRDefault="00753B63" w:rsidP="00753B63">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7263145C" w14:textId="27EB5A55" w:rsidR="00753B63" w:rsidRPr="00753B63" w:rsidRDefault="00753B63" w:rsidP="00753B63">
            <w:pPr>
              <w:tabs>
                <w:tab w:val="left" w:pos="720"/>
              </w:tabs>
              <w:spacing w:line="240" w:lineRule="auto"/>
              <w:ind w:right="76"/>
              <w:jc w:val="right"/>
              <w:rPr>
                <w:b/>
                <w:bCs/>
              </w:rPr>
            </w:pPr>
            <w:r w:rsidRPr="00753B63">
              <w:rPr>
                <w:b/>
                <w:bCs/>
              </w:rPr>
              <w:t>35,116</w:t>
            </w:r>
          </w:p>
        </w:tc>
        <w:tc>
          <w:tcPr>
            <w:tcW w:w="270" w:type="dxa"/>
          </w:tcPr>
          <w:p w14:paraId="5E1102FC" w14:textId="77777777" w:rsidR="00753B63" w:rsidRPr="00753B63" w:rsidRDefault="00753B63" w:rsidP="00753B63">
            <w:pPr>
              <w:spacing w:line="240" w:lineRule="auto"/>
              <w:ind w:right="76"/>
              <w:jc w:val="both"/>
              <w:rPr>
                <w:b/>
                <w:bCs/>
              </w:rPr>
            </w:pPr>
          </w:p>
        </w:tc>
        <w:tc>
          <w:tcPr>
            <w:tcW w:w="1620" w:type="dxa"/>
            <w:tcBorders>
              <w:top w:val="single" w:sz="4" w:space="0" w:color="auto"/>
              <w:bottom w:val="single" w:sz="4" w:space="0" w:color="auto"/>
            </w:tcBorders>
          </w:tcPr>
          <w:p w14:paraId="4DAC573C" w14:textId="0AF52462" w:rsidR="00753B63" w:rsidRPr="00753B63" w:rsidRDefault="00753B63" w:rsidP="00753B63">
            <w:pPr>
              <w:tabs>
                <w:tab w:val="left" w:pos="720"/>
              </w:tabs>
              <w:spacing w:line="240" w:lineRule="auto"/>
              <w:ind w:right="76"/>
              <w:jc w:val="right"/>
              <w:rPr>
                <w:b/>
                <w:bCs/>
              </w:rPr>
            </w:pPr>
            <w:r w:rsidRPr="00753B63">
              <w:rPr>
                <w:b/>
                <w:bCs/>
              </w:rPr>
              <w:t>25,719</w:t>
            </w:r>
          </w:p>
        </w:tc>
        <w:tc>
          <w:tcPr>
            <w:tcW w:w="270" w:type="dxa"/>
          </w:tcPr>
          <w:p w14:paraId="679B82E5" w14:textId="77777777" w:rsidR="00753B63" w:rsidRPr="00753B63" w:rsidRDefault="00753B63" w:rsidP="00753B63">
            <w:pPr>
              <w:spacing w:line="240" w:lineRule="auto"/>
              <w:jc w:val="both"/>
              <w:rPr>
                <w:b/>
                <w:bCs/>
              </w:rPr>
            </w:pPr>
          </w:p>
        </w:tc>
        <w:tc>
          <w:tcPr>
            <w:tcW w:w="1440" w:type="dxa"/>
            <w:tcBorders>
              <w:top w:val="single" w:sz="4" w:space="0" w:color="auto"/>
              <w:bottom w:val="single" w:sz="4" w:space="0" w:color="auto"/>
            </w:tcBorders>
          </w:tcPr>
          <w:p w14:paraId="39CECCC9" w14:textId="79816B3C" w:rsidR="00753B63" w:rsidRPr="00753B63" w:rsidRDefault="00753B63" w:rsidP="00753B63">
            <w:pPr>
              <w:tabs>
                <w:tab w:val="left" w:pos="720"/>
              </w:tabs>
              <w:spacing w:line="240" w:lineRule="auto"/>
              <w:ind w:right="76"/>
              <w:jc w:val="right"/>
              <w:rPr>
                <w:b/>
                <w:bCs/>
              </w:rPr>
            </w:pPr>
            <w:r w:rsidRPr="00753B63">
              <w:rPr>
                <w:b/>
                <w:bCs/>
              </w:rPr>
              <w:t>1,425</w:t>
            </w:r>
          </w:p>
        </w:tc>
      </w:tr>
      <w:tr w:rsidR="00392927" w:rsidRPr="00F73937" w14:paraId="17E6E2D4" w14:textId="77777777" w:rsidTr="00392927">
        <w:trPr>
          <w:cantSplit/>
        </w:trPr>
        <w:tc>
          <w:tcPr>
            <w:tcW w:w="3960" w:type="dxa"/>
          </w:tcPr>
          <w:p w14:paraId="29118764" w14:textId="77777777" w:rsidR="00392927" w:rsidRPr="00F73937" w:rsidRDefault="00392927" w:rsidP="0029532D">
            <w:pPr>
              <w:spacing w:line="240" w:lineRule="atLeast"/>
              <w:ind w:firstLine="250"/>
              <w:rPr>
                <w:b/>
                <w:bCs/>
              </w:rPr>
            </w:pPr>
          </w:p>
        </w:tc>
        <w:tc>
          <w:tcPr>
            <w:tcW w:w="1620" w:type="dxa"/>
            <w:tcBorders>
              <w:top w:val="single" w:sz="4" w:space="0" w:color="auto"/>
            </w:tcBorders>
            <w:shd w:val="clear" w:color="auto" w:fill="auto"/>
          </w:tcPr>
          <w:p w14:paraId="2083C6A5" w14:textId="77777777" w:rsidR="00392927" w:rsidRPr="00F73937" w:rsidRDefault="00392927" w:rsidP="006B27EE">
            <w:pPr>
              <w:tabs>
                <w:tab w:val="left" w:pos="720"/>
              </w:tabs>
              <w:spacing w:line="240" w:lineRule="auto"/>
              <w:ind w:right="76"/>
              <w:jc w:val="right"/>
              <w:rPr>
                <w:b/>
                <w:bCs/>
                <w:cs/>
              </w:rPr>
            </w:pPr>
          </w:p>
        </w:tc>
        <w:tc>
          <w:tcPr>
            <w:tcW w:w="270" w:type="dxa"/>
          </w:tcPr>
          <w:p w14:paraId="7A686E12" w14:textId="77777777" w:rsidR="00392927" w:rsidRPr="00F73937" w:rsidRDefault="00392927" w:rsidP="0029532D">
            <w:pPr>
              <w:spacing w:line="240" w:lineRule="auto"/>
              <w:ind w:right="76"/>
              <w:jc w:val="both"/>
              <w:rPr>
                <w:b/>
                <w:bCs/>
              </w:rPr>
            </w:pPr>
          </w:p>
        </w:tc>
        <w:tc>
          <w:tcPr>
            <w:tcW w:w="1620" w:type="dxa"/>
            <w:tcBorders>
              <w:top w:val="single" w:sz="4" w:space="0" w:color="auto"/>
            </w:tcBorders>
          </w:tcPr>
          <w:p w14:paraId="1353A958" w14:textId="77777777" w:rsidR="00392927" w:rsidRPr="00F73937" w:rsidRDefault="00392927" w:rsidP="0029532D">
            <w:pPr>
              <w:tabs>
                <w:tab w:val="left" w:pos="967"/>
              </w:tabs>
              <w:spacing w:line="240" w:lineRule="auto"/>
              <w:ind w:right="72" w:firstLine="432"/>
              <w:jc w:val="right"/>
              <w:rPr>
                <w:b/>
                <w:bCs/>
              </w:rPr>
            </w:pPr>
          </w:p>
        </w:tc>
        <w:tc>
          <w:tcPr>
            <w:tcW w:w="270" w:type="dxa"/>
          </w:tcPr>
          <w:p w14:paraId="0B9451BD" w14:textId="77777777" w:rsidR="00392927" w:rsidRPr="00F73937" w:rsidRDefault="00392927" w:rsidP="0029532D">
            <w:pPr>
              <w:spacing w:line="240" w:lineRule="auto"/>
              <w:ind w:right="76"/>
              <w:jc w:val="both"/>
              <w:rPr>
                <w:b/>
                <w:bCs/>
              </w:rPr>
            </w:pPr>
          </w:p>
        </w:tc>
        <w:tc>
          <w:tcPr>
            <w:tcW w:w="1440" w:type="dxa"/>
            <w:tcBorders>
              <w:top w:val="single" w:sz="4" w:space="0" w:color="auto"/>
            </w:tcBorders>
          </w:tcPr>
          <w:p w14:paraId="54107F0C" w14:textId="77777777" w:rsidR="00392927" w:rsidRPr="00F73937" w:rsidRDefault="00392927" w:rsidP="0029532D">
            <w:pPr>
              <w:tabs>
                <w:tab w:val="left" w:pos="720"/>
              </w:tabs>
              <w:spacing w:line="240" w:lineRule="auto"/>
              <w:ind w:right="76"/>
              <w:jc w:val="right"/>
              <w:rPr>
                <w:b/>
                <w:bCs/>
                <w:cs/>
              </w:rPr>
            </w:pPr>
          </w:p>
        </w:tc>
      </w:tr>
      <w:tr w:rsidR="00F43FAE" w:rsidRPr="00F73937" w14:paraId="6ED56C2C" w14:textId="77777777" w:rsidTr="00F43FAE">
        <w:trPr>
          <w:cantSplit/>
        </w:trPr>
        <w:tc>
          <w:tcPr>
            <w:tcW w:w="3960" w:type="dxa"/>
          </w:tcPr>
          <w:p w14:paraId="1C85ACD9" w14:textId="77777777" w:rsidR="00F43FAE" w:rsidRPr="00F73937" w:rsidRDefault="00F43FAE" w:rsidP="00F43FAE">
            <w:pPr>
              <w:spacing w:line="240" w:lineRule="atLeast"/>
              <w:ind w:firstLine="250"/>
              <w:rPr>
                <w:b/>
                <w:bCs/>
              </w:rPr>
            </w:pPr>
            <w:r w:rsidRPr="00F73937">
              <w:rPr>
                <w:b/>
                <w:bCs/>
              </w:rPr>
              <w:t>Grand total</w:t>
            </w:r>
          </w:p>
        </w:tc>
        <w:tc>
          <w:tcPr>
            <w:tcW w:w="1620" w:type="dxa"/>
            <w:tcBorders>
              <w:bottom w:val="double" w:sz="4" w:space="0" w:color="auto"/>
            </w:tcBorders>
            <w:shd w:val="clear" w:color="auto" w:fill="auto"/>
          </w:tcPr>
          <w:p w14:paraId="4F44D174" w14:textId="733DFF54" w:rsidR="00F43FAE" w:rsidRPr="00F43FAE" w:rsidRDefault="00F43FAE" w:rsidP="00F43FAE">
            <w:pPr>
              <w:tabs>
                <w:tab w:val="left" w:pos="720"/>
              </w:tabs>
              <w:spacing w:line="240" w:lineRule="auto"/>
              <w:ind w:right="76"/>
              <w:jc w:val="right"/>
              <w:rPr>
                <w:b/>
                <w:bCs/>
                <w:cs/>
              </w:rPr>
            </w:pPr>
            <w:r w:rsidRPr="00F43FAE">
              <w:rPr>
                <w:b/>
                <w:bCs/>
              </w:rPr>
              <w:t>92,392</w:t>
            </w:r>
          </w:p>
        </w:tc>
        <w:tc>
          <w:tcPr>
            <w:tcW w:w="270" w:type="dxa"/>
          </w:tcPr>
          <w:p w14:paraId="1E243A11" w14:textId="77777777" w:rsidR="00F43FAE" w:rsidRPr="00F43FAE" w:rsidRDefault="00F43FAE" w:rsidP="00F43FAE">
            <w:pPr>
              <w:spacing w:line="240" w:lineRule="auto"/>
              <w:ind w:right="76"/>
              <w:jc w:val="both"/>
              <w:rPr>
                <w:b/>
                <w:bCs/>
              </w:rPr>
            </w:pPr>
          </w:p>
        </w:tc>
        <w:tc>
          <w:tcPr>
            <w:tcW w:w="1620" w:type="dxa"/>
            <w:tcBorders>
              <w:bottom w:val="double" w:sz="4" w:space="0" w:color="auto"/>
            </w:tcBorders>
          </w:tcPr>
          <w:p w14:paraId="6ED4595E" w14:textId="3475A037" w:rsidR="00F43FAE" w:rsidRPr="00F43FAE" w:rsidRDefault="00F43FAE" w:rsidP="00F43FAE">
            <w:pPr>
              <w:tabs>
                <w:tab w:val="left" w:pos="967"/>
              </w:tabs>
              <w:spacing w:line="240" w:lineRule="auto"/>
              <w:ind w:right="72" w:firstLine="432"/>
              <w:jc w:val="right"/>
              <w:rPr>
                <w:b/>
                <w:bCs/>
              </w:rPr>
            </w:pPr>
            <w:r w:rsidRPr="00F43FAE">
              <w:rPr>
                <w:b/>
                <w:bCs/>
              </w:rPr>
              <w:t>52,163</w:t>
            </w:r>
          </w:p>
        </w:tc>
        <w:tc>
          <w:tcPr>
            <w:tcW w:w="270" w:type="dxa"/>
          </w:tcPr>
          <w:p w14:paraId="63755804" w14:textId="77777777" w:rsidR="00F43FAE" w:rsidRPr="00F43FAE" w:rsidRDefault="00F43FAE" w:rsidP="00F43FAE">
            <w:pPr>
              <w:spacing w:line="240" w:lineRule="auto"/>
              <w:ind w:right="76"/>
              <w:jc w:val="both"/>
              <w:rPr>
                <w:b/>
                <w:bCs/>
              </w:rPr>
            </w:pPr>
          </w:p>
        </w:tc>
        <w:tc>
          <w:tcPr>
            <w:tcW w:w="1440" w:type="dxa"/>
            <w:tcBorders>
              <w:bottom w:val="double" w:sz="4" w:space="0" w:color="auto"/>
            </w:tcBorders>
          </w:tcPr>
          <w:p w14:paraId="51E239EF" w14:textId="1F901C40" w:rsidR="00F43FAE" w:rsidRPr="00F43FAE" w:rsidRDefault="00F43FAE" w:rsidP="00F43FAE">
            <w:pPr>
              <w:tabs>
                <w:tab w:val="left" w:pos="720"/>
              </w:tabs>
              <w:spacing w:line="240" w:lineRule="auto"/>
              <w:ind w:right="76"/>
              <w:jc w:val="right"/>
              <w:rPr>
                <w:b/>
                <w:bCs/>
                <w:cs/>
              </w:rPr>
            </w:pPr>
            <w:r w:rsidRPr="00F43FAE">
              <w:rPr>
                <w:b/>
                <w:bCs/>
              </w:rPr>
              <w:t>3,227</w:t>
            </w:r>
          </w:p>
        </w:tc>
      </w:tr>
    </w:tbl>
    <w:p w14:paraId="0CA3D8D6" w14:textId="77777777" w:rsidR="00F26E92" w:rsidRPr="00F73937" w:rsidRDefault="00F26E92" w:rsidP="00657621">
      <w:pPr>
        <w:spacing w:line="240" w:lineRule="atLeast"/>
        <w:ind w:left="540" w:firstLine="9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C52E8F" w:rsidRPr="00F73937" w14:paraId="71CE3DFB" w14:textId="77777777" w:rsidTr="009E7BDE">
        <w:trPr>
          <w:cantSplit/>
        </w:trPr>
        <w:tc>
          <w:tcPr>
            <w:tcW w:w="3960" w:type="dxa"/>
          </w:tcPr>
          <w:p w14:paraId="01826D0C" w14:textId="77777777" w:rsidR="00C52E8F" w:rsidRPr="00F73937" w:rsidRDefault="00C52E8F" w:rsidP="009E7BDE">
            <w:pPr>
              <w:spacing w:line="240" w:lineRule="atLeast"/>
              <w:rPr>
                <w:rFonts w:cs="Cordia New"/>
                <w:b/>
                <w:bCs/>
                <w:i/>
                <w:iCs/>
              </w:rPr>
            </w:pPr>
          </w:p>
        </w:tc>
        <w:tc>
          <w:tcPr>
            <w:tcW w:w="5220" w:type="dxa"/>
            <w:gridSpan w:val="5"/>
            <w:shd w:val="clear" w:color="auto" w:fill="auto"/>
          </w:tcPr>
          <w:p w14:paraId="61FAE91F" w14:textId="5E41A252" w:rsidR="00C52E8F" w:rsidRPr="00F73937" w:rsidRDefault="007A40AA" w:rsidP="007A40AA">
            <w:pPr>
              <w:pStyle w:val="BodyText"/>
              <w:spacing w:after="0" w:line="240" w:lineRule="atLeast"/>
              <w:ind w:left="-108" w:right="-110"/>
              <w:jc w:val="center"/>
              <w:rPr>
                <w:b/>
                <w:bCs/>
                <w:lang w:val="en-GB"/>
              </w:rPr>
            </w:pPr>
            <w:r w:rsidRPr="00F73937">
              <w:rPr>
                <w:b/>
                <w:bCs/>
                <w:lang w:val="en-GB"/>
              </w:rPr>
              <w:t>Separate financial statements</w:t>
            </w:r>
          </w:p>
        </w:tc>
      </w:tr>
      <w:tr w:rsidR="00C52E8F" w:rsidRPr="00F73937" w14:paraId="1D8B342F" w14:textId="77777777" w:rsidTr="007A40AA">
        <w:trPr>
          <w:cantSplit/>
        </w:trPr>
        <w:tc>
          <w:tcPr>
            <w:tcW w:w="3960" w:type="dxa"/>
            <w:vAlign w:val="bottom"/>
          </w:tcPr>
          <w:p w14:paraId="102CC078" w14:textId="77777777" w:rsidR="00C52E8F" w:rsidRPr="00F73937" w:rsidRDefault="00C52E8F" w:rsidP="007A40AA">
            <w:pPr>
              <w:spacing w:line="240" w:lineRule="atLeast"/>
              <w:rPr>
                <w:rFonts w:cs="Cordia New"/>
                <w:b/>
                <w:bCs/>
                <w:i/>
                <w:iCs/>
              </w:rPr>
            </w:pPr>
          </w:p>
          <w:p w14:paraId="1FE07FDB" w14:textId="77777777" w:rsidR="00C52E8F" w:rsidRPr="00F73937" w:rsidRDefault="00C52E8F" w:rsidP="007A40AA">
            <w:pPr>
              <w:spacing w:line="240" w:lineRule="atLeast"/>
              <w:rPr>
                <w:rFonts w:cs="Cordia New"/>
                <w:b/>
                <w:bCs/>
                <w:i/>
                <w:iCs/>
              </w:rPr>
            </w:pPr>
          </w:p>
          <w:p w14:paraId="0295BA3F" w14:textId="77777777" w:rsidR="00C52E8F" w:rsidRPr="00F73937" w:rsidRDefault="00C52E8F" w:rsidP="007A40AA">
            <w:pPr>
              <w:spacing w:line="240" w:lineRule="atLeast"/>
              <w:rPr>
                <w:rFonts w:cs="Cordia New"/>
                <w:b/>
                <w:bCs/>
                <w:i/>
                <w:iCs/>
              </w:rPr>
            </w:pPr>
          </w:p>
          <w:p w14:paraId="4516B384" w14:textId="77777777" w:rsidR="00C52E8F" w:rsidRPr="00F73937" w:rsidRDefault="00C52E8F" w:rsidP="007A40AA">
            <w:pPr>
              <w:spacing w:line="240" w:lineRule="atLeast"/>
              <w:rPr>
                <w:rFonts w:cs="Cordia New"/>
                <w:b/>
                <w:bCs/>
                <w:i/>
                <w:iCs/>
              </w:rPr>
            </w:pPr>
          </w:p>
          <w:p w14:paraId="12F1A460" w14:textId="3EC4344D" w:rsidR="00C52E8F" w:rsidRPr="00F73937" w:rsidRDefault="007A40AA" w:rsidP="007A40AA">
            <w:pPr>
              <w:spacing w:line="240" w:lineRule="atLeast"/>
              <w:rPr>
                <w:rFonts w:cs="Cordia New"/>
                <w:b/>
                <w:bCs/>
                <w:i/>
                <w:iCs/>
              </w:rPr>
            </w:pPr>
            <w:r w:rsidRPr="00F73937">
              <w:rPr>
                <w:rFonts w:cs="Cordia New"/>
                <w:b/>
                <w:bCs/>
                <w:i/>
                <w:iCs/>
              </w:rPr>
              <w:t>At 31 December 2021</w:t>
            </w:r>
          </w:p>
        </w:tc>
        <w:tc>
          <w:tcPr>
            <w:tcW w:w="1620" w:type="dxa"/>
            <w:shd w:val="clear" w:color="auto" w:fill="auto"/>
          </w:tcPr>
          <w:p w14:paraId="5B3BC40D" w14:textId="77777777" w:rsidR="00C52E8F" w:rsidRPr="00F73937" w:rsidRDefault="00C52E8F" w:rsidP="009E7BDE">
            <w:pPr>
              <w:pStyle w:val="acctmergecolhdg"/>
              <w:spacing w:line="240" w:lineRule="atLeast"/>
              <w:ind w:left="-169" w:right="-142"/>
              <w:rPr>
                <w:b w:val="0"/>
                <w:bCs/>
              </w:rPr>
            </w:pPr>
            <w:r w:rsidRPr="00F73937">
              <w:rPr>
                <w:b w:val="0"/>
                <w:bCs/>
              </w:rPr>
              <w:t>Installment accounts receivable - net of unearned interest income</w:t>
            </w:r>
          </w:p>
        </w:tc>
        <w:tc>
          <w:tcPr>
            <w:tcW w:w="270" w:type="dxa"/>
          </w:tcPr>
          <w:p w14:paraId="1EDD0403" w14:textId="77777777" w:rsidR="00C52E8F" w:rsidRPr="00F73937" w:rsidRDefault="00C52E8F" w:rsidP="009E7BDE">
            <w:pPr>
              <w:pStyle w:val="acctmergecolhdg"/>
              <w:spacing w:line="240" w:lineRule="atLeast"/>
              <w:ind w:left="-169" w:right="-142"/>
              <w:rPr>
                <w:b w:val="0"/>
                <w:bCs/>
              </w:rPr>
            </w:pPr>
          </w:p>
        </w:tc>
        <w:tc>
          <w:tcPr>
            <w:tcW w:w="1620" w:type="dxa"/>
          </w:tcPr>
          <w:p w14:paraId="1FEFA00A" w14:textId="77777777" w:rsidR="00C52E8F" w:rsidRPr="00F73937" w:rsidRDefault="00C52E8F" w:rsidP="009E7BDE">
            <w:pPr>
              <w:autoSpaceDE w:val="0"/>
              <w:autoSpaceDN w:val="0"/>
              <w:adjustRightInd w:val="0"/>
              <w:jc w:val="center"/>
            </w:pPr>
            <w:r w:rsidRPr="00F73937">
              <w:t>Net receivables</w:t>
            </w:r>
          </w:p>
          <w:p w14:paraId="46DB54E8" w14:textId="77777777" w:rsidR="00C52E8F" w:rsidRPr="00F73937" w:rsidRDefault="00C52E8F" w:rsidP="009E7BDE">
            <w:pPr>
              <w:autoSpaceDE w:val="0"/>
              <w:autoSpaceDN w:val="0"/>
              <w:adjustRightInd w:val="0"/>
              <w:ind w:left="-99" w:right="-135"/>
              <w:jc w:val="center"/>
            </w:pPr>
            <w:r w:rsidRPr="00F73937">
              <w:t>for setting up</w:t>
            </w:r>
          </w:p>
          <w:p w14:paraId="675527BD" w14:textId="77777777" w:rsidR="00C52E8F" w:rsidRPr="00F73937" w:rsidRDefault="00C52E8F" w:rsidP="009E7BDE">
            <w:pPr>
              <w:pStyle w:val="acctmergecolhdg"/>
              <w:spacing w:line="240" w:lineRule="atLeast"/>
              <w:ind w:left="-169" w:right="-142"/>
              <w:rPr>
                <w:b w:val="0"/>
              </w:rPr>
            </w:pPr>
            <w:r w:rsidRPr="00F73937">
              <w:rPr>
                <w:b w:val="0"/>
              </w:rPr>
              <w:t>allowance for</w:t>
            </w:r>
          </w:p>
          <w:p w14:paraId="48E2673C" w14:textId="77777777" w:rsidR="00C52E8F" w:rsidRPr="00F73937" w:rsidRDefault="00C52E8F" w:rsidP="009E7BDE">
            <w:pPr>
              <w:pStyle w:val="acctmergecolhdg"/>
              <w:spacing w:line="240" w:lineRule="atLeast"/>
              <w:ind w:left="-169" w:right="-142"/>
              <w:rPr>
                <w:b w:val="0"/>
              </w:rPr>
            </w:pPr>
            <w:r w:rsidRPr="00F73937">
              <w:rPr>
                <w:b w:val="0"/>
              </w:rPr>
              <w:t>expected</w:t>
            </w:r>
          </w:p>
          <w:p w14:paraId="309F4004" w14:textId="77777777" w:rsidR="00C52E8F" w:rsidRPr="00F73937" w:rsidRDefault="00C52E8F" w:rsidP="009E7BDE">
            <w:pPr>
              <w:pStyle w:val="acctmergecolhdg"/>
              <w:spacing w:line="240" w:lineRule="atLeast"/>
              <w:ind w:left="-169" w:right="-142"/>
              <w:rPr>
                <w:b w:val="0"/>
              </w:rPr>
            </w:pPr>
            <w:r w:rsidRPr="00F73937">
              <w:rPr>
                <w:b w:val="0"/>
              </w:rPr>
              <w:t>credit loss*</w:t>
            </w:r>
          </w:p>
        </w:tc>
        <w:tc>
          <w:tcPr>
            <w:tcW w:w="270" w:type="dxa"/>
          </w:tcPr>
          <w:p w14:paraId="68679D69" w14:textId="77777777" w:rsidR="00C52E8F" w:rsidRPr="00F73937" w:rsidRDefault="00C52E8F" w:rsidP="009E7BDE">
            <w:pPr>
              <w:pStyle w:val="acctmergecolhdg"/>
              <w:spacing w:line="240" w:lineRule="atLeast"/>
              <w:ind w:left="-169" w:right="-142"/>
              <w:rPr>
                <w:b w:val="0"/>
                <w:bCs/>
              </w:rPr>
            </w:pPr>
          </w:p>
        </w:tc>
        <w:tc>
          <w:tcPr>
            <w:tcW w:w="1440" w:type="dxa"/>
            <w:vAlign w:val="bottom"/>
          </w:tcPr>
          <w:p w14:paraId="6A0EBBAE" w14:textId="77777777" w:rsidR="00C52E8F" w:rsidRPr="00F73937" w:rsidRDefault="00C52E8F" w:rsidP="009E7BDE">
            <w:pPr>
              <w:autoSpaceDE w:val="0"/>
              <w:autoSpaceDN w:val="0"/>
              <w:adjustRightInd w:val="0"/>
              <w:jc w:val="center"/>
            </w:pPr>
            <w:r w:rsidRPr="00F73937">
              <w:t>Allowance</w:t>
            </w:r>
          </w:p>
          <w:p w14:paraId="5242E9B0" w14:textId="77777777" w:rsidR="00C52E8F" w:rsidRPr="00F73937" w:rsidRDefault="00C52E8F" w:rsidP="009E7BDE">
            <w:pPr>
              <w:autoSpaceDE w:val="0"/>
              <w:autoSpaceDN w:val="0"/>
              <w:adjustRightInd w:val="0"/>
              <w:jc w:val="center"/>
            </w:pPr>
            <w:r w:rsidRPr="00F73937">
              <w:t>for expected</w:t>
            </w:r>
          </w:p>
          <w:p w14:paraId="6C0BD8DB" w14:textId="77777777" w:rsidR="00C52E8F" w:rsidRPr="00F73937" w:rsidRDefault="00C52E8F" w:rsidP="009E7BDE">
            <w:pPr>
              <w:pStyle w:val="BodyText"/>
              <w:spacing w:after="0" w:line="240" w:lineRule="atLeast"/>
              <w:ind w:left="-108" w:right="-110"/>
              <w:jc w:val="center"/>
              <w:rPr>
                <w:lang w:val="en-GB"/>
              </w:rPr>
            </w:pPr>
            <w:r w:rsidRPr="00F73937">
              <w:rPr>
                <w:lang w:val="en-US"/>
              </w:rPr>
              <w:t>credit loss</w:t>
            </w:r>
          </w:p>
        </w:tc>
      </w:tr>
      <w:tr w:rsidR="00C52E8F" w:rsidRPr="00F73937" w14:paraId="63AB33E7" w14:textId="77777777" w:rsidTr="009E7BDE">
        <w:trPr>
          <w:cantSplit/>
        </w:trPr>
        <w:tc>
          <w:tcPr>
            <w:tcW w:w="3960" w:type="dxa"/>
          </w:tcPr>
          <w:p w14:paraId="005DB4D6" w14:textId="77777777" w:rsidR="00C52E8F" w:rsidRPr="00F73937" w:rsidRDefault="00C52E8F" w:rsidP="009E7BDE">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25EF2D57" w14:textId="77777777" w:rsidR="00C52E8F" w:rsidRPr="00F73937" w:rsidRDefault="00C52E8F" w:rsidP="009E7BDE">
            <w:pPr>
              <w:tabs>
                <w:tab w:val="decimal" w:pos="-130"/>
              </w:tabs>
              <w:spacing w:line="240" w:lineRule="atLeast"/>
              <w:ind w:left="-130" w:right="-108"/>
              <w:jc w:val="center"/>
              <w:rPr>
                <w:i/>
                <w:iCs/>
              </w:rPr>
            </w:pPr>
            <w:r w:rsidRPr="00F73937">
              <w:rPr>
                <w:i/>
                <w:iCs/>
              </w:rPr>
              <w:t>(in thousand Baht)</w:t>
            </w:r>
          </w:p>
        </w:tc>
      </w:tr>
      <w:tr w:rsidR="00C52E8F" w:rsidRPr="00F73937" w14:paraId="614EC4A2" w14:textId="77777777" w:rsidTr="009E7BDE">
        <w:trPr>
          <w:cantSplit/>
        </w:trPr>
        <w:tc>
          <w:tcPr>
            <w:tcW w:w="7470" w:type="dxa"/>
            <w:gridSpan w:val="4"/>
          </w:tcPr>
          <w:p w14:paraId="39F31037" w14:textId="77777777" w:rsidR="00C52E8F" w:rsidRPr="00F73937" w:rsidRDefault="00C52E8F" w:rsidP="009E7BDE">
            <w:pPr>
              <w:tabs>
                <w:tab w:val="left" w:pos="250"/>
              </w:tabs>
              <w:spacing w:line="240" w:lineRule="atLeast"/>
              <w:ind w:right="-124"/>
              <w:rPr>
                <w:rFonts w:cs="Angsana New"/>
              </w:rPr>
            </w:pPr>
            <w:r w:rsidRPr="00F73937">
              <w:rPr>
                <w:rFonts w:cs="Angsana New"/>
              </w:rPr>
              <w:t xml:space="preserve">1) Non-rescheduled installment receivables </w:t>
            </w:r>
          </w:p>
        </w:tc>
        <w:tc>
          <w:tcPr>
            <w:tcW w:w="270" w:type="dxa"/>
          </w:tcPr>
          <w:p w14:paraId="3CC1EC04" w14:textId="77777777" w:rsidR="00C52E8F" w:rsidRPr="00F73937" w:rsidRDefault="00C52E8F" w:rsidP="009E7BDE">
            <w:pPr>
              <w:tabs>
                <w:tab w:val="decimal" w:pos="1179"/>
              </w:tabs>
              <w:spacing w:line="240" w:lineRule="atLeast"/>
              <w:ind w:left="-108" w:right="-124"/>
            </w:pPr>
          </w:p>
        </w:tc>
        <w:tc>
          <w:tcPr>
            <w:tcW w:w="1440" w:type="dxa"/>
          </w:tcPr>
          <w:p w14:paraId="76882DB7" w14:textId="77777777" w:rsidR="00C52E8F" w:rsidRPr="00F73937" w:rsidRDefault="00C52E8F" w:rsidP="009E7BDE">
            <w:pPr>
              <w:tabs>
                <w:tab w:val="decimal" w:pos="1242"/>
              </w:tabs>
              <w:spacing w:line="240" w:lineRule="atLeast"/>
              <w:ind w:left="-108" w:right="-124"/>
            </w:pPr>
          </w:p>
        </w:tc>
      </w:tr>
      <w:tr w:rsidR="00C52E8F" w:rsidRPr="00F73937" w14:paraId="5F0DA49B" w14:textId="77777777" w:rsidTr="009E7BDE">
        <w:trPr>
          <w:cantSplit/>
        </w:trPr>
        <w:tc>
          <w:tcPr>
            <w:tcW w:w="7470" w:type="dxa"/>
            <w:gridSpan w:val="4"/>
          </w:tcPr>
          <w:p w14:paraId="25DA5E22" w14:textId="77777777" w:rsidR="00C52E8F" w:rsidRPr="00F73937" w:rsidRDefault="00C52E8F" w:rsidP="009E7BDE">
            <w:pPr>
              <w:spacing w:line="240" w:lineRule="atLeast"/>
              <w:ind w:left="258" w:right="-124"/>
              <w:rPr>
                <w:rFonts w:cs="Angsana New"/>
                <w:i/>
                <w:iCs/>
              </w:rPr>
            </w:pPr>
            <w:r w:rsidRPr="00F73937">
              <w:rPr>
                <w:rFonts w:cs="Angsana New"/>
                <w:i/>
                <w:iCs/>
              </w:rPr>
              <w:t>Normal receivables</w:t>
            </w:r>
          </w:p>
        </w:tc>
        <w:tc>
          <w:tcPr>
            <w:tcW w:w="270" w:type="dxa"/>
          </w:tcPr>
          <w:p w14:paraId="455A0BAD" w14:textId="77777777" w:rsidR="00C52E8F" w:rsidRPr="00F73937" w:rsidRDefault="00C52E8F" w:rsidP="009E7BDE">
            <w:pPr>
              <w:tabs>
                <w:tab w:val="decimal" w:pos="1179"/>
              </w:tabs>
              <w:spacing w:line="240" w:lineRule="atLeast"/>
              <w:ind w:left="-108" w:right="-124"/>
            </w:pPr>
          </w:p>
        </w:tc>
        <w:tc>
          <w:tcPr>
            <w:tcW w:w="1440" w:type="dxa"/>
          </w:tcPr>
          <w:p w14:paraId="2A7ED712" w14:textId="77777777" w:rsidR="00C52E8F" w:rsidRPr="00F73937" w:rsidRDefault="00C52E8F" w:rsidP="009E7BDE">
            <w:pPr>
              <w:tabs>
                <w:tab w:val="decimal" w:pos="1242"/>
              </w:tabs>
              <w:spacing w:line="240" w:lineRule="atLeast"/>
              <w:ind w:left="-108" w:right="-124"/>
            </w:pPr>
          </w:p>
        </w:tc>
      </w:tr>
      <w:tr w:rsidR="00946962" w:rsidRPr="00F73937" w14:paraId="3CF4B914" w14:textId="77777777" w:rsidTr="009E7BDE">
        <w:trPr>
          <w:cantSplit/>
        </w:trPr>
        <w:tc>
          <w:tcPr>
            <w:tcW w:w="3960" w:type="dxa"/>
          </w:tcPr>
          <w:p w14:paraId="2970AAB2" w14:textId="77777777" w:rsidR="00946962" w:rsidRPr="00F73937" w:rsidRDefault="00946962" w:rsidP="00946962">
            <w:pPr>
              <w:spacing w:line="240" w:lineRule="atLeast"/>
              <w:ind w:left="258"/>
            </w:pPr>
            <w:r w:rsidRPr="00F73937">
              <w:t>Within credit terms</w:t>
            </w:r>
          </w:p>
        </w:tc>
        <w:tc>
          <w:tcPr>
            <w:tcW w:w="1620" w:type="dxa"/>
            <w:shd w:val="clear" w:color="auto" w:fill="auto"/>
          </w:tcPr>
          <w:p w14:paraId="62514714" w14:textId="73811B09" w:rsidR="00946962" w:rsidRPr="00F73937" w:rsidRDefault="00946962" w:rsidP="00946962">
            <w:pPr>
              <w:tabs>
                <w:tab w:val="left" w:pos="720"/>
              </w:tabs>
              <w:spacing w:line="240" w:lineRule="auto"/>
              <w:ind w:right="76"/>
              <w:jc w:val="right"/>
              <w:rPr>
                <w:rFonts w:cstheme="minorBidi"/>
              </w:rPr>
            </w:pPr>
            <w:r w:rsidRPr="00F73937">
              <w:t>65,915</w:t>
            </w:r>
          </w:p>
        </w:tc>
        <w:tc>
          <w:tcPr>
            <w:tcW w:w="270" w:type="dxa"/>
          </w:tcPr>
          <w:p w14:paraId="6320B0FE" w14:textId="77777777" w:rsidR="00946962" w:rsidRPr="00F73937" w:rsidRDefault="00946962" w:rsidP="00946962">
            <w:pPr>
              <w:pStyle w:val="3"/>
              <w:tabs>
                <w:tab w:val="clear" w:pos="360"/>
                <w:tab w:val="clear" w:pos="720"/>
                <w:tab w:val="decimal" w:pos="1212"/>
              </w:tabs>
              <w:spacing w:line="240" w:lineRule="atLeast"/>
              <w:ind w:left="258" w:right="-124"/>
              <w:rPr>
                <w:rFonts w:cs="Times New Roman"/>
                <w:lang w:val="en-US"/>
              </w:rPr>
            </w:pPr>
          </w:p>
        </w:tc>
        <w:tc>
          <w:tcPr>
            <w:tcW w:w="1620" w:type="dxa"/>
          </w:tcPr>
          <w:p w14:paraId="7832DB3C" w14:textId="3AF71837" w:rsidR="00946962" w:rsidRPr="00F73937" w:rsidRDefault="00946962" w:rsidP="00946962">
            <w:pPr>
              <w:tabs>
                <w:tab w:val="left" w:pos="720"/>
              </w:tabs>
              <w:spacing w:line="240" w:lineRule="auto"/>
              <w:ind w:right="76"/>
              <w:jc w:val="right"/>
            </w:pPr>
            <w:r w:rsidRPr="00F73937">
              <w:t>27,870</w:t>
            </w:r>
          </w:p>
        </w:tc>
        <w:tc>
          <w:tcPr>
            <w:tcW w:w="270" w:type="dxa"/>
          </w:tcPr>
          <w:p w14:paraId="52117A44" w14:textId="77777777" w:rsidR="00946962" w:rsidRPr="00F73937" w:rsidRDefault="00946962" w:rsidP="00946962">
            <w:pPr>
              <w:spacing w:line="240" w:lineRule="auto"/>
              <w:jc w:val="both"/>
            </w:pPr>
          </w:p>
        </w:tc>
        <w:tc>
          <w:tcPr>
            <w:tcW w:w="1440" w:type="dxa"/>
          </w:tcPr>
          <w:p w14:paraId="038C6B15" w14:textId="3468B7D8" w:rsidR="00946962" w:rsidRPr="00F73937" w:rsidRDefault="00946962" w:rsidP="00946962">
            <w:pPr>
              <w:tabs>
                <w:tab w:val="left" w:pos="720"/>
              </w:tabs>
              <w:spacing w:line="240" w:lineRule="auto"/>
              <w:ind w:right="76"/>
              <w:jc w:val="right"/>
            </w:pPr>
            <w:r w:rsidRPr="00F73937">
              <w:t>836</w:t>
            </w:r>
          </w:p>
        </w:tc>
      </w:tr>
      <w:tr w:rsidR="00C52E8F" w:rsidRPr="00F73937" w14:paraId="0F1F64A0" w14:textId="77777777" w:rsidTr="009E7BDE">
        <w:trPr>
          <w:cantSplit/>
        </w:trPr>
        <w:tc>
          <w:tcPr>
            <w:tcW w:w="3960" w:type="dxa"/>
          </w:tcPr>
          <w:p w14:paraId="136D13CD" w14:textId="77777777" w:rsidR="00C52E8F" w:rsidRPr="00F73937" w:rsidRDefault="00C52E8F" w:rsidP="009E7BDE">
            <w:pPr>
              <w:spacing w:line="240" w:lineRule="atLeast"/>
              <w:ind w:left="258"/>
            </w:pPr>
            <w:r w:rsidRPr="00F73937">
              <w:t>Overdue:</w:t>
            </w:r>
          </w:p>
        </w:tc>
        <w:tc>
          <w:tcPr>
            <w:tcW w:w="1620" w:type="dxa"/>
            <w:shd w:val="clear" w:color="auto" w:fill="auto"/>
          </w:tcPr>
          <w:p w14:paraId="5A9D69A6" w14:textId="77777777" w:rsidR="00C52E8F" w:rsidRPr="00F73937" w:rsidRDefault="00C52E8F" w:rsidP="009E7BDE">
            <w:pPr>
              <w:tabs>
                <w:tab w:val="left" w:pos="720"/>
              </w:tabs>
              <w:spacing w:line="240" w:lineRule="auto"/>
              <w:ind w:right="76"/>
              <w:jc w:val="right"/>
            </w:pPr>
          </w:p>
        </w:tc>
        <w:tc>
          <w:tcPr>
            <w:tcW w:w="270" w:type="dxa"/>
            <w:vAlign w:val="bottom"/>
          </w:tcPr>
          <w:p w14:paraId="63EAFEC3" w14:textId="77777777" w:rsidR="00C52E8F" w:rsidRPr="00F73937" w:rsidRDefault="00C52E8F" w:rsidP="009E7BDE">
            <w:pPr>
              <w:pStyle w:val="3"/>
              <w:tabs>
                <w:tab w:val="clear" w:pos="360"/>
                <w:tab w:val="clear" w:pos="720"/>
                <w:tab w:val="decimal" w:pos="1212"/>
              </w:tabs>
              <w:spacing w:line="240" w:lineRule="atLeast"/>
              <w:ind w:left="258" w:right="-124"/>
              <w:rPr>
                <w:rFonts w:cs="Times New Roman"/>
                <w:lang w:val="en-US"/>
              </w:rPr>
            </w:pPr>
          </w:p>
        </w:tc>
        <w:tc>
          <w:tcPr>
            <w:tcW w:w="1620" w:type="dxa"/>
          </w:tcPr>
          <w:p w14:paraId="493C698A" w14:textId="77777777" w:rsidR="00C52E8F" w:rsidRPr="00F73937" w:rsidRDefault="00C52E8F" w:rsidP="009E7BDE">
            <w:pPr>
              <w:tabs>
                <w:tab w:val="left" w:pos="720"/>
              </w:tabs>
              <w:spacing w:line="240" w:lineRule="auto"/>
              <w:ind w:right="76"/>
              <w:jc w:val="right"/>
            </w:pPr>
          </w:p>
        </w:tc>
        <w:tc>
          <w:tcPr>
            <w:tcW w:w="270" w:type="dxa"/>
          </w:tcPr>
          <w:p w14:paraId="2DA99FC9" w14:textId="77777777" w:rsidR="00C52E8F" w:rsidRPr="00F73937" w:rsidRDefault="00C52E8F" w:rsidP="009E7BDE">
            <w:pPr>
              <w:spacing w:line="240" w:lineRule="auto"/>
              <w:jc w:val="both"/>
            </w:pPr>
          </w:p>
        </w:tc>
        <w:tc>
          <w:tcPr>
            <w:tcW w:w="1440" w:type="dxa"/>
          </w:tcPr>
          <w:p w14:paraId="5F63B4E3" w14:textId="77777777" w:rsidR="00C52E8F" w:rsidRPr="00F73937" w:rsidRDefault="00C52E8F" w:rsidP="009E7BDE">
            <w:pPr>
              <w:tabs>
                <w:tab w:val="left" w:pos="720"/>
              </w:tabs>
              <w:spacing w:line="240" w:lineRule="auto"/>
              <w:ind w:right="76"/>
              <w:jc w:val="right"/>
            </w:pPr>
          </w:p>
        </w:tc>
      </w:tr>
      <w:tr w:rsidR="005246B0" w:rsidRPr="00F73937" w14:paraId="2C020E96" w14:textId="77777777" w:rsidTr="009E7BDE">
        <w:trPr>
          <w:cantSplit/>
        </w:trPr>
        <w:tc>
          <w:tcPr>
            <w:tcW w:w="3960" w:type="dxa"/>
          </w:tcPr>
          <w:p w14:paraId="426400C7" w14:textId="77777777" w:rsidR="005246B0" w:rsidRPr="00F73937" w:rsidRDefault="005246B0" w:rsidP="005246B0">
            <w:pPr>
              <w:spacing w:line="240" w:lineRule="atLeast"/>
              <w:ind w:left="258"/>
            </w:pPr>
            <w:r w:rsidRPr="00F73937">
              <w:t xml:space="preserve">    Less than 3 months</w:t>
            </w:r>
          </w:p>
        </w:tc>
        <w:tc>
          <w:tcPr>
            <w:tcW w:w="1620" w:type="dxa"/>
            <w:shd w:val="clear" w:color="auto" w:fill="auto"/>
          </w:tcPr>
          <w:p w14:paraId="117EA40B" w14:textId="32209F72" w:rsidR="005246B0" w:rsidRPr="00F73937" w:rsidRDefault="005246B0" w:rsidP="005246B0">
            <w:pPr>
              <w:tabs>
                <w:tab w:val="left" w:pos="720"/>
              </w:tabs>
              <w:spacing w:line="240" w:lineRule="auto"/>
              <w:ind w:right="76"/>
              <w:jc w:val="right"/>
            </w:pPr>
            <w:r w:rsidRPr="00F73937">
              <w:t>6,029</w:t>
            </w:r>
          </w:p>
        </w:tc>
        <w:tc>
          <w:tcPr>
            <w:tcW w:w="270" w:type="dxa"/>
          </w:tcPr>
          <w:p w14:paraId="4267F3FE" w14:textId="77777777" w:rsidR="005246B0" w:rsidRPr="00F73937" w:rsidRDefault="005246B0" w:rsidP="005246B0">
            <w:pPr>
              <w:pStyle w:val="3"/>
              <w:tabs>
                <w:tab w:val="clear" w:pos="360"/>
                <w:tab w:val="clear" w:pos="720"/>
                <w:tab w:val="decimal" w:pos="1212"/>
              </w:tabs>
              <w:spacing w:line="240" w:lineRule="atLeast"/>
              <w:ind w:left="258" w:right="-124"/>
              <w:rPr>
                <w:rFonts w:cs="Times New Roman"/>
                <w:lang w:val="en-US"/>
              </w:rPr>
            </w:pPr>
          </w:p>
        </w:tc>
        <w:tc>
          <w:tcPr>
            <w:tcW w:w="1620" w:type="dxa"/>
          </w:tcPr>
          <w:p w14:paraId="29082161" w14:textId="2891B0E8" w:rsidR="005246B0" w:rsidRPr="00F73937" w:rsidRDefault="005246B0" w:rsidP="005246B0">
            <w:pPr>
              <w:tabs>
                <w:tab w:val="left" w:pos="720"/>
              </w:tabs>
              <w:spacing w:line="240" w:lineRule="auto"/>
              <w:ind w:right="76"/>
              <w:jc w:val="right"/>
            </w:pPr>
            <w:r w:rsidRPr="00F73937">
              <w:t>4,047</w:t>
            </w:r>
          </w:p>
        </w:tc>
        <w:tc>
          <w:tcPr>
            <w:tcW w:w="270" w:type="dxa"/>
          </w:tcPr>
          <w:p w14:paraId="37F5525E" w14:textId="77777777" w:rsidR="005246B0" w:rsidRPr="00F73937" w:rsidRDefault="005246B0" w:rsidP="005246B0">
            <w:pPr>
              <w:spacing w:line="240" w:lineRule="auto"/>
              <w:jc w:val="both"/>
            </w:pPr>
          </w:p>
        </w:tc>
        <w:tc>
          <w:tcPr>
            <w:tcW w:w="1440" w:type="dxa"/>
          </w:tcPr>
          <w:p w14:paraId="5965A89A" w14:textId="783C7B9C" w:rsidR="005246B0" w:rsidRPr="00F73937" w:rsidRDefault="005246B0" w:rsidP="005246B0">
            <w:pPr>
              <w:tabs>
                <w:tab w:val="left" w:pos="720"/>
              </w:tabs>
              <w:spacing w:line="240" w:lineRule="auto"/>
              <w:ind w:right="76"/>
              <w:jc w:val="right"/>
            </w:pPr>
            <w:r w:rsidRPr="00F73937">
              <w:t>405</w:t>
            </w:r>
          </w:p>
        </w:tc>
      </w:tr>
      <w:tr w:rsidR="005246B0" w:rsidRPr="00F73937" w14:paraId="1043C73A" w14:textId="77777777" w:rsidTr="009E7BDE">
        <w:trPr>
          <w:cantSplit/>
        </w:trPr>
        <w:tc>
          <w:tcPr>
            <w:tcW w:w="3960" w:type="dxa"/>
          </w:tcPr>
          <w:p w14:paraId="65F666E2" w14:textId="77777777" w:rsidR="005246B0" w:rsidRPr="00F73937" w:rsidRDefault="005246B0" w:rsidP="005246B0">
            <w:pPr>
              <w:spacing w:line="240" w:lineRule="atLeast"/>
              <w:ind w:left="258" w:right="-108"/>
            </w:pPr>
            <w:r w:rsidRPr="00F73937">
              <w:t xml:space="preserve">    3 - 6 months</w:t>
            </w:r>
          </w:p>
        </w:tc>
        <w:tc>
          <w:tcPr>
            <w:tcW w:w="1620" w:type="dxa"/>
            <w:shd w:val="clear" w:color="auto" w:fill="auto"/>
          </w:tcPr>
          <w:p w14:paraId="38D5D680" w14:textId="435F0CE1" w:rsidR="005246B0" w:rsidRPr="00F73937" w:rsidRDefault="005246B0" w:rsidP="005246B0">
            <w:pPr>
              <w:tabs>
                <w:tab w:val="left" w:pos="720"/>
              </w:tabs>
              <w:spacing w:line="240" w:lineRule="auto"/>
              <w:ind w:right="76"/>
              <w:jc w:val="right"/>
            </w:pPr>
            <w:r w:rsidRPr="00F73937">
              <w:t>5,585</w:t>
            </w:r>
          </w:p>
        </w:tc>
        <w:tc>
          <w:tcPr>
            <w:tcW w:w="270" w:type="dxa"/>
          </w:tcPr>
          <w:p w14:paraId="7E92C3A3" w14:textId="77777777" w:rsidR="005246B0" w:rsidRPr="00F73937" w:rsidRDefault="005246B0" w:rsidP="005246B0">
            <w:pPr>
              <w:pStyle w:val="3"/>
              <w:tabs>
                <w:tab w:val="clear" w:pos="360"/>
                <w:tab w:val="clear" w:pos="720"/>
                <w:tab w:val="decimal" w:pos="1212"/>
              </w:tabs>
              <w:spacing w:line="240" w:lineRule="atLeast"/>
              <w:ind w:left="258" w:right="-124"/>
              <w:rPr>
                <w:rFonts w:cs="Times New Roman"/>
                <w:lang w:val="en-US"/>
              </w:rPr>
            </w:pPr>
          </w:p>
        </w:tc>
        <w:tc>
          <w:tcPr>
            <w:tcW w:w="1620" w:type="dxa"/>
          </w:tcPr>
          <w:p w14:paraId="5F684DEE" w14:textId="307DDB4C" w:rsidR="005246B0" w:rsidRPr="00F73937" w:rsidRDefault="005246B0" w:rsidP="005246B0">
            <w:pPr>
              <w:tabs>
                <w:tab w:val="left" w:pos="720"/>
              </w:tabs>
              <w:spacing w:line="240" w:lineRule="auto"/>
              <w:ind w:right="76"/>
              <w:jc w:val="right"/>
            </w:pPr>
            <w:r w:rsidRPr="00F73937">
              <w:t>4,650</w:t>
            </w:r>
          </w:p>
        </w:tc>
        <w:tc>
          <w:tcPr>
            <w:tcW w:w="270" w:type="dxa"/>
          </w:tcPr>
          <w:p w14:paraId="3F829E45" w14:textId="77777777" w:rsidR="005246B0" w:rsidRPr="00F73937" w:rsidRDefault="005246B0" w:rsidP="005246B0">
            <w:pPr>
              <w:spacing w:line="240" w:lineRule="auto"/>
              <w:jc w:val="both"/>
            </w:pPr>
          </w:p>
        </w:tc>
        <w:tc>
          <w:tcPr>
            <w:tcW w:w="1440" w:type="dxa"/>
          </w:tcPr>
          <w:p w14:paraId="10FE8BBF" w14:textId="6752B7FE" w:rsidR="005246B0" w:rsidRPr="00F73937" w:rsidRDefault="005246B0" w:rsidP="005246B0">
            <w:pPr>
              <w:tabs>
                <w:tab w:val="left" w:pos="720"/>
              </w:tabs>
              <w:spacing w:line="240" w:lineRule="auto"/>
              <w:ind w:right="76"/>
              <w:jc w:val="right"/>
            </w:pPr>
            <w:r w:rsidRPr="00F73937">
              <w:t>1,521</w:t>
            </w:r>
          </w:p>
        </w:tc>
      </w:tr>
      <w:tr w:rsidR="005246B0" w:rsidRPr="00F73937" w14:paraId="4E11AC74" w14:textId="77777777" w:rsidTr="009E7BDE">
        <w:trPr>
          <w:cantSplit/>
        </w:trPr>
        <w:tc>
          <w:tcPr>
            <w:tcW w:w="3960" w:type="dxa"/>
          </w:tcPr>
          <w:p w14:paraId="133EAF53" w14:textId="77777777" w:rsidR="005246B0" w:rsidRPr="00F73937" w:rsidRDefault="005246B0" w:rsidP="005246B0">
            <w:pPr>
              <w:spacing w:line="240" w:lineRule="atLeast"/>
              <w:ind w:left="258" w:right="-108"/>
            </w:pPr>
            <w:r w:rsidRPr="00F73937">
              <w:t xml:space="preserve">    6 - 9 months</w:t>
            </w:r>
          </w:p>
        </w:tc>
        <w:tc>
          <w:tcPr>
            <w:tcW w:w="1620" w:type="dxa"/>
            <w:shd w:val="clear" w:color="auto" w:fill="auto"/>
          </w:tcPr>
          <w:p w14:paraId="66D8BFEB" w14:textId="6B696CC1" w:rsidR="005246B0" w:rsidRPr="00F73937" w:rsidRDefault="005246B0" w:rsidP="005246B0">
            <w:pPr>
              <w:tabs>
                <w:tab w:val="left" w:pos="720"/>
              </w:tabs>
              <w:spacing w:line="240" w:lineRule="auto"/>
              <w:ind w:right="76"/>
              <w:jc w:val="right"/>
            </w:pPr>
            <w:r w:rsidRPr="00F73937">
              <w:t>2,243</w:t>
            </w:r>
          </w:p>
        </w:tc>
        <w:tc>
          <w:tcPr>
            <w:tcW w:w="270" w:type="dxa"/>
          </w:tcPr>
          <w:p w14:paraId="24478020" w14:textId="77777777" w:rsidR="005246B0" w:rsidRPr="00F73937" w:rsidRDefault="005246B0" w:rsidP="005246B0">
            <w:pPr>
              <w:pStyle w:val="3"/>
              <w:tabs>
                <w:tab w:val="clear" w:pos="360"/>
                <w:tab w:val="clear" w:pos="720"/>
                <w:tab w:val="decimal" w:pos="1212"/>
              </w:tabs>
              <w:spacing w:line="240" w:lineRule="atLeast"/>
              <w:ind w:left="258" w:right="-124"/>
              <w:rPr>
                <w:rFonts w:cs="Times New Roman"/>
                <w:lang w:val="en-US"/>
              </w:rPr>
            </w:pPr>
          </w:p>
        </w:tc>
        <w:tc>
          <w:tcPr>
            <w:tcW w:w="1620" w:type="dxa"/>
          </w:tcPr>
          <w:p w14:paraId="660B18B9" w14:textId="467E0E04" w:rsidR="005246B0" w:rsidRPr="00F73937" w:rsidRDefault="005246B0" w:rsidP="005246B0">
            <w:pPr>
              <w:tabs>
                <w:tab w:val="left" w:pos="720"/>
              </w:tabs>
              <w:spacing w:line="240" w:lineRule="auto"/>
              <w:ind w:right="76"/>
              <w:jc w:val="right"/>
            </w:pPr>
            <w:r w:rsidRPr="00F73937">
              <w:t>1,937</w:t>
            </w:r>
          </w:p>
        </w:tc>
        <w:tc>
          <w:tcPr>
            <w:tcW w:w="270" w:type="dxa"/>
          </w:tcPr>
          <w:p w14:paraId="52C06DE3" w14:textId="77777777" w:rsidR="005246B0" w:rsidRPr="00F73937" w:rsidRDefault="005246B0" w:rsidP="005246B0">
            <w:pPr>
              <w:spacing w:line="240" w:lineRule="auto"/>
              <w:jc w:val="both"/>
            </w:pPr>
          </w:p>
        </w:tc>
        <w:tc>
          <w:tcPr>
            <w:tcW w:w="1440" w:type="dxa"/>
          </w:tcPr>
          <w:p w14:paraId="3B4480E5" w14:textId="6CEC8A7D" w:rsidR="005246B0" w:rsidRPr="00F73937" w:rsidRDefault="005246B0" w:rsidP="005246B0">
            <w:pPr>
              <w:tabs>
                <w:tab w:val="left" w:pos="720"/>
              </w:tabs>
              <w:spacing w:line="240" w:lineRule="auto"/>
              <w:ind w:right="76"/>
              <w:jc w:val="right"/>
            </w:pPr>
            <w:r w:rsidRPr="00F73937">
              <w:t>969</w:t>
            </w:r>
          </w:p>
        </w:tc>
      </w:tr>
      <w:tr w:rsidR="005246B0" w:rsidRPr="00F73937" w14:paraId="1354829B" w14:textId="77777777" w:rsidTr="009E7BDE">
        <w:trPr>
          <w:cantSplit/>
        </w:trPr>
        <w:tc>
          <w:tcPr>
            <w:tcW w:w="3960" w:type="dxa"/>
          </w:tcPr>
          <w:p w14:paraId="1711C120" w14:textId="77777777" w:rsidR="005246B0" w:rsidRPr="00F73937" w:rsidRDefault="005246B0" w:rsidP="005246B0">
            <w:pPr>
              <w:spacing w:line="240" w:lineRule="atLeast"/>
              <w:ind w:left="258" w:right="-108"/>
            </w:pPr>
            <w:r w:rsidRPr="00F73937">
              <w:t xml:space="preserve">    9 - 12 months</w:t>
            </w:r>
          </w:p>
        </w:tc>
        <w:tc>
          <w:tcPr>
            <w:tcW w:w="1620" w:type="dxa"/>
            <w:shd w:val="clear" w:color="auto" w:fill="auto"/>
          </w:tcPr>
          <w:p w14:paraId="1F2A9A14" w14:textId="4989D1D9" w:rsidR="005246B0" w:rsidRPr="00F73937" w:rsidRDefault="005246B0" w:rsidP="005246B0">
            <w:pPr>
              <w:tabs>
                <w:tab w:val="left" w:pos="720"/>
              </w:tabs>
              <w:spacing w:line="240" w:lineRule="auto"/>
              <w:ind w:right="76"/>
              <w:jc w:val="right"/>
            </w:pPr>
            <w:r w:rsidRPr="00F73937">
              <w:t>1,319</w:t>
            </w:r>
          </w:p>
        </w:tc>
        <w:tc>
          <w:tcPr>
            <w:tcW w:w="270" w:type="dxa"/>
          </w:tcPr>
          <w:p w14:paraId="4065C69C" w14:textId="77777777" w:rsidR="005246B0" w:rsidRPr="00F73937" w:rsidRDefault="005246B0" w:rsidP="005246B0">
            <w:pPr>
              <w:pStyle w:val="3"/>
              <w:tabs>
                <w:tab w:val="clear" w:pos="360"/>
                <w:tab w:val="clear" w:pos="720"/>
                <w:tab w:val="decimal" w:pos="1212"/>
              </w:tabs>
              <w:spacing w:line="240" w:lineRule="atLeast"/>
              <w:ind w:left="258" w:right="-124"/>
              <w:rPr>
                <w:rFonts w:cs="Times New Roman"/>
                <w:lang w:val="en-US"/>
              </w:rPr>
            </w:pPr>
          </w:p>
        </w:tc>
        <w:tc>
          <w:tcPr>
            <w:tcW w:w="1620" w:type="dxa"/>
          </w:tcPr>
          <w:p w14:paraId="1B81243E" w14:textId="47445629" w:rsidR="005246B0" w:rsidRPr="00F73937" w:rsidRDefault="005246B0" w:rsidP="005246B0">
            <w:pPr>
              <w:tabs>
                <w:tab w:val="left" w:pos="720"/>
              </w:tabs>
              <w:spacing w:line="240" w:lineRule="auto"/>
              <w:ind w:right="76"/>
              <w:jc w:val="right"/>
            </w:pPr>
            <w:r w:rsidRPr="00F73937">
              <w:t>1,198</w:t>
            </w:r>
          </w:p>
        </w:tc>
        <w:tc>
          <w:tcPr>
            <w:tcW w:w="270" w:type="dxa"/>
          </w:tcPr>
          <w:p w14:paraId="445822A2" w14:textId="77777777" w:rsidR="005246B0" w:rsidRPr="00F73937" w:rsidRDefault="005246B0" w:rsidP="005246B0">
            <w:pPr>
              <w:spacing w:line="240" w:lineRule="auto"/>
              <w:jc w:val="both"/>
            </w:pPr>
          </w:p>
        </w:tc>
        <w:tc>
          <w:tcPr>
            <w:tcW w:w="1440" w:type="dxa"/>
          </w:tcPr>
          <w:p w14:paraId="04357EF7" w14:textId="23AA450D" w:rsidR="005246B0" w:rsidRPr="00F73937" w:rsidRDefault="005246B0" w:rsidP="005246B0">
            <w:pPr>
              <w:tabs>
                <w:tab w:val="left" w:pos="720"/>
              </w:tabs>
              <w:spacing w:line="240" w:lineRule="auto"/>
              <w:ind w:right="76"/>
              <w:jc w:val="right"/>
            </w:pPr>
            <w:r w:rsidRPr="00F73937">
              <w:t>1,198</w:t>
            </w:r>
          </w:p>
        </w:tc>
      </w:tr>
      <w:tr w:rsidR="005246B0" w:rsidRPr="00F73937" w14:paraId="36702FF6" w14:textId="77777777" w:rsidTr="009E7BDE">
        <w:trPr>
          <w:cantSplit/>
        </w:trPr>
        <w:tc>
          <w:tcPr>
            <w:tcW w:w="3960" w:type="dxa"/>
          </w:tcPr>
          <w:p w14:paraId="2C23229E" w14:textId="77777777" w:rsidR="005246B0" w:rsidRPr="00F73937" w:rsidRDefault="005246B0" w:rsidP="005246B0">
            <w:pPr>
              <w:spacing w:line="240" w:lineRule="atLeast"/>
              <w:ind w:left="258"/>
            </w:pPr>
            <w:r w:rsidRPr="00F73937">
              <w:t xml:space="preserve">    Over 12 months</w:t>
            </w:r>
          </w:p>
        </w:tc>
        <w:tc>
          <w:tcPr>
            <w:tcW w:w="1620" w:type="dxa"/>
            <w:shd w:val="clear" w:color="auto" w:fill="auto"/>
          </w:tcPr>
          <w:p w14:paraId="5AF3C49D" w14:textId="5627DB9D" w:rsidR="005246B0" w:rsidRPr="00F73937" w:rsidRDefault="005246B0" w:rsidP="005246B0">
            <w:pPr>
              <w:tabs>
                <w:tab w:val="left" w:pos="720"/>
              </w:tabs>
              <w:spacing w:line="240" w:lineRule="auto"/>
              <w:ind w:right="76"/>
              <w:jc w:val="right"/>
            </w:pPr>
            <w:r w:rsidRPr="00F73937">
              <w:t>1,507</w:t>
            </w:r>
          </w:p>
        </w:tc>
        <w:tc>
          <w:tcPr>
            <w:tcW w:w="270" w:type="dxa"/>
          </w:tcPr>
          <w:p w14:paraId="54CAA43C" w14:textId="77777777" w:rsidR="005246B0" w:rsidRPr="00F73937" w:rsidRDefault="005246B0" w:rsidP="005246B0">
            <w:pPr>
              <w:pStyle w:val="3"/>
              <w:tabs>
                <w:tab w:val="clear" w:pos="360"/>
                <w:tab w:val="clear" w:pos="720"/>
                <w:tab w:val="decimal" w:pos="1212"/>
              </w:tabs>
              <w:spacing w:line="240" w:lineRule="atLeast"/>
              <w:ind w:left="258" w:right="-124"/>
              <w:rPr>
                <w:rFonts w:cs="Times New Roman"/>
                <w:lang w:val="en-US"/>
              </w:rPr>
            </w:pPr>
          </w:p>
        </w:tc>
        <w:tc>
          <w:tcPr>
            <w:tcW w:w="1620" w:type="dxa"/>
          </w:tcPr>
          <w:p w14:paraId="7D0B6C88" w14:textId="5220F259" w:rsidR="005246B0" w:rsidRPr="00F73937" w:rsidRDefault="005246B0" w:rsidP="005246B0">
            <w:pPr>
              <w:tabs>
                <w:tab w:val="left" w:pos="720"/>
              </w:tabs>
              <w:spacing w:line="240" w:lineRule="auto"/>
              <w:ind w:right="76"/>
              <w:jc w:val="right"/>
            </w:pPr>
            <w:r w:rsidRPr="00F73937">
              <w:t>1,356</w:t>
            </w:r>
          </w:p>
        </w:tc>
        <w:tc>
          <w:tcPr>
            <w:tcW w:w="270" w:type="dxa"/>
          </w:tcPr>
          <w:p w14:paraId="3A4F9C56" w14:textId="77777777" w:rsidR="005246B0" w:rsidRPr="00F73937" w:rsidRDefault="005246B0" w:rsidP="005246B0">
            <w:pPr>
              <w:spacing w:line="240" w:lineRule="auto"/>
              <w:jc w:val="both"/>
            </w:pPr>
          </w:p>
        </w:tc>
        <w:tc>
          <w:tcPr>
            <w:tcW w:w="1440" w:type="dxa"/>
          </w:tcPr>
          <w:p w14:paraId="1B2D5DB2" w14:textId="54FE11C7" w:rsidR="005246B0" w:rsidRPr="00F73937" w:rsidRDefault="005246B0" w:rsidP="005246B0">
            <w:pPr>
              <w:tabs>
                <w:tab w:val="left" w:pos="720"/>
              </w:tabs>
              <w:spacing w:line="240" w:lineRule="auto"/>
              <w:ind w:right="76"/>
              <w:jc w:val="right"/>
            </w:pPr>
            <w:r w:rsidRPr="00F73937">
              <w:t>1,356</w:t>
            </w:r>
          </w:p>
        </w:tc>
      </w:tr>
      <w:tr w:rsidR="000766D6" w:rsidRPr="00F73937" w14:paraId="75B471A3" w14:textId="77777777" w:rsidTr="009E7BDE">
        <w:trPr>
          <w:cantSplit/>
        </w:trPr>
        <w:tc>
          <w:tcPr>
            <w:tcW w:w="3960" w:type="dxa"/>
            <w:vAlign w:val="bottom"/>
          </w:tcPr>
          <w:p w14:paraId="08ECAFFC" w14:textId="77777777" w:rsidR="000766D6" w:rsidRPr="00F73937" w:rsidRDefault="000766D6" w:rsidP="000766D6">
            <w:pPr>
              <w:ind w:right="-383" w:hanging="262"/>
              <w:rPr>
                <w:rFonts w:cs="Tahoma"/>
                <w:i/>
                <w:iCs/>
              </w:rPr>
            </w:pPr>
          </w:p>
        </w:tc>
        <w:tc>
          <w:tcPr>
            <w:tcW w:w="1620" w:type="dxa"/>
            <w:tcBorders>
              <w:top w:val="single" w:sz="4" w:space="0" w:color="auto"/>
            </w:tcBorders>
            <w:shd w:val="clear" w:color="auto" w:fill="auto"/>
          </w:tcPr>
          <w:p w14:paraId="7B281230" w14:textId="56D833AB" w:rsidR="000766D6" w:rsidRPr="00F73937" w:rsidRDefault="000766D6" w:rsidP="000766D6">
            <w:pPr>
              <w:tabs>
                <w:tab w:val="left" w:pos="1527"/>
              </w:tabs>
              <w:spacing w:line="240" w:lineRule="auto"/>
              <w:ind w:right="76"/>
              <w:jc w:val="right"/>
              <w:rPr>
                <w:b/>
                <w:bCs/>
              </w:rPr>
            </w:pPr>
            <w:r w:rsidRPr="00F73937">
              <w:rPr>
                <w:b/>
                <w:bCs/>
              </w:rPr>
              <w:t>82,598</w:t>
            </w:r>
          </w:p>
        </w:tc>
        <w:tc>
          <w:tcPr>
            <w:tcW w:w="270" w:type="dxa"/>
          </w:tcPr>
          <w:p w14:paraId="4B4EABC1" w14:textId="77777777" w:rsidR="000766D6" w:rsidRPr="00F73937" w:rsidRDefault="000766D6" w:rsidP="000766D6">
            <w:pPr>
              <w:pStyle w:val="3"/>
              <w:tabs>
                <w:tab w:val="clear" w:pos="360"/>
                <w:tab w:val="clear" w:pos="720"/>
                <w:tab w:val="decimal" w:pos="1212"/>
              </w:tabs>
              <w:spacing w:line="240" w:lineRule="atLeast"/>
              <w:ind w:right="-124"/>
              <w:rPr>
                <w:rFonts w:cs="Times New Roman"/>
                <w:b/>
                <w:bCs/>
                <w:lang w:val="en-US"/>
              </w:rPr>
            </w:pPr>
          </w:p>
        </w:tc>
        <w:tc>
          <w:tcPr>
            <w:tcW w:w="1620" w:type="dxa"/>
            <w:tcBorders>
              <w:top w:val="single" w:sz="4" w:space="0" w:color="auto"/>
            </w:tcBorders>
          </w:tcPr>
          <w:p w14:paraId="241FEFBE" w14:textId="3F431B7C" w:rsidR="000766D6" w:rsidRPr="00F73937" w:rsidRDefault="000766D6" w:rsidP="000766D6">
            <w:pPr>
              <w:tabs>
                <w:tab w:val="left" w:pos="720"/>
              </w:tabs>
              <w:spacing w:line="240" w:lineRule="auto"/>
              <w:ind w:right="76"/>
              <w:jc w:val="right"/>
              <w:rPr>
                <w:b/>
                <w:bCs/>
              </w:rPr>
            </w:pPr>
            <w:r w:rsidRPr="00F73937">
              <w:rPr>
                <w:b/>
                <w:bCs/>
              </w:rPr>
              <w:t>41,058</w:t>
            </w:r>
          </w:p>
        </w:tc>
        <w:tc>
          <w:tcPr>
            <w:tcW w:w="270" w:type="dxa"/>
          </w:tcPr>
          <w:p w14:paraId="783D23B0" w14:textId="77777777" w:rsidR="000766D6" w:rsidRPr="00F73937" w:rsidRDefault="000766D6" w:rsidP="000766D6">
            <w:pPr>
              <w:spacing w:line="240" w:lineRule="auto"/>
              <w:jc w:val="both"/>
              <w:rPr>
                <w:b/>
                <w:bCs/>
              </w:rPr>
            </w:pPr>
          </w:p>
        </w:tc>
        <w:tc>
          <w:tcPr>
            <w:tcW w:w="1440" w:type="dxa"/>
            <w:tcBorders>
              <w:top w:val="single" w:sz="4" w:space="0" w:color="auto"/>
            </w:tcBorders>
          </w:tcPr>
          <w:p w14:paraId="5C8F04B5" w14:textId="0C824143" w:rsidR="000766D6" w:rsidRPr="00F73937" w:rsidRDefault="000766D6" w:rsidP="000766D6">
            <w:pPr>
              <w:tabs>
                <w:tab w:val="left" w:pos="720"/>
              </w:tabs>
              <w:spacing w:line="240" w:lineRule="auto"/>
              <w:ind w:right="76"/>
              <w:jc w:val="right"/>
              <w:rPr>
                <w:b/>
                <w:bCs/>
              </w:rPr>
            </w:pPr>
            <w:r w:rsidRPr="00F73937">
              <w:rPr>
                <w:b/>
                <w:bCs/>
              </w:rPr>
              <w:t>6,285</w:t>
            </w:r>
          </w:p>
        </w:tc>
      </w:tr>
      <w:tr w:rsidR="00C52E8F" w:rsidRPr="00F73937" w14:paraId="403AEC9F" w14:textId="77777777" w:rsidTr="009E7BDE">
        <w:trPr>
          <w:cantSplit/>
        </w:trPr>
        <w:tc>
          <w:tcPr>
            <w:tcW w:w="3960" w:type="dxa"/>
            <w:vAlign w:val="bottom"/>
          </w:tcPr>
          <w:p w14:paraId="74AA274F" w14:textId="5D1177B5" w:rsidR="00C52E8F" w:rsidRPr="00F73937" w:rsidRDefault="00C52E8F" w:rsidP="00B83655">
            <w:pPr>
              <w:spacing w:line="240" w:lineRule="atLeast"/>
              <w:ind w:left="520" w:hanging="270"/>
            </w:pPr>
            <w:r w:rsidRPr="00F73937">
              <w:rPr>
                <w:i/>
                <w:iCs/>
              </w:rPr>
              <w:t>Less</w:t>
            </w:r>
            <w:r w:rsidRPr="00F73937">
              <w:t xml:space="preserve"> undue value</w:t>
            </w:r>
            <w:r w:rsidR="00B83655">
              <w:t xml:space="preserve"> </w:t>
            </w:r>
            <w:r w:rsidRPr="00F73937">
              <w:t>added tax</w:t>
            </w:r>
          </w:p>
        </w:tc>
        <w:tc>
          <w:tcPr>
            <w:tcW w:w="1620" w:type="dxa"/>
            <w:tcBorders>
              <w:bottom w:val="single" w:sz="4" w:space="0" w:color="auto"/>
            </w:tcBorders>
            <w:shd w:val="clear" w:color="auto" w:fill="auto"/>
          </w:tcPr>
          <w:p w14:paraId="3EB30A85" w14:textId="194125F0" w:rsidR="00C52E8F" w:rsidRPr="00F73937" w:rsidRDefault="00C450E9" w:rsidP="00C450E9">
            <w:pPr>
              <w:tabs>
                <w:tab w:val="left" w:pos="720"/>
                <w:tab w:val="left" w:pos="1146"/>
                <w:tab w:val="center" w:pos="1410"/>
              </w:tabs>
              <w:spacing w:line="240" w:lineRule="auto"/>
              <w:jc w:val="right"/>
            </w:pPr>
            <w:r w:rsidRPr="00F73937">
              <w:t>(5,712)</w:t>
            </w:r>
          </w:p>
        </w:tc>
        <w:tc>
          <w:tcPr>
            <w:tcW w:w="270" w:type="dxa"/>
          </w:tcPr>
          <w:p w14:paraId="75A75DDD" w14:textId="77777777" w:rsidR="00C52E8F" w:rsidRPr="00F73937" w:rsidRDefault="00C52E8F" w:rsidP="009E7BDE">
            <w:pPr>
              <w:spacing w:line="240" w:lineRule="auto"/>
              <w:ind w:right="76"/>
              <w:jc w:val="both"/>
            </w:pPr>
          </w:p>
        </w:tc>
        <w:tc>
          <w:tcPr>
            <w:tcW w:w="1620" w:type="dxa"/>
            <w:tcBorders>
              <w:bottom w:val="single" w:sz="4" w:space="0" w:color="auto"/>
            </w:tcBorders>
          </w:tcPr>
          <w:p w14:paraId="30C8E76A" w14:textId="06D4D241" w:rsidR="00C52E8F" w:rsidRPr="00B83655" w:rsidRDefault="001A423A" w:rsidP="009E7BDE">
            <w:pPr>
              <w:tabs>
                <w:tab w:val="left" w:pos="720"/>
              </w:tabs>
              <w:spacing w:line="240" w:lineRule="auto"/>
              <w:ind w:right="320"/>
              <w:jc w:val="right"/>
            </w:pPr>
            <w:r w:rsidRPr="00B83655">
              <w:t>-</w:t>
            </w:r>
          </w:p>
        </w:tc>
        <w:tc>
          <w:tcPr>
            <w:tcW w:w="270" w:type="dxa"/>
          </w:tcPr>
          <w:p w14:paraId="2662985D" w14:textId="77777777" w:rsidR="00C52E8F" w:rsidRPr="00B83655" w:rsidRDefault="00C52E8F" w:rsidP="009E7BDE">
            <w:pPr>
              <w:spacing w:line="240" w:lineRule="auto"/>
              <w:jc w:val="both"/>
            </w:pPr>
          </w:p>
        </w:tc>
        <w:tc>
          <w:tcPr>
            <w:tcW w:w="1440" w:type="dxa"/>
            <w:tcBorders>
              <w:bottom w:val="single" w:sz="4" w:space="0" w:color="auto"/>
            </w:tcBorders>
          </w:tcPr>
          <w:p w14:paraId="2F7BECDF" w14:textId="6FBEA2EF" w:rsidR="00C52E8F" w:rsidRPr="00B83655" w:rsidRDefault="001A423A" w:rsidP="009E7BDE">
            <w:pPr>
              <w:tabs>
                <w:tab w:val="left" w:pos="720"/>
              </w:tabs>
              <w:spacing w:line="240" w:lineRule="auto"/>
              <w:ind w:right="342"/>
              <w:jc w:val="right"/>
            </w:pPr>
            <w:r w:rsidRPr="00B83655">
              <w:t>-</w:t>
            </w:r>
          </w:p>
        </w:tc>
      </w:tr>
      <w:tr w:rsidR="007A3055" w:rsidRPr="00F73937" w14:paraId="0082240E" w14:textId="77777777" w:rsidTr="009E7BDE">
        <w:trPr>
          <w:cantSplit/>
        </w:trPr>
        <w:tc>
          <w:tcPr>
            <w:tcW w:w="3960" w:type="dxa"/>
          </w:tcPr>
          <w:p w14:paraId="2F945FC9" w14:textId="77777777" w:rsidR="007A3055" w:rsidRPr="00F73937" w:rsidRDefault="007A3055" w:rsidP="007A3055">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6A2B7B8E" w14:textId="12F30EFA" w:rsidR="007A3055" w:rsidRPr="00F73937" w:rsidRDefault="007A3055" w:rsidP="007A3055">
            <w:pPr>
              <w:tabs>
                <w:tab w:val="left" w:pos="720"/>
              </w:tabs>
              <w:spacing w:line="240" w:lineRule="auto"/>
              <w:ind w:right="76"/>
              <w:jc w:val="right"/>
              <w:rPr>
                <w:b/>
                <w:bCs/>
              </w:rPr>
            </w:pPr>
            <w:r w:rsidRPr="00F73937">
              <w:rPr>
                <w:b/>
                <w:bCs/>
              </w:rPr>
              <w:t>76,886</w:t>
            </w:r>
          </w:p>
        </w:tc>
        <w:tc>
          <w:tcPr>
            <w:tcW w:w="270" w:type="dxa"/>
          </w:tcPr>
          <w:p w14:paraId="212FF91D" w14:textId="77777777" w:rsidR="007A3055" w:rsidRPr="00F73937" w:rsidRDefault="007A3055" w:rsidP="007A3055">
            <w:pPr>
              <w:spacing w:line="240" w:lineRule="auto"/>
              <w:ind w:right="76"/>
              <w:jc w:val="both"/>
              <w:rPr>
                <w:b/>
                <w:bCs/>
              </w:rPr>
            </w:pPr>
          </w:p>
        </w:tc>
        <w:tc>
          <w:tcPr>
            <w:tcW w:w="1620" w:type="dxa"/>
            <w:tcBorders>
              <w:top w:val="single" w:sz="4" w:space="0" w:color="auto"/>
              <w:bottom w:val="single" w:sz="4" w:space="0" w:color="auto"/>
            </w:tcBorders>
          </w:tcPr>
          <w:p w14:paraId="4874910C" w14:textId="11923762" w:rsidR="007A3055" w:rsidRPr="00F73937" w:rsidRDefault="007A3055" w:rsidP="007A3055">
            <w:pPr>
              <w:tabs>
                <w:tab w:val="left" w:pos="720"/>
              </w:tabs>
              <w:spacing w:line="240" w:lineRule="auto"/>
              <w:ind w:right="76"/>
              <w:jc w:val="right"/>
              <w:rPr>
                <w:b/>
                <w:bCs/>
              </w:rPr>
            </w:pPr>
            <w:r w:rsidRPr="00F73937">
              <w:rPr>
                <w:b/>
                <w:bCs/>
              </w:rPr>
              <w:t>41,058</w:t>
            </w:r>
          </w:p>
        </w:tc>
        <w:tc>
          <w:tcPr>
            <w:tcW w:w="270" w:type="dxa"/>
          </w:tcPr>
          <w:p w14:paraId="3AED4616" w14:textId="77777777" w:rsidR="007A3055" w:rsidRPr="00F73937" w:rsidRDefault="007A3055" w:rsidP="007A3055">
            <w:pPr>
              <w:spacing w:line="240" w:lineRule="auto"/>
              <w:jc w:val="both"/>
              <w:rPr>
                <w:b/>
                <w:bCs/>
              </w:rPr>
            </w:pPr>
          </w:p>
        </w:tc>
        <w:tc>
          <w:tcPr>
            <w:tcW w:w="1440" w:type="dxa"/>
            <w:tcBorders>
              <w:top w:val="single" w:sz="4" w:space="0" w:color="auto"/>
              <w:bottom w:val="single" w:sz="4" w:space="0" w:color="auto"/>
            </w:tcBorders>
          </w:tcPr>
          <w:p w14:paraId="3BA693D5" w14:textId="316364AC" w:rsidR="007A3055" w:rsidRPr="00F73937" w:rsidRDefault="007A3055" w:rsidP="007A3055">
            <w:pPr>
              <w:tabs>
                <w:tab w:val="left" w:pos="720"/>
              </w:tabs>
              <w:spacing w:line="240" w:lineRule="auto"/>
              <w:ind w:right="76"/>
              <w:jc w:val="right"/>
              <w:rPr>
                <w:b/>
                <w:bCs/>
              </w:rPr>
            </w:pPr>
            <w:r w:rsidRPr="00F73937">
              <w:rPr>
                <w:b/>
                <w:bCs/>
              </w:rPr>
              <w:t>6,285</w:t>
            </w:r>
          </w:p>
        </w:tc>
      </w:tr>
      <w:tr w:rsidR="00C52E8F" w:rsidRPr="00F73937" w14:paraId="6CFFD091" w14:textId="77777777" w:rsidTr="009E7BDE">
        <w:trPr>
          <w:cantSplit/>
        </w:trPr>
        <w:tc>
          <w:tcPr>
            <w:tcW w:w="3960" w:type="dxa"/>
          </w:tcPr>
          <w:p w14:paraId="1BADE01D" w14:textId="77777777" w:rsidR="00C52E8F" w:rsidRPr="00F73937" w:rsidRDefault="00C52E8F" w:rsidP="009E7BDE">
            <w:pPr>
              <w:spacing w:line="240" w:lineRule="atLeast"/>
              <w:ind w:left="258" w:right="-108"/>
            </w:pPr>
          </w:p>
        </w:tc>
        <w:tc>
          <w:tcPr>
            <w:tcW w:w="1620" w:type="dxa"/>
            <w:tcBorders>
              <w:top w:val="single" w:sz="4" w:space="0" w:color="auto"/>
            </w:tcBorders>
            <w:shd w:val="clear" w:color="auto" w:fill="auto"/>
          </w:tcPr>
          <w:p w14:paraId="787B86C2" w14:textId="77777777" w:rsidR="00C52E8F" w:rsidRPr="00F73937" w:rsidRDefault="00C52E8F" w:rsidP="009E7BDE">
            <w:pPr>
              <w:tabs>
                <w:tab w:val="decimal" w:pos="1152"/>
              </w:tabs>
              <w:spacing w:line="240" w:lineRule="atLeast"/>
              <w:ind w:left="258" w:right="-124"/>
            </w:pPr>
          </w:p>
        </w:tc>
        <w:tc>
          <w:tcPr>
            <w:tcW w:w="270" w:type="dxa"/>
            <w:vAlign w:val="bottom"/>
          </w:tcPr>
          <w:p w14:paraId="35EDBE18" w14:textId="77777777" w:rsidR="00C52E8F" w:rsidRPr="00F73937" w:rsidRDefault="00C52E8F" w:rsidP="009E7BDE">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7CA27974" w14:textId="77777777" w:rsidR="00C52E8F" w:rsidRPr="00F73937" w:rsidRDefault="00C52E8F" w:rsidP="009E7BDE">
            <w:pPr>
              <w:tabs>
                <w:tab w:val="decimal" w:pos="1224"/>
              </w:tabs>
              <w:spacing w:line="240" w:lineRule="atLeast"/>
              <w:ind w:left="258" w:right="-124"/>
            </w:pPr>
          </w:p>
        </w:tc>
        <w:tc>
          <w:tcPr>
            <w:tcW w:w="270" w:type="dxa"/>
          </w:tcPr>
          <w:p w14:paraId="001A5613" w14:textId="77777777" w:rsidR="00C52E8F" w:rsidRPr="00F73937" w:rsidRDefault="00C52E8F" w:rsidP="009E7BDE">
            <w:pPr>
              <w:tabs>
                <w:tab w:val="decimal" w:pos="1179"/>
              </w:tabs>
              <w:spacing w:line="240" w:lineRule="atLeast"/>
              <w:ind w:left="-108" w:right="-124"/>
            </w:pPr>
          </w:p>
        </w:tc>
        <w:tc>
          <w:tcPr>
            <w:tcW w:w="1440" w:type="dxa"/>
            <w:tcBorders>
              <w:top w:val="single" w:sz="4" w:space="0" w:color="auto"/>
            </w:tcBorders>
          </w:tcPr>
          <w:p w14:paraId="0D64BEFE" w14:textId="77777777" w:rsidR="00C52E8F" w:rsidRPr="00F73937" w:rsidRDefault="00C52E8F" w:rsidP="009E7BDE">
            <w:pPr>
              <w:tabs>
                <w:tab w:val="decimal" w:pos="1242"/>
              </w:tabs>
              <w:spacing w:line="240" w:lineRule="atLeast"/>
              <w:ind w:left="-108" w:right="-124"/>
            </w:pPr>
          </w:p>
        </w:tc>
      </w:tr>
      <w:tr w:rsidR="00C52E8F" w:rsidRPr="00F73937" w14:paraId="6E7B8061" w14:textId="77777777" w:rsidTr="009E7BDE">
        <w:trPr>
          <w:cantSplit/>
        </w:trPr>
        <w:tc>
          <w:tcPr>
            <w:tcW w:w="7470" w:type="dxa"/>
            <w:gridSpan w:val="4"/>
          </w:tcPr>
          <w:p w14:paraId="2CF13F06" w14:textId="77777777" w:rsidR="00C52E8F" w:rsidRPr="00F73937" w:rsidRDefault="00C52E8F" w:rsidP="009E7BDE">
            <w:pPr>
              <w:spacing w:line="240" w:lineRule="atLeast"/>
              <w:ind w:left="258" w:right="-124"/>
              <w:rPr>
                <w:rFonts w:cs="Angsana New"/>
                <w:i/>
                <w:iCs/>
              </w:rPr>
            </w:pPr>
            <w:r w:rsidRPr="00F73937">
              <w:rPr>
                <w:rFonts w:cs="Angsana New"/>
                <w:i/>
                <w:iCs/>
              </w:rPr>
              <w:t>High value receivables</w:t>
            </w:r>
          </w:p>
        </w:tc>
        <w:tc>
          <w:tcPr>
            <w:tcW w:w="270" w:type="dxa"/>
          </w:tcPr>
          <w:p w14:paraId="3E0B87E5" w14:textId="77777777" w:rsidR="00C52E8F" w:rsidRPr="00F73937" w:rsidRDefault="00C52E8F" w:rsidP="009E7BDE">
            <w:pPr>
              <w:tabs>
                <w:tab w:val="decimal" w:pos="1179"/>
              </w:tabs>
              <w:spacing w:line="240" w:lineRule="atLeast"/>
              <w:ind w:left="-108" w:right="-124"/>
            </w:pPr>
          </w:p>
        </w:tc>
        <w:tc>
          <w:tcPr>
            <w:tcW w:w="1440" w:type="dxa"/>
          </w:tcPr>
          <w:p w14:paraId="5B69374E" w14:textId="77777777" w:rsidR="00C52E8F" w:rsidRPr="00F73937" w:rsidRDefault="00C52E8F" w:rsidP="009E7BDE">
            <w:pPr>
              <w:tabs>
                <w:tab w:val="decimal" w:pos="1242"/>
              </w:tabs>
              <w:spacing w:line="240" w:lineRule="atLeast"/>
              <w:ind w:left="-108" w:right="-124"/>
            </w:pPr>
          </w:p>
        </w:tc>
      </w:tr>
      <w:tr w:rsidR="009F77B2" w:rsidRPr="00F73937" w14:paraId="2724E83D" w14:textId="77777777" w:rsidTr="009E7BDE">
        <w:trPr>
          <w:cantSplit/>
        </w:trPr>
        <w:tc>
          <w:tcPr>
            <w:tcW w:w="3960" w:type="dxa"/>
          </w:tcPr>
          <w:p w14:paraId="12F8E94D" w14:textId="77777777" w:rsidR="009F77B2" w:rsidRPr="00F73937" w:rsidRDefault="009F77B2" w:rsidP="009F77B2">
            <w:pPr>
              <w:spacing w:line="240" w:lineRule="atLeast"/>
              <w:ind w:left="258" w:right="-108"/>
            </w:pPr>
            <w:r w:rsidRPr="00F73937">
              <w:t>Portion of overdue</w:t>
            </w:r>
          </w:p>
        </w:tc>
        <w:tc>
          <w:tcPr>
            <w:tcW w:w="1620" w:type="dxa"/>
            <w:shd w:val="clear" w:color="auto" w:fill="auto"/>
          </w:tcPr>
          <w:p w14:paraId="721ADD5A" w14:textId="56AF398A" w:rsidR="009F77B2" w:rsidRPr="00F73937" w:rsidRDefault="009F77B2" w:rsidP="007B1F0B">
            <w:pPr>
              <w:tabs>
                <w:tab w:val="left" w:pos="720"/>
              </w:tabs>
              <w:spacing w:line="240" w:lineRule="auto"/>
              <w:ind w:right="76"/>
              <w:jc w:val="right"/>
            </w:pPr>
            <w:r w:rsidRPr="00F73937">
              <w:t>399</w:t>
            </w:r>
          </w:p>
        </w:tc>
        <w:tc>
          <w:tcPr>
            <w:tcW w:w="270" w:type="dxa"/>
          </w:tcPr>
          <w:p w14:paraId="0BAAB03F" w14:textId="77777777" w:rsidR="009F77B2" w:rsidRPr="00F73937" w:rsidRDefault="009F77B2" w:rsidP="007B1F0B">
            <w:pPr>
              <w:pStyle w:val="3"/>
              <w:tabs>
                <w:tab w:val="clear" w:pos="360"/>
                <w:tab w:val="decimal" w:pos="1212"/>
              </w:tabs>
              <w:ind w:right="76"/>
              <w:jc w:val="right"/>
              <w:rPr>
                <w:rFonts w:cs="Times New Roman"/>
                <w:lang w:val="en-US"/>
              </w:rPr>
            </w:pPr>
          </w:p>
        </w:tc>
        <w:tc>
          <w:tcPr>
            <w:tcW w:w="1620" w:type="dxa"/>
          </w:tcPr>
          <w:p w14:paraId="2E381FC1" w14:textId="1B3F4691" w:rsidR="009F77B2" w:rsidRPr="00F73937" w:rsidRDefault="009F77B2" w:rsidP="007B1F0B">
            <w:pPr>
              <w:tabs>
                <w:tab w:val="left" w:pos="720"/>
                <w:tab w:val="decimal" w:pos="1224"/>
              </w:tabs>
              <w:spacing w:line="240" w:lineRule="auto"/>
              <w:ind w:right="76"/>
              <w:jc w:val="right"/>
            </w:pPr>
            <w:r w:rsidRPr="00F73937">
              <w:t>169</w:t>
            </w:r>
          </w:p>
        </w:tc>
        <w:tc>
          <w:tcPr>
            <w:tcW w:w="270" w:type="dxa"/>
          </w:tcPr>
          <w:p w14:paraId="3A26F1CD" w14:textId="77777777" w:rsidR="009F77B2" w:rsidRPr="00F73937" w:rsidRDefault="009F77B2" w:rsidP="007B1F0B">
            <w:pPr>
              <w:tabs>
                <w:tab w:val="left" w:pos="720"/>
                <w:tab w:val="decimal" w:pos="1179"/>
              </w:tabs>
              <w:spacing w:line="240" w:lineRule="auto"/>
              <w:ind w:right="76"/>
              <w:jc w:val="right"/>
            </w:pPr>
          </w:p>
        </w:tc>
        <w:tc>
          <w:tcPr>
            <w:tcW w:w="1440" w:type="dxa"/>
          </w:tcPr>
          <w:p w14:paraId="03171247" w14:textId="6582DD93" w:rsidR="009F77B2" w:rsidRPr="00F73937" w:rsidRDefault="009F77B2" w:rsidP="007B1F0B">
            <w:pPr>
              <w:tabs>
                <w:tab w:val="left" w:pos="720"/>
                <w:tab w:val="decimal" w:pos="1242"/>
              </w:tabs>
              <w:spacing w:line="240" w:lineRule="auto"/>
              <w:ind w:right="76"/>
              <w:jc w:val="right"/>
            </w:pPr>
            <w:r w:rsidRPr="00F73937">
              <w:t>154</w:t>
            </w:r>
          </w:p>
        </w:tc>
      </w:tr>
      <w:tr w:rsidR="00C52E8F" w:rsidRPr="00F73937" w14:paraId="49ED936F" w14:textId="77777777" w:rsidTr="009E7BDE">
        <w:trPr>
          <w:cantSplit/>
        </w:trPr>
        <w:tc>
          <w:tcPr>
            <w:tcW w:w="3960" w:type="dxa"/>
            <w:vAlign w:val="bottom"/>
          </w:tcPr>
          <w:p w14:paraId="4728EBE2" w14:textId="2E389BCB" w:rsidR="00C52E8F" w:rsidRPr="00F73937" w:rsidRDefault="00C52E8F" w:rsidP="00B83655">
            <w:pPr>
              <w:spacing w:line="240" w:lineRule="atLeast"/>
              <w:ind w:left="520" w:hanging="270"/>
            </w:pPr>
            <w:r w:rsidRPr="00F73937">
              <w:rPr>
                <w:i/>
                <w:iCs/>
              </w:rPr>
              <w:t>Less</w:t>
            </w:r>
            <w:r w:rsidRPr="00F73937">
              <w:t xml:space="preserve"> undue value</w:t>
            </w:r>
            <w:r w:rsidR="00B83655">
              <w:t xml:space="preserve"> </w:t>
            </w:r>
            <w:r w:rsidRPr="00F73937">
              <w:t>added tax</w:t>
            </w:r>
          </w:p>
        </w:tc>
        <w:tc>
          <w:tcPr>
            <w:tcW w:w="1620" w:type="dxa"/>
            <w:tcBorders>
              <w:bottom w:val="single" w:sz="4" w:space="0" w:color="auto"/>
            </w:tcBorders>
            <w:shd w:val="clear" w:color="auto" w:fill="auto"/>
          </w:tcPr>
          <w:p w14:paraId="07EE251B" w14:textId="300A575D" w:rsidR="003067CE" w:rsidRPr="00F73937" w:rsidRDefault="003067CE" w:rsidP="00B83655">
            <w:pPr>
              <w:tabs>
                <w:tab w:val="left" w:pos="720"/>
                <w:tab w:val="left" w:pos="1146"/>
                <w:tab w:val="center" w:pos="1410"/>
              </w:tabs>
              <w:spacing w:line="240" w:lineRule="auto"/>
              <w:jc w:val="right"/>
            </w:pPr>
            <w:r w:rsidRPr="00F73937">
              <w:t>(19)</w:t>
            </w:r>
          </w:p>
        </w:tc>
        <w:tc>
          <w:tcPr>
            <w:tcW w:w="270" w:type="dxa"/>
          </w:tcPr>
          <w:p w14:paraId="561234C7" w14:textId="77777777" w:rsidR="00C52E8F" w:rsidRPr="00F73937" w:rsidRDefault="00C52E8F" w:rsidP="009E7BDE">
            <w:pPr>
              <w:spacing w:line="240" w:lineRule="auto"/>
              <w:ind w:right="108"/>
              <w:jc w:val="right"/>
            </w:pPr>
          </w:p>
        </w:tc>
        <w:tc>
          <w:tcPr>
            <w:tcW w:w="1620" w:type="dxa"/>
            <w:tcBorders>
              <w:bottom w:val="single" w:sz="4" w:space="0" w:color="auto"/>
            </w:tcBorders>
          </w:tcPr>
          <w:p w14:paraId="137FAA6F" w14:textId="3DE7EB49" w:rsidR="00C52E8F" w:rsidRPr="00B83655" w:rsidRDefault="009D65B1" w:rsidP="00B83655">
            <w:pPr>
              <w:tabs>
                <w:tab w:val="left" w:pos="720"/>
              </w:tabs>
              <w:spacing w:line="240" w:lineRule="auto"/>
              <w:ind w:right="320"/>
              <w:jc w:val="right"/>
            </w:pPr>
            <w:r w:rsidRPr="00B83655">
              <w:t>-</w:t>
            </w:r>
          </w:p>
        </w:tc>
        <w:tc>
          <w:tcPr>
            <w:tcW w:w="270" w:type="dxa"/>
          </w:tcPr>
          <w:p w14:paraId="23BA2CA2" w14:textId="77777777" w:rsidR="00C52E8F" w:rsidRPr="00B83655" w:rsidRDefault="00C52E8F" w:rsidP="00465E30">
            <w:pPr>
              <w:spacing w:line="240" w:lineRule="auto"/>
              <w:ind w:right="69"/>
              <w:jc w:val="both"/>
            </w:pPr>
          </w:p>
        </w:tc>
        <w:tc>
          <w:tcPr>
            <w:tcW w:w="1440" w:type="dxa"/>
            <w:tcBorders>
              <w:bottom w:val="single" w:sz="4" w:space="0" w:color="auto"/>
            </w:tcBorders>
          </w:tcPr>
          <w:p w14:paraId="384F0131" w14:textId="2493719C" w:rsidR="00C52E8F" w:rsidRPr="00B83655" w:rsidRDefault="009D65B1" w:rsidP="00B83655">
            <w:pPr>
              <w:tabs>
                <w:tab w:val="left" w:pos="720"/>
              </w:tabs>
              <w:spacing w:line="240" w:lineRule="auto"/>
              <w:ind w:right="342"/>
              <w:jc w:val="right"/>
            </w:pPr>
            <w:r w:rsidRPr="00B83655">
              <w:t>-</w:t>
            </w:r>
          </w:p>
        </w:tc>
      </w:tr>
      <w:tr w:rsidR="007F6078" w:rsidRPr="00F73937" w14:paraId="01A321FB" w14:textId="77777777" w:rsidTr="009E7BDE">
        <w:trPr>
          <w:cantSplit/>
        </w:trPr>
        <w:tc>
          <w:tcPr>
            <w:tcW w:w="3960" w:type="dxa"/>
          </w:tcPr>
          <w:p w14:paraId="3A3DF2F9" w14:textId="77777777" w:rsidR="007F6078" w:rsidRPr="00F73937" w:rsidRDefault="007F6078" w:rsidP="007F6078">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759F18A4" w14:textId="5E2FA14B" w:rsidR="007F6078" w:rsidRPr="00F73937" w:rsidRDefault="007F6078" w:rsidP="00465E30">
            <w:pPr>
              <w:tabs>
                <w:tab w:val="left" w:pos="1347"/>
              </w:tabs>
              <w:spacing w:line="240" w:lineRule="auto"/>
              <w:ind w:right="74"/>
              <w:jc w:val="right"/>
              <w:rPr>
                <w:b/>
                <w:bCs/>
              </w:rPr>
            </w:pPr>
            <w:r w:rsidRPr="00F73937">
              <w:rPr>
                <w:b/>
                <w:bCs/>
              </w:rPr>
              <w:t>380</w:t>
            </w:r>
          </w:p>
        </w:tc>
        <w:tc>
          <w:tcPr>
            <w:tcW w:w="270" w:type="dxa"/>
          </w:tcPr>
          <w:p w14:paraId="738131C7" w14:textId="77777777" w:rsidR="007F6078" w:rsidRPr="00F73937" w:rsidRDefault="007F6078" w:rsidP="007F6078">
            <w:pPr>
              <w:spacing w:line="240" w:lineRule="auto"/>
              <w:ind w:right="76"/>
              <w:jc w:val="both"/>
              <w:rPr>
                <w:b/>
                <w:bCs/>
              </w:rPr>
            </w:pPr>
          </w:p>
        </w:tc>
        <w:tc>
          <w:tcPr>
            <w:tcW w:w="1620" w:type="dxa"/>
            <w:tcBorders>
              <w:top w:val="single" w:sz="4" w:space="0" w:color="auto"/>
              <w:bottom w:val="single" w:sz="4" w:space="0" w:color="auto"/>
            </w:tcBorders>
          </w:tcPr>
          <w:p w14:paraId="3E5F9634" w14:textId="644BA46B" w:rsidR="007F6078" w:rsidRPr="00F73937" w:rsidRDefault="007F6078" w:rsidP="007F6078">
            <w:pPr>
              <w:tabs>
                <w:tab w:val="left" w:pos="967"/>
              </w:tabs>
              <w:spacing w:line="240" w:lineRule="auto"/>
              <w:ind w:right="72" w:firstLine="432"/>
              <w:jc w:val="right"/>
              <w:rPr>
                <w:b/>
                <w:bCs/>
              </w:rPr>
            </w:pPr>
            <w:r w:rsidRPr="00F73937">
              <w:rPr>
                <w:b/>
                <w:bCs/>
              </w:rPr>
              <w:t>169</w:t>
            </w:r>
          </w:p>
        </w:tc>
        <w:tc>
          <w:tcPr>
            <w:tcW w:w="270" w:type="dxa"/>
          </w:tcPr>
          <w:p w14:paraId="74122CEB" w14:textId="77777777" w:rsidR="007F6078" w:rsidRPr="00F73937" w:rsidRDefault="007F6078" w:rsidP="007F6078">
            <w:pPr>
              <w:spacing w:line="240" w:lineRule="auto"/>
              <w:ind w:right="76"/>
              <w:jc w:val="both"/>
              <w:rPr>
                <w:b/>
                <w:bCs/>
              </w:rPr>
            </w:pPr>
          </w:p>
        </w:tc>
        <w:tc>
          <w:tcPr>
            <w:tcW w:w="1440" w:type="dxa"/>
            <w:tcBorders>
              <w:top w:val="single" w:sz="4" w:space="0" w:color="auto"/>
              <w:bottom w:val="single" w:sz="4" w:space="0" w:color="auto"/>
            </w:tcBorders>
          </w:tcPr>
          <w:p w14:paraId="78522004" w14:textId="44EF8579" w:rsidR="007F6078" w:rsidRPr="00F73937" w:rsidRDefault="007F6078" w:rsidP="007F6078">
            <w:pPr>
              <w:tabs>
                <w:tab w:val="left" w:pos="720"/>
              </w:tabs>
              <w:spacing w:line="240" w:lineRule="auto"/>
              <w:ind w:right="76"/>
              <w:jc w:val="right"/>
              <w:rPr>
                <w:b/>
                <w:bCs/>
              </w:rPr>
            </w:pPr>
            <w:r w:rsidRPr="00F73937">
              <w:rPr>
                <w:b/>
                <w:bCs/>
              </w:rPr>
              <w:t>154</w:t>
            </w:r>
          </w:p>
        </w:tc>
      </w:tr>
    </w:tbl>
    <w:p w14:paraId="34CB9791" w14:textId="73B430EE" w:rsidR="00C52E8F" w:rsidRPr="00F73937" w:rsidRDefault="00C52E8F" w:rsidP="00F26E92">
      <w:pPr>
        <w:pStyle w:val="block"/>
        <w:spacing w:after="0" w:line="240" w:lineRule="auto"/>
        <w:ind w:left="540"/>
        <w:jc w:val="both"/>
        <w:rPr>
          <w:spacing w:val="-2"/>
        </w:rPr>
      </w:pPr>
    </w:p>
    <w:p w14:paraId="62C60E39" w14:textId="6E1FDB7E" w:rsidR="00C81031" w:rsidRPr="00F73937" w:rsidRDefault="00C81031" w:rsidP="00C81031">
      <w:pPr>
        <w:pStyle w:val="block"/>
        <w:spacing w:after="0" w:line="240" w:lineRule="auto"/>
        <w:ind w:left="540"/>
        <w:jc w:val="both"/>
      </w:pPr>
      <w:r w:rsidRPr="00F73937">
        <w:t>*Net of unearned interest income, collateral and undue value added tax</w:t>
      </w:r>
    </w:p>
    <w:p w14:paraId="5A3F345F" w14:textId="29866EF7" w:rsidR="00C81031" w:rsidRDefault="00C81031" w:rsidP="00F26E92">
      <w:pPr>
        <w:pStyle w:val="block"/>
        <w:spacing w:after="0" w:line="240" w:lineRule="auto"/>
        <w:ind w:left="540"/>
        <w:jc w:val="both"/>
        <w:rPr>
          <w:spacing w:val="-2"/>
        </w:rPr>
      </w:pPr>
    </w:p>
    <w:p w14:paraId="255BB5C0" w14:textId="35597107" w:rsidR="002F3880" w:rsidRDefault="002F3880" w:rsidP="00F26E92">
      <w:pPr>
        <w:pStyle w:val="block"/>
        <w:spacing w:after="0" w:line="240" w:lineRule="auto"/>
        <w:ind w:left="540"/>
        <w:jc w:val="both"/>
        <w:rPr>
          <w:spacing w:val="-2"/>
        </w:rPr>
      </w:pPr>
    </w:p>
    <w:p w14:paraId="4351F328" w14:textId="39EA28A9" w:rsidR="000A4A5E" w:rsidRDefault="000A4A5E" w:rsidP="00F26E92">
      <w:pPr>
        <w:pStyle w:val="block"/>
        <w:spacing w:after="0" w:line="240" w:lineRule="auto"/>
        <w:ind w:left="540"/>
        <w:jc w:val="both"/>
        <w:rPr>
          <w:spacing w:val="-2"/>
        </w:rPr>
      </w:pPr>
    </w:p>
    <w:p w14:paraId="6726C125" w14:textId="77777777" w:rsidR="000A4A5E" w:rsidRDefault="000A4A5E" w:rsidP="00F26E92">
      <w:pPr>
        <w:pStyle w:val="block"/>
        <w:spacing w:after="0" w:line="240" w:lineRule="auto"/>
        <w:ind w:left="540"/>
        <w:jc w:val="both"/>
        <w:rPr>
          <w:spacing w:val="-2"/>
        </w:rPr>
      </w:pPr>
    </w:p>
    <w:p w14:paraId="3895D406" w14:textId="66F3BCC0" w:rsidR="002F3880" w:rsidRDefault="002F3880" w:rsidP="00F26E92">
      <w:pPr>
        <w:pStyle w:val="block"/>
        <w:spacing w:after="0" w:line="240" w:lineRule="auto"/>
        <w:ind w:left="540"/>
        <w:jc w:val="both"/>
        <w:rPr>
          <w:spacing w:val="-2"/>
        </w:rPr>
      </w:pPr>
    </w:p>
    <w:p w14:paraId="2F9CF209" w14:textId="77777777" w:rsidR="002F3880" w:rsidRPr="00F73937" w:rsidRDefault="002F3880" w:rsidP="00F26E92">
      <w:pPr>
        <w:pStyle w:val="block"/>
        <w:spacing w:after="0" w:line="240" w:lineRule="auto"/>
        <w:ind w:left="540"/>
        <w:jc w:val="both"/>
        <w:rPr>
          <w:spacing w:val="-2"/>
        </w:rPr>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755FDD" w:rsidRPr="00F73937" w14:paraId="43076E6A" w14:textId="77777777" w:rsidTr="009E7BDE">
        <w:trPr>
          <w:cantSplit/>
        </w:trPr>
        <w:tc>
          <w:tcPr>
            <w:tcW w:w="3960" w:type="dxa"/>
          </w:tcPr>
          <w:p w14:paraId="0997C997" w14:textId="77777777" w:rsidR="00755FDD" w:rsidRPr="00F73937" w:rsidRDefault="00755FDD" w:rsidP="009E7BDE">
            <w:pPr>
              <w:spacing w:line="240" w:lineRule="atLeast"/>
              <w:rPr>
                <w:i/>
                <w:iCs/>
              </w:rPr>
            </w:pPr>
          </w:p>
        </w:tc>
        <w:tc>
          <w:tcPr>
            <w:tcW w:w="5220" w:type="dxa"/>
            <w:gridSpan w:val="5"/>
            <w:shd w:val="clear" w:color="auto" w:fill="auto"/>
          </w:tcPr>
          <w:p w14:paraId="1F1D530A" w14:textId="77777777" w:rsidR="00755FDD" w:rsidRPr="00F73937" w:rsidRDefault="00755FDD" w:rsidP="009E7BDE">
            <w:pPr>
              <w:pStyle w:val="BodyText"/>
              <w:spacing w:after="0" w:line="240" w:lineRule="atLeast"/>
              <w:ind w:left="-108" w:right="-110"/>
              <w:jc w:val="center"/>
              <w:rPr>
                <w:lang w:val="en-GB"/>
              </w:rPr>
            </w:pPr>
            <w:r w:rsidRPr="00F73937">
              <w:rPr>
                <w:b/>
                <w:bCs/>
                <w:lang w:val="en-GB"/>
              </w:rPr>
              <w:t>Separate financial statements</w:t>
            </w:r>
          </w:p>
        </w:tc>
      </w:tr>
      <w:tr w:rsidR="00755FDD" w:rsidRPr="00F73937" w14:paraId="1D53178C" w14:textId="77777777" w:rsidTr="009E7BDE">
        <w:trPr>
          <w:cantSplit/>
        </w:trPr>
        <w:tc>
          <w:tcPr>
            <w:tcW w:w="3960" w:type="dxa"/>
          </w:tcPr>
          <w:p w14:paraId="0F23B2CD" w14:textId="77777777" w:rsidR="00755FDD" w:rsidRPr="00F73937" w:rsidRDefault="00755FDD" w:rsidP="009E7BDE">
            <w:pPr>
              <w:spacing w:line="240" w:lineRule="atLeast"/>
              <w:rPr>
                <w:i/>
                <w:iCs/>
              </w:rPr>
            </w:pPr>
          </w:p>
          <w:p w14:paraId="678F113A" w14:textId="77777777" w:rsidR="00755FDD" w:rsidRPr="00F73937" w:rsidRDefault="00755FDD" w:rsidP="009E7BDE">
            <w:pPr>
              <w:spacing w:line="240" w:lineRule="atLeast"/>
              <w:rPr>
                <w:rFonts w:cs="Cordia New"/>
                <w:b/>
                <w:bCs/>
                <w:i/>
                <w:iCs/>
              </w:rPr>
            </w:pPr>
          </w:p>
          <w:p w14:paraId="7694C518" w14:textId="77777777" w:rsidR="00755FDD" w:rsidRPr="00F73937" w:rsidRDefault="00755FDD" w:rsidP="009E7BDE">
            <w:pPr>
              <w:spacing w:line="240" w:lineRule="atLeast"/>
              <w:rPr>
                <w:rFonts w:cs="Cordia New"/>
                <w:b/>
                <w:bCs/>
                <w:i/>
                <w:iCs/>
              </w:rPr>
            </w:pPr>
          </w:p>
          <w:p w14:paraId="445A208E" w14:textId="77777777" w:rsidR="00755FDD" w:rsidRPr="00F73937" w:rsidRDefault="00755FDD" w:rsidP="009E7BDE">
            <w:pPr>
              <w:spacing w:line="240" w:lineRule="atLeast"/>
              <w:rPr>
                <w:rFonts w:cs="Cordia New"/>
                <w:b/>
                <w:bCs/>
                <w:i/>
                <w:iCs/>
              </w:rPr>
            </w:pPr>
          </w:p>
          <w:p w14:paraId="509FC4B9" w14:textId="77777777" w:rsidR="00755FDD" w:rsidRPr="00F73937" w:rsidRDefault="00755FDD" w:rsidP="009E7BDE">
            <w:pPr>
              <w:spacing w:line="240" w:lineRule="atLeast"/>
              <w:rPr>
                <w:rFonts w:cs="Cordia New"/>
                <w:b/>
                <w:bCs/>
                <w:i/>
                <w:iCs/>
              </w:rPr>
            </w:pPr>
          </w:p>
        </w:tc>
        <w:tc>
          <w:tcPr>
            <w:tcW w:w="1620" w:type="dxa"/>
            <w:shd w:val="clear" w:color="auto" w:fill="auto"/>
          </w:tcPr>
          <w:p w14:paraId="1C4ABE95" w14:textId="77777777" w:rsidR="00755FDD" w:rsidRPr="00F73937" w:rsidRDefault="00755FDD" w:rsidP="009E7BDE">
            <w:pPr>
              <w:pStyle w:val="acctmergecolhdg"/>
              <w:spacing w:line="240" w:lineRule="atLeast"/>
              <w:ind w:left="-169" w:right="-142"/>
              <w:rPr>
                <w:b w:val="0"/>
                <w:bCs/>
              </w:rPr>
            </w:pPr>
            <w:r w:rsidRPr="00F73937">
              <w:rPr>
                <w:b w:val="0"/>
                <w:bCs/>
              </w:rPr>
              <w:t>Installment accounts receivable - net of unearned interest income</w:t>
            </w:r>
          </w:p>
        </w:tc>
        <w:tc>
          <w:tcPr>
            <w:tcW w:w="270" w:type="dxa"/>
          </w:tcPr>
          <w:p w14:paraId="7A7E17A4" w14:textId="77777777" w:rsidR="00755FDD" w:rsidRPr="00F73937" w:rsidRDefault="00755FDD" w:rsidP="009E7BDE">
            <w:pPr>
              <w:pStyle w:val="acctmergecolhdg"/>
              <w:spacing w:line="240" w:lineRule="atLeast"/>
              <w:ind w:left="-169" w:right="-142"/>
              <w:rPr>
                <w:b w:val="0"/>
                <w:bCs/>
              </w:rPr>
            </w:pPr>
          </w:p>
        </w:tc>
        <w:tc>
          <w:tcPr>
            <w:tcW w:w="1620" w:type="dxa"/>
          </w:tcPr>
          <w:p w14:paraId="525DF3A6" w14:textId="77777777" w:rsidR="00755FDD" w:rsidRPr="00F73937" w:rsidRDefault="00755FDD" w:rsidP="009E7BDE">
            <w:pPr>
              <w:autoSpaceDE w:val="0"/>
              <w:autoSpaceDN w:val="0"/>
              <w:adjustRightInd w:val="0"/>
              <w:jc w:val="center"/>
            </w:pPr>
            <w:r w:rsidRPr="00F73937">
              <w:t>Net receivables</w:t>
            </w:r>
          </w:p>
          <w:p w14:paraId="795917EB" w14:textId="77777777" w:rsidR="00755FDD" w:rsidRPr="00F73937" w:rsidRDefault="00755FDD" w:rsidP="009E7BDE">
            <w:pPr>
              <w:autoSpaceDE w:val="0"/>
              <w:autoSpaceDN w:val="0"/>
              <w:adjustRightInd w:val="0"/>
              <w:ind w:left="-99" w:right="-135"/>
              <w:jc w:val="center"/>
            </w:pPr>
            <w:r w:rsidRPr="00F73937">
              <w:t>for setting up</w:t>
            </w:r>
          </w:p>
          <w:p w14:paraId="69F792CC" w14:textId="77777777" w:rsidR="00755FDD" w:rsidRPr="00F73937" w:rsidRDefault="00755FDD" w:rsidP="009E7BDE">
            <w:pPr>
              <w:pStyle w:val="acctmergecolhdg"/>
              <w:spacing w:line="240" w:lineRule="atLeast"/>
              <w:ind w:left="-169" w:right="-142"/>
              <w:rPr>
                <w:b w:val="0"/>
              </w:rPr>
            </w:pPr>
            <w:r w:rsidRPr="00F73937">
              <w:rPr>
                <w:b w:val="0"/>
              </w:rPr>
              <w:t>allowance for</w:t>
            </w:r>
          </w:p>
          <w:p w14:paraId="59C782D6" w14:textId="77777777" w:rsidR="00755FDD" w:rsidRPr="00F73937" w:rsidRDefault="00755FDD" w:rsidP="009E7BDE">
            <w:pPr>
              <w:pStyle w:val="acctmergecolhdg"/>
              <w:spacing w:line="240" w:lineRule="atLeast"/>
              <w:ind w:left="-169" w:right="-142"/>
              <w:rPr>
                <w:b w:val="0"/>
              </w:rPr>
            </w:pPr>
            <w:r w:rsidRPr="00F73937">
              <w:rPr>
                <w:b w:val="0"/>
              </w:rPr>
              <w:t>expected</w:t>
            </w:r>
          </w:p>
          <w:p w14:paraId="55F326B4" w14:textId="77777777" w:rsidR="00755FDD" w:rsidRPr="00F73937" w:rsidRDefault="00755FDD" w:rsidP="009E7BDE">
            <w:pPr>
              <w:pStyle w:val="acctmergecolhdg"/>
              <w:spacing w:line="240" w:lineRule="atLeast"/>
              <w:ind w:left="-169" w:right="-142"/>
              <w:rPr>
                <w:b w:val="0"/>
              </w:rPr>
            </w:pPr>
            <w:r w:rsidRPr="00F73937">
              <w:rPr>
                <w:b w:val="0"/>
              </w:rPr>
              <w:t>credit loss*</w:t>
            </w:r>
          </w:p>
        </w:tc>
        <w:tc>
          <w:tcPr>
            <w:tcW w:w="270" w:type="dxa"/>
          </w:tcPr>
          <w:p w14:paraId="6C20B4DC" w14:textId="77777777" w:rsidR="00755FDD" w:rsidRPr="00F73937" w:rsidRDefault="00755FDD" w:rsidP="009E7BDE">
            <w:pPr>
              <w:pStyle w:val="acctmergecolhdg"/>
              <w:spacing w:line="240" w:lineRule="atLeast"/>
              <w:ind w:left="-169" w:right="-142"/>
              <w:rPr>
                <w:b w:val="0"/>
                <w:bCs/>
              </w:rPr>
            </w:pPr>
          </w:p>
        </w:tc>
        <w:tc>
          <w:tcPr>
            <w:tcW w:w="1440" w:type="dxa"/>
            <w:vAlign w:val="bottom"/>
          </w:tcPr>
          <w:p w14:paraId="3DC74439" w14:textId="77777777" w:rsidR="00755FDD" w:rsidRPr="00F73937" w:rsidRDefault="00755FDD" w:rsidP="009E7BDE">
            <w:pPr>
              <w:autoSpaceDE w:val="0"/>
              <w:autoSpaceDN w:val="0"/>
              <w:adjustRightInd w:val="0"/>
              <w:jc w:val="center"/>
            </w:pPr>
            <w:r w:rsidRPr="00F73937">
              <w:t>Allowance</w:t>
            </w:r>
          </w:p>
          <w:p w14:paraId="2091128E" w14:textId="77777777" w:rsidR="00755FDD" w:rsidRPr="00F73937" w:rsidRDefault="00755FDD" w:rsidP="009E7BDE">
            <w:pPr>
              <w:autoSpaceDE w:val="0"/>
              <w:autoSpaceDN w:val="0"/>
              <w:adjustRightInd w:val="0"/>
              <w:jc w:val="center"/>
            </w:pPr>
            <w:r w:rsidRPr="00F73937">
              <w:t>for expected</w:t>
            </w:r>
          </w:p>
          <w:p w14:paraId="78818EE0" w14:textId="77777777" w:rsidR="00755FDD" w:rsidRPr="00F73937" w:rsidRDefault="00755FDD" w:rsidP="009E7BDE">
            <w:pPr>
              <w:pStyle w:val="BodyText"/>
              <w:spacing w:after="0" w:line="240" w:lineRule="atLeast"/>
              <w:ind w:left="-108" w:right="-110"/>
              <w:jc w:val="center"/>
              <w:rPr>
                <w:lang w:val="en-GB"/>
              </w:rPr>
            </w:pPr>
            <w:r w:rsidRPr="00F73937">
              <w:rPr>
                <w:lang w:val="en-US"/>
              </w:rPr>
              <w:t>credit loss</w:t>
            </w:r>
          </w:p>
        </w:tc>
      </w:tr>
      <w:tr w:rsidR="00755FDD" w:rsidRPr="00F73937" w14:paraId="1B2FFFFE" w14:textId="77777777" w:rsidTr="009E7BDE">
        <w:trPr>
          <w:cantSplit/>
        </w:trPr>
        <w:tc>
          <w:tcPr>
            <w:tcW w:w="3960" w:type="dxa"/>
          </w:tcPr>
          <w:p w14:paraId="17BB0631" w14:textId="77777777" w:rsidR="00755FDD" w:rsidRPr="00F73937" w:rsidRDefault="00755FDD" w:rsidP="009E7BDE">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7CE93F58" w14:textId="77777777" w:rsidR="00755FDD" w:rsidRPr="00F73937" w:rsidRDefault="00755FDD" w:rsidP="009E7BDE">
            <w:pPr>
              <w:tabs>
                <w:tab w:val="decimal" w:pos="-130"/>
              </w:tabs>
              <w:spacing w:line="240" w:lineRule="atLeast"/>
              <w:ind w:left="-130" w:right="-108"/>
              <w:jc w:val="center"/>
              <w:rPr>
                <w:i/>
                <w:iCs/>
              </w:rPr>
            </w:pPr>
            <w:r w:rsidRPr="00F73937">
              <w:rPr>
                <w:i/>
                <w:iCs/>
              </w:rPr>
              <w:t>(in thousand Baht)</w:t>
            </w:r>
          </w:p>
        </w:tc>
      </w:tr>
      <w:tr w:rsidR="00755FDD" w:rsidRPr="00F73937" w14:paraId="283F9B5D" w14:textId="77777777" w:rsidTr="009E7BDE">
        <w:trPr>
          <w:cantSplit/>
        </w:trPr>
        <w:tc>
          <w:tcPr>
            <w:tcW w:w="7470" w:type="dxa"/>
            <w:gridSpan w:val="4"/>
          </w:tcPr>
          <w:p w14:paraId="1B7C71D7" w14:textId="77777777" w:rsidR="00755FDD" w:rsidRPr="00F73937" w:rsidRDefault="00755FDD" w:rsidP="009E7BDE">
            <w:pPr>
              <w:tabs>
                <w:tab w:val="left" w:pos="250"/>
              </w:tabs>
              <w:spacing w:line="240" w:lineRule="atLeast"/>
              <w:ind w:right="-124"/>
              <w:rPr>
                <w:rFonts w:cs="Angsana New"/>
              </w:rPr>
            </w:pPr>
            <w:r w:rsidRPr="00F73937">
              <w:rPr>
                <w:rFonts w:cs="Angsana New"/>
              </w:rPr>
              <w:t>2) Rescheduled installment receivables</w:t>
            </w:r>
          </w:p>
        </w:tc>
        <w:tc>
          <w:tcPr>
            <w:tcW w:w="270" w:type="dxa"/>
          </w:tcPr>
          <w:p w14:paraId="10281249" w14:textId="77777777" w:rsidR="00755FDD" w:rsidRPr="00F73937" w:rsidRDefault="00755FDD" w:rsidP="009E7BDE">
            <w:pPr>
              <w:tabs>
                <w:tab w:val="decimal" w:pos="1179"/>
              </w:tabs>
              <w:spacing w:line="240" w:lineRule="atLeast"/>
              <w:ind w:left="-108" w:right="-124"/>
            </w:pPr>
          </w:p>
        </w:tc>
        <w:tc>
          <w:tcPr>
            <w:tcW w:w="1440" w:type="dxa"/>
          </w:tcPr>
          <w:p w14:paraId="6C523171" w14:textId="77777777" w:rsidR="00755FDD" w:rsidRPr="00F73937" w:rsidRDefault="00755FDD" w:rsidP="009E7BDE">
            <w:pPr>
              <w:tabs>
                <w:tab w:val="decimal" w:pos="1242"/>
              </w:tabs>
              <w:spacing w:line="240" w:lineRule="atLeast"/>
              <w:ind w:left="-108" w:right="-124"/>
            </w:pPr>
          </w:p>
        </w:tc>
      </w:tr>
      <w:tr w:rsidR="00755FDD" w:rsidRPr="00F73937" w14:paraId="03E9D3C7" w14:textId="77777777" w:rsidTr="009E7BDE">
        <w:trPr>
          <w:cantSplit/>
        </w:trPr>
        <w:tc>
          <w:tcPr>
            <w:tcW w:w="7470" w:type="dxa"/>
            <w:gridSpan w:val="4"/>
          </w:tcPr>
          <w:p w14:paraId="2B37F410" w14:textId="77777777" w:rsidR="00755FDD" w:rsidRPr="00F73937" w:rsidRDefault="00755FDD" w:rsidP="009E7BDE">
            <w:pPr>
              <w:spacing w:line="240" w:lineRule="atLeast"/>
              <w:ind w:left="258" w:right="-124"/>
              <w:rPr>
                <w:rFonts w:cs="Angsana New"/>
                <w:i/>
                <w:iCs/>
              </w:rPr>
            </w:pPr>
            <w:r w:rsidRPr="00F73937">
              <w:rPr>
                <w:rFonts w:cs="Angsana New"/>
                <w:i/>
                <w:iCs/>
              </w:rPr>
              <w:t>Normal receivables</w:t>
            </w:r>
          </w:p>
        </w:tc>
        <w:tc>
          <w:tcPr>
            <w:tcW w:w="270" w:type="dxa"/>
          </w:tcPr>
          <w:p w14:paraId="1C9AC2E9" w14:textId="77777777" w:rsidR="00755FDD" w:rsidRPr="00F73937" w:rsidRDefault="00755FDD" w:rsidP="009E7BDE">
            <w:pPr>
              <w:tabs>
                <w:tab w:val="decimal" w:pos="1179"/>
              </w:tabs>
              <w:spacing w:line="240" w:lineRule="atLeast"/>
              <w:ind w:left="-108" w:right="-124"/>
            </w:pPr>
          </w:p>
        </w:tc>
        <w:tc>
          <w:tcPr>
            <w:tcW w:w="1440" w:type="dxa"/>
          </w:tcPr>
          <w:p w14:paraId="783427DA" w14:textId="77777777" w:rsidR="00755FDD" w:rsidRPr="00F73937" w:rsidRDefault="00755FDD" w:rsidP="009E7BDE">
            <w:pPr>
              <w:tabs>
                <w:tab w:val="decimal" w:pos="1242"/>
              </w:tabs>
              <w:spacing w:line="240" w:lineRule="atLeast"/>
              <w:ind w:left="-108" w:right="-124"/>
            </w:pPr>
          </w:p>
        </w:tc>
      </w:tr>
      <w:tr w:rsidR="00755FDD" w:rsidRPr="00F73937" w14:paraId="1E6FE9BF" w14:textId="77777777" w:rsidTr="009E7BDE">
        <w:trPr>
          <w:cantSplit/>
        </w:trPr>
        <w:tc>
          <w:tcPr>
            <w:tcW w:w="3960" w:type="dxa"/>
          </w:tcPr>
          <w:p w14:paraId="3C6E3D41" w14:textId="77777777" w:rsidR="00755FDD" w:rsidRPr="00F73937" w:rsidRDefault="00755FDD" w:rsidP="009E7BDE">
            <w:pPr>
              <w:spacing w:line="240" w:lineRule="atLeast"/>
              <w:ind w:left="258"/>
            </w:pPr>
            <w:r w:rsidRPr="00F73937">
              <w:t>Within credit terms</w:t>
            </w:r>
          </w:p>
        </w:tc>
        <w:tc>
          <w:tcPr>
            <w:tcW w:w="1620" w:type="dxa"/>
          </w:tcPr>
          <w:p w14:paraId="6C30B6C9" w14:textId="77777777" w:rsidR="00755FDD" w:rsidRPr="00F73937" w:rsidRDefault="00755FDD" w:rsidP="007410B2">
            <w:pPr>
              <w:tabs>
                <w:tab w:val="left" w:pos="720"/>
              </w:tabs>
              <w:spacing w:line="240" w:lineRule="auto"/>
              <w:ind w:right="70"/>
              <w:jc w:val="right"/>
              <w:rPr>
                <w:highlight w:val="yellow"/>
              </w:rPr>
            </w:pPr>
            <w:r w:rsidRPr="00F73937">
              <w:t>27,749</w:t>
            </w:r>
          </w:p>
        </w:tc>
        <w:tc>
          <w:tcPr>
            <w:tcW w:w="270" w:type="dxa"/>
          </w:tcPr>
          <w:p w14:paraId="23E1247F" w14:textId="77777777" w:rsidR="00755FDD" w:rsidRPr="00F73937" w:rsidRDefault="00755FDD" w:rsidP="009E7BDE">
            <w:pPr>
              <w:spacing w:line="240" w:lineRule="auto"/>
              <w:ind w:right="76"/>
              <w:jc w:val="both"/>
              <w:rPr>
                <w:highlight w:val="yellow"/>
              </w:rPr>
            </w:pPr>
          </w:p>
        </w:tc>
        <w:tc>
          <w:tcPr>
            <w:tcW w:w="1620" w:type="dxa"/>
          </w:tcPr>
          <w:p w14:paraId="0F41F022" w14:textId="77777777" w:rsidR="00755FDD" w:rsidRPr="00F73937" w:rsidRDefault="00755FDD" w:rsidP="007410B2">
            <w:pPr>
              <w:tabs>
                <w:tab w:val="left" w:pos="720"/>
              </w:tabs>
              <w:spacing w:line="240" w:lineRule="auto"/>
              <w:ind w:right="72"/>
              <w:jc w:val="right"/>
              <w:rPr>
                <w:highlight w:val="yellow"/>
              </w:rPr>
            </w:pPr>
            <w:r w:rsidRPr="00F73937">
              <w:t>18,264</w:t>
            </w:r>
          </w:p>
        </w:tc>
        <w:tc>
          <w:tcPr>
            <w:tcW w:w="270" w:type="dxa"/>
          </w:tcPr>
          <w:p w14:paraId="6FA61394" w14:textId="77777777" w:rsidR="00755FDD" w:rsidRPr="00F73937" w:rsidRDefault="00755FDD" w:rsidP="009E7BDE">
            <w:pPr>
              <w:spacing w:line="240" w:lineRule="auto"/>
              <w:jc w:val="both"/>
              <w:rPr>
                <w:highlight w:val="yellow"/>
              </w:rPr>
            </w:pPr>
          </w:p>
        </w:tc>
        <w:tc>
          <w:tcPr>
            <w:tcW w:w="1440" w:type="dxa"/>
          </w:tcPr>
          <w:p w14:paraId="5149FCB1" w14:textId="77777777" w:rsidR="00755FDD" w:rsidRPr="00F73937" w:rsidRDefault="00755FDD" w:rsidP="007410B2">
            <w:pPr>
              <w:tabs>
                <w:tab w:val="left" w:pos="720"/>
              </w:tabs>
              <w:spacing w:line="240" w:lineRule="auto"/>
              <w:ind w:right="74"/>
              <w:jc w:val="right"/>
              <w:rPr>
                <w:highlight w:val="yellow"/>
              </w:rPr>
            </w:pPr>
            <w:r w:rsidRPr="00F73937">
              <w:t>548</w:t>
            </w:r>
          </w:p>
        </w:tc>
      </w:tr>
      <w:tr w:rsidR="00755FDD" w:rsidRPr="00F73937" w14:paraId="57080AD2" w14:textId="77777777" w:rsidTr="009E7BDE">
        <w:trPr>
          <w:cantSplit/>
        </w:trPr>
        <w:tc>
          <w:tcPr>
            <w:tcW w:w="3960" w:type="dxa"/>
          </w:tcPr>
          <w:p w14:paraId="4666F6E3" w14:textId="77777777" w:rsidR="00755FDD" w:rsidRPr="00F73937" w:rsidRDefault="00755FDD" w:rsidP="009E7BDE">
            <w:pPr>
              <w:spacing w:line="240" w:lineRule="atLeast"/>
              <w:ind w:left="258"/>
            </w:pPr>
            <w:r w:rsidRPr="00F73937">
              <w:t>Overdue:</w:t>
            </w:r>
          </w:p>
        </w:tc>
        <w:tc>
          <w:tcPr>
            <w:tcW w:w="1620" w:type="dxa"/>
          </w:tcPr>
          <w:p w14:paraId="771A4CA3" w14:textId="77777777" w:rsidR="00755FDD" w:rsidRPr="00F73937" w:rsidRDefault="00755FDD" w:rsidP="007410B2">
            <w:pPr>
              <w:tabs>
                <w:tab w:val="left" w:pos="720"/>
              </w:tabs>
              <w:spacing w:line="240" w:lineRule="auto"/>
              <w:ind w:right="70"/>
              <w:jc w:val="right"/>
              <w:rPr>
                <w:highlight w:val="yellow"/>
              </w:rPr>
            </w:pPr>
          </w:p>
        </w:tc>
        <w:tc>
          <w:tcPr>
            <w:tcW w:w="270" w:type="dxa"/>
          </w:tcPr>
          <w:p w14:paraId="46FAF1D1" w14:textId="77777777" w:rsidR="00755FDD" w:rsidRPr="00F73937" w:rsidRDefault="00755FDD" w:rsidP="009E7BDE">
            <w:pPr>
              <w:spacing w:line="240" w:lineRule="auto"/>
              <w:ind w:right="76"/>
              <w:jc w:val="both"/>
              <w:rPr>
                <w:highlight w:val="yellow"/>
              </w:rPr>
            </w:pPr>
          </w:p>
        </w:tc>
        <w:tc>
          <w:tcPr>
            <w:tcW w:w="1620" w:type="dxa"/>
          </w:tcPr>
          <w:p w14:paraId="241BA848" w14:textId="77777777" w:rsidR="00755FDD" w:rsidRPr="00F73937" w:rsidRDefault="00755FDD" w:rsidP="007410B2">
            <w:pPr>
              <w:tabs>
                <w:tab w:val="left" w:pos="720"/>
              </w:tabs>
              <w:spacing w:line="240" w:lineRule="auto"/>
              <w:ind w:right="72"/>
              <w:jc w:val="right"/>
              <w:rPr>
                <w:highlight w:val="yellow"/>
              </w:rPr>
            </w:pPr>
          </w:p>
        </w:tc>
        <w:tc>
          <w:tcPr>
            <w:tcW w:w="270" w:type="dxa"/>
          </w:tcPr>
          <w:p w14:paraId="5413A553" w14:textId="77777777" w:rsidR="00755FDD" w:rsidRPr="00F73937" w:rsidRDefault="00755FDD" w:rsidP="009E7BDE">
            <w:pPr>
              <w:spacing w:line="240" w:lineRule="auto"/>
              <w:jc w:val="both"/>
              <w:rPr>
                <w:highlight w:val="yellow"/>
              </w:rPr>
            </w:pPr>
          </w:p>
        </w:tc>
        <w:tc>
          <w:tcPr>
            <w:tcW w:w="1440" w:type="dxa"/>
          </w:tcPr>
          <w:p w14:paraId="10BA52D2" w14:textId="77777777" w:rsidR="00755FDD" w:rsidRPr="00F73937" w:rsidRDefault="00755FDD" w:rsidP="007410B2">
            <w:pPr>
              <w:tabs>
                <w:tab w:val="left" w:pos="720"/>
              </w:tabs>
              <w:spacing w:line="240" w:lineRule="auto"/>
              <w:ind w:right="74"/>
              <w:jc w:val="right"/>
              <w:rPr>
                <w:highlight w:val="yellow"/>
              </w:rPr>
            </w:pPr>
          </w:p>
        </w:tc>
      </w:tr>
      <w:tr w:rsidR="00755FDD" w:rsidRPr="00F73937" w14:paraId="1CA3A1E1" w14:textId="77777777" w:rsidTr="009E7BDE">
        <w:trPr>
          <w:cantSplit/>
        </w:trPr>
        <w:tc>
          <w:tcPr>
            <w:tcW w:w="3960" w:type="dxa"/>
          </w:tcPr>
          <w:p w14:paraId="6A93ED88" w14:textId="77777777" w:rsidR="00755FDD" w:rsidRPr="00F73937" w:rsidRDefault="00755FDD" w:rsidP="009E7BDE">
            <w:pPr>
              <w:spacing w:line="240" w:lineRule="atLeast"/>
              <w:ind w:left="258"/>
            </w:pPr>
            <w:r w:rsidRPr="00F73937">
              <w:t xml:space="preserve">    Less than 3 months</w:t>
            </w:r>
          </w:p>
        </w:tc>
        <w:tc>
          <w:tcPr>
            <w:tcW w:w="1620" w:type="dxa"/>
          </w:tcPr>
          <w:p w14:paraId="480C730A" w14:textId="77777777" w:rsidR="00755FDD" w:rsidRPr="00F73937" w:rsidRDefault="00755FDD" w:rsidP="007410B2">
            <w:pPr>
              <w:tabs>
                <w:tab w:val="left" w:pos="720"/>
              </w:tabs>
              <w:spacing w:line="240" w:lineRule="auto"/>
              <w:ind w:right="70"/>
              <w:jc w:val="right"/>
              <w:rPr>
                <w:highlight w:val="yellow"/>
              </w:rPr>
            </w:pPr>
            <w:r w:rsidRPr="00F73937">
              <w:t>7,582</w:t>
            </w:r>
          </w:p>
        </w:tc>
        <w:tc>
          <w:tcPr>
            <w:tcW w:w="270" w:type="dxa"/>
          </w:tcPr>
          <w:p w14:paraId="20A63168" w14:textId="77777777" w:rsidR="00755FDD" w:rsidRPr="00F73937" w:rsidRDefault="00755FDD" w:rsidP="009E7BDE">
            <w:pPr>
              <w:spacing w:line="240" w:lineRule="auto"/>
              <w:ind w:right="76"/>
              <w:jc w:val="both"/>
              <w:rPr>
                <w:highlight w:val="yellow"/>
              </w:rPr>
            </w:pPr>
          </w:p>
        </w:tc>
        <w:tc>
          <w:tcPr>
            <w:tcW w:w="1620" w:type="dxa"/>
          </w:tcPr>
          <w:p w14:paraId="22C23667" w14:textId="77777777" w:rsidR="00755FDD" w:rsidRPr="00F73937" w:rsidRDefault="00755FDD" w:rsidP="007410B2">
            <w:pPr>
              <w:tabs>
                <w:tab w:val="left" w:pos="720"/>
              </w:tabs>
              <w:spacing w:line="240" w:lineRule="auto"/>
              <w:ind w:right="72"/>
              <w:jc w:val="right"/>
              <w:rPr>
                <w:highlight w:val="yellow"/>
              </w:rPr>
            </w:pPr>
            <w:r w:rsidRPr="00F73937">
              <w:t>5,242</w:t>
            </w:r>
          </w:p>
        </w:tc>
        <w:tc>
          <w:tcPr>
            <w:tcW w:w="270" w:type="dxa"/>
          </w:tcPr>
          <w:p w14:paraId="0FADDC2C" w14:textId="77777777" w:rsidR="00755FDD" w:rsidRPr="00F73937" w:rsidRDefault="00755FDD" w:rsidP="009E7BDE">
            <w:pPr>
              <w:spacing w:line="240" w:lineRule="auto"/>
              <w:jc w:val="both"/>
              <w:rPr>
                <w:highlight w:val="yellow"/>
              </w:rPr>
            </w:pPr>
          </w:p>
        </w:tc>
        <w:tc>
          <w:tcPr>
            <w:tcW w:w="1440" w:type="dxa"/>
          </w:tcPr>
          <w:p w14:paraId="1BE433CB" w14:textId="77777777" w:rsidR="00755FDD" w:rsidRPr="00F73937" w:rsidRDefault="00755FDD" w:rsidP="007410B2">
            <w:pPr>
              <w:tabs>
                <w:tab w:val="left" w:pos="720"/>
              </w:tabs>
              <w:spacing w:line="240" w:lineRule="auto"/>
              <w:ind w:right="74"/>
              <w:jc w:val="right"/>
              <w:rPr>
                <w:highlight w:val="yellow"/>
              </w:rPr>
            </w:pPr>
            <w:r w:rsidRPr="00F73937">
              <w:t>524</w:t>
            </w:r>
          </w:p>
        </w:tc>
      </w:tr>
      <w:tr w:rsidR="00755FDD" w:rsidRPr="00F73937" w14:paraId="6F9B398A" w14:textId="77777777" w:rsidTr="009E7BDE">
        <w:trPr>
          <w:cantSplit/>
        </w:trPr>
        <w:tc>
          <w:tcPr>
            <w:tcW w:w="3960" w:type="dxa"/>
          </w:tcPr>
          <w:p w14:paraId="4C85F1E1" w14:textId="77777777" w:rsidR="00755FDD" w:rsidRPr="00F73937" w:rsidRDefault="00755FDD" w:rsidP="009E7BDE">
            <w:pPr>
              <w:spacing w:line="240" w:lineRule="atLeast"/>
              <w:ind w:left="258" w:right="-108"/>
            </w:pPr>
            <w:r w:rsidRPr="00F73937">
              <w:t xml:space="preserve">    3 - 6 months</w:t>
            </w:r>
          </w:p>
        </w:tc>
        <w:tc>
          <w:tcPr>
            <w:tcW w:w="1620" w:type="dxa"/>
          </w:tcPr>
          <w:p w14:paraId="499D26F8" w14:textId="77777777" w:rsidR="00755FDD" w:rsidRPr="00F73937" w:rsidRDefault="00755FDD" w:rsidP="007410B2">
            <w:pPr>
              <w:tabs>
                <w:tab w:val="left" w:pos="720"/>
              </w:tabs>
              <w:spacing w:line="240" w:lineRule="auto"/>
              <w:ind w:right="70"/>
              <w:jc w:val="right"/>
              <w:rPr>
                <w:highlight w:val="yellow"/>
              </w:rPr>
            </w:pPr>
            <w:r w:rsidRPr="00F73937">
              <w:t>7,624</w:t>
            </w:r>
          </w:p>
        </w:tc>
        <w:tc>
          <w:tcPr>
            <w:tcW w:w="270" w:type="dxa"/>
          </w:tcPr>
          <w:p w14:paraId="2CECD6F4" w14:textId="77777777" w:rsidR="00755FDD" w:rsidRPr="00F73937" w:rsidRDefault="00755FDD" w:rsidP="009E7BDE">
            <w:pPr>
              <w:spacing w:line="240" w:lineRule="auto"/>
              <w:ind w:right="76"/>
              <w:jc w:val="both"/>
              <w:rPr>
                <w:highlight w:val="yellow"/>
              </w:rPr>
            </w:pPr>
          </w:p>
        </w:tc>
        <w:tc>
          <w:tcPr>
            <w:tcW w:w="1620" w:type="dxa"/>
          </w:tcPr>
          <w:p w14:paraId="14FF26D6" w14:textId="77777777" w:rsidR="00755FDD" w:rsidRPr="00F73937" w:rsidRDefault="00755FDD" w:rsidP="007410B2">
            <w:pPr>
              <w:tabs>
                <w:tab w:val="left" w:pos="720"/>
              </w:tabs>
              <w:spacing w:line="240" w:lineRule="auto"/>
              <w:ind w:right="72"/>
              <w:jc w:val="right"/>
              <w:rPr>
                <w:highlight w:val="yellow"/>
              </w:rPr>
            </w:pPr>
            <w:r w:rsidRPr="00F73937">
              <w:t>5,486</w:t>
            </w:r>
          </w:p>
        </w:tc>
        <w:tc>
          <w:tcPr>
            <w:tcW w:w="270" w:type="dxa"/>
          </w:tcPr>
          <w:p w14:paraId="1B818B34" w14:textId="77777777" w:rsidR="00755FDD" w:rsidRPr="00F73937" w:rsidRDefault="00755FDD" w:rsidP="009E7BDE">
            <w:pPr>
              <w:spacing w:line="240" w:lineRule="auto"/>
              <w:jc w:val="both"/>
              <w:rPr>
                <w:highlight w:val="yellow"/>
              </w:rPr>
            </w:pPr>
          </w:p>
        </w:tc>
        <w:tc>
          <w:tcPr>
            <w:tcW w:w="1440" w:type="dxa"/>
          </w:tcPr>
          <w:p w14:paraId="53C60ADA" w14:textId="77777777" w:rsidR="00755FDD" w:rsidRPr="00F73937" w:rsidRDefault="00755FDD" w:rsidP="007410B2">
            <w:pPr>
              <w:tabs>
                <w:tab w:val="left" w:pos="720"/>
              </w:tabs>
              <w:spacing w:line="240" w:lineRule="auto"/>
              <w:ind w:right="74"/>
              <w:jc w:val="right"/>
              <w:rPr>
                <w:highlight w:val="yellow"/>
              </w:rPr>
            </w:pPr>
            <w:r w:rsidRPr="00F73937">
              <w:t>1,646</w:t>
            </w:r>
          </w:p>
        </w:tc>
      </w:tr>
      <w:tr w:rsidR="00755FDD" w:rsidRPr="00F73937" w14:paraId="102EBB5B" w14:textId="77777777" w:rsidTr="004C6D5E">
        <w:trPr>
          <w:cantSplit/>
        </w:trPr>
        <w:tc>
          <w:tcPr>
            <w:tcW w:w="3960" w:type="dxa"/>
          </w:tcPr>
          <w:p w14:paraId="30FB5600" w14:textId="77777777" w:rsidR="00755FDD" w:rsidRPr="00F73937" w:rsidRDefault="00755FDD" w:rsidP="009E7BDE">
            <w:pPr>
              <w:spacing w:line="240" w:lineRule="atLeast"/>
              <w:ind w:left="258" w:right="-108"/>
            </w:pPr>
            <w:r w:rsidRPr="00F73937">
              <w:t xml:space="preserve">    6 - 9 months</w:t>
            </w:r>
          </w:p>
        </w:tc>
        <w:tc>
          <w:tcPr>
            <w:tcW w:w="1620" w:type="dxa"/>
          </w:tcPr>
          <w:p w14:paraId="351F0303" w14:textId="77777777" w:rsidR="00755FDD" w:rsidRPr="00F73937" w:rsidRDefault="00755FDD" w:rsidP="007410B2">
            <w:pPr>
              <w:tabs>
                <w:tab w:val="left" w:pos="720"/>
              </w:tabs>
              <w:spacing w:line="240" w:lineRule="auto"/>
              <w:ind w:right="70"/>
              <w:jc w:val="right"/>
              <w:rPr>
                <w:highlight w:val="yellow"/>
              </w:rPr>
            </w:pPr>
            <w:r w:rsidRPr="00F73937">
              <w:t>727</w:t>
            </w:r>
          </w:p>
        </w:tc>
        <w:tc>
          <w:tcPr>
            <w:tcW w:w="270" w:type="dxa"/>
          </w:tcPr>
          <w:p w14:paraId="01C348BC" w14:textId="77777777" w:rsidR="00755FDD" w:rsidRPr="00F73937" w:rsidRDefault="00755FDD" w:rsidP="009E7BDE">
            <w:pPr>
              <w:spacing w:line="240" w:lineRule="auto"/>
              <w:ind w:right="76"/>
              <w:jc w:val="both"/>
              <w:rPr>
                <w:highlight w:val="yellow"/>
              </w:rPr>
            </w:pPr>
          </w:p>
        </w:tc>
        <w:tc>
          <w:tcPr>
            <w:tcW w:w="1620" w:type="dxa"/>
          </w:tcPr>
          <w:p w14:paraId="3BCA0214" w14:textId="77777777" w:rsidR="00755FDD" w:rsidRPr="00F73937" w:rsidRDefault="00755FDD" w:rsidP="007410B2">
            <w:pPr>
              <w:tabs>
                <w:tab w:val="left" w:pos="720"/>
              </w:tabs>
              <w:spacing w:line="240" w:lineRule="auto"/>
              <w:ind w:right="72"/>
              <w:jc w:val="right"/>
              <w:rPr>
                <w:highlight w:val="yellow"/>
              </w:rPr>
            </w:pPr>
            <w:r w:rsidRPr="00F73937">
              <w:t>552</w:t>
            </w:r>
          </w:p>
        </w:tc>
        <w:tc>
          <w:tcPr>
            <w:tcW w:w="270" w:type="dxa"/>
          </w:tcPr>
          <w:p w14:paraId="4FBE926F" w14:textId="77777777" w:rsidR="00755FDD" w:rsidRPr="00F73937" w:rsidRDefault="00755FDD" w:rsidP="009E7BDE">
            <w:pPr>
              <w:spacing w:line="240" w:lineRule="auto"/>
              <w:jc w:val="both"/>
              <w:rPr>
                <w:highlight w:val="yellow"/>
              </w:rPr>
            </w:pPr>
          </w:p>
        </w:tc>
        <w:tc>
          <w:tcPr>
            <w:tcW w:w="1440" w:type="dxa"/>
          </w:tcPr>
          <w:p w14:paraId="5D047CA5" w14:textId="77777777" w:rsidR="00755FDD" w:rsidRPr="00F73937" w:rsidRDefault="00755FDD" w:rsidP="007410B2">
            <w:pPr>
              <w:tabs>
                <w:tab w:val="left" w:pos="720"/>
              </w:tabs>
              <w:spacing w:line="240" w:lineRule="auto"/>
              <w:ind w:right="74"/>
              <w:jc w:val="right"/>
              <w:rPr>
                <w:highlight w:val="yellow"/>
              </w:rPr>
            </w:pPr>
            <w:r w:rsidRPr="00F73937">
              <w:t>276</w:t>
            </w:r>
          </w:p>
        </w:tc>
      </w:tr>
      <w:tr w:rsidR="00755FDD" w:rsidRPr="00F73937" w14:paraId="6A3B6C08" w14:textId="77777777" w:rsidTr="009E7BDE">
        <w:trPr>
          <w:cantSplit/>
        </w:trPr>
        <w:tc>
          <w:tcPr>
            <w:tcW w:w="3960" w:type="dxa"/>
          </w:tcPr>
          <w:p w14:paraId="6BD65DBC" w14:textId="77777777" w:rsidR="00755FDD" w:rsidRPr="00F73937" w:rsidRDefault="00755FDD" w:rsidP="009E7BDE">
            <w:pPr>
              <w:spacing w:line="240" w:lineRule="atLeast"/>
              <w:ind w:left="258" w:right="-108"/>
            </w:pPr>
            <w:r w:rsidRPr="00F73937">
              <w:t xml:space="preserve">    9 - 12 months</w:t>
            </w:r>
          </w:p>
        </w:tc>
        <w:tc>
          <w:tcPr>
            <w:tcW w:w="1620" w:type="dxa"/>
          </w:tcPr>
          <w:p w14:paraId="19D6E0AC" w14:textId="77777777" w:rsidR="00755FDD" w:rsidRPr="00F73937" w:rsidRDefault="00755FDD" w:rsidP="007410B2">
            <w:pPr>
              <w:tabs>
                <w:tab w:val="left" w:pos="720"/>
              </w:tabs>
              <w:spacing w:line="240" w:lineRule="auto"/>
              <w:ind w:right="70"/>
              <w:jc w:val="right"/>
              <w:rPr>
                <w:highlight w:val="yellow"/>
              </w:rPr>
            </w:pPr>
            <w:r w:rsidRPr="00F73937">
              <w:t>153</w:t>
            </w:r>
          </w:p>
        </w:tc>
        <w:tc>
          <w:tcPr>
            <w:tcW w:w="270" w:type="dxa"/>
          </w:tcPr>
          <w:p w14:paraId="6375E533" w14:textId="77777777" w:rsidR="00755FDD" w:rsidRPr="00F73937" w:rsidRDefault="00755FDD" w:rsidP="009E7BDE">
            <w:pPr>
              <w:spacing w:line="240" w:lineRule="auto"/>
              <w:ind w:right="76"/>
              <w:jc w:val="both"/>
              <w:rPr>
                <w:highlight w:val="yellow"/>
              </w:rPr>
            </w:pPr>
          </w:p>
        </w:tc>
        <w:tc>
          <w:tcPr>
            <w:tcW w:w="1620" w:type="dxa"/>
          </w:tcPr>
          <w:p w14:paraId="3CE6B0A4" w14:textId="77777777" w:rsidR="00755FDD" w:rsidRPr="00F73937" w:rsidRDefault="00755FDD" w:rsidP="007410B2">
            <w:pPr>
              <w:tabs>
                <w:tab w:val="left" w:pos="720"/>
              </w:tabs>
              <w:spacing w:line="240" w:lineRule="auto"/>
              <w:ind w:right="72"/>
              <w:jc w:val="right"/>
              <w:rPr>
                <w:highlight w:val="yellow"/>
              </w:rPr>
            </w:pPr>
            <w:r w:rsidRPr="00F73937">
              <w:t>142</w:t>
            </w:r>
          </w:p>
        </w:tc>
        <w:tc>
          <w:tcPr>
            <w:tcW w:w="270" w:type="dxa"/>
          </w:tcPr>
          <w:p w14:paraId="7913589E" w14:textId="77777777" w:rsidR="00755FDD" w:rsidRPr="00F73937" w:rsidRDefault="00755FDD" w:rsidP="009E7BDE">
            <w:pPr>
              <w:spacing w:line="240" w:lineRule="auto"/>
              <w:jc w:val="both"/>
              <w:rPr>
                <w:highlight w:val="yellow"/>
              </w:rPr>
            </w:pPr>
          </w:p>
        </w:tc>
        <w:tc>
          <w:tcPr>
            <w:tcW w:w="1440" w:type="dxa"/>
          </w:tcPr>
          <w:p w14:paraId="763BABD1" w14:textId="77777777" w:rsidR="00755FDD" w:rsidRPr="00F73937" w:rsidRDefault="00755FDD" w:rsidP="007410B2">
            <w:pPr>
              <w:tabs>
                <w:tab w:val="left" w:pos="720"/>
              </w:tabs>
              <w:spacing w:line="240" w:lineRule="auto"/>
              <w:ind w:right="74"/>
              <w:jc w:val="right"/>
              <w:rPr>
                <w:highlight w:val="yellow"/>
              </w:rPr>
            </w:pPr>
            <w:r w:rsidRPr="00F73937">
              <w:t>142</w:t>
            </w:r>
          </w:p>
        </w:tc>
      </w:tr>
      <w:tr w:rsidR="00755FDD" w:rsidRPr="00F73937" w14:paraId="4D2475A5" w14:textId="77777777" w:rsidTr="009E7BDE">
        <w:trPr>
          <w:cantSplit/>
        </w:trPr>
        <w:tc>
          <w:tcPr>
            <w:tcW w:w="3960" w:type="dxa"/>
          </w:tcPr>
          <w:p w14:paraId="04AC5988" w14:textId="77777777" w:rsidR="00755FDD" w:rsidRPr="00F73937" w:rsidRDefault="00755FDD" w:rsidP="009E7BDE">
            <w:pPr>
              <w:spacing w:line="240" w:lineRule="atLeast"/>
              <w:ind w:left="258"/>
            </w:pPr>
            <w:r w:rsidRPr="00F73937">
              <w:t xml:space="preserve">    Over 12 months</w:t>
            </w:r>
          </w:p>
        </w:tc>
        <w:tc>
          <w:tcPr>
            <w:tcW w:w="1620" w:type="dxa"/>
          </w:tcPr>
          <w:p w14:paraId="62F37C16" w14:textId="77777777" w:rsidR="00755FDD" w:rsidRPr="00F73937" w:rsidRDefault="00755FDD" w:rsidP="007410B2">
            <w:pPr>
              <w:tabs>
                <w:tab w:val="left" w:pos="720"/>
              </w:tabs>
              <w:spacing w:line="240" w:lineRule="auto"/>
              <w:ind w:right="70"/>
              <w:jc w:val="right"/>
              <w:rPr>
                <w:highlight w:val="yellow"/>
              </w:rPr>
            </w:pPr>
            <w:r w:rsidRPr="00F73937">
              <w:t>392</w:t>
            </w:r>
          </w:p>
        </w:tc>
        <w:tc>
          <w:tcPr>
            <w:tcW w:w="270" w:type="dxa"/>
          </w:tcPr>
          <w:p w14:paraId="31EC5559" w14:textId="77777777" w:rsidR="00755FDD" w:rsidRPr="00F73937" w:rsidRDefault="00755FDD" w:rsidP="009E7BDE">
            <w:pPr>
              <w:spacing w:line="240" w:lineRule="auto"/>
              <w:ind w:right="76"/>
              <w:jc w:val="both"/>
              <w:rPr>
                <w:highlight w:val="yellow"/>
              </w:rPr>
            </w:pPr>
          </w:p>
        </w:tc>
        <w:tc>
          <w:tcPr>
            <w:tcW w:w="1620" w:type="dxa"/>
          </w:tcPr>
          <w:p w14:paraId="52930CC0" w14:textId="77777777" w:rsidR="00755FDD" w:rsidRPr="00F73937" w:rsidRDefault="00755FDD" w:rsidP="007410B2">
            <w:pPr>
              <w:tabs>
                <w:tab w:val="left" w:pos="720"/>
              </w:tabs>
              <w:spacing w:line="240" w:lineRule="auto"/>
              <w:ind w:right="72"/>
              <w:jc w:val="right"/>
              <w:rPr>
                <w:highlight w:val="yellow"/>
              </w:rPr>
            </w:pPr>
            <w:r w:rsidRPr="00F73937">
              <w:t>358</w:t>
            </w:r>
          </w:p>
        </w:tc>
        <w:tc>
          <w:tcPr>
            <w:tcW w:w="270" w:type="dxa"/>
          </w:tcPr>
          <w:p w14:paraId="6E5CFE49" w14:textId="77777777" w:rsidR="00755FDD" w:rsidRPr="00F73937" w:rsidRDefault="00755FDD" w:rsidP="009E7BDE">
            <w:pPr>
              <w:spacing w:line="240" w:lineRule="auto"/>
              <w:jc w:val="both"/>
              <w:rPr>
                <w:highlight w:val="yellow"/>
              </w:rPr>
            </w:pPr>
          </w:p>
        </w:tc>
        <w:tc>
          <w:tcPr>
            <w:tcW w:w="1440" w:type="dxa"/>
          </w:tcPr>
          <w:p w14:paraId="00941CE0" w14:textId="77777777" w:rsidR="00755FDD" w:rsidRPr="00F73937" w:rsidRDefault="00755FDD" w:rsidP="007410B2">
            <w:pPr>
              <w:tabs>
                <w:tab w:val="left" w:pos="720"/>
              </w:tabs>
              <w:spacing w:line="240" w:lineRule="auto"/>
              <w:ind w:right="74"/>
              <w:jc w:val="right"/>
              <w:rPr>
                <w:highlight w:val="yellow"/>
              </w:rPr>
            </w:pPr>
            <w:r w:rsidRPr="00F73937">
              <w:t>358</w:t>
            </w:r>
          </w:p>
        </w:tc>
      </w:tr>
      <w:tr w:rsidR="00755FDD" w:rsidRPr="00F73937" w14:paraId="4CC9ED0D" w14:textId="77777777" w:rsidTr="009E7BDE">
        <w:trPr>
          <w:cantSplit/>
        </w:trPr>
        <w:tc>
          <w:tcPr>
            <w:tcW w:w="3960" w:type="dxa"/>
            <w:vAlign w:val="bottom"/>
          </w:tcPr>
          <w:p w14:paraId="0AC22498" w14:textId="77777777" w:rsidR="00755FDD" w:rsidRPr="00F73937" w:rsidRDefault="00755FDD" w:rsidP="009E7BDE">
            <w:pPr>
              <w:ind w:right="-383" w:hanging="262"/>
              <w:rPr>
                <w:rFonts w:cs="Tahoma"/>
                <w:i/>
                <w:iCs/>
              </w:rPr>
            </w:pPr>
          </w:p>
        </w:tc>
        <w:tc>
          <w:tcPr>
            <w:tcW w:w="1620" w:type="dxa"/>
            <w:tcBorders>
              <w:top w:val="single" w:sz="4" w:space="0" w:color="auto"/>
            </w:tcBorders>
            <w:shd w:val="clear" w:color="auto" w:fill="auto"/>
          </w:tcPr>
          <w:p w14:paraId="55029E81" w14:textId="77777777" w:rsidR="00755FDD" w:rsidRPr="00F73937" w:rsidRDefault="00755FDD" w:rsidP="007410B2">
            <w:pPr>
              <w:tabs>
                <w:tab w:val="left" w:pos="1527"/>
              </w:tabs>
              <w:spacing w:line="240" w:lineRule="auto"/>
              <w:ind w:right="70"/>
              <w:jc w:val="right"/>
              <w:rPr>
                <w:b/>
                <w:bCs/>
                <w:highlight w:val="yellow"/>
              </w:rPr>
            </w:pPr>
            <w:r w:rsidRPr="00F73937">
              <w:rPr>
                <w:b/>
                <w:bCs/>
              </w:rPr>
              <w:t>44,227</w:t>
            </w:r>
          </w:p>
        </w:tc>
        <w:tc>
          <w:tcPr>
            <w:tcW w:w="270" w:type="dxa"/>
          </w:tcPr>
          <w:p w14:paraId="6087990C" w14:textId="77777777" w:rsidR="00755FDD" w:rsidRPr="00F73937" w:rsidRDefault="00755FDD" w:rsidP="009E7BDE">
            <w:pPr>
              <w:spacing w:line="240" w:lineRule="auto"/>
              <w:ind w:right="76"/>
              <w:jc w:val="both"/>
              <w:rPr>
                <w:b/>
                <w:bCs/>
                <w:highlight w:val="yellow"/>
              </w:rPr>
            </w:pPr>
          </w:p>
        </w:tc>
        <w:tc>
          <w:tcPr>
            <w:tcW w:w="1620" w:type="dxa"/>
            <w:tcBorders>
              <w:top w:val="single" w:sz="4" w:space="0" w:color="auto"/>
            </w:tcBorders>
          </w:tcPr>
          <w:p w14:paraId="4D074790" w14:textId="77777777" w:rsidR="00755FDD" w:rsidRPr="00F73937" w:rsidRDefault="00755FDD" w:rsidP="007410B2">
            <w:pPr>
              <w:tabs>
                <w:tab w:val="left" w:pos="720"/>
              </w:tabs>
              <w:spacing w:line="240" w:lineRule="auto"/>
              <w:ind w:right="72"/>
              <w:jc w:val="right"/>
              <w:rPr>
                <w:b/>
                <w:bCs/>
                <w:highlight w:val="yellow"/>
              </w:rPr>
            </w:pPr>
            <w:r w:rsidRPr="00F73937">
              <w:rPr>
                <w:b/>
                <w:bCs/>
              </w:rPr>
              <w:t>30,044</w:t>
            </w:r>
          </w:p>
        </w:tc>
        <w:tc>
          <w:tcPr>
            <w:tcW w:w="270" w:type="dxa"/>
          </w:tcPr>
          <w:p w14:paraId="2B512FDD" w14:textId="77777777" w:rsidR="00755FDD" w:rsidRPr="00F73937" w:rsidRDefault="00755FDD" w:rsidP="009E7BDE">
            <w:pPr>
              <w:spacing w:line="240" w:lineRule="auto"/>
              <w:jc w:val="both"/>
              <w:rPr>
                <w:b/>
                <w:bCs/>
                <w:highlight w:val="yellow"/>
              </w:rPr>
            </w:pPr>
          </w:p>
        </w:tc>
        <w:tc>
          <w:tcPr>
            <w:tcW w:w="1440" w:type="dxa"/>
            <w:tcBorders>
              <w:top w:val="single" w:sz="4" w:space="0" w:color="auto"/>
            </w:tcBorders>
          </w:tcPr>
          <w:p w14:paraId="64A5EEE0" w14:textId="77777777" w:rsidR="00755FDD" w:rsidRPr="00F73937" w:rsidRDefault="00755FDD" w:rsidP="007410B2">
            <w:pPr>
              <w:tabs>
                <w:tab w:val="left" w:pos="720"/>
              </w:tabs>
              <w:spacing w:line="240" w:lineRule="auto"/>
              <w:ind w:right="74"/>
              <w:jc w:val="right"/>
              <w:rPr>
                <w:b/>
                <w:bCs/>
                <w:highlight w:val="yellow"/>
              </w:rPr>
            </w:pPr>
            <w:r w:rsidRPr="00F73937">
              <w:rPr>
                <w:b/>
                <w:bCs/>
              </w:rPr>
              <w:t>3,494</w:t>
            </w:r>
          </w:p>
        </w:tc>
      </w:tr>
      <w:tr w:rsidR="00B83655" w:rsidRPr="00F73937" w14:paraId="7CC3FECD" w14:textId="77777777" w:rsidTr="004C6D5E">
        <w:trPr>
          <w:cantSplit/>
        </w:trPr>
        <w:tc>
          <w:tcPr>
            <w:tcW w:w="3960" w:type="dxa"/>
            <w:vAlign w:val="bottom"/>
          </w:tcPr>
          <w:p w14:paraId="561A56C8" w14:textId="4DD6B997" w:rsidR="00B83655" w:rsidRPr="00F73937" w:rsidRDefault="00B83655" w:rsidP="00B83655">
            <w:pPr>
              <w:spacing w:line="240" w:lineRule="atLeast"/>
              <w:ind w:left="520" w:hanging="270"/>
            </w:pPr>
            <w:r w:rsidRPr="00F73937">
              <w:rPr>
                <w:i/>
                <w:iCs/>
              </w:rPr>
              <w:t>Less</w:t>
            </w:r>
            <w:r w:rsidRPr="00F73937">
              <w:t xml:space="preserve"> undue value</w:t>
            </w:r>
            <w:r>
              <w:t xml:space="preserve"> </w:t>
            </w:r>
            <w:r w:rsidRPr="00F73937">
              <w:t>added tax</w:t>
            </w:r>
          </w:p>
        </w:tc>
        <w:tc>
          <w:tcPr>
            <w:tcW w:w="1620" w:type="dxa"/>
            <w:tcBorders>
              <w:bottom w:val="single" w:sz="4" w:space="0" w:color="auto"/>
            </w:tcBorders>
            <w:shd w:val="clear" w:color="auto" w:fill="auto"/>
          </w:tcPr>
          <w:p w14:paraId="0C6A19C7" w14:textId="77777777" w:rsidR="00B83655" w:rsidRPr="00C73CEB" w:rsidRDefault="00B83655" w:rsidP="00C73CEB">
            <w:pPr>
              <w:tabs>
                <w:tab w:val="left" w:pos="720"/>
                <w:tab w:val="left" w:pos="1146"/>
                <w:tab w:val="center" w:pos="1410"/>
              </w:tabs>
              <w:spacing w:line="240" w:lineRule="auto"/>
              <w:jc w:val="right"/>
            </w:pPr>
            <w:r w:rsidRPr="00F73937">
              <w:t>(3,514)</w:t>
            </w:r>
          </w:p>
        </w:tc>
        <w:tc>
          <w:tcPr>
            <w:tcW w:w="270" w:type="dxa"/>
          </w:tcPr>
          <w:p w14:paraId="5D6B8E08" w14:textId="77777777" w:rsidR="00B83655" w:rsidRPr="00F73937" w:rsidRDefault="00B83655" w:rsidP="00B83655">
            <w:pPr>
              <w:spacing w:line="240" w:lineRule="auto"/>
              <w:ind w:right="76"/>
              <w:jc w:val="both"/>
              <w:rPr>
                <w:highlight w:val="yellow"/>
              </w:rPr>
            </w:pPr>
          </w:p>
        </w:tc>
        <w:tc>
          <w:tcPr>
            <w:tcW w:w="1620" w:type="dxa"/>
            <w:tcBorders>
              <w:bottom w:val="single" w:sz="4" w:space="0" w:color="auto"/>
            </w:tcBorders>
          </w:tcPr>
          <w:p w14:paraId="02349F3A" w14:textId="4DE53685" w:rsidR="00B83655" w:rsidRPr="00B83655" w:rsidRDefault="00B83655" w:rsidP="00B83655">
            <w:pPr>
              <w:tabs>
                <w:tab w:val="left" w:pos="720"/>
              </w:tabs>
              <w:spacing w:line="240" w:lineRule="auto"/>
              <w:ind w:right="320"/>
              <w:jc w:val="right"/>
            </w:pPr>
            <w:r w:rsidRPr="00B83655">
              <w:t>-</w:t>
            </w:r>
          </w:p>
        </w:tc>
        <w:tc>
          <w:tcPr>
            <w:tcW w:w="270" w:type="dxa"/>
          </w:tcPr>
          <w:p w14:paraId="37CD3123" w14:textId="77777777" w:rsidR="00B83655" w:rsidRPr="00A57685" w:rsidRDefault="00B83655" w:rsidP="00B83655">
            <w:pPr>
              <w:spacing w:line="240" w:lineRule="auto"/>
              <w:jc w:val="both"/>
              <w:rPr>
                <w:b/>
                <w:bCs/>
              </w:rPr>
            </w:pPr>
          </w:p>
        </w:tc>
        <w:tc>
          <w:tcPr>
            <w:tcW w:w="1440" w:type="dxa"/>
            <w:tcBorders>
              <w:bottom w:val="single" w:sz="4" w:space="0" w:color="auto"/>
            </w:tcBorders>
          </w:tcPr>
          <w:p w14:paraId="55E2E6FB" w14:textId="02695CB6" w:rsidR="00B83655" w:rsidRPr="00B83655" w:rsidRDefault="00B83655" w:rsidP="00B83655">
            <w:pPr>
              <w:tabs>
                <w:tab w:val="left" w:pos="720"/>
              </w:tabs>
              <w:spacing w:line="240" w:lineRule="auto"/>
              <w:ind w:right="342"/>
              <w:jc w:val="right"/>
              <w:rPr>
                <w:cs/>
              </w:rPr>
            </w:pPr>
            <w:r w:rsidRPr="00B83655">
              <w:t>-</w:t>
            </w:r>
          </w:p>
        </w:tc>
      </w:tr>
      <w:tr w:rsidR="00755FDD" w:rsidRPr="00F73937" w14:paraId="7EE2A32F" w14:textId="77777777" w:rsidTr="004C6D5E">
        <w:trPr>
          <w:cantSplit/>
        </w:trPr>
        <w:tc>
          <w:tcPr>
            <w:tcW w:w="3960" w:type="dxa"/>
          </w:tcPr>
          <w:p w14:paraId="0612F397" w14:textId="77777777" w:rsidR="00755FDD" w:rsidRPr="00F73937" w:rsidRDefault="00755FDD" w:rsidP="009E7BDE">
            <w:pPr>
              <w:spacing w:line="240" w:lineRule="atLeast"/>
              <w:ind w:firstLine="250"/>
              <w:rPr>
                <w:b/>
                <w:bCs/>
              </w:rPr>
            </w:pPr>
            <w:r w:rsidRPr="00F73937">
              <w:rPr>
                <w:b/>
                <w:bCs/>
              </w:rPr>
              <w:t>Total</w:t>
            </w:r>
          </w:p>
        </w:tc>
        <w:tc>
          <w:tcPr>
            <w:tcW w:w="1620" w:type="dxa"/>
            <w:tcBorders>
              <w:top w:val="single" w:sz="4" w:space="0" w:color="auto"/>
              <w:bottom w:val="single" w:sz="4" w:space="0" w:color="auto"/>
            </w:tcBorders>
            <w:shd w:val="clear" w:color="auto" w:fill="auto"/>
          </w:tcPr>
          <w:p w14:paraId="201797BD" w14:textId="77777777" w:rsidR="00755FDD" w:rsidRPr="00F73937" w:rsidRDefault="00755FDD" w:rsidP="007410B2">
            <w:pPr>
              <w:tabs>
                <w:tab w:val="left" w:pos="720"/>
              </w:tabs>
              <w:spacing w:line="240" w:lineRule="auto"/>
              <w:ind w:right="70"/>
              <w:jc w:val="right"/>
              <w:rPr>
                <w:rFonts w:cs="Angsana New"/>
                <w:b/>
                <w:bCs/>
                <w:highlight w:val="yellow"/>
              </w:rPr>
            </w:pPr>
            <w:r w:rsidRPr="00F73937">
              <w:rPr>
                <w:b/>
                <w:bCs/>
              </w:rPr>
              <w:t>40,713</w:t>
            </w:r>
          </w:p>
        </w:tc>
        <w:tc>
          <w:tcPr>
            <w:tcW w:w="270" w:type="dxa"/>
          </w:tcPr>
          <w:p w14:paraId="4424E3C2" w14:textId="77777777" w:rsidR="00755FDD" w:rsidRPr="00F73937" w:rsidRDefault="00755FDD" w:rsidP="009E7BDE">
            <w:pPr>
              <w:spacing w:line="240" w:lineRule="auto"/>
              <w:ind w:right="76"/>
              <w:jc w:val="both"/>
              <w:rPr>
                <w:b/>
                <w:bCs/>
                <w:highlight w:val="yellow"/>
              </w:rPr>
            </w:pPr>
          </w:p>
        </w:tc>
        <w:tc>
          <w:tcPr>
            <w:tcW w:w="1620" w:type="dxa"/>
            <w:tcBorders>
              <w:top w:val="single" w:sz="4" w:space="0" w:color="auto"/>
              <w:bottom w:val="single" w:sz="4" w:space="0" w:color="auto"/>
            </w:tcBorders>
          </w:tcPr>
          <w:p w14:paraId="564268DC" w14:textId="77777777" w:rsidR="00755FDD" w:rsidRPr="009442FC" w:rsidRDefault="00755FDD" w:rsidP="009442FC">
            <w:pPr>
              <w:tabs>
                <w:tab w:val="left" w:pos="720"/>
                <w:tab w:val="left" w:pos="1146"/>
                <w:tab w:val="center" w:pos="1410"/>
              </w:tabs>
              <w:spacing w:line="240" w:lineRule="auto"/>
              <w:ind w:right="70"/>
              <w:jc w:val="right"/>
              <w:rPr>
                <w:b/>
                <w:bCs/>
              </w:rPr>
            </w:pPr>
            <w:r w:rsidRPr="009442FC">
              <w:rPr>
                <w:b/>
                <w:bCs/>
              </w:rPr>
              <w:t>30,044</w:t>
            </w:r>
          </w:p>
        </w:tc>
        <w:tc>
          <w:tcPr>
            <w:tcW w:w="270" w:type="dxa"/>
          </w:tcPr>
          <w:p w14:paraId="4CBDA287" w14:textId="77777777" w:rsidR="00755FDD" w:rsidRPr="00F73937" w:rsidRDefault="00755FDD" w:rsidP="009E7BDE">
            <w:pPr>
              <w:spacing w:line="240" w:lineRule="auto"/>
              <w:jc w:val="both"/>
              <w:rPr>
                <w:b/>
                <w:bCs/>
                <w:highlight w:val="yellow"/>
              </w:rPr>
            </w:pPr>
          </w:p>
        </w:tc>
        <w:tc>
          <w:tcPr>
            <w:tcW w:w="1440" w:type="dxa"/>
            <w:tcBorders>
              <w:top w:val="single" w:sz="4" w:space="0" w:color="auto"/>
              <w:bottom w:val="single" w:sz="4" w:space="0" w:color="auto"/>
            </w:tcBorders>
          </w:tcPr>
          <w:p w14:paraId="2210F062" w14:textId="77777777" w:rsidR="00755FDD" w:rsidRPr="00F73937" w:rsidRDefault="00755FDD" w:rsidP="007410B2">
            <w:pPr>
              <w:tabs>
                <w:tab w:val="left" w:pos="720"/>
              </w:tabs>
              <w:spacing w:line="240" w:lineRule="auto"/>
              <w:ind w:right="74"/>
              <w:jc w:val="right"/>
              <w:rPr>
                <w:b/>
                <w:bCs/>
                <w:highlight w:val="yellow"/>
              </w:rPr>
            </w:pPr>
            <w:r w:rsidRPr="00F73937">
              <w:rPr>
                <w:b/>
                <w:bCs/>
              </w:rPr>
              <w:t>3,494</w:t>
            </w:r>
          </w:p>
        </w:tc>
      </w:tr>
      <w:tr w:rsidR="004C6D5E" w:rsidRPr="00F73937" w14:paraId="34CC7B23" w14:textId="77777777" w:rsidTr="004C6D5E">
        <w:trPr>
          <w:cantSplit/>
        </w:trPr>
        <w:tc>
          <w:tcPr>
            <w:tcW w:w="3960" w:type="dxa"/>
          </w:tcPr>
          <w:p w14:paraId="19E1CDC2" w14:textId="77777777" w:rsidR="004C6D5E" w:rsidRPr="00F73937" w:rsidRDefault="004C6D5E" w:rsidP="009E7BDE">
            <w:pPr>
              <w:spacing w:line="240" w:lineRule="atLeast"/>
              <w:ind w:firstLine="250"/>
              <w:rPr>
                <w:b/>
                <w:bCs/>
              </w:rPr>
            </w:pPr>
          </w:p>
        </w:tc>
        <w:tc>
          <w:tcPr>
            <w:tcW w:w="1620" w:type="dxa"/>
            <w:tcBorders>
              <w:top w:val="single" w:sz="4" w:space="0" w:color="auto"/>
            </w:tcBorders>
            <w:shd w:val="clear" w:color="auto" w:fill="auto"/>
          </w:tcPr>
          <w:p w14:paraId="069F4793" w14:textId="77777777" w:rsidR="004C6D5E" w:rsidRPr="00F73937" w:rsidRDefault="004C6D5E" w:rsidP="007410B2">
            <w:pPr>
              <w:tabs>
                <w:tab w:val="left" w:pos="720"/>
              </w:tabs>
              <w:spacing w:line="240" w:lineRule="auto"/>
              <w:ind w:right="70"/>
              <w:jc w:val="right"/>
              <w:rPr>
                <w:b/>
                <w:bCs/>
              </w:rPr>
            </w:pPr>
          </w:p>
        </w:tc>
        <w:tc>
          <w:tcPr>
            <w:tcW w:w="270" w:type="dxa"/>
          </w:tcPr>
          <w:p w14:paraId="27897971" w14:textId="77777777" w:rsidR="004C6D5E" w:rsidRPr="00F73937" w:rsidRDefault="004C6D5E" w:rsidP="009E7BDE">
            <w:pPr>
              <w:spacing w:line="240" w:lineRule="auto"/>
              <w:ind w:right="76"/>
              <w:jc w:val="both"/>
              <w:rPr>
                <w:b/>
                <w:bCs/>
                <w:highlight w:val="yellow"/>
              </w:rPr>
            </w:pPr>
          </w:p>
        </w:tc>
        <w:tc>
          <w:tcPr>
            <w:tcW w:w="1620" w:type="dxa"/>
            <w:tcBorders>
              <w:top w:val="single" w:sz="4" w:space="0" w:color="auto"/>
            </w:tcBorders>
          </w:tcPr>
          <w:p w14:paraId="6004AFE0" w14:textId="77777777" w:rsidR="004C6D5E" w:rsidRPr="00F73937" w:rsidRDefault="004C6D5E" w:rsidP="007410B2">
            <w:pPr>
              <w:tabs>
                <w:tab w:val="left" w:pos="967"/>
              </w:tabs>
              <w:spacing w:line="240" w:lineRule="auto"/>
              <w:ind w:right="72" w:firstLine="432"/>
              <w:jc w:val="right"/>
              <w:rPr>
                <w:b/>
                <w:bCs/>
              </w:rPr>
            </w:pPr>
          </w:p>
        </w:tc>
        <w:tc>
          <w:tcPr>
            <w:tcW w:w="270" w:type="dxa"/>
          </w:tcPr>
          <w:p w14:paraId="2EDC1DAF" w14:textId="77777777" w:rsidR="004C6D5E" w:rsidRPr="00F73937" w:rsidRDefault="004C6D5E" w:rsidP="009E7BDE">
            <w:pPr>
              <w:spacing w:line="240" w:lineRule="auto"/>
              <w:ind w:right="76"/>
              <w:jc w:val="both"/>
              <w:rPr>
                <w:b/>
                <w:bCs/>
                <w:highlight w:val="yellow"/>
              </w:rPr>
            </w:pPr>
          </w:p>
        </w:tc>
        <w:tc>
          <w:tcPr>
            <w:tcW w:w="1440" w:type="dxa"/>
            <w:tcBorders>
              <w:top w:val="single" w:sz="4" w:space="0" w:color="auto"/>
            </w:tcBorders>
          </w:tcPr>
          <w:p w14:paraId="4D6B9F56" w14:textId="77777777" w:rsidR="004C6D5E" w:rsidRPr="00F73937" w:rsidRDefault="004C6D5E" w:rsidP="007410B2">
            <w:pPr>
              <w:tabs>
                <w:tab w:val="left" w:pos="720"/>
              </w:tabs>
              <w:spacing w:line="240" w:lineRule="auto"/>
              <w:ind w:right="74"/>
              <w:jc w:val="right"/>
              <w:rPr>
                <w:b/>
                <w:bCs/>
              </w:rPr>
            </w:pPr>
          </w:p>
        </w:tc>
      </w:tr>
      <w:tr w:rsidR="00755FDD" w:rsidRPr="00F73937" w14:paraId="77622A44" w14:textId="77777777" w:rsidTr="004C6D5E">
        <w:trPr>
          <w:cantSplit/>
        </w:trPr>
        <w:tc>
          <w:tcPr>
            <w:tcW w:w="3960" w:type="dxa"/>
          </w:tcPr>
          <w:p w14:paraId="65AFE2B0" w14:textId="77777777" w:rsidR="00755FDD" w:rsidRPr="00F73937" w:rsidRDefault="00755FDD" w:rsidP="009E7BDE">
            <w:pPr>
              <w:spacing w:line="240" w:lineRule="atLeast"/>
              <w:ind w:firstLine="250"/>
              <w:rPr>
                <w:b/>
                <w:bCs/>
              </w:rPr>
            </w:pPr>
            <w:r w:rsidRPr="00F73937">
              <w:rPr>
                <w:b/>
                <w:bCs/>
              </w:rPr>
              <w:t>Grand total</w:t>
            </w:r>
          </w:p>
        </w:tc>
        <w:tc>
          <w:tcPr>
            <w:tcW w:w="1620" w:type="dxa"/>
            <w:tcBorders>
              <w:bottom w:val="double" w:sz="4" w:space="0" w:color="auto"/>
            </w:tcBorders>
            <w:shd w:val="clear" w:color="auto" w:fill="auto"/>
          </w:tcPr>
          <w:p w14:paraId="27986C94" w14:textId="1F7C2D70" w:rsidR="00755FDD" w:rsidRPr="00F73937" w:rsidRDefault="00C109A4" w:rsidP="007410B2">
            <w:pPr>
              <w:tabs>
                <w:tab w:val="left" w:pos="720"/>
              </w:tabs>
              <w:spacing w:line="240" w:lineRule="auto"/>
              <w:ind w:right="70"/>
              <w:jc w:val="right"/>
              <w:rPr>
                <w:b/>
                <w:bCs/>
                <w:highlight w:val="yellow"/>
                <w:cs/>
              </w:rPr>
            </w:pPr>
            <w:r w:rsidRPr="00C109A4">
              <w:rPr>
                <w:b/>
                <w:bCs/>
              </w:rPr>
              <w:t>117,979</w:t>
            </w:r>
          </w:p>
        </w:tc>
        <w:tc>
          <w:tcPr>
            <w:tcW w:w="270" w:type="dxa"/>
          </w:tcPr>
          <w:p w14:paraId="1D8A4029" w14:textId="77777777" w:rsidR="00755FDD" w:rsidRPr="00F73937" w:rsidRDefault="00755FDD" w:rsidP="009E7BDE">
            <w:pPr>
              <w:spacing w:line="240" w:lineRule="auto"/>
              <w:ind w:right="76"/>
              <w:jc w:val="both"/>
              <w:rPr>
                <w:b/>
                <w:bCs/>
                <w:highlight w:val="yellow"/>
              </w:rPr>
            </w:pPr>
          </w:p>
        </w:tc>
        <w:tc>
          <w:tcPr>
            <w:tcW w:w="1620" w:type="dxa"/>
            <w:tcBorders>
              <w:bottom w:val="double" w:sz="4" w:space="0" w:color="auto"/>
            </w:tcBorders>
          </w:tcPr>
          <w:p w14:paraId="5BCC28EE" w14:textId="77777777" w:rsidR="00755FDD" w:rsidRPr="00F73937" w:rsidRDefault="00755FDD" w:rsidP="007410B2">
            <w:pPr>
              <w:tabs>
                <w:tab w:val="left" w:pos="967"/>
              </w:tabs>
              <w:spacing w:line="240" w:lineRule="auto"/>
              <w:ind w:right="72" w:firstLine="432"/>
              <w:jc w:val="right"/>
              <w:rPr>
                <w:b/>
                <w:bCs/>
                <w:highlight w:val="yellow"/>
              </w:rPr>
            </w:pPr>
            <w:r w:rsidRPr="00F73937">
              <w:rPr>
                <w:b/>
                <w:bCs/>
              </w:rPr>
              <w:t>71,217</w:t>
            </w:r>
          </w:p>
        </w:tc>
        <w:tc>
          <w:tcPr>
            <w:tcW w:w="270" w:type="dxa"/>
          </w:tcPr>
          <w:p w14:paraId="424B099A" w14:textId="77777777" w:rsidR="00755FDD" w:rsidRPr="00F73937" w:rsidRDefault="00755FDD" w:rsidP="009E7BDE">
            <w:pPr>
              <w:spacing w:line="240" w:lineRule="auto"/>
              <w:ind w:right="76"/>
              <w:jc w:val="both"/>
              <w:rPr>
                <w:b/>
                <w:bCs/>
                <w:highlight w:val="yellow"/>
              </w:rPr>
            </w:pPr>
          </w:p>
        </w:tc>
        <w:tc>
          <w:tcPr>
            <w:tcW w:w="1440" w:type="dxa"/>
            <w:tcBorders>
              <w:bottom w:val="double" w:sz="4" w:space="0" w:color="auto"/>
            </w:tcBorders>
          </w:tcPr>
          <w:p w14:paraId="53BC3C4D" w14:textId="77777777" w:rsidR="00755FDD" w:rsidRPr="00F73937" w:rsidRDefault="00755FDD" w:rsidP="007410B2">
            <w:pPr>
              <w:tabs>
                <w:tab w:val="left" w:pos="720"/>
              </w:tabs>
              <w:spacing w:line="240" w:lineRule="auto"/>
              <w:ind w:right="74"/>
              <w:jc w:val="right"/>
              <w:rPr>
                <w:rFonts w:cstheme="minorBidi"/>
                <w:b/>
                <w:bCs/>
                <w:highlight w:val="yellow"/>
                <w:cs/>
              </w:rPr>
            </w:pPr>
            <w:r w:rsidRPr="00F73937">
              <w:rPr>
                <w:b/>
                <w:bCs/>
              </w:rPr>
              <w:t>9,933</w:t>
            </w:r>
          </w:p>
        </w:tc>
      </w:tr>
    </w:tbl>
    <w:p w14:paraId="74C7E5EA" w14:textId="77777777" w:rsidR="00755FDD" w:rsidRPr="00F73937" w:rsidRDefault="00755FDD" w:rsidP="00755FDD">
      <w:pPr>
        <w:pStyle w:val="block"/>
        <w:spacing w:after="0" w:line="240" w:lineRule="auto"/>
        <w:ind w:left="0"/>
        <w:jc w:val="both"/>
        <w:rPr>
          <w:b/>
          <w:bCs/>
          <w:spacing w:val="-2"/>
        </w:rPr>
      </w:pPr>
    </w:p>
    <w:p w14:paraId="56489407" w14:textId="77777777" w:rsidR="002F3880" w:rsidRDefault="00C81031" w:rsidP="00B83655">
      <w:pPr>
        <w:pStyle w:val="block"/>
        <w:spacing w:after="0" w:line="240" w:lineRule="auto"/>
        <w:ind w:left="540"/>
        <w:jc w:val="both"/>
      </w:pPr>
      <w:r w:rsidRPr="00F73937">
        <w:t>*Net of unearned interest income, collateral and undue value added tax</w:t>
      </w:r>
    </w:p>
    <w:p w14:paraId="1B6147A8" w14:textId="3963BEFD" w:rsidR="00C52E8F" w:rsidRPr="00F73937" w:rsidRDefault="00C52E8F" w:rsidP="00B83655">
      <w:pPr>
        <w:pStyle w:val="block"/>
        <w:spacing w:after="0" w:line="240" w:lineRule="auto"/>
        <w:ind w:left="540"/>
        <w:jc w:val="both"/>
      </w:pPr>
    </w:p>
    <w:p w14:paraId="7177B6FF" w14:textId="59BA2D38" w:rsidR="00C6725E" w:rsidRPr="00F73937" w:rsidRDefault="002B1031" w:rsidP="002B1031">
      <w:pPr>
        <w:pStyle w:val="block"/>
        <w:spacing w:after="0" w:line="240" w:lineRule="atLeast"/>
        <w:ind w:left="540"/>
        <w:jc w:val="both"/>
        <w:rPr>
          <w:rFonts w:cs="Angsana New"/>
          <w:lang w:val="en-US"/>
        </w:rPr>
      </w:pPr>
      <w:r w:rsidRPr="00F73937">
        <w:rPr>
          <w:rFonts w:cs="Angsana New"/>
          <w:lang w:val="en-US"/>
        </w:rPr>
        <w:t xml:space="preserve">As at </w:t>
      </w:r>
      <w:r w:rsidR="00061AF3" w:rsidRPr="00F73937">
        <w:rPr>
          <w:rFonts w:cs="Angsana New"/>
          <w:lang w:val="en-US"/>
        </w:rPr>
        <w:t>3</w:t>
      </w:r>
      <w:r w:rsidR="00367379" w:rsidRPr="00F73937">
        <w:rPr>
          <w:rFonts w:cs="Angsana New"/>
          <w:lang w:val="en-US"/>
        </w:rPr>
        <w:t>1</w:t>
      </w:r>
      <w:r w:rsidR="00061AF3" w:rsidRPr="00F73937">
        <w:rPr>
          <w:rFonts w:cs="Angsana New"/>
          <w:lang w:val="en-US"/>
        </w:rPr>
        <w:t xml:space="preserve"> </w:t>
      </w:r>
      <w:r w:rsidR="00367379" w:rsidRPr="00F73937">
        <w:rPr>
          <w:rFonts w:cs="Angsana New"/>
          <w:lang w:val="en-US"/>
        </w:rPr>
        <w:t>March</w:t>
      </w:r>
      <w:r w:rsidR="00DE5B45" w:rsidRPr="00F73937">
        <w:rPr>
          <w:rFonts w:cs="Angsana New"/>
          <w:lang w:val="en-US"/>
        </w:rPr>
        <w:t xml:space="preserve"> 202</w:t>
      </w:r>
      <w:r w:rsidR="00367379" w:rsidRPr="00F73937">
        <w:rPr>
          <w:rFonts w:cs="Angsana New"/>
          <w:lang w:val="en-US"/>
        </w:rPr>
        <w:t>2</w:t>
      </w:r>
      <w:r w:rsidR="00DE5B45" w:rsidRPr="00F73937">
        <w:rPr>
          <w:rFonts w:cs="Angsana New"/>
          <w:lang w:val="en-US"/>
        </w:rPr>
        <w:t xml:space="preserve"> and </w:t>
      </w:r>
      <w:r w:rsidRPr="00F73937">
        <w:rPr>
          <w:rFonts w:cs="Angsana New"/>
          <w:lang w:val="en-US"/>
        </w:rPr>
        <w:t>31 December</w:t>
      </w:r>
      <w:r w:rsidR="00DE5B45" w:rsidRPr="00F73937">
        <w:rPr>
          <w:rFonts w:cs="Angsana New"/>
          <w:lang w:val="en-US"/>
        </w:rPr>
        <w:t xml:space="preserve"> 20</w:t>
      </w:r>
      <w:r w:rsidR="00F26E92" w:rsidRPr="00F73937">
        <w:rPr>
          <w:rFonts w:cs="Angsana New"/>
          <w:lang w:val="en-US"/>
        </w:rPr>
        <w:t>2</w:t>
      </w:r>
      <w:r w:rsidR="00367379" w:rsidRPr="00F73937">
        <w:rPr>
          <w:rFonts w:cs="Angsana New"/>
          <w:lang w:val="en-US"/>
        </w:rPr>
        <w:t>1</w:t>
      </w:r>
      <w:r w:rsidRPr="00F73937">
        <w:rPr>
          <w:rFonts w:cs="Angsana New"/>
          <w:lang w:val="en-US"/>
        </w:rPr>
        <w:t xml:space="preserve">, the gross investment under </w:t>
      </w:r>
      <w:r w:rsidR="00E6634F" w:rsidRPr="00F73937">
        <w:rPr>
          <w:rFonts w:cs="Angsana New"/>
          <w:lang w:val="en-US"/>
        </w:rPr>
        <w:t>the in</w:t>
      </w:r>
      <w:r w:rsidR="001E4B79" w:rsidRPr="00F73937">
        <w:rPr>
          <w:rFonts w:cs="Angsana New"/>
          <w:lang w:val="en-US"/>
        </w:rPr>
        <w:t>stallment</w:t>
      </w:r>
      <w:r w:rsidRPr="00F73937">
        <w:rPr>
          <w:rFonts w:cs="Angsana New"/>
          <w:lang w:val="en-US"/>
        </w:rPr>
        <w:t xml:space="preserve"> contracts and the present value of minimum payments of </w:t>
      </w:r>
      <w:r w:rsidR="001E4B79" w:rsidRPr="00F73937">
        <w:rPr>
          <w:rFonts w:cs="Angsana New"/>
          <w:lang w:val="en-US"/>
        </w:rPr>
        <w:t>installment</w:t>
      </w:r>
      <w:r w:rsidRPr="00F73937">
        <w:rPr>
          <w:rFonts w:cs="Angsana New"/>
          <w:lang w:val="en-US"/>
        </w:rPr>
        <w:t xml:space="preserve"> contract receivables were as follows:</w:t>
      </w:r>
    </w:p>
    <w:p w14:paraId="21C5D9AB" w14:textId="77777777" w:rsidR="00D91CC7" w:rsidRPr="00F73937" w:rsidRDefault="00D91CC7">
      <w:pPr>
        <w:spacing w:line="240" w:lineRule="auto"/>
      </w:pPr>
    </w:p>
    <w:tbl>
      <w:tblPr>
        <w:tblW w:w="9211" w:type="dxa"/>
        <w:tblInd w:w="450" w:type="dxa"/>
        <w:tblLayout w:type="fixed"/>
        <w:tblLook w:val="0000" w:firstRow="0" w:lastRow="0" w:firstColumn="0" w:lastColumn="0" w:noHBand="0" w:noVBand="0"/>
      </w:tblPr>
      <w:tblGrid>
        <w:gridCol w:w="2880"/>
        <w:gridCol w:w="1350"/>
        <w:gridCol w:w="243"/>
        <w:gridCol w:w="1467"/>
        <w:gridCol w:w="236"/>
        <w:gridCol w:w="1294"/>
        <w:gridCol w:w="236"/>
        <w:gridCol w:w="1505"/>
      </w:tblGrid>
      <w:tr w:rsidR="00D91CC7" w:rsidRPr="00F73937" w14:paraId="5B456206" w14:textId="77777777" w:rsidTr="00D91CC7">
        <w:trPr>
          <w:cantSplit/>
          <w:trHeight w:val="200"/>
        </w:trPr>
        <w:tc>
          <w:tcPr>
            <w:tcW w:w="2880" w:type="dxa"/>
          </w:tcPr>
          <w:p w14:paraId="0ACBD2DA" w14:textId="77777777" w:rsidR="00D91CC7" w:rsidRPr="00F73937" w:rsidRDefault="00D91CC7" w:rsidP="00155DD3">
            <w:pPr>
              <w:pStyle w:val="3"/>
              <w:tabs>
                <w:tab w:val="clear" w:pos="360"/>
                <w:tab w:val="clear" w:pos="720"/>
              </w:tabs>
              <w:spacing w:line="240" w:lineRule="atLeast"/>
              <w:jc w:val="both"/>
              <w:rPr>
                <w:rFonts w:cs="Times New Roman"/>
                <w:lang w:val="en-US"/>
              </w:rPr>
            </w:pPr>
          </w:p>
        </w:tc>
        <w:tc>
          <w:tcPr>
            <w:tcW w:w="6331" w:type="dxa"/>
            <w:gridSpan w:val="7"/>
          </w:tcPr>
          <w:p w14:paraId="4864BA21" w14:textId="704FD477" w:rsidR="00D91CC7" w:rsidRPr="00F73937" w:rsidRDefault="00D91CC7" w:rsidP="00155DD3">
            <w:pPr>
              <w:spacing w:line="240" w:lineRule="atLeast"/>
              <w:jc w:val="center"/>
              <w:rPr>
                <w:b/>
                <w:bCs/>
              </w:rPr>
            </w:pPr>
            <w:r w:rsidRPr="00F73937">
              <w:rPr>
                <w:b/>
                <w:bCs/>
              </w:rPr>
              <w:t>Consolidated financial statements</w:t>
            </w:r>
          </w:p>
        </w:tc>
      </w:tr>
      <w:tr w:rsidR="00D91CC7" w:rsidRPr="00F73937" w14:paraId="3DF22508" w14:textId="77777777" w:rsidTr="00155DD3">
        <w:trPr>
          <w:cantSplit/>
        </w:trPr>
        <w:tc>
          <w:tcPr>
            <w:tcW w:w="2880" w:type="dxa"/>
          </w:tcPr>
          <w:p w14:paraId="0FCE5873" w14:textId="77777777" w:rsidR="00D91CC7" w:rsidRPr="00F73937" w:rsidRDefault="00D91CC7" w:rsidP="00155DD3">
            <w:pPr>
              <w:spacing w:line="240" w:lineRule="atLeast"/>
              <w:rPr>
                <w:i/>
                <w:iCs/>
              </w:rPr>
            </w:pPr>
          </w:p>
        </w:tc>
        <w:tc>
          <w:tcPr>
            <w:tcW w:w="3060" w:type="dxa"/>
            <w:gridSpan w:val="3"/>
            <w:shd w:val="clear" w:color="auto" w:fill="auto"/>
          </w:tcPr>
          <w:p w14:paraId="7A23E633" w14:textId="326BEDBA" w:rsidR="00D91CC7" w:rsidRPr="00F73937" w:rsidRDefault="00D91CC7" w:rsidP="00155DD3">
            <w:pPr>
              <w:autoSpaceDE w:val="0"/>
              <w:autoSpaceDN w:val="0"/>
              <w:adjustRightInd w:val="0"/>
              <w:jc w:val="center"/>
            </w:pPr>
            <w:r w:rsidRPr="00F73937">
              <w:t>3</w:t>
            </w:r>
            <w:r w:rsidR="00206217" w:rsidRPr="00F73937">
              <w:t>1</w:t>
            </w:r>
            <w:r w:rsidRPr="00F73937">
              <w:t xml:space="preserve"> </w:t>
            </w:r>
            <w:r w:rsidR="00206217" w:rsidRPr="00F73937">
              <w:t>March</w:t>
            </w:r>
            <w:r w:rsidRPr="00F73937">
              <w:t xml:space="preserve"> 202</w:t>
            </w:r>
            <w:r w:rsidR="00206217" w:rsidRPr="00F73937">
              <w:t>2</w:t>
            </w:r>
          </w:p>
        </w:tc>
        <w:tc>
          <w:tcPr>
            <w:tcW w:w="236" w:type="dxa"/>
          </w:tcPr>
          <w:p w14:paraId="4E433C18" w14:textId="77777777" w:rsidR="00D91CC7" w:rsidRPr="00F73937" w:rsidRDefault="00D91CC7" w:rsidP="00155DD3">
            <w:pPr>
              <w:pStyle w:val="acctmergecolhdg"/>
              <w:spacing w:line="240" w:lineRule="atLeast"/>
              <w:ind w:left="-169" w:right="-142"/>
              <w:rPr>
                <w:b w:val="0"/>
                <w:bCs/>
              </w:rPr>
            </w:pPr>
          </w:p>
        </w:tc>
        <w:tc>
          <w:tcPr>
            <w:tcW w:w="3035" w:type="dxa"/>
            <w:gridSpan w:val="3"/>
          </w:tcPr>
          <w:p w14:paraId="04655172" w14:textId="17904BCF" w:rsidR="00D91CC7" w:rsidRPr="00F73937" w:rsidRDefault="00D91CC7" w:rsidP="00155DD3">
            <w:pPr>
              <w:autoSpaceDE w:val="0"/>
              <w:autoSpaceDN w:val="0"/>
              <w:adjustRightInd w:val="0"/>
              <w:jc w:val="center"/>
            </w:pPr>
            <w:r w:rsidRPr="00F73937">
              <w:t>31 December 202</w:t>
            </w:r>
            <w:r w:rsidR="00206217" w:rsidRPr="00F73937">
              <w:t>1</w:t>
            </w:r>
          </w:p>
        </w:tc>
      </w:tr>
      <w:tr w:rsidR="00D91CC7" w:rsidRPr="00F73937" w14:paraId="3F5E0251" w14:textId="77777777" w:rsidTr="00155DD3">
        <w:trPr>
          <w:cantSplit/>
        </w:trPr>
        <w:tc>
          <w:tcPr>
            <w:tcW w:w="2880" w:type="dxa"/>
          </w:tcPr>
          <w:p w14:paraId="0D837A9A" w14:textId="77777777" w:rsidR="00D91CC7" w:rsidRPr="00F73937" w:rsidRDefault="00D91CC7" w:rsidP="00155DD3">
            <w:pPr>
              <w:spacing w:line="240" w:lineRule="atLeast"/>
              <w:rPr>
                <w:i/>
                <w:iCs/>
              </w:rPr>
            </w:pPr>
          </w:p>
          <w:p w14:paraId="08031F7E" w14:textId="77777777" w:rsidR="00D91CC7" w:rsidRPr="00F73937" w:rsidRDefault="00D91CC7" w:rsidP="00155DD3">
            <w:pPr>
              <w:spacing w:line="240" w:lineRule="atLeast"/>
              <w:rPr>
                <w:rFonts w:cs="Cordia New"/>
                <w:b/>
                <w:bCs/>
                <w:i/>
                <w:iCs/>
              </w:rPr>
            </w:pPr>
          </w:p>
        </w:tc>
        <w:tc>
          <w:tcPr>
            <w:tcW w:w="1350" w:type="dxa"/>
            <w:shd w:val="clear" w:color="auto" w:fill="auto"/>
          </w:tcPr>
          <w:p w14:paraId="7ADBEB6D" w14:textId="77777777" w:rsidR="00D91CC7" w:rsidRPr="00F73937" w:rsidRDefault="00D91CC7" w:rsidP="00155DD3">
            <w:pPr>
              <w:pStyle w:val="acctmergecolhdg"/>
              <w:spacing w:line="240" w:lineRule="atLeast"/>
              <w:ind w:left="-169" w:right="-142"/>
              <w:rPr>
                <w:b w:val="0"/>
                <w:bCs/>
              </w:rPr>
            </w:pPr>
          </w:p>
          <w:p w14:paraId="61E3BFD0" w14:textId="77777777" w:rsidR="00D91CC7" w:rsidRPr="00F73937" w:rsidRDefault="00D91CC7" w:rsidP="00155DD3">
            <w:pPr>
              <w:pStyle w:val="acctmergecolhdg"/>
              <w:spacing w:line="240" w:lineRule="atLeast"/>
              <w:ind w:left="-169" w:right="-142"/>
              <w:rPr>
                <w:b w:val="0"/>
                <w:bCs/>
              </w:rPr>
            </w:pPr>
            <w:r w:rsidRPr="00F73937">
              <w:rPr>
                <w:b w:val="0"/>
                <w:bCs/>
              </w:rPr>
              <w:t>Gross</w:t>
            </w:r>
          </w:p>
          <w:p w14:paraId="79427B48" w14:textId="77777777" w:rsidR="00D91CC7" w:rsidRPr="00F73937" w:rsidRDefault="00D91CC7" w:rsidP="00155DD3">
            <w:pPr>
              <w:pStyle w:val="acctmergecolhdg"/>
              <w:spacing w:line="240" w:lineRule="atLeast"/>
              <w:ind w:left="-169" w:right="-142"/>
              <w:rPr>
                <w:b w:val="0"/>
                <w:bCs/>
              </w:rPr>
            </w:pPr>
            <w:r w:rsidRPr="00F73937">
              <w:rPr>
                <w:b w:val="0"/>
                <w:bCs/>
              </w:rPr>
              <w:t>investment</w:t>
            </w:r>
          </w:p>
          <w:p w14:paraId="06806881" w14:textId="77777777" w:rsidR="00D91CC7" w:rsidRPr="00F73937" w:rsidRDefault="00D91CC7" w:rsidP="00155DD3">
            <w:pPr>
              <w:pStyle w:val="acctmergecolhdg"/>
              <w:spacing w:line="240" w:lineRule="atLeast"/>
              <w:ind w:left="-169" w:right="-142"/>
              <w:rPr>
                <w:b w:val="0"/>
                <w:bCs/>
              </w:rPr>
            </w:pPr>
            <w:r w:rsidRPr="00F73937">
              <w:rPr>
                <w:b w:val="0"/>
                <w:bCs/>
              </w:rPr>
              <w:t>under the</w:t>
            </w:r>
          </w:p>
          <w:p w14:paraId="0735CD58" w14:textId="77777777" w:rsidR="00D91CC7" w:rsidRPr="00F73937" w:rsidRDefault="00D91CC7" w:rsidP="00155DD3">
            <w:pPr>
              <w:pStyle w:val="acctmergecolhdg"/>
              <w:spacing w:line="240" w:lineRule="atLeast"/>
              <w:ind w:left="-169" w:right="-142"/>
              <w:rPr>
                <w:b w:val="0"/>
                <w:bCs/>
              </w:rPr>
            </w:pPr>
            <w:r w:rsidRPr="00F73937">
              <w:rPr>
                <w:b w:val="0"/>
                <w:bCs/>
              </w:rPr>
              <w:t>installment</w:t>
            </w:r>
          </w:p>
          <w:p w14:paraId="36137074" w14:textId="77777777" w:rsidR="00D91CC7" w:rsidRPr="00F73937" w:rsidRDefault="00D91CC7" w:rsidP="00155DD3">
            <w:pPr>
              <w:pStyle w:val="acctmergecolhdg"/>
              <w:spacing w:line="240" w:lineRule="atLeast"/>
              <w:ind w:left="-169" w:right="-142"/>
              <w:rPr>
                <w:b w:val="0"/>
                <w:bCs/>
              </w:rPr>
            </w:pPr>
            <w:r w:rsidRPr="00F73937">
              <w:rPr>
                <w:b w:val="0"/>
                <w:bCs/>
              </w:rPr>
              <w:t>contracts</w:t>
            </w:r>
          </w:p>
        </w:tc>
        <w:tc>
          <w:tcPr>
            <w:tcW w:w="243" w:type="dxa"/>
          </w:tcPr>
          <w:p w14:paraId="22CDD08F" w14:textId="77777777" w:rsidR="00D91CC7" w:rsidRPr="00F73937" w:rsidRDefault="00D91CC7" w:rsidP="00155DD3">
            <w:pPr>
              <w:pStyle w:val="acctmergecolhdg"/>
              <w:spacing w:line="240" w:lineRule="atLeast"/>
              <w:ind w:left="-169" w:right="-142"/>
              <w:rPr>
                <w:b w:val="0"/>
                <w:bCs/>
              </w:rPr>
            </w:pPr>
          </w:p>
        </w:tc>
        <w:tc>
          <w:tcPr>
            <w:tcW w:w="1467" w:type="dxa"/>
          </w:tcPr>
          <w:p w14:paraId="4CC6BD30" w14:textId="77777777" w:rsidR="00D91CC7" w:rsidRPr="00F73937" w:rsidRDefault="00D91CC7" w:rsidP="00155DD3">
            <w:pPr>
              <w:autoSpaceDE w:val="0"/>
              <w:autoSpaceDN w:val="0"/>
              <w:adjustRightInd w:val="0"/>
              <w:jc w:val="center"/>
            </w:pPr>
            <w:r w:rsidRPr="00F73937">
              <w:t>Present value</w:t>
            </w:r>
          </w:p>
          <w:p w14:paraId="7F54BFF6" w14:textId="77777777" w:rsidR="00D91CC7" w:rsidRPr="00F73937" w:rsidRDefault="00D91CC7" w:rsidP="00155DD3">
            <w:pPr>
              <w:autoSpaceDE w:val="0"/>
              <w:autoSpaceDN w:val="0"/>
              <w:adjustRightInd w:val="0"/>
              <w:jc w:val="center"/>
            </w:pPr>
            <w:r w:rsidRPr="00F73937">
              <w:t>of minimum</w:t>
            </w:r>
          </w:p>
          <w:p w14:paraId="7155454A" w14:textId="77777777" w:rsidR="00D91CC7" w:rsidRPr="00F73937" w:rsidRDefault="00D91CC7" w:rsidP="00155DD3">
            <w:pPr>
              <w:autoSpaceDE w:val="0"/>
              <w:autoSpaceDN w:val="0"/>
              <w:adjustRightInd w:val="0"/>
              <w:jc w:val="center"/>
            </w:pPr>
            <w:r w:rsidRPr="00F73937">
              <w:t>payments of</w:t>
            </w:r>
          </w:p>
          <w:p w14:paraId="6F500AB6" w14:textId="77777777" w:rsidR="00D91CC7" w:rsidRPr="00F73937" w:rsidRDefault="00D91CC7" w:rsidP="00155DD3">
            <w:pPr>
              <w:pStyle w:val="acctmergecolhdg"/>
              <w:spacing w:line="240" w:lineRule="atLeast"/>
              <w:ind w:left="-169" w:right="-142"/>
              <w:rPr>
                <w:b w:val="0"/>
                <w:bCs/>
              </w:rPr>
            </w:pPr>
            <w:r w:rsidRPr="00F73937">
              <w:rPr>
                <w:b w:val="0"/>
              </w:rPr>
              <w:t>installment contract receivables</w:t>
            </w:r>
          </w:p>
        </w:tc>
        <w:tc>
          <w:tcPr>
            <w:tcW w:w="236" w:type="dxa"/>
          </w:tcPr>
          <w:p w14:paraId="6CB7D86F" w14:textId="77777777" w:rsidR="00D91CC7" w:rsidRPr="00F73937" w:rsidRDefault="00D91CC7" w:rsidP="00155DD3">
            <w:pPr>
              <w:pStyle w:val="acctmergecolhdg"/>
              <w:spacing w:line="240" w:lineRule="atLeast"/>
              <w:ind w:left="-169" w:right="-142"/>
              <w:rPr>
                <w:b w:val="0"/>
                <w:bCs/>
              </w:rPr>
            </w:pPr>
          </w:p>
        </w:tc>
        <w:tc>
          <w:tcPr>
            <w:tcW w:w="1294" w:type="dxa"/>
          </w:tcPr>
          <w:p w14:paraId="63F6FEF3" w14:textId="77777777" w:rsidR="00D91CC7" w:rsidRPr="00F73937" w:rsidRDefault="00D91CC7" w:rsidP="00155DD3">
            <w:pPr>
              <w:pStyle w:val="acctmergecolhdg"/>
              <w:spacing w:line="240" w:lineRule="atLeast"/>
              <w:ind w:left="-169" w:right="-142"/>
              <w:rPr>
                <w:b w:val="0"/>
                <w:bCs/>
              </w:rPr>
            </w:pPr>
          </w:p>
          <w:p w14:paraId="159FAE62" w14:textId="77777777" w:rsidR="00D91CC7" w:rsidRPr="00F73937" w:rsidRDefault="00D91CC7" w:rsidP="00155DD3">
            <w:pPr>
              <w:pStyle w:val="acctmergecolhdg"/>
              <w:spacing w:line="240" w:lineRule="atLeast"/>
              <w:ind w:left="-169" w:right="-142"/>
              <w:rPr>
                <w:b w:val="0"/>
                <w:bCs/>
              </w:rPr>
            </w:pPr>
            <w:r w:rsidRPr="00F73937">
              <w:rPr>
                <w:b w:val="0"/>
                <w:bCs/>
              </w:rPr>
              <w:t>Gross</w:t>
            </w:r>
          </w:p>
          <w:p w14:paraId="29F1B3FA" w14:textId="77777777" w:rsidR="00D91CC7" w:rsidRPr="00F73937" w:rsidRDefault="00D91CC7" w:rsidP="00155DD3">
            <w:pPr>
              <w:pStyle w:val="acctmergecolhdg"/>
              <w:spacing w:line="240" w:lineRule="atLeast"/>
              <w:ind w:left="-169" w:right="-142"/>
              <w:rPr>
                <w:b w:val="0"/>
                <w:bCs/>
              </w:rPr>
            </w:pPr>
            <w:r w:rsidRPr="00F73937">
              <w:rPr>
                <w:b w:val="0"/>
                <w:bCs/>
              </w:rPr>
              <w:t>investment</w:t>
            </w:r>
          </w:p>
          <w:p w14:paraId="38925783" w14:textId="77777777" w:rsidR="00D91CC7" w:rsidRPr="00F73937" w:rsidRDefault="00D91CC7" w:rsidP="00155DD3">
            <w:pPr>
              <w:pStyle w:val="acctmergecolhdg"/>
              <w:spacing w:line="240" w:lineRule="atLeast"/>
              <w:ind w:left="-169" w:right="-142"/>
              <w:rPr>
                <w:b w:val="0"/>
                <w:bCs/>
              </w:rPr>
            </w:pPr>
            <w:r w:rsidRPr="00F73937">
              <w:rPr>
                <w:b w:val="0"/>
                <w:bCs/>
              </w:rPr>
              <w:t>under the</w:t>
            </w:r>
          </w:p>
          <w:p w14:paraId="61340053" w14:textId="77777777" w:rsidR="00D91CC7" w:rsidRPr="00F73937" w:rsidRDefault="00D91CC7" w:rsidP="00155DD3">
            <w:pPr>
              <w:pStyle w:val="acctmergecolhdg"/>
              <w:spacing w:line="240" w:lineRule="atLeast"/>
              <w:ind w:left="-169" w:right="-142"/>
              <w:rPr>
                <w:b w:val="0"/>
                <w:bCs/>
              </w:rPr>
            </w:pPr>
            <w:r w:rsidRPr="00F73937">
              <w:rPr>
                <w:b w:val="0"/>
                <w:bCs/>
              </w:rPr>
              <w:t>installment</w:t>
            </w:r>
          </w:p>
          <w:p w14:paraId="22FD51C9" w14:textId="77777777" w:rsidR="00D91CC7" w:rsidRPr="00F73937" w:rsidRDefault="00D91CC7" w:rsidP="00155DD3">
            <w:pPr>
              <w:pStyle w:val="acctmergecolhdg"/>
              <w:spacing w:line="240" w:lineRule="atLeast"/>
              <w:ind w:left="-169" w:right="-142"/>
              <w:rPr>
                <w:b w:val="0"/>
                <w:bCs/>
              </w:rPr>
            </w:pPr>
            <w:r w:rsidRPr="00F73937">
              <w:rPr>
                <w:b w:val="0"/>
                <w:bCs/>
              </w:rPr>
              <w:t>contracts</w:t>
            </w:r>
          </w:p>
        </w:tc>
        <w:tc>
          <w:tcPr>
            <w:tcW w:w="236" w:type="dxa"/>
          </w:tcPr>
          <w:p w14:paraId="6B37597E" w14:textId="77777777" w:rsidR="00D91CC7" w:rsidRPr="00F73937" w:rsidRDefault="00D91CC7" w:rsidP="00155DD3">
            <w:pPr>
              <w:pStyle w:val="acctmergecolhdg"/>
              <w:spacing w:line="240" w:lineRule="atLeast"/>
              <w:ind w:left="-169" w:right="-142"/>
              <w:rPr>
                <w:b w:val="0"/>
                <w:bCs/>
              </w:rPr>
            </w:pPr>
          </w:p>
        </w:tc>
        <w:tc>
          <w:tcPr>
            <w:tcW w:w="1505" w:type="dxa"/>
          </w:tcPr>
          <w:p w14:paraId="45712FEF" w14:textId="77777777" w:rsidR="00D91CC7" w:rsidRPr="00F73937" w:rsidRDefault="00D91CC7" w:rsidP="00155DD3">
            <w:pPr>
              <w:autoSpaceDE w:val="0"/>
              <w:autoSpaceDN w:val="0"/>
              <w:adjustRightInd w:val="0"/>
              <w:jc w:val="center"/>
            </w:pPr>
            <w:r w:rsidRPr="00F73937">
              <w:t>Present value</w:t>
            </w:r>
          </w:p>
          <w:p w14:paraId="2248B2BA" w14:textId="77777777" w:rsidR="00D91CC7" w:rsidRPr="00F73937" w:rsidRDefault="00D91CC7" w:rsidP="00155DD3">
            <w:pPr>
              <w:autoSpaceDE w:val="0"/>
              <w:autoSpaceDN w:val="0"/>
              <w:adjustRightInd w:val="0"/>
              <w:jc w:val="center"/>
            </w:pPr>
            <w:r w:rsidRPr="00F73937">
              <w:t>of minimum</w:t>
            </w:r>
          </w:p>
          <w:p w14:paraId="59FD474F" w14:textId="77777777" w:rsidR="00D91CC7" w:rsidRPr="00F73937" w:rsidRDefault="00D91CC7" w:rsidP="00155DD3">
            <w:pPr>
              <w:autoSpaceDE w:val="0"/>
              <w:autoSpaceDN w:val="0"/>
              <w:adjustRightInd w:val="0"/>
              <w:jc w:val="center"/>
            </w:pPr>
            <w:r w:rsidRPr="00F73937">
              <w:t>payments of</w:t>
            </w:r>
          </w:p>
          <w:p w14:paraId="64A59550" w14:textId="77777777" w:rsidR="00D91CC7" w:rsidRPr="00F73937" w:rsidRDefault="00D91CC7" w:rsidP="00155DD3">
            <w:pPr>
              <w:pStyle w:val="acctmergecolhdg"/>
              <w:spacing w:line="240" w:lineRule="atLeast"/>
              <w:ind w:left="-169" w:right="-142"/>
              <w:rPr>
                <w:b w:val="0"/>
                <w:bCs/>
              </w:rPr>
            </w:pPr>
            <w:r w:rsidRPr="00F73937">
              <w:rPr>
                <w:b w:val="0"/>
              </w:rPr>
              <w:t>installment contract receivables</w:t>
            </w:r>
          </w:p>
        </w:tc>
      </w:tr>
      <w:tr w:rsidR="00D91CC7" w:rsidRPr="00F73937" w14:paraId="6E84174B" w14:textId="77777777" w:rsidTr="00155DD3">
        <w:trPr>
          <w:cantSplit/>
        </w:trPr>
        <w:tc>
          <w:tcPr>
            <w:tcW w:w="2880" w:type="dxa"/>
          </w:tcPr>
          <w:p w14:paraId="148BB89E" w14:textId="77777777" w:rsidR="00D91CC7" w:rsidRPr="00F73937" w:rsidRDefault="00D91CC7" w:rsidP="00155DD3">
            <w:pPr>
              <w:pStyle w:val="3"/>
              <w:tabs>
                <w:tab w:val="clear" w:pos="360"/>
                <w:tab w:val="clear" w:pos="720"/>
              </w:tabs>
              <w:spacing w:line="240" w:lineRule="atLeast"/>
              <w:jc w:val="both"/>
              <w:rPr>
                <w:rFonts w:cs="Times New Roman"/>
                <w:lang w:val="en-US"/>
              </w:rPr>
            </w:pPr>
          </w:p>
        </w:tc>
        <w:tc>
          <w:tcPr>
            <w:tcW w:w="6331" w:type="dxa"/>
            <w:gridSpan w:val="7"/>
            <w:shd w:val="clear" w:color="auto" w:fill="auto"/>
          </w:tcPr>
          <w:p w14:paraId="4F363B0C" w14:textId="77777777" w:rsidR="00D91CC7" w:rsidRPr="00F73937" w:rsidRDefault="00D91CC7" w:rsidP="00155DD3">
            <w:pPr>
              <w:tabs>
                <w:tab w:val="decimal" w:pos="1212"/>
              </w:tabs>
              <w:spacing w:line="240" w:lineRule="atLeast"/>
              <w:ind w:right="-124"/>
              <w:jc w:val="center"/>
              <w:rPr>
                <w:i/>
                <w:iCs/>
              </w:rPr>
            </w:pPr>
            <w:r w:rsidRPr="00F73937">
              <w:rPr>
                <w:i/>
                <w:iCs/>
              </w:rPr>
              <w:t>(in thousand Baht)</w:t>
            </w:r>
          </w:p>
        </w:tc>
      </w:tr>
      <w:tr w:rsidR="00F04453" w:rsidRPr="00F73937" w14:paraId="3CE09D71" w14:textId="77777777" w:rsidTr="002866A5">
        <w:trPr>
          <w:cantSplit/>
        </w:trPr>
        <w:tc>
          <w:tcPr>
            <w:tcW w:w="2880" w:type="dxa"/>
            <w:vAlign w:val="bottom"/>
          </w:tcPr>
          <w:p w14:paraId="5C7E9394" w14:textId="77777777" w:rsidR="00F04453" w:rsidRPr="00F73937" w:rsidRDefault="00F04453" w:rsidP="00F04453">
            <w:pPr>
              <w:ind w:right="-383" w:firstLine="18"/>
              <w:rPr>
                <w:rFonts w:cs="Tahoma"/>
              </w:rPr>
            </w:pPr>
            <w:r w:rsidRPr="00F73937">
              <w:rPr>
                <w:rFonts w:cs="Tahoma"/>
              </w:rPr>
              <w:t>Within one year</w:t>
            </w:r>
          </w:p>
        </w:tc>
        <w:tc>
          <w:tcPr>
            <w:tcW w:w="1350" w:type="dxa"/>
            <w:shd w:val="clear" w:color="auto" w:fill="auto"/>
          </w:tcPr>
          <w:p w14:paraId="7EF06E00" w14:textId="63D60891" w:rsidR="00F04453" w:rsidRPr="00F73937" w:rsidRDefault="00F04453" w:rsidP="00F04453">
            <w:pPr>
              <w:tabs>
                <w:tab w:val="decimal" w:pos="1060"/>
              </w:tabs>
              <w:spacing w:line="240" w:lineRule="auto"/>
              <w:ind w:right="-11"/>
              <w:rPr>
                <w:rFonts w:cstheme="minorBidi"/>
              </w:rPr>
            </w:pPr>
            <w:r w:rsidRPr="00D83620">
              <w:t>80,563</w:t>
            </w:r>
          </w:p>
        </w:tc>
        <w:tc>
          <w:tcPr>
            <w:tcW w:w="243" w:type="dxa"/>
          </w:tcPr>
          <w:p w14:paraId="68B90303" w14:textId="77777777" w:rsidR="00F04453" w:rsidRPr="00F73937" w:rsidRDefault="00F04453" w:rsidP="00F04453">
            <w:pPr>
              <w:tabs>
                <w:tab w:val="decimal" w:pos="1224"/>
              </w:tabs>
              <w:spacing w:line="240" w:lineRule="atLeast"/>
              <w:ind w:left="258" w:right="-124"/>
            </w:pPr>
          </w:p>
        </w:tc>
        <w:tc>
          <w:tcPr>
            <w:tcW w:w="1467" w:type="dxa"/>
          </w:tcPr>
          <w:p w14:paraId="1CB5849A" w14:textId="583B30D9" w:rsidR="00F04453" w:rsidRPr="00F73937" w:rsidRDefault="00F04453" w:rsidP="00F04453">
            <w:pPr>
              <w:tabs>
                <w:tab w:val="decimal" w:pos="1087"/>
              </w:tabs>
              <w:spacing w:line="240" w:lineRule="auto"/>
              <w:ind w:right="-6"/>
            </w:pPr>
            <w:r w:rsidRPr="005D03BB">
              <w:t>68,146</w:t>
            </w:r>
          </w:p>
        </w:tc>
        <w:tc>
          <w:tcPr>
            <w:tcW w:w="236" w:type="dxa"/>
          </w:tcPr>
          <w:p w14:paraId="7AACBABE" w14:textId="77777777" w:rsidR="00F04453" w:rsidRPr="00F73937" w:rsidRDefault="00F04453" w:rsidP="00F04453">
            <w:pPr>
              <w:tabs>
                <w:tab w:val="decimal" w:pos="1179"/>
              </w:tabs>
              <w:spacing w:line="240" w:lineRule="atLeast"/>
              <w:ind w:left="-108" w:right="-124"/>
              <w:rPr>
                <w:rFonts w:cs="Angsana New"/>
              </w:rPr>
            </w:pPr>
          </w:p>
        </w:tc>
        <w:tc>
          <w:tcPr>
            <w:tcW w:w="1294" w:type="dxa"/>
          </w:tcPr>
          <w:p w14:paraId="4F851112" w14:textId="2EC282FF" w:rsidR="00F04453" w:rsidRPr="00F73937" w:rsidRDefault="00F04453" w:rsidP="00F04453">
            <w:pPr>
              <w:tabs>
                <w:tab w:val="decimal" w:pos="1080"/>
              </w:tabs>
              <w:spacing w:line="240" w:lineRule="auto"/>
              <w:ind w:right="-110"/>
            </w:pPr>
            <w:r w:rsidRPr="00F73937">
              <w:t>110,567</w:t>
            </w:r>
          </w:p>
        </w:tc>
        <w:tc>
          <w:tcPr>
            <w:tcW w:w="236" w:type="dxa"/>
          </w:tcPr>
          <w:p w14:paraId="3EECB7BB" w14:textId="77777777" w:rsidR="00F04453" w:rsidRPr="00F73937" w:rsidRDefault="00F04453" w:rsidP="00F04453">
            <w:pPr>
              <w:tabs>
                <w:tab w:val="decimal" w:pos="1224"/>
              </w:tabs>
              <w:spacing w:line="240" w:lineRule="atLeast"/>
              <w:ind w:left="258" w:right="-124"/>
            </w:pPr>
          </w:p>
        </w:tc>
        <w:tc>
          <w:tcPr>
            <w:tcW w:w="1505" w:type="dxa"/>
          </w:tcPr>
          <w:p w14:paraId="1A5152C2" w14:textId="613C0BF4" w:rsidR="00F04453" w:rsidRPr="00F73937" w:rsidRDefault="00F04453" w:rsidP="00F04453">
            <w:pPr>
              <w:tabs>
                <w:tab w:val="decimal" w:pos="1190"/>
              </w:tabs>
              <w:spacing w:line="240" w:lineRule="auto"/>
              <w:ind w:right="-110"/>
            </w:pPr>
            <w:r w:rsidRPr="00F73937">
              <w:t>90,326</w:t>
            </w:r>
          </w:p>
        </w:tc>
      </w:tr>
      <w:tr w:rsidR="00F04453" w:rsidRPr="00F73937" w14:paraId="6E454476" w14:textId="77777777" w:rsidTr="002866A5">
        <w:trPr>
          <w:cantSplit/>
        </w:trPr>
        <w:tc>
          <w:tcPr>
            <w:tcW w:w="2880" w:type="dxa"/>
            <w:vAlign w:val="bottom"/>
          </w:tcPr>
          <w:p w14:paraId="1004BE09" w14:textId="77777777" w:rsidR="00F04453" w:rsidRPr="00F73937" w:rsidRDefault="00F04453" w:rsidP="00F04453">
            <w:pPr>
              <w:ind w:right="-383" w:firstLine="18"/>
              <w:rPr>
                <w:rFonts w:cs="Tahoma"/>
              </w:rPr>
            </w:pPr>
            <w:r w:rsidRPr="00F73937">
              <w:rPr>
                <w:rFonts w:cs="Tahoma"/>
              </w:rPr>
              <w:t>Over one year</w:t>
            </w:r>
          </w:p>
        </w:tc>
        <w:tc>
          <w:tcPr>
            <w:tcW w:w="1350" w:type="dxa"/>
            <w:tcBorders>
              <w:bottom w:val="single" w:sz="4" w:space="0" w:color="auto"/>
            </w:tcBorders>
            <w:shd w:val="clear" w:color="auto" w:fill="auto"/>
          </w:tcPr>
          <w:p w14:paraId="20FB2BC6" w14:textId="251396BE" w:rsidR="00F04453" w:rsidRPr="00F73937" w:rsidRDefault="00F04453" w:rsidP="00F04453">
            <w:pPr>
              <w:tabs>
                <w:tab w:val="decimal" w:pos="1060"/>
              </w:tabs>
              <w:spacing w:line="240" w:lineRule="auto"/>
              <w:ind w:right="-11"/>
            </w:pPr>
            <w:r w:rsidRPr="00D83620">
              <w:t>36,543</w:t>
            </w:r>
          </w:p>
        </w:tc>
        <w:tc>
          <w:tcPr>
            <w:tcW w:w="243" w:type="dxa"/>
          </w:tcPr>
          <w:p w14:paraId="5ECB0FDD" w14:textId="77777777" w:rsidR="00F04453" w:rsidRPr="00F73937" w:rsidRDefault="00F04453" w:rsidP="00F04453">
            <w:pPr>
              <w:tabs>
                <w:tab w:val="decimal" w:pos="1224"/>
              </w:tabs>
              <w:spacing w:line="240" w:lineRule="atLeast"/>
              <w:ind w:left="258" w:right="-124"/>
            </w:pPr>
          </w:p>
        </w:tc>
        <w:tc>
          <w:tcPr>
            <w:tcW w:w="1467" w:type="dxa"/>
            <w:tcBorders>
              <w:bottom w:val="single" w:sz="4" w:space="0" w:color="auto"/>
            </w:tcBorders>
          </w:tcPr>
          <w:p w14:paraId="2F2C6F52" w14:textId="71CDD27D" w:rsidR="00F04453" w:rsidRPr="00F73937" w:rsidRDefault="00F04453" w:rsidP="00F04453">
            <w:pPr>
              <w:tabs>
                <w:tab w:val="decimal" w:pos="1087"/>
              </w:tabs>
              <w:spacing w:line="240" w:lineRule="auto"/>
              <w:ind w:right="-6"/>
            </w:pPr>
            <w:r w:rsidRPr="005D03BB">
              <w:t>32,147</w:t>
            </w:r>
          </w:p>
        </w:tc>
        <w:tc>
          <w:tcPr>
            <w:tcW w:w="236" w:type="dxa"/>
          </w:tcPr>
          <w:p w14:paraId="56B7750E" w14:textId="77777777" w:rsidR="00F04453" w:rsidRPr="00F73937" w:rsidRDefault="00F04453" w:rsidP="00F04453">
            <w:pPr>
              <w:tabs>
                <w:tab w:val="decimal" w:pos="1179"/>
              </w:tabs>
              <w:spacing w:line="240" w:lineRule="atLeast"/>
              <w:ind w:left="-108" w:right="-124"/>
              <w:rPr>
                <w:rFonts w:cs="Angsana New"/>
              </w:rPr>
            </w:pPr>
          </w:p>
        </w:tc>
        <w:tc>
          <w:tcPr>
            <w:tcW w:w="1294" w:type="dxa"/>
            <w:tcBorders>
              <w:bottom w:val="single" w:sz="4" w:space="0" w:color="auto"/>
            </w:tcBorders>
          </w:tcPr>
          <w:p w14:paraId="571272E0" w14:textId="5D065B4A" w:rsidR="00F04453" w:rsidRPr="00F73937" w:rsidRDefault="00F04453" w:rsidP="00F04453">
            <w:pPr>
              <w:tabs>
                <w:tab w:val="decimal" w:pos="1080"/>
              </w:tabs>
              <w:spacing w:line="240" w:lineRule="auto"/>
              <w:ind w:right="-110"/>
            </w:pPr>
            <w:r w:rsidRPr="00F73937">
              <w:t>50,704</w:t>
            </w:r>
          </w:p>
        </w:tc>
        <w:tc>
          <w:tcPr>
            <w:tcW w:w="236" w:type="dxa"/>
          </w:tcPr>
          <w:p w14:paraId="79CDDE94" w14:textId="77777777" w:rsidR="00F04453" w:rsidRPr="00F73937" w:rsidRDefault="00F04453" w:rsidP="00F04453">
            <w:pPr>
              <w:tabs>
                <w:tab w:val="decimal" w:pos="1224"/>
              </w:tabs>
              <w:spacing w:line="240" w:lineRule="atLeast"/>
              <w:ind w:left="258" w:right="-124"/>
            </w:pPr>
          </w:p>
        </w:tc>
        <w:tc>
          <w:tcPr>
            <w:tcW w:w="1505" w:type="dxa"/>
            <w:tcBorders>
              <w:bottom w:val="single" w:sz="4" w:space="0" w:color="auto"/>
            </w:tcBorders>
          </w:tcPr>
          <w:p w14:paraId="69E0C07C" w14:textId="38340A41" w:rsidR="00F04453" w:rsidRPr="00F73937" w:rsidRDefault="00F04453" w:rsidP="00F04453">
            <w:pPr>
              <w:tabs>
                <w:tab w:val="decimal" w:pos="1190"/>
              </w:tabs>
              <w:spacing w:line="240" w:lineRule="auto"/>
              <w:ind w:right="-110"/>
            </w:pPr>
            <w:r w:rsidRPr="00F73937">
              <w:t>44,361</w:t>
            </w:r>
          </w:p>
        </w:tc>
      </w:tr>
      <w:tr w:rsidR="00F04453" w:rsidRPr="00F73937" w14:paraId="039E6758" w14:textId="77777777" w:rsidTr="002866A5">
        <w:trPr>
          <w:cantSplit/>
        </w:trPr>
        <w:tc>
          <w:tcPr>
            <w:tcW w:w="2880" w:type="dxa"/>
            <w:vAlign w:val="bottom"/>
          </w:tcPr>
          <w:p w14:paraId="726066E3" w14:textId="77777777" w:rsidR="00F04453" w:rsidRPr="00F73937" w:rsidRDefault="00F04453" w:rsidP="00F04453">
            <w:pPr>
              <w:ind w:right="-383" w:hanging="262"/>
              <w:rPr>
                <w:rFonts w:cs="Tahoma"/>
                <w:i/>
                <w:iCs/>
              </w:rPr>
            </w:pPr>
          </w:p>
        </w:tc>
        <w:tc>
          <w:tcPr>
            <w:tcW w:w="1350" w:type="dxa"/>
            <w:tcBorders>
              <w:top w:val="single" w:sz="4" w:space="0" w:color="auto"/>
            </w:tcBorders>
            <w:shd w:val="clear" w:color="auto" w:fill="auto"/>
          </w:tcPr>
          <w:p w14:paraId="775814C3" w14:textId="7B8AB85C" w:rsidR="00F04453" w:rsidRPr="00F73937" w:rsidRDefault="00F04453" w:rsidP="00F04453">
            <w:pPr>
              <w:tabs>
                <w:tab w:val="decimal" w:pos="1060"/>
              </w:tabs>
              <w:spacing w:line="240" w:lineRule="auto"/>
              <w:ind w:right="-11"/>
            </w:pPr>
            <w:r w:rsidRPr="00D83620">
              <w:t>117,106</w:t>
            </w:r>
          </w:p>
        </w:tc>
        <w:tc>
          <w:tcPr>
            <w:tcW w:w="243" w:type="dxa"/>
          </w:tcPr>
          <w:p w14:paraId="09217840" w14:textId="77777777" w:rsidR="00F04453" w:rsidRPr="00F73937" w:rsidRDefault="00F04453" w:rsidP="00F04453">
            <w:pPr>
              <w:tabs>
                <w:tab w:val="decimal" w:pos="1224"/>
              </w:tabs>
              <w:spacing w:line="240" w:lineRule="atLeast"/>
              <w:ind w:left="258" w:right="-124"/>
              <w:rPr>
                <w:b/>
                <w:bCs/>
              </w:rPr>
            </w:pPr>
          </w:p>
        </w:tc>
        <w:tc>
          <w:tcPr>
            <w:tcW w:w="1467" w:type="dxa"/>
            <w:tcBorders>
              <w:top w:val="single" w:sz="4" w:space="0" w:color="auto"/>
              <w:bottom w:val="double" w:sz="4" w:space="0" w:color="auto"/>
            </w:tcBorders>
          </w:tcPr>
          <w:p w14:paraId="640EE905" w14:textId="00110791" w:rsidR="00F04453" w:rsidRPr="00F04453" w:rsidRDefault="00F04453" w:rsidP="00F04453">
            <w:pPr>
              <w:tabs>
                <w:tab w:val="decimal" w:pos="1087"/>
              </w:tabs>
              <w:spacing w:line="240" w:lineRule="auto"/>
              <w:ind w:right="-6"/>
              <w:rPr>
                <w:b/>
                <w:bCs/>
              </w:rPr>
            </w:pPr>
            <w:r w:rsidRPr="00F04453">
              <w:rPr>
                <w:b/>
                <w:bCs/>
              </w:rPr>
              <w:t>100,293</w:t>
            </w:r>
          </w:p>
        </w:tc>
        <w:tc>
          <w:tcPr>
            <w:tcW w:w="236" w:type="dxa"/>
          </w:tcPr>
          <w:p w14:paraId="2B0E4061" w14:textId="77777777" w:rsidR="00F04453" w:rsidRPr="00F73937" w:rsidRDefault="00F04453" w:rsidP="00F04453">
            <w:pPr>
              <w:tabs>
                <w:tab w:val="decimal" w:pos="1179"/>
              </w:tabs>
              <w:spacing w:line="240" w:lineRule="atLeast"/>
              <w:ind w:left="-108" w:right="-124"/>
              <w:rPr>
                <w:rFonts w:cs="Angsana New"/>
              </w:rPr>
            </w:pPr>
          </w:p>
        </w:tc>
        <w:tc>
          <w:tcPr>
            <w:tcW w:w="1294" w:type="dxa"/>
            <w:tcBorders>
              <w:top w:val="single" w:sz="4" w:space="0" w:color="auto"/>
            </w:tcBorders>
          </w:tcPr>
          <w:p w14:paraId="5CC8A1BA" w14:textId="20902EEA" w:rsidR="00F04453" w:rsidRPr="00F73937" w:rsidRDefault="00F04453" w:rsidP="00F04453">
            <w:pPr>
              <w:tabs>
                <w:tab w:val="decimal" w:pos="1080"/>
              </w:tabs>
              <w:spacing w:line="240" w:lineRule="auto"/>
              <w:ind w:right="-110"/>
            </w:pPr>
            <w:r w:rsidRPr="00F73937">
              <w:t>161,271</w:t>
            </w:r>
          </w:p>
        </w:tc>
        <w:tc>
          <w:tcPr>
            <w:tcW w:w="236" w:type="dxa"/>
          </w:tcPr>
          <w:p w14:paraId="17F14A45" w14:textId="77777777" w:rsidR="00F04453" w:rsidRPr="00F73937" w:rsidRDefault="00F04453" w:rsidP="00F04453">
            <w:pPr>
              <w:tabs>
                <w:tab w:val="decimal" w:pos="1224"/>
              </w:tabs>
              <w:spacing w:line="240" w:lineRule="atLeast"/>
              <w:ind w:left="258" w:right="-124"/>
              <w:rPr>
                <w:b/>
                <w:bCs/>
              </w:rPr>
            </w:pPr>
          </w:p>
        </w:tc>
        <w:tc>
          <w:tcPr>
            <w:tcW w:w="1505" w:type="dxa"/>
            <w:tcBorders>
              <w:top w:val="single" w:sz="4" w:space="0" w:color="auto"/>
              <w:bottom w:val="double" w:sz="4" w:space="0" w:color="auto"/>
            </w:tcBorders>
          </w:tcPr>
          <w:p w14:paraId="1EBAE98C" w14:textId="4E628FAB" w:rsidR="00F04453" w:rsidRPr="00F04453" w:rsidRDefault="00F04453" w:rsidP="00F04453">
            <w:pPr>
              <w:tabs>
                <w:tab w:val="decimal" w:pos="1190"/>
              </w:tabs>
              <w:spacing w:line="240" w:lineRule="auto"/>
              <w:ind w:right="-110"/>
              <w:rPr>
                <w:b/>
                <w:bCs/>
              </w:rPr>
            </w:pPr>
            <w:r w:rsidRPr="00F04453">
              <w:rPr>
                <w:b/>
                <w:bCs/>
              </w:rPr>
              <w:t>134,687</w:t>
            </w:r>
          </w:p>
        </w:tc>
      </w:tr>
      <w:tr w:rsidR="00E31C32" w:rsidRPr="00F73937" w14:paraId="4C050566" w14:textId="77777777" w:rsidTr="002866A5">
        <w:trPr>
          <w:cantSplit/>
        </w:trPr>
        <w:tc>
          <w:tcPr>
            <w:tcW w:w="2880" w:type="dxa"/>
            <w:vAlign w:val="bottom"/>
          </w:tcPr>
          <w:p w14:paraId="6EEF5962" w14:textId="77777777" w:rsidR="00E31C32" w:rsidRPr="00F73937" w:rsidRDefault="00E31C32" w:rsidP="00E31C32">
            <w:pPr>
              <w:ind w:left="430" w:right="-383" w:hanging="412"/>
              <w:rPr>
                <w:rFonts w:cs="Tahoma"/>
              </w:rPr>
            </w:pPr>
            <w:r w:rsidRPr="00F73937">
              <w:rPr>
                <w:rFonts w:cs="Tahoma"/>
                <w:i/>
                <w:iCs/>
              </w:rPr>
              <w:t>Less</w:t>
            </w:r>
            <w:r w:rsidRPr="00F73937">
              <w:rPr>
                <w:rFonts w:cs="Tahoma"/>
              </w:rPr>
              <w:t xml:space="preserve"> unearned interest income</w:t>
            </w:r>
          </w:p>
        </w:tc>
        <w:tc>
          <w:tcPr>
            <w:tcW w:w="1350" w:type="dxa"/>
            <w:tcBorders>
              <w:bottom w:val="single" w:sz="6" w:space="0" w:color="auto"/>
            </w:tcBorders>
            <w:shd w:val="clear" w:color="auto" w:fill="auto"/>
          </w:tcPr>
          <w:p w14:paraId="6F44EA34" w14:textId="13CF8A40" w:rsidR="00E31C32" w:rsidRPr="00F73937" w:rsidRDefault="00E31C32" w:rsidP="00E31C32">
            <w:pPr>
              <w:tabs>
                <w:tab w:val="decimal" w:pos="1060"/>
              </w:tabs>
              <w:spacing w:line="240" w:lineRule="auto"/>
              <w:ind w:right="-11"/>
            </w:pPr>
            <w:r w:rsidRPr="00D83620">
              <w:t>(16,813)</w:t>
            </w:r>
          </w:p>
        </w:tc>
        <w:tc>
          <w:tcPr>
            <w:tcW w:w="243" w:type="dxa"/>
          </w:tcPr>
          <w:p w14:paraId="41D9B26B" w14:textId="77777777" w:rsidR="00E31C32" w:rsidRPr="00F73937" w:rsidRDefault="00E31C32" w:rsidP="00E31C32">
            <w:pPr>
              <w:tabs>
                <w:tab w:val="decimal" w:pos="1224"/>
              </w:tabs>
              <w:spacing w:line="240" w:lineRule="atLeast"/>
              <w:ind w:left="258" w:right="-124"/>
            </w:pPr>
          </w:p>
        </w:tc>
        <w:tc>
          <w:tcPr>
            <w:tcW w:w="1467" w:type="dxa"/>
            <w:tcBorders>
              <w:top w:val="double" w:sz="4" w:space="0" w:color="auto"/>
            </w:tcBorders>
          </w:tcPr>
          <w:p w14:paraId="579E9181" w14:textId="77777777" w:rsidR="00E31C32" w:rsidRPr="00F73937" w:rsidRDefault="00E31C32" w:rsidP="00E31C32">
            <w:pPr>
              <w:tabs>
                <w:tab w:val="decimal" w:pos="1224"/>
              </w:tabs>
              <w:spacing w:line="240" w:lineRule="atLeast"/>
              <w:ind w:left="258" w:right="-124"/>
            </w:pPr>
          </w:p>
        </w:tc>
        <w:tc>
          <w:tcPr>
            <w:tcW w:w="236" w:type="dxa"/>
          </w:tcPr>
          <w:p w14:paraId="7940EB82" w14:textId="77777777" w:rsidR="00E31C32" w:rsidRPr="00F73937" w:rsidRDefault="00E31C32" w:rsidP="00E31C32">
            <w:pPr>
              <w:tabs>
                <w:tab w:val="decimal" w:pos="1179"/>
              </w:tabs>
              <w:spacing w:line="240" w:lineRule="atLeast"/>
              <w:ind w:left="-108" w:right="-124"/>
              <w:rPr>
                <w:rFonts w:cs="Angsana New"/>
              </w:rPr>
            </w:pPr>
          </w:p>
        </w:tc>
        <w:tc>
          <w:tcPr>
            <w:tcW w:w="1294" w:type="dxa"/>
            <w:tcBorders>
              <w:bottom w:val="single" w:sz="6" w:space="0" w:color="auto"/>
            </w:tcBorders>
          </w:tcPr>
          <w:p w14:paraId="4A97DEC6" w14:textId="6C9B4097" w:rsidR="00E31C32" w:rsidRPr="00F73937" w:rsidRDefault="00E31C32" w:rsidP="00E31C32">
            <w:pPr>
              <w:tabs>
                <w:tab w:val="decimal" w:pos="1080"/>
              </w:tabs>
              <w:spacing w:line="240" w:lineRule="auto"/>
              <w:ind w:right="-110"/>
            </w:pPr>
            <w:r w:rsidRPr="00F73937">
              <w:t>(26,584)</w:t>
            </w:r>
          </w:p>
        </w:tc>
        <w:tc>
          <w:tcPr>
            <w:tcW w:w="236" w:type="dxa"/>
          </w:tcPr>
          <w:p w14:paraId="3F4A3835" w14:textId="77777777" w:rsidR="00E31C32" w:rsidRPr="00F73937" w:rsidRDefault="00E31C32" w:rsidP="00E31C32">
            <w:pPr>
              <w:tabs>
                <w:tab w:val="decimal" w:pos="1224"/>
              </w:tabs>
              <w:spacing w:line="240" w:lineRule="atLeast"/>
              <w:ind w:left="258" w:right="-124"/>
            </w:pPr>
          </w:p>
        </w:tc>
        <w:tc>
          <w:tcPr>
            <w:tcW w:w="1505" w:type="dxa"/>
            <w:tcBorders>
              <w:top w:val="double" w:sz="4" w:space="0" w:color="auto"/>
            </w:tcBorders>
          </w:tcPr>
          <w:p w14:paraId="1D5B20C6" w14:textId="77777777" w:rsidR="00E31C32" w:rsidRPr="00F73937" w:rsidRDefault="00E31C32" w:rsidP="00E31C32">
            <w:pPr>
              <w:tabs>
                <w:tab w:val="decimal" w:pos="1224"/>
              </w:tabs>
              <w:spacing w:line="240" w:lineRule="atLeast"/>
              <w:ind w:left="258" w:right="-124"/>
            </w:pPr>
          </w:p>
        </w:tc>
      </w:tr>
      <w:tr w:rsidR="00D91CC7" w:rsidRPr="00F73937" w14:paraId="5899A20E" w14:textId="77777777" w:rsidTr="00F24B3E">
        <w:trPr>
          <w:cantSplit/>
        </w:trPr>
        <w:tc>
          <w:tcPr>
            <w:tcW w:w="2880" w:type="dxa"/>
          </w:tcPr>
          <w:p w14:paraId="77AD001B" w14:textId="77777777" w:rsidR="00D91CC7" w:rsidRPr="00F73937" w:rsidRDefault="00D91CC7" w:rsidP="00155DD3">
            <w:pPr>
              <w:spacing w:line="240" w:lineRule="atLeast"/>
              <w:ind w:left="340" w:right="-200" w:hanging="348"/>
              <w:rPr>
                <w:rFonts w:cstheme="minorBidi"/>
                <w:b/>
                <w:bCs/>
                <w:cs/>
              </w:rPr>
            </w:pPr>
            <w:r w:rsidRPr="00F73937">
              <w:rPr>
                <w:b/>
                <w:bCs/>
              </w:rPr>
              <w:t xml:space="preserve">Net gross investment under </w:t>
            </w:r>
            <w:r w:rsidRPr="00F73937">
              <w:rPr>
                <w:b/>
                <w:bCs/>
              </w:rPr>
              <w:br/>
              <w:t>installment contracts</w:t>
            </w:r>
          </w:p>
        </w:tc>
        <w:tc>
          <w:tcPr>
            <w:tcW w:w="1350" w:type="dxa"/>
            <w:tcBorders>
              <w:top w:val="single" w:sz="6" w:space="0" w:color="auto"/>
              <w:bottom w:val="double" w:sz="4" w:space="0" w:color="auto"/>
            </w:tcBorders>
            <w:shd w:val="clear" w:color="auto" w:fill="auto"/>
            <w:vAlign w:val="bottom"/>
          </w:tcPr>
          <w:p w14:paraId="42E9F4C9" w14:textId="690DE20C" w:rsidR="00D91CC7" w:rsidRPr="00F73937" w:rsidRDefault="004D0BDA" w:rsidP="00155DD3">
            <w:pPr>
              <w:tabs>
                <w:tab w:val="decimal" w:pos="1060"/>
              </w:tabs>
              <w:spacing w:line="240" w:lineRule="auto"/>
              <w:ind w:right="-11"/>
              <w:rPr>
                <w:b/>
                <w:bCs/>
              </w:rPr>
            </w:pPr>
            <w:r w:rsidRPr="004D0BDA">
              <w:rPr>
                <w:b/>
                <w:bCs/>
              </w:rPr>
              <w:t>100,293</w:t>
            </w:r>
          </w:p>
        </w:tc>
        <w:tc>
          <w:tcPr>
            <w:tcW w:w="243" w:type="dxa"/>
          </w:tcPr>
          <w:p w14:paraId="246088EE" w14:textId="77777777" w:rsidR="00D91CC7" w:rsidRPr="00F73937" w:rsidRDefault="00D91CC7" w:rsidP="00155DD3">
            <w:pPr>
              <w:tabs>
                <w:tab w:val="decimal" w:pos="1224"/>
              </w:tabs>
              <w:spacing w:line="240" w:lineRule="atLeast"/>
              <w:ind w:left="258" w:right="-124"/>
              <w:rPr>
                <w:b/>
                <w:bCs/>
              </w:rPr>
            </w:pPr>
          </w:p>
        </w:tc>
        <w:tc>
          <w:tcPr>
            <w:tcW w:w="1467" w:type="dxa"/>
          </w:tcPr>
          <w:p w14:paraId="2671D7FF" w14:textId="77777777" w:rsidR="00D91CC7" w:rsidRPr="00F73937" w:rsidRDefault="00D91CC7" w:rsidP="00155DD3">
            <w:pPr>
              <w:tabs>
                <w:tab w:val="decimal" w:pos="1224"/>
              </w:tabs>
              <w:spacing w:line="240" w:lineRule="atLeast"/>
              <w:ind w:left="258" w:right="-124"/>
              <w:rPr>
                <w:b/>
                <w:bCs/>
              </w:rPr>
            </w:pPr>
          </w:p>
        </w:tc>
        <w:tc>
          <w:tcPr>
            <w:tcW w:w="236" w:type="dxa"/>
          </w:tcPr>
          <w:p w14:paraId="78781AB0" w14:textId="77777777" w:rsidR="00D91CC7" w:rsidRPr="00F73937" w:rsidRDefault="00D91CC7" w:rsidP="00155DD3">
            <w:pPr>
              <w:tabs>
                <w:tab w:val="decimal" w:pos="1179"/>
              </w:tabs>
              <w:spacing w:line="240" w:lineRule="atLeast"/>
              <w:ind w:left="-108" w:right="-124"/>
              <w:rPr>
                <w:b/>
                <w:bCs/>
              </w:rPr>
            </w:pPr>
          </w:p>
        </w:tc>
        <w:tc>
          <w:tcPr>
            <w:tcW w:w="1294" w:type="dxa"/>
            <w:tcBorders>
              <w:top w:val="single" w:sz="6" w:space="0" w:color="auto"/>
              <w:bottom w:val="double" w:sz="4" w:space="0" w:color="auto"/>
            </w:tcBorders>
          </w:tcPr>
          <w:p w14:paraId="32A4D5F6" w14:textId="77777777" w:rsidR="00D91CC7" w:rsidRPr="00F73937" w:rsidRDefault="00D91CC7" w:rsidP="00155DD3">
            <w:pPr>
              <w:tabs>
                <w:tab w:val="decimal" w:pos="1080"/>
              </w:tabs>
              <w:spacing w:line="240" w:lineRule="auto"/>
              <w:ind w:right="-110"/>
            </w:pPr>
          </w:p>
          <w:p w14:paraId="78B11A4D" w14:textId="006B5959" w:rsidR="00D91CC7" w:rsidRPr="00F73937" w:rsidRDefault="00456A6A" w:rsidP="00155DD3">
            <w:pPr>
              <w:tabs>
                <w:tab w:val="decimal" w:pos="1080"/>
              </w:tabs>
              <w:spacing w:line="240" w:lineRule="auto"/>
              <w:ind w:right="-110"/>
              <w:rPr>
                <w:b/>
                <w:bCs/>
              </w:rPr>
            </w:pPr>
            <w:r w:rsidRPr="00F73937">
              <w:rPr>
                <w:b/>
                <w:bCs/>
              </w:rPr>
              <w:t>134,687</w:t>
            </w:r>
          </w:p>
        </w:tc>
        <w:tc>
          <w:tcPr>
            <w:tcW w:w="236" w:type="dxa"/>
          </w:tcPr>
          <w:p w14:paraId="3D4AF74E" w14:textId="77777777" w:rsidR="00D91CC7" w:rsidRPr="00F73937" w:rsidRDefault="00D91CC7" w:rsidP="00155DD3">
            <w:pPr>
              <w:tabs>
                <w:tab w:val="decimal" w:pos="1224"/>
              </w:tabs>
              <w:spacing w:line="240" w:lineRule="atLeast"/>
              <w:ind w:left="258" w:right="-124"/>
              <w:rPr>
                <w:b/>
                <w:bCs/>
              </w:rPr>
            </w:pPr>
          </w:p>
        </w:tc>
        <w:tc>
          <w:tcPr>
            <w:tcW w:w="1505" w:type="dxa"/>
          </w:tcPr>
          <w:p w14:paraId="7FFE4492" w14:textId="77777777" w:rsidR="00D91CC7" w:rsidRPr="00F73937" w:rsidRDefault="00D91CC7" w:rsidP="00155DD3">
            <w:pPr>
              <w:tabs>
                <w:tab w:val="decimal" w:pos="1224"/>
              </w:tabs>
              <w:spacing w:line="240" w:lineRule="atLeast"/>
              <w:ind w:left="258" w:right="-124"/>
              <w:rPr>
                <w:b/>
                <w:bCs/>
              </w:rPr>
            </w:pPr>
          </w:p>
        </w:tc>
      </w:tr>
      <w:tr w:rsidR="00D91CC7" w:rsidRPr="00F73937" w14:paraId="654CC75A" w14:textId="77777777" w:rsidTr="00F24B3E">
        <w:trPr>
          <w:cantSplit/>
        </w:trPr>
        <w:tc>
          <w:tcPr>
            <w:tcW w:w="2880" w:type="dxa"/>
          </w:tcPr>
          <w:p w14:paraId="55262CEF" w14:textId="77777777" w:rsidR="00D91CC7" w:rsidRPr="00F73937" w:rsidRDefault="00D91CC7" w:rsidP="00155DD3">
            <w:pPr>
              <w:spacing w:line="240" w:lineRule="atLeast"/>
              <w:ind w:left="340" w:right="-200" w:hanging="348"/>
              <w:rPr>
                <w:b/>
                <w:bCs/>
              </w:rPr>
            </w:pPr>
          </w:p>
        </w:tc>
        <w:tc>
          <w:tcPr>
            <w:tcW w:w="1350" w:type="dxa"/>
            <w:tcBorders>
              <w:top w:val="double" w:sz="4" w:space="0" w:color="auto"/>
            </w:tcBorders>
            <w:shd w:val="clear" w:color="auto" w:fill="auto"/>
            <w:vAlign w:val="bottom"/>
          </w:tcPr>
          <w:p w14:paraId="3496AD7C" w14:textId="77777777" w:rsidR="00D91CC7" w:rsidRPr="00F73937" w:rsidRDefault="00D91CC7" w:rsidP="00155DD3">
            <w:pPr>
              <w:tabs>
                <w:tab w:val="decimal" w:pos="1060"/>
              </w:tabs>
              <w:spacing w:line="240" w:lineRule="auto"/>
              <w:ind w:right="-11"/>
              <w:rPr>
                <w:b/>
                <w:bCs/>
                <w:highlight w:val="yellow"/>
              </w:rPr>
            </w:pPr>
          </w:p>
        </w:tc>
        <w:tc>
          <w:tcPr>
            <w:tcW w:w="243" w:type="dxa"/>
          </w:tcPr>
          <w:p w14:paraId="138A2DAA" w14:textId="77777777" w:rsidR="00D91CC7" w:rsidRPr="00F73937" w:rsidRDefault="00D91CC7" w:rsidP="00155DD3">
            <w:pPr>
              <w:tabs>
                <w:tab w:val="decimal" w:pos="1224"/>
              </w:tabs>
              <w:spacing w:line="240" w:lineRule="atLeast"/>
              <w:ind w:left="258" w:right="-124"/>
              <w:rPr>
                <w:b/>
                <w:bCs/>
                <w:highlight w:val="yellow"/>
              </w:rPr>
            </w:pPr>
          </w:p>
        </w:tc>
        <w:tc>
          <w:tcPr>
            <w:tcW w:w="1467" w:type="dxa"/>
          </w:tcPr>
          <w:p w14:paraId="37068E67" w14:textId="77777777" w:rsidR="00D91CC7" w:rsidRPr="00F73937" w:rsidRDefault="00D91CC7" w:rsidP="00155DD3">
            <w:pPr>
              <w:tabs>
                <w:tab w:val="decimal" w:pos="1224"/>
              </w:tabs>
              <w:spacing w:line="240" w:lineRule="atLeast"/>
              <w:ind w:left="258" w:right="-124"/>
              <w:rPr>
                <w:b/>
                <w:bCs/>
                <w:highlight w:val="yellow"/>
              </w:rPr>
            </w:pPr>
          </w:p>
        </w:tc>
        <w:tc>
          <w:tcPr>
            <w:tcW w:w="236" w:type="dxa"/>
          </w:tcPr>
          <w:p w14:paraId="1191CF60" w14:textId="77777777" w:rsidR="00D91CC7" w:rsidRPr="00F73937" w:rsidRDefault="00D91CC7" w:rsidP="00155DD3">
            <w:pPr>
              <w:tabs>
                <w:tab w:val="decimal" w:pos="1179"/>
              </w:tabs>
              <w:spacing w:line="240" w:lineRule="atLeast"/>
              <w:ind w:left="-108" w:right="-124"/>
              <w:rPr>
                <w:b/>
                <w:bCs/>
              </w:rPr>
            </w:pPr>
          </w:p>
        </w:tc>
        <w:tc>
          <w:tcPr>
            <w:tcW w:w="1294" w:type="dxa"/>
            <w:tcBorders>
              <w:top w:val="double" w:sz="4" w:space="0" w:color="auto"/>
            </w:tcBorders>
          </w:tcPr>
          <w:p w14:paraId="21CD5411" w14:textId="77777777" w:rsidR="00D91CC7" w:rsidRPr="00F73937" w:rsidRDefault="00D91CC7" w:rsidP="00155DD3">
            <w:pPr>
              <w:tabs>
                <w:tab w:val="decimal" w:pos="1080"/>
              </w:tabs>
              <w:spacing w:line="240" w:lineRule="auto"/>
              <w:ind w:right="-110"/>
            </w:pPr>
          </w:p>
        </w:tc>
        <w:tc>
          <w:tcPr>
            <w:tcW w:w="236" w:type="dxa"/>
          </w:tcPr>
          <w:p w14:paraId="5D1EE0DF" w14:textId="77777777" w:rsidR="00D91CC7" w:rsidRPr="00F73937" w:rsidRDefault="00D91CC7" w:rsidP="00155DD3">
            <w:pPr>
              <w:tabs>
                <w:tab w:val="decimal" w:pos="1224"/>
              </w:tabs>
              <w:spacing w:line="240" w:lineRule="atLeast"/>
              <w:ind w:left="258" w:right="-124"/>
              <w:rPr>
                <w:b/>
                <w:bCs/>
              </w:rPr>
            </w:pPr>
          </w:p>
        </w:tc>
        <w:tc>
          <w:tcPr>
            <w:tcW w:w="1505" w:type="dxa"/>
          </w:tcPr>
          <w:p w14:paraId="04A5BCE8" w14:textId="77777777" w:rsidR="00D91CC7" w:rsidRPr="00F73937" w:rsidRDefault="00D91CC7" w:rsidP="00155DD3">
            <w:pPr>
              <w:tabs>
                <w:tab w:val="decimal" w:pos="1224"/>
              </w:tabs>
              <w:spacing w:line="240" w:lineRule="atLeast"/>
              <w:ind w:left="258" w:right="-124"/>
              <w:rPr>
                <w:b/>
                <w:bCs/>
              </w:rPr>
            </w:pPr>
          </w:p>
        </w:tc>
      </w:tr>
    </w:tbl>
    <w:p w14:paraId="0C930F68" w14:textId="42A2BFB5" w:rsidR="004F0EDC" w:rsidRDefault="004F0EDC"/>
    <w:p w14:paraId="78A16DC0" w14:textId="63FC4746" w:rsidR="002F3880" w:rsidRDefault="002F3880"/>
    <w:p w14:paraId="60473141" w14:textId="263968E0" w:rsidR="002F3880" w:rsidRDefault="002F3880"/>
    <w:p w14:paraId="03792030" w14:textId="58D47780" w:rsidR="002F3880" w:rsidRDefault="002F3880"/>
    <w:p w14:paraId="69F94DD4" w14:textId="1C2BA02D" w:rsidR="002F3880" w:rsidRDefault="002F3880"/>
    <w:p w14:paraId="50AC8FE0" w14:textId="071860B1" w:rsidR="002F3880" w:rsidRDefault="002F3880"/>
    <w:p w14:paraId="4D421162" w14:textId="7AA1C772" w:rsidR="002F3880" w:rsidRDefault="002F3880"/>
    <w:p w14:paraId="2B6D615E" w14:textId="1E3D1DDB" w:rsidR="002F3880" w:rsidRDefault="002F3880"/>
    <w:p w14:paraId="29AF11B5" w14:textId="3C471A9B" w:rsidR="002F3880" w:rsidRDefault="002F3880"/>
    <w:p w14:paraId="0ED47B96" w14:textId="77777777" w:rsidR="002F3880" w:rsidRPr="00F73937" w:rsidRDefault="002F3880"/>
    <w:tbl>
      <w:tblPr>
        <w:tblW w:w="9211" w:type="dxa"/>
        <w:tblInd w:w="450" w:type="dxa"/>
        <w:tblLayout w:type="fixed"/>
        <w:tblLook w:val="0000" w:firstRow="0" w:lastRow="0" w:firstColumn="0" w:lastColumn="0" w:noHBand="0" w:noVBand="0"/>
      </w:tblPr>
      <w:tblGrid>
        <w:gridCol w:w="2880"/>
        <w:gridCol w:w="1350"/>
        <w:gridCol w:w="243"/>
        <w:gridCol w:w="1467"/>
        <w:gridCol w:w="236"/>
        <w:gridCol w:w="1294"/>
        <w:gridCol w:w="236"/>
        <w:gridCol w:w="1505"/>
      </w:tblGrid>
      <w:tr w:rsidR="00D50CB4" w:rsidRPr="00F73937" w14:paraId="3F48DA83" w14:textId="77777777" w:rsidTr="00F26E92">
        <w:trPr>
          <w:cantSplit/>
          <w:trHeight w:val="200"/>
        </w:trPr>
        <w:tc>
          <w:tcPr>
            <w:tcW w:w="2880" w:type="dxa"/>
          </w:tcPr>
          <w:p w14:paraId="58DFB129" w14:textId="52325AC1" w:rsidR="004F0EDC" w:rsidRPr="00F73937" w:rsidRDefault="004F0EDC" w:rsidP="00850E0C">
            <w:pPr>
              <w:pStyle w:val="3"/>
              <w:tabs>
                <w:tab w:val="clear" w:pos="360"/>
                <w:tab w:val="clear" w:pos="720"/>
              </w:tabs>
              <w:spacing w:line="240" w:lineRule="atLeast"/>
              <w:jc w:val="both"/>
              <w:rPr>
                <w:rFonts w:cstheme="minorBidi"/>
                <w:lang w:val="en-US"/>
              </w:rPr>
            </w:pPr>
          </w:p>
        </w:tc>
        <w:tc>
          <w:tcPr>
            <w:tcW w:w="6331" w:type="dxa"/>
            <w:gridSpan w:val="7"/>
          </w:tcPr>
          <w:p w14:paraId="189C4D29" w14:textId="61EC269E" w:rsidR="00D50CB4" w:rsidRPr="00F73937" w:rsidRDefault="00D50CB4" w:rsidP="00850E0C">
            <w:pPr>
              <w:spacing w:line="240" w:lineRule="atLeast"/>
              <w:jc w:val="center"/>
              <w:rPr>
                <w:b/>
                <w:bCs/>
              </w:rPr>
            </w:pPr>
            <w:r w:rsidRPr="00F73937">
              <w:rPr>
                <w:b/>
                <w:bCs/>
              </w:rPr>
              <w:t>Separate financial statements</w:t>
            </w:r>
          </w:p>
        </w:tc>
      </w:tr>
      <w:tr w:rsidR="00EC53CA" w:rsidRPr="00F73937" w14:paraId="5BD5708A" w14:textId="77777777" w:rsidTr="00F26E92">
        <w:trPr>
          <w:cantSplit/>
        </w:trPr>
        <w:tc>
          <w:tcPr>
            <w:tcW w:w="2880" w:type="dxa"/>
          </w:tcPr>
          <w:p w14:paraId="68F3AB67" w14:textId="77777777" w:rsidR="00EC53CA" w:rsidRPr="00F73937" w:rsidRDefault="00EC53CA" w:rsidP="00EC53CA">
            <w:pPr>
              <w:spacing w:line="240" w:lineRule="atLeast"/>
              <w:rPr>
                <w:i/>
                <w:iCs/>
              </w:rPr>
            </w:pPr>
          </w:p>
        </w:tc>
        <w:tc>
          <w:tcPr>
            <w:tcW w:w="3060" w:type="dxa"/>
            <w:gridSpan w:val="3"/>
            <w:shd w:val="clear" w:color="auto" w:fill="auto"/>
          </w:tcPr>
          <w:p w14:paraId="67038A1F" w14:textId="5DCDF7C6" w:rsidR="00EC53CA" w:rsidRPr="00F73937" w:rsidRDefault="00EC53CA" w:rsidP="00EC53CA">
            <w:pPr>
              <w:autoSpaceDE w:val="0"/>
              <w:autoSpaceDN w:val="0"/>
              <w:adjustRightInd w:val="0"/>
              <w:jc w:val="center"/>
            </w:pPr>
            <w:r w:rsidRPr="00F73937">
              <w:t>31 March 2022</w:t>
            </w:r>
          </w:p>
        </w:tc>
        <w:tc>
          <w:tcPr>
            <w:tcW w:w="236" w:type="dxa"/>
          </w:tcPr>
          <w:p w14:paraId="0DD6C332" w14:textId="77777777" w:rsidR="00EC53CA" w:rsidRPr="00F73937" w:rsidRDefault="00EC53CA" w:rsidP="00EC53CA">
            <w:pPr>
              <w:pStyle w:val="acctmergecolhdg"/>
              <w:spacing w:line="240" w:lineRule="atLeast"/>
              <w:ind w:left="-169" w:right="-142"/>
              <w:rPr>
                <w:b w:val="0"/>
                <w:bCs/>
              </w:rPr>
            </w:pPr>
          </w:p>
        </w:tc>
        <w:tc>
          <w:tcPr>
            <w:tcW w:w="3035" w:type="dxa"/>
            <w:gridSpan w:val="3"/>
          </w:tcPr>
          <w:p w14:paraId="030B1947" w14:textId="4B779431" w:rsidR="00EC53CA" w:rsidRPr="00F73937" w:rsidRDefault="00EC53CA" w:rsidP="00EC53CA">
            <w:pPr>
              <w:autoSpaceDE w:val="0"/>
              <w:autoSpaceDN w:val="0"/>
              <w:adjustRightInd w:val="0"/>
              <w:jc w:val="center"/>
            </w:pPr>
            <w:r w:rsidRPr="00F73937">
              <w:t>31 December 2021</w:t>
            </w:r>
          </w:p>
        </w:tc>
      </w:tr>
      <w:tr w:rsidR="00D50CB4" w:rsidRPr="00F73937" w14:paraId="750049CB" w14:textId="77777777" w:rsidTr="00F26E92">
        <w:trPr>
          <w:cantSplit/>
        </w:trPr>
        <w:tc>
          <w:tcPr>
            <w:tcW w:w="2880" w:type="dxa"/>
          </w:tcPr>
          <w:p w14:paraId="264B3D5F" w14:textId="77777777" w:rsidR="00D50CB4" w:rsidRPr="00F73937" w:rsidRDefault="00D50CB4" w:rsidP="00D50CB4">
            <w:pPr>
              <w:spacing w:line="240" w:lineRule="atLeast"/>
              <w:rPr>
                <w:i/>
                <w:iCs/>
              </w:rPr>
            </w:pPr>
          </w:p>
          <w:p w14:paraId="2F7E2AD2" w14:textId="77777777" w:rsidR="00D50CB4" w:rsidRPr="00F73937" w:rsidRDefault="00D50CB4" w:rsidP="00D50CB4">
            <w:pPr>
              <w:spacing w:line="240" w:lineRule="atLeast"/>
              <w:rPr>
                <w:rFonts w:cs="Cordia New"/>
                <w:b/>
                <w:bCs/>
                <w:i/>
                <w:iCs/>
              </w:rPr>
            </w:pPr>
          </w:p>
        </w:tc>
        <w:tc>
          <w:tcPr>
            <w:tcW w:w="1350" w:type="dxa"/>
            <w:shd w:val="clear" w:color="auto" w:fill="auto"/>
          </w:tcPr>
          <w:p w14:paraId="163D94CE" w14:textId="77777777" w:rsidR="003F0110" w:rsidRPr="00F73937" w:rsidRDefault="003F0110" w:rsidP="00D50CB4">
            <w:pPr>
              <w:pStyle w:val="acctmergecolhdg"/>
              <w:spacing w:line="240" w:lineRule="atLeast"/>
              <w:ind w:left="-169" w:right="-142"/>
              <w:rPr>
                <w:b w:val="0"/>
                <w:bCs/>
              </w:rPr>
            </w:pPr>
          </w:p>
          <w:p w14:paraId="5382667F" w14:textId="77777777" w:rsidR="00D50CB4" w:rsidRPr="00F73937" w:rsidRDefault="00D50CB4" w:rsidP="00D50CB4">
            <w:pPr>
              <w:pStyle w:val="acctmergecolhdg"/>
              <w:spacing w:line="240" w:lineRule="atLeast"/>
              <w:ind w:left="-169" w:right="-142"/>
              <w:rPr>
                <w:b w:val="0"/>
                <w:bCs/>
              </w:rPr>
            </w:pPr>
            <w:r w:rsidRPr="00F73937">
              <w:rPr>
                <w:b w:val="0"/>
                <w:bCs/>
              </w:rPr>
              <w:t>Gross</w:t>
            </w:r>
          </w:p>
          <w:p w14:paraId="4CA2F0CD" w14:textId="77777777" w:rsidR="00D50CB4" w:rsidRPr="00F73937" w:rsidRDefault="00D50CB4" w:rsidP="00D50CB4">
            <w:pPr>
              <w:pStyle w:val="acctmergecolhdg"/>
              <w:spacing w:line="240" w:lineRule="atLeast"/>
              <w:ind w:left="-169" w:right="-142"/>
              <w:rPr>
                <w:b w:val="0"/>
                <w:bCs/>
              </w:rPr>
            </w:pPr>
            <w:r w:rsidRPr="00F73937">
              <w:rPr>
                <w:b w:val="0"/>
                <w:bCs/>
              </w:rPr>
              <w:t>investment</w:t>
            </w:r>
          </w:p>
          <w:p w14:paraId="21FCBA12" w14:textId="77777777" w:rsidR="00D50CB4" w:rsidRPr="00F73937" w:rsidRDefault="00D50CB4" w:rsidP="00D50CB4">
            <w:pPr>
              <w:pStyle w:val="acctmergecolhdg"/>
              <w:spacing w:line="240" w:lineRule="atLeast"/>
              <w:ind w:left="-169" w:right="-142"/>
              <w:rPr>
                <w:b w:val="0"/>
                <w:bCs/>
              </w:rPr>
            </w:pPr>
            <w:r w:rsidRPr="00F73937">
              <w:rPr>
                <w:b w:val="0"/>
                <w:bCs/>
              </w:rPr>
              <w:t>under the</w:t>
            </w:r>
          </w:p>
          <w:p w14:paraId="777B16F5" w14:textId="77777777" w:rsidR="00D50CB4" w:rsidRPr="00F73937" w:rsidRDefault="00D50CB4" w:rsidP="00D50CB4">
            <w:pPr>
              <w:pStyle w:val="acctmergecolhdg"/>
              <w:spacing w:line="240" w:lineRule="atLeast"/>
              <w:ind w:left="-169" w:right="-142"/>
              <w:rPr>
                <w:b w:val="0"/>
                <w:bCs/>
              </w:rPr>
            </w:pPr>
            <w:r w:rsidRPr="00F73937">
              <w:rPr>
                <w:b w:val="0"/>
                <w:bCs/>
              </w:rPr>
              <w:t>installment</w:t>
            </w:r>
          </w:p>
          <w:p w14:paraId="482CADB7" w14:textId="77777777" w:rsidR="00D50CB4" w:rsidRPr="00F73937" w:rsidRDefault="00D50CB4" w:rsidP="00D50CB4">
            <w:pPr>
              <w:pStyle w:val="acctmergecolhdg"/>
              <w:spacing w:line="240" w:lineRule="atLeast"/>
              <w:ind w:left="-169" w:right="-142"/>
              <w:rPr>
                <w:b w:val="0"/>
                <w:bCs/>
              </w:rPr>
            </w:pPr>
            <w:r w:rsidRPr="00F73937">
              <w:rPr>
                <w:b w:val="0"/>
                <w:bCs/>
              </w:rPr>
              <w:t>contracts</w:t>
            </w:r>
          </w:p>
        </w:tc>
        <w:tc>
          <w:tcPr>
            <w:tcW w:w="243" w:type="dxa"/>
          </w:tcPr>
          <w:p w14:paraId="751110EE" w14:textId="77777777" w:rsidR="00D50CB4" w:rsidRPr="00F73937" w:rsidRDefault="00D50CB4" w:rsidP="00D50CB4">
            <w:pPr>
              <w:pStyle w:val="acctmergecolhdg"/>
              <w:spacing w:line="240" w:lineRule="atLeast"/>
              <w:ind w:left="-169" w:right="-142"/>
              <w:rPr>
                <w:b w:val="0"/>
                <w:bCs/>
              </w:rPr>
            </w:pPr>
          </w:p>
        </w:tc>
        <w:tc>
          <w:tcPr>
            <w:tcW w:w="1467" w:type="dxa"/>
          </w:tcPr>
          <w:p w14:paraId="2AC3774B" w14:textId="77777777" w:rsidR="00D50CB4" w:rsidRPr="00F73937" w:rsidRDefault="00D50CB4" w:rsidP="00D50CB4">
            <w:pPr>
              <w:autoSpaceDE w:val="0"/>
              <w:autoSpaceDN w:val="0"/>
              <w:adjustRightInd w:val="0"/>
              <w:jc w:val="center"/>
            </w:pPr>
            <w:r w:rsidRPr="00F73937">
              <w:t>Present value</w:t>
            </w:r>
          </w:p>
          <w:p w14:paraId="27C44367" w14:textId="77777777" w:rsidR="00D50CB4" w:rsidRPr="00F73937" w:rsidRDefault="00D50CB4" w:rsidP="00D50CB4">
            <w:pPr>
              <w:autoSpaceDE w:val="0"/>
              <w:autoSpaceDN w:val="0"/>
              <w:adjustRightInd w:val="0"/>
              <w:jc w:val="center"/>
            </w:pPr>
            <w:r w:rsidRPr="00F73937">
              <w:t>of minimum</w:t>
            </w:r>
          </w:p>
          <w:p w14:paraId="2F5A8103" w14:textId="77777777" w:rsidR="00D50CB4" w:rsidRPr="00F73937" w:rsidRDefault="00D50CB4" w:rsidP="00D50CB4">
            <w:pPr>
              <w:autoSpaceDE w:val="0"/>
              <w:autoSpaceDN w:val="0"/>
              <w:adjustRightInd w:val="0"/>
              <w:jc w:val="center"/>
            </w:pPr>
            <w:r w:rsidRPr="00F73937">
              <w:t>payments</w:t>
            </w:r>
            <w:r w:rsidR="00F26E92" w:rsidRPr="00F73937">
              <w:t xml:space="preserve"> </w:t>
            </w:r>
            <w:r w:rsidRPr="00F73937">
              <w:t>of</w:t>
            </w:r>
          </w:p>
          <w:p w14:paraId="3E142B94" w14:textId="77777777" w:rsidR="00D50CB4" w:rsidRPr="00F73937" w:rsidRDefault="00D50CB4" w:rsidP="00D50CB4">
            <w:pPr>
              <w:pStyle w:val="acctmergecolhdg"/>
              <w:spacing w:line="240" w:lineRule="atLeast"/>
              <w:ind w:left="-169" w:right="-142"/>
              <w:rPr>
                <w:b w:val="0"/>
                <w:bCs/>
              </w:rPr>
            </w:pPr>
            <w:r w:rsidRPr="00F73937">
              <w:rPr>
                <w:b w:val="0"/>
              </w:rPr>
              <w:t>installment contract receivables</w:t>
            </w:r>
          </w:p>
        </w:tc>
        <w:tc>
          <w:tcPr>
            <w:tcW w:w="236" w:type="dxa"/>
          </w:tcPr>
          <w:p w14:paraId="26D89E4A" w14:textId="77777777" w:rsidR="00D50CB4" w:rsidRPr="00F73937" w:rsidRDefault="00D50CB4" w:rsidP="00D50CB4">
            <w:pPr>
              <w:pStyle w:val="acctmergecolhdg"/>
              <w:spacing w:line="240" w:lineRule="atLeast"/>
              <w:ind w:left="-169" w:right="-142"/>
              <w:rPr>
                <w:b w:val="0"/>
                <w:bCs/>
              </w:rPr>
            </w:pPr>
          </w:p>
        </w:tc>
        <w:tc>
          <w:tcPr>
            <w:tcW w:w="1294" w:type="dxa"/>
          </w:tcPr>
          <w:p w14:paraId="5F3D4856" w14:textId="77777777" w:rsidR="003F0110" w:rsidRPr="00F73937" w:rsidRDefault="003F0110" w:rsidP="00D50CB4">
            <w:pPr>
              <w:pStyle w:val="acctmergecolhdg"/>
              <w:spacing w:line="240" w:lineRule="atLeast"/>
              <w:ind w:left="-169" w:right="-142"/>
              <w:rPr>
                <w:b w:val="0"/>
                <w:bCs/>
              </w:rPr>
            </w:pPr>
          </w:p>
          <w:p w14:paraId="4D0CE1B5" w14:textId="77777777" w:rsidR="00D50CB4" w:rsidRPr="00F73937" w:rsidRDefault="00D50CB4" w:rsidP="00D50CB4">
            <w:pPr>
              <w:pStyle w:val="acctmergecolhdg"/>
              <w:spacing w:line="240" w:lineRule="atLeast"/>
              <w:ind w:left="-169" w:right="-142"/>
              <w:rPr>
                <w:b w:val="0"/>
                <w:bCs/>
              </w:rPr>
            </w:pPr>
            <w:r w:rsidRPr="00F73937">
              <w:rPr>
                <w:b w:val="0"/>
                <w:bCs/>
              </w:rPr>
              <w:t>Gross</w:t>
            </w:r>
          </w:p>
          <w:p w14:paraId="023BCE20" w14:textId="77777777" w:rsidR="00D50CB4" w:rsidRPr="00F73937" w:rsidRDefault="00D50CB4" w:rsidP="00D50CB4">
            <w:pPr>
              <w:pStyle w:val="acctmergecolhdg"/>
              <w:spacing w:line="240" w:lineRule="atLeast"/>
              <w:ind w:left="-169" w:right="-142"/>
              <w:rPr>
                <w:b w:val="0"/>
                <w:bCs/>
              </w:rPr>
            </w:pPr>
            <w:r w:rsidRPr="00F73937">
              <w:rPr>
                <w:b w:val="0"/>
                <w:bCs/>
              </w:rPr>
              <w:t>investment</w:t>
            </w:r>
          </w:p>
          <w:p w14:paraId="4B5F4E48" w14:textId="77777777" w:rsidR="00D50CB4" w:rsidRPr="00F73937" w:rsidRDefault="00D50CB4" w:rsidP="00D50CB4">
            <w:pPr>
              <w:pStyle w:val="acctmergecolhdg"/>
              <w:spacing w:line="240" w:lineRule="atLeast"/>
              <w:ind w:left="-169" w:right="-142"/>
              <w:rPr>
                <w:b w:val="0"/>
                <w:bCs/>
              </w:rPr>
            </w:pPr>
            <w:r w:rsidRPr="00F73937">
              <w:rPr>
                <w:b w:val="0"/>
                <w:bCs/>
              </w:rPr>
              <w:t>under the</w:t>
            </w:r>
          </w:p>
          <w:p w14:paraId="224B03E4" w14:textId="77777777" w:rsidR="00D50CB4" w:rsidRPr="00F73937" w:rsidRDefault="00D50CB4" w:rsidP="00D50CB4">
            <w:pPr>
              <w:pStyle w:val="acctmergecolhdg"/>
              <w:spacing w:line="240" w:lineRule="atLeast"/>
              <w:ind w:left="-169" w:right="-142"/>
              <w:rPr>
                <w:b w:val="0"/>
                <w:bCs/>
              </w:rPr>
            </w:pPr>
            <w:r w:rsidRPr="00F73937">
              <w:rPr>
                <w:b w:val="0"/>
                <w:bCs/>
              </w:rPr>
              <w:t>installment</w:t>
            </w:r>
          </w:p>
          <w:p w14:paraId="32E1033E" w14:textId="77777777" w:rsidR="00D50CB4" w:rsidRPr="00F73937" w:rsidRDefault="00D50CB4" w:rsidP="00D50CB4">
            <w:pPr>
              <w:pStyle w:val="acctmergecolhdg"/>
              <w:spacing w:line="240" w:lineRule="atLeast"/>
              <w:ind w:left="-169" w:right="-142"/>
              <w:rPr>
                <w:b w:val="0"/>
                <w:bCs/>
              </w:rPr>
            </w:pPr>
            <w:r w:rsidRPr="00F73937">
              <w:rPr>
                <w:b w:val="0"/>
                <w:bCs/>
              </w:rPr>
              <w:t>contracts</w:t>
            </w:r>
          </w:p>
        </w:tc>
        <w:tc>
          <w:tcPr>
            <w:tcW w:w="236" w:type="dxa"/>
          </w:tcPr>
          <w:p w14:paraId="7D462AF3" w14:textId="77777777" w:rsidR="00D50CB4" w:rsidRPr="00F73937" w:rsidRDefault="00D50CB4" w:rsidP="00D50CB4">
            <w:pPr>
              <w:pStyle w:val="acctmergecolhdg"/>
              <w:spacing w:line="240" w:lineRule="atLeast"/>
              <w:ind w:left="-169" w:right="-142"/>
              <w:rPr>
                <w:b w:val="0"/>
                <w:bCs/>
              </w:rPr>
            </w:pPr>
          </w:p>
        </w:tc>
        <w:tc>
          <w:tcPr>
            <w:tcW w:w="1505" w:type="dxa"/>
          </w:tcPr>
          <w:p w14:paraId="07EAACC8" w14:textId="77777777" w:rsidR="00D50CB4" w:rsidRPr="00F73937" w:rsidRDefault="00D50CB4" w:rsidP="00D50CB4">
            <w:pPr>
              <w:autoSpaceDE w:val="0"/>
              <w:autoSpaceDN w:val="0"/>
              <w:adjustRightInd w:val="0"/>
              <w:jc w:val="center"/>
            </w:pPr>
            <w:r w:rsidRPr="00F73937">
              <w:t>Present value</w:t>
            </w:r>
          </w:p>
          <w:p w14:paraId="50F33BEA" w14:textId="77777777" w:rsidR="00D50CB4" w:rsidRPr="00F73937" w:rsidRDefault="00D50CB4" w:rsidP="00D50CB4">
            <w:pPr>
              <w:autoSpaceDE w:val="0"/>
              <w:autoSpaceDN w:val="0"/>
              <w:adjustRightInd w:val="0"/>
              <w:jc w:val="center"/>
            </w:pPr>
            <w:r w:rsidRPr="00F73937">
              <w:t>of minimum</w:t>
            </w:r>
          </w:p>
          <w:p w14:paraId="1E4E4FE2" w14:textId="77777777" w:rsidR="00D50CB4" w:rsidRPr="00F73937" w:rsidRDefault="00D50CB4" w:rsidP="00D50CB4">
            <w:pPr>
              <w:autoSpaceDE w:val="0"/>
              <w:autoSpaceDN w:val="0"/>
              <w:adjustRightInd w:val="0"/>
              <w:jc w:val="center"/>
            </w:pPr>
            <w:r w:rsidRPr="00F73937">
              <w:t>payments</w:t>
            </w:r>
            <w:r w:rsidR="00F26E92" w:rsidRPr="00F73937">
              <w:t xml:space="preserve"> </w:t>
            </w:r>
            <w:r w:rsidRPr="00F73937">
              <w:t>of</w:t>
            </w:r>
          </w:p>
          <w:p w14:paraId="3D5B5CB4" w14:textId="77777777" w:rsidR="00D50CB4" w:rsidRPr="00F73937" w:rsidRDefault="00D50CB4" w:rsidP="00D50CB4">
            <w:pPr>
              <w:pStyle w:val="acctmergecolhdg"/>
              <w:spacing w:line="240" w:lineRule="atLeast"/>
              <w:ind w:left="-169" w:right="-142"/>
              <w:rPr>
                <w:b w:val="0"/>
                <w:bCs/>
              </w:rPr>
            </w:pPr>
            <w:r w:rsidRPr="00F73937">
              <w:rPr>
                <w:b w:val="0"/>
              </w:rPr>
              <w:t>installment contract receivables</w:t>
            </w:r>
          </w:p>
        </w:tc>
      </w:tr>
      <w:tr w:rsidR="00D50CB4" w:rsidRPr="00F73937" w14:paraId="03409C38" w14:textId="77777777" w:rsidTr="00F26E92">
        <w:trPr>
          <w:cantSplit/>
        </w:trPr>
        <w:tc>
          <w:tcPr>
            <w:tcW w:w="2880" w:type="dxa"/>
          </w:tcPr>
          <w:p w14:paraId="271BD9DF" w14:textId="77777777" w:rsidR="00D50CB4" w:rsidRPr="00F73937" w:rsidRDefault="00D50CB4" w:rsidP="00850E0C">
            <w:pPr>
              <w:pStyle w:val="3"/>
              <w:tabs>
                <w:tab w:val="clear" w:pos="360"/>
                <w:tab w:val="clear" w:pos="720"/>
              </w:tabs>
              <w:spacing w:line="240" w:lineRule="atLeast"/>
              <w:jc w:val="both"/>
              <w:rPr>
                <w:rFonts w:cs="Times New Roman"/>
                <w:lang w:val="en-US"/>
              </w:rPr>
            </w:pPr>
          </w:p>
        </w:tc>
        <w:tc>
          <w:tcPr>
            <w:tcW w:w="6331" w:type="dxa"/>
            <w:gridSpan w:val="7"/>
            <w:shd w:val="clear" w:color="auto" w:fill="auto"/>
          </w:tcPr>
          <w:p w14:paraId="728213DB" w14:textId="77777777" w:rsidR="00D50CB4" w:rsidRPr="00F73937" w:rsidRDefault="00D50CB4" w:rsidP="00D50CB4">
            <w:pPr>
              <w:tabs>
                <w:tab w:val="decimal" w:pos="1212"/>
              </w:tabs>
              <w:spacing w:line="240" w:lineRule="atLeast"/>
              <w:ind w:right="-124"/>
              <w:jc w:val="center"/>
              <w:rPr>
                <w:i/>
                <w:iCs/>
              </w:rPr>
            </w:pPr>
            <w:r w:rsidRPr="00F73937">
              <w:rPr>
                <w:i/>
                <w:iCs/>
              </w:rPr>
              <w:t>(in thousand Baht)</w:t>
            </w:r>
          </w:p>
        </w:tc>
      </w:tr>
      <w:tr w:rsidR="0084638C" w:rsidRPr="00F73937" w14:paraId="0C8A3DC7" w14:textId="77777777" w:rsidTr="002866A5">
        <w:trPr>
          <w:cantSplit/>
        </w:trPr>
        <w:tc>
          <w:tcPr>
            <w:tcW w:w="2880" w:type="dxa"/>
            <w:vAlign w:val="bottom"/>
          </w:tcPr>
          <w:p w14:paraId="60B5B3EF" w14:textId="77777777" w:rsidR="0084638C" w:rsidRPr="00F73937" w:rsidRDefault="0084638C" w:rsidP="0084638C">
            <w:pPr>
              <w:ind w:right="-383" w:firstLine="18"/>
              <w:rPr>
                <w:rFonts w:cs="Tahoma"/>
              </w:rPr>
            </w:pPr>
            <w:r w:rsidRPr="00F73937">
              <w:rPr>
                <w:rFonts w:cs="Tahoma"/>
              </w:rPr>
              <w:t>Within one year</w:t>
            </w:r>
          </w:p>
        </w:tc>
        <w:tc>
          <w:tcPr>
            <w:tcW w:w="1350" w:type="dxa"/>
            <w:shd w:val="clear" w:color="auto" w:fill="auto"/>
          </w:tcPr>
          <w:p w14:paraId="35C4BC62" w14:textId="36D53164" w:rsidR="0084638C" w:rsidRPr="00F73937" w:rsidRDefault="0084638C" w:rsidP="0084638C">
            <w:pPr>
              <w:tabs>
                <w:tab w:val="decimal" w:pos="1060"/>
              </w:tabs>
              <w:spacing w:line="240" w:lineRule="auto"/>
              <w:ind w:right="-11"/>
              <w:rPr>
                <w:rFonts w:cstheme="minorBidi"/>
              </w:rPr>
            </w:pPr>
            <w:r w:rsidRPr="00822349">
              <w:t>72,966</w:t>
            </w:r>
          </w:p>
        </w:tc>
        <w:tc>
          <w:tcPr>
            <w:tcW w:w="243" w:type="dxa"/>
          </w:tcPr>
          <w:p w14:paraId="577BBCF0" w14:textId="77777777" w:rsidR="0084638C" w:rsidRPr="00F73937" w:rsidRDefault="0084638C" w:rsidP="0084638C">
            <w:pPr>
              <w:tabs>
                <w:tab w:val="decimal" w:pos="1224"/>
              </w:tabs>
              <w:spacing w:line="240" w:lineRule="atLeast"/>
              <w:ind w:left="258" w:right="-124"/>
            </w:pPr>
          </w:p>
        </w:tc>
        <w:tc>
          <w:tcPr>
            <w:tcW w:w="1467" w:type="dxa"/>
          </w:tcPr>
          <w:p w14:paraId="410C2C03" w14:textId="76D94289" w:rsidR="0084638C" w:rsidRPr="00F73937" w:rsidRDefault="0084638C" w:rsidP="0084638C">
            <w:pPr>
              <w:tabs>
                <w:tab w:val="decimal" w:pos="1087"/>
              </w:tabs>
              <w:spacing w:line="240" w:lineRule="auto"/>
              <w:ind w:right="-6"/>
            </w:pPr>
            <w:r w:rsidRPr="00E42C95">
              <w:t>61,664</w:t>
            </w:r>
          </w:p>
        </w:tc>
        <w:tc>
          <w:tcPr>
            <w:tcW w:w="236" w:type="dxa"/>
          </w:tcPr>
          <w:p w14:paraId="0B014D5A" w14:textId="77777777" w:rsidR="0084638C" w:rsidRPr="00F73937" w:rsidRDefault="0084638C" w:rsidP="0084638C">
            <w:pPr>
              <w:tabs>
                <w:tab w:val="decimal" w:pos="1179"/>
              </w:tabs>
              <w:spacing w:line="240" w:lineRule="atLeast"/>
              <w:ind w:left="-108" w:right="-124"/>
              <w:rPr>
                <w:rFonts w:cs="Angsana New"/>
              </w:rPr>
            </w:pPr>
          </w:p>
        </w:tc>
        <w:tc>
          <w:tcPr>
            <w:tcW w:w="1294" w:type="dxa"/>
          </w:tcPr>
          <w:p w14:paraId="4C013C81" w14:textId="186E74C7" w:rsidR="0084638C" w:rsidRPr="00F73937" w:rsidRDefault="0084638C" w:rsidP="0084638C">
            <w:pPr>
              <w:tabs>
                <w:tab w:val="decimal" w:pos="1080"/>
              </w:tabs>
              <w:spacing w:line="240" w:lineRule="auto"/>
              <w:ind w:right="-110"/>
            </w:pPr>
            <w:r w:rsidRPr="00F73937">
              <w:t>94,137</w:t>
            </w:r>
          </w:p>
        </w:tc>
        <w:tc>
          <w:tcPr>
            <w:tcW w:w="236" w:type="dxa"/>
          </w:tcPr>
          <w:p w14:paraId="667AED4A" w14:textId="77777777" w:rsidR="0084638C" w:rsidRPr="00F73937" w:rsidRDefault="0084638C" w:rsidP="0084638C">
            <w:pPr>
              <w:tabs>
                <w:tab w:val="decimal" w:pos="1224"/>
              </w:tabs>
              <w:spacing w:line="240" w:lineRule="atLeast"/>
              <w:ind w:left="258" w:right="-124"/>
            </w:pPr>
          </w:p>
        </w:tc>
        <w:tc>
          <w:tcPr>
            <w:tcW w:w="1505" w:type="dxa"/>
          </w:tcPr>
          <w:p w14:paraId="14EE1437" w14:textId="0EA3C8A8" w:rsidR="0084638C" w:rsidRPr="00F73937" w:rsidRDefault="0084638C" w:rsidP="0084638C">
            <w:pPr>
              <w:tabs>
                <w:tab w:val="decimal" w:pos="1190"/>
              </w:tabs>
              <w:spacing w:line="240" w:lineRule="auto"/>
              <w:ind w:right="-110"/>
            </w:pPr>
            <w:r w:rsidRPr="00F73937">
              <w:t>74,442</w:t>
            </w:r>
          </w:p>
        </w:tc>
      </w:tr>
      <w:tr w:rsidR="0084638C" w:rsidRPr="00F73937" w14:paraId="5A6C8F93" w14:textId="77777777" w:rsidTr="002866A5">
        <w:trPr>
          <w:cantSplit/>
        </w:trPr>
        <w:tc>
          <w:tcPr>
            <w:tcW w:w="2880" w:type="dxa"/>
            <w:vAlign w:val="bottom"/>
          </w:tcPr>
          <w:p w14:paraId="2E70ACD2" w14:textId="77777777" w:rsidR="0084638C" w:rsidRPr="00F73937" w:rsidRDefault="0084638C" w:rsidP="0084638C">
            <w:pPr>
              <w:ind w:right="-383" w:firstLine="18"/>
              <w:rPr>
                <w:rFonts w:cs="Tahoma"/>
              </w:rPr>
            </w:pPr>
            <w:r w:rsidRPr="00F73937">
              <w:rPr>
                <w:rFonts w:cs="Tahoma"/>
              </w:rPr>
              <w:t>Over one year</w:t>
            </w:r>
          </w:p>
        </w:tc>
        <w:tc>
          <w:tcPr>
            <w:tcW w:w="1350" w:type="dxa"/>
            <w:tcBorders>
              <w:bottom w:val="single" w:sz="4" w:space="0" w:color="auto"/>
            </w:tcBorders>
            <w:shd w:val="clear" w:color="auto" w:fill="auto"/>
          </w:tcPr>
          <w:p w14:paraId="33A2D09A" w14:textId="2BD48EB7" w:rsidR="0084638C" w:rsidRPr="00F73937" w:rsidRDefault="0084638C" w:rsidP="0084638C">
            <w:pPr>
              <w:tabs>
                <w:tab w:val="decimal" w:pos="1060"/>
              </w:tabs>
              <w:spacing w:line="240" w:lineRule="auto"/>
              <w:ind w:right="-11"/>
            </w:pPr>
            <w:r w:rsidRPr="00822349">
              <w:t>35,043</w:t>
            </w:r>
          </w:p>
        </w:tc>
        <w:tc>
          <w:tcPr>
            <w:tcW w:w="243" w:type="dxa"/>
          </w:tcPr>
          <w:p w14:paraId="08297565" w14:textId="77777777" w:rsidR="0084638C" w:rsidRPr="00F73937" w:rsidRDefault="0084638C" w:rsidP="0084638C">
            <w:pPr>
              <w:tabs>
                <w:tab w:val="decimal" w:pos="1224"/>
              </w:tabs>
              <w:spacing w:line="240" w:lineRule="atLeast"/>
              <w:ind w:left="258" w:right="-124"/>
            </w:pPr>
          </w:p>
        </w:tc>
        <w:tc>
          <w:tcPr>
            <w:tcW w:w="1467" w:type="dxa"/>
            <w:tcBorders>
              <w:bottom w:val="single" w:sz="4" w:space="0" w:color="auto"/>
            </w:tcBorders>
          </w:tcPr>
          <w:p w14:paraId="3989682D" w14:textId="07DA887F" w:rsidR="0084638C" w:rsidRPr="00F73937" w:rsidRDefault="0084638C" w:rsidP="0084638C">
            <w:pPr>
              <w:tabs>
                <w:tab w:val="decimal" w:pos="1087"/>
              </w:tabs>
              <w:spacing w:line="240" w:lineRule="auto"/>
              <w:ind w:right="-6"/>
            </w:pPr>
            <w:r w:rsidRPr="00E42C95">
              <w:t>30,728</w:t>
            </w:r>
          </w:p>
        </w:tc>
        <w:tc>
          <w:tcPr>
            <w:tcW w:w="236" w:type="dxa"/>
          </w:tcPr>
          <w:p w14:paraId="676E60EF" w14:textId="77777777" w:rsidR="0084638C" w:rsidRPr="00F73937" w:rsidRDefault="0084638C" w:rsidP="0084638C">
            <w:pPr>
              <w:tabs>
                <w:tab w:val="decimal" w:pos="1179"/>
              </w:tabs>
              <w:spacing w:line="240" w:lineRule="atLeast"/>
              <w:ind w:left="-108" w:right="-124"/>
              <w:rPr>
                <w:rFonts w:cs="Angsana New"/>
              </w:rPr>
            </w:pPr>
          </w:p>
        </w:tc>
        <w:tc>
          <w:tcPr>
            <w:tcW w:w="1294" w:type="dxa"/>
            <w:tcBorders>
              <w:bottom w:val="single" w:sz="4" w:space="0" w:color="auto"/>
            </w:tcBorders>
          </w:tcPr>
          <w:p w14:paraId="1089A1D2" w14:textId="3A1D60FC" w:rsidR="0084638C" w:rsidRPr="00F73937" w:rsidRDefault="0084638C" w:rsidP="0084638C">
            <w:pPr>
              <w:tabs>
                <w:tab w:val="decimal" w:pos="1080"/>
              </w:tabs>
              <w:spacing w:line="240" w:lineRule="auto"/>
              <w:ind w:right="-110"/>
            </w:pPr>
            <w:r w:rsidRPr="00F73937">
              <w:t>49,823</w:t>
            </w:r>
          </w:p>
        </w:tc>
        <w:tc>
          <w:tcPr>
            <w:tcW w:w="236" w:type="dxa"/>
          </w:tcPr>
          <w:p w14:paraId="0B11A579" w14:textId="77777777" w:rsidR="0084638C" w:rsidRPr="00F73937" w:rsidRDefault="0084638C" w:rsidP="0084638C">
            <w:pPr>
              <w:tabs>
                <w:tab w:val="decimal" w:pos="1224"/>
              </w:tabs>
              <w:spacing w:line="240" w:lineRule="atLeast"/>
              <w:ind w:left="258" w:right="-124"/>
            </w:pPr>
          </w:p>
        </w:tc>
        <w:tc>
          <w:tcPr>
            <w:tcW w:w="1505" w:type="dxa"/>
            <w:tcBorders>
              <w:bottom w:val="single" w:sz="4" w:space="0" w:color="auto"/>
            </w:tcBorders>
          </w:tcPr>
          <w:p w14:paraId="3F05BE91" w14:textId="6D8CB55D" w:rsidR="0084638C" w:rsidRPr="00F73937" w:rsidRDefault="0084638C" w:rsidP="0084638C">
            <w:pPr>
              <w:tabs>
                <w:tab w:val="decimal" w:pos="1190"/>
              </w:tabs>
              <w:spacing w:line="240" w:lineRule="auto"/>
              <w:ind w:right="-110"/>
            </w:pPr>
            <w:r w:rsidRPr="00F73937">
              <w:t>43,537</w:t>
            </w:r>
          </w:p>
        </w:tc>
      </w:tr>
      <w:tr w:rsidR="0084638C" w:rsidRPr="00F73937" w14:paraId="59020F88" w14:textId="77777777" w:rsidTr="002866A5">
        <w:trPr>
          <w:cantSplit/>
        </w:trPr>
        <w:tc>
          <w:tcPr>
            <w:tcW w:w="2880" w:type="dxa"/>
            <w:vAlign w:val="bottom"/>
          </w:tcPr>
          <w:p w14:paraId="11CCDE82" w14:textId="77777777" w:rsidR="0084638C" w:rsidRPr="00F73937" w:rsidRDefault="0084638C" w:rsidP="0084638C">
            <w:pPr>
              <w:ind w:right="-383" w:hanging="262"/>
              <w:rPr>
                <w:rFonts w:cs="Tahoma"/>
                <w:i/>
                <w:iCs/>
              </w:rPr>
            </w:pPr>
          </w:p>
        </w:tc>
        <w:tc>
          <w:tcPr>
            <w:tcW w:w="1350" w:type="dxa"/>
            <w:tcBorders>
              <w:top w:val="single" w:sz="4" w:space="0" w:color="auto"/>
            </w:tcBorders>
            <w:shd w:val="clear" w:color="auto" w:fill="auto"/>
          </w:tcPr>
          <w:p w14:paraId="7B80EE79" w14:textId="1473BD9A" w:rsidR="0084638C" w:rsidRPr="00F73937" w:rsidRDefault="0084638C" w:rsidP="0084638C">
            <w:pPr>
              <w:tabs>
                <w:tab w:val="decimal" w:pos="1060"/>
              </w:tabs>
              <w:spacing w:line="240" w:lineRule="auto"/>
              <w:ind w:right="-11"/>
            </w:pPr>
            <w:r w:rsidRPr="00822349">
              <w:t>108,009</w:t>
            </w:r>
          </w:p>
        </w:tc>
        <w:tc>
          <w:tcPr>
            <w:tcW w:w="243" w:type="dxa"/>
          </w:tcPr>
          <w:p w14:paraId="1C49A294" w14:textId="77777777" w:rsidR="0084638C" w:rsidRPr="00F73937" w:rsidRDefault="0084638C" w:rsidP="0084638C">
            <w:pPr>
              <w:tabs>
                <w:tab w:val="decimal" w:pos="1224"/>
              </w:tabs>
              <w:spacing w:line="240" w:lineRule="atLeast"/>
              <w:ind w:left="258" w:right="-124"/>
              <w:rPr>
                <w:b/>
                <w:bCs/>
              </w:rPr>
            </w:pPr>
          </w:p>
        </w:tc>
        <w:tc>
          <w:tcPr>
            <w:tcW w:w="1467" w:type="dxa"/>
            <w:tcBorders>
              <w:top w:val="single" w:sz="4" w:space="0" w:color="auto"/>
              <w:bottom w:val="double" w:sz="4" w:space="0" w:color="auto"/>
            </w:tcBorders>
          </w:tcPr>
          <w:p w14:paraId="4FEEBCBD" w14:textId="65B31407" w:rsidR="0084638C" w:rsidRPr="008708AD" w:rsidRDefault="0084638C" w:rsidP="0084638C">
            <w:pPr>
              <w:tabs>
                <w:tab w:val="decimal" w:pos="1087"/>
              </w:tabs>
              <w:spacing w:line="240" w:lineRule="auto"/>
              <w:ind w:right="-6"/>
              <w:rPr>
                <w:b/>
                <w:bCs/>
              </w:rPr>
            </w:pPr>
            <w:r w:rsidRPr="008708AD">
              <w:rPr>
                <w:b/>
                <w:bCs/>
              </w:rPr>
              <w:t>92,392</w:t>
            </w:r>
          </w:p>
        </w:tc>
        <w:tc>
          <w:tcPr>
            <w:tcW w:w="236" w:type="dxa"/>
          </w:tcPr>
          <w:p w14:paraId="14CB889D" w14:textId="77777777" w:rsidR="0084638C" w:rsidRPr="00F73937" w:rsidRDefault="0084638C" w:rsidP="0084638C">
            <w:pPr>
              <w:tabs>
                <w:tab w:val="decimal" w:pos="1179"/>
              </w:tabs>
              <w:spacing w:line="240" w:lineRule="atLeast"/>
              <w:ind w:left="-108" w:right="-124"/>
              <w:rPr>
                <w:rFonts w:cs="Angsana New"/>
              </w:rPr>
            </w:pPr>
          </w:p>
        </w:tc>
        <w:tc>
          <w:tcPr>
            <w:tcW w:w="1294" w:type="dxa"/>
            <w:tcBorders>
              <w:top w:val="single" w:sz="4" w:space="0" w:color="auto"/>
            </w:tcBorders>
          </w:tcPr>
          <w:p w14:paraId="5F449C5D" w14:textId="60AB0D05" w:rsidR="0084638C" w:rsidRPr="00F73937" w:rsidRDefault="0084638C" w:rsidP="0084638C">
            <w:pPr>
              <w:tabs>
                <w:tab w:val="decimal" w:pos="1080"/>
              </w:tabs>
              <w:spacing w:line="240" w:lineRule="auto"/>
              <w:ind w:right="-110"/>
            </w:pPr>
            <w:r w:rsidRPr="00F73937">
              <w:t>143,960</w:t>
            </w:r>
          </w:p>
        </w:tc>
        <w:tc>
          <w:tcPr>
            <w:tcW w:w="236" w:type="dxa"/>
          </w:tcPr>
          <w:p w14:paraId="662F97DD" w14:textId="77777777" w:rsidR="0084638C" w:rsidRPr="00F73937" w:rsidRDefault="0084638C" w:rsidP="0084638C">
            <w:pPr>
              <w:tabs>
                <w:tab w:val="decimal" w:pos="1224"/>
              </w:tabs>
              <w:spacing w:line="240" w:lineRule="atLeast"/>
              <w:ind w:left="258" w:right="-124"/>
              <w:rPr>
                <w:b/>
                <w:bCs/>
              </w:rPr>
            </w:pPr>
          </w:p>
        </w:tc>
        <w:tc>
          <w:tcPr>
            <w:tcW w:w="1505" w:type="dxa"/>
            <w:tcBorders>
              <w:top w:val="single" w:sz="4" w:space="0" w:color="auto"/>
              <w:bottom w:val="double" w:sz="4" w:space="0" w:color="auto"/>
            </w:tcBorders>
          </w:tcPr>
          <w:p w14:paraId="4AE1F1B2" w14:textId="5AC8EE1E" w:rsidR="0084638C" w:rsidRPr="008708AD" w:rsidRDefault="0084638C" w:rsidP="0084638C">
            <w:pPr>
              <w:tabs>
                <w:tab w:val="decimal" w:pos="1190"/>
              </w:tabs>
              <w:spacing w:line="240" w:lineRule="auto"/>
              <w:ind w:right="-110"/>
              <w:rPr>
                <w:b/>
                <w:bCs/>
              </w:rPr>
            </w:pPr>
            <w:r w:rsidRPr="008708AD">
              <w:rPr>
                <w:b/>
                <w:bCs/>
              </w:rPr>
              <w:t>117,979</w:t>
            </w:r>
          </w:p>
        </w:tc>
      </w:tr>
      <w:tr w:rsidR="00664A11" w:rsidRPr="00F73937" w14:paraId="6BE6605F" w14:textId="77777777" w:rsidTr="00F4339C">
        <w:trPr>
          <w:cantSplit/>
        </w:trPr>
        <w:tc>
          <w:tcPr>
            <w:tcW w:w="2880" w:type="dxa"/>
            <w:vAlign w:val="bottom"/>
          </w:tcPr>
          <w:p w14:paraId="3F1AB464" w14:textId="77777777" w:rsidR="00664A11" w:rsidRPr="00F73937" w:rsidRDefault="00664A11" w:rsidP="00664A11">
            <w:pPr>
              <w:ind w:left="430" w:right="-383" w:hanging="412"/>
              <w:rPr>
                <w:rFonts w:cs="Tahoma"/>
              </w:rPr>
            </w:pPr>
            <w:r w:rsidRPr="00F73937">
              <w:rPr>
                <w:rFonts w:cs="Tahoma"/>
                <w:i/>
                <w:iCs/>
              </w:rPr>
              <w:t>Less</w:t>
            </w:r>
            <w:r w:rsidRPr="00F73937">
              <w:rPr>
                <w:rFonts w:cs="Tahoma"/>
              </w:rPr>
              <w:t xml:space="preserve"> unearned interest income</w:t>
            </w:r>
          </w:p>
        </w:tc>
        <w:tc>
          <w:tcPr>
            <w:tcW w:w="1350" w:type="dxa"/>
            <w:tcBorders>
              <w:bottom w:val="single" w:sz="6" w:space="0" w:color="auto"/>
            </w:tcBorders>
            <w:shd w:val="clear" w:color="auto" w:fill="auto"/>
          </w:tcPr>
          <w:p w14:paraId="7E872DF3" w14:textId="373D7C7C" w:rsidR="00664A11" w:rsidRPr="00F73937" w:rsidRDefault="00664A11" w:rsidP="00664A11">
            <w:pPr>
              <w:tabs>
                <w:tab w:val="decimal" w:pos="1060"/>
              </w:tabs>
              <w:spacing w:line="240" w:lineRule="auto"/>
              <w:ind w:right="-11"/>
            </w:pPr>
            <w:r w:rsidRPr="00822349">
              <w:t>(15,617)</w:t>
            </w:r>
          </w:p>
        </w:tc>
        <w:tc>
          <w:tcPr>
            <w:tcW w:w="243" w:type="dxa"/>
          </w:tcPr>
          <w:p w14:paraId="22FACA60" w14:textId="77777777" w:rsidR="00664A11" w:rsidRPr="00F73937" w:rsidRDefault="00664A11" w:rsidP="00664A11">
            <w:pPr>
              <w:tabs>
                <w:tab w:val="decimal" w:pos="1224"/>
              </w:tabs>
              <w:spacing w:line="240" w:lineRule="atLeast"/>
              <w:ind w:left="258" w:right="-124"/>
            </w:pPr>
          </w:p>
        </w:tc>
        <w:tc>
          <w:tcPr>
            <w:tcW w:w="1467" w:type="dxa"/>
            <w:tcBorders>
              <w:top w:val="double" w:sz="4" w:space="0" w:color="auto"/>
            </w:tcBorders>
          </w:tcPr>
          <w:p w14:paraId="0A328B89" w14:textId="77777777" w:rsidR="00664A11" w:rsidRPr="00F73937" w:rsidRDefault="00664A11" w:rsidP="00664A11">
            <w:pPr>
              <w:tabs>
                <w:tab w:val="decimal" w:pos="1224"/>
              </w:tabs>
              <w:spacing w:line="240" w:lineRule="atLeast"/>
              <w:ind w:left="258" w:right="-124"/>
            </w:pPr>
          </w:p>
        </w:tc>
        <w:tc>
          <w:tcPr>
            <w:tcW w:w="236" w:type="dxa"/>
          </w:tcPr>
          <w:p w14:paraId="501FC542" w14:textId="77777777" w:rsidR="00664A11" w:rsidRPr="00F73937" w:rsidRDefault="00664A11" w:rsidP="00664A11">
            <w:pPr>
              <w:tabs>
                <w:tab w:val="decimal" w:pos="1179"/>
              </w:tabs>
              <w:spacing w:line="240" w:lineRule="atLeast"/>
              <w:ind w:left="-108" w:right="-124"/>
              <w:rPr>
                <w:rFonts w:cs="Angsana New"/>
              </w:rPr>
            </w:pPr>
          </w:p>
        </w:tc>
        <w:tc>
          <w:tcPr>
            <w:tcW w:w="1294" w:type="dxa"/>
            <w:tcBorders>
              <w:bottom w:val="single" w:sz="6" w:space="0" w:color="auto"/>
            </w:tcBorders>
          </w:tcPr>
          <w:p w14:paraId="6DDF618C" w14:textId="36DF04BC" w:rsidR="00664A11" w:rsidRPr="00F73937" w:rsidRDefault="00664A11" w:rsidP="00664A11">
            <w:pPr>
              <w:tabs>
                <w:tab w:val="decimal" w:pos="1080"/>
              </w:tabs>
              <w:spacing w:line="240" w:lineRule="auto"/>
              <w:ind w:right="-110"/>
            </w:pPr>
            <w:r w:rsidRPr="00F73937">
              <w:t>(25,981)</w:t>
            </w:r>
          </w:p>
        </w:tc>
        <w:tc>
          <w:tcPr>
            <w:tcW w:w="236" w:type="dxa"/>
          </w:tcPr>
          <w:p w14:paraId="2DAE1945" w14:textId="77777777" w:rsidR="00664A11" w:rsidRPr="00F73937" w:rsidRDefault="00664A11" w:rsidP="00664A11">
            <w:pPr>
              <w:tabs>
                <w:tab w:val="decimal" w:pos="1224"/>
              </w:tabs>
              <w:spacing w:line="240" w:lineRule="atLeast"/>
              <w:ind w:left="258" w:right="-124"/>
            </w:pPr>
          </w:p>
        </w:tc>
        <w:tc>
          <w:tcPr>
            <w:tcW w:w="1505" w:type="dxa"/>
            <w:tcBorders>
              <w:top w:val="double" w:sz="4" w:space="0" w:color="auto"/>
            </w:tcBorders>
          </w:tcPr>
          <w:p w14:paraId="0B0C24A4" w14:textId="77777777" w:rsidR="00664A11" w:rsidRPr="00F73937" w:rsidRDefault="00664A11" w:rsidP="00664A11">
            <w:pPr>
              <w:tabs>
                <w:tab w:val="decimal" w:pos="1224"/>
              </w:tabs>
              <w:spacing w:line="240" w:lineRule="atLeast"/>
              <w:ind w:left="258" w:right="-124"/>
            </w:pPr>
          </w:p>
        </w:tc>
      </w:tr>
      <w:tr w:rsidR="00CD143E" w:rsidRPr="00F73937" w14:paraId="54847ABD" w14:textId="77777777" w:rsidTr="0029532D">
        <w:trPr>
          <w:cantSplit/>
        </w:trPr>
        <w:tc>
          <w:tcPr>
            <w:tcW w:w="2880" w:type="dxa"/>
          </w:tcPr>
          <w:p w14:paraId="000C1094" w14:textId="77777777" w:rsidR="00CD143E" w:rsidRPr="00F73937" w:rsidRDefault="00CD143E" w:rsidP="00CD143E">
            <w:pPr>
              <w:spacing w:line="240" w:lineRule="atLeast"/>
              <w:ind w:left="340" w:right="-200" w:hanging="348"/>
              <w:rPr>
                <w:rFonts w:cstheme="minorBidi"/>
                <w:b/>
                <w:bCs/>
                <w:cs/>
              </w:rPr>
            </w:pPr>
            <w:r w:rsidRPr="00F73937">
              <w:rPr>
                <w:b/>
                <w:bCs/>
              </w:rPr>
              <w:t xml:space="preserve">Net </w:t>
            </w:r>
            <w:r w:rsidR="00DC751E" w:rsidRPr="00F73937">
              <w:rPr>
                <w:b/>
                <w:bCs/>
              </w:rPr>
              <w:t xml:space="preserve">gross </w:t>
            </w:r>
            <w:r w:rsidRPr="00F73937">
              <w:rPr>
                <w:b/>
                <w:bCs/>
              </w:rPr>
              <w:t xml:space="preserve">investment under </w:t>
            </w:r>
            <w:r w:rsidRPr="00F73937">
              <w:rPr>
                <w:b/>
                <w:bCs/>
              </w:rPr>
              <w:br/>
              <w:t>installment contracts</w:t>
            </w:r>
          </w:p>
        </w:tc>
        <w:tc>
          <w:tcPr>
            <w:tcW w:w="1350" w:type="dxa"/>
            <w:tcBorders>
              <w:top w:val="single" w:sz="6" w:space="0" w:color="auto"/>
              <w:bottom w:val="double" w:sz="4" w:space="0" w:color="auto"/>
            </w:tcBorders>
            <w:shd w:val="clear" w:color="auto" w:fill="auto"/>
            <w:vAlign w:val="bottom"/>
          </w:tcPr>
          <w:p w14:paraId="69E4BF2D" w14:textId="3EE883FB" w:rsidR="00CD143E" w:rsidRPr="00F73937" w:rsidRDefault="008708AD" w:rsidP="00CD143E">
            <w:pPr>
              <w:tabs>
                <w:tab w:val="decimal" w:pos="1060"/>
              </w:tabs>
              <w:spacing w:line="240" w:lineRule="auto"/>
              <w:ind w:right="-11"/>
              <w:rPr>
                <w:b/>
                <w:bCs/>
              </w:rPr>
            </w:pPr>
            <w:r w:rsidRPr="008708AD">
              <w:rPr>
                <w:b/>
                <w:bCs/>
              </w:rPr>
              <w:t>92,392</w:t>
            </w:r>
          </w:p>
        </w:tc>
        <w:tc>
          <w:tcPr>
            <w:tcW w:w="243" w:type="dxa"/>
          </w:tcPr>
          <w:p w14:paraId="07871125" w14:textId="77777777" w:rsidR="00CD143E" w:rsidRPr="00F73937" w:rsidRDefault="00CD143E" w:rsidP="00CD143E">
            <w:pPr>
              <w:tabs>
                <w:tab w:val="decimal" w:pos="1224"/>
              </w:tabs>
              <w:spacing w:line="240" w:lineRule="atLeast"/>
              <w:ind w:left="258" w:right="-124"/>
              <w:rPr>
                <w:b/>
                <w:bCs/>
              </w:rPr>
            </w:pPr>
          </w:p>
        </w:tc>
        <w:tc>
          <w:tcPr>
            <w:tcW w:w="1467" w:type="dxa"/>
          </w:tcPr>
          <w:p w14:paraId="63A979DA" w14:textId="77777777" w:rsidR="00CD143E" w:rsidRPr="00F73937" w:rsidRDefault="00CD143E" w:rsidP="00CD143E">
            <w:pPr>
              <w:tabs>
                <w:tab w:val="decimal" w:pos="1224"/>
              </w:tabs>
              <w:spacing w:line="240" w:lineRule="atLeast"/>
              <w:ind w:left="258" w:right="-124"/>
              <w:rPr>
                <w:b/>
                <w:bCs/>
              </w:rPr>
            </w:pPr>
          </w:p>
        </w:tc>
        <w:tc>
          <w:tcPr>
            <w:tcW w:w="236" w:type="dxa"/>
          </w:tcPr>
          <w:p w14:paraId="77B48FFC" w14:textId="77777777" w:rsidR="00CD143E" w:rsidRPr="00F73937" w:rsidRDefault="00CD143E" w:rsidP="00CD143E">
            <w:pPr>
              <w:tabs>
                <w:tab w:val="decimal" w:pos="1179"/>
              </w:tabs>
              <w:spacing w:line="240" w:lineRule="atLeast"/>
              <w:ind w:left="-108" w:right="-124"/>
              <w:rPr>
                <w:b/>
                <w:bCs/>
              </w:rPr>
            </w:pPr>
          </w:p>
        </w:tc>
        <w:tc>
          <w:tcPr>
            <w:tcW w:w="1294" w:type="dxa"/>
            <w:tcBorders>
              <w:top w:val="single" w:sz="6" w:space="0" w:color="auto"/>
              <w:bottom w:val="double" w:sz="4" w:space="0" w:color="auto"/>
            </w:tcBorders>
          </w:tcPr>
          <w:p w14:paraId="6504B70C" w14:textId="77777777" w:rsidR="00CD143E" w:rsidRPr="00F73937" w:rsidRDefault="00CD143E" w:rsidP="00CD143E">
            <w:pPr>
              <w:tabs>
                <w:tab w:val="decimal" w:pos="1080"/>
              </w:tabs>
              <w:spacing w:line="240" w:lineRule="auto"/>
              <w:ind w:right="-110"/>
            </w:pPr>
          </w:p>
          <w:p w14:paraId="00EF34FC" w14:textId="6D85E8F7" w:rsidR="00CD143E" w:rsidRPr="00F73937" w:rsidRDefault="003A1704" w:rsidP="00CD143E">
            <w:pPr>
              <w:tabs>
                <w:tab w:val="decimal" w:pos="1080"/>
              </w:tabs>
              <w:spacing w:line="240" w:lineRule="auto"/>
              <w:ind w:right="-110"/>
              <w:rPr>
                <w:b/>
                <w:bCs/>
              </w:rPr>
            </w:pPr>
            <w:r w:rsidRPr="00F73937">
              <w:rPr>
                <w:b/>
                <w:bCs/>
              </w:rPr>
              <w:t>117,979</w:t>
            </w:r>
          </w:p>
        </w:tc>
        <w:tc>
          <w:tcPr>
            <w:tcW w:w="236" w:type="dxa"/>
          </w:tcPr>
          <w:p w14:paraId="73D0510E" w14:textId="77777777" w:rsidR="00CD143E" w:rsidRPr="00F73937" w:rsidRDefault="00CD143E" w:rsidP="00CD143E">
            <w:pPr>
              <w:tabs>
                <w:tab w:val="decimal" w:pos="1224"/>
              </w:tabs>
              <w:spacing w:line="240" w:lineRule="atLeast"/>
              <w:ind w:left="258" w:right="-124"/>
              <w:rPr>
                <w:b/>
                <w:bCs/>
              </w:rPr>
            </w:pPr>
          </w:p>
        </w:tc>
        <w:tc>
          <w:tcPr>
            <w:tcW w:w="1505" w:type="dxa"/>
          </w:tcPr>
          <w:p w14:paraId="19C2780E" w14:textId="77777777" w:rsidR="00CD143E" w:rsidRPr="00F73937" w:rsidRDefault="00CD143E" w:rsidP="00CD143E">
            <w:pPr>
              <w:tabs>
                <w:tab w:val="decimal" w:pos="1224"/>
              </w:tabs>
              <w:spacing w:line="240" w:lineRule="atLeast"/>
              <w:ind w:left="258" w:right="-124"/>
              <w:rPr>
                <w:b/>
                <w:bCs/>
              </w:rPr>
            </w:pPr>
          </w:p>
        </w:tc>
      </w:tr>
    </w:tbl>
    <w:p w14:paraId="533D79A1" w14:textId="77777777" w:rsidR="0069568F" w:rsidRPr="00F73937" w:rsidRDefault="0069568F" w:rsidP="00171C07">
      <w:pPr>
        <w:pStyle w:val="block"/>
        <w:spacing w:after="0" w:line="240" w:lineRule="atLeast"/>
        <w:ind w:left="540"/>
        <w:jc w:val="both"/>
        <w:rPr>
          <w:rFonts w:cs="Angsana New"/>
          <w:i/>
          <w:iCs/>
          <w:lang w:val="en-US"/>
        </w:rPr>
      </w:pPr>
    </w:p>
    <w:p w14:paraId="796593B3" w14:textId="76CA8AD8" w:rsidR="00171C07" w:rsidRPr="00F73937" w:rsidRDefault="0019597C" w:rsidP="00171C07">
      <w:pPr>
        <w:pStyle w:val="block"/>
        <w:spacing w:after="0" w:line="240" w:lineRule="atLeast"/>
        <w:ind w:left="540"/>
        <w:jc w:val="both"/>
        <w:rPr>
          <w:rFonts w:cs="Angsana New"/>
          <w:i/>
          <w:iCs/>
          <w:lang w:val="en-US"/>
        </w:rPr>
      </w:pPr>
      <w:r w:rsidRPr="00F73937">
        <w:rPr>
          <w:rFonts w:cs="Angsana New"/>
          <w:i/>
          <w:iCs/>
          <w:lang w:val="en-US"/>
        </w:rPr>
        <w:t>Rescheduling</w:t>
      </w:r>
      <w:r w:rsidR="00171C07" w:rsidRPr="00F73937">
        <w:rPr>
          <w:rFonts w:cs="Angsana New"/>
          <w:i/>
          <w:iCs/>
          <w:lang w:val="en-US"/>
        </w:rPr>
        <w:t xml:space="preserve"> of </w:t>
      </w:r>
      <w:r w:rsidR="00171C07" w:rsidRPr="00B86979">
        <w:rPr>
          <w:rFonts w:cs="Angsana New"/>
          <w:i/>
          <w:iCs/>
          <w:lang w:val="en-US"/>
        </w:rPr>
        <w:t xml:space="preserve">installment </w:t>
      </w:r>
      <w:r w:rsidR="00E03647" w:rsidRPr="00B86979">
        <w:rPr>
          <w:rFonts w:cs="Angsana New"/>
          <w:i/>
          <w:iCs/>
          <w:lang w:val="en-US"/>
        </w:rPr>
        <w:t xml:space="preserve">accounts </w:t>
      </w:r>
      <w:r w:rsidR="00171C07" w:rsidRPr="00B86979">
        <w:rPr>
          <w:rFonts w:cs="Angsana New"/>
          <w:i/>
          <w:iCs/>
          <w:lang w:val="en-US"/>
        </w:rPr>
        <w:t>receivable</w:t>
      </w:r>
    </w:p>
    <w:p w14:paraId="48E04193" w14:textId="77777777" w:rsidR="00171C07" w:rsidRPr="00F73937" w:rsidRDefault="00171C07" w:rsidP="00171C07">
      <w:pPr>
        <w:pStyle w:val="block"/>
        <w:spacing w:after="0" w:line="240" w:lineRule="atLeast"/>
        <w:ind w:left="540"/>
        <w:jc w:val="both"/>
        <w:rPr>
          <w:cs/>
          <w:lang w:val="en-US"/>
        </w:rPr>
      </w:pPr>
    </w:p>
    <w:p w14:paraId="5E406E81" w14:textId="43DBBF33" w:rsidR="00171C07" w:rsidRPr="00EA6BFC" w:rsidRDefault="00171C07" w:rsidP="00171C07">
      <w:pPr>
        <w:pStyle w:val="block"/>
        <w:spacing w:after="0" w:line="240" w:lineRule="atLeast"/>
        <w:ind w:left="540"/>
        <w:jc w:val="both"/>
        <w:rPr>
          <w:rFonts w:cs="Angsana New"/>
          <w:lang w:val="en-US"/>
        </w:rPr>
      </w:pPr>
      <w:r w:rsidRPr="00EA6BFC">
        <w:rPr>
          <w:rFonts w:cs="Angsana New"/>
          <w:lang w:val="en-US"/>
        </w:rPr>
        <w:t xml:space="preserve">The financial statements for the </w:t>
      </w:r>
      <w:r w:rsidR="00D40FD8" w:rsidRPr="00EA6BFC">
        <w:rPr>
          <w:rFonts w:cs="Angsana New"/>
          <w:lang w:val="en-US"/>
        </w:rPr>
        <w:t>three</w:t>
      </w:r>
      <w:r w:rsidR="008055E7" w:rsidRPr="00EA6BFC">
        <w:rPr>
          <w:rFonts w:cs="Angsana New"/>
          <w:lang w:val="en-US"/>
        </w:rPr>
        <w:t>-month period ended 3</w:t>
      </w:r>
      <w:r w:rsidR="00A847A3" w:rsidRPr="00EA6BFC">
        <w:rPr>
          <w:rFonts w:cs="Angsana New"/>
          <w:lang w:val="en-US"/>
        </w:rPr>
        <w:t>1</w:t>
      </w:r>
      <w:r w:rsidR="008055E7" w:rsidRPr="00EA6BFC">
        <w:rPr>
          <w:rFonts w:cs="Angsana New"/>
          <w:lang w:val="en-US"/>
        </w:rPr>
        <w:t xml:space="preserve"> </w:t>
      </w:r>
      <w:r w:rsidR="00A847A3" w:rsidRPr="00EA6BFC">
        <w:rPr>
          <w:rFonts w:cs="Angsana New"/>
          <w:lang w:val="en-US"/>
        </w:rPr>
        <w:t>March</w:t>
      </w:r>
      <w:r w:rsidR="008055E7" w:rsidRPr="00EA6BFC">
        <w:rPr>
          <w:rFonts w:cs="Angsana New"/>
          <w:lang w:val="en-US"/>
        </w:rPr>
        <w:t xml:space="preserve"> 202</w:t>
      </w:r>
      <w:r w:rsidR="00A847A3" w:rsidRPr="00EA6BFC">
        <w:rPr>
          <w:rFonts w:cs="Angsana New"/>
          <w:lang w:val="en-US"/>
        </w:rPr>
        <w:t>2</w:t>
      </w:r>
      <w:r w:rsidR="008055E7" w:rsidRPr="00EA6BFC">
        <w:rPr>
          <w:rFonts w:cs="Angsana New"/>
          <w:lang w:val="en-US"/>
        </w:rPr>
        <w:t xml:space="preserve"> and 202</w:t>
      </w:r>
      <w:r w:rsidR="00A847A3" w:rsidRPr="00EA6BFC">
        <w:rPr>
          <w:rFonts w:cs="Angsana New"/>
          <w:lang w:val="en-US"/>
        </w:rPr>
        <w:t>1</w:t>
      </w:r>
      <w:r w:rsidRPr="00EA6BFC">
        <w:rPr>
          <w:rFonts w:cs="Angsana New"/>
          <w:lang w:val="en-US"/>
        </w:rPr>
        <w:t xml:space="preserve"> include</w:t>
      </w:r>
      <w:r w:rsidR="00226E8E" w:rsidRPr="00EA6BFC">
        <w:rPr>
          <w:rFonts w:cs="Angsana New"/>
          <w:lang w:val="en-US"/>
        </w:rPr>
        <w:t>d</w:t>
      </w:r>
      <w:r w:rsidRPr="00EA6BFC">
        <w:rPr>
          <w:rFonts w:cs="Angsana New"/>
          <w:lang w:val="en-US"/>
        </w:rPr>
        <w:t xml:space="preserve"> </w:t>
      </w:r>
      <w:r w:rsidR="00EA6BFC">
        <w:rPr>
          <w:rFonts w:cs="Angsana New"/>
          <w:lang w:val="en-US"/>
        </w:rPr>
        <w:t xml:space="preserve">                   </w:t>
      </w:r>
      <w:r w:rsidRPr="00EA6BFC">
        <w:rPr>
          <w:rFonts w:cs="Angsana New"/>
          <w:lang w:val="en-US"/>
        </w:rPr>
        <w:t xml:space="preserve">the following changes </w:t>
      </w:r>
      <w:r w:rsidR="0019597C" w:rsidRPr="00EA6BFC">
        <w:rPr>
          <w:rFonts w:cs="Angsana New"/>
          <w:lang w:val="en-US"/>
        </w:rPr>
        <w:t>of rescheduling of installment accounts receivable as follows</w:t>
      </w:r>
      <w:r w:rsidRPr="00EA6BFC">
        <w:rPr>
          <w:rFonts w:cs="Angsana New"/>
          <w:lang w:val="en-US"/>
        </w:rPr>
        <w:t>:</w:t>
      </w:r>
    </w:p>
    <w:p w14:paraId="4A93F267" w14:textId="70676734" w:rsidR="00171C07" w:rsidRPr="00F73937" w:rsidRDefault="00171C07" w:rsidP="00A67D6A">
      <w:pPr>
        <w:pStyle w:val="block"/>
        <w:spacing w:after="0" w:line="240" w:lineRule="atLeast"/>
        <w:ind w:left="540"/>
        <w:jc w:val="both"/>
        <w:rPr>
          <w:rFonts w:cstheme="minorBidi"/>
          <w:lang w:val="en-US"/>
        </w:rPr>
      </w:pPr>
    </w:p>
    <w:tbl>
      <w:tblPr>
        <w:tblW w:w="9180" w:type="dxa"/>
        <w:tblInd w:w="450" w:type="dxa"/>
        <w:tblLayout w:type="fixed"/>
        <w:tblLook w:val="0000" w:firstRow="0" w:lastRow="0" w:firstColumn="0" w:lastColumn="0" w:noHBand="0" w:noVBand="0"/>
      </w:tblPr>
      <w:tblGrid>
        <w:gridCol w:w="5490"/>
        <w:gridCol w:w="1709"/>
        <w:gridCol w:w="237"/>
        <w:gridCol w:w="1744"/>
      </w:tblGrid>
      <w:tr w:rsidR="008055E7" w:rsidRPr="00F73937" w14:paraId="53C2BFA4" w14:textId="77777777" w:rsidTr="00957922">
        <w:trPr>
          <w:trHeight w:val="255"/>
        </w:trPr>
        <w:tc>
          <w:tcPr>
            <w:tcW w:w="2990" w:type="pct"/>
          </w:tcPr>
          <w:p w14:paraId="48D24385" w14:textId="77777777" w:rsidR="008055E7" w:rsidRPr="00F73937" w:rsidRDefault="008055E7" w:rsidP="00304FD1">
            <w:pPr>
              <w:spacing w:line="240" w:lineRule="atLeast"/>
              <w:ind w:right="-138"/>
              <w:rPr>
                <w:b/>
                <w:bCs/>
              </w:rPr>
            </w:pPr>
          </w:p>
        </w:tc>
        <w:tc>
          <w:tcPr>
            <w:tcW w:w="2010" w:type="pct"/>
            <w:gridSpan w:val="3"/>
          </w:tcPr>
          <w:p w14:paraId="45752048" w14:textId="77777777" w:rsidR="008055E7" w:rsidRPr="00F73937" w:rsidRDefault="008055E7" w:rsidP="00304FD1">
            <w:pPr>
              <w:pStyle w:val="BodyText"/>
              <w:spacing w:after="0" w:line="240" w:lineRule="atLeast"/>
              <w:ind w:left="-108" w:right="-110"/>
              <w:jc w:val="center"/>
              <w:rPr>
                <w:b/>
                <w:bCs/>
                <w:lang w:val="en-GB"/>
              </w:rPr>
            </w:pPr>
            <w:r w:rsidRPr="00F73937">
              <w:rPr>
                <w:b/>
                <w:bCs/>
                <w:lang w:val="en-GB"/>
              </w:rPr>
              <w:t>Consolidated financial statements/</w:t>
            </w:r>
          </w:p>
          <w:p w14:paraId="39643144" w14:textId="77777777" w:rsidR="008055E7" w:rsidRPr="00F73937" w:rsidRDefault="008055E7" w:rsidP="00304FD1">
            <w:pPr>
              <w:pStyle w:val="BodyText"/>
              <w:spacing w:after="0" w:line="240" w:lineRule="atLeast"/>
              <w:ind w:left="-108" w:right="-110"/>
              <w:jc w:val="center"/>
              <w:rPr>
                <w:lang w:val="en-GB"/>
              </w:rPr>
            </w:pPr>
            <w:r w:rsidRPr="00F73937">
              <w:rPr>
                <w:b/>
                <w:bCs/>
                <w:lang w:val="en-GB"/>
              </w:rPr>
              <w:t>Separate financial statements</w:t>
            </w:r>
          </w:p>
        </w:tc>
      </w:tr>
      <w:tr w:rsidR="008055E7" w:rsidRPr="00F73937" w14:paraId="40D918C8" w14:textId="77777777" w:rsidTr="00957922">
        <w:trPr>
          <w:trHeight w:val="255"/>
        </w:trPr>
        <w:tc>
          <w:tcPr>
            <w:tcW w:w="2990" w:type="pct"/>
          </w:tcPr>
          <w:p w14:paraId="713ECA6C" w14:textId="77777777" w:rsidR="008055E7" w:rsidRPr="00F73937" w:rsidRDefault="008055E7" w:rsidP="00304FD1">
            <w:pPr>
              <w:pStyle w:val="BodyText"/>
              <w:spacing w:after="0" w:line="240" w:lineRule="atLeast"/>
              <w:ind w:right="-138"/>
              <w:jc w:val="both"/>
              <w:rPr>
                <w:b/>
                <w:bCs/>
                <w:lang w:val="en-GB"/>
              </w:rPr>
            </w:pPr>
          </w:p>
        </w:tc>
        <w:tc>
          <w:tcPr>
            <w:tcW w:w="2010" w:type="pct"/>
            <w:gridSpan w:val="3"/>
            <w:vAlign w:val="bottom"/>
          </w:tcPr>
          <w:p w14:paraId="10E874E4" w14:textId="305BD6B8" w:rsidR="008055E7" w:rsidRPr="00F73937" w:rsidRDefault="00D40FD8" w:rsidP="00D40FD8">
            <w:pPr>
              <w:pStyle w:val="acctmergecolhdg"/>
              <w:spacing w:line="240" w:lineRule="atLeast"/>
              <w:ind w:left="-110"/>
              <w:rPr>
                <w:b w:val="0"/>
                <w:bCs/>
              </w:rPr>
            </w:pPr>
            <w:r w:rsidRPr="00F73937">
              <w:rPr>
                <w:b w:val="0"/>
                <w:bCs/>
              </w:rPr>
              <w:t>Three</w:t>
            </w:r>
            <w:r w:rsidR="008055E7" w:rsidRPr="00F73937">
              <w:rPr>
                <w:b w:val="0"/>
                <w:bCs/>
              </w:rPr>
              <w:t xml:space="preserve">-month period ended </w:t>
            </w:r>
            <w:r w:rsidR="001E34E2" w:rsidRPr="00F73937">
              <w:rPr>
                <w:b w:val="0"/>
                <w:bCs/>
              </w:rPr>
              <w:t>31 March</w:t>
            </w:r>
          </w:p>
        </w:tc>
      </w:tr>
      <w:tr w:rsidR="008055E7" w:rsidRPr="00F73937" w14:paraId="7ACEC725" w14:textId="77777777" w:rsidTr="00957922">
        <w:trPr>
          <w:trHeight w:val="255"/>
        </w:trPr>
        <w:tc>
          <w:tcPr>
            <w:tcW w:w="2990" w:type="pct"/>
          </w:tcPr>
          <w:p w14:paraId="63989535" w14:textId="77777777" w:rsidR="008055E7" w:rsidRPr="00F73937" w:rsidRDefault="008055E7" w:rsidP="00304FD1">
            <w:pPr>
              <w:pStyle w:val="BodyText"/>
              <w:spacing w:after="0" w:line="240" w:lineRule="atLeast"/>
              <w:ind w:right="-138"/>
              <w:jc w:val="both"/>
              <w:rPr>
                <w:b/>
                <w:bCs/>
                <w:lang w:val="en-GB"/>
              </w:rPr>
            </w:pPr>
          </w:p>
        </w:tc>
        <w:tc>
          <w:tcPr>
            <w:tcW w:w="931" w:type="pct"/>
            <w:vAlign w:val="bottom"/>
          </w:tcPr>
          <w:p w14:paraId="6FA10950" w14:textId="7C6299DF" w:rsidR="008055E7" w:rsidRPr="00F73937" w:rsidRDefault="008055E7" w:rsidP="00304FD1">
            <w:pPr>
              <w:pStyle w:val="acctmergecolhdg"/>
              <w:spacing w:line="240" w:lineRule="atLeast"/>
              <w:rPr>
                <w:b w:val="0"/>
                <w:bCs/>
              </w:rPr>
            </w:pPr>
            <w:r w:rsidRPr="00F73937">
              <w:rPr>
                <w:b w:val="0"/>
                <w:bCs/>
              </w:rPr>
              <w:t>202</w:t>
            </w:r>
            <w:r w:rsidR="001E34E2" w:rsidRPr="00F73937">
              <w:rPr>
                <w:b w:val="0"/>
                <w:bCs/>
              </w:rPr>
              <w:t>2</w:t>
            </w:r>
          </w:p>
        </w:tc>
        <w:tc>
          <w:tcPr>
            <w:tcW w:w="129" w:type="pct"/>
            <w:vAlign w:val="bottom"/>
          </w:tcPr>
          <w:p w14:paraId="0FEF33F5" w14:textId="77777777" w:rsidR="008055E7" w:rsidRPr="00F73937" w:rsidRDefault="008055E7" w:rsidP="00304FD1">
            <w:pPr>
              <w:pStyle w:val="acctmergecolhdg"/>
              <w:spacing w:line="240" w:lineRule="atLeast"/>
              <w:rPr>
                <w:b w:val="0"/>
                <w:bCs/>
              </w:rPr>
            </w:pPr>
          </w:p>
        </w:tc>
        <w:tc>
          <w:tcPr>
            <w:tcW w:w="950" w:type="pct"/>
            <w:vAlign w:val="bottom"/>
          </w:tcPr>
          <w:p w14:paraId="66A8F513" w14:textId="77D1AB24" w:rsidR="008055E7" w:rsidRPr="00F73937" w:rsidRDefault="008055E7" w:rsidP="00304FD1">
            <w:pPr>
              <w:pStyle w:val="acctmergecolhdg"/>
              <w:spacing w:line="240" w:lineRule="atLeast"/>
              <w:rPr>
                <w:b w:val="0"/>
                <w:bCs/>
              </w:rPr>
            </w:pPr>
            <w:r w:rsidRPr="00F73937">
              <w:rPr>
                <w:b w:val="0"/>
                <w:bCs/>
              </w:rPr>
              <w:t>202</w:t>
            </w:r>
            <w:r w:rsidR="001E34E2" w:rsidRPr="00F73937">
              <w:rPr>
                <w:b w:val="0"/>
                <w:bCs/>
              </w:rPr>
              <w:t>1</w:t>
            </w:r>
          </w:p>
        </w:tc>
      </w:tr>
      <w:tr w:rsidR="008055E7" w:rsidRPr="00F73937" w14:paraId="1C7532B3" w14:textId="77777777" w:rsidTr="00957922">
        <w:trPr>
          <w:trHeight w:val="255"/>
        </w:trPr>
        <w:tc>
          <w:tcPr>
            <w:tcW w:w="2990" w:type="pct"/>
          </w:tcPr>
          <w:p w14:paraId="69BAD033" w14:textId="77777777" w:rsidR="008055E7" w:rsidRPr="00F73937" w:rsidRDefault="008055E7" w:rsidP="00304FD1">
            <w:pPr>
              <w:pStyle w:val="BodyText"/>
              <w:spacing w:after="0" w:line="240" w:lineRule="atLeast"/>
              <w:ind w:right="-138"/>
              <w:jc w:val="both"/>
              <w:rPr>
                <w:b/>
                <w:bCs/>
                <w:lang w:val="en-GB"/>
              </w:rPr>
            </w:pPr>
          </w:p>
        </w:tc>
        <w:tc>
          <w:tcPr>
            <w:tcW w:w="2010" w:type="pct"/>
            <w:gridSpan w:val="3"/>
            <w:vAlign w:val="bottom"/>
          </w:tcPr>
          <w:p w14:paraId="3ED214D0" w14:textId="77777777" w:rsidR="008055E7" w:rsidRPr="00F73937" w:rsidRDefault="008055E7" w:rsidP="00304FD1">
            <w:pPr>
              <w:pStyle w:val="acctmergecolhdg"/>
              <w:spacing w:line="240" w:lineRule="atLeast"/>
              <w:rPr>
                <w:b w:val="0"/>
                <w:bCs/>
                <w:i/>
                <w:iCs/>
              </w:rPr>
            </w:pPr>
            <w:r w:rsidRPr="00F73937">
              <w:rPr>
                <w:b w:val="0"/>
                <w:bCs/>
                <w:i/>
                <w:iCs/>
              </w:rPr>
              <w:t>(in thousand Baht)</w:t>
            </w:r>
          </w:p>
        </w:tc>
      </w:tr>
      <w:tr w:rsidR="007679E5" w:rsidRPr="00F73937" w14:paraId="47DE7481" w14:textId="77777777" w:rsidTr="00957922">
        <w:trPr>
          <w:trHeight w:val="255"/>
        </w:trPr>
        <w:tc>
          <w:tcPr>
            <w:tcW w:w="2990" w:type="pct"/>
          </w:tcPr>
          <w:p w14:paraId="5726CD46" w14:textId="77777777" w:rsidR="007679E5" w:rsidRPr="00F73937" w:rsidRDefault="007679E5" w:rsidP="007679E5">
            <w:pPr>
              <w:spacing w:line="240" w:lineRule="atLeast"/>
            </w:pPr>
            <w:r w:rsidRPr="00F73937">
              <w:t>Rescheduled installment accounts receivable</w:t>
            </w:r>
          </w:p>
          <w:p w14:paraId="069DE4E1" w14:textId="77777777" w:rsidR="007679E5" w:rsidRPr="00F73937" w:rsidRDefault="007679E5" w:rsidP="007679E5">
            <w:pPr>
              <w:spacing w:line="240" w:lineRule="atLeast"/>
            </w:pPr>
            <w:r w:rsidRPr="00F73937">
              <w:t xml:space="preserve">   net of unearned interest income</w:t>
            </w:r>
          </w:p>
        </w:tc>
        <w:tc>
          <w:tcPr>
            <w:tcW w:w="931" w:type="pct"/>
          </w:tcPr>
          <w:p w14:paraId="7262352C" w14:textId="77777777" w:rsidR="007679E5" w:rsidRPr="00F73937" w:rsidRDefault="007679E5" w:rsidP="007679E5">
            <w:pPr>
              <w:pStyle w:val="BodyText"/>
              <w:tabs>
                <w:tab w:val="left" w:pos="720"/>
              </w:tabs>
              <w:spacing w:after="0" w:line="240" w:lineRule="auto"/>
              <w:ind w:right="57"/>
              <w:jc w:val="right"/>
              <w:rPr>
                <w:lang w:val="en-US"/>
              </w:rPr>
            </w:pPr>
          </w:p>
        </w:tc>
        <w:tc>
          <w:tcPr>
            <w:tcW w:w="129" w:type="pct"/>
            <w:vAlign w:val="bottom"/>
          </w:tcPr>
          <w:p w14:paraId="3C9EC3FC" w14:textId="77777777" w:rsidR="007679E5" w:rsidRPr="00F73937" w:rsidRDefault="007679E5" w:rsidP="007679E5">
            <w:pPr>
              <w:pStyle w:val="BodyText"/>
              <w:tabs>
                <w:tab w:val="left" w:pos="720"/>
              </w:tabs>
              <w:spacing w:after="0" w:line="240" w:lineRule="auto"/>
              <w:ind w:right="57"/>
              <w:jc w:val="right"/>
            </w:pPr>
          </w:p>
        </w:tc>
        <w:tc>
          <w:tcPr>
            <w:tcW w:w="950" w:type="pct"/>
          </w:tcPr>
          <w:p w14:paraId="31D15CB6" w14:textId="77777777" w:rsidR="007679E5" w:rsidRPr="00F73937" w:rsidRDefault="007679E5" w:rsidP="007679E5">
            <w:pPr>
              <w:pStyle w:val="BodyText"/>
              <w:tabs>
                <w:tab w:val="left" w:pos="720"/>
              </w:tabs>
              <w:spacing w:after="0" w:line="240" w:lineRule="auto"/>
              <w:ind w:right="57"/>
              <w:jc w:val="right"/>
            </w:pPr>
          </w:p>
        </w:tc>
      </w:tr>
      <w:tr w:rsidR="00EB2B63" w:rsidRPr="00F73937" w14:paraId="25AC84FA" w14:textId="77777777" w:rsidTr="00957922">
        <w:trPr>
          <w:trHeight w:val="255"/>
        </w:trPr>
        <w:tc>
          <w:tcPr>
            <w:tcW w:w="2990" w:type="pct"/>
          </w:tcPr>
          <w:p w14:paraId="3C285028" w14:textId="77777777" w:rsidR="00EB2B63" w:rsidRPr="00F73937" w:rsidRDefault="00EB2B63" w:rsidP="00EB2B63">
            <w:pPr>
              <w:spacing w:line="240" w:lineRule="atLeast"/>
            </w:pPr>
            <w:r w:rsidRPr="00F73937">
              <w:t xml:space="preserve">   Before rescheduling</w:t>
            </w:r>
          </w:p>
        </w:tc>
        <w:tc>
          <w:tcPr>
            <w:tcW w:w="931" w:type="pct"/>
          </w:tcPr>
          <w:p w14:paraId="7197D975" w14:textId="05784278" w:rsidR="00EB2B63" w:rsidRPr="00F73937" w:rsidRDefault="00EB2B63" w:rsidP="00EB2B63">
            <w:pPr>
              <w:pStyle w:val="BodyText"/>
              <w:tabs>
                <w:tab w:val="left" w:pos="720"/>
              </w:tabs>
              <w:spacing w:after="0" w:line="240" w:lineRule="auto"/>
              <w:ind w:right="70"/>
              <w:jc w:val="right"/>
              <w:rPr>
                <w:rFonts w:cs="Angsana New"/>
                <w:lang w:val="en-US"/>
              </w:rPr>
            </w:pPr>
            <w:r w:rsidRPr="002E544C">
              <w:t>6,442</w:t>
            </w:r>
          </w:p>
        </w:tc>
        <w:tc>
          <w:tcPr>
            <w:tcW w:w="129" w:type="pct"/>
            <w:vAlign w:val="bottom"/>
          </w:tcPr>
          <w:p w14:paraId="697E4FEB" w14:textId="77777777" w:rsidR="00EB2B63" w:rsidRPr="00F73937" w:rsidRDefault="00EB2B63" w:rsidP="00EB2B63">
            <w:pPr>
              <w:pStyle w:val="BodyText"/>
              <w:tabs>
                <w:tab w:val="left" w:pos="720"/>
              </w:tabs>
              <w:spacing w:after="0" w:line="240" w:lineRule="auto"/>
              <w:ind w:right="57"/>
              <w:jc w:val="right"/>
            </w:pPr>
          </w:p>
        </w:tc>
        <w:tc>
          <w:tcPr>
            <w:tcW w:w="950" w:type="pct"/>
          </w:tcPr>
          <w:p w14:paraId="2DCCD24C" w14:textId="2D5763A4" w:rsidR="00EB2B63" w:rsidRPr="00F73937" w:rsidRDefault="00EB2B63" w:rsidP="00EB2B63">
            <w:pPr>
              <w:pStyle w:val="BodyText"/>
              <w:tabs>
                <w:tab w:val="left" w:pos="720"/>
              </w:tabs>
              <w:spacing w:after="0" w:line="240" w:lineRule="auto"/>
              <w:ind w:right="70"/>
              <w:jc w:val="right"/>
            </w:pPr>
            <w:r w:rsidRPr="00F73937">
              <w:t>9,640</w:t>
            </w:r>
          </w:p>
        </w:tc>
      </w:tr>
      <w:tr w:rsidR="00EB2B63" w:rsidRPr="00F73937" w14:paraId="5F892EB5" w14:textId="77777777" w:rsidTr="00957922">
        <w:trPr>
          <w:trHeight w:val="255"/>
        </w:trPr>
        <w:tc>
          <w:tcPr>
            <w:tcW w:w="2990" w:type="pct"/>
          </w:tcPr>
          <w:p w14:paraId="66763CB7" w14:textId="77777777" w:rsidR="00EB2B63" w:rsidRPr="00F73937" w:rsidRDefault="00EB2B63" w:rsidP="00EB2B63">
            <w:pPr>
              <w:spacing w:line="240" w:lineRule="atLeast"/>
            </w:pPr>
            <w:r w:rsidRPr="00F73937">
              <w:t xml:space="preserve">   After rescheduling</w:t>
            </w:r>
          </w:p>
        </w:tc>
        <w:tc>
          <w:tcPr>
            <w:tcW w:w="931" w:type="pct"/>
          </w:tcPr>
          <w:p w14:paraId="610426C6" w14:textId="719AABB0" w:rsidR="00EB2B63" w:rsidRPr="00F73937" w:rsidRDefault="00EB2B63" w:rsidP="00EB2B63">
            <w:pPr>
              <w:pStyle w:val="BodyText"/>
              <w:tabs>
                <w:tab w:val="left" w:pos="720"/>
              </w:tabs>
              <w:spacing w:after="0" w:line="240" w:lineRule="auto"/>
              <w:ind w:right="70"/>
              <w:jc w:val="right"/>
            </w:pPr>
            <w:r w:rsidRPr="002E544C">
              <w:t>6,558</w:t>
            </w:r>
          </w:p>
        </w:tc>
        <w:tc>
          <w:tcPr>
            <w:tcW w:w="129" w:type="pct"/>
            <w:vAlign w:val="bottom"/>
          </w:tcPr>
          <w:p w14:paraId="77506227" w14:textId="77777777" w:rsidR="00EB2B63" w:rsidRPr="00F73937" w:rsidRDefault="00EB2B63" w:rsidP="00EB2B63">
            <w:pPr>
              <w:pStyle w:val="BodyText"/>
              <w:tabs>
                <w:tab w:val="left" w:pos="720"/>
              </w:tabs>
              <w:spacing w:after="0" w:line="240" w:lineRule="auto"/>
              <w:ind w:right="57"/>
              <w:jc w:val="right"/>
            </w:pPr>
          </w:p>
        </w:tc>
        <w:tc>
          <w:tcPr>
            <w:tcW w:w="950" w:type="pct"/>
          </w:tcPr>
          <w:p w14:paraId="61D26568" w14:textId="0C964600" w:rsidR="00EB2B63" w:rsidRPr="00F73937" w:rsidRDefault="00EB2B63" w:rsidP="00EB2B63">
            <w:pPr>
              <w:pStyle w:val="BodyText"/>
              <w:tabs>
                <w:tab w:val="left" w:pos="720"/>
              </w:tabs>
              <w:spacing w:after="0" w:line="240" w:lineRule="auto"/>
              <w:ind w:right="70"/>
              <w:jc w:val="right"/>
            </w:pPr>
            <w:r w:rsidRPr="00F73937">
              <w:t>9,779</w:t>
            </w:r>
          </w:p>
        </w:tc>
      </w:tr>
    </w:tbl>
    <w:p w14:paraId="0E680D48" w14:textId="77777777" w:rsidR="008055E7" w:rsidRPr="00F73937" w:rsidRDefault="008055E7" w:rsidP="008055E7">
      <w:pPr>
        <w:pStyle w:val="block"/>
        <w:spacing w:after="0" w:line="240" w:lineRule="atLeast"/>
        <w:ind w:left="0"/>
        <w:jc w:val="both"/>
        <w:rPr>
          <w:rFonts w:cstheme="minorBidi"/>
          <w:lang w:val="en-US"/>
        </w:rPr>
      </w:pPr>
    </w:p>
    <w:p w14:paraId="7FCF1C92" w14:textId="00FD579F" w:rsidR="00171C07" w:rsidRDefault="00C30DAA" w:rsidP="004F0EDC">
      <w:pPr>
        <w:pStyle w:val="block"/>
        <w:spacing w:after="0" w:line="240" w:lineRule="atLeast"/>
        <w:ind w:left="540"/>
        <w:jc w:val="both"/>
        <w:rPr>
          <w:rFonts w:cs="Angsana New"/>
          <w:lang w:val="en-US"/>
        </w:rPr>
      </w:pPr>
      <w:r w:rsidRPr="0032777B">
        <w:rPr>
          <w:rFonts w:cs="Angsana New"/>
          <w:spacing w:val="-6"/>
          <w:lang w:val="en-US"/>
        </w:rPr>
        <w:t>The i</w:t>
      </w:r>
      <w:r w:rsidR="00171C07" w:rsidRPr="0032777B">
        <w:rPr>
          <w:rFonts w:cs="Angsana New"/>
          <w:spacing w:val="-6"/>
          <w:lang w:val="en-US"/>
        </w:rPr>
        <w:t xml:space="preserve">nterest income from </w:t>
      </w:r>
      <w:r w:rsidR="00C038F6" w:rsidRPr="0032777B">
        <w:rPr>
          <w:rFonts w:cs="Angsana New"/>
          <w:spacing w:val="-6"/>
          <w:lang w:val="en-US"/>
        </w:rPr>
        <w:t>rescheduling</w:t>
      </w:r>
      <w:r w:rsidR="00171C07" w:rsidRPr="0032777B">
        <w:rPr>
          <w:rFonts w:cs="Angsana New"/>
          <w:spacing w:val="-6"/>
          <w:lang w:val="en-US"/>
        </w:rPr>
        <w:t xml:space="preserve"> of installment </w:t>
      </w:r>
      <w:r w:rsidR="00C038F6" w:rsidRPr="0032777B">
        <w:rPr>
          <w:rFonts w:cs="Angsana New"/>
          <w:spacing w:val="-6"/>
          <w:lang w:val="en-US"/>
        </w:rPr>
        <w:t xml:space="preserve">accounts </w:t>
      </w:r>
      <w:r w:rsidRPr="0032777B">
        <w:rPr>
          <w:rFonts w:cs="Angsana New"/>
          <w:spacing w:val="-6"/>
          <w:lang w:val="en-US"/>
        </w:rPr>
        <w:t>receivable</w:t>
      </w:r>
      <w:r w:rsidR="00C038F6" w:rsidRPr="0032777B">
        <w:rPr>
          <w:rFonts w:cs="Angsana New"/>
          <w:spacing w:val="-6"/>
          <w:lang w:val="en-US"/>
        </w:rPr>
        <w:t xml:space="preserve"> was recognised</w:t>
      </w:r>
      <w:r w:rsidRPr="0032777B">
        <w:rPr>
          <w:rFonts w:cs="Angsana New"/>
          <w:spacing w:val="-6"/>
          <w:lang w:val="en-US"/>
        </w:rPr>
        <w:t xml:space="preserve"> for</w:t>
      </w:r>
      <w:r w:rsidR="00171C07" w:rsidRPr="0032777B">
        <w:rPr>
          <w:rFonts w:cs="Angsana New"/>
          <w:spacing w:val="-6"/>
          <w:lang w:val="en-US"/>
        </w:rPr>
        <w:t xml:space="preserve"> the </w:t>
      </w:r>
      <w:r w:rsidR="00D40FD8" w:rsidRPr="0032777B">
        <w:rPr>
          <w:rFonts w:cs="Angsana New"/>
          <w:spacing w:val="-6"/>
          <w:lang w:val="en-US"/>
        </w:rPr>
        <w:t>three</w:t>
      </w:r>
      <w:r w:rsidR="008055E7" w:rsidRPr="0032777B">
        <w:rPr>
          <w:rFonts w:cs="Angsana New"/>
          <w:spacing w:val="-6"/>
          <w:lang w:val="en-US"/>
        </w:rPr>
        <w:t>-month</w:t>
      </w:r>
      <w:r w:rsidR="008055E7" w:rsidRPr="00F73937">
        <w:rPr>
          <w:rFonts w:cs="Angsana New"/>
          <w:lang w:val="en-US"/>
        </w:rPr>
        <w:t xml:space="preserve"> </w:t>
      </w:r>
      <w:r w:rsidR="00DE5B45" w:rsidRPr="00F73937">
        <w:rPr>
          <w:rFonts w:cs="Angsana New"/>
          <w:lang w:val="en-US"/>
        </w:rPr>
        <w:t xml:space="preserve">period </w:t>
      </w:r>
      <w:r w:rsidR="00171C07" w:rsidRPr="00F73937">
        <w:rPr>
          <w:rFonts w:cs="Angsana New"/>
          <w:lang w:val="en-US"/>
        </w:rPr>
        <w:t xml:space="preserve">ended </w:t>
      </w:r>
      <w:r w:rsidR="008055E7" w:rsidRPr="00F73937">
        <w:rPr>
          <w:rFonts w:cs="Angsana New"/>
          <w:lang w:val="en-US"/>
        </w:rPr>
        <w:t>3</w:t>
      </w:r>
      <w:r w:rsidR="0097636F" w:rsidRPr="00F73937">
        <w:rPr>
          <w:rFonts w:cs="Angsana New"/>
          <w:lang w:val="en-US"/>
        </w:rPr>
        <w:t>1</w:t>
      </w:r>
      <w:r w:rsidR="008055E7" w:rsidRPr="00F73937">
        <w:rPr>
          <w:rFonts w:cs="Angsana New"/>
          <w:lang w:val="en-US"/>
        </w:rPr>
        <w:t xml:space="preserve"> </w:t>
      </w:r>
      <w:r w:rsidR="0097636F" w:rsidRPr="00F73937">
        <w:rPr>
          <w:rFonts w:cs="Angsana New"/>
          <w:lang w:val="en-US"/>
        </w:rPr>
        <w:t>March</w:t>
      </w:r>
      <w:r w:rsidR="008055E7" w:rsidRPr="00F73937">
        <w:rPr>
          <w:rFonts w:cs="Angsana New"/>
          <w:lang w:val="en-US"/>
        </w:rPr>
        <w:t xml:space="preserve"> </w:t>
      </w:r>
      <w:r w:rsidR="00DE5B45" w:rsidRPr="00F73937">
        <w:rPr>
          <w:rFonts w:cs="Angsana New"/>
          <w:lang w:val="en-US"/>
        </w:rPr>
        <w:t>202</w:t>
      </w:r>
      <w:r w:rsidR="0097636F" w:rsidRPr="00F73937">
        <w:rPr>
          <w:rFonts w:cs="Angsana New"/>
          <w:lang w:val="en-US"/>
        </w:rPr>
        <w:t>2</w:t>
      </w:r>
      <w:r w:rsidR="00EC3784" w:rsidRPr="00F73937">
        <w:rPr>
          <w:rFonts w:cs="Angsana New"/>
          <w:lang w:val="en-US"/>
        </w:rPr>
        <w:t xml:space="preserve"> </w:t>
      </w:r>
      <w:r w:rsidRPr="00B83655">
        <w:rPr>
          <w:rFonts w:cs="Angsana New"/>
          <w:lang w:val="en-US"/>
        </w:rPr>
        <w:t>amounting</w:t>
      </w:r>
      <w:r w:rsidR="00334949" w:rsidRPr="00B83655">
        <w:rPr>
          <w:rFonts w:cs="Angsana New"/>
          <w:lang w:val="en-US"/>
        </w:rPr>
        <w:t xml:space="preserve"> to</w:t>
      </w:r>
      <w:r w:rsidRPr="00B83655">
        <w:rPr>
          <w:rFonts w:cs="Angsana New"/>
          <w:lang w:val="en-US"/>
        </w:rPr>
        <w:t xml:space="preserve"> Baht</w:t>
      </w:r>
      <w:r w:rsidR="00885F5F" w:rsidRPr="00B83655">
        <w:rPr>
          <w:rFonts w:cs="Angsana New" w:hint="cs"/>
          <w:cs/>
          <w:lang w:val="en-US"/>
        </w:rPr>
        <w:t xml:space="preserve"> </w:t>
      </w:r>
      <w:r w:rsidR="008937DA" w:rsidRPr="00B83655">
        <w:rPr>
          <w:rFonts w:cs="Angsana New"/>
          <w:lang w:val="en-US"/>
        </w:rPr>
        <w:t>4.57</w:t>
      </w:r>
      <w:r w:rsidRPr="00B83655">
        <w:rPr>
          <w:rFonts w:cs="Angsana New"/>
          <w:lang w:val="en-US"/>
        </w:rPr>
        <w:t xml:space="preserve"> million</w:t>
      </w:r>
      <w:r w:rsidR="008055E7" w:rsidRPr="00F73937">
        <w:rPr>
          <w:rFonts w:cs="Angsana New"/>
          <w:lang w:val="en-US"/>
        </w:rPr>
        <w:t xml:space="preserve"> </w:t>
      </w:r>
      <w:r w:rsidRPr="00F73937">
        <w:rPr>
          <w:rFonts w:cs="Angsana New"/>
          <w:i/>
          <w:iCs/>
          <w:lang w:val="en-US"/>
        </w:rPr>
        <w:t>(</w:t>
      </w:r>
      <w:r w:rsidRPr="00892D64">
        <w:rPr>
          <w:rFonts w:cs="Angsana New"/>
          <w:i/>
          <w:iCs/>
          <w:lang w:val="en-US"/>
        </w:rPr>
        <w:t>20</w:t>
      </w:r>
      <w:r w:rsidR="00116419" w:rsidRPr="00892D64">
        <w:rPr>
          <w:rFonts w:cs="Angsana New"/>
          <w:i/>
          <w:iCs/>
          <w:lang w:val="en-US"/>
        </w:rPr>
        <w:t>2</w:t>
      </w:r>
      <w:r w:rsidR="001411E0" w:rsidRPr="00892D64">
        <w:rPr>
          <w:rFonts w:cs="Angsana New"/>
          <w:i/>
          <w:iCs/>
          <w:lang w:val="en-US"/>
        </w:rPr>
        <w:t>1</w:t>
      </w:r>
      <w:r w:rsidRPr="00892D64">
        <w:rPr>
          <w:rFonts w:cs="Angsana New"/>
          <w:i/>
          <w:iCs/>
          <w:lang w:val="en-US"/>
        </w:rPr>
        <w:t>:</w:t>
      </w:r>
      <w:r w:rsidR="00D46FE2" w:rsidRPr="00892D64">
        <w:rPr>
          <w:rFonts w:cs="Angsana New"/>
          <w:i/>
          <w:iCs/>
          <w:lang w:val="en-US"/>
        </w:rPr>
        <w:t xml:space="preserve"> </w:t>
      </w:r>
      <w:r w:rsidR="008055E7" w:rsidRPr="00892D64">
        <w:rPr>
          <w:rFonts w:cs="Angsana New"/>
          <w:i/>
          <w:iCs/>
          <w:lang w:val="en-US"/>
        </w:rPr>
        <w:t xml:space="preserve">Baht </w:t>
      </w:r>
      <w:r w:rsidR="001411E0" w:rsidRPr="00892D64">
        <w:rPr>
          <w:rFonts w:cs="Angsana New"/>
          <w:i/>
          <w:iCs/>
          <w:lang w:val="en-US"/>
        </w:rPr>
        <w:t>4</w:t>
      </w:r>
      <w:r w:rsidR="00957922" w:rsidRPr="00892D64">
        <w:rPr>
          <w:rFonts w:cs="Angsana New"/>
          <w:i/>
          <w:iCs/>
          <w:lang w:val="en-US"/>
        </w:rPr>
        <w:t>.</w:t>
      </w:r>
      <w:r w:rsidR="001411E0" w:rsidRPr="00892D64">
        <w:rPr>
          <w:rFonts w:cs="Angsana New"/>
          <w:i/>
          <w:iCs/>
          <w:lang w:val="en-US"/>
        </w:rPr>
        <w:t>51</w:t>
      </w:r>
      <w:r w:rsidR="00957922" w:rsidRPr="00892D64">
        <w:rPr>
          <w:rFonts w:cs="Angsana New"/>
          <w:i/>
          <w:iCs/>
          <w:lang w:val="en-US"/>
        </w:rPr>
        <w:t xml:space="preserve"> </w:t>
      </w:r>
      <w:r w:rsidR="008055E7" w:rsidRPr="00892D64">
        <w:rPr>
          <w:rFonts w:cs="Angsana New"/>
          <w:i/>
          <w:iCs/>
          <w:lang w:val="en-US"/>
        </w:rPr>
        <w:t>million</w:t>
      </w:r>
      <w:r w:rsidRPr="00892D64">
        <w:rPr>
          <w:rFonts w:cs="Angsana New"/>
          <w:i/>
          <w:iCs/>
          <w:lang w:val="en-US"/>
        </w:rPr>
        <w:t>)</w:t>
      </w:r>
      <w:r w:rsidR="00AF2583" w:rsidRPr="00892D64">
        <w:rPr>
          <w:rFonts w:cs="Angsana New"/>
          <w:lang w:val="en-US"/>
        </w:rPr>
        <w:t>.</w:t>
      </w:r>
    </w:p>
    <w:p w14:paraId="12172B88" w14:textId="77777777" w:rsidR="0032777B" w:rsidRPr="00F73937" w:rsidRDefault="0032777B" w:rsidP="004F0EDC">
      <w:pPr>
        <w:pStyle w:val="block"/>
        <w:spacing w:after="0" w:line="240" w:lineRule="atLeast"/>
        <w:ind w:left="540"/>
        <w:jc w:val="both"/>
        <w:rPr>
          <w:rFonts w:cstheme="minorBidi"/>
          <w:lang w:val="en-US"/>
        </w:rPr>
      </w:pPr>
    </w:p>
    <w:p w14:paraId="47881A94" w14:textId="77777777" w:rsidR="00C30DAA" w:rsidRPr="00F73937" w:rsidRDefault="00334949" w:rsidP="00A67D6A">
      <w:pPr>
        <w:pStyle w:val="block"/>
        <w:spacing w:after="0" w:line="240" w:lineRule="atLeast"/>
        <w:ind w:left="540"/>
        <w:jc w:val="both"/>
        <w:rPr>
          <w:rFonts w:cstheme="minorBidi"/>
          <w:cs/>
          <w:lang w:val="en-US"/>
        </w:rPr>
      </w:pPr>
      <w:r w:rsidRPr="00F73937">
        <w:rPr>
          <w:rFonts w:cstheme="minorBidi"/>
          <w:lang w:val="en-US"/>
        </w:rPr>
        <w:t>P</w:t>
      </w:r>
      <w:r w:rsidR="00C038F6" w:rsidRPr="00F73937">
        <w:rPr>
          <w:rFonts w:cstheme="minorBidi"/>
          <w:lang w:val="en-US"/>
        </w:rPr>
        <w:t xml:space="preserve">roceeds </w:t>
      </w:r>
      <w:r w:rsidRPr="00F73937">
        <w:rPr>
          <w:rFonts w:cstheme="minorBidi"/>
          <w:lang w:val="en-US"/>
        </w:rPr>
        <w:t>from</w:t>
      </w:r>
      <w:r w:rsidR="00C038F6" w:rsidRPr="00F73937">
        <w:rPr>
          <w:rFonts w:cstheme="minorBidi"/>
          <w:lang w:val="en-US"/>
        </w:rPr>
        <w:t xml:space="preserve"> </w:t>
      </w:r>
      <w:r w:rsidR="00C30DAA" w:rsidRPr="00F73937">
        <w:rPr>
          <w:rFonts w:cstheme="minorBidi"/>
          <w:lang w:val="en-US"/>
        </w:rPr>
        <w:t xml:space="preserve">rescheduling of installment </w:t>
      </w:r>
      <w:r w:rsidR="00C038F6" w:rsidRPr="00F73937">
        <w:rPr>
          <w:rFonts w:cstheme="minorBidi"/>
          <w:lang w:val="en-US"/>
        </w:rPr>
        <w:t xml:space="preserve">accounts </w:t>
      </w:r>
      <w:r w:rsidR="00C30DAA" w:rsidRPr="00F73937">
        <w:rPr>
          <w:rFonts w:cstheme="minorBidi"/>
          <w:lang w:val="en-US"/>
        </w:rPr>
        <w:t>receivable were as follows:</w:t>
      </w:r>
    </w:p>
    <w:p w14:paraId="4B707E40" w14:textId="77777777" w:rsidR="00C30DAA" w:rsidRPr="00F73937" w:rsidRDefault="00C30DAA" w:rsidP="00A67D6A">
      <w:pPr>
        <w:pStyle w:val="block"/>
        <w:spacing w:after="0" w:line="240" w:lineRule="atLeast"/>
        <w:ind w:left="540"/>
        <w:jc w:val="both"/>
        <w:rPr>
          <w:rFonts w:cstheme="minorBidi"/>
          <w:lang w:val="en-US"/>
        </w:rPr>
      </w:pPr>
    </w:p>
    <w:tbl>
      <w:tblPr>
        <w:tblW w:w="9181" w:type="dxa"/>
        <w:tblInd w:w="450" w:type="dxa"/>
        <w:tblLayout w:type="fixed"/>
        <w:tblLook w:val="0000" w:firstRow="0" w:lastRow="0" w:firstColumn="0" w:lastColumn="0" w:noHBand="0" w:noVBand="0"/>
      </w:tblPr>
      <w:tblGrid>
        <w:gridCol w:w="5761"/>
        <w:gridCol w:w="1621"/>
        <w:gridCol w:w="268"/>
        <w:gridCol w:w="1531"/>
      </w:tblGrid>
      <w:tr w:rsidR="00C30DAA" w:rsidRPr="00F73937" w14:paraId="1BE91C1F" w14:textId="77777777" w:rsidTr="00AF2583">
        <w:trPr>
          <w:trHeight w:val="255"/>
        </w:trPr>
        <w:tc>
          <w:tcPr>
            <w:tcW w:w="3137" w:type="pct"/>
          </w:tcPr>
          <w:p w14:paraId="35A838F7" w14:textId="77777777" w:rsidR="00C30DAA" w:rsidRPr="00F73937" w:rsidRDefault="00C30DAA" w:rsidP="00AF3D15">
            <w:pPr>
              <w:spacing w:line="240" w:lineRule="atLeast"/>
              <w:ind w:right="-138"/>
              <w:rPr>
                <w:b/>
                <w:bCs/>
              </w:rPr>
            </w:pPr>
          </w:p>
        </w:tc>
        <w:tc>
          <w:tcPr>
            <w:tcW w:w="1863" w:type="pct"/>
            <w:gridSpan w:val="3"/>
          </w:tcPr>
          <w:p w14:paraId="119E1BCC" w14:textId="77777777" w:rsidR="00C30DAA" w:rsidRPr="00F73937" w:rsidRDefault="00C30DAA" w:rsidP="00AF3D15">
            <w:pPr>
              <w:pStyle w:val="BodyText"/>
              <w:spacing w:after="0" w:line="240" w:lineRule="atLeast"/>
              <w:ind w:left="-108" w:right="-110"/>
              <w:jc w:val="center"/>
              <w:rPr>
                <w:b/>
                <w:bCs/>
                <w:lang w:val="en-GB"/>
              </w:rPr>
            </w:pPr>
            <w:r w:rsidRPr="00F73937">
              <w:rPr>
                <w:b/>
                <w:bCs/>
                <w:lang w:val="en-GB"/>
              </w:rPr>
              <w:t>Consolidated financial statements/</w:t>
            </w:r>
          </w:p>
          <w:p w14:paraId="799D2032" w14:textId="77777777" w:rsidR="00C30DAA" w:rsidRPr="00F73937" w:rsidRDefault="00C30DAA" w:rsidP="00AF3D15">
            <w:pPr>
              <w:pStyle w:val="BodyText"/>
              <w:spacing w:after="0" w:line="240" w:lineRule="atLeast"/>
              <w:ind w:left="-108" w:right="-110"/>
              <w:jc w:val="center"/>
              <w:rPr>
                <w:lang w:val="en-GB"/>
              </w:rPr>
            </w:pPr>
            <w:r w:rsidRPr="00F73937">
              <w:rPr>
                <w:b/>
                <w:bCs/>
                <w:lang w:val="en-GB"/>
              </w:rPr>
              <w:t>Separate financial statements</w:t>
            </w:r>
          </w:p>
        </w:tc>
      </w:tr>
      <w:tr w:rsidR="00DE5B45" w:rsidRPr="00F73937" w14:paraId="7305FA26" w14:textId="77777777" w:rsidTr="00AF2583">
        <w:trPr>
          <w:trHeight w:val="255"/>
        </w:trPr>
        <w:tc>
          <w:tcPr>
            <w:tcW w:w="3137" w:type="pct"/>
          </w:tcPr>
          <w:p w14:paraId="58E891C6" w14:textId="77777777" w:rsidR="00DE5B45" w:rsidRPr="00F73937" w:rsidRDefault="00DE5B45" w:rsidP="00DE5B45">
            <w:pPr>
              <w:pStyle w:val="BodyText"/>
              <w:spacing w:after="0" w:line="240" w:lineRule="atLeast"/>
              <w:ind w:right="-138"/>
              <w:jc w:val="both"/>
              <w:rPr>
                <w:b/>
                <w:bCs/>
                <w:lang w:val="en-GB"/>
              </w:rPr>
            </w:pPr>
          </w:p>
        </w:tc>
        <w:tc>
          <w:tcPr>
            <w:tcW w:w="883" w:type="pct"/>
            <w:vAlign w:val="bottom"/>
          </w:tcPr>
          <w:p w14:paraId="6D2D41D4" w14:textId="6D8B7887" w:rsidR="00DE5B45" w:rsidRPr="00F73937" w:rsidRDefault="00DE5B45" w:rsidP="00DE5B45">
            <w:pPr>
              <w:pStyle w:val="acctmergecolhdg"/>
              <w:spacing w:line="240" w:lineRule="atLeast"/>
              <w:rPr>
                <w:b w:val="0"/>
                <w:bCs/>
              </w:rPr>
            </w:pPr>
            <w:r w:rsidRPr="00F73937">
              <w:rPr>
                <w:b w:val="0"/>
                <w:bCs/>
              </w:rPr>
              <w:t>202</w:t>
            </w:r>
            <w:r w:rsidR="00BE459D" w:rsidRPr="00F73937">
              <w:rPr>
                <w:b w:val="0"/>
                <w:bCs/>
              </w:rPr>
              <w:t>2</w:t>
            </w:r>
          </w:p>
        </w:tc>
        <w:tc>
          <w:tcPr>
            <w:tcW w:w="146" w:type="pct"/>
            <w:vAlign w:val="bottom"/>
          </w:tcPr>
          <w:p w14:paraId="7C43473E" w14:textId="77777777" w:rsidR="00DE5B45" w:rsidRPr="00F73937" w:rsidRDefault="00DE5B45" w:rsidP="00DE5B45">
            <w:pPr>
              <w:pStyle w:val="acctmergecolhdg"/>
              <w:spacing w:line="240" w:lineRule="atLeast"/>
              <w:rPr>
                <w:b w:val="0"/>
                <w:bCs/>
              </w:rPr>
            </w:pPr>
          </w:p>
        </w:tc>
        <w:tc>
          <w:tcPr>
            <w:tcW w:w="834" w:type="pct"/>
            <w:vAlign w:val="bottom"/>
          </w:tcPr>
          <w:p w14:paraId="3C10FEA6" w14:textId="63E7AD88" w:rsidR="00DE5B45" w:rsidRPr="00F73937" w:rsidRDefault="00DE5B45" w:rsidP="00DE5B45">
            <w:pPr>
              <w:pStyle w:val="acctmergecolhdg"/>
              <w:spacing w:line="240" w:lineRule="atLeast"/>
              <w:rPr>
                <w:b w:val="0"/>
                <w:bCs/>
              </w:rPr>
            </w:pPr>
            <w:r w:rsidRPr="00F73937">
              <w:rPr>
                <w:b w:val="0"/>
                <w:bCs/>
              </w:rPr>
              <w:t>20</w:t>
            </w:r>
            <w:r w:rsidR="00F80C28" w:rsidRPr="00F73937">
              <w:rPr>
                <w:b w:val="0"/>
                <w:bCs/>
              </w:rPr>
              <w:t>2</w:t>
            </w:r>
            <w:r w:rsidR="00BE459D" w:rsidRPr="00F73937">
              <w:rPr>
                <w:b w:val="0"/>
                <w:bCs/>
              </w:rPr>
              <w:t>1</w:t>
            </w:r>
          </w:p>
        </w:tc>
      </w:tr>
      <w:tr w:rsidR="00C30DAA" w:rsidRPr="00F73937" w14:paraId="1813D3D8" w14:textId="77777777" w:rsidTr="00AF2583">
        <w:trPr>
          <w:trHeight w:val="255"/>
        </w:trPr>
        <w:tc>
          <w:tcPr>
            <w:tcW w:w="3137" w:type="pct"/>
          </w:tcPr>
          <w:p w14:paraId="475A6776" w14:textId="77777777" w:rsidR="00C30DAA" w:rsidRPr="00F73937" w:rsidRDefault="00C30DAA" w:rsidP="00AF3D15">
            <w:pPr>
              <w:pStyle w:val="BodyText"/>
              <w:spacing w:after="0" w:line="240" w:lineRule="atLeast"/>
              <w:ind w:right="-138"/>
              <w:jc w:val="both"/>
              <w:rPr>
                <w:b/>
                <w:bCs/>
                <w:lang w:val="en-GB"/>
              </w:rPr>
            </w:pPr>
          </w:p>
        </w:tc>
        <w:tc>
          <w:tcPr>
            <w:tcW w:w="1863" w:type="pct"/>
            <w:gridSpan w:val="3"/>
            <w:vAlign w:val="bottom"/>
          </w:tcPr>
          <w:p w14:paraId="723FE3D2" w14:textId="77777777" w:rsidR="00C30DAA" w:rsidRPr="00F73937" w:rsidRDefault="00C30DAA" w:rsidP="00AF3D15">
            <w:pPr>
              <w:pStyle w:val="acctmergecolhdg"/>
              <w:spacing w:line="240" w:lineRule="atLeast"/>
              <w:rPr>
                <w:b w:val="0"/>
                <w:bCs/>
                <w:i/>
                <w:iCs/>
              </w:rPr>
            </w:pPr>
            <w:r w:rsidRPr="00F73937">
              <w:rPr>
                <w:b w:val="0"/>
                <w:bCs/>
                <w:i/>
                <w:iCs/>
              </w:rPr>
              <w:t>(in thousand Baht)</w:t>
            </w:r>
          </w:p>
        </w:tc>
      </w:tr>
      <w:tr w:rsidR="007F517A" w:rsidRPr="00F73937" w14:paraId="61ACD11D" w14:textId="77777777" w:rsidTr="008055E7">
        <w:trPr>
          <w:trHeight w:val="255"/>
        </w:trPr>
        <w:tc>
          <w:tcPr>
            <w:tcW w:w="3137" w:type="pct"/>
          </w:tcPr>
          <w:p w14:paraId="4BB2D651" w14:textId="77777777" w:rsidR="007F517A" w:rsidRPr="00F73937" w:rsidRDefault="007F517A" w:rsidP="007F517A">
            <w:pPr>
              <w:spacing w:line="240" w:lineRule="atLeast"/>
            </w:pPr>
            <w:r w:rsidRPr="00F73937">
              <w:t>Cash collection under debt rescheduling</w:t>
            </w:r>
          </w:p>
          <w:p w14:paraId="26D4BAE4" w14:textId="40EC3F1E" w:rsidR="007F517A" w:rsidRPr="00F73937" w:rsidRDefault="007F517A" w:rsidP="007F517A">
            <w:pPr>
              <w:spacing w:line="240" w:lineRule="atLeast"/>
            </w:pPr>
            <w:r w:rsidRPr="00F73937">
              <w:t xml:space="preserve">   </w:t>
            </w:r>
            <w:r w:rsidR="00D46FE2" w:rsidRPr="00F73937">
              <w:t xml:space="preserve">for the </w:t>
            </w:r>
            <w:r w:rsidR="00D40FD8" w:rsidRPr="00F73937">
              <w:t>three</w:t>
            </w:r>
            <w:r w:rsidR="00D46FE2" w:rsidRPr="00F73937">
              <w:t xml:space="preserve">-month period ended </w:t>
            </w:r>
            <w:r w:rsidR="00D40FD8" w:rsidRPr="00F73937">
              <w:t>31 March</w:t>
            </w:r>
          </w:p>
        </w:tc>
        <w:tc>
          <w:tcPr>
            <w:tcW w:w="883" w:type="pct"/>
            <w:tcBorders>
              <w:bottom w:val="double" w:sz="4" w:space="0" w:color="auto"/>
            </w:tcBorders>
          </w:tcPr>
          <w:p w14:paraId="0B7A4AB0" w14:textId="77777777" w:rsidR="007F517A" w:rsidRDefault="007F517A" w:rsidP="007F517A">
            <w:pPr>
              <w:pStyle w:val="BodyText"/>
              <w:tabs>
                <w:tab w:val="left" w:pos="720"/>
              </w:tabs>
              <w:spacing w:after="0" w:line="240" w:lineRule="auto"/>
              <w:ind w:right="70"/>
              <w:jc w:val="right"/>
              <w:rPr>
                <w:b/>
                <w:bCs/>
              </w:rPr>
            </w:pPr>
          </w:p>
          <w:p w14:paraId="4578B7D0" w14:textId="13B4551A" w:rsidR="00E72C48" w:rsidRPr="00F73937" w:rsidRDefault="00E72C48" w:rsidP="007F517A">
            <w:pPr>
              <w:pStyle w:val="BodyText"/>
              <w:tabs>
                <w:tab w:val="left" w:pos="720"/>
              </w:tabs>
              <w:spacing w:after="0" w:line="240" w:lineRule="auto"/>
              <w:ind w:right="70"/>
              <w:jc w:val="right"/>
              <w:rPr>
                <w:b/>
                <w:bCs/>
              </w:rPr>
            </w:pPr>
            <w:r w:rsidRPr="00E72C48">
              <w:rPr>
                <w:b/>
                <w:bCs/>
              </w:rPr>
              <w:t>10,998</w:t>
            </w:r>
          </w:p>
        </w:tc>
        <w:tc>
          <w:tcPr>
            <w:tcW w:w="146" w:type="pct"/>
            <w:vAlign w:val="bottom"/>
          </w:tcPr>
          <w:p w14:paraId="433072EA" w14:textId="77777777" w:rsidR="007F517A" w:rsidRPr="00F73937" w:rsidRDefault="007F517A" w:rsidP="007F517A">
            <w:pPr>
              <w:pStyle w:val="BodyText"/>
              <w:tabs>
                <w:tab w:val="left" w:pos="720"/>
              </w:tabs>
              <w:spacing w:after="0" w:line="240" w:lineRule="auto"/>
              <w:ind w:right="57"/>
              <w:jc w:val="right"/>
              <w:rPr>
                <w:b/>
                <w:bCs/>
              </w:rPr>
            </w:pPr>
          </w:p>
        </w:tc>
        <w:tc>
          <w:tcPr>
            <w:tcW w:w="834" w:type="pct"/>
            <w:tcBorders>
              <w:bottom w:val="double" w:sz="4" w:space="0" w:color="auto"/>
            </w:tcBorders>
          </w:tcPr>
          <w:p w14:paraId="490E72B3" w14:textId="77777777" w:rsidR="00DA03B7" w:rsidRPr="00F73937" w:rsidRDefault="00DA03B7" w:rsidP="007F517A">
            <w:pPr>
              <w:tabs>
                <w:tab w:val="decimal" w:pos="1378"/>
              </w:tabs>
              <w:spacing w:line="240" w:lineRule="auto"/>
              <w:ind w:right="76" w:firstLine="1"/>
              <w:rPr>
                <w:b/>
                <w:bCs/>
                <w:lang w:val="en-AU"/>
              </w:rPr>
            </w:pPr>
          </w:p>
          <w:p w14:paraId="2C0BF46D" w14:textId="3FE18094" w:rsidR="007F517A" w:rsidRPr="00F73937" w:rsidRDefault="00DA03B7" w:rsidP="007F517A">
            <w:pPr>
              <w:tabs>
                <w:tab w:val="decimal" w:pos="1378"/>
              </w:tabs>
              <w:spacing w:line="240" w:lineRule="auto"/>
              <w:ind w:right="76" w:firstLine="1"/>
              <w:rPr>
                <w:b/>
                <w:bCs/>
                <w:lang w:val="en-AU"/>
              </w:rPr>
            </w:pPr>
            <w:r w:rsidRPr="00F73937">
              <w:rPr>
                <w:b/>
                <w:bCs/>
                <w:lang w:val="en-AU"/>
              </w:rPr>
              <w:t>8,053</w:t>
            </w:r>
          </w:p>
        </w:tc>
      </w:tr>
    </w:tbl>
    <w:p w14:paraId="3DDF255E" w14:textId="77777777" w:rsidR="00C30DAA" w:rsidRPr="00F73937" w:rsidRDefault="00C30DAA" w:rsidP="00A67D6A">
      <w:pPr>
        <w:pStyle w:val="block"/>
        <w:spacing w:after="0" w:line="240" w:lineRule="atLeast"/>
        <w:ind w:left="540"/>
        <w:jc w:val="both"/>
        <w:rPr>
          <w:rFonts w:cstheme="minorBidi"/>
          <w:lang w:val="en-US"/>
        </w:rPr>
      </w:pPr>
    </w:p>
    <w:p w14:paraId="34A96D34" w14:textId="35E0F73E" w:rsidR="00C30DAA" w:rsidRPr="00F73937" w:rsidRDefault="00C30DAA" w:rsidP="00C30DAA">
      <w:pPr>
        <w:pStyle w:val="block"/>
        <w:spacing w:after="0" w:line="240" w:lineRule="atLeast"/>
        <w:ind w:left="540"/>
        <w:jc w:val="both"/>
        <w:rPr>
          <w:rFonts w:cstheme="minorBidi"/>
          <w:spacing w:val="-2"/>
          <w:lang w:val="en-US"/>
        </w:rPr>
      </w:pPr>
      <w:r w:rsidRPr="00F73937">
        <w:rPr>
          <w:rFonts w:cstheme="minorBidi"/>
          <w:spacing w:val="-2"/>
          <w:lang w:val="en-US"/>
        </w:rPr>
        <w:t>As at</w:t>
      </w:r>
      <w:r w:rsidR="00504CE8" w:rsidRPr="00F73937">
        <w:rPr>
          <w:rFonts w:cstheme="minorBidi"/>
          <w:spacing w:val="-2"/>
          <w:lang w:val="en-US"/>
        </w:rPr>
        <w:t xml:space="preserve"> </w:t>
      </w:r>
      <w:r w:rsidR="0050551A" w:rsidRPr="00F73937">
        <w:rPr>
          <w:rFonts w:cs="Angsana New"/>
          <w:lang w:val="en-US"/>
        </w:rPr>
        <w:t xml:space="preserve">31 March 2022 </w:t>
      </w:r>
      <w:r w:rsidR="00504CE8" w:rsidRPr="00F73937">
        <w:rPr>
          <w:rFonts w:cstheme="minorBidi"/>
          <w:spacing w:val="-2"/>
          <w:lang w:val="en-US"/>
        </w:rPr>
        <w:t>and</w:t>
      </w:r>
      <w:r w:rsidRPr="00F73937">
        <w:rPr>
          <w:rFonts w:cstheme="minorBidi"/>
          <w:spacing w:val="-2"/>
          <w:lang w:val="en-US"/>
        </w:rPr>
        <w:t xml:space="preserve"> 31 December</w:t>
      </w:r>
      <w:r w:rsidR="00504CE8" w:rsidRPr="00F73937">
        <w:rPr>
          <w:rFonts w:cstheme="minorBidi"/>
          <w:spacing w:val="-2"/>
          <w:lang w:val="en-US"/>
        </w:rPr>
        <w:t xml:space="preserve"> 20</w:t>
      </w:r>
      <w:r w:rsidR="00F80C28" w:rsidRPr="00F73937">
        <w:rPr>
          <w:rFonts w:cstheme="minorBidi"/>
          <w:spacing w:val="-2"/>
          <w:lang w:val="en-US"/>
        </w:rPr>
        <w:t>2</w:t>
      </w:r>
      <w:r w:rsidR="0050551A" w:rsidRPr="00F73937">
        <w:rPr>
          <w:rFonts w:cstheme="minorBidi"/>
          <w:spacing w:val="-2"/>
          <w:lang w:val="en-US"/>
        </w:rPr>
        <w:t>1</w:t>
      </w:r>
      <w:r w:rsidR="00334949" w:rsidRPr="00F73937">
        <w:rPr>
          <w:rFonts w:cstheme="minorBidi"/>
          <w:spacing w:val="-2"/>
          <w:lang w:val="en-US"/>
        </w:rPr>
        <w:t>,</w:t>
      </w:r>
      <w:r w:rsidRPr="00F73937">
        <w:rPr>
          <w:rFonts w:cstheme="minorBidi"/>
          <w:spacing w:val="-2"/>
          <w:lang w:val="en-US"/>
        </w:rPr>
        <w:t xml:space="preserve"> rescheduled installment</w:t>
      </w:r>
      <w:r w:rsidR="00334949" w:rsidRPr="00F73937">
        <w:rPr>
          <w:rFonts w:cstheme="minorBidi"/>
          <w:spacing w:val="-2"/>
          <w:lang w:val="en-US"/>
        </w:rPr>
        <w:t xml:space="preserve"> accounts</w:t>
      </w:r>
      <w:r w:rsidRPr="00F73937">
        <w:rPr>
          <w:rFonts w:cstheme="minorBidi"/>
          <w:spacing w:val="-2"/>
          <w:lang w:val="en-US"/>
        </w:rPr>
        <w:t xml:space="preserve"> receivable have </w:t>
      </w:r>
      <w:r w:rsidR="00334949" w:rsidRPr="00F73937">
        <w:rPr>
          <w:rFonts w:cstheme="minorBidi"/>
          <w:spacing w:val="-2"/>
          <w:lang w:val="en-US"/>
        </w:rPr>
        <w:t>the outstanding</w:t>
      </w:r>
      <w:r w:rsidRPr="00F73937">
        <w:rPr>
          <w:rFonts w:cstheme="minorBidi"/>
          <w:spacing w:val="-2"/>
          <w:lang w:val="en-US"/>
        </w:rPr>
        <w:t xml:space="preserve"> balance as follows:</w:t>
      </w:r>
    </w:p>
    <w:p w14:paraId="62CF2680" w14:textId="77777777" w:rsidR="00C30DAA" w:rsidRPr="00F73937" w:rsidRDefault="00C30DAA" w:rsidP="00C30DAA">
      <w:pPr>
        <w:pStyle w:val="block"/>
        <w:spacing w:after="0" w:line="240" w:lineRule="atLeast"/>
        <w:ind w:left="540"/>
        <w:jc w:val="both"/>
        <w:rPr>
          <w:rFonts w:cstheme="minorBidi"/>
          <w:lang w:val="en-US"/>
        </w:rPr>
      </w:pPr>
    </w:p>
    <w:tbl>
      <w:tblPr>
        <w:tblW w:w="9180" w:type="dxa"/>
        <w:tblInd w:w="450" w:type="dxa"/>
        <w:tblLayout w:type="fixed"/>
        <w:tblLook w:val="0000" w:firstRow="0" w:lastRow="0" w:firstColumn="0" w:lastColumn="0" w:noHBand="0" w:noVBand="0"/>
      </w:tblPr>
      <w:tblGrid>
        <w:gridCol w:w="5759"/>
        <w:gridCol w:w="1619"/>
        <w:gridCol w:w="274"/>
        <w:gridCol w:w="1528"/>
      </w:tblGrid>
      <w:tr w:rsidR="00C30DAA" w:rsidRPr="00F73937" w14:paraId="437724FA" w14:textId="77777777" w:rsidTr="00522D43">
        <w:trPr>
          <w:trHeight w:val="255"/>
        </w:trPr>
        <w:tc>
          <w:tcPr>
            <w:tcW w:w="3137" w:type="pct"/>
          </w:tcPr>
          <w:p w14:paraId="4004E8B2" w14:textId="77777777" w:rsidR="00C30DAA" w:rsidRPr="00F73937" w:rsidRDefault="00C30DAA" w:rsidP="00AF3D15">
            <w:pPr>
              <w:spacing w:line="240" w:lineRule="atLeast"/>
              <w:ind w:right="-138"/>
              <w:rPr>
                <w:b/>
                <w:bCs/>
              </w:rPr>
            </w:pPr>
          </w:p>
        </w:tc>
        <w:tc>
          <w:tcPr>
            <w:tcW w:w="1863" w:type="pct"/>
            <w:gridSpan w:val="3"/>
          </w:tcPr>
          <w:p w14:paraId="175FD998" w14:textId="77777777" w:rsidR="00C30DAA" w:rsidRPr="00F73937" w:rsidRDefault="00C30DAA" w:rsidP="00AF3D15">
            <w:pPr>
              <w:pStyle w:val="BodyText"/>
              <w:spacing w:after="0" w:line="240" w:lineRule="atLeast"/>
              <w:ind w:left="-108" w:right="-110"/>
              <w:jc w:val="center"/>
              <w:rPr>
                <w:b/>
                <w:bCs/>
                <w:lang w:val="en-GB"/>
              </w:rPr>
            </w:pPr>
            <w:r w:rsidRPr="00F73937">
              <w:rPr>
                <w:b/>
                <w:bCs/>
                <w:lang w:val="en-GB"/>
              </w:rPr>
              <w:t>Consolidated financial statements/</w:t>
            </w:r>
          </w:p>
          <w:p w14:paraId="532B6965" w14:textId="77777777" w:rsidR="00C30DAA" w:rsidRPr="00F73937" w:rsidRDefault="00C30DAA" w:rsidP="00AF3D15">
            <w:pPr>
              <w:pStyle w:val="BodyText"/>
              <w:spacing w:after="0" w:line="240" w:lineRule="atLeast"/>
              <w:ind w:left="-108" w:right="-110"/>
              <w:jc w:val="center"/>
              <w:rPr>
                <w:lang w:val="en-GB"/>
              </w:rPr>
            </w:pPr>
            <w:r w:rsidRPr="00F73937">
              <w:rPr>
                <w:b/>
                <w:bCs/>
                <w:lang w:val="en-GB"/>
              </w:rPr>
              <w:t>Separate financial statements</w:t>
            </w:r>
          </w:p>
        </w:tc>
      </w:tr>
      <w:tr w:rsidR="00C30DAA" w:rsidRPr="00F73937" w14:paraId="2EDFF807" w14:textId="77777777" w:rsidTr="00522D43">
        <w:trPr>
          <w:trHeight w:val="255"/>
        </w:trPr>
        <w:tc>
          <w:tcPr>
            <w:tcW w:w="3137" w:type="pct"/>
          </w:tcPr>
          <w:p w14:paraId="4CD26A21" w14:textId="77777777" w:rsidR="00C30DAA" w:rsidRPr="00F73937" w:rsidRDefault="00C30DAA" w:rsidP="00AF3D15">
            <w:pPr>
              <w:pStyle w:val="BodyText"/>
              <w:spacing w:after="0" w:line="240" w:lineRule="atLeast"/>
              <w:ind w:right="-138"/>
              <w:jc w:val="both"/>
              <w:rPr>
                <w:b/>
                <w:bCs/>
                <w:lang w:val="en-GB"/>
              </w:rPr>
            </w:pPr>
          </w:p>
        </w:tc>
        <w:tc>
          <w:tcPr>
            <w:tcW w:w="882" w:type="pct"/>
            <w:vAlign w:val="bottom"/>
          </w:tcPr>
          <w:p w14:paraId="2B6A7A33" w14:textId="77777777" w:rsidR="00522D43" w:rsidRDefault="006B4218" w:rsidP="00AF3D15">
            <w:pPr>
              <w:pStyle w:val="acctmergecolhdg"/>
              <w:spacing w:line="240" w:lineRule="atLeast"/>
              <w:rPr>
                <w:rFonts w:cs="Angsana New"/>
                <w:b w:val="0"/>
                <w:bCs/>
              </w:rPr>
            </w:pPr>
            <w:r w:rsidRPr="00F73937">
              <w:rPr>
                <w:rFonts w:cs="Angsana New"/>
                <w:b w:val="0"/>
                <w:bCs/>
              </w:rPr>
              <w:t xml:space="preserve">31 March </w:t>
            </w:r>
          </w:p>
          <w:p w14:paraId="54818C95" w14:textId="32882119" w:rsidR="00C30DAA" w:rsidRPr="00F73937" w:rsidRDefault="006B4218" w:rsidP="00AF3D15">
            <w:pPr>
              <w:pStyle w:val="acctmergecolhdg"/>
              <w:spacing w:line="240" w:lineRule="atLeast"/>
              <w:rPr>
                <w:b w:val="0"/>
                <w:bCs/>
              </w:rPr>
            </w:pPr>
            <w:r w:rsidRPr="00F73937">
              <w:rPr>
                <w:rFonts w:cs="Angsana New"/>
                <w:b w:val="0"/>
                <w:bCs/>
              </w:rPr>
              <w:t>2022</w:t>
            </w:r>
          </w:p>
        </w:tc>
        <w:tc>
          <w:tcPr>
            <w:tcW w:w="149" w:type="pct"/>
            <w:vAlign w:val="bottom"/>
          </w:tcPr>
          <w:p w14:paraId="08FB19B5" w14:textId="77777777" w:rsidR="00C30DAA" w:rsidRPr="00F73937" w:rsidRDefault="00C30DAA" w:rsidP="00AF3D15">
            <w:pPr>
              <w:pStyle w:val="acctmergecolhdg"/>
              <w:spacing w:line="240" w:lineRule="atLeast"/>
              <w:rPr>
                <w:b w:val="0"/>
                <w:bCs/>
              </w:rPr>
            </w:pPr>
          </w:p>
        </w:tc>
        <w:tc>
          <w:tcPr>
            <w:tcW w:w="832" w:type="pct"/>
            <w:vAlign w:val="bottom"/>
          </w:tcPr>
          <w:p w14:paraId="2415E59C" w14:textId="77777777" w:rsidR="00C30DAA" w:rsidRPr="00F73937" w:rsidRDefault="00504CE8" w:rsidP="00AF3D15">
            <w:pPr>
              <w:pStyle w:val="acctmergecolhdg"/>
              <w:spacing w:line="240" w:lineRule="atLeast"/>
              <w:rPr>
                <w:b w:val="0"/>
                <w:bCs/>
              </w:rPr>
            </w:pPr>
            <w:r w:rsidRPr="00F73937">
              <w:rPr>
                <w:b w:val="0"/>
                <w:bCs/>
              </w:rPr>
              <w:t xml:space="preserve">31 December </w:t>
            </w:r>
          </w:p>
          <w:p w14:paraId="771655A1" w14:textId="6CFF65A6" w:rsidR="00504CE8" w:rsidRPr="00F73937" w:rsidRDefault="00504CE8" w:rsidP="00AF3D15">
            <w:pPr>
              <w:pStyle w:val="acctmergecolhdg"/>
              <w:spacing w:line="240" w:lineRule="atLeast"/>
              <w:rPr>
                <w:b w:val="0"/>
                <w:bCs/>
              </w:rPr>
            </w:pPr>
            <w:r w:rsidRPr="00F73937">
              <w:rPr>
                <w:b w:val="0"/>
                <w:bCs/>
              </w:rPr>
              <w:t>20</w:t>
            </w:r>
            <w:r w:rsidR="00F80C28" w:rsidRPr="00F73937">
              <w:rPr>
                <w:b w:val="0"/>
                <w:bCs/>
              </w:rPr>
              <w:t>2</w:t>
            </w:r>
            <w:r w:rsidR="006B4218" w:rsidRPr="00F73937">
              <w:rPr>
                <w:b w:val="0"/>
                <w:bCs/>
              </w:rPr>
              <w:t>1</w:t>
            </w:r>
          </w:p>
        </w:tc>
      </w:tr>
      <w:tr w:rsidR="00C30DAA" w:rsidRPr="00F73937" w14:paraId="25DAF5AF" w14:textId="77777777" w:rsidTr="00522D43">
        <w:trPr>
          <w:trHeight w:val="255"/>
        </w:trPr>
        <w:tc>
          <w:tcPr>
            <w:tcW w:w="3137" w:type="pct"/>
          </w:tcPr>
          <w:p w14:paraId="613AE5CE" w14:textId="77777777" w:rsidR="00C30DAA" w:rsidRPr="00F73937" w:rsidRDefault="00C30DAA" w:rsidP="00AF3D15">
            <w:pPr>
              <w:pStyle w:val="BodyText"/>
              <w:spacing w:after="0" w:line="240" w:lineRule="atLeast"/>
              <w:ind w:right="-138"/>
              <w:jc w:val="both"/>
              <w:rPr>
                <w:b/>
                <w:bCs/>
                <w:lang w:val="en-GB"/>
              </w:rPr>
            </w:pPr>
          </w:p>
        </w:tc>
        <w:tc>
          <w:tcPr>
            <w:tcW w:w="1863" w:type="pct"/>
            <w:gridSpan w:val="3"/>
            <w:vAlign w:val="bottom"/>
          </w:tcPr>
          <w:p w14:paraId="2B8EF1B2" w14:textId="77777777" w:rsidR="00C30DAA" w:rsidRPr="00F73937" w:rsidRDefault="00C30DAA" w:rsidP="00AF3D15">
            <w:pPr>
              <w:pStyle w:val="acctmergecolhdg"/>
              <w:spacing w:line="240" w:lineRule="atLeast"/>
              <w:rPr>
                <w:b w:val="0"/>
                <w:bCs/>
                <w:i/>
                <w:iCs/>
              </w:rPr>
            </w:pPr>
            <w:r w:rsidRPr="00F73937">
              <w:rPr>
                <w:b w:val="0"/>
                <w:bCs/>
                <w:i/>
                <w:iCs/>
              </w:rPr>
              <w:t>(in thousand Baht)</w:t>
            </w:r>
          </w:p>
        </w:tc>
      </w:tr>
      <w:tr w:rsidR="00504CE8" w:rsidRPr="00F73937" w14:paraId="4E5FD626" w14:textId="77777777" w:rsidTr="00522D43">
        <w:trPr>
          <w:trHeight w:val="255"/>
        </w:trPr>
        <w:tc>
          <w:tcPr>
            <w:tcW w:w="3137" w:type="pct"/>
          </w:tcPr>
          <w:p w14:paraId="5C100101" w14:textId="77777777" w:rsidR="00504CE8" w:rsidRPr="00F73937" w:rsidRDefault="00504CE8" w:rsidP="00504CE8">
            <w:pPr>
              <w:spacing w:line="240" w:lineRule="atLeast"/>
            </w:pPr>
            <w:r w:rsidRPr="00F73937">
              <w:t>Rescheduled installment accounts receivable</w:t>
            </w:r>
          </w:p>
          <w:p w14:paraId="6D0379AC" w14:textId="77777777" w:rsidR="00504CE8" w:rsidRPr="00F73937" w:rsidRDefault="00504CE8" w:rsidP="00504CE8">
            <w:pPr>
              <w:spacing w:line="240" w:lineRule="atLeast"/>
            </w:pPr>
            <w:r w:rsidRPr="00F73937">
              <w:t xml:space="preserve">   net of unearned interest income</w:t>
            </w:r>
          </w:p>
        </w:tc>
        <w:tc>
          <w:tcPr>
            <w:tcW w:w="882" w:type="pct"/>
            <w:tcBorders>
              <w:bottom w:val="double" w:sz="4" w:space="0" w:color="auto"/>
            </w:tcBorders>
          </w:tcPr>
          <w:p w14:paraId="37BAAF83" w14:textId="77777777" w:rsidR="00D54F77" w:rsidRPr="00232050" w:rsidRDefault="00D54F77" w:rsidP="00504CE8">
            <w:pPr>
              <w:pStyle w:val="BodyText"/>
              <w:tabs>
                <w:tab w:val="left" w:pos="720"/>
              </w:tabs>
              <w:spacing w:after="0" w:line="240" w:lineRule="auto"/>
              <w:ind w:right="70"/>
              <w:jc w:val="right"/>
              <w:rPr>
                <w:rFonts w:cs="Angsana New"/>
                <w:highlight w:val="yellow"/>
                <w:lang w:val="en-US"/>
              </w:rPr>
            </w:pPr>
          </w:p>
          <w:p w14:paraId="395FB46B" w14:textId="154ADD0E" w:rsidR="00177381" w:rsidRPr="00232050" w:rsidRDefault="00177381" w:rsidP="00504CE8">
            <w:pPr>
              <w:pStyle w:val="BodyText"/>
              <w:tabs>
                <w:tab w:val="left" w:pos="720"/>
              </w:tabs>
              <w:spacing w:after="0" w:line="240" w:lineRule="auto"/>
              <w:ind w:right="70"/>
              <w:jc w:val="right"/>
              <w:rPr>
                <w:rFonts w:cs="Angsana New"/>
                <w:highlight w:val="yellow"/>
                <w:lang w:val="en-US"/>
              </w:rPr>
            </w:pPr>
            <w:r w:rsidRPr="00232050">
              <w:rPr>
                <w:rFonts w:cs="Angsana New"/>
                <w:lang w:val="en-US"/>
              </w:rPr>
              <w:t>38,128</w:t>
            </w:r>
          </w:p>
        </w:tc>
        <w:tc>
          <w:tcPr>
            <w:tcW w:w="149" w:type="pct"/>
            <w:vAlign w:val="bottom"/>
          </w:tcPr>
          <w:p w14:paraId="27994D4E" w14:textId="77777777" w:rsidR="00504CE8" w:rsidRPr="00232050" w:rsidRDefault="00504CE8" w:rsidP="00504CE8">
            <w:pPr>
              <w:pStyle w:val="BodyText"/>
              <w:tabs>
                <w:tab w:val="left" w:pos="720"/>
              </w:tabs>
              <w:spacing w:after="0" w:line="240" w:lineRule="auto"/>
              <w:ind w:right="57"/>
              <w:jc w:val="right"/>
            </w:pPr>
          </w:p>
        </w:tc>
        <w:tc>
          <w:tcPr>
            <w:tcW w:w="832" w:type="pct"/>
            <w:tcBorders>
              <w:bottom w:val="double" w:sz="4" w:space="0" w:color="auto"/>
            </w:tcBorders>
          </w:tcPr>
          <w:p w14:paraId="34EFC5E0" w14:textId="77777777" w:rsidR="004F4641" w:rsidRPr="00232050" w:rsidRDefault="004F4641" w:rsidP="00504CE8">
            <w:pPr>
              <w:pStyle w:val="BodyText"/>
              <w:tabs>
                <w:tab w:val="left" w:pos="720"/>
              </w:tabs>
              <w:spacing w:after="0" w:line="240" w:lineRule="auto"/>
              <w:ind w:right="70"/>
              <w:jc w:val="right"/>
            </w:pPr>
          </w:p>
          <w:p w14:paraId="3F377A69" w14:textId="0AD8A99E" w:rsidR="00D54F77" w:rsidRPr="00232050" w:rsidRDefault="004F4641" w:rsidP="00522D43">
            <w:pPr>
              <w:tabs>
                <w:tab w:val="decimal" w:pos="1378"/>
              </w:tabs>
              <w:spacing w:line="240" w:lineRule="auto"/>
              <w:ind w:right="76" w:firstLine="1"/>
            </w:pPr>
            <w:r w:rsidRPr="00232050">
              <w:t>44,227</w:t>
            </w:r>
          </w:p>
        </w:tc>
      </w:tr>
    </w:tbl>
    <w:p w14:paraId="28F44BC2" w14:textId="440269D2" w:rsidR="00C30DAA" w:rsidRPr="00F73937" w:rsidRDefault="00D07F22" w:rsidP="00C30DAA">
      <w:pPr>
        <w:pStyle w:val="block"/>
        <w:spacing w:after="0" w:line="240" w:lineRule="atLeast"/>
        <w:ind w:left="540"/>
        <w:jc w:val="both"/>
        <w:rPr>
          <w:rFonts w:cstheme="minorBidi"/>
          <w:lang w:val="en-US"/>
        </w:rPr>
      </w:pPr>
      <w:r w:rsidRPr="00B83655">
        <w:rPr>
          <w:rFonts w:cstheme="minorBidi"/>
          <w:lang w:val="en-US"/>
        </w:rPr>
        <w:lastRenderedPageBreak/>
        <w:t xml:space="preserve">The Company changed repayment conditions by changing payment terms for some overdue installment </w:t>
      </w:r>
      <w:r w:rsidR="0039271D" w:rsidRPr="00B83655">
        <w:rPr>
          <w:rFonts w:cstheme="minorBidi"/>
          <w:lang w:val="en-US"/>
        </w:rPr>
        <w:t xml:space="preserve">accounts </w:t>
      </w:r>
      <w:r w:rsidRPr="00B83655">
        <w:rPr>
          <w:rFonts w:cstheme="minorBidi"/>
          <w:lang w:val="en-US"/>
        </w:rPr>
        <w:t xml:space="preserve">receivable. As at </w:t>
      </w:r>
      <w:r w:rsidR="00CA4A68" w:rsidRPr="00B83655">
        <w:rPr>
          <w:rFonts w:cstheme="minorBidi"/>
          <w:lang w:val="en-US"/>
        </w:rPr>
        <w:t>31 March</w:t>
      </w:r>
      <w:r w:rsidR="00504CE8" w:rsidRPr="00B83655">
        <w:rPr>
          <w:rFonts w:cstheme="minorBidi"/>
          <w:lang w:val="en-US"/>
        </w:rPr>
        <w:t xml:space="preserve"> 202</w:t>
      </w:r>
      <w:r w:rsidR="00CA4A68" w:rsidRPr="00B83655">
        <w:rPr>
          <w:rFonts w:cstheme="minorBidi"/>
          <w:lang w:val="en-US"/>
        </w:rPr>
        <w:t>2</w:t>
      </w:r>
      <w:r w:rsidRPr="00B83655">
        <w:rPr>
          <w:rFonts w:cstheme="minorBidi"/>
          <w:lang w:val="en-US"/>
        </w:rPr>
        <w:t xml:space="preserve">, the receivables that participate in rescheduling plans were </w:t>
      </w:r>
      <w:r w:rsidR="00CC4EDC" w:rsidRPr="00B83655">
        <w:rPr>
          <w:rFonts w:cstheme="minorBidi"/>
          <w:lang w:val="en-US"/>
        </w:rPr>
        <w:t>3,589</w:t>
      </w:r>
      <w:r w:rsidRPr="00B83655">
        <w:rPr>
          <w:rFonts w:cstheme="minorBidi"/>
          <w:lang w:val="en-US"/>
        </w:rPr>
        <w:t xml:space="preserve"> contracts </w:t>
      </w:r>
      <w:r w:rsidRPr="00B83655">
        <w:rPr>
          <w:rFonts w:cstheme="minorBidi"/>
          <w:i/>
          <w:iCs/>
          <w:lang w:val="en-US"/>
        </w:rPr>
        <w:t>(</w:t>
      </w:r>
      <w:r w:rsidR="00504CE8" w:rsidRPr="00B83655">
        <w:rPr>
          <w:rFonts w:cstheme="minorBidi"/>
          <w:i/>
          <w:iCs/>
          <w:lang w:val="en-US"/>
        </w:rPr>
        <w:t>31 December 20</w:t>
      </w:r>
      <w:r w:rsidR="001C07AF" w:rsidRPr="00B83655">
        <w:rPr>
          <w:rFonts w:cstheme="minorBidi"/>
          <w:i/>
          <w:iCs/>
          <w:lang w:val="en-US"/>
        </w:rPr>
        <w:t>2</w:t>
      </w:r>
      <w:r w:rsidR="008E40E2" w:rsidRPr="00B83655">
        <w:rPr>
          <w:rFonts w:cstheme="minorBidi"/>
          <w:i/>
          <w:iCs/>
          <w:lang w:val="en-US"/>
        </w:rPr>
        <w:t>1</w:t>
      </w:r>
      <w:r w:rsidRPr="00B83655">
        <w:rPr>
          <w:rFonts w:cstheme="minorBidi"/>
          <w:i/>
          <w:iCs/>
          <w:lang w:val="en-US"/>
        </w:rPr>
        <w:t xml:space="preserve">: </w:t>
      </w:r>
      <w:r w:rsidR="008E40E2" w:rsidRPr="00B83655">
        <w:rPr>
          <w:rFonts w:cstheme="minorBidi"/>
          <w:i/>
          <w:iCs/>
          <w:lang w:val="en-US"/>
        </w:rPr>
        <w:t xml:space="preserve"> 3,523 </w:t>
      </w:r>
      <w:r w:rsidRPr="00B83655">
        <w:rPr>
          <w:rFonts w:cstheme="minorBidi"/>
          <w:i/>
          <w:iCs/>
          <w:lang w:val="en-US"/>
        </w:rPr>
        <w:t>contracts)</w:t>
      </w:r>
      <w:r w:rsidRPr="00B83655">
        <w:rPr>
          <w:rFonts w:cstheme="minorBidi"/>
          <w:lang w:val="en-US"/>
        </w:rPr>
        <w:t xml:space="preserve"> which had the amount of rescheduled installment </w:t>
      </w:r>
      <w:r w:rsidR="003C7AF8" w:rsidRPr="00B83655">
        <w:rPr>
          <w:rFonts w:cstheme="minorBidi"/>
          <w:lang w:val="en-US"/>
        </w:rPr>
        <w:t xml:space="preserve">accounts </w:t>
      </w:r>
      <w:r w:rsidRPr="00B83655">
        <w:rPr>
          <w:rFonts w:cstheme="minorBidi"/>
          <w:lang w:val="en-US"/>
        </w:rPr>
        <w:t>receivable</w:t>
      </w:r>
      <w:r w:rsidR="003C7AF8" w:rsidRPr="00B83655">
        <w:rPr>
          <w:rFonts w:cstheme="minorBidi"/>
          <w:lang w:val="en-US"/>
        </w:rPr>
        <w:t xml:space="preserve"> </w:t>
      </w:r>
      <w:r w:rsidRPr="00B83655">
        <w:rPr>
          <w:rFonts w:cstheme="minorBidi"/>
          <w:lang w:val="en-US"/>
        </w:rPr>
        <w:t>of Baht</w:t>
      </w:r>
      <w:r w:rsidR="00885F5F" w:rsidRPr="00B83655">
        <w:rPr>
          <w:rFonts w:cstheme="minorBidi"/>
          <w:lang w:val="en-US"/>
        </w:rPr>
        <w:t xml:space="preserve"> </w:t>
      </w:r>
      <w:r w:rsidR="001A633E" w:rsidRPr="00B83655">
        <w:rPr>
          <w:rFonts w:cstheme="minorBidi"/>
          <w:lang w:val="en-US"/>
        </w:rPr>
        <w:t>38.13</w:t>
      </w:r>
      <w:r w:rsidRPr="00B83655">
        <w:rPr>
          <w:rFonts w:cstheme="minorBidi"/>
          <w:lang w:val="en-US"/>
        </w:rPr>
        <w:t xml:space="preserve"> million </w:t>
      </w:r>
      <w:r w:rsidRPr="00B83655">
        <w:rPr>
          <w:rFonts w:cstheme="minorBidi"/>
          <w:i/>
          <w:iCs/>
          <w:lang w:val="en-US"/>
        </w:rPr>
        <w:t>(</w:t>
      </w:r>
      <w:r w:rsidR="00504CE8" w:rsidRPr="00B83655">
        <w:rPr>
          <w:rFonts w:cstheme="minorBidi"/>
          <w:i/>
          <w:iCs/>
          <w:lang w:val="en-US"/>
        </w:rPr>
        <w:t xml:space="preserve">31 December </w:t>
      </w:r>
      <w:r w:rsidRPr="00B83655">
        <w:rPr>
          <w:rFonts w:cstheme="minorBidi"/>
          <w:i/>
          <w:iCs/>
          <w:lang w:val="en-US"/>
        </w:rPr>
        <w:t>20</w:t>
      </w:r>
      <w:r w:rsidR="001C07AF" w:rsidRPr="00B83655">
        <w:rPr>
          <w:rFonts w:cstheme="minorBidi"/>
          <w:i/>
          <w:iCs/>
          <w:lang w:val="en-US"/>
        </w:rPr>
        <w:t>2</w:t>
      </w:r>
      <w:r w:rsidR="0073683F" w:rsidRPr="00B83655">
        <w:rPr>
          <w:rFonts w:cstheme="minorBidi"/>
          <w:i/>
          <w:iCs/>
          <w:lang w:val="en-US"/>
        </w:rPr>
        <w:t>1</w:t>
      </w:r>
      <w:r w:rsidRPr="00B83655">
        <w:rPr>
          <w:rFonts w:cstheme="minorBidi"/>
          <w:i/>
          <w:iCs/>
          <w:lang w:val="en-US"/>
        </w:rPr>
        <w:t xml:space="preserve">: Baht </w:t>
      </w:r>
      <w:r w:rsidR="0073683F" w:rsidRPr="00B83655">
        <w:rPr>
          <w:rFonts w:cstheme="minorBidi"/>
          <w:i/>
          <w:iCs/>
          <w:lang w:val="en-US"/>
        </w:rPr>
        <w:t>44.23</w:t>
      </w:r>
      <w:r w:rsidRPr="00B83655">
        <w:rPr>
          <w:rFonts w:cstheme="minorBidi"/>
          <w:i/>
          <w:iCs/>
          <w:lang w:val="en-US"/>
        </w:rPr>
        <w:t xml:space="preserve"> million)</w:t>
      </w:r>
      <w:r w:rsidRPr="00B83655">
        <w:rPr>
          <w:rFonts w:cstheme="minorBidi"/>
          <w:lang w:val="en-US"/>
        </w:rPr>
        <w:t>, equivalent to</w:t>
      </w:r>
      <w:r w:rsidR="00885F5F" w:rsidRPr="00B83655">
        <w:rPr>
          <w:rFonts w:cstheme="minorBidi"/>
          <w:lang w:val="en-US"/>
        </w:rPr>
        <w:t xml:space="preserve"> </w:t>
      </w:r>
      <w:r w:rsidR="00E203FC" w:rsidRPr="00B83655">
        <w:rPr>
          <w:rFonts w:cstheme="minorBidi"/>
          <w:lang w:val="en-US"/>
        </w:rPr>
        <w:t>4</w:t>
      </w:r>
      <w:r w:rsidR="001A633E" w:rsidRPr="00B83655">
        <w:rPr>
          <w:rFonts w:cstheme="minorBidi"/>
          <w:lang w:val="en-US"/>
        </w:rPr>
        <w:t>1.27</w:t>
      </w:r>
      <w:r w:rsidRPr="00B83655">
        <w:rPr>
          <w:rFonts w:cstheme="minorBidi"/>
          <w:lang w:val="en-US"/>
        </w:rPr>
        <w:t>%</w:t>
      </w:r>
      <w:r w:rsidRPr="00B83655">
        <w:rPr>
          <w:rFonts w:cstheme="minorBidi"/>
          <w:i/>
          <w:iCs/>
          <w:lang w:val="en-US"/>
        </w:rPr>
        <w:t xml:space="preserve"> (</w:t>
      </w:r>
      <w:r w:rsidR="00504CE8" w:rsidRPr="00B83655">
        <w:rPr>
          <w:rFonts w:cstheme="minorBidi"/>
          <w:i/>
          <w:iCs/>
          <w:lang w:val="en-US"/>
        </w:rPr>
        <w:t>31 December 20</w:t>
      </w:r>
      <w:r w:rsidR="001C07AF" w:rsidRPr="00B83655">
        <w:rPr>
          <w:rFonts w:cstheme="minorBidi"/>
          <w:i/>
          <w:iCs/>
          <w:lang w:val="en-US"/>
        </w:rPr>
        <w:t>2</w:t>
      </w:r>
      <w:r w:rsidR="0073683F" w:rsidRPr="00B83655">
        <w:rPr>
          <w:rFonts w:cstheme="minorBidi"/>
          <w:i/>
          <w:iCs/>
          <w:lang w:val="en-US"/>
        </w:rPr>
        <w:t>1</w:t>
      </w:r>
      <w:r w:rsidRPr="00B83655">
        <w:rPr>
          <w:rFonts w:cstheme="minorBidi"/>
          <w:i/>
          <w:iCs/>
          <w:lang w:val="en-US"/>
        </w:rPr>
        <w:t xml:space="preserve">: </w:t>
      </w:r>
      <w:r w:rsidR="0073683F" w:rsidRPr="00B83655">
        <w:rPr>
          <w:rFonts w:cstheme="minorBidi"/>
          <w:i/>
          <w:iCs/>
          <w:lang w:val="en-US"/>
        </w:rPr>
        <w:t>37.49</w:t>
      </w:r>
      <w:r w:rsidRPr="00B83655">
        <w:rPr>
          <w:rFonts w:cstheme="minorBidi"/>
          <w:i/>
          <w:iCs/>
          <w:lang w:val="en-US"/>
        </w:rPr>
        <w:t>%)</w:t>
      </w:r>
      <w:r w:rsidRPr="00B83655">
        <w:rPr>
          <w:rFonts w:cstheme="minorBidi"/>
          <w:lang w:val="en-US"/>
        </w:rPr>
        <w:t xml:space="preserve"> of</w:t>
      </w:r>
      <w:r w:rsidR="003C7AF8" w:rsidRPr="00B83655">
        <w:rPr>
          <w:rFonts w:cstheme="minorBidi"/>
          <w:lang w:val="en-US"/>
        </w:rPr>
        <w:t xml:space="preserve"> </w:t>
      </w:r>
      <w:r w:rsidRPr="00B83655">
        <w:rPr>
          <w:rFonts w:cstheme="minorBidi"/>
          <w:lang w:val="en-US"/>
        </w:rPr>
        <w:t>total installment</w:t>
      </w:r>
      <w:r w:rsidR="0080686D" w:rsidRPr="00B83655">
        <w:rPr>
          <w:rFonts w:cstheme="minorBidi"/>
          <w:lang w:val="en-US"/>
        </w:rPr>
        <w:t xml:space="preserve"> accounts</w:t>
      </w:r>
      <w:r w:rsidRPr="00B83655">
        <w:rPr>
          <w:rFonts w:cstheme="minorBidi"/>
          <w:lang w:val="en-US"/>
        </w:rPr>
        <w:t xml:space="preserve"> receivable.</w:t>
      </w:r>
      <w:r w:rsidR="003C7AF8" w:rsidRPr="00B83655">
        <w:rPr>
          <w:rFonts w:cstheme="minorBidi"/>
          <w:lang w:val="en-US"/>
        </w:rPr>
        <w:t xml:space="preserve"> </w:t>
      </w:r>
      <w:r w:rsidRPr="00B83655">
        <w:rPr>
          <w:rFonts w:cstheme="minorBidi"/>
          <w:lang w:val="en-US"/>
        </w:rPr>
        <w:t xml:space="preserve">The Company calculated the recoverable amount of rescheduled installment </w:t>
      </w:r>
      <w:r w:rsidR="0080686D" w:rsidRPr="00B83655">
        <w:rPr>
          <w:rFonts w:cstheme="minorBidi"/>
          <w:lang w:val="en-US"/>
        </w:rPr>
        <w:t xml:space="preserve">accounts </w:t>
      </w:r>
      <w:r w:rsidRPr="00B83655">
        <w:rPr>
          <w:rFonts w:cstheme="minorBidi"/>
          <w:lang w:val="en-US"/>
        </w:rPr>
        <w:t xml:space="preserve">receivable and recognised </w:t>
      </w:r>
      <w:r w:rsidR="000904F3" w:rsidRPr="00B83655">
        <w:rPr>
          <w:rFonts w:cstheme="minorBidi"/>
          <w:lang w:val="en-US"/>
        </w:rPr>
        <w:t xml:space="preserve">allowance for </w:t>
      </w:r>
      <w:r w:rsidR="0062482A" w:rsidRPr="00B83655">
        <w:rPr>
          <w:rFonts w:cstheme="minorBidi"/>
          <w:lang w:val="en-US"/>
        </w:rPr>
        <w:t>expected credit loss</w:t>
      </w:r>
      <w:r w:rsidRPr="00B83655">
        <w:rPr>
          <w:rFonts w:cstheme="minorBidi"/>
          <w:lang w:val="en-US"/>
        </w:rPr>
        <w:t xml:space="preserve"> of Baht</w:t>
      </w:r>
      <w:r w:rsidR="00885F5F" w:rsidRPr="00B83655">
        <w:rPr>
          <w:rFonts w:cstheme="minorBidi"/>
          <w:lang w:val="en-US"/>
        </w:rPr>
        <w:t xml:space="preserve"> </w:t>
      </w:r>
      <w:r w:rsidR="00DC4AF9" w:rsidRPr="00B83655">
        <w:rPr>
          <w:rFonts w:cstheme="minorBidi"/>
          <w:lang w:val="en-US"/>
        </w:rPr>
        <w:t>1.</w:t>
      </w:r>
      <w:r w:rsidR="00E203FC" w:rsidRPr="00B83655">
        <w:rPr>
          <w:rFonts w:cstheme="minorBidi"/>
          <w:lang w:val="en-US"/>
        </w:rPr>
        <w:t>4</w:t>
      </w:r>
      <w:r w:rsidR="00DC4AF9" w:rsidRPr="00B83655">
        <w:rPr>
          <w:rFonts w:cstheme="minorBidi"/>
          <w:lang w:val="en-US"/>
        </w:rPr>
        <w:t>3</w:t>
      </w:r>
      <w:r w:rsidRPr="00B83655">
        <w:rPr>
          <w:rFonts w:cstheme="minorBidi"/>
          <w:lang w:val="en-US"/>
        </w:rPr>
        <w:t xml:space="preserve"> million </w:t>
      </w:r>
      <w:r w:rsidRPr="00B83655">
        <w:rPr>
          <w:rFonts w:cstheme="minorBidi"/>
          <w:i/>
          <w:iCs/>
          <w:lang w:val="en-US"/>
        </w:rPr>
        <w:t>(</w:t>
      </w:r>
      <w:r w:rsidR="00504CE8" w:rsidRPr="00B83655">
        <w:rPr>
          <w:rFonts w:cstheme="minorBidi"/>
          <w:i/>
          <w:iCs/>
          <w:lang w:val="en-US"/>
        </w:rPr>
        <w:t>31</w:t>
      </w:r>
      <w:r w:rsidR="00504CE8" w:rsidRPr="00F73937">
        <w:rPr>
          <w:rFonts w:cstheme="minorBidi"/>
          <w:i/>
          <w:iCs/>
          <w:lang w:val="en-US"/>
        </w:rPr>
        <w:t xml:space="preserve"> December 20</w:t>
      </w:r>
      <w:r w:rsidR="001C07AF" w:rsidRPr="00F73937">
        <w:rPr>
          <w:rFonts w:cstheme="minorBidi"/>
          <w:i/>
          <w:iCs/>
          <w:lang w:val="en-US"/>
        </w:rPr>
        <w:t>2</w:t>
      </w:r>
      <w:r w:rsidR="00FA5442" w:rsidRPr="00F73937">
        <w:rPr>
          <w:rFonts w:cstheme="minorBidi"/>
          <w:i/>
          <w:iCs/>
          <w:lang w:val="en-US"/>
        </w:rPr>
        <w:t>1</w:t>
      </w:r>
      <w:r w:rsidRPr="00F73937">
        <w:rPr>
          <w:rFonts w:cstheme="minorBidi"/>
          <w:i/>
          <w:iCs/>
          <w:lang w:val="en-US"/>
        </w:rPr>
        <w:t>:</w:t>
      </w:r>
      <w:r w:rsidR="0062482A" w:rsidRPr="00F73937">
        <w:rPr>
          <w:rFonts w:cstheme="minorBidi"/>
          <w:i/>
          <w:iCs/>
          <w:lang w:val="en-US"/>
        </w:rPr>
        <w:t xml:space="preserve"> </w:t>
      </w:r>
      <w:r w:rsidRPr="00F73937">
        <w:rPr>
          <w:rFonts w:cstheme="minorBidi"/>
          <w:i/>
          <w:iCs/>
          <w:lang w:val="en-US"/>
        </w:rPr>
        <w:t xml:space="preserve">Baht </w:t>
      </w:r>
      <w:r w:rsidR="00FA5442" w:rsidRPr="00F73937">
        <w:rPr>
          <w:rFonts w:cstheme="minorBidi"/>
          <w:i/>
          <w:iCs/>
          <w:lang w:val="en-US"/>
        </w:rPr>
        <w:t>3.49</w:t>
      </w:r>
      <w:r w:rsidRPr="00F73937">
        <w:rPr>
          <w:rFonts w:cstheme="minorBidi"/>
          <w:i/>
          <w:iCs/>
          <w:lang w:val="en-US"/>
        </w:rPr>
        <w:t xml:space="preserve"> million)</w:t>
      </w:r>
      <w:r w:rsidRPr="00F73937">
        <w:rPr>
          <w:rFonts w:cstheme="minorBidi"/>
          <w:lang w:val="en-US"/>
        </w:rPr>
        <w:t>.</w:t>
      </w:r>
    </w:p>
    <w:p w14:paraId="3F0B1344" w14:textId="439EC4AA" w:rsidR="007731A3" w:rsidRPr="00F73937" w:rsidRDefault="007731A3" w:rsidP="00A67D6A">
      <w:pPr>
        <w:pStyle w:val="block"/>
        <w:spacing w:after="0" w:line="240" w:lineRule="atLeast"/>
        <w:ind w:left="540"/>
        <w:jc w:val="both"/>
        <w:rPr>
          <w:lang w:val="en-US"/>
        </w:rPr>
      </w:pPr>
    </w:p>
    <w:p w14:paraId="71D89277" w14:textId="29198454" w:rsidR="00B97136" w:rsidRPr="00B07727" w:rsidRDefault="005E72D4" w:rsidP="004B73D6">
      <w:pPr>
        <w:pStyle w:val="Heading1"/>
        <w:numPr>
          <w:ilvl w:val="0"/>
          <w:numId w:val="13"/>
        </w:numPr>
        <w:spacing w:before="0" w:after="0" w:line="240" w:lineRule="auto"/>
        <w:ind w:left="540" w:hanging="540"/>
        <w:jc w:val="both"/>
        <w:rPr>
          <w:b/>
          <w:bCs/>
          <w:i w:val="0"/>
          <w:iCs/>
          <w:szCs w:val="24"/>
        </w:rPr>
      </w:pPr>
      <w:bookmarkStart w:id="1" w:name="_Hlk70946991"/>
      <w:r w:rsidRPr="00B07727">
        <w:rPr>
          <w:b/>
          <w:bCs/>
          <w:i w:val="0"/>
          <w:iCs/>
          <w:szCs w:val="24"/>
        </w:rPr>
        <w:t>Investment</w:t>
      </w:r>
      <w:r w:rsidR="002D7BF3" w:rsidRPr="00B07727">
        <w:rPr>
          <w:b/>
          <w:bCs/>
          <w:i w:val="0"/>
          <w:iCs/>
          <w:szCs w:val="24"/>
        </w:rPr>
        <w:t>s</w:t>
      </w:r>
      <w:r w:rsidRPr="00B07727">
        <w:rPr>
          <w:b/>
          <w:bCs/>
          <w:i w:val="0"/>
          <w:iCs/>
          <w:szCs w:val="24"/>
        </w:rPr>
        <w:t xml:space="preserve"> in </w:t>
      </w:r>
      <w:r w:rsidR="00977052" w:rsidRPr="00B07727">
        <w:rPr>
          <w:b/>
          <w:bCs/>
          <w:i w:val="0"/>
          <w:iCs/>
          <w:szCs w:val="24"/>
        </w:rPr>
        <w:t>subsidiaries</w:t>
      </w:r>
      <w:r w:rsidRPr="00B07727">
        <w:rPr>
          <w:b/>
          <w:bCs/>
          <w:i w:val="0"/>
          <w:iCs/>
          <w:szCs w:val="24"/>
        </w:rPr>
        <w:t xml:space="preserve"> </w:t>
      </w:r>
      <w:r w:rsidR="00B97136" w:rsidRPr="00B07727">
        <w:rPr>
          <w:b/>
          <w:bCs/>
          <w:i w:val="0"/>
          <w:iCs/>
          <w:szCs w:val="24"/>
        </w:rPr>
        <w:t>and joint venture</w:t>
      </w:r>
      <w:r w:rsidR="00B611A0" w:rsidRPr="00B07727">
        <w:rPr>
          <w:b/>
          <w:bCs/>
          <w:i w:val="0"/>
          <w:iCs/>
          <w:szCs w:val="24"/>
        </w:rPr>
        <w:t>s</w:t>
      </w:r>
    </w:p>
    <w:p w14:paraId="3B8194EB" w14:textId="77777777" w:rsidR="00300B4A" w:rsidRPr="00F73937" w:rsidRDefault="00300B4A" w:rsidP="00300B4A">
      <w:pPr>
        <w:spacing w:line="240" w:lineRule="atLeast"/>
        <w:ind w:left="990" w:firstLine="9"/>
        <w:jc w:val="thaiDistribute"/>
        <w:rPr>
          <w:lang w:val="en-GB"/>
        </w:rPr>
      </w:pPr>
    </w:p>
    <w:bookmarkEnd w:id="1"/>
    <w:tbl>
      <w:tblPr>
        <w:tblW w:w="9450" w:type="dxa"/>
        <w:tblInd w:w="450" w:type="dxa"/>
        <w:tblLayout w:type="fixed"/>
        <w:tblCellMar>
          <w:left w:w="79" w:type="dxa"/>
          <w:right w:w="79" w:type="dxa"/>
        </w:tblCellMar>
        <w:tblLook w:val="0000" w:firstRow="0" w:lastRow="0" w:firstColumn="0" w:lastColumn="0" w:noHBand="0" w:noVBand="0"/>
      </w:tblPr>
      <w:tblGrid>
        <w:gridCol w:w="5670"/>
        <w:gridCol w:w="540"/>
        <w:gridCol w:w="180"/>
        <w:gridCol w:w="1440"/>
        <w:gridCol w:w="180"/>
        <w:gridCol w:w="1440"/>
      </w:tblGrid>
      <w:tr w:rsidR="00050033" w:rsidRPr="00F73937" w14:paraId="10419720" w14:textId="77777777" w:rsidTr="007261CA">
        <w:trPr>
          <w:cantSplit/>
          <w:tblHeader/>
        </w:trPr>
        <w:tc>
          <w:tcPr>
            <w:tcW w:w="5670" w:type="dxa"/>
            <w:shd w:val="clear" w:color="auto" w:fill="auto"/>
          </w:tcPr>
          <w:p w14:paraId="6BA0AC4B" w14:textId="77777777" w:rsidR="00B97136" w:rsidRPr="00F73937" w:rsidRDefault="00B97136" w:rsidP="001668DF">
            <w:pPr>
              <w:spacing w:line="240" w:lineRule="auto"/>
              <w:ind w:right="108"/>
              <w:rPr>
                <w:b/>
                <w:bCs/>
                <w:i/>
                <w:iCs/>
              </w:rPr>
            </w:pPr>
          </w:p>
          <w:p w14:paraId="16736F2A" w14:textId="77777777" w:rsidR="002A33BD" w:rsidRDefault="00B97136" w:rsidP="002A33BD">
            <w:pPr>
              <w:spacing w:line="240" w:lineRule="auto"/>
              <w:ind w:right="108"/>
              <w:rPr>
                <w:b/>
                <w:bCs/>
                <w:i/>
                <w:iCs/>
              </w:rPr>
            </w:pPr>
            <w:r w:rsidRPr="00F73937">
              <w:rPr>
                <w:b/>
                <w:bCs/>
                <w:i/>
                <w:iCs/>
              </w:rPr>
              <w:t>Material movements</w:t>
            </w:r>
            <w:r w:rsidR="002A33BD">
              <w:rPr>
                <w:b/>
                <w:bCs/>
                <w:i/>
                <w:iCs/>
              </w:rPr>
              <w:t xml:space="preserve"> </w:t>
            </w:r>
            <w:r w:rsidRPr="00F73937">
              <w:rPr>
                <w:b/>
                <w:bCs/>
                <w:i/>
                <w:iCs/>
              </w:rPr>
              <w:t xml:space="preserve">for the </w:t>
            </w:r>
            <w:r w:rsidR="003E729C" w:rsidRPr="00F73937">
              <w:rPr>
                <w:b/>
                <w:bCs/>
                <w:i/>
                <w:iCs/>
              </w:rPr>
              <w:t>t</w:t>
            </w:r>
            <w:r w:rsidR="00B844D0" w:rsidRPr="00F73937">
              <w:rPr>
                <w:b/>
                <w:bCs/>
                <w:i/>
                <w:iCs/>
              </w:rPr>
              <w:t>hree</w:t>
            </w:r>
            <w:r w:rsidRPr="00F73937">
              <w:rPr>
                <w:b/>
                <w:bCs/>
                <w:i/>
                <w:iCs/>
              </w:rPr>
              <w:t xml:space="preserve">-month period </w:t>
            </w:r>
          </w:p>
          <w:p w14:paraId="7DDE5C63" w14:textId="1D537B01" w:rsidR="00B97136" w:rsidRPr="00B83655" w:rsidRDefault="002A33BD" w:rsidP="002A33BD">
            <w:pPr>
              <w:spacing w:line="240" w:lineRule="auto"/>
              <w:ind w:right="108"/>
              <w:rPr>
                <w:b/>
                <w:bCs/>
                <w:i/>
                <w:iCs/>
                <w:cs/>
              </w:rPr>
            </w:pPr>
            <w:r>
              <w:rPr>
                <w:b/>
                <w:bCs/>
                <w:i/>
                <w:iCs/>
              </w:rPr>
              <w:t xml:space="preserve">   </w:t>
            </w:r>
            <w:r w:rsidR="00B97136" w:rsidRPr="00F73937">
              <w:rPr>
                <w:b/>
                <w:bCs/>
                <w:i/>
                <w:iCs/>
              </w:rPr>
              <w:t>ended</w:t>
            </w:r>
            <w:r w:rsidR="00B844D0" w:rsidRPr="00F73937">
              <w:rPr>
                <w:b/>
                <w:bCs/>
                <w:i/>
                <w:iCs/>
              </w:rPr>
              <w:t xml:space="preserve"> 31 March 2022</w:t>
            </w:r>
            <w:r w:rsidR="00B97136" w:rsidRPr="00F73937">
              <w:rPr>
                <w:b/>
                <w:bCs/>
                <w:color w:val="0000FF"/>
              </w:rPr>
              <w:t xml:space="preserve"> </w:t>
            </w:r>
          </w:p>
        </w:tc>
        <w:tc>
          <w:tcPr>
            <w:tcW w:w="540" w:type="dxa"/>
          </w:tcPr>
          <w:p w14:paraId="568B34E7" w14:textId="77777777" w:rsidR="00B97136" w:rsidRPr="00F73937" w:rsidRDefault="00B97136" w:rsidP="001668DF">
            <w:pPr>
              <w:pStyle w:val="acctmergecolhdg"/>
              <w:spacing w:line="240" w:lineRule="auto"/>
              <w:ind w:left="-76" w:right="-81"/>
              <w:rPr>
                <w:b w:val="0"/>
                <w:bCs/>
                <w:i/>
                <w:iCs/>
              </w:rPr>
            </w:pPr>
          </w:p>
          <w:p w14:paraId="35797456" w14:textId="77777777" w:rsidR="00B97136" w:rsidRPr="00F73937" w:rsidRDefault="00B97136" w:rsidP="001668DF">
            <w:pPr>
              <w:pStyle w:val="acctmergecolhdg"/>
              <w:spacing w:line="240" w:lineRule="auto"/>
              <w:ind w:left="-76" w:right="-81"/>
              <w:rPr>
                <w:b w:val="0"/>
                <w:bCs/>
                <w:i/>
                <w:iCs/>
              </w:rPr>
            </w:pPr>
          </w:p>
          <w:p w14:paraId="0F70C8BC" w14:textId="77777777" w:rsidR="00B97136" w:rsidRPr="00F73937" w:rsidRDefault="00B97136" w:rsidP="001668DF">
            <w:pPr>
              <w:pStyle w:val="acctmergecolhdg"/>
              <w:spacing w:line="240" w:lineRule="auto"/>
              <w:ind w:left="-76" w:right="-81"/>
              <w:rPr>
                <w:b w:val="0"/>
                <w:bCs/>
                <w:i/>
                <w:iCs/>
              </w:rPr>
            </w:pPr>
            <w:r w:rsidRPr="00F73937">
              <w:rPr>
                <w:b w:val="0"/>
                <w:bCs/>
                <w:i/>
                <w:iCs/>
              </w:rPr>
              <w:t>Note</w:t>
            </w:r>
          </w:p>
        </w:tc>
        <w:tc>
          <w:tcPr>
            <w:tcW w:w="180" w:type="dxa"/>
          </w:tcPr>
          <w:p w14:paraId="74D17E54" w14:textId="77777777" w:rsidR="00B97136" w:rsidRPr="00F73937" w:rsidRDefault="00B97136" w:rsidP="001668DF">
            <w:pPr>
              <w:pStyle w:val="acctmergecolhdg"/>
              <w:spacing w:line="240" w:lineRule="auto"/>
              <w:ind w:right="-81"/>
              <w:rPr>
                <w:b w:val="0"/>
                <w:bCs/>
              </w:rPr>
            </w:pPr>
          </w:p>
        </w:tc>
        <w:tc>
          <w:tcPr>
            <w:tcW w:w="1440" w:type="dxa"/>
            <w:shd w:val="clear" w:color="auto" w:fill="auto"/>
            <w:vAlign w:val="bottom"/>
          </w:tcPr>
          <w:p w14:paraId="23E858E6" w14:textId="77777777" w:rsidR="00B97136" w:rsidRPr="00F73937" w:rsidRDefault="00B97136" w:rsidP="00B611DF">
            <w:pPr>
              <w:pStyle w:val="acctmergecolhdg"/>
              <w:spacing w:line="240" w:lineRule="auto"/>
              <w:ind w:left="-80" w:right="-80"/>
            </w:pPr>
            <w:r w:rsidRPr="00F73937">
              <w:t xml:space="preserve">Consolidated </w:t>
            </w:r>
          </w:p>
          <w:p w14:paraId="23A7371D" w14:textId="2A636783" w:rsidR="00B97136" w:rsidRPr="00F73937" w:rsidRDefault="00B97136" w:rsidP="00B611DF">
            <w:pPr>
              <w:pStyle w:val="acctmergecolhdg"/>
              <w:spacing w:line="240" w:lineRule="auto"/>
              <w:ind w:left="-80" w:right="-80"/>
              <w:rPr>
                <w:b w:val="0"/>
                <w:bCs/>
              </w:rPr>
            </w:pPr>
            <w:r w:rsidRPr="00F73937">
              <w:t>financial statements</w:t>
            </w:r>
            <w:r w:rsidRPr="00F73937">
              <w:rPr>
                <w:b w:val="0"/>
                <w:bCs/>
              </w:rPr>
              <w:t xml:space="preserve"> </w:t>
            </w:r>
          </w:p>
        </w:tc>
        <w:tc>
          <w:tcPr>
            <w:tcW w:w="180" w:type="dxa"/>
            <w:shd w:val="clear" w:color="auto" w:fill="auto"/>
            <w:vAlign w:val="bottom"/>
          </w:tcPr>
          <w:p w14:paraId="60FA18EB" w14:textId="77777777" w:rsidR="00B97136" w:rsidRPr="00F73937" w:rsidRDefault="00B97136" w:rsidP="001668DF">
            <w:pPr>
              <w:pStyle w:val="acctmergecolhdg"/>
              <w:spacing w:line="240" w:lineRule="auto"/>
              <w:ind w:right="108"/>
              <w:rPr>
                <w:b w:val="0"/>
                <w:bCs/>
              </w:rPr>
            </w:pPr>
          </w:p>
        </w:tc>
        <w:tc>
          <w:tcPr>
            <w:tcW w:w="1440" w:type="dxa"/>
            <w:shd w:val="clear" w:color="auto" w:fill="auto"/>
            <w:vAlign w:val="bottom"/>
          </w:tcPr>
          <w:p w14:paraId="759AD0DA" w14:textId="77777777" w:rsidR="00B97136" w:rsidRPr="00F73937" w:rsidRDefault="00B97136" w:rsidP="00B611DF">
            <w:pPr>
              <w:pStyle w:val="acctmergecolhdg"/>
              <w:spacing w:line="240" w:lineRule="auto"/>
              <w:ind w:left="-80" w:right="-80"/>
            </w:pPr>
            <w:r w:rsidRPr="00F73937">
              <w:t xml:space="preserve">Separate </w:t>
            </w:r>
          </w:p>
          <w:p w14:paraId="4F4B2119" w14:textId="7D96F7F0" w:rsidR="00B97136" w:rsidRPr="00F73937" w:rsidRDefault="00B97136" w:rsidP="00B611DF">
            <w:pPr>
              <w:pStyle w:val="acctmergecolhdg"/>
              <w:spacing w:line="240" w:lineRule="auto"/>
              <w:ind w:left="-80" w:right="-80"/>
              <w:rPr>
                <w:b w:val="0"/>
                <w:bCs/>
              </w:rPr>
            </w:pPr>
            <w:r w:rsidRPr="00F73937">
              <w:t xml:space="preserve">financial statements </w:t>
            </w:r>
          </w:p>
        </w:tc>
      </w:tr>
      <w:tr w:rsidR="00B97136" w:rsidRPr="00F73937" w14:paraId="6CF93EFD" w14:textId="77777777" w:rsidTr="007261CA">
        <w:trPr>
          <w:cantSplit/>
        </w:trPr>
        <w:tc>
          <w:tcPr>
            <w:tcW w:w="5670" w:type="dxa"/>
            <w:shd w:val="clear" w:color="auto" w:fill="auto"/>
          </w:tcPr>
          <w:p w14:paraId="3F4F4E56" w14:textId="4EE36429" w:rsidR="00B97136" w:rsidRPr="00F73937" w:rsidRDefault="00B97136" w:rsidP="001668DF">
            <w:pPr>
              <w:spacing w:line="240" w:lineRule="auto"/>
              <w:ind w:right="108"/>
              <w:rPr>
                <w:highlight w:val="cyan"/>
              </w:rPr>
            </w:pPr>
          </w:p>
        </w:tc>
        <w:tc>
          <w:tcPr>
            <w:tcW w:w="540" w:type="dxa"/>
          </w:tcPr>
          <w:p w14:paraId="607D1D6B" w14:textId="77777777" w:rsidR="00B97136" w:rsidRPr="00F73937" w:rsidRDefault="00B97136" w:rsidP="001668DF">
            <w:pPr>
              <w:pStyle w:val="acctfourfigures"/>
              <w:tabs>
                <w:tab w:val="clear" w:pos="765"/>
              </w:tabs>
              <w:spacing w:line="240" w:lineRule="auto"/>
              <w:ind w:right="108"/>
              <w:jc w:val="center"/>
              <w:rPr>
                <w:i/>
                <w:iCs/>
              </w:rPr>
            </w:pPr>
          </w:p>
        </w:tc>
        <w:tc>
          <w:tcPr>
            <w:tcW w:w="180" w:type="dxa"/>
          </w:tcPr>
          <w:p w14:paraId="3ADE8C74" w14:textId="77777777" w:rsidR="00B97136" w:rsidRPr="00F73937" w:rsidRDefault="00B97136" w:rsidP="001668DF">
            <w:pPr>
              <w:pStyle w:val="acctfourfigures"/>
              <w:tabs>
                <w:tab w:val="clear" w:pos="765"/>
              </w:tabs>
              <w:spacing w:line="240" w:lineRule="auto"/>
              <w:ind w:right="108"/>
              <w:jc w:val="center"/>
              <w:rPr>
                <w:i/>
                <w:iCs/>
              </w:rPr>
            </w:pPr>
          </w:p>
        </w:tc>
        <w:tc>
          <w:tcPr>
            <w:tcW w:w="3060" w:type="dxa"/>
            <w:gridSpan w:val="3"/>
            <w:shd w:val="clear" w:color="auto" w:fill="auto"/>
          </w:tcPr>
          <w:p w14:paraId="06BF1E47" w14:textId="58FC780D" w:rsidR="00B97136" w:rsidRPr="00F73937" w:rsidRDefault="00B97136" w:rsidP="001668DF">
            <w:pPr>
              <w:pStyle w:val="acctfourfigures"/>
              <w:tabs>
                <w:tab w:val="clear" w:pos="765"/>
              </w:tabs>
              <w:spacing w:line="240" w:lineRule="auto"/>
              <w:ind w:right="108"/>
              <w:jc w:val="center"/>
              <w:rPr>
                <w:i/>
                <w:iCs/>
              </w:rPr>
            </w:pPr>
            <w:r w:rsidRPr="00F73937">
              <w:rPr>
                <w:i/>
                <w:iCs/>
              </w:rPr>
              <w:t xml:space="preserve">(in </w:t>
            </w:r>
            <w:r w:rsidR="00E1794F" w:rsidRPr="00F73937">
              <w:rPr>
                <w:rFonts w:cs="Angsana New"/>
                <w:i/>
                <w:iCs/>
              </w:rPr>
              <w:t>thousand</w:t>
            </w:r>
            <w:r w:rsidRPr="00F73937">
              <w:rPr>
                <w:i/>
                <w:iCs/>
              </w:rPr>
              <w:t xml:space="preserve"> Baht)</w:t>
            </w:r>
          </w:p>
        </w:tc>
      </w:tr>
      <w:tr w:rsidR="00050033" w:rsidRPr="00F73937" w14:paraId="6A994B47" w14:textId="77777777" w:rsidTr="007261CA">
        <w:trPr>
          <w:cantSplit/>
        </w:trPr>
        <w:tc>
          <w:tcPr>
            <w:tcW w:w="5670" w:type="dxa"/>
            <w:shd w:val="clear" w:color="auto" w:fill="auto"/>
          </w:tcPr>
          <w:p w14:paraId="30F26EC4" w14:textId="77777777" w:rsidR="00B97136" w:rsidRPr="007261CA" w:rsidRDefault="00B97136" w:rsidP="001668DF">
            <w:pPr>
              <w:spacing w:line="240" w:lineRule="auto"/>
              <w:ind w:right="108"/>
              <w:rPr>
                <w:b/>
                <w:bCs/>
                <w:i/>
                <w:iCs/>
              </w:rPr>
            </w:pPr>
            <w:r w:rsidRPr="007261CA">
              <w:rPr>
                <w:b/>
                <w:bCs/>
                <w:i/>
                <w:iCs/>
              </w:rPr>
              <w:t>Subsidiaries</w:t>
            </w:r>
          </w:p>
        </w:tc>
        <w:tc>
          <w:tcPr>
            <w:tcW w:w="540" w:type="dxa"/>
          </w:tcPr>
          <w:p w14:paraId="5F901C9C" w14:textId="77777777" w:rsidR="00B97136" w:rsidRPr="00F73937" w:rsidRDefault="00B97136" w:rsidP="001668DF">
            <w:pPr>
              <w:pStyle w:val="acctfourfigures"/>
              <w:tabs>
                <w:tab w:val="clear" w:pos="765"/>
                <w:tab w:val="decimal" w:pos="731"/>
              </w:tabs>
              <w:spacing w:line="240" w:lineRule="auto"/>
              <w:ind w:right="108"/>
              <w:rPr>
                <w:highlight w:val="yellow"/>
              </w:rPr>
            </w:pPr>
          </w:p>
        </w:tc>
        <w:tc>
          <w:tcPr>
            <w:tcW w:w="180" w:type="dxa"/>
          </w:tcPr>
          <w:p w14:paraId="36A66A7C" w14:textId="77777777" w:rsidR="00B97136" w:rsidRPr="00F73937" w:rsidRDefault="00B97136" w:rsidP="001668DF">
            <w:pPr>
              <w:pStyle w:val="acctfourfigures"/>
              <w:tabs>
                <w:tab w:val="clear" w:pos="765"/>
                <w:tab w:val="decimal" w:pos="731"/>
              </w:tabs>
              <w:spacing w:line="240" w:lineRule="auto"/>
              <w:ind w:right="108"/>
              <w:rPr>
                <w:highlight w:val="yellow"/>
              </w:rPr>
            </w:pPr>
          </w:p>
        </w:tc>
        <w:tc>
          <w:tcPr>
            <w:tcW w:w="1440" w:type="dxa"/>
            <w:shd w:val="clear" w:color="auto" w:fill="auto"/>
          </w:tcPr>
          <w:p w14:paraId="294FDA69" w14:textId="77777777" w:rsidR="00B97136" w:rsidRPr="00F73937" w:rsidRDefault="00B97136" w:rsidP="001668DF">
            <w:pPr>
              <w:pStyle w:val="acctfourfigures"/>
              <w:tabs>
                <w:tab w:val="clear" w:pos="765"/>
                <w:tab w:val="decimal" w:pos="731"/>
              </w:tabs>
              <w:spacing w:line="240" w:lineRule="auto"/>
              <w:ind w:right="108"/>
              <w:jc w:val="right"/>
              <w:rPr>
                <w:highlight w:val="yellow"/>
              </w:rPr>
            </w:pPr>
          </w:p>
        </w:tc>
        <w:tc>
          <w:tcPr>
            <w:tcW w:w="180" w:type="dxa"/>
            <w:shd w:val="clear" w:color="auto" w:fill="auto"/>
          </w:tcPr>
          <w:p w14:paraId="777AACEE" w14:textId="77777777" w:rsidR="00B97136" w:rsidRPr="00F73937" w:rsidRDefault="00B97136" w:rsidP="001668DF">
            <w:pPr>
              <w:pStyle w:val="acctfourfigures"/>
              <w:spacing w:line="240" w:lineRule="auto"/>
              <w:ind w:right="108"/>
              <w:jc w:val="right"/>
            </w:pPr>
          </w:p>
        </w:tc>
        <w:tc>
          <w:tcPr>
            <w:tcW w:w="1440" w:type="dxa"/>
            <w:shd w:val="clear" w:color="auto" w:fill="auto"/>
          </w:tcPr>
          <w:p w14:paraId="38492EE8" w14:textId="77777777" w:rsidR="00B97136" w:rsidRPr="00F73937" w:rsidRDefault="00B97136" w:rsidP="001668DF">
            <w:pPr>
              <w:pStyle w:val="acctfourfigures"/>
              <w:tabs>
                <w:tab w:val="clear" w:pos="765"/>
                <w:tab w:val="decimal" w:pos="731"/>
              </w:tabs>
              <w:spacing w:line="240" w:lineRule="auto"/>
              <w:ind w:right="108"/>
              <w:jc w:val="right"/>
            </w:pPr>
          </w:p>
        </w:tc>
      </w:tr>
      <w:tr w:rsidR="00A25940" w:rsidRPr="00F73937" w14:paraId="2BF69865" w14:textId="77777777" w:rsidTr="007261CA">
        <w:trPr>
          <w:cantSplit/>
        </w:trPr>
        <w:tc>
          <w:tcPr>
            <w:tcW w:w="5670" w:type="dxa"/>
            <w:shd w:val="clear" w:color="auto" w:fill="auto"/>
          </w:tcPr>
          <w:p w14:paraId="7E2CFCDF" w14:textId="77DF6FA3" w:rsidR="00A25940" w:rsidRPr="007261CA" w:rsidRDefault="00A25940" w:rsidP="00A25940">
            <w:pPr>
              <w:spacing w:line="240" w:lineRule="auto"/>
              <w:ind w:right="-80"/>
            </w:pPr>
            <w:r w:rsidRPr="007261CA">
              <w:t>Acquisition of investment in A.T.P. Friend Services Co., Ltd.</w:t>
            </w:r>
          </w:p>
        </w:tc>
        <w:tc>
          <w:tcPr>
            <w:tcW w:w="540" w:type="dxa"/>
          </w:tcPr>
          <w:p w14:paraId="2AC0145D" w14:textId="028F518A" w:rsidR="00A25940" w:rsidRPr="00A25940" w:rsidRDefault="00A25940" w:rsidP="00A25940">
            <w:pPr>
              <w:pStyle w:val="acctfourfigures"/>
              <w:tabs>
                <w:tab w:val="clear" w:pos="765"/>
                <w:tab w:val="decimal" w:pos="284"/>
              </w:tabs>
              <w:spacing w:line="240" w:lineRule="auto"/>
              <w:ind w:left="-76" w:right="-80"/>
              <w:rPr>
                <w:i/>
                <w:iCs/>
              </w:rPr>
            </w:pPr>
          </w:p>
        </w:tc>
        <w:tc>
          <w:tcPr>
            <w:tcW w:w="180" w:type="dxa"/>
          </w:tcPr>
          <w:p w14:paraId="25DA0B74"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567E60AB" w14:textId="77777777"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tcPr>
          <w:p w14:paraId="494F69D8" w14:textId="77777777" w:rsidR="00A25940" w:rsidRPr="00F73937" w:rsidRDefault="00A25940" w:rsidP="00A25940">
            <w:pPr>
              <w:pStyle w:val="acctfourfigures"/>
              <w:spacing w:line="240" w:lineRule="auto"/>
              <w:ind w:right="108"/>
              <w:jc w:val="right"/>
            </w:pPr>
          </w:p>
        </w:tc>
        <w:tc>
          <w:tcPr>
            <w:tcW w:w="1440" w:type="dxa"/>
            <w:shd w:val="clear" w:color="auto" w:fill="auto"/>
          </w:tcPr>
          <w:p w14:paraId="39667DD8" w14:textId="0C8B7CC7" w:rsidR="00A25940" w:rsidRPr="00F73937" w:rsidRDefault="00A25940" w:rsidP="00941472">
            <w:pPr>
              <w:tabs>
                <w:tab w:val="decimal" w:pos="1090"/>
              </w:tabs>
              <w:spacing w:line="240" w:lineRule="auto"/>
              <w:ind w:right="76" w:firstLine="1"/>
            </w:pPr>
            <w:r w:rsidRPr="001708B2">
              <w:t>56,000</w:t>
            </w:r>
          </w:p>
        </w:tc>
      </w:tr>
      <w:tr w:rsidR="00A25940" w:rsidRPr="00F73937" w14:paraId="45F4DFA7" w14:textId="77777777" w:rsidTr="007261CA">
        <w:trPr>
          <w:cantSplit/>
        </w:trPr>
        <w:tc>
          <w:tcPr>
            <w:tcW w:w="5670" w:type="dxa"/>
            <w:shd w:val="clear" w:color="auto" w:fill="auto"/>
          </w:tcPr>
          <w:p w14:paraId="3CEE32F6" w14:textId="5A72DC3D" w:rsidR="00A25940" w:rsidRPr="007261CA" w:rsidRDefault="00A25940" w:rsidP="00A25940">
            <w:pPr>
              <w:spacing w:line="240" w:lineRule="auto"/>
              <w:ind w:right="-80"/>
            </w:pPr>
            <w:r w:rsidRPr="007261CA">
              <w:t>Acquisition of investment in The Letter Post Service Co., Ltd.</w:t>
            </w:r>
          </w:p>
        </w:tc>
        <w:tc>
          <w:tcPr>
            <w:tcW w:w="540" w:type="dxa"/>
          </w:tcPr>
          <w:p w14:paraId="1925D0BA" w14:textId="4F37C3AB"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0" w:type="dxa"/>
          </w:tcPr>
          <w:p w14:paraId="5AC51C60"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56DE808A" w14:textId="295A5B3B"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tcPr>
          <w:p w14:paraId="30F61D07" w14:textId="77777777" w:rsidR="00A25940" w:rsidRPr="00F73937" w:rsidRDefault="00A25940" w:rsidP="00A25940">
            <w:pPr>
              <w:pStyle w:val="acctfourfigures"/>
              <w:spacing w:line="240" w:lineRule="auto"/>
              <w:ind w:right="108"/>
              <w:jc w:val="right"/>
            </w:pPr>
          </w:p>
        </w:tc>
        <w:tc>
          <w:tcPr>
            <w:tcW w:w="1440" w:type="dxa"/>
            <w:shd w:val="clear" w:color="auto" w:fill="auto"/>
          </w:tcPr>
          <w:p w14:paraId="6CC468C9" w14:textId="212BC716" w:rsidR="00A25940" w:rsidRPr="00F73937" w:rsidRDefault="00A25940" w:rsidP="00941472">
            <w:pPr>
              <w:tabs>
                <w:tab w:val="decimal" w:pos="1090"/>
              </w:tabs>
              <w:spacing w:line="240" w:lineRule="auto"/>
              <w:ind w:right="76" w:firstLine="1"/>
            </w:pPr>
            <w:r w:rsidRPr="001708B2">
              <w:t>42,000</w:t>
            </w:r>
          </w:p>
        </w:tc>
      </w:tr>
      <w:tr w:rsidR="00A25940" w:rsidRPr="00F73937" w14:paraId="450659EA" w14:textId="77777777" w:rsidTr="007261CA">
        <w:trPr>
          <w:cantSplit/>
        </w:trPr>
        <w:tc>
          <w:tcPr>
            <w:tcW w:w="5670" w:type="dxa"/>
            <w:shd w:val="clear" w:color="auto" w:fill="auto"/>
          </w:tcPr>
          <w:p w14:paraId="15E9CA32" w14:textId="4FA06D51" w:rsidR="00A25940" w:rsidRPr="00F73937" w:rsidRDefault="00A25940" w:rsidP="00A25940">
            <w:pPr>
              <w:spacing w:line="240" w:lineRule="auto"/>
              <w:ind w:right="-80"/>
              <w:rPr>
                <w:highlight w:val="yellow"/>
                <w:cs/>
              </w:rPr>
            </w:pPr>
            <w:r w:rsidRPr="00584B5A">
              <w:t>Acquisition of investment in M Point Express Co., Ltd.</w:t>
            </w:r>
          </w:p>
        </w:tc>
        <w:tc>
          <w:tcPr>
            <w:tcW w:w="540" w:type="dxa"/>
          </w:tcPr>
          <w:p w14:paraId="44FEAD1E" w14:textId="66A9C6FA"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0" w:type="dxa"/>
          </w:tcPr>
          <w:p w14:paraId="79442047"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45972F77" w14:textId="77777777"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tcPr>
          <w:p w14:paraId="5404C2D1" w14:textId="77777777" w:rsidR="00A25940" w:rsidRPr="00F73937" w:rsidRDefault="00A25940" w:rsidP="00A25940">
            <w:pPr>
              <w:pStyle w:val="acctfourfigures"/>
              <w:spacing w:line="240" w:lineRule="auto"/>
              <w:ind w:right="108"/>
              <w:jc w:val="right"/>
            </w:pPr>
          </w:p>
        </w:tc>
        <w:tc>
          <w:tcPr>
            <w:tcW w:w="1440" w:type="dxa"/>
            <w:shd w:val="clear" w:color="auto" w:fill="auto"/>
          </w:tcPr>
          <w:p w14:paraId="55B2BCEB" w14:textId="278157F5" w:rsidR="00A25940" w:rsidRPr="00F73937" w:rsidRDefault="00A25940" w:rsidP="00941472">
            <w:pPr>
              <w:tabs>
                <w:tab w:val="decimal" w:pos="1090"/>
              </w:tabs>
              <w:spacing w:line="240" w:lineRule="auto"/>
              <w:ind w:right="76" w:firstLine="1"/>
            </w:pPr>
            <w:r w:rsidRPr="001708B2">
              <w:t>24,000</w:t>
            </w:r>
          </w:p>
        </w:tc>
      </w:tr>
      <w:tr w:rsidR="00A25940" w:rsidRPr="00F73937" w14:paraId="79133ECF" w14:textId="77777777" w:rsidTr="007261CA">
        <w:trPr>
          <w:cantSplit/>
        </w:trPr>
        <w:tc>
          <w:tcPr>
            <w:tcW w:w="5670" w:type="dxa"/>
            <w:shd w:val="clear" w:color="auto" w:fill="auto"/>
          </w:tcPr>
          <w:p w14:paraId="1AF5CAD7" w14:textId="2A3C14F7" w:rsidR="00A25940" w:rsidRPr="00F73937" w:rsidRDefault="00A25940" w:rsidP="00A25940">
            <w:pPr>
              <w:spacing w:line="240" w:lineRule="auto"/>
              <w:ind w:right="-80"/>
              <w:rPr>
                <w:rFonts w:cs="Angsana New"/>
                <w:highlight w:val="yellow"/>
              </w:rPr>
            </w:pPr>
            <w:r w:rsidRPr="00584B5A">
              <w:t>Acquisition of investment in</w:t>
            </w:r>
            <w:r>
              <w:t xml:space="preserve"> Pay</w:t>
            </w:r>
            <w:r w:rsidR="00D10390">
              <w:t>s</w:t>
            </w:r>
            <w:r>
              <w:t>post Service Co., Ltd.</w:t>
            </w:r>
          </w:p>
        </w:tc>
        <w:tc>
          <w:tcPr>
            <w:tcW w:w="540" w:type="dxa"/>
          </w:tcPr>
          <w:p w14:paraId="62735E84" w14:textId="160D2B8D"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0" w:type="dxa"/>
          </w:tcPr>
          <w:p w14:paraId="7EFDD893"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6B6A6B72" w14:textId="124C8562"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tcPr>
          <w:p w14:paraId="6CA8F1EB" w14:textId="77777777" w:rsidR="00A25940" w:rsidRPr="00F73937" w:rsidRDefault="00A25940" w:rsidP="00A25940">
            <w:pPr>
              <w:pStyle w:val="acctfourfigures"/>
              <w:spacing w:line="240" w:lineRule="auto"/>
              <w:ind w:right="108"/>
              <w:jc w:val="right"/>
            </w:pPr>
          </w:p>
        </w:tc>
        <w:tc>
          <w:tcPr>
            <w:tcW w:w="1440" w:type="dxa"/>
            <w:shd w:val="clear" w:color="auto" w:fill="auto"/>
          </w:tcPr>
          <w:p w14:paraId="2855A7CD" w14:textId="281817FD" w:rsidR="00A25940" w:rsidRPr="00F73937" w:rsidRDefault="00A25940" w:rsidP="00941472">
            <w:pPr>
              <w:tabs>
                <w:tab w:val="decimal" w:pos="1090"/>
              </w:tabs>
              <w:spacing w:line="240" w:lineRule="auto"/>
              <w:ind w:right="76" w:firstLine="1"/>
            </w:pPr>
            <w:r w:rsidRPr="001708B2">
              <w:t>56,250</w:t>
            </w:r>
          </w:p>
        </w:tc>
      </w:tr>
      <w:tr w:rsidR="00A25940" w:rsidRPr="00F73937" w14:paraId="26C189EB" w14:textId="77777777" w:rsidTr="007261CA">
        <w:trPr>
          <w:cantSplit/>
        </w:trPr>
        <w:tc>
          <w:tcPr>
            <w:tcW w:w="5670" w:type="dxa"/>
            <w:shd w:val="clear" w:color="auto" w:fill="auto"/>
          </w:tcPr>
          <w:p w14:paraId="5AB1B21F" w14:textId="7AD25ED1" w:rsidR="00A25940" w:rsidRPr="00F73937" w:rsidRDefault="00A25940" w:rsidP="00A25940">
            <w:pPr>
              <w:spacing w:line="240" w:lineRule="auto"/>
              <w:ind w:right="-80"/>
              <w:rPr>
                <w:rFonts w:cs="Angsana New"/>
                <w:highlight w:val="yellow"/>
              </w:rPr>
            </w:pPr>
            <w:r w:rsidRPr="00584B5A">
              <w:t>Acquisition of investment in</w:t>
            </w:r>
            <w:r>
              <w:t xml:space="preserve"> CitySoft </w:t>
            </w:r>
            <w:r w:rsidR="00C47430">
              <w:t xml:space="preserve">Infotech </w:t>
            </w:r>
            <w:r>
              <w:t>Co., Ltd.</w:t>
            </w:r>
          </w:p>
        </w:tc>
        <w:tc>
          <w:tcPr>
            <w:tcW w:w="540" w:type="dxa"/>
          </w:tcPr>
          <w:p w14:paraId="6E0B3576" w14:textId="47AD68F2" w:rsidR="00A25940" w:rsidRPr="00A25940" w:rsidRDefault="00A25940" w:rsidP="00A25940">
            <w:pPr>
              <w:pStyle w:val="acctfourfigures"/>
              <w:tabs>
                <w:tab w:val="clear" w:pos="765"/>
                <w:tab w:val="decimal" w:pos="284"/>
              </w:tabs>
              <w:spacing w:line="240" w:lineRule="auto"/>
              <w:ind w:left="-76" w:right="-80"/>
              <w:rPr>
                <w:i/>
                <w:iCs/>
              </w:rPr>
            </w:pPr>
            <w:r w:rsidRPr="00A25940">
              <w:rPr>
                <w:i/>
                <w:iCs/>
              </w:rPr>
              <w:t>2</w:t>
            </w:r>
          </w:p>
        </w:tc>
        <w:tc>
          <w:tcPr>
            <w:tcW w:w="180" w:type="dxa"/>
          </w:tcPr>
          <w:p w14:paraId="3F0EE6C7"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39B84453" w14:textId="629FDDCF"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tcPr>
          <w:p w14:paraId="6D21EA6F" w14:textId="77777777" w:rsidR="00A25940" w:rsidRPr="00F73937" w:rsidRDefault="00A25940" w:rsidP="00A25940">
            <w:pPr>
              <w:pStyle w:val="acctfourfigures"/>
              <w:spacing w:line="240" w:lineRule="auto"/>
              <w:ind w:right="108"/>
              <w:jc w:val="right"/>
            </w:pPr>
          </w:p>
        </w:tc>
        <w:tc>
          <w:tcPr>
            <w:tcW w:w="1440" w:type="dxa"/>
            <w:shd w:val="clear" w:color="auto" w:fill="auto"/>
          </w:tcPr>
          <w:p w14:paraId="492B8CB3" w14:textId="3F5D116A" w:rsidR="00A25940" w:rsidRPr="00F73937" w:rsidRDefault="00A25940" w:rsidP="00941472">
            <w:pPr>
              <w:tabs>
                <w:tab w:val="decimal" w:pos="1090"/>
              </w:tabs>
              <w:spacing w:line="240" w:lineRule="auto"/>
              <w:ind w:right="76" w:firstLine="1"/>
            </w:pPr>
            <w:r w:rsidRPr="001708B2">
              <w:t>58,500</w:t>
            </w:r>
          </w:p>
        </w:tc>
      </w:tr>
      <w:tr w:rsidR="00A25940" w:rsidRPr="00F73937" w14:paraId="2B31D3BA" w14:textId="77777777" w:rsidTr="007261CA">
        <w:trPr>
          <w:cantSplit/>
        </w:trPr>
        <w:tc>
          <w:tcPr>
            <w:tcW w:w="5670" w:type="dxa"/>
            <w:shd w:val="clear" w:color="auto" w:fill="auto"/>
          </w:tcPr>
          <w:p w14:paraId="3EB53AAC" w14:textId="50A7FAEF" w:rsidR="00A25940" w:rsidRPr="00F73937" w:rsidRDefault="00A25940" w:rsidP="00A25940">
            <w:pPr>
              <w:spacing w:line="240" w:lineRule="auto"/>
              <w:ind w:right="-80"/>
              <w:rPr>
                <w:highlight w:val="yellow"/>
              </w:rPr>
            </w:pPr>
            <w:r w:rsidRPr="00DA4F48">
              <w:rPr>
                <w:rFonts w:cs="Angsana New"/>
              </w:rPr>
              <w:t>I</w:t>
            </w:r>
            <w:r w:rsidRPr="00DA4F48">
              <w:t>nvestment in Sabuy Speed Co., Ltd.</w:t>
            </w:r>
          </w:p>
        </w:tc>
        <w:tc>
          <w:tcPr>
            <w:tcW w:w="540" w:type="dxa"/>
          </w:tcPr>
          <w:p w14:paraId="4998C009" w14:textId="4CF05966" w:rsidR="00A25940" w:rsidRPr="00A25940" w:rsidRDefault="00A25940" w:rsidP="00A25940">
            <w:pPr>
              <w:pStyle w:val="acctfourfigures"/>
              <w:tabs>
                <w:tab w:val="clear" w:pos="765"/>
                <w:tab w:val="decimal" w:pos="284"/>
              </w:tabs>
              <w:spacing w:line="240" w:lineRule="auto"/>
              <w:ind w:left="-76" w:right="-80"/>
              <w:rPr>
                <w:i/>
                <w:iCs/>
              </w:rPr>
            </w:pPr>
          </w:p>
        </w:tc>
        <w:tc>
          <w:tcPr>
            <w:tcW w:w="180" w:type="dxa"/>
          </w:tcPr>
          <w:p w14:paraId="040BF429"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59A28908" w14:textId="7358E7E9"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tcPr>
          <w:p w14:paraId="4B6FE454" w14:textId="77777777" w:rsidR="00A25940" w:rsidRPr="00F73937" w:rsidRDefault="00A25940" w:rsidP="00A25940">
            <w:pPr>
              <w:pStyle w:val="acctfourfigures"/>
              <w:spacing w:line="240" w:lineRule="auto"/>
              <w:ind w:right="108"/>
              <w:jc w:val="right"/>
            </w:pPr>
          </w:p>
        </w:tc>
        <w:tc>
          <w:tcPr>
            <w:tcW w:w="1440" w:type="dxa"/>
            <w:shd w:val="clear" w:color="auto" w:fill="auto"/>
          </w:tcPr>
          <w:p w14:paraId="1E973DFD" w14:textId="7071D470" w:rsidR="00A25940" w:rsidRPr="00F73937" w:rsidRDefault="00A25940" w:rsidP="00941472">
            <w:pPr>
              <w:tabs>
                <w:tab w:val="decimal" w:pos="1090"/>
              </w:tabs>
              <w:spacing w:line="240" w:lineRule="auto"/>
              <w:ind w:right="76" w:firstLine="1"/>
            </w:pPr>
            <w:r w:rsidRPr="001708B2">
              <w:t>333,000</w:t>
            </w:r>
          </w:p>
        </w:tc>
      </w:tr>
      <w:tr w:rsidR="00A25940" w:rsidRPr="00F73937" w14:paraId="7511B0F7" w14:textId="77777777" w:rsidTr="007261CA">
        <w:trPr>
          <w:cantSplit/>
        </w:trPr>
        <w:tc>
          <w:tcPr>
            <w:tcW w:w="5670" w:type="dxa"/>
            <w:shd w:val="clear" w:color="auto" w:fill="auto"/>
          </w:tcPr>
          <w:p w14:paraId="61A58ACF" w14:textId="5255C899" w:rsidR="00A25940" w:rsidRPr="00F73937" w:rsidRDefault="00A25940" w:rsidP="00A25940">
            <w:pPr>
              <w:spacing w:line="240" w:lineRule="auto"/>
              <w:ind w:right="-80"/>
              <w:rPr>
                <w:rFonts w:cs="Angsana New"/>
                <w:highlight w:val="yellow"/>
              </w:rPr>
            </w:pPr>
            <w:r w:rsidRPr="00505B55">
              <w:t xml:space="preserve">Investment in Sabuy Digital </w:t>
            </w:r>
            <w:r w:rsidRPr="00505B55">
              <w:rPr>
                <w:rFonts w:cs="Angsana New"/>
              </w:rPr>
              <w:t>Co., Ltd.</w:t>
            </w:r>
          </w:p>
        </w:tc>
        <w:tc>
          <w:tcPr>
            <w:tcW w:w="540" w:type="dxa"/>
          </w:tcPr>
          <w:p w14:paraId="26CB1AF7" w14:textId="77777777" w:rsidR="00A25940" w:rsidRPr="00A25940" w:rsidRDefault="00A25940" w:rsidP="00A25940">
            <w:pPr>
              <w:pStyle w:val="acctfourfigures"/>
              <w:tabs>
                <w:tab w:val="clear" w:pos="765"/>
                <w:tab w:val="decimal" w:pos="284"/>
              </w:tabs>
              <w:spacing w:line="240" w:lineRule="auto"/>
              <w:ind w:left="-76" w:right="-80"/>
              <w:rPr>
                <w:i/>
                <w:iCs/>
              </w:rPr>
            </w:pPr>
          </w:p>
        </w:tc>
        <w:tc>
          <w:tcPr>
            <w:tcW w:w="180" w:type="dxa"/>
          </w:tcPr>
          <w:p w14:paraId="58D6418F"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2E9DDDE5" w14:textId="2827171F"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tcPr>
          <w:p w14:paraId="795676F3" w14:textId="77777777" w:rsidR="00A25940" w:rsidRPr="00F73937" w:rsidRDefault="00A25940" w:rsidP="00A25940">
            <w:pPr>
              <w:pStyle w:val="acctfourfigures"/>
              <w:spacing w:line="240" w:lineRule="auto"/>
              <w:ind w:right="108"/>
              <w:jc w:val="right"/>
            </w:pPr>
          </w:p>
        </w:tc>
        <w:tc>
          <w:tcPr>
            <w:tcW w:w="1440" w:type="dxa"/>
            <w:shd w:val="clear" w:color="auto" w:fill="auto"/>
          </w:tcPr>
          <w:p w14:paraId="051E438A" w14:textId="59EFD116" w:rsidR="00A25940" w:rsidRPr="00F73937" w:rsidRDefault="00A25940" w:rsidP="00941472">
            <w:pPr>
              <w:tabs>
                <w:tab w:val="decimal" w:pos="1090"/>
              </w:tabs>
              <w:spacing w:line="240" w:lineRule="auto"/>
              <w:ind w:right="76" w:firstLine="1"/>
            </w:pPr>
            <w:r w:rsidRPr="001708B2">
              <w:t>2,250</w:t>
            </w:r>
          </w:p>
        </w:tc>
      </w:tr>
      <w:tr w:rsidR="00A25940" w:rsidRPr="00F73937" w14:paraId="42CE2E1C" w14:textId="77777777" w:rsidTr="007261CA">
        <w:trPr>
          <w:cantSplit/>
        </w:trPr>
        <w:tc>
          <w:tcPr>
            <w:tcW w:w="5670" w:type="dxa"/>
            <w:shd w:val="clear" w:color="auto" w:fill="auto"/>
          </w:tcPr>
          <w:p w14:paraId="1FB437FB" w14:textId="78523F64" w:rsidR="00A25940" w:rsidRPr="00F73937" w:rsidRDefault="00A25940" w:rsidP="00A25940">
            <w:pPr>
              <w:spacing w:line="240" w:lineRule="auto"/>
              <w:ind w:right="108"/>
              <w:rPr>
                <w:highlight w:val="yellow"/>
              </w:rPr>
            </w:pPr>
            <w:r w:rsidRPr="00505B55">
              <w:t xml:space="preserve">Investment in Sabuy </w:t>
            </w:r>
            <w:r>
              <w:t>Accelerator</w:t>
            </w:r>
            <w:r w:rsidRPr="00505B55">
              <w:t xml:space="preserve"> </w:t>
            </w:r>
            <w:r w:rsidRPr="00505B55">
              <w:rPr>
                <w:rFonts w:cs="Angsana New"/>
              </w:rPr>
              <w:t>Co., Ltd.</w:t>
            </w:r>
          </w:p>
        </w:tc>
        <w:tc>
          <w:tcPr>
            <w:tcW w:w="540" w:type="dxa"/>
          </w:tcPr>
          <w:p w14:paraId="5FD46715" w14:textId="77777777" w:rsidR="00A25940" w:rsidRPr="00A25940" w:rsidRDefault="00A25940" w:rsidP="00A25940">
            <w:pPr>
              <w:pStyle w:val="acctfourfigures"/>
              <w:tabs>
                <w:tab w:val="clear" w:pos="765"/>
                <w:tab w:val="decimal" w:pos="731"/>
              </w:tabs>
              <w:spacing w:line="240" w:lineRule="auto"/>
              <w:ind w:right="108"/>
            </w:pPr>
          </w:p>
        </w:tc>
        <w:tc>
          <w:tcPr>
            <w:tcW w:w="180" w:type="dxa"/>
          </w:tcPr>
          <w:p w14:paraId="728374BB"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38221D8C" w14:textId="77777777"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vAlign w:val="bottom"/>
          </w:tcPr>
          <w:p w14:paraId="0FD46831" w14:textId="77777777" w:rsidR="00A25940" w:rsidRPr="00F73937" w:rsidRDefault="00A25940" w:rsidP="00A25940">
            <w:pPr>
              <w:pStyle w:val="acctfourfigures"/>
              <w:spacing w:line="240" w:lineRule="auto"/>
              <w:ind w:right="108"/>
              <w:jc w:val="right"/>
            </w:pPr>
          </w:p>
        </w:tc>
        <w:tc>
          <w:tcPr>
            <w:tcW w:w="1440" w:type="dxa"/>
            <w:shd w:val="clear" w:color="auto" w:fill="auto"/>
          </w:tcPr>
          <w:p w14:paraId="62ADDB97" w14:textId="60351155" w:rsidR="00A25940" w:rsidRPr="00F73937" w:rsidRDefault="00A25940" w:rsidP="00941472">
            <w:pPr>
              <w:tabs>
                <w:tab w:val="decimal" w:pos="1090"/>
              </w:tabs>
              <w:spacing w:line="240" w:lineRule="auto"/>
              <w:ind w:right="76" w:firstLine="1"/>
            </w:pPr>
            <w:r w:rsidRPr="001708B2">
              <w:t>250</w:t>
            </w:r>
          </w:p>
        </w:tc>
      </w:tr>
      <w:tr w:rsidR="00A25940" w:rsidRPr="00F73937" w14:paraId="78C07F5E" w14:textId="77777777" w:rsidTr="007261CA">
        <w:trPr>
          <w:cantSplit/>
        </w:trPr>
        <w:tc>
          <w:tcPr>
            <w:tcW w:w="5670" w:type="dxa"/>
            <w:shd w:val="clear" w:color="auto" w:fill="auto"/>
          </w:tcPr>
          <w:p w14:paraId="6D29B7AB" w14:textId="0DE96F1A" w:rsidR="00A25940" w:rsidRPr="00F73937" w:rsidRDefault="00A25940" w:rsidP="00A25940">
            <w:pPr>
              <w:spacing w:line="240" w:lineRule="auto"/>
              <w:ind w:right="108"/>
              <w:rPr>
                <w:highlight w:val="yellow"/>
              </w:rPr>
            </w:pPr>
            <w:r w:rsidRPr="00505B55">
              <w:t xml:space="preserve">Investment in </w:t>
            </w:r>
            <w:r>
              <w:t>Speedy Express Service</w:t>
            </w:r>
            <w:r w:rsidRPr="00505B55">
              <w:t xml:space="preserve"> </w:t>
            </w:r>
            <w:r w:rsidRPr="00505B55">
              <w:rPr>
                <w:rFonts w:cs="Angsana New"/>
              </w:rPr>
              <w:t>Co., Ltd.</w:t>
            </w:r>
          </w:p>
        </w:tc>
        <w:tc>
          <w:tcPr>
            <w:tcW w:w="540" w:type="dxa"/>
          </w:tcPr>
          <w:p w14:paraId="74781C38" w14:textId="77777777" w:rsidR="00A25940" w:rsidRPr="00A25940" w:rsidRDefault="00A25940" w:rsidP="00A25940">
            <w:pPr>
              <w:pStyle w:val="acctfourfigures"/>
              <w:tabs>
                <w:tab w:val="clear" w:pos="765"/>
                <w:tab w:val="decimal" w:pos="731"/>
              </w:tabs>
              <w:spacing w:line="240" w:lineRule="auto"/>
              <w:ind w:right="108"/>
            </w:pPr>
          </w:p>
        </w:tc>
        <w:tc>
          <w:tcPr>
            <w:tcW w:w="180" w:type="dxa"/>
          </w:tcPr>
          <w:p w14:paraId="3EDF8F59"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218B1EAD" w14:textId="0D3174BC"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vAlign w:val="bottom"/>
          </w:tcPr>
          <w:p w14:paraId="7124A86A" w14:textId="77777777" w:rsidR="00A25940" w:rsidRPr="00F73937" w:rsidRDefault="00A25940" w:rsidP="00A25940">
            <w:pPr>
              <w:pStyle w:val="acctfourfigures"/>
              <w:spacing w:line="240" w:lineRule="auto"/>
              <w:ind w:right="108"/>
              <w:jc w:val="right"/>
            </w:pPr>
          </w:p>
        </w:tc>
        <w:tc>
          <w:tcPr>
            <w:tcW w:w="1440" w:type="dxa"/>
            <w:shd w:val="clear" w:color="auto" w:fill="auto"/>
          </w:tcPr>
          <w:p w14:paraId="265DD4FC" w14:textId="6EE6C9A2" w:rsidR="00A25940" w:rsidRPr="00F73937" w:rsidRDefault="00A25940" w:rsidP="00941472">
            <w:pPr>
              <w:tabs>
                <w:tab w:val="decimal" w:pos="1090"/>
              </w:tabs>
              <w:spacing w:line="240" w:lineRule="auto"/>
              <w:ind w:right="76" w:firstLine="1"/>
            </w:pPr>
            <w:r w:rsidRPr="001708B2">
              <w:t>125</w:t>
            </w:r>
          </w:p>
        </w:tc>
      </w:tr>
      <w:tr w:rsidR="00A25940" w:rsidRPr="00F73937" w14:paraId="127940E0" w14:textId="77777777" w:rsidTr="007261CA">
        <w:trPr>
          <w:cantSplit/>
        </w:trPr>
        <w:tc>
          <w:tcPr>
            <w:tcW w:w="5670" w:type="dxa"/>
            <w:shd w:val="clear" w:color="auto" w:fill="auto"/>
          </w:tcPr>
          <w:p w14:paraId="09139C60" w14:textId="5DFD23F7" w:rsidR="00A25940" w:rsidRPr="00B119EC" w:rsidRDefault="00A25940" w:rsidP="00A25940">
            <w:pPr>
              <w:spacing w:line="240" w:lineRule="auto"/>
              <w:ind w:right="108"/>
              <w:rPr>
                <w:rFonts w:cs="Angsana New"/>
                <w:szCs w:val="28"/>
              </w:rPr>
            </w:pPr>
            <w:r w:rsidRPr="00B119EC">
              <w:t>Increase capital in TBSP Public Company Limited</w:t>
            </w:r>
          </w:p>
        </w:tc>
        <w:tc>
          <w:tcPr>
            <w:tcW w:w="540" w:type="dxa"/>
          </w:tcPr>
          <w:p w14:paraId="5062CEA3" w14:textId="77777777" w:rsidR="00A25940" w:rsidRPr="00A25940" w:rsidRDefault="00A25940" w:rsidP="00A25940">
            <w:pPr>
              <w:pStyle w:val="acctfourfigures"/>
              <w:tabs>
                <w:tab w:val="clear" w:pos="765"/>
                <w:tab w:val="decimal" w:pos="731"/>
              </w:tabs>
              <w:spacing w:line="240" w:lineRule="auto"/>
              <w:ind w:right="108"/>
            </w:pPr>
          </w:p>
        </w:tc>
        <w:tc>
          <w:tcPr>
            <w:tcW w:w="180" w:type="dxa"/>
          </w:tcPr>
          <w:p w14:paraId="799E3328" w14:textId="77777777" w:rsidR="00A25940" w:rsidRPr="00A25940" w:rsidRDefault="00A25940" w:rsidP="00A25940">
            <w:pPr>
              <w:pStyle w:val="acctfourfigures"/>
              <w:tabs>
                <w:tab w:val="clear" w:pos="765"/>
                <w:tab w:val="decimal" w:pos="731"/>
              </w:tabs>
              <w:spacing w:line="240" w:lineRule="auto"/>
              <w:ind w:right="108"/>
            </w:pPr>
          </w:p>
        </w:tc>
        <w:tc>
          <w:tcPr>
            <w:tcW w:w="1440" w:type="dxa"/>
            <w:shd w:val="clear" w:color="auto" w:fill="auto"/>
          </w:tcPr>
          <w:p w14:paraId="451D6D9B" w14:textId="73B83E8F" w:rsidR="00A25940" w:rsidRPr="00A25940" w:rsidRDefault="00A25940" w:rsidP="00B83655">
            <w:pPr>
              <w:pStyle w:val="acctfourfigures"/>
              <w:tabs>
                <w:tab w:val="clear" w:pos="765"/>
              </w:tabs>
              <w:spacing w:line="240" w:lineRule="auto"/>
              <w:ind w:right="366"/>
              <w:jc w:val="right"/>
            </w:pPr>
            <w:r w:rsidRPr="00A25940">
              <w:t>-</w:t>
            </w:r>
          </w:p>
        </w:tc>
        <w:tc>
          <w:tcPr>
            <w:tcW w:w="180" w:type="dxa"/>
            <w:shd w:val="clear" w:color="auto" w:fill="auto"/>
            <w:vAlign w:val="bottom"/>
          </w:tcPr>
          <w:p w14:paraId="1502B8B1" w14:textId="77777777" w:rsidR="00A25940" w:rsidRPr="00F73937" w:rsidRDefault="00A25940" w:rsidP="00A25940">
            <w:pPr>
              <w:pStyle w:val="acctfourfigures"/>
              <w:spacing w:line="240" w:lineRule="auto"/>
              <w:ind w:right="108"/>
              <w:jc w:val="right"/>
            </w:pPr>
          </w:p>
        </w:tc>
        <w:tc>
          <w:tcPr>
            <w:tcW w:w="1440" w:type="dxa"/>
            <w:shd w:val="clear" w:color="auto" w:fill="auto"/>
          </w:tcPr>
          <w:p w14:paraId="24740890" w14:textId="26D2514D" w:rsidR="00A25940" w:rsidRPr="00F73937" w:rsidRDefault="00A25940" w:rsidP="00941472">
            <w:pPr>
              <w:tabs>
                <w:tab w:val="decimal" w:pos="1090"/>
              </w:tabs>
              <w:spacing w:line="240" w:lineRule="auto"/>
              <w:ind w:right="76" w:firstLine="1"/>
            </w:pPr>
            <w:r w:rsidRPr="001708B2">
              <w:t>300,387</w:t>
            </w:r>
          </w:p>
        </w:tc>
      </w:tr>
      <w:tr w:rsidR="00A25940" w:rsidRPr="00F73937" w14:paraId="2F2A3454" w14:textId="77777777" w:rsidTr="007261CA">
        <w:trPr>
          <w:cantSplit/>
        </w:trPr>
        <w:tc>
          <w:tcPr>
            <w:tcW w:w="5670" w:type="dxa"/>
            <w:shd w:val="clear" w:color="auto" w:fill="auto"/>
          </w:tcPr>
          <w:p w14:paraId="5A71753A" w14:textId="75CFC8E9" w:rsidR="00A25940" w:rsidRPr="00B119EC" w:rsidRDefault="00A25940" w:rsidP="00A25940">
            <w:pPr>
              <w:pStyle w:val="acctfourfigures"/>
              <w:tabs>
                <w:tab w:val="clear" w:pos="765"/>
              </w:tabs>
              <w:spacing w:line="240" w:lineRule="auto"/>
              <w:ind w:right="11"/>
              <w:rPr>
                <w:b/>
                <w:i/>
                <w:iCs/>
              </w:rPr>
            </w:pPr>
            <w:r w:rsidRPr="00B119EC">
              <w:t>D</w:t>
            </w:r>
            <w:r w:rsidR="00D10390">
              <w:t xml:space="preserve">ecrease capital </w:t>
            </w:r>
            <w:r w:rsidRPr="00B119EC">
              <w:t>in VDP Holding Co., Ltd.</w:t>
            </w:r>
          </w:p>
        </w:tc>
        <w:tc>
          <w:tcPr>
            <w:tcW w:w="540" w:type="dxa"/>
          </w:tcPr>
          <w:p w14:paraId="4DAB15B9"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80" w:type="dxa"/>
          </w:tcPr>
          <w:p w14:paraId="376D4A60"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440" w:type="dxa"/>
            <w:shd w:val="clear" w:color="auto" w:fill="auto"/>
          </w:tcPr>
          <w:p w14:paraId="76CB1B7D" w14:textId="7E44D7C0" w:rsidR="00A25940" w:rsidRPr="00A25940" w:rsidRDefault="00A25940" w:rsidP="00B83655">
            <w:pPr>
              <w:pStyle w:val="acctfourfigures"/>
              <w:tabs>
                <w:tab w:val="clear" w:pos="765"/>
              </w:tabs>
              <w:spacing w:line="240" w:lineRule="auto"/>
              <w:ind w:right="366"/>
              <w:jc w:val="right"/>
              <w:rPr>
                <w:b/>
              </w:rPr>
            </w:pPr>
            <w:r w:rsidRPr="00A25940">
              <w:t>-</w:t>
            </w:r>
          </w:p>
        </w:tc>
        <w:tc>
          <w:tcPr>
            <w:tcW w:w="180" w:type="dxa"/>
            <w:shd w:val="clear" w:color="auto" w:fill="auto"/>
          </w:tcPr>
          <w:p w14:paraId="68EA89B6" w14:textId="77777777" w:rsidR="00A25940" w:rsidRPr="00F73937" w:rsidRDefault="00A25940" w:rsidP="00A25940">
            <w:pPr>
              <w:pStyle w:val="acctfourfigures"/>
              <w:spacing w:line="240" w:lineRule="auto"/>
              <w:ind w:right="108"/>
              <w:jc w:val="right"/>
              <w:rPr>
                <w:b/>
              </w:rPr>
            </w:pPr>
          </w:p>
        </w:tc>
        <w:tc>
          <w:tcPr>
            <w:tcW w:w="1440" w:type="dxa"/>
            <w:shd w:val="clear" w:color="auto" w:fill="auto"/>
          </w:tcPr>
          <w:p w14:paraId="08B1FC56" w14:textId="6D85BDC7" w:rsidR="00A25940" w:rsidRPr="00941472" w:rsidRDefault="00A25940" w:rsidP="00941472">
            <w:pPr>
              <w:tabs>
                <w:tab w:val="decimal" w:pos="1090"/>
              </w:tabs>
              <w:spacing w:line="240" w:lineRule="auto"/>
              <w:ind w:right="76" w:firstLine="1"/>
            </w:pPr>
            <w:r w:rsidRPr="001708B2">
              <w:t>(317,809)</w:t>
            </w:r>
          </w:p>
        </w:tc>
      </w:tr>
      <w:tr w:rsidR="00A25940" w:rsidRPr="00F73937" w14:paraId="65E4D77F" w14:textId="77777777" w:rsidTr="007261CA">
        <w:trPr>
          <w:cantSplit/>
        </w:trPr>
        <w:tc>
          <w:tcPr>
            <w:tcW w:w="5670" w:type="dxa"/>
            <w:shd w:val="clear" w:color="auto" w:fill="auto"/>
          </w:tcPr>
          <w:p w14:paraId="01264021" w14:textId="3F5B7EC4" w:rsidR="00A25940" w:rsidRPr="003211AD" w:rsidRDefault="00A25940" w:rsidP="00A25940">
            <w:pPr>
              <w:pStyle w:val="acctfourfigures"/>
              <w:tabs>
                <w:tab w:val="clear" w:pos="765"/>
              </w:tabs>
              <w:spacing w:line="240" w:lineRule="auto"/>
              <w:ind w:right="11"/>
              <w:rPr>
                <w:rFonts w:cs="Angsana New"/>
                <w:bCs/>
                <w:szCs w:val="28"/>
                <w:cs/>
              </w:rPr>
            </w:pPr>
            <w:r w:rsidRPr="003211AD">
              <w:rPr>
                <w:bCs/>
              </w:rPr>
              <w:t xml:space="preserve">Transfer of investment in </w:t>
            </w:r>
            <w:r w:rsidRPr="003211AD">
              <w:t>The Letter Post Service Co., Ltd</w:t>
            </w:r>
          </w:p>
        </w:tc>
        <w:tc>
          <w:tcPr>
            <w:tcW w:w="540" w:type="dxa"/>
          </w:tcPr>
          <w:p w14:paraId="3376DBA6"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80" w:type="dxa"/>
          </w:tcPr>
          <w:p w14:paraId="71D548D8"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440" w:type="dxa"/>
            <w:shd w:val="clear" w:color="auto" w:fill="auto"/>
          </w:tcPr>
          <w:p w14:paraId="1E586E22" w14:textId="3215DEDB" w:rsidR="00A25940" w:rsidRPr="00A25940" w:rsidRDefault="00A25940" w:rsidP="00B83655">
            <w:pPr>
              <w:pStyle w:val="acctfourfigures"/>
              <w:tabs>
                <w:tab w:val="clear" w:pos="765"/>
              </w:tabs>
              <w:spacing w:line="240" w:lineRule="auto"/>
              <w:ind w:right="366"/>
              <w:jc w:val="right"/>
              <w:rPr>
                <w:b/>
              </w:rPr>
            </w:pPr>
            <w:r w:rsidRPr="00A25940">
              <w:t>-</w:t>
            </w:r>
          </w:p>
        </w:tc>
        <w:tc>
          <w:tcPr>
            <w:tcW w:w="180" w:type="dxa"/>
            <w:shd w:val="clear" w:color="auto" w:fill="auto"/>
          </w:tcPr>
          <w:p w14:paraId="4185E08C" w14:textId="77777777" w:rsidR="00A25940" w:rsidRPr="00F73937" w:rsidRDefault="00A25940" w:rsidP="00A25940">
            <w:pPr>
              <w:pStyle w:val="acctfourfigures"/>
              <w:spacing w:line="240" w:lineRule="auto"/>
              <w:ind w:right="108"/>
              <w:jc w:val="right"/>
              <w:rPr>
                <w:b/>
              </w:rPr>
            </w:pPr>
          </w:p>
        </w:tc>
        <w:tc>
          <w:tcPr>
            <w:tcW w:w="1440" w:type="dxa"/>
            <w:shd w:val="clear" w:color="auto" w:fill="auto"/>
          </w:tcPr>
          <w:p w14:paraId="48043EAA" w14:textId="3ECE6E15" w:rsidR="00A25940" w:rsidRPr="00941472" w:rsidRDefault="00A25940" w:rsidP="00941472">
            <w:pPr>
              <w:tabs>
                <w:tab w:val="decimal" w:pos="1090"/>
              </w:tabs>
              <w:spacing w:line="240" w:lineRule="auto"/>
              <w:ind w:right="76" w:firstLine="1"/>
            </w:pPr>
            <w:r w:rsidRPr="001708B2">
              <w:t>(42,000)</w:t>
            </w:r>
          </w:p>
        </w:tc>
      </w:tr>
      <w:tr w:rsidR="00A25940" w:rsidRPr="00F73937" w14:paraId="6CA56B1C" w14:textId="77777777" w:rsidTr="007261CA">
        <w:trPr>
          <w:cantSplit/>
        </w:trPr>
        <w:tc>
          <w:tcPr>
            <w:tcW w:w="5670" w:type="dxa"/>
            <w:shd w:val="clear" w:color="auto" w:fill="auto"/>
          </w:tcPr>
          <w:p w14:paraId="172C17E1" w14:textId="18BC7228" w:rsidR="00A25940" w:rsidRPr="003211AD" w:rsidRDefault="00A25940" w:rsidP="00A25940">
            <w:pPr>
              <w:pStyle w:val="acctfourfigures"/>
              <w:tabs>
                <w:tab w:val="clear" w:pos="765"/>
              </w:tabs>
              <w:spacing w:line="240" w:lineRule="auto"/>
              <w:ind w:right="11"/>
              <w:rPr>
                <w:b/>
                <w:i/>
                <w:iCs/>
              </w:rPr>
            </w:pPr>
            <w:r w:rsidRPr="003211AD">
              <w:rPr>
                <w:bCs/>
              </w:rPr>
              <w:t xml:space="preserve">Transfer of investment in </w:t>
            </w:r>
            <w:r w:rsidRPr="003211AD">
              <w:t>M Point Express Co., Ltd.</w:t>
            </w:r>
          </w:p>
        </w:tc>
        <w:tc>
          <w:tcPr>
            <w:tcW w:w="540" w:type="dxa"/>
          </w:tcPr>
          <w:p w14:paraId="119CC611"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80" w:type="dxa"/>
          </w:tcPr>
          <w:p w14:paraId="46673DE9"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440" w:type="dxa"/>
            <w:shd w:val="clear" w:color="auto" w:fill="auto"/>
          </w:tcPr>
          <w:p w14:paraId="01BEF548" w14:textId="0C134603" w:rsidR="00A25940" w:rsidRPr="00A25940" w:rsidRDefault="00A25940" w:rsidP="00B83655">
            <w:pPr>
              <w:pStyle w:val="acctfourfigures"/>
              <w:tabs>
                <w:tab w:val="clear" w:pos="765"/>
              </w:tabs>
              <w:spacing w:line="240" w:lineRule="auto"/>
              <w:ind w:right="366"/>
              <w:jc w:val="right"/>
              <w:rPr>
                <w:b/>
              </w:rPr>
            </w:pPr>
            <w:r w:rsidRPr="00A25940">
              <w:t>-</w:t>
            </w:r>
          </w:p>
        </w:tc>
        <w:tc>
          <w:tcPr>
            <w:tcW w:w="180" w:type="dxa"/>
            <w:shd w:val="clear" w:color="auto" w:fill="auto"/>
          </w:tcPr>
          <w:p w14:paraId="15D47246" w14:textId="77777777" w:rsidR="00A25940" w:rsidRPr="00F73937" w:rsidRDefault="00A25940" w:rsidP="00A25940">
            <w:pPr>
              <w:pStyle w:val="acctfourfigures"/>
              <w:spacing w:line="240" w:lineRule="auto"/>
              <w:ind w:right="108"/>
              <w:jc w:val="right"/>
              <w:rPr>
                <w:b/>
              </w:rPr>
            </w:pPr>
          </w:p>
        </w:tc>
        <w:tc>
          <w:tcPr>
            <w:tcW w:w="1440" w:type="dxa"/>
            <w:shd w:val="clear" w:color="auto" w:fill="auto"/>
          </w:tcPr>
          <w:p w14:paraId="123093DE" w14:textId="1061FFF6" w:rsidR="00A25940" w:rsidRPr="00941472" w:rsidRDefault="00A25940" w:rsidP="00941472">
            <w:pPr>
              <w:tabs>
                <w:tab w:val="decimal" w:pos="1090"/>
              </w:tabs>
              <w:spacing w:line="240" w:lineRule="auto"/>
              <w:ind w:right="76" w:firstLine="1"/>
            </w:pPr>
            <w:r w:rsidRPr="001708B2">
              <w:t>(24,000)</w:t>
            </w:r>
          </w:p>
        </w:tc>
      </w:tr>
      <w:tr w:rsidR="00A25940" w:rsidRPr="00F73937" w14:paraId="7674749D" w14:textId="77777777" w:rsidTr="007261CA">
        <w:trPr>
          <w:cantSplit/>
        </w:trPr>
        <w:tc>
          <w:tcPr>
            <w:tcW w:w="5670" w:type="dxa"/>
            <w:shd w:val="clear" w:color="auto" w:fill="auto"/>
          </w:tcPr>
          <w:p w14:paraId="210B0B9B" w14:textId="0B58136E" w:rsidR="00A25940" w:rsidRPr="003211AD" w:rsidRDefault="00A25940" w:rsidP="00A25940">
            <w:pPr>
              <w:pStyle w:val="acctfourfigures"/>
              <w:tabs>
                <w:tab w:val="clear" w:pos="765"/>
              </w:tabs>
              <w:spacing w:line="240" w:lineRule="auto"/>
              <w:ind w:right="11"/>
              <w:rPr>
                <w:b/>
                <w:i/>
                <w:iCs/>
              </w:rPr>
            </w:pPr>
            <w:r w:rsidRPr="003211AD">
              <w:rPr>
                <w:bCs/>
              </w:rPr>
              <w:t xml:space="preserve">Transfer of investment in </w:t>
            </w:r>
            <w:r w:rsidRPr="003211AD">
              <w:t>Pay</w:t>
            </w:r>
            <w:r w:rsidR="00D10390">
              <w:t>s</w:t>
            </w:r>
            <w:r w:rsidRPr="003211AD">
              <w:t>post Service Co., Ltd.</w:t>
            </w:r>
          </w:p>
        </w:tc>
        <w:tc>
          <w:tcPr>
            <w:tcW w:w="540" w:type="dxa"/>
          </w:tcPr>
          <w:p w14:paraId="3FC90BA8"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80" w:type="dxa"/>
          </w:tcPr>
          <w:p w14:paraId="1ED0F769"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440" w:type="dxa"/>
            <w:shd w:val="clear" w:color="auto" w:fill="auto"/>
          </w:tcPr>
          <w:p w14:paraId="51B046A5" w14:textId="5A719B62" w:rsidR="00A25940" w:rsidRPr="00A25940" w:rsidRDefault="00A25940" w:rsidP="00B83655">
            <w:pPr>
              <w:pStyle w:val="acctfourfigures"/>
              <w:tabs>
                <w:tab w:val="clear" w:pos="765"/>
              </w:tabs>
              <w:spacing w:line="240" w:lineRule="auto"/>
              <w:ind w:right="366"/>
              <w:jc w:val="right"/>
              <w:rPr>
                <w:b/>
              </w:rPr>
            </w:pPr>
            <w:r w:rsidRPr="00A25940">
              <w:t>-</w:t>
            </w:r>
          </w:p>
        </w:tc>
        <w:tc>
          <w:tcPr>
            <w:tcW w:w="180" w:type="dxa"/>
            <w:shd w:val="clear" w:color="auto" w:fill="auto"/>
          </w:tcPr>
          <w:p w14:paraId="7292F710" w14:textId="77777777" w:rsidR="00A25940" w:rsidRPr="00F73937" w:rsidRDefault="00A25940" w:rsidP="00A25940">
            <w:pPr>
              <w:pStyle w:val="acctfourfigures"/>
              <w:spacing w:line="240" w:lineRule="auto"/>
              <w:ind w:right="108"/>
              <w:jc w:val="right"/>
              <w:rPr>
                <w:b/>
              </w:rPr>
            </w:pPr>
          </w:p>
        </w:tc>
        <w:tc>
          <w:tcPr>
            <w:tcW w:w="1440" w:type="dxa"/>
            <w:shd w:val="clear" w:color="auto" w:fill="auto"/>
          </w:tcPr>
          <w:p w14:paraId="0B1D19D3" w14:textId="1AA53C2A" w:rsidR="00A25940" w:rsidRPr="00941472" w:rsidRDefault="00A25940" w:rsidP="00941472">
            <w:pPr>
              <w:tabs>
                <w:tab w:val="decimal" w:pos="1090"/>
              </w:tabs>
              <w:spacing w:line="240" w:lineRule="auto"/>
              <w:ind w:right="76" w:firstLine="1"/>
            </w:pPr>
            <w:r w:rsidRPr="001708B2">
              <w:t>(56,250)</w:t>
            </w:r>
          </w:p>
        </w:tc>
      </w:tr>
      <w:tr w:rsidR="00A25940" w:rsidRPr="00F73937" w14:paraId="11CF993D" w14:textId="77777777" w:rsidTr="007261CA">
        <w:trPr>
          <w:cantSplit/>
        </w:trPr>
        <w:tc>
          <w:tcPr>
            <w:tcW w:w="5670" w:type="dxa"/>
            <w:shd w:val="clear" w:color="auto" w:fill="auto"/>
          </w:tcPr>
          <w:p w14:paraId="6CAA9761" w14:textId="10E4152C" w:rsidR="00A25940" w:rsidRPr="003211AD" w:rsidRDefault="00A25940" w:rsidP="00A25940">
            <w:pPr>
              <w:pStyle w:val="acctfourfigures"/>
              <w:tabs>
                <w:tab w:val="clear" w:pos="765"/>
              </w:tabs>
              <w:spacing w:line="240" w:lineRule="auto"/>
              <w:ind w:right="11"/>
              <w:rPr>
                <w:b/>
                <w:i/>
                <w:iCs/>
              </w:rPr>
            </w:pPr>
            <w:r w:rsidRPr="003211AD">
              <w:rPr>
                <w:bCs/>
              </w:rPr>
              <w:t xml:space="preserve">Transfer of investment in </w:t>
            </w:r>
            <w:r w:rsidRPr="003211AD">
              <w:t>A.T.P. Friend Services Co., Ltd.</w:t>
            </w:r>
          </w:p>
        </w:tc>
        <w:tc>
          <w:tcPr>
            <w:tcW w:w="540" w:type="dxa"/>
          </w:tcPr>
          <w:p w14:paraId="677E5740"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80" w:type="dxa"/>
          </w:tcPr>
          <w:p w14:paraId="74E62B8E"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440" w:type="dxa"/>
            <w:shd w:val="clear" w:color="auto" w:fill="auto"/>
          </w:tcPr>
          <w:p w14:paraId="3D21E9B6" w14:textId="5362E494" w:rsidR="00A25940" w:rsidRPr="00A25940" w:rsidRDefault="00A25940" w:rsidP="00B83655">
            <w:pPr>
              <w:pStyle w:val="acctfourfigures"/>
              <w:tabs>
                <w:tab w:val="clear" w:pos="765"/>
              </w:tabs>
              <w:spacing w:line="240" w:lineRule="auto"/>
              <w:ind w:right="366"/>
              <w:jc w:val="right"/>
              <w:rPr>
                <w:b/>
              </w:rPr>
            </w:pPr>
            <w:r w:rsidRPr="00A25940">
              <w:t>-</w:t>
            </w:r>
          </w:p>
        </w:tc>
        <w:tc>
          <w:tcPr>
            <w:tcW w:w="180" w:type="dxa"/>
            <w:shd w:val="clear" w:color="auto" w:fill="auto"/>
          </w:tcPr>
          <w:p w14:paraId="590FC029" w14:textId="77777777" w:rsidR="00A25940" w:rsidRPr="00F73937" w:rsidRDefault="00A25940" w:rsidP="00A25940">
            <w:pPr>
              <w:pStyle w:val="acctfourfigures"/>
              <w:spacing w:line="240" w:lineRule="auto"/>
              <w:ind w:right="108"/>
              <w:jc w:val="right"/>
              <w:rPr>
                <w:b/>
              </w:rPr>
            </w:pPr>
          </w:p>
        </w:tc>
        <w:tc>
          <w:tcPr>
            <w:tcW w:w="1440" w:type="dxa"/>
            <w:shd w:val="clear" w:color="auto" w:fill="auto"/>
          </w:tcPr>
          <w:p w14:paraId="4C4BC4F4" w14:textId="5001C8C9" w:rsidR="00A25940" w:rsidRPr="00941472" w:rsidRDefault="00A25940" w:rsidP="00941472">
            <w:pPr>
              <w:tabs>
                <w:tab w:val="decimal" w:pos="1090"/>
              </w:tabs>
              <w:spacing w:line="240" w:lineRule="auto"/>
              <w:ind w:right="76" w:firstLine="1"/>
            </w:pPr>
            <w:r w:rsidRPr="001708B2">
              <w:t>(207,750)</w:t>
            </w:r>
          </w:p>
        </w:tc>
      </w:tr>
      <w:tr w:rsidR="00A25940" w:rsidRPr="00F73937" w14:paraId="4C16D9F4" w14:textId="77777777" w:rsidTr="007261CA">
        <w:trPr>
          <w:cantSplit/>
        </w:trPr>
        <w:tc>
          <w:tcPr>
            <w:tcW w:w="5670" w:type="dxa"/>
            <w:shd w:val="clear" w:color="auto" w:fill="auto"/>
          </w:tcPr>
          <w:p w14:paraId="64366F68" w14:textId="2747F0B1" w:rsidR="00A25940" w:rsidRPr="003211AD" w:rsidRDefault="00A25940" w:rsidP="00A25940">
            <w:pPr>
              <w:pStyle w:val="acctfourfigures"/>
              <w:tabs>
                <w:tab w:val="clear" w:pos="765"/>
              </w:tabs>
              <w:spacing w:line="240" w:lineRule="auto"/>
              <w:ind w:right="11"/>
              <w:rPr>
                <w:b/>
                <w:i/>
                <w:iCs/>
              </w:rPr>
            </w:pPr>
            <w:r w:rsidRPr="003211AD">
              <w:rPr>
                <w:bCs/>
              </w:rPr>
              <w:t xml:space="preserve">Transfer of investment in </w:t>
            </w:r>
            <w:r w:rsidRPr="003211AD">
              <w:t>Speedy Express Service</w:t>
            </w:r>
            <w:r w:rsidR="00D10390">
              <w:t xml:space="preserve"> Co., Ltd.</w:t>
            </w:r>
          </w:p>
        </w:tc>
        <w:tc>
          <w:tcPr>
            <w:tcW w:w="540" w:type="dxa"/>
          </w:tcPr>
          <w:p w14:paraId="175CD61B"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80" w:type="dxa"/>
          </w:tcPr>
          <w:p w14:paraId="5F8E7DCF" w14:textId="77777777" w:rsidR="00A25940" w:rsidRPr="00F73937" w:rsidRDefault="00A25940" w:rsidP="00A25940">
            <w:pPr>
              <w:pStyle w:val="acctfourfigures"/>
              <w:tabs>
                <w:tab w:val="clear" w:pos="765"/>
                <w:tab w:val="decimal" w:pos="731"/>
              </w:tabs>
              <w:spacing w:line="240" w:lineRule="auto"/>
              <w:ind w:right="108"/>
              <w:rPr>
                <w:b/>
                <w:highlight w:val="yellow"/>
              </w:rPr>
            </w:pPr>
          </w:p>
        </w:tc>
        <w:tc>
          <w:tcPr>
            <w:tcW w:w="1440" w:type="dxa"/>
            <w:shd w:val="clear" w:color="auto" w:fill="auto"/>
          </w:tcPr>
          <w:p w14:paraId="787D4A48" w14:textId="13E7E3C6" w:rsidR="00A25940" w:rsidRPr="00A25940" w:rsidRDefault="00A25940" w:rsidP="00B83655">
            <w:pPr>
              <w:pStyle w:val="acctfourfigures"/>
              <w:tabs>
                <w:tab w:val="clear" w:pos="765"/>
              </w:tabs>
              <w:spacing w:line="240" w:lineRule="auto"/>
              <w:ind w:right="366"/>
              <w:jc w:val="right"/>
              <w:rPr>
                <w:b/>
              </w:rPr>
            </w:pPr>
            <w:r w:rsidRPr="00A25940">
              <w:t>-</w:t>
            </w:r>
          </w:p>
        </w:tc>
        <w:tc>
          <w:tcPr>
            <w:tcW w:w="180" w:type="dxa"/>
            <w:shd w:val="clear" w:color="auto" w:fill="auto"/>
          </w:tcPr>
          <w:p w14:paraId="7997B56C" w14:textId="77777777" w:rsidR="00A25940" w:rsidRPr="00F73937" w:rsidRDefault="00A25940" w:rsidP="00A25940">
            <w:pPr>
              <w:pStyle w:val="acctfourfigures"/>
              <w:spacing w:line="240" w:lineRule="auto"/>
              <w:ind w:right="108"/>
              <w:jc w:val="right"/>
              <w:rPr>
                <w:b/>
              </w:rPr>
            </w:pPr>
          </w:p>
        </w:tc>
        <w:tc>
          <w:tcPr>
            <w:tcW w:w="1440" w:type="dxa"/>
            <w:shd w:val="clear" w:color="auto" w:fill="auto"/>
          </w:tcPr>
          <w:p w14:paraId="4C17E772" w14:textId="6F80A354" w:rsidR="00A25940" w:rsidRPr="00941472" w:rsidRDefault="00A25940" w:rsidP="00941472">
            <w:pPr>
              <w:tabs>
                <w:tab w:val="decimal" w:pos="1090"/>
              </w:tabs>
              <w:spacing w:line="240" w:lineRule="auto"/>
              <w:ind w:right="76" w:firstLine="1"/>
            </w:pPr>
            <w:r w:rsidRPr="001708B2">
              <w:t>(125)</w:t>
            </w:r>
          </w:p>
        </w:tc>
      </w:tr>
      <w:tr w:rsidR="00505B55" w:rsidRPr="00F73937" w14:paraId="28950983" w14:textId="77777777" w:rsidTr="007261CA">
        <w:trPr>
          <w:cantSplit/>
        </w:trPr>
        <w:tc>
          <w:tcPr>
            <w:tcW w:w="5670" w:type="dxa"/>
            <w:shd w:val="clear" w:color="auto" w:fill="auto"/>
          </w:tcPr>
          <w:p w14:paraId="1BB2552E" w14:textId="77777777" w:rsidR="00505B55" w:rsidRPr="00F73937" w:rsidRDefault="00505B55" w:rsidP="00505B55">
            <w:pPr>
              <w:pStyle w:val="acctfourfigures"/>
              <w:tabs>
                <w:tab w:val="clear" w:pos="765"/>
              </w:tabs>
              <w:spacing w:line="240" w:lineRule="auto"/>
              <w:ind w:right="11"/>
              <w:rPr>
                <w:b/>
                <w:i/>
                <w:iCs/>
                <w:highlight w:val="yellow"/>
              </w:rPr>
            </w:pPr>
          </w:p>
        </w:tc>
        <w:tc>
          <w:tcPr>
            <w:tcW w:w="540" w:type="dxa"/>
          </w:tcPr>
          <w:p w14:paraId="237A76CB" w14:textId="77777777" w:rsidR="00505B55" w:rsidRPr="00F73937" w:rsidRDefault="00505B55" w:rsidP="00505B55">
            <w:pPr>
              <w:pStyle w:val="acctfourfigures"/>
              <w:tabs>
                <w:tab w:val="clear" w:pos="765"/>
                <w:tab w:val="decimal" w:pos="731"/>
              </w:tabs>
              <w:spacing w:line="240" w:lineRule="auto"/>
              <w:ind w:right="108"/>
              <w:rPr>
                <w:b/>
                <w:highlight w:val="yellow"/>
              </w:rPr>
            </w:pPr>
          </w:p>
        </w:tc>
        <w:tc>
          <w:tcPr>
            <w:tcW w:w="180" w:type="dxa"/>
          </w:tcPr>
          <w:p w14:paraId="2C2BFC40" w14:textId="77777777" w:rsidR="00505B55" w:rsidRPr="00F73937" w:rsidRDefault="00505B55" w:rsidP="00505B55">
            <w:pPr>
              <w:pStyle w:val="acctfourfigures"/>
              <w:tabs>
                <w:tab w:val="clear" w:pos="765"/>
                <w:tab w:val="decimal" w:pos="731"/>
              </w:tabs>
              <w:spacing w:line="240" w:lineRule="auto"/>
              <w:ind w:right="108"/>
              <w:rPr>
                <w:b/>
                <w:highlight w:val="yellow"/>
              </w:rPr>
            </w:pPr>
          </w:p>
        </w:tc>
        <w:tc>
          <w:tcPr>
            <w:tcW w:w="1440" w:type="dxa"/>
            <w:shd w:val="clear" w:color="auto" w:fill="auto"/>
          </w:tcPr>
          <w:p w14:paraId="2E78E710" w14:textId="77777777" w:rsidR="00505B55" w:rsidRPr="00F73937" w:rsidRDefault="00505B55" w:rsidP="00505B55">
            <w:pPr>
              <w:pStyle w:val="acctfourfigures"/>
              <w:tabs>
                <w:tab w:val="clear" w:pos="765"/>
                <w:tab w:val="decimal" w:pos="731"/>
              </w:tabs>
              <w:spacing w:line="240" w:lineRule="auto"/>
              <w:ind w:right="108"/>
              <w:jc w:val="right"/>
              <w:rPr>
                <w:b/>
                <w:highlight w:val="yellow"/>
              </w:rPr>
            </w:pPr>
          </w:p>
        </w:tc>
        <w:tc>
          <w:tcPr>
            <w:tcW w:w="180" w:type="dxa"/>
            <w:shd w:val="clear" w:color="auto" w:fill="auto"/>
          </w:tcPr>
          <w:p w14:paraId="6F45130C" w14:textId="77777777" w:rsidR="00505B55" w:rsidRPr="00F73937" w:rsidRDefault="00505B55" w:rsidP="00505B55">
            <w:pPr>
              <w:pStyle w:val="acctfourfigures"/>
              <w:spacing w:line="240" w:lineRule="auto"/>
              <w:ind w:right="108"/>
              <w:jc w:val="right"/>
              <w:rPr>
                <w:b/>
              </w:rPr>
            </w:pPr>
          </w:p>
        </w:tc>
        <w:tc>
          <w:tcPr>
            <w:tcW w:w="1440" w:type="dxa"/>
            <w:shd w:val="clear" w:color="auto" w:fill="auto"/>
          </w:tcPr>
          <w:p w14:paraId="47F8A314" w14:textId="77777777" w:rsidR="00505B55" w:rsidRPr="00941472" w:rsidRDefault="00505B55" w:rsidP="00941472">
            <w:pPr>
              <w:tabs>
                <w:tab w:val="decimal" w:pos="1090"/>
              </w:tabs>
              <w:spacing w:line="240" w:lineRule="auto"/>
              <w:ind w:right="76" w:firstLine="1"/>
            </w:pPr>
          </w:p>
        </w:tc>
      </w:tr>
      <w:tr w:rsidR="000716C5" w:rsidRPr="00F73937" w14:paraId="6B8C13AD" w14:textId="77777777" w:rsidTr="007261CA">
        <w:trPr>
          <w:cantSplit/>
        </w:trPr>
        <w:tc>
          <w:tcPr>
            <w:tcW w:w="5670" w:type="dxa"/>
            <w:shd w:val="clear" w:color="auto" w:fill="auto"/>
          </w:tcPr>
          <w:p w14:paraId="62687594" w14:textId="4A052A04" w:rsidR="000716C5" w:rsidRPr="00D83E97" w:rsidRDefault="000716C5" w:rsidP="00505B55">
            <w:pPr>
              <w:pStyle w:val="acctfourfigures"/>
              <w:tabs>
                <w:tab w:val="clear" w:pos="765"/>
              </w:tabs>
              <w:spacing w:line="240" w:lineRule="auto"/>
              <w:ind w:right="11"/>
              <w:rPr>
                <w:b/>
                <w:i/>
                <w:iCs/>
              </w:rPr>
            </w:pPr>
            <w:r w:rsidRPr="00D83E97">
              <w:rPr>
                <w:b/>
                <w:i/>
                <w:iCs/>
              </w:rPr>
              <w:t>Joint venture</w:t>
            </w:r>
            <w:r w:rsidR="00941472">
              <w:rPr>
                <w:b/>
                <w:i/>
                <w:iCs/>
              </w:rPr>
              <w:t>s</w:t>
            </w:r>
          </w:p>
        </w:tc>
        <w:tc>
          <w:tcPr>
            <w:tcW w:w="540" w:type="dxa"/>
          </w:tcPr>
          <w:p w14:paraId="5C73AA19" w14:textId="77777777" w:rsidR="000716C5" w:rsidRPr="00F73937" w:rsidRDefault="000716C5" w:rsidP="00505B55">
            <w:pPr>
              <w:pStyle w:val="acctfourfigures"/>
              <w:tabs>
                <w:tab w:val="clear" w:pos="765"/>
                <w:tab w:val="decimal" w:pos="731"/>
              </w:tabs>
              <w:spacing w:line="240" w:lineRule="auto"/>
              <w:ind w:right="108"/>
              <w:rPr>
                <w:b/>
                <w:highlight w:val="yellow"/>
              </w:rPr>
            </w:pPr>
          </w:p>
        </w:tc>
        <w:tc>
          <w:tcPr>
            <w:tcW w:w="180" w:type="dxa"/>
          </w:tcPr>
          <w:p w14:paraId="5C515A2C" w14:textId="77777777" w:rsidR="000716C5" w:rsidRPr="00F73937" w:rsidRDefault="000716C5" w:rsidP="00505B55">
            <w:pPr>
              <w:pStyle w:val="acctfourfigures"/>
              <w:tabs>
                <w:tab w:val="clear" w:pos="765"/>
                <w:tab w:val="decimal" w:pos="731"/>
              </w:tabs>
              <w:spacing w:line="240" w:lineRule="auto"/>
              <w:ind w:right="108"/>
              <w:rPr>
                <w:b/>
                <w:highlight w:val="yellow"/>
              </w:rPr>
            </w:pPr>
          </w:p>
        </w:tc>
        <w:tc>
          <w:tcPr>
            <w:tcW w:w="1440" w:type="dxa"/>
            <w:shd w:val="clear" w:color="auto" w:fill="auto"/>
          </w:tcPr>
          <w:p w14:paraId="37FD22B3" w14:textId="77777777" w:rsidR="000716C5" w:rsidRPr="00F73937" w:rsidRDefault="000716C5" w:rsidP="00505B55">
            <w:pPr>
              <w:pStyle w:val="acctfourfigures"/>
              <w:tabs>
                <w:tab w:val="clear" w:pos="765"/>
                <w:tab w:val="decimal" w:pos="731"/>
              </w:tabs>
              <w:spacing w:line="240" w:lineRule="auto"/>
              <w:ind w:right="108"/>
              <w:jc w:val="right"/>
              <w:rPr>
                <w:b/>
                <w:highlight w:val="yellow"/>
              </w:rPr>
            </w:pPr>
          </w:p>
        </w:tc>
        <w:tc>
          <w:tcPr>
            <w:tcW w:w="180" w:type="dxa"/>
            <w:shd w:val="clear" w:color="auto" w:fill="auto"/>
          </w:tcPr>
          <w:p w14:paraId="05290945" w14:textId="77777777" w:rsidR="000716C5" w:rsidRPr="00F73937" w:rsidRDefault="000716C5" w:rsidP="00505B55">
            <w:pPr>
              <w:pStyle w:val="acctfourfigures"/>
              <w:spacing w:line="240" w:lineRule="auto"/>
              <w:ind w:right="108"/>
              <w:jc w:val="right"/>
              <w:rPr>
                <w:b/>
              </w:rPr>
            </w:pPr>
          </w:p>
        </w:tc>
        <w:tc>
          <w:tcPr>
            <w:tcW w:w="1440" w:type="dxa"/>
            <w:shd w:val="clear" w:color="auto" w:fill="auto"/>
          </w:tcPr>
          <w:p w14:paraId="1255402F" w14:textId="77777777" w:rsidR="000716C5" w:rsidRPr="00941472" w:rsidRDefault="000716C5" w:rsidP="00941472">
            <w:pPr>
              <w:tabs>
                <w:tab w:val="decimal" w:pos="1090"/>
              </w:tabs>
              <w:spacing w:line="240" w:lineRule="auto"/>
              <w:ind w:right="76" w:firstLine="1"/>
            </w:pPr>
          </w:p>
        </w:tc>
      </w:tr>
      <w:tr w:rsidR="000716C5" w:rsidRPr="00F73937" w14:paraId="715EE5A7" w14:textId="77777777" w:rsidTr="007261CA">
        <w:trPr>
          <w:cantSplit/>
        </w:trPr>
        <w:tc>
          <w:tcPr>
            <w:tcW w:w="5670" w:type="dxa"/>
            <w:shd w:val="clear" w:color="auto" w:fill="auto"/>
          </w:tcPr>
          <w:p w14:paraId="77DBD46C" w14:textId="61E2B7CD" w:rsidR="000716C5" w:rsidRPr="00D83E97" w:rsidRDefault="000716C5" w:rsidP="00505B55">
            <w:pPr>
              <w:pStyle w:val="acctfourfigures"/>
              <w:tabs>
                <w:tab w:val="clear" w:pos="765"/>
              </w:tabs>
              <w:spacing w:line="240" w:lineRule="auto"/>
              <w:ind w:right="11"/>
              <w:rPr>
                <w:b/>
                <w:i/>
                <w:iCs/>
              </w:rPr>
            </w:pPr>
            <w:r w:rsidRPr="00D83E97">
              <w:t xml:space="preserve">Acquisition of investment in </w:t>
            </w:r>
            <w:r w:rsidR="00D83E97" w:rsidRPr="00D83E97">
              <w:t>Platt Finserve</w:t>
            </w:r>
            <w:r w:rsidRPr="00D83E97">
              <w:t xml:space="preserve"> Co., Ltd.</w:t>
            </w:r>
          </w:p>
        </w:tc>
        <w:tc>
          <w:tcPr>
            <w:tcW w:w="540" w:type="dxa"/>
          </w:tcPr>
          <w:p w14:paraId="477127BF" w14:textId="77777777" w:rsidR="000716C5" w:rsidRPr="00F73937" w:rsidRDefault="000716C5" w:rsidP="00505B55">
            <w:pPr>
              <w:pStyle w:val="acctfourfigures"/>
              <w:tabs>
                <w:tab w:val="clear" w:pos="765"/>
                <w:tab w:val="decimal" w:pos="731"/>
              </w:tabs>
              <w:spacing w:line="240" w:lineRule="auto"/>
              <w:ind w:right="108"/>
              <w:rPr>
                <w:b/>
                <w:highlight w:val="yellow"/>
              </w:rPr>
            </w:pPr>
          </w:p>
        </w:tc>
        <w:tc>
          <w:tcPr>
            <w:tcW w:w="180" w:type="dxa"/>
          </w:tcPr>
          <w:p w14:paraId="5B0EB59C" w14:textId="77777777" w:rsidR="000716C5" w:rsidRPr="00F73937" w:rsidRDefault="000716C5" w:rsidP="00505B55">
            <w:pPr>
              <w:pStyle w:val="acctfourfigures"/>
              <w:tabs>
                <w:tab w:val="clear" w:pos="765"/>
                <w:tab w:val="decimal" w:pos="731"/>
              </w:tabs>
              <w:spacing w:line="240" w:lineRule="auto"/>
              <w:ind w:right="108"/>
              <w:rPr>
                <w:b/>
                <w:highlight w:val="yellow"/>
              </w:rPr>
            </w:pPr>
          </w:p>
        </w:tc>
        <w:tc>
          <w:tcPr>
            <w:tcW w:w="1440" w:type="dxa"/>
            <w:shd w:val="clear" w:color="auto" w:fill="auto"/>
          </w:tcPr>
          <w:p w14:paraId="5E59F8BD" w14:textId="1BA226E7" w:rsidR="000716C5" w:rsidRPr="00900672" w:rsidRDefault="00610A28" w:rsidP="00505B55">
            <w:pPr>
              <w:pStyle w:val="acctfourfigures"/>
              <w:tabs>
                <w:tab w:val="clear" w:pos="765"/>
                <w:tab w:val="decimal" w:pos="731"/>
              </w:tabs>
              <w:spacing w:line="240" w:lineRule="auto"/>
              <w:ind w:right="108"/>
              <w:jc w:val="right"/>
              <w:rPr>
                <w:bCs/>
              </w:rPr>
            </w:pPr>
            <w:r w:rsidRPr="00900672">
              <w:rPr>
                <w:bCs/>
              </w:rPr>
              <w:t>1,130,000</w:t>
            </w:r>
          </w:p>
        </w:tc>
        <w:tc>
          <w:tcPr>
            <w:tcW w:w="180" w:type="dxa"/>
            <w:shd w:val="clear" w:color="auto" w:fill="auto"/>
          </w:tcPr>
          <w:p w14:paraId="3CA8470C" w14:textId="77777777" w:rsidR="000716C5" w:rsidRPr="00900672" w:rsidRDefault="000716C5" w:rsidP="00505B55">
            <w:pPr>
              <w:pStyle w:val="acctfourfigures"/>
              <w:spacing w:line="240" w:lineRule="auto"/>
              <w:ind w:right="108"/>
              <w:jc w:val="right"/>
              <w:rPr>
                <w:bCs/>
              </w:rPr>
            </w:pPr>
          </w:p>
        </w:tc>
        <w:tc>
          <w:tcPr>
            <w:tcW w:w="1440" w:type="dxa"/>
            <w:shd w:val="clear" w:color="auto" w:fill="auto"/>
          </w:tcPr>
          <w:p w14:paraId="1EBA6FC7" w14:textId="243AE954" w:rsidR="000716C5" w:rsidRPr="00941472" w:rsidRDefault="00610A28" w:rsidP="00941472">
            <w:pPr>
              <w:tabs>
                <w:tab w:val="decimal" w:pos="1090"/>
              </w:tabs>
              <w:spacing w:line="240" w:lineRule="auto"/>
              <w:ind w:right="76" w:firstLine="1"/>
            </w:pPr>
            <w:r w:rsidRPr="00941472">
              <w:t>1,130,000</w:t>
            </w:r>
          </w:p>
        </w:tc>
      </w:tr>
      <w:tr w:rsidR="000716C5" w:rsidRPr="00F73937" w14:paraId="44DB535E" w14:textId="77777777" w:rsidTr="007261CA">
        <w:trPr>
          <w:cantSplit/>
        </w:trPr>
        <w:tc>
          <w:tcPr>
            <w:tcW w:w="5670" w:type="dxa"/>
            <w:shd w:val="clear" w:color="auto" w:fill="auto"/>
          </w:tcPr>
          <w:p w14:paraId="6BC0531E" w14:textId="770455A4" w:rsidR="000716C5" w:rsidRPr="00F73937" w:rsidRDefault="008E68DB" w:rsidP="00505B55">
            <w:pPr>
              <w:pStyle w:val="acctfourfigures"/>
              <w:tabs>
                <w:tab w:val="clear" w:pos="765"/>
              </w:tabs>
              <w:spacing w:line="240" w:lineRule="auto"/>
              <w:ind w:right="11"/>
              <w:rPr>
                <w:b/>
                <w:i/>
                <w:iCs/>
                <w:highlight w:val="yellow"/>
              </w:rPr>
            </w:pPr>
            <w:r w:rsidRPr="00900672">
              <w:rPr>
                <w:rFonts w:cstheme="minorBidi"/>
              </w:rPr>
              <w:t>I</w:t>
            </w:r>
            <w:r w:rsidR="000716C5" w:rsidRPr="00900672">
              <w:t xml:space="preserve">nvestment in </w:t>
            </w:r>
            <w:r w:rsidR="00900672" w:rsidRPr="00900672">
              <w:t>Tero Sabuy</w:t>
            </w:r>
            <w:r w:rsidR="000716C5" w:rsidRPr="00900672">
              <w:t xml:space="preserve"> Co., Ltd.</w:t>
            </w:r>
          </w:p>
        </w:tc>
        <w:tc>
          <w:tcPr>
            <w:tcW w:w="540" w:type="dxa"/>
          </w:tcPr>
          <w:p w14:paraId="4C41A08E" w14:textId="77777777" w:rsidR="000716C5" w:rsidRPr="00F73937" w:rsidRDefault="000716C5" w:rsidP="00505B55">
            <w:pPr>
              <w:pStyle w:val="acctfourfigures"/>
              <w:tabs>
                <w:tab w:val="clear" w:pos="765"/>
                <w:tab w:val="decimal" w:pos="731"/>
              </w:tabs>
              <w:spacing w:line="240" w:lineRule="auto"/>
              <w:ind w:right="108"/>
              <w:rPr>
                <w:b/>
                <w:highlight w:val="yellow"/>
              </w:rPr>
            </w:pPr>
          </w:p>
        </w:tc>
        <w:tc>
          <w:tcPr>
            <w:tcW w:w="180" w:type="dxa"/>
          </w:tcPr>
          <w:p w14:paraId="0CB94EC4" w14:textId="77777777" w:rsidR="000716C5" w:rsidRPr="00F73937" w:rsidRDefault="000716C5" w:rsidP="00505B55">
            <w:pPr>
              <w:pStyle w:val="acctfourfigures"/>
              <w:tabs>
                <w:tab w:val="clear" w:pos="765"/>
                <w:tab w:val="decimal" w:pos="731"/>
              </w:tabs>
              <w:spacing w:line="240" w:lineRule="auto"/>
              <w:ind w:right="108"/>
              <w:rPr>
                <w:b/>
                <w:highlight w:val="yellow"/>
              </w:rPr>
            </w:pPr>
          </w:p>
        </w:tc>
        <w:tc>
          <w:tcPr>
            <w:tcW w:w="1440" w:type="dxa"/>
            <w:shd w:val="clear" w:color="auto" w:fill="auto"/>
          </w:tcPr>
          <w:p w14:paraId="3C0F6D40" w14:textId="4A7DF43E" w:rsidR="000716C5" w:rsidRPr="00900672" w:rsidRDefault="00900672" w:rsidP="00505B55">
            <w:pPr>
              <w:pStyle w:val="acctfourfigures"/>
              <w:tabs>
                <w:tab w:val="clear" w:pos="765"/>
                <w:tab w:val="decimal" w:pos="731"/>
              </w:tabs>
              <w:spacing w:line="240" w:lineRule="auto"/>
              <w:ind w:right="108"/>
              <w:jc w:val="right"/>
              <w:rPr>
                <w:bCs/>
              </w:rPr>
            </w:pPr>
            <w:r w:rsidRPr="00900672">
              <w:rPr>
                <w:bCs/>
              </w:rPr>
              <w:t>125</w:t>
            </w:r>
          </w:p>
        </w:tc>
        <w:tc>
          <w:tcPr>
            <w:tcW w:w="180" w:type="dxa"/>
            <w:shd w:val="clear" w:color="auto" w:fill="auto"/>
          </w:tcPr>
          <w:p w14:paraId="36DF04FF" w14:textId="77777777" w:rsidR="000716C5" w:rsidRPr="00900672" w:rsidRDefault="000716C5" w:rsidP="00505B55">
            <w:pPr>
              <w:pStyle w:val="acctfourfigures"/>
              <w:spacing w:line="240" w:lineRule="auto"/>
              <w:ind w:right="108"/>
              <w:jc w:val="right"/>
              <w:rPr>
                <w:bCs/>
              </w:rPr>
            </w:pPr>
          </w:p>
        </w:tc>
        <w:tc>
          <w:tcPr>
            <w:tcW w:w="1440" w:type="dxa"/>
            <w:shd w:val="clear" w:color="auto" w:fill="auto"/>
          </w:tcPr>
          <w:p w14:paraId="24CF6ED3" w14:textId="52899E25" w:rsidR="000716C5" w:rsidRPr="00941472" w:rsidRDefault="00900672" w:rsidP="00941472">
            <w:pPr>
              <w:tabs>
                <w:tab w:val="decimal" w:pos="1090"/>
              </w:tabs>
              <w:spacing w:line="240" w:lineRule="auto"/>
              <w:ind w:right="76" w:firstLine="1"/>
            </w:pPr>
            <w:r w:rsidRPr="00941472">
              <w:t>125</w:t>
            </w:r>
          </w:p>
        </w:tc>
      </w:tr>
      <w:tr w:rsidR="00900672" w:rsidRPr="00F73937" w14:paraId="6E250377" w14:textId="77777777" w:rsidTr="007261CA">
        <w:trPr>
          <w:cantSplit/>
        </w:trPr>
        <w:tc>
          <w:tcPr>
            <w:tcW w:w="5670" w:type="dxa"/>
            <w:shd w:val="clear" w:color="auto" w:fill="auto"/>
          </w:tcPr>
          <w:p w14:paraId="2D1A1843" w14:textId="72EEB0E5" w:rsidR="00900672" w:rsidRPr="00F73937" w:rsidRDefault="00900672" w:rsidP="00900672">
            <w:pPr>
              <w:pStyle w:val="acctfourfigures"/>
              <w:tabs>
                <w:tab w:val="clear" w:pos="765"/>
              </w:tabs>
              <w:spacing w:line="240" w:lineRule="auto"/>
              <w:ind w:right="11"/>
              <w:rPr>
                <w:rFonts w:cstheme="minorBidi"/>
                <w:b/>
                <w:i/>
                <w:iCs/>
                <w:highlight w:val="yellow"/>
              </w:rPr>
            </w:pPr>
            <w:r w:rsidRPr="00900672">
              <w:rPr>
                <w:rFonts w:cstheme="minorBidi"/>
              </w:rPr>
              <w:t>I</w:t>
            </w:r>
            <w:r w:rsidRPr="00900672">
              <w:t xml:space="preserve">nvestment in </w:t>
            </w:r>
            <w:r w:rsidR="00E75545">
              <w:t>Forthsmart Sabuy</w:t>
            </w:r>
            <w:r w:rsidR="00941472">
              <w:t xml:space="preserve"> T</w:t>
            </w:r>
            <w:r w:rsidR="00E75545">
              <w:t>ech</w:t>
            </w:r>
            <w:r w:rsidRPr="00900672">
              <w:t xml:space="preserve"> Co., Ltd.</w:t>
            </w:r>
          </w:p>
        </w:tc>
        <w:tc>
          <w:tcPr>
            <w:tcW w:w="540" w:type="dxa"/>
          </w:tcPr>
          <w:p w14:paraId="5D219762" w14:textId="77777777" w:rsidR="00900672" w:rsidRPr="00F73937" w:rsidRDefault="00900672" w:rsidP="00900672">
            <w:pPr>
              <w:pStyle w:val="acctfourfigures"/>
              <w:tabs>
                <w:tab w:val="clear" w:pos="765"/>
                <w:tab w:val="decimal" w:pos="731"/>
              </w:tabs>
              <w:spacing w:line="240" w:lineRule="auto"/>
              <w:ind w:right="108"/>
              <w:rPr>
                <w:b/>
                <w:highlight w:val="yellow"/>
              </w:rPr>
            </w:pPr>
          </w:p>
        </w:tc>
        <w:tc>
          <w:tcPr>
            <w:tcW w:w="180" w:type="dxa"/>
          </w:tcPr>
          <w:p w14:paraId="6CB96AA8" w14:textId="77777777" w:rsidR="00900672" w:rsidRPr="00F73937" w:rsidRDefault="00900672" w:rsidP="00900672">
            <w:pPr>
              <w:pStyle w:val="acctfourfigures"/>
              <w:tabs>
                <w:tab w:val="clear" w:pos="765"/>
                <w:tab w:val="decimal" w:pos="731"/>
              </w:tabs>
              <w:spacing w:line="240" w:lineRule="auto"/>
              <w:ind w:right="108"/>
              <w:rPr>
                <w:b/>
                <w:highlight w:val="yellow"/>
              </w:rPr>
            </w:pPr>
          </w:p>
        </w:tc>
        <w:tc>
          <w:tcPr>
            <w:tcW w:w="1440" w:type="dxa"/>
            <w:shd w:val="clear" w:color="auto" w:fill="auto"/>
          </w:tcPr>
          <w:p w14:paraId="203DA9FE" w14:textId="7309F9EC" w:rsidR="00900672" w:rsidRPr="00E75545" w:rsidRDefault="00E75545" w:rsidP="00900672">
            <w:pPr>
              <w:pStyle w:val="acctfourfigures"/>
              <w:tabs>
                <w:tab w:val="clear" w:pos="765"/>
                <w:tab w:val="decimal" w:pos="731"/>
              </w:tabs>
              <w:spacing w:line="240" w:lineRule="auto"/>
              <w:ind w:right="108"/>
              <w:jc w:val="right"/>
              <w:rPr>
                <w:bCs/>
              </w:rPr>
            </w:pPr>
            <w:r w:rsidRPr="00E75545">
              <w:rPr>
                <w:bCs/>
              </w:rPr>
              <w:t>500</w:t>
            </w:r>
          </w:p>
        </w:tc>
        <w:tc>
          <w:tcPr>
            <w:tcW w:w="180" w:type="dxa"/>
            <w:shd w:val="clear" w:color="auto" w:fill="auto"/>
          </w:tcPr>
          <w:p w14:paraId="78AF2B98" w14:textId="77777777" w:rsidR="00900672" w:rsidRPr="00E75545" w:rsidRDefault="00900672" w:rsidP="00900672">
            <w:pPr>
              <w:pStyle w:val="acctfourfigures"/>
              <w:spacing w:line="240" w:lineRule="auto"/>
              <w:ind w:right="108"/>
              <w:jc w:val="right"/>
              <w:rPr>
                <w:bCs/>
              </w:rPr>
            </w:pPr>
          </w:p>
        </w:tc>
        <w:tc>
          <w:tcPr>
            <w:tcW w:w="1440" w:type="dxa"/>
            <w:shd w:val="clear" w:color="auto" w:fill="auto"/>
          </w:tcPr>
          <w:p w14:paraId="73285A81" w14:textId="3619CDD6" w:rsidR="00900672" w:rsidRPr="00941472" w:rsidRDefault="00E75545" w:rsidP="00941472">
            <w:pPr>
              <w:tabs>
                <w:tab w:val="decimal" w:pos="1090"/>
              </w:tabs>
              <w:spacing w:line="240" w:lineRule="auto"/>
              <w:ind w:right="76" w:firstLine="1"/>
            </w:pPr>
            <w:r w:rsidRPr="00941472">
              <w:t>500</w:t>
            </w:r>
          </w:p>
        </w:tc>
      </w:tr>
    </w:tbl>
    <w:p w14:paraId="772DE0FF" w14:textId="699B50A5" w:rsidR="00993D68" w:rsidRPr="00F73937" w:rsidRDefault="00993D68" w:rsidP="00FA00E0">
      <w:pPr>
        <w:spacing w:line="240" w:lineRule="atLeast"/>
      </w:pPr>
    </w:p>
    <w:p w14:paraId="2C82E380" w14:textId="1F0CA4CD" w:rsidR="00934DBF" w:rsidRPr="009F70C8" w:rsidRDefault="00DC68FD" w:rsidP="008657B9">
      <w:pPr>
        <w:pStyle w:val="block"/>
        <w:spacing w:after="0" w:line="240" w:lineRule="atLeast"/>
        <w:ind w:left="540"/>
        <w:jc w:val="both"/>
      </w:pPr>
      <w:r w:rsidRPr="009F70C8">
        <w:rPr>
          <w:rFonts w:eastAsia="Arial Unicode MS" w:cs="Angsana New"/>
          <w:spacing w:val="-2"/>
        </w:rPr>
        <w:t xml:space="preserve">In </w:t>
      </w:r>
      <w:r w:rsidR="00463B85" w:rsidRPr="009F70C8">
        <w:rPr>
          <w:rFonts w:eastAsia="Arial Unicode MS" w:cs="Angsana New"/>
          <w:spacing w:val="-2"/>
        </w:rPr>
        <w:t xml:space="preserve">January 2022, </w:t>
      </w:r>
      <w:r w:rsidR="00AC5049" w:rsidRPr="009F70C8">
        <w:rPr>
          <w:rFonts w:eastAsia="Arial Unicode MS" w:cs="Angsana New"/>
          <w:spacing w:val="-2"/>
          <w:lang w:val="en-US"/>
        </w:rPr>
        <w:t xml:space="preserve">the Group </w:t>
      </w:r>
      <w:r w:rsidR="00615B08" w:rsidRPr="009F70C8">
        <w:t xml:space="preserve">acquired an additional 14% interest in </w:t>
      </w:r>
      <w:r w:rsidR="0048257E" w:rsidRPr="009F70C8">
        <w:t xml:space="preserve">A.T.P. Friend Services </w:t>
      </w:r>
      <w:r w:rsidR="001D5805">
        <w:t>Co., Ltd.</w:t>
      </w:r>
      <w:r w:rsidR="00B83D2F" w:rsidRPr="009F70C8">
        <w:t xml:space="preserve">, </w:t>
      </w:r>
      <w:r w:rsidR="001D5805">
        <w:t xml:space="preserve">          </w:t>
      </w:r>
      <w:r w:rsidR="00B83D2F" w:rsidRPr="009F70C8">
        <w:t>a</w:t>
      </w:r>
      <w:r w:rsidR="0048257E" w:rsidRPr="009F70C8">
        <w:t xml:space="preserve"> subsidiary</w:t>
      </w:r>
      <w:r w:rsidR="00FD0C74" w:rsidRPr="009F70C8">
        <w:t xml:space="preserve">, </w:t>
      </w:r>
      <w:r w:rsidR="00432127" w:rsidRPr="009F70C8">
        <w:t>for</w:t>
      </w:r>
      <w:r w:rsidR="00892CED" w:rsidRPr="009F70C8">
        <w:t xml:space="preserve"> </w:t>
      </w:r>
      <w:r w:rsidR="00A53190" w:rsidRPr="009F70C8">
        <w:rPr>
          <w:rFonts w:cs="Angsana New"/>
          <w:szCs w:val="28"/>
        </w:rPr>
        <w:t>Baht 56 million</w:t>
      </w:r>
      <w:r w:rsidR="0001085B" w:rsidRPr="009F70C8">
        <w:rPr>
          <w:rFonts w:cs="Angsana New"/>
          <w:szCs w:val="28"/>
        </w:rPr>
        <w:t xml:space="preserve"> </w:t>
      </w:r>
      <w:r w:rsidR="009F70C8" w:rsidRPr="009F70C8">
        <w:rPr>
          <w:rFonts w:cs="Angsana New"/>
          <w:szCs w:val="28"/>
        </w:rPr>
        <w:t xml:space="preserve">in </w:t>
      </w:r>
      <w:r w:rsidR="0001085B" w:rsidRPr="009F70C8">
        <w:rPr>
          <w:rFonts w:cs="Angsana New"/>
          <w:szCs w:val="28"/>
        </w:rPr>
        <w:t xml:space="preserve">cash, increasing its </w:t>
      </w:r>
      <w:r w:rsidR="00BC0EDA" w:rsidRPr="009F70C8">
        <w:rPr>
          <w:rFonts w:cs="Angsana New"/>
          <w:szCs w:val="28"/>
        </w:rPr>
        <w:t>ownership</w:t>
      </w:r>
      <w:r w:rsidR="00934DBF" w:rsidRPr="009F70C8">
        <w:rPr>
          <w:rFonts w:cs="Angsana New"/>
          <w:szCs w:val="28"/>
        </w:rPr>
        <w:t xml:space="preserve"> interest from </w:t>
      </w:r>
      <w:r w:rsidR="002E6F6C" w:rsidRPr="009F70C8">
        <w:rPr>
          <w:rFonts w:cs="Angsana New"/>
          <w:szCs w:val="28"/>
        </w:rPr>
        <w:t>43</w:t>
      </w:r>
      <w:r w:rsidR="00934DBF" w:rsidRPr="009F70C8">
        <w:rPr>
          <w:rFonts w:cs="Angsana New"/>
          <w:szCs w:val="28"/>
        </w:rPr>
        <w:t xml:space="preserve">% to </w:t>
      </w:r>
      <w:r w:rsidR="002E6F6C" w:rsidRPr="009F70C8">
        <w:rPr>
          <w:rFonts w:cs="Angsana New"/>
          <w:szCs w:val="28"/>
        </w:rPr>
        <w:t>57</w:t>
      </w:r>
      <w:r w:rsidR="00934DBF" w:rsidRPr="009F70C8">
        <w:rPr>
          <w:rFonts w:cs="Angsana New"/>
          <w:szCs w:val="28"/>
        </w:rPr>
        <w:t xml:space="preserve">%. </w:t>
      </w:r>
      <w:r w:rsidR="006F0AEC" w:rsidRPr="009F70C8">
        <w:t xml:space="preserve">The carrying amount of </w:t>
      </w:r>
      <w:r w:rsidR="00725425" w:rsidRPr="009F70C8">
        <w:t xml:space="preserve">A.T.P. Friend Services </w:t>
      </w:r>
      <w:r w:rsidR="001D5805">
        <w:t>Co., Ltd.</w:t>
      </w:r>
      <w:r w:rsidR="006F0AEC" w:rsidRPr="009F70C8">
        <w:t xml:space="preserve">’s net assets in the Group’s financial statements on the date of the acquisition was Baht </w:t>
      </w:r>
      <w:r w:rsidR="004D1AA9" w:rsidRPr="009F70C8">
        <w:t>108.49</w:t>
      </w:r>
      <w:r w:rsidR="006F0AEC" w:rsidRPr="009F70C8">
        <w:t xml:space="preserve"> million. The Group recognised a decrease in non-controlling interests of Baht 1</w:t>
      </w:r>
      <w:r w:rsidR="00FF2AD2" w:rsidRPr="009F70C8">
        <w:t>5.19</w:t>
      </w:r>
      <w:r w:rsidR="006F0AEC" w:rsidRPr="009F70C8">
        <w:t xml:space="preserve"> million </w:t>
      </w:r>
      <w:r w:rsidR="006F0AEC" w:rsidRPr="009F70C8">
        <w:rPr>
          <w:rFonts w:cs="Angsana New"/>
          <w:szCs w:val="28"/>
        </w:rPr>
        <w:t>of</w:t>
      </w:r>
      <w:r w:rsidR="006F0AEC" w:rsidRPr="009F70C8">
        <w:t xml:space="preserve"> changes in the Group’s ownership interest in </w:t>
      </w:r>
      <w:r w:rsidR="00FF2AD2" w:rsidRPr="009F70C8">
        <w:t xml:space="preserve">A.T.P. Friend Services </w:t>
      </w:r>
      <w:r w:rsidR="001D5805">
        <w:t>Co., Ltd.</w:t>
      </w:r>
    </w:p>
    <w:p w14:paraId="6E829E31" w14:textId="7BAB49F1" w:rsidR="00FF2AD2" w:rsidRDefault="00FF2AD2" w:rsidP="008657B9">
      <w:pPr>
        <w:pStyle w:val="block"/>
        <w:spacing w:after="0" w:line="240" w:lineRule="atLeast"/>
        <w:ind w:left="540"/>
        <w:jc w:val="both"/>
        <w:rPr>
          <w:highlight w:val="cyan"/>
        </w:rPr>
      </w:pPr>
    </w:p>
    <w:p w14:paraId="75408BE6" w14:textId="4843DF61" w:rsidR="00F61B06" w:rsidRDefault="00F61B06" w:rsidP="008657B9">
      <w:pPr>
        <w:pStyle w:val="block"/>
        <w:spacing w:after="0" w:line="240" w:lineRule="atLeast"/>
        <w:ind w:left="540"/>
        <w:jc w:val="both"/>
        <w:rPr>
          <w:highlight w:val="cyan"/>
        </w:rPr>
      </w:pPr>
    </w:p>
    <w:p w14:paraId="6EDD6A92" w14:textId="3F4E572E" w:rsidR="00F61B06" w:rsidRDefault="00F61B06" w:rsidP="008657B9">
      <w:pPr>
        <w:pStyle w:val="block"/>
        <w:spacing w:after="0" w:line="240" w:lineRule="atLeast"/>
        <w:ind w:left="540"/>
        <w:jc w:val="both"/>
        <w:rPr>
          <w:highlight w:val="cyan"/>
        </w:rPr>
      </w:pPr>
    </w:p>
    <w:p w14:paraId="3B73482B" w14:textId="50A465E6" w:rsidR="00F61B06" w:rsidRDefault="00F61B06" w:rsidP="008657B9">
      <w:pPr>
        <w:pStyle w:val="block"/>
        <w:spacing w:after="0" w:line="240" w:lineRule="atLeast"/>
        <w:ind w:left="540"/>
        <w:jc w:val="both"/>
        <w:rPr>
          <w:highlight w:val="cyan"/>
        </w:rPr>
      </w:pPr>
    </w:p>
    <w:p w14:paraId="4DE5FEF2" w14:textId="0B727451" w:rsidR="00F61B06" w:rsidRDefault="00F61B06" w:rsidP="008657B9">
      <w:pPr>
        <w:pStyle w:val="block"/>
        <w:spacing w:after="0" w:line="240" w:lineRule="atLeast"/>
        <w:ind w:left="540"/>
        <w:jc w:val="both"/>
        <w:rPr>
          <w:highlight w:val="cyan"/>
        </w:rPr>
      </w:pPr>
    </w:p>
    <w:p w14:paraId="40E4F834" w14:textId="2B12C63F" w:rsidR="00F61B06" w:rsidRDefault="00F61B06" w:rsidP="008657B9">
      <w:pPr>
        <w:pStyle w:val="block"/>
        <w:spacing w:after="0" w:line="240" w:lineRule="atLeast"/>
        <w:ind w:left="540"/>
        <w:jc w:val="both"/>
        <w:rPr>
          <w:highlight w:val="cyan"/>
        </w:rPr>
      </w:pPr>
    </w:p>
    <w:p w14:paraId="0A4C332F" w14:textId="285452D0" w:rsidR="00F61B06" w:rsidRDefault="00F61B06" w:rsidP="008657B9">
      <w:pPr>
        <w:pStyle w:val="block"/>
        <w:spacing w:after="0" w:line="240" w:lineRule="atLeast"/>
        <w:ind w:left="540"/>
        <w:jc w:val="both"/>
        <w:rPr>
          <w:highlight w:val="cyan"/>
        </w:rPr>
      </w:pPr>
    </w:p>
    <w:p w14:paraId="45F9CD01" w14:textId="1B3A783B" w:rsidR="00F61B06" w:rsidRDefault="00F61B06" w:rsidP="008657B9">
      <w:pPr>
        <w:pStyle w:val="block"/>
        <w:spacing w:after="0" w:line="240" w:lineRule="atLeast"/>
        <w:ind w:left="540"/>
        <w:jc w:val="both"/>
        <w:rPr>
          <w:highlight w:val="cyan"/>
        </w:rPr>
      </w:pPr>
    </w:p>
    <w:p w14:paraId="2D23333F" w14:textId="3A71BA20" w:rsidR="00F61B06" w:rsidRDefault="00F61B06" w:rsidP="008657B9">
      <w:pPr>
        <w:pStyle w:val="block"/>
        <w:spacing w:after="0" w:line="240" w:lineRule="atLeast"/>
        <w:ind w:left="540"/>
        <w:jc w:val="both"/>
        <w:rPr>
          <w:highlight w:val="cyan"/>
        </w:rPr>
      </w:pPr>
    </w:p>
    <w:p w14:paraId="37FE26FB" w14:textId="2C2A3E5B" w:rsidR="00F61B06" w:rsidRDefault="00F61B06" w:rsidP="008657B9">
      <w:pPr>
        <w:pStyle w:val="block"/>
        <w:spacing w:after="0" w:line="240" w:lineRule="atLeast"/>
        <w:ind w:left="540"/>
        <w:jc w:val="both"/>
        <w:rPr>
          <w:highlight w:val="cyan"/>
        </w:rPr>
      </w:pPr>
    </w:p>
    <w:p w14:paraId="6BA6F45C" w14:textId="77777777" w:rsidR="00F61B06" w:rsidRPr="00AB1E1C" w:rsidRDefault="00F61B06" w:rsidP="008657B9">
      <w:pPr>
        <w:pStyle w:val="block"/>
        <w:spacing w:after="0" w:line="240" w:lineRule="atLeast"/>
        <w:ind w:left="540"/>
        <w:jc w:val="both"/>
        <w:rPr>
          <w:highlight w:val="cyan"/>
        </w:rPr>
      </w:pPr>
    </w:p>
    <w:p w14:paraId="6F9E7E8A" w14:textId="01D1788F" w:rsidR="000B7CC7" w:rsidRPr="009F70C8" w:rsidRDefault="00FF2AD2" w:rsidP="00B83655">
      <w:pPr>
        <w:pStyle w:val="block"/>
        <w:spacing w:after="0" w:line="240" w:lineRule="atLeast"/>
        <w:ind w:left="540"/>
        <w:jc w:val="both"/>
        <w:rPr>
          <w:rFonts w:cs="Angsana New"/>
          <w:szCs w:val="28"/>
          <w:lang w:val="en-US"/>
        </w:rPr>
      </w:pPr>
      <w:r w:rsidRPr="009F70C8">
        <w:lastRenderedPageBreak/>
        <w:t>On 14 January 2022</w:t>
      </w:r>
      <w:r w:rsidR="00CB65C5" w:rsidRPr="009F70C8">
        <w:t xml:space="preserve">, </w:t>
      </w:r>
      <w:r w:rsidR="00CE5C99" w:rsidRPr="009F70C8">
        <w:t>t</w:t>
      </w:r>
      <w:r w:rsidR="00CB65C5" w:rsidRPr="009F70C8">
        <w:t xml:space="preserve">he Company </w:t>
      </w:r>
      <w:r w:rsidR="00C46293" w:rsidRPr="009F70C8">
        <w:rPr>
          <w:rFonts w:cs="Angsana New"/>
          <w:szCs w:val="28"/>
          <w:lang w:val="en-US"/>
        </w:rPr>
        <w:t>regi</w:t>
      </w:r>
      <w:r w:rsidR="00861BB5" w:rsidRPr="009F70C8">
        <w:rPr>
          <w:rFonts w:cs="Angsana New"/>
          <w:szCs w:val="28"/>
          <w:lang w:val="en-US"/>
        </w:rPr>
        <w:t>st</w:t>
      </w:r>
      <w:r w:rsidR="000471B1" w:rsidRPr="009F70C8">
        <w:rPr>
          <w:rFonts w:cs="Angsana New"/>
          <w:szCs w:val="28"/>
          <w:lang w:val="en-US"/>
        </w:rPr>
        <w:t>ered</w:t>
      </w:r>
      <w:r w:rsidR="007B499D" w:rsidRPr="009F70C8">
        <w:rPr>
          <w:rFonts w:cs="Angsana New"/>
          <w:szCs w:val="28"/>
          <w:lang w:val="en-US"/>
        </w:rPr>
        <w:t xml:space="preserve"> the</w:t>
      </w:r>
      <w:r w:rsidR="000471B1" w:rsidRPr="009F70C8">
        <w:rPr>
          <w:rFonts w:cs="Angsana New"/>
          <w:szCs w:val="28"/>
          <w:lang w:val="en-US"/>
        </w:rPr>
        <w:t xml:space="preserve"> </w:t>
      </w:r>
      <w:r w:rsidR="004A17EE" w:rsidRPr="009F70C8">
        <w:rPr>
          <w:rFonts w:cs="Angsana New"/>
          <w:szCs w:val="28"/>
          <w:lang w:val="en-US"/>
        </w:rPr>
        <w:t>companies as follows:</w:t>
      </w:r>
    </w:p>
    <w:p w14:paraId="23A26222" w14:textId="10511AA3" w:rsidR="000B7CC7" w:rsidRPr="002F3880" w:rsidRDefault="000B7CC7" w:rsidP="000B7CC7">
      <w:pPr>
        <w:pStyle w:val="block"/>
        <w:numPr>
          <w:ilvl w:val="0"/>
          <w:numId w:val="16"/>
        </w:numPr>
        <w:spacing w:after="0" w:line="240" w:lineRule="atLeast"/>
        <w:jc w:val="both"/>
        <w:rPr>
          <w:rFonts w:eastAsia="Arial Unicode MS" w:cs="Angsana New"/>
          <w:spacing w:val="-2"/>
          <w:szCs w:val="28"/>
          <w:lang w:val="en-US"/>
        </w:rPr>
      </w:pPr>
      <w:r w:rsidRPr="009F70C8">
        <w:t xml:space="preserve">Sabuy Digital </w:t>
      </w:r>
      <w:r w:rsidRPr="009F70C8">
        <w:rPr>
          <w:rFonts w:cs="Angsana New"/>
        </w:rPr>
        <w:t>Co</w:t>
      </w:r>
      <w:r w:rsidR="0075380F">
        <w:rPr>
          <w:rFonts w:cs="Angsana New"/>
        </w:rPr>
        <w:t>., Ltd.</w:t>
      </w:r>
      <w:r w:rsidR="00C8357E">
        <w:rPr>
          <w:rFonts w:eastAsia="Arial Unicode MS" w:cs="Angsana New"/>
          <w:spacing w:val="-2"/>
        </w:rPr>
        <w:t xml:space="preserve">, </w:t>
      </w:r>
      <w:r w:rsidR="00716200" w:rsidRPr="009F70C8">
        <w:rPr>
          <w:rFonts w:eastAsia="Arial Unicode MS" w:cs="Angsana New"/>
          <w:spacing w:val="-2"/>
        </w:rPr>
        <w:t xml:space="preserve">the authorised share capital amounting to Baht </w:t>
      </w:r>
      <w:r w:rsidR="0050766C" w:rsidRPr="009F70C8">
        <w:rPr>
          <w:rFonts w:eastAsia="Arial Unicode MS" w:cs="Angsana New"/>
          <w:spacing w:val="-2"/>
        </w:rPr>
        <w:t>10</w:t>
      </w:r>
      <w:r w:rsidR="00716200" w:rsidRPr="009F70C8">
        <w:rPr>
          <w:rFonts w:eastAsia="Arial Unicode MS" w:cs="Angsana New"/>
          <w:spacing w:val="-2"/>
        </w:rPr>
        <w:t xml:space="preserve"> million </w:t>
      </w:r>
      <w:r w:rsidR="006A09C1" w:rsidRPr="009F70C8">
        <w:rPr>
          <w:rFonts w:eastAsia="Arial Unicode MS" w:cs="Angsana New"/>
          <w:spacing w:val="-2"/>
        </w:rPr>
        <w:t>(</w:t>
      </w:r>
      <w:r w:rsidR="0050766C" w:rsidRPr="009F70C8">
        <w:rPr>
          <w:rFonts w:eastAsia="Arial Unicode MS" w:cs="Angsana New"/>
          <w:spacing w:val="-2"/>
        </w:rPr>
        <w:t>1</w:t>
      </w:r>
      <w:r w:rsidR="00716200" w:rsidRPr="009F70C8">
        <w:rPr>
          <w:rFonts w:eastAsia="Arial Unicode MS" w:cs="Angsana New"/>
          <w:spacing w:val="-2"/>
        </w:rPr>
        <w:t xml:space="preserve"> million shares at Baht 10 par value</w:t>
      </w:r>
      <w:r w:rsidR="006A09C1" w:rsidRPr="009F70C8">
        <w:rPr>
          <w:rFonts w:eastAsia="Arial Unicode MS" w:cs="Angsana New"/>
          <w:spacing w:val="-2"/>
        </w:rPr>
        <w:t>)</w:t>
      </w:r>
      <w:r w:rsidR="00C8357E">
        <w:rPr>
          <w:rFonts w:eastAsia="Arial Unicode MS" w:cs="Angsana New"/>
          <w:spacing w:val="-2"/>
        </w:rPr>
        <w:t xml:space="preserve"> </w:t>
      </w:r>
      <w:r w:rsidR="00574664" w:rsidRPr="009F70C8">
        <w:rPr>
          <w:rFonts w:eastAsia="Arial Unicode MS" w:cs="Angsana New"/>
          <w:spacing w:val="-2"/>
        </w:rPr>
        <w:t>with</w:t>
      </w:r>
      <w:r w:rsidR="00E45162" w:rsidRPr="009F70C8">
        <w:rPr>
          <w:rFonts w:eastAsia="Arial Unicode MS" w:cs="Angsana New"/>
          <w:spacing w:val="-2"/>
        </w:rPr>
        <w:t xml:space="preserve"> the</w:t>
      </w:r>
      <w:r w:rsidR="00574664" w:rsidRPr="009F70C8">
        <w:rPr>
          <w:rFonts w:eastAsia="Arial Unicode MS" w:cs="Angsana New"/>
          <w:spacing w:val="-2"/>
        </w:rPr>
        <w:t xml:space="preserve"> </w:t>
      </w:r>
      <w:r w:rsidR="00BC1DC5" w:rsidRPr="009F70C8">
        <w:rPr>
          <w:rFonts w:eastAsia="Arial Unicode MS" w:cs="Angsana New"/>
          <w:spacing w:val="-2"/>
          <w:szCs w:val="28"/>
        </w:rPr>
        <w:t xml:space="preserve">initial partial paid-up of 25% </w:t>
      </w:r>
      <w:r w:rsidR="00EE786D">
        <w:rPr>
          <w:rFonts w:eastAsia="Arial Unicode MS" w:cs="Angsana New"/>
          <w:spacing w:val="-2"/>
          <w:szCs w:val="28"/>
        </w:rPr>
        <w:t xml:space="preserve">amounting to </w:t>
      </w:r>
      <w:r w:rsidR="00BC1DC5" w:rsidRPr="009F70C8">
        <w:rPr>
          <w:rFonts w:eastAsia="Arial Unicode MS" w:cs="Angsana New"/>
          <w:spacing w:val="-2"/>
          <w:szCs w:val="28"/>
        </w:rPr>
        <w:t>Baht 2.25 million</w:t>
      </w:r>
      <w:r w:rsidR="00716200" w:rsidRPr="009F70C8">
        <w:rPr>
          <w:rFonts w:eastAsia="Arial Unicode MS" w:cs="Angsana New"/>
          <w:spacing w:val="-2"/>
        </w:rPr>
        <w:t xml:space="preserve">, bringing </w:t>
      </w:r>
      <w:r w:rsidR="0075380F">
        <w:rPr>
          <w:rFonts w:eastAsia="Arial Unicode MS" w:cs="Angsana New"/>
          <w:spacing w:val="-2"/>
        </w:rPr>
        <w:t xml:space="preserve">         </w:t>
      </w:r>
      <w:r w:rsidR="00716200" w:rsidRPr="009F70C8">
        <w:rPr>
          <w:rFonts w:eastAsia="Arial Unicode MS" w:cs="Angsana New"/>
          <w:spacing w:val="-2"/>
        </w:rPr>
        <w:t xml:space="preserve">the Company’s ownership interest in such subsidiary to </w:t>
      </w:r>
      <w:r w:rsidR="007C4381" w:rsidRPr="009F70C8">
        <w:rPr>
          <w:rFonts w:eastAsia="Arial Unicode MS" w:cs="Angsana New"/>
          <w:spacing w:val="-2"/>
        </w:rPr>
        <w:t>8</w:t>
      </w:r>
      <w:r w:rsidR="00716200"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716200" w:rsidRPr="009F70C8">
        <w:rPr>
          <w:rFonts w:eastAsia="Arial Unicode MS" w:cs="Angsana New"/>
          <w:spacing w:val="-2"/>
        </w:rPr>
        <w:t>registered the share capital with the Ministry of Commerce on</w:t>
      </w:r>
      <w:r w:rsidR="00C8357E">
        <w:rPr>
          <w:rFonts w:eastAsia="Arial Unicode MS" w:cs="Angsana New"/>
          <w:spacing w:val="-2"/>
        </w:rPr>
        <w:t xml:space="preserve"> </w:t>
      </w:r>
      <w:r w:rsidR="00C8357E">
        <w:rPr>
          <w:rFonts w:eastAsia="Arial Unicode MS" w:cs="Angsana New"/>
          <w:spacing w:val="-2"/>
          <w:lang w:val="en-US"/>
        </w:rPr>
        <w:t>1</w:t>
      </w:r>
      <w:r w:rsidR="007C4381" w:rsidRPr="009F70C8">
        <w:rPr>
          <w:rFonts w:eastAsia="Arial Unicode MS" w:cs="Angsana New"/>
          <w:spacing w:val="-2"/>
        </w:rPr>
        <w:t>4</w:t>
      </w:r>
      <w:r w:rsidR="00716200" w:rsidRPr="009F70C8">
        <w:rPr>
          <w:rFonts w:eastAsia="Arial Unicode MS" w:cs="Angsana New"/>
          <w:spacing w:val="-2"/>
        </w:rPr>
        <w:t xml:space="preserve"> </w:t>
      </w:r>
      <w:r w:rsidR="007C4381" w:rsidRPr="009F70C8">
        <w:rPr>
          <w:rFonts w:eastAsia="Arial Unicode MS" w:cs="Angsana New"/>
          <w:spacing w:val="-2"/>
        </w:rPr>
        <w:t xml:space="preserve">January </w:t>
      </w:r>
      <w:r w:rsidR="00716200" w:rsidRPr="009F70C8">
        <w:rPr>
          <w:rFonts w:eastAsia="Arial Unicode MS" w:cs="Angsana New"/>
          <w:spacing w:val="-2"/>
        </w:rPr>
        <w:t>202</w:t>
      </w:r>
      <w:r w:rsidR="007C4381" w:rsidRPr="009F70C8">
        <w:rPr>
          <w:rFonts w:eastAsia="Arial Unicode MS" w:cs="Angsana New"/>
          <w:spacing w:val="-2"/>
        </w:rPr>
        <w:t>2</w:t>
      </w:r>
      <w:r w:rsidR="00716200" w:rsidRPr="009F70C8">
        <w:rPr>
          <w:rFonts w:eastAsia="Arial Unicode MS" w:cs="Angsana New"/>
          <w:spacing w:val="-2"/>
        </w:rPr>
        <w:t>.</w:t>
      </w:r>
    </w:p>
    <w:p w14:paraId="129C346C" w14:textId="62A53BCC" w:rsidR="001D6E44" w:rsidRPr="009F70C8" w:rsidRDefault="001D6E44" w:rsidP="000B7CC7">
      <w:pPr>
        <w:pStyle w:val="block"/>
        <w:numPr>
          <w:ilvl w:val="0"/>
          <w:numId w:val="16"/>
        </w:numPr>
        <w:spacing w:after="0" w:line="240" w:lineRule="atLeast"/>
        <w:jc w:val="both"/>
        <w:rPr>
          <w:rFonts w:eastAsia="Arial Unicode MS" w:cs="Angsana New"/>
          <w:spacing w:val="-2"/>
          <w:szCs w:val="28"/>
          <w:lang w:val="en-US"/>
        </w:rPr>
      </w:pPr>
      <w:r w:rsidRPr="009F70C8">
        <w:rPr>
          <w:rFonts w:cs="Angsana New"/>
        </w:rPr>
        <w:t xml:space="preserve">Sabuy </w:t>
      </w:r>
      <w:r w:rsidR="00FD0E36" w:rsidRPr="009F70C8">
        <w:t>Accelerator Co</w:t>
      </w:r>
      <w:r w:rsidR="0075380F">
        <w:t>., Ltd.</w:t>
      </w:r>
      <w:r w:rsidR="0076051B">
        <w:t xml:space="preserve">, </w:t>
      </w:r>
      <w:r w:rsidR="007C4381" w:rsidRPr="009F70C8">
        <w:rPr>
          <w:rFonts w:eastAsia="Arial Unicode MS" w:cs="Angsana New"/>
          <w:spacing w:val="-2"/>
        </w:rPr>
        <w:t xml:space="preserve">the authorised share capital amounting to Baht 1 million </w:t>
      </w:r>
      <w:r w:rsidR="00760A9F" w:rsidRPr="009F70C8">
        <w:rPr>
          <w:rFonts w:eastAsia="Arial Unicode MS" w:cs="Angsana New"/>
          <w:spacing w:val="-2"/>
        </w:rPr>
        <w:t>(</w:t>
      </w:r>
      <w:r w:rsidR="007C4381" w:rsidRPr="009F70C8">
        <w:rPr>
          <w:rFonts w:eastAsia="Arial Unicode MS" w:cs="Angsana New"/>
          <w:spacing w:val="-2"/>
        </w:rPr>
        <w:t>100,000 shares at Baht 10 par value</w:t>
      </w:r>
      <w:r w:rsidR="00760A9F" w:rsidRPr="009F70C8">
        <w:rPr>
          <w:rFonts w:eastAsia="Arial Unicode MS" w:cs="Angsana New"/>
          <w:spacing w:val="-2"/>
        </w:rPr>
        <w:t>)</w:t>
      </w:r>
      <w:r w:rsidR="00E45162" w:rsidRPr="009F70C8">
        <w:rPr>
          <w:rFonts w:eastAsia="Arial Unicode MS" w:cs="Angsana New"/>
          <w:spacing w:val="-2"/>
        </w:rPr>
        <w:t>, with the</w:t>
      </w:r>
      <w:r w:rsidR="007C4381" w:rsidRPr="009F70C8">
        <w:rPr>
          <w:rFonts w:eastAsia="Arial Unicode MS" w:cs="Angsana New"/>
          <w:spacing w:val="-2"/>
        </w:rPr>
        <w:t xml:space="preserve"> </w:t>
      </w:r>
      <w:r w:rsidR="007C4381" w:rsidRPr="009F70C8">
        <w:rPr>
          <w:rFonts w:eastAsia="Arial Unicode MS" w:cs="Angsana New"/>
          <w:spacing w:val="-2"/>
          <w:szCs w:val="28"/>
        </w:rPr>
        <w:t xml:space="preserve">initial partial paid-up of 25% </w:t>
      </w:r>
      <w:r w:rsidR="00EE786D">
        <w:rPr>
          <w:rFonts w:eastAsia="Arial Unicode MS" w:cs="Angsana New"/>
          <w:spacing w:val="-2"/>
          <w:szCs w:val="28"/>
        </w:rPr>
        <w:t>amounting to</w:t>
      </w:r>
      <w:r w:rsidR="007C4381" w:rsidRPr="009F70C8">
        <w:rPr>
          <w:rFonts w:eastAsia="Arial Unicode MS" w:cs="Angsana New"/>
          <w:spacing w:val="-2"/>
          <w:szCs w:val="28"/>
        </w:rPr>
        <w:t xml:space="preserve"> Baht </w:t>
      </w:r>
      <w:r w:rsidR="00F02E82" w:rsidRPr="009F70C8">
        <w:rPr>
          <w:rFonts w:eastAsia="Arial Unicode MS" w:cs="Angsana New"/>
          <w:spacing w:val="-2"/>
          <w:szCs w:val="28"/>
        </w:rPr>
        <w:t>0</w:t>
      </w:r>
      <w:r w:rsidR="007C4381" w:rsidRPr="009F70C8">
        <w:rPr>
          <w:rFonts w:eastAsia="Arial Unicode MS" w:cs="Angsana New"/>
          <w:spacing w:val="-2"/>
          <w:szCs w:val="28"/>
        </w:rPr>
        <w:t>.25 million</w:t>
      </w:r>
      <w:r w:rsidR="007C4381" w:rsidRPr="009F70C8">
        <w:rPr>
          <w:rFonts w:eastAsia="Arial Unicode MS" w:cs="Angsana New"/>
          <w:spacing w:val="-2"/>
        </w:rPr>
        <w:t xml:space="preserve">, bringing </w:t>
      </w:r>
      <w:r w:rsidR="0075380F">
        <w:rPr>
          <w:rFonts w:eastAsia="Arial Unicode MS" w:cs="Angsana New"/>
          <w:spacing w:val="-2"/>
        </w:rPr>
        <w:t xml:space="preserve">       </w:t>
      </w:r>
      <w:r w:rsidR="007C4381" w:rsidRPr="009F70C8">
        <w:rPr>
          <w:rFonts w:eastAsia="Arial Unicode MS" w:cs="Angsana New"/>
          <w:spacing w:val="-2"/>
        </w:rPr>
        <w:t xml:space="preserve">the Company’s ownership interest in such subsidiary to </w:t>
      </w:r>
      <w:r w:rsidR="00F02E82" w:rsidRPr="009F70C8">
        <w:rPr>
          <w:rFonts w:eastAsia="Arial Unicode MS" w:cs="Angsana New"/>
          <w:spacing w:val="-2"/>
        </w:rPr>
        <w:t>9</w:t>
      </w:r>
      <w:r w:rsidR="007C4381"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7C4381" w:rsidRPr="009F70C8">
        <w:rPr>
          <w:rFonts w:eastAsia="Arial Unicode MS" w:cs="Angsana New"/>
          <w:spacing w:val="-2"/>
        </w:rPr>
        <w:t>registered the share capital with the Ministry of Commerce on</w:t>
      </w:r>
      <w:r w:rsidR="0075380F">
        <w:rPr>
          <w:rFonts w:eastAsia="Arial Unicode MS" w:cs="Angsana New"/>
          <w:spacing w:val="-2"/>
        </w:rPr>
        <w:t xml:space="preserve"> </w:t>
      </w:r>
      <w:r w:rsidR="007C4381" w:rsidRPr="009F70C8">
        <w:rPr>
          <w:rFonts w:eastAsia="Arial Unicode MS" w:cs="Angsana New"/>
          <w:spacing w:val="-2"/>
        </w:rPr>
        <w:t>14 January 2022.</w:t>
      </w:r>
    </w:p>
    <w:p w14:paraId="52A7DD52" w14:textId="484DB065" w:rsidR="00FD0E36" w:rsidRPr="009F70C8" w:rsidRDefault="00FD0E36" w:rsidP="000B7CC7">
      <w:pPr>
        <w:pStyle w:val="block"/>
        <w:numPr>
          <w:ilvl w:val="0"/>
          <w:numId w:val="16"/>
        </w:numPr>
        <w:spacing w:after="0" w:line="240" w:lineRule="atLeast"/>
        <w:jc w:val="both"/>
        <w:rPr>
          <w:rFonts w:eastAsia="Arial Unicode MS" w:cs="Angsana New"/>
          <w:spacing w:val="-2"/>
          <w:szCs w:val="28"/>
          <w:lang w:val="en-US"/>
        </w:rPr>
      </w:pPr>
      <w:r w:rsidRPr="009F70C8">
        <w:t>Speedy Express Service</w:t>
      </w:r>
      <w:r w:rsidR="0076051B">
        <w:t xml:space="preserve"> </w:t>
      </w:r>
      <w:r w:rsidR="0075380F">
        <w:t>Co., Ltd.</w:t>
      </w:r>
      <w:r w:rsidR="0076051B">
        <w:t xml:space="preserve">, </w:t>
      </w:r>
      <w:r w:rsidR="00F02E82" w:rsidRPr="009F70C8">
        <w:rPr>
          <w:rFonts w:eastAsia="Arial Unicode MS" w:cs="Angsana New"/>
          <w:spacing w:val="-2"/>
        </w:rPr>
        <w:t>the authorised share capital amounting to Baht 1 million</w:t>
      </w:r>
      <w:r w:rsidR="004D6A5F" w:rsidRPr="009F70C8">
        <w:rPr>
          <w:rFonts w:eastAsia="Arial Unicode MS" w:cs="Angsana New"/>
          <w:spacing w:val="-2"/>
        </w:rPr>
        <w:t xml:space="preserve"> (</w:t>
      </w:r>
      <w:r w:rsidR="005B3313" w:rsidRPr="009F70C8">
        <w:rPr>
          <w:rFonts w:eastAsia="Arial Unicode MS" w:cs="Angsana New"/>
          <w:spacing w:val="-2"/>
        </w:rPr>
        <w:t>1</w:t>
      </w:r>
      <w:r w:rsidR="00B73BBD" w:rsidRPr="009F70C8">
        <w:rPr>
          <w:rFonts w:eastAsia="Arial Unicode MS" w:cs="Angsana New"/>
          <w:spacing w:val="-2"/>
        </w:rPr>
        <w:t xml:space="preserve">00,000 </w:t>
      </w:r>
      <w:r w:rsidR="005B3313" w:rsidRPr="009F70C8">
        <w:rPr>
          <w:rFonts w:eastAsia="Arial Unicode MS" w:cs="Angsana New"/>
          <w:spacing w:val="-2"/>
        </w:rPr>
        <w:t xml:space="preserve">shares </w:t>
      </w:r>
      <w:r w:rsidR="00F02E82" w:rsidRPr="009F70C8">
        <w:rPr>
          <w:rFonts w:eastAsia="Arial Unicode MS" w:cs="Angsana New"/>
          <w:spacing w:val="-2"/>
        </w:rPr>
        <w:t>at Baht 10 par value</w:t>
      </w:r>
      <w:r w:rsidR="004D6A5F" w:rsidRPr="009F70C8">
        <w:rPr>
          <w:rFonts w:eastAsia="Arial Unicode MS" w:cs="Angsana New"/>
          <w:spacing w:val="-2"/>
        </w:rPr>
        <w:t>)</w:t>
      </w:r>
      <w:r w:rsidR="00723269" w:rsidRPr="009F70C8">
        <w:rPr>
          <w:rFonts w:eastAsia="Arial Unicode MS" w:cs="Angsana New"/>
          <w:spacing w:val="-2"/>
        </w:rPr>
        <w:t>, with the</w:t>
      </w:r>
      <w:r w:rsidR="00F02E82" w:rsidRPr="009F70C8">
        <w:rPr>
          <w:rFonts w:eastAsia="Arial Unicode MS" w:cs="Angsana New"/>
          <w:spacing w:val="-2"/>
        </w:rPr>
        <w:t xml:space="preserve"> </w:t>
      </w:r>
      <w:r w:rsidR="00F02E82" w:rsidRPr="009F70C8">
        <w:rPr>
          <w:rFonts w:eastAsia="Arial Unicode MS" w:cs="Angsana New"/>
          <w:spacing w:val="-2"/>
          <w:szCs w:val="28"/>
        </w:rPr>
        <w:t xml:space="preserve">initial partial paid-up of 25% </w:t>
      </w:r>
      <w:r w:rsidR="00EE786D">
        <w:rPr>
          <w:rFonts w:eastAsia="Arial Unicode MS" w:cs="Angsana New"/>
          <w:spacing w:val="-2"/>
          <w:szCs w:val="28"/>
        </w:rPr>
        <w:t xml:space="preserve">amounting to </w:t>
      </w:r>
      <w:r w:rsidR="00F02E82" w:rsidRPr="009F70C8">
        <w:rPr>
          <w:rFonts w:eastAsia="Arial Unicode MS" w:cs="Angsana New"/>
          <w:spacing w:val="-2"/>
          <w:szCs w:val="28"/>
        </w:rPr>
        <w:t>Baht 0.</w:t>
      </w:r>
      <w:r w:rsidR="00DB52EB" w:rsidRPr="009F70C8">
        <w:rPr>
          <w:rFonts w:eastAsia="Arial Unicode MS" w:cs="Angsana New"/>
          <w:spacing w:val="-2"/>
          <w:szCs w:val="28"/>
        </w:rPr>
        <w:t>13</w:t>
      </w:r>
      <w:r w:rsidR="00F02E82" w:rsidRPr="009F70C8">
        <w:rPr>
          <w:rFonts w:eastAsia="Arial Unicode MS" w:cs="Angsana New"/>
          <w:spacing w:val="-2"/>
          <w:szCs w:val="28"/>
        </w:rPr>
        <w:t xml:space="preserve"> million</w:t>
      </w:r>
      <w:r w:rsidR="00F02E82" w:rsidRPr="009F70C8">
        <w:rPr>
          <w:rFonts w:eastAsia="Arial Unicode MS" w:cs="Angsana New"/>
          <w:spacing w:val="-2"/>
        </w:rPr>
        <w:t xml:space="preserve">, bringing the Company’s ownership interest in such subsidiary to </w:t>
      </w:r>
      <w:r w:rsidR="00DB52EB" w:rsidRPr="009F70C8">
        <w:rPr>
          <w:rFonts w:eastAsia="Arial Unicode MS" w:cs="Angsana New"/>
          <w:spacing w:val="-2"/>
        </w:rPr>
        <w:t>4</w:t>
      </w:r>
      <w:r w:rsidR="00F02E82" w:rsidRPr="009F70C8">
        <w:rPr>
          <w:rFonts w:eastAsia="Arial Unicode MS" w:cs="Angsana New"/>
          <w:spacing w:val="-2"/>
        </w:rPr>
        <w:t>9.99% of authorised and paid-up capital. The subsidiary</w:t>
      </w:r>
      <w:r w:rsidR="00EE786D">
        <w:rPr>
          <w:rFonts w:eastAsia="Arial Unicode MS" w:cs="Angsana New"/>
          <w:spacing w:val="-2"/>
        </w:rPr>
        <w:t xml:space="preserve"> </w:t>
      </w:r>
      <w:r w:rsidR="00F02E82" w:rsidRPr="009F70C8">
        <w:rPr>
          <w:rFonts w:eastAsia="Arial Unicode MS" w:cs="Angsana New"/>
          <w:spacing w:val="-2"/>
        </w:rPr>
        <w:t>registered the share capital with the Ministry of Commerce on 14 January 2022.</w:t>
      </w:r>
    </w:p>
    <w:p w14:paraId="000A772D" w14:textId="6D6EE0D2" w:rsidR="009F5CF8" w:rsidRPr="009F70C8" w:rsidRDefault="00716200" w:rsidP="00A82CAC">
      <w:pPr>
        <w:pStyle w:val="block"/>
        <w:numPr>
          <w:ilvl w:val="0"/>
          <w:numId w:val="16"/>
        </w:numPr>
        <w:spacing w:after="0" w:line="240" w:lineRule="atLeast"/>
        <w:jc w:val="both"/>
        <w:rPr>
          <w:rFonts w:eastAsia="Arial Unicode MS" w:cs="Angsana New"/>
          <w:spacing w:val="-2"/>
          <w:szCs w:val="28"/>
          <w:lang w:val="en-US"/>
        </w:rPr>
      </w:pPr>
      <w:r w:rsidRPr="0076051B">
        <w:rPr>
          <w:rFonts w:eastAsia="Arial Unicode MS" w:cs="Angsana New"/>
          <w:spacing w:val="-6"/>
          <w:szCs w:val="28"/>
          <w:lang w:val="en-US"/>
        </w:rPr>
        <w:t xml:space="preserve">Sabuy Speed </w:t>
      </w:r>
      <w:r w:rsidR="0075380F">
        <w:rPr>
          <w:rFonts w:eastAsia="Arial Unicode MS" w:cs="Angsana New"/>
          <w:spacing w:val="-6"/>
          <w:szCs w:val="28"/>
          <w:lang w:val="en-US"/>
        </w:rPr>
        <w:t>Co., Ltd.</w:t>
      </w:r>
      <w:r w:rsidR="0076051B" w:rsidRPr="0076051B">
        <w:rPr>
          <w:rFonts w:eastAsia="Arial Unicode MS" w:cs="Angsana New"/>
          <w:spacing w:val="-6"/>
          <w:szCs w:val="28"/>
          <w:lang w:val="en-US"/>
        </w:rPr>
        <w:t>,</w:t>
      </w:r>
      <w:r w:rsidR="009F5CF8" w:rsidRPr="0076051B">
        <w:rPr>
          <w:rFonts w:eastAsia="Arial Unicode MS" w:cs="Angsana New"/>
          <w:spacing w:val="-6"/>
        </w:rPr>
        <w:t xml:space="preserve"> the authorised share capital amounting to Baht 333 million </w:t>
      </w:r>
      <w:r w:rsidR="00EE68CE" w:rsidRPr="0076051B">
        <w:rPr>
          <w:rFonts w:eastAsia="Arial Unicode MS" w:cs="Angsana New"/>
          <w:spacing w:val="-6"/>
        </w:rPr>
        <w:t>(</w:t>
      </w:r>
      <w:r w:rsidR="009F5CF8" w:rsidRPr="0076051B">
        <w:rPr>
          <w:rFonts w:eastAsia="Arial Unicode MS" w:cs="Angsana New"/>
          <w:spacing w:val="-6"/>
        </w:rPr>
        <w:t>33</w:t>
      </w:r>
      <w:r w:rsidR="0076051B" w:rsidRPr="0076051B">
        <w:rPr>
          <w:rFonts w:eastAsia="Arial Unicode MS" w:cs="Angsana New"/>
          <w:spacing w:val="-6"/>
        </w:rPr>
        <w:t xml:space="preserve"> million</w:t>
      </w:r>
      <w:r w:rsidR="009F5CF8" w:rsidRPr="009F70C8">
        <w:rPr>
          <w:rFonts w:eastAsia="Arial Unicode MS" w:cs="Angsana New"/>
          <w:spacing w:val="-2"/>
        </w:rPr>
        <w:t xml:space="preserve"> shares at Baht 10 par value</w:t>
      </w:r>
      <w:r w:rsidR="00EE68CE" w:rsidRPr="009F70C8">
        <w:rPr>
          <w:rFonts w:eastAsia="Arial Unicode MS" w:cs="Angsana New"/>
          <w:spacing w:val="-2"/>
        </w:rPr>
        <w:t>)</w:t>
      </w:r>
      <w:r w:rsidR="009F5CF8" w:rsidRPr="009F70C8">
        <w:rPr>
          <w:rFonts w:eastAsia="Arial Unicode MS" w:cs="Angsana New"/>
          <w:spacing w:val="-2"/>
        </w:rPr>
        <w:t>. The Company paid</w:t>
      </w:r>
      <w:r w:rsidR="0034505B" w:rsidRPr="009F70C8">
        <w:rPr>
          <w:rFonts w:eastAsia="Arial Unicode MS" w:cs="Angsana New" w:hint="cs"/>
          <w:spacing w:val="-2"/>
          <w:cs/>
        </w:rPr>
        <w:t xml:space="preserve"> </w:t>
      </w:r>
      <w:r w:rsidR="0076051B">
        <w:rPr>
          <w:rFonts w:eastAsia="Arial Unicode MS" w:cs="Angsana New"/>
          <w:spacing w:val="-2"/>
        </w:rPr>
        <w:t>for the shares</w:t>
      </w:r>
      <w:r w:rsidR="0034505B" w:rsidRPr="009F70C8">
        <w:rPr>
          <w:rFonts w:eastAsia="Arial Unicode MS" w:cs="Angsana New"/>
          <w:spacing w:val="-2"/>
          <w:lang w:val="en-US"/>
        </w:rPr>
        <w:t xml:space="preserve"> by transfer</w:t>
      </w:r>
      <w:r w:rsidR="00550D9E" w:rsidRPr="009F70C8">
        <w:rPr>
          <w:rFonts w:eastAsia="Arial Unicode MS" w:cs="Angsana New"/>
          <w:spacing w:val="-2"/>
          <w:lang w:val="en-US"/>
        </w:rPr>
        <w:t>r</w:t>
      </w:r>
      <w:r w:rsidR="0034505B" w:rsidRPr="009F70C8">
        <w:rPr>
          <w:rFonts w:eastAsia="Arial Unicode MS" w:cs="Angsana New"/>
          <w:spacing w:val="-2"/>
          <w:lang w:val="en-US"/>
        </w:rPr>
        <w:t>ing</w:t>
      </w:r>
      <w:r w:rsidR="00550D9E" w:rsidRPr="009F70C8">
        <w:rPr>
          <w:rFonts w:eastAsia="Arial Unicode MS" w:cs="Angsana New" w:hint="cs"/>
          <w:spacing w:val="-2"/>
          <w:cs/>
          <w:lang w:val="en-US"/>
        </w:rPr>
        <w:t xml:space="preserve"> </w:t>
      </w:r>
      <w:r w:rsidR="0076051B">
        <w:rPr>
          <w:rFonts w:eastAsia="Arial Unicode MS" w:cs="Angsana New"/>
          <w:spacing w:val="-2"/>
          <w:lang w:val="en-US"/>
        </w:rPr>
        <w:t>total</w:t>
      </w:r>
      <w:r w:rsidR="00550D9E" w:rsidRPr="009F70C8">
        <w:rPr>
          <w:rFonts w:eastAsia="Arial Unicode MS" w:cs="Angsana New"/>
          <w:spacing w:val="-2"/>
          <w:lang w:val="en-US"/>
        </w:rPr>
        <w:t xml:space="preserve"> shares of </w:t>
      </w:r>
      <w:r w:rsidR="005B5A18" w:rsidRPr="009F70C8">
        <w:t xml:space="preserve">A.T.P. Friend Services </w:t>
      </w:r>
      <w:r w:rsidR="0075380F">
        <w:t>Co., Ltd.</w:t>
      </w:r>
      <w:r w:rsidR="005B5A18" w:rsidRPr="009F70C8">
        <w:rPr>
          <w:rFonts w:cs="Angsana New"/>
          <w:szCs w:val="28"/>
          <w:lang w:val="en-US"/>
        </w:rPr>
        <w:t xml:space="preserve">, </w:t>
      </w:r>
      <w:r w:rsidR="005B5A18" w:rsidRPr="009F70C8">
        <w:t xml:space="preserve">The Letter Post Service </w:t>
      </w:r>
      <w:r w:rsidR="0075380F">
        <w:t>Co., Ltd.</w:t>
      </w:r>
      <w:r w:rsidR="005B5A18" w:rsidRPr="009F70C8">
        <w:t>,</w:t>
      </w:r>
      <w:r w:rsidR="0076051B">
        <w:t xml:space="preserve"> </w:t>
      </w:r>
      <w:r w:rsidR="002F496B" w:rsidRPr="009F70C8">
        <w:t xml:space="preserve">M Point Express </w:t>
      </w:r>
      <w:r w:rsidR="0075380F">
        <w:t>Co., Ltd.</w:t>
      </w:r>
      <w:r w:rsidR="002F496B" w:rsidRPr="009F70C8">
        <w:t>, Pay</w:t>
      </w:r>
      <w:r w:rsidR="0076051B">
        <w:t>s</w:t>
      </w:r>
      <w:r w:rsidR="002F496B" w:rsidRPr="009F70C8">
        <w:t xml:space="preserve">post Service </w:t>
      </w:r>
      <w:r w:rsidR="0075380F">
        <w:t>Co., Ltd.</w:t>
      </w:r>
      <w:r w:rsidR="003C3D93">
        <w:t xml:space="preserve"> </w:t>
      </w:r>
      <w:r w:rsidR="002F496B" w:rsidRPr="009F70C8">
        <w:t xml:space="preserve">and Speedy Express Service </w:t>
      </w:r>
      <w:r w:rsidR="0075380F">
        <w:t>Co., Ltd.</w:t>
      </w:r>
      <w:r w:rsidR="00766D2B">
        <w:t xml:space="preserve"> </w:t>
      </w:r>
      <w:r w:rsidR="00E54ED8" w:rsidRPr="009F70C8">
        <w:t>totalling Baht 330.</w:t>
      </w:r>
      <w:r w:rsidR="009F70C8">
        <w:t>13</w:t>
      </w:r>
      <w:r w:rsidR="00E54ED8" w:rsidRPr="009F70C8">
        <w:t xml:space="preserve"> million</w:t>
      </w:r>
      <w:r w:rsidR="00E16A73" w:rsidRPr="009F70C8">
        <w:t xml:space="preserve"> to </w:t>
      </w:r>
      <w:r w:rsidR="00E16A73" w:rsidRPr="009F70C8">
        <w:rPr>
          <w:rFonts w:eastAsia="Arial Unicode MS" w:cs="Angsana New"/>
          <w:spacing w:val="-2"/>
          <w:szCs w:val="28"/>
          <w:lang w:val="en-US"/>
        </w:rPr>
        <w:t xml:space="preserve">Sabuy Speed </w:t>
      </w:r>
      <w:r w:rsidR="0075380F">
        <w:rPr>
          <w:rFonts w:eastAsia="Arial Unicode MS" w:cs="Angsana New"/>
          <w:spacing w:val="-2"/>
          <w:szCs w:val="28"/>
          <w:lang w:val="en-US"/>
        </w:rPr>
        <w:t xml:space="preserve">          Co., Ltd.</w:t>
      </w:r>
      <w:r w:rsidR="00766D2B">
        <w:rPr>
          <w:rFonts w:eastAsia="Arial Unicode MS" w:cs="Angsana New"/>
          <w:spacing w:val="-2"/>
          <w:szCs w:val="28"/>
          <w:lang w:val="en-US"/>
        </w:rPr>
        <w:t xml:space="preserve"> </w:t>
      </w:r>
      <w:r w:rsidR="000E526D" w:rsidRPr="009F70C8">
        <w:rPr>
          <w:rFonts w:eastAsia="Arial Unicode MS" w:cs="Angsana New"/>
          <w:spacing w:val="-2"/>
          <w:szCs w:val="28"/>
          <w:lang w:val="en-US"/>
        </w:rPr>
        <w:t xml:space="preserve">and </w:t>
      </w:r>
      <w:r w:rsidR="003A189A">
        <w:rPr>
          <w:rFonts w:eastAsia="Arial Unicode MS" w:cs="Angsana New"/>
          <w:spacing w:val="-2"/>
          <w:szCs w:val="28"/>
          <w:lang w:val="en-US"/>
        </w:rPr>
        <w:t>reco</w:t>
      </w:r>
      <w:r w:rsidR="00766D2B">
        <w:rPr>
          <w:rFonts w:eastAsia="Arial Unicode MS" w:cs="Angsana New"/>
          <w:spacing w:val="-2"/>
          <w:szCs w:val="28"/>
          <w:lang w:val="en-US"/>
        </w:rPr>
        <w:t xml:space="preserve">gnised </w:t>
      </w:r>
      <w:r w:rsidR="00766D2B">
        <w:t>outstanding</w:t>
      </w:r>
      <w:r w:rsidR="006923F6" w:rsidRPr="009F70C8">
        <w:t xml:space="preserve"> payable</w:t>
      </w:r>
      <w:r w:rsidR="00766D2B">
        <w:t>s</w:t>
      </w:r>
      <w:r w:rsidR="006923F6" w:rsidRPr="009F70C8">
        <w:t xml:space="preserve"> of Baht </w:t>
      </w:r>
      <w:r w:rsidR="00E54ED8" w:rsidRPr="009F70C8">
        <w:t>2.50</w:t>
      </w:r>
      <w:r w:rsidR="006923F6" w:rsidRPr="009F70C8">
        <w:t xml:space="preserve"> million</w:t>
      </w:r>
      <w:r w:rsidR="00766D2B">
        <w:t>, bringing</w:t>
      </w:r>
      <w:r w:rsidR="00D67DB6" w:rsidRPr="009F70C8">
        <w:rPr>
          <w:rFonts w:eastAsia="Arial Unicode MS" w:cs="Angsana New"/>
          <w:spacing w:val="-2"/>
        </w:rPr>
        <w:t xml:space="preserve"> the Company’s ownership interest in such subsidiary</w:t>
      </w:r>
      <w:r w:rsidR="0075380F">
        <w:rPr>
          <w:rFonts w:eastAsia="Arial Unicode MS" w:cs="Angsana New"/>
          <w:spacing w:val="-2"/>
        </w:rPr>
        <w:t xml:space="preserve"> </w:t>
      </w:r>
      <w:r w:rsidR="00D67DB6" w:rsidRPr="009F70C8">
        <w:rPr>
          <w:rFonts w:eastAsia="Arial Unicode MS" w:cs="Angsana New"/>
          <w:spacing w:val="-2"/>
        </w:rPr>
        <w:t>to 99.99% of authorised and paid-up capital</w:t>
      </w:r>
      <w:r w:rsidR="00A82CAC" w:rsidRPr="009F70C8">
        <w:rPr>
          <w:rFonts w:eastAsia="Arial Unicode MS" w:cs="Angsana New"/>
          <w:spacing w:val="-2"/>
          <w:szCs w:val="28"/>
          <w:lang w:val="en-US"/>
        </w:rPr>
        <w:t xml:space="preserve">. </w:t>
      </w:r>
      <w:r w:rsidR="009F5CF8" w:rsidRPr="009F70C8">
        <w:rPr>
          <w:rFonts w:eastAsia="Arial Unicode MS" w:cs="Angsana New"/>
          <w:spacing w:val="-2"/>
        </w:rPr>
        <w:t>The subsidiary has registered the share capital with</w:t>
      </w:r>
      <w:r w:rsidR="0075380F">
        <w:rPr>
          <w:rFonts w:eastAsia="Arial Unicode MS" w:cs="Angsana New"/>
          <w:spacing w:val="-2"/>
        </w:rPr>
        <w:t xml:space="preserve"> </w:t>
      </w:r>
      <w:r w:rsidR="009F5CF8" w:rsidRPr="009F70C8">
        <w:rPr>
          <w:rFonts w:eastAsia="Arial Unicode MS" w:cs="Angsana New"/>
          <w:spacing w:val="-2"/>
        </w:rPr>
        <w:t>the Ministry of Commerce on 14 January 2022.</w:t>
      </w:r>
    </w:p>
    <w:p w14:paraId="33C15696" w14:textId="273A8E22" w:rsidR="00EC05BF" w:rsidRPr="003A189A" w:rsidRDefault="00EC05BF" w:rsidP="006B569B">
      <w:pPr>
        <w:pStyle w:val="block"/>
        <w:spacing w:after="0" w:line="240" w:lineRule="atLeast"/>
        <w:ind w:left="927"/>
        <w:jc w:val="both"/>
        <w:rPr>
          <w:rFonts w:eastAsia="Arial Unicode MS" w:cs="Angsana New"/>
          <w:spacing w:val="-2"/>
          <w:szCs w:val="28"/>
          <w:lang w:val="en-US"/>
        </w:rPr>
      </w:pPr>
    </w:p>
    <w:p w14:paraId="41DFC7A0" w14:textId="0C4179E2" w:rsidR="00D62ACC" w:rsidRPr="003A189A" w:rsidRDefault="00E82845" w:rsidP="007A6BD0">
      <w:pPr>
        <w:pStyle w:val="block"/>
        <w:spacing w:after="0" w:line="240" w:lineRule="atLeast"/>
        <w:jc w:val="both"/>
        <w:rPr>
          <w:rFonts w:eastAsia="Arial Unicode MS" w:cs="Angsana New"/>
          <w:spacing w:val="-2"/>
          <w:szCs w:val="28"/>
          <w:lang w:val="en-US"/>
        </w:rPr>
      </w:pPr>
      <w:r w:rsidRPr="003A189A">
        <w:rPr>
          <w:rFonts w:eastAsia="Arial Unicode MS" w:cs="Angsana New"/>
          <w:spacing w:val="-2"/>
          <w:szCs w:val="28"/>
          <w:lang w:val="en-US"/>
        </w:rPr>
        <w:t xml:space="preserve">On 25 February 2022, the Company </w:t>
      </w:r>
      <w:r w:rsidR="00A311E5" w:rsidRPr="003A189A">
        <w:rPr>
          <w:rFonts w:eastAsia="Arial Unicode MS" w:cs="Angsana New"/>
          <w:spacing w:val="-2"/>
          <w:szCs w:val="28"/>
          <w:lang w:val="en-US"/>
        </w:rPr>
        <w:t xml:space="preserve">paid </w:t>
      </w:r>
      <w:r w:rsidR="00F2684F" w:rsidRPr="003A189A">
        <w:rPr>
          <w:rFonts w:eastAsia="Arial Unicode MS" w:cs="Angsana New"/>
          <w:spacing w:val="-2"/>
          <w:szCs w:val="28"/>
          <w:lang w:val="en-US"/>
        </w:rPr>
        <w:t xml:space="preserve">the </w:t>
      </w:r>
      <w:r w:rsidR="00EA7F31">
        <w:rPr>
          <w:rFonts w:eastAsia="Arial Unicode MS" w:cs="Angsana New"/>
          <w:spacing w:val="-2"/>
          <w:szCs w:val="28"/>
          <w:lang w:val="en-US"/>
        </w:rPr>
        <w:t xml:space="preserve">increase share capital </w:t>
      </w:r>
      <w:r w:rsidR="00F64951" w:rsidRPr="003A189A">
        <w:rPr>
          <w:rFonts w:eastAsia="Arial Unicode MS" w:cs="Angsana New"/>
          <w:spacing w:val="-2"/>
          <w:szCs w:val="28"/>
          <w:lang w:val="en-US"/>
        </w:rPr>
        <w:t xml:space="preserve">of </w:t>
      </w:r>
      <w:r w:rsidR="00F64951" w:rsidRPr="003A189A">
        <w:t>TBSP Public Company Limited</w:t>
      </w:r>
      <w:r w:rsidR="00EC4724" w:rsidRPr="003A189A">
        <w:t xml:space="preserve"> that</w:t>
      </w:r>
      <w:r w:rsidR="00EA7F31">
        <w:t xml:space="preserve"> </w:t>
      </w:r>
      <w:r w:rsidR="00EC4724" w:rsidRPr="003A189A">
        <w:t xml:space="preserve">offered to </w:t>
      </w:r>
      <w:r w:rsidR="00B32972" w:rsidRPr="003A189A">
        <w:t>existing</w:t>
      </w:r>
      <w:r w:rsidR="00EC4724" w:rsidRPr="003A189A">
        <w:t xml:space="preserve"> shareholders</w:t>
      </w:r>
      <w:r w:rsidR="00EA7F31">
        <w:t xml:space="preserve"> by right offering</w:t>
      </w:r>
      <w:r w:rsidR="00C5397A" w:rsidRPr="003A189A">
        <w:t xml:space="preserve"> </w:t>
      </w:r>
      <w:r w:rsidR="00EF60FE" w:rsidRPr="003A189A">
        <w:t>at the ratio</w:t>
      </w:r>
      <w:r w:rsidR="00083942" w:rsidRPr="003A189A">
        <w:t xml:space="preserve"> </w:t>
      </w:r>
      <w:r w:rsidR="005030D5" w:rsidRPr="003A189A">
        <w:t xml:space="preserve">of 5 existing shares to 1 </w:t>
      </w:r>
      <w:r w:rsidR="0064304D" w:rsidRPr="003A189A">
        <w:t>share</w:t>
      </w:r>
      <w:r w:rsidR="00EA7F31">
        <w:t xml:space="preserve"> </w:t>
      </w:r>
      <w:r w:rsidR="00EE786D">
        <w:t>amounting to</w:t>
      </w:r>
      <w:r w:rsidR="0064304D" w:rsidRPr="003A189A">
        <w:t xml:space="preserve"> </w:t>
      </w:r>
      <w:r w:rsidR="0064304D" w:rsidRPr="00C12148">
        <w:rPr>
          <w:spacing w:val="-6"/>
        </w:rPr>
        <w:t xml:space="preserve">30.04 million shares at Baht 1 </w:t>
      </w:r>
      <w:r w:rsidR="00F14D2C" w:rsidRPr="00C12148">
        <w:rPr>
          <w:spacing w:val="-6"/>
        </w:rPr>
        <w:t>par value</w:t>
      </w:r>
      <w:r w:rsidR="00EA7F31" w:rsidRPr="00C12148">
        <w:rPr>
          <w:rFonts w:cs="Angsana New"/>
          <w:spacing w:val="-6"/>
          <w:szCs w:val="28"/>
        </w:rPr>
        <w:t xml:space="preserve">. The </w:t>
      </w:r>
      <w:r w:rsidR="00A15C4C" w:rsidRPr="00C12148">
        <w:rPr>
          <w:rFonts w:cs="Angsana New"/>
          <w:spacing w:val="-6"/>
          <w:szCs w:val="28"/>
          <w:lang w:val="en-US"/>
        </w:rPr>
        <w:t>offering</w:t>
      </w:r>
      <w:r w:rsidR="000F71BA" w:rsidRPr="00C12148">
        <w:rPr>
          <w:rFonts w:cs="Angsana New"/>
          <w:spacing w:val="-6"/>
          <w:szCs w:val="28"/>
          <w:lang w:val="en-US"/>
        </w:rPr>
        <w:t xml:space="preserve"> price</w:t>
      </w:r>
      <w:r w:rsidR="004879B1" w:rsidRPr="00C12148">
        <w:rPr>
          <w:rFonts w:cs="Angsana New"/>
          <w:spacing w:val="-6"/>
          <w:szCs w:val="28"/>
          <w:lang w:val="en-US"/>
        </w:rPr>
        <w:t xml:space="preserve"> </w:t>
      </w:r>
      <w:r w:rsidR="00EA7F31" w:rsidRPr="00C12148">
        <w:rPr>
          <w:rFonts w:cs="Angsana New"/>
          <w:spacing w:val="-6"/>
          <w:szCs w:val="28"/>
          <w:lang w:val="en-US"/>
        </w:rPr>
        <w:t>is</w:t>
      </w:r>
      <w:r w:rsidR="000F71BA" w:rsidRPr="00C12148">
        <w:rPr>
          <w:rFonts w:cs="Angsana New"/>
          <w:spacing w:val="-6"/>
          <w:szCs w:val="28"/>
          <w:lang w:val="en-US"/>
        </w:rPr>
        <w:t xml:space="preserve"> Baht 10</w:t>
      </w:r>
      <w:r w:rsidR="002D2DA0" w:rsidRPr="00C12148">
        <w:rPr>
          <w:rFonts w:cs="Angsana New"/>
          <w:spacing w:val="-6"/>
          <w:szCs w:val="28"/>
          <w:lang w:val="en-US"/>
        </w:rPr>
        <w:t xml:space="preserve"> </w:t>
      </w:r>
      <w:r w:rsidR="00C72B51" w:rsidRPr="00C12148">
        <w:rPr>
          <w:rFonts w:cs="Angsana New"/>
          <w:spacing w:val="-6"/>
          <w:szCs w:val="28"/>
          <w:lang w:val="en-US"/>
        </w:rPr>
        <w:t>per share</w:t>
      </w:r>
      <w:r w:rsidR="00EA7F31" w:rsidRPr="00C12148">
        <w:rPr>
          <w:rFonts w:cs="Angsana New"/>
          <w:spacing w:val="-6"/>
          <w:szCs w:val="28"/>
          <w:lang w:val="en-US"/>
        </w:rPr>
        <w:t xml:space="preserve"> </w:t>
      </w:r>
      <w:r w:rsidR="002D2DA0" w:rsidRPr="00C12148">
        <w:rPr>
          <w:rFonts w:cs="Angsana New"/>
          <w:spacing w:val="-6"/>
          <w:szCs w:val="28"/>
          <w:lang w:val="en-US"/>
        </w:rPr>
        <w:t>totalling</w:t>
      </w:r>
      <w:r w:rsidR="000F71BA" w:rsidRPr="00C12148">
        <w:rPr>
          <w:rFonts w:cs="Angsana New"/>
          <w:spacing w:val="-6"/>
          <w:szCs w:val="28"/>
          <w:lang w:val="en-US"/>
        </w:rPr>
        <w:t xml:space="preserve"> </w:t>
      </w:r>
      <w:r w:rsidR="00EE786D">
        <w:rPr>
          <w:rFonts w:cs="Angsana New"/>
          <w:spacing w:val="-6"/>
          <w:szCs w:val="28"/>
          <w:lang w:val="en-US"/>
        </w:rPr>
        <w:t xml:space="preserve">           </w:t>
      </w:r>
      <w:r w:rsidR="000F71BA" w:rsidRPr="00C12148">
        <w:rPr>
          <w:rFonts w:cs="Angsana New"/>
          <w:spacing w:val="-6"/>
          <w:szCs w:val="28"/>
          <w:lang w:val="en-US"/>
        </w:rPr>
        <w:t>Baht 300.39 million</w:t>
      </w:r>
      <w:r w:rsidR="00C23D2C" w:rsidRPr="00C12148">
        <w:rPr>
          <w:rFonts w:cs="Angsana New"/>
          <w:spacing w:val="-6"/>
          <w:szCs w:val="28"/>
          <w:lang w:val="en-US"/>
        </w:rPr>
        <w:t>,</w:t>
      </w:r>
      <w:r w:rsidR="00626BCB" w:rsidRPr="003A189A">
        <w:rPr>
          <w:rFonts w:cs="Angsana New"/>
          <w:szCs w:val="28"/>
          <w:lang w:val="en-US"/>
        </w:rPr>
        <w:t xml:space="preserve"> bringing </w:t>
      </w:r>
      <w:r w:rsidR="00D62ACC" w:rsidRPr="003A189A">
        <w:rPr>
          <w:rFonts w:cs="Angsana New"/>
          <w:szCs w:val="28"/>
          <w:lang w:val="en-US"/>
        </w:rPr>
        <w:t xml:space="preserve">the </w:t>
      </w:r>
      <w:r w:rsidR="00D62ACC" w:rsidRPr="003A189A">
        <w:rPr>
          <w:rFonts w:eastAsia="Arial Unicode MS" w:cs="Angsana New"/>
          <w:spacing w:val="-2"/>
        </w:rPr>
        <w:t>Company’s ownership interest in such subsidiary to 73.60% of authorised and</w:t>
      </w:r>
      <w:r w:rsidR="00C12148">
        <w:rPr>
          <w:rFonts w:eastAsia="Arial Unicode MS" w:cs="Angsana New"/>
          <w:spacing w:val="-2"/>
        </w:rPr>
        <w:t xml:space="preserve"> </w:t>
      </w:r>
      <w:r w:rsidR="00D62ACC" w:rsidRPr="003A189A">
        <w:rPr>
          <w:rFonts w:eastAsia="Arial Unicode MS" w:cs="Angsana New"/>
          <w:spacing w:val="-2"/>
        </w:rPr>
        <w:t>paid-up capital</w:t>
      </w:r>
      <w:r w:rsidR="00D62ACC" w:rsidRPr="003A189A">
        <w:rPr>
          <w:rFonts w:eastAsia="Arial Unicode MS" w:cs="Angsana New"/>
          <w:spacing w:val="-2"/>
          <w:szCs w:val="28"/>
          <w:lang w:val="en-US"/>
        </w:rPr>
        <w:t xml:space="preserve">. </w:t>
      </w:r>
      <w:r w:rsidR="00D62ACC" w:rsidRPr="003A189A">
        <w:rPr>
          <w:rFonts w:eastAsia="Arial Unicode MS" w:cs="Angsana New"/>
          <w:spacing w:val="-2"/>
        </w:rPr>
        <w:t>The subsidiary has registered the share capital with the Ministry of Commerce on</w:t>
      </w:r>
      <w:r w:rsidR="00C12148">
        <w:rPr>
          <w:rFonts w:eastAsia="Arial Unicode MS" w:cs="Angsana New"/>
          <w:spacing w:val="-2"/>
        </w:rPr>
        <w:t xml:space="preserve"> </w:t>
      </w:r>
      <w:r w:rsidR="007A6BD0" w:rsidRPr="003A189A">
        <w:rPr>
          <w:rFonts w:eastAsia="Arial Unicode MS" w:cs="Angsana New"/>
          <w:spacing w:val="-2"/>
        </w:rPr>
        <w:t>20</w:t>
      </w:r>
      <w:r w:rsidR="00D62ACC" w:rsidRPr="003A189A">
        <w:rPr>
          <w:rFonts w:eastAsia="Arial Unicode MS" w:cs="Angsana New"/>
          <w:spacing w:val="-2"/>
        </w:rPr>
        <w:t xml:space="preserve"> January 2022.</w:t>
      </w:r>
    </w:p>
    <w:p w14:paraId="0C6B7C5B" w14:textId="27545E04" w:rsidR="00E82845" w:rsidRPr="004E4B2E" w:rsidRDefault="00E82845" w:rsidP="00E82845">
      <w:pPr>
        <w:pStyle w:val="block"/>
        <w:spacing w:after="0" w:line="240" w:lineRule="atLeast"/>
        <w:jc w:val="both"/>
        <w:rPr>
          <w:rFonts w:eastAsia="Arial Unicode MS" w:cs="Angsana New"/>
          <w:spacing w:val="-2"/>
          <w:szCs w:val="28"/>
        </w:rPr>
      </w:pPr>
    </w:p>
    <w:p w14:paraId="6AA78DD3" w14:textId="5F3C86D9" w:rsidR="007A6BD0" w:rsidRPr="004E4B2E" w:rsidRDefault="00244E04" w:rsidP="00E82845">
      <w:pPr>
        <w:pStyle w:val="block"/>
        <w:spacing w:after="0" w:line="240" w:lineRule="atLeast"/>
        <w:jc w:val="both"/>
        <w:rPr>
          <w:rFonts w:cstheme="minorBidi"/>
        </w:rPr>
      </w:pPr>
      <w:r w:rsidRPr="004E4B2E">
        <w:rPr>
          <w:rFonts w:eastAsia="Arial Unicode MS" w:cs="Angsana New"/>
          <w:spacing w:val="-2"/>
          <w:szCs w:val="28"/>
          <w:lang w:val="en-US"/>
        </w:rPr>
        <w:t>On 11 March 2022, the Company acquired</w:t>
      </w:r>
      <w:r w:rsidR="004E4B2E" w:rsidRPr="004E4B2E">
        <w:rPr>
          <w:rFonts w:eastAsia="Arial Unicode MS" w:cs="Angsana New"/>
          <w:spacing w:val="-2"/>
          <w:szCs w:val="28"/>
          <w:lang w:val="en-US"/>
        </w:rPr>
        <w:t xml:space="preserve"> </w:t>
      </w:r>
      <w:r w:rsidRPr="004E4B2E">
        <w:rPr>
          <w:rFonts w:eastAsia="Arial Unicode MS" w:cs="Angsana New"/>
          <w:spacing w:val="-2"/>
          <w:szCs w:val="28"/>
          <w:lang w:val="en-US"/>
        </w:rPr>
        <w:t>interest in Platt Finserve Co</w:t>
      </w:r>
      <w:r w:rsidR="00C34298">
        <w:rPr>
          <w:rFonts w:eastAsia="Arial Unicode MS" w:cs="Angsana New"/>
          <w:spacing w:val="-2"/>
          <w:szCs w:val="28"/>
          <w:lang w:val="en-US"/>
        </w:rPr>
        <w:t>., Ltd.</w:t>
      </w:r>
      <w:r w:rsidRPr="004E4B2E">
        <w:rPr>
          <w:rFonts w:eastAsia="Arial Unicode MS" w:cs="Angsana New"/>
          <w:spacing w:val="-2"/>
          <w:szCs w:val="28"/>
          <w:lang w:val="en-US"/>
        </w:rPr>
        <w:t xml:space="preserve"> from the existing</w:t>
      </w:r>
      <w:r w:rsidR="00C34298">
        <w:rPr>
          <w:rFonts w:eastAsia="Arial Unicode MS" w:cs="Angsana New"/>
          <w:spacing w:val="-2"/>
          <w:szCs w:val="28"/>
          <w:lang w:val="en-US"/>
        </w:rPr>
        <w:t xml:space="preserve"> </w:t>
      </w:r>
      <w:r w:rsidRPr="004E4B2E">
        <w:rPr>
          <w:rFonts w:eastAsia="Arial Unicode MS" w:cs="Angsana New"/>
          <w:spacing w:val="-2"/>
          <w:szCs w:val="28"/>
          <w:lang w:val="en-US"/>
        </w:rPr>
        <w:t>shareholder, equivalent to 50% of authorised and paid-up capital</w:t>
      </w:r>
      <w:r w:rsidR="00D242BA" w:rsidRPr="004E4B2E">
        <w:rPr>
          <w:rFonts w:eastAsia="Arial Unicode MS" w:cs="Angsana New"/>
          <w:spacing w:val="-2"/>
          <w:szCs w:val="28"/>
          <w:lang w:val="en-US"/>
        </w:rPr>
        <w:t xml:space="preserve"> for Baht 1,130 million</w:t>
      </w:r>
      <w:r w:rsidR="004E4B2E" w:rsidRPr="004E4B2E">
        <w:rPr>
          <w:rFonts w:eastAsia="Arial Unicode MS" w:cs="Angsana New"/>
          <w:spacing w:val="-2"/>
          <w:szCs w:val="28"/>
          <w:lang w:val="en-US"/>
        </w:rPr>
        <w:t xml:space="preserve"> in</w:t>
      </w:r>
      <w:r w:rsidR="00D41476" w:rsidRPr="004E4B2E">
        <w:t xml:space="preserve"> cash </w:t>
      </w:r>
      <w:r w:rsidR="004E4B2E" w:rsidRPr="004E4B2E">
        <w:t>o</w:t>
      </w:r>
      <w:r w:rsidR="00D41476" w:rsidRPr="004E4B2E">
        <w:t>f Baht 360 million</w:t>
      </w:r>
      <w:r w:rsidR="00D41476" w:rsidRPr="004E4B2E">
        <w:rPr>
          <w:rFonts w:cs="Angsana New" w:hint="cs"/>
          <w:szCs w:val="28"/>
          <w:cs/>
        </w:rPr>
        <w:t xml:space="preserve"> </w:t>
      </w:r>
      <w:r w:rsidR="00D41476" w:rsidRPr="004E4B2E">
        <w:rPr>
          <w:rFonts w:cs="Angsana New"/>
          <w:szCs w:val="28"/>
          <w:lang w:val="en-US"/>
        </w:rPr>
        <w:t>and</w:t>
      </w:r>
      <w:r w:rsidR="00D41476" w:rsidRPr="004E4B2E">
        <w:t xml:space="preserve"> </w:t>
      </w:r>
      <w:r w:rsidR="004E4B2E" w:rsidRPr="004E4B2E">
        <w:t>increase ordinary shares</w:t>
      </w:r>
      <w:r w:rsidR="00772CFA" w:rsidRPr="004E4B2E">
        <w:rPr>
          <w:rFonts w:cstheme="minorBidi"/>
        </w:rPr>
        <w:t xml:space="preserve"> to private placement</w:t>
      </w:r>
      <w:r w:rsidR="00055FE5" w:rsidRPr="004E4B2E">
        <w:rPr>
          <w:rFonts w:cstheme="minorBidi"/>
        </w:rPr>
        <w:t xml:space="preserve"> for 70</w:t>
      </w:r>
      <w:r w:rsidR="00D60190" w:rsidRPr="004E4B2E">
        <w:rPr>
          <w:rFonts w:cstheme="minorBidi"/>
        </w:rPr>
        <w:t xml:space="preserve"> million shares at</w:t>
      </w:r>
      <w:r w:rsidR="00FA4FAE" w:rsidRPr="004E4B2E">
        <w:rPr>
          <w:rFonts w:cstheme="minorBidi" w:hint="cs"/>
          <w:cs/>
        </w:rPr>
        <w:t xml:space="preserve"> </w:t>
      </w:r>
      <w:r w:rsidR="00F004D5" w:rsidRPr="004E4B2E">
        <w:rPr>
          <w:rFonts w:cstheme="minorBidi"/>
          <w:lang w:val="en-US"/>
        </w:rPr>
        <w:t xml:space="preserve">offering price </w:t>
      </w:r>
      <w:r w:rsidR="004E4B2E" w:rsidRPr="004E4B2E">
        <w:rPr>
          <w:rFonts w:cstheme="minorBidi"/>
          <w:lang w:val="en-US"/>
        </w:rPr>
        <w:t xml:space="preserve">       </w:t>
      </w:r>
      <w:r w:rsidR="00F004D5" w:rsidRPr="004E4B2E">
        <w:rPr>
          <w:rFonts w:cstheme="minorBidi"/>
          <w:lang w:val="en-US"/>
        </w:rPr>
        <w:t xml:space="preserve">of Baht </w:t>
      </w:r>
      <w:r w:rsidR="00AE6794" w:rsidRPr="004E4B2E">
        <w:rPr>
          <w:rFonts w:cstheme="minorBidi"/>
        </w:rPr>
        <w:t>11 p</w:t>
      </w:r>
      <w:r w:rsidR="00F004D5" w:rsidRPr="004E4B2E">
        <w:rPr>
          <w:rFonts w:cstheme="minorBidi"/>
        </w:rPr>
        <w:t>er share</w:t>
      </w:r>
      <w:r w:rsidR="00FA1ABD" w:rsidRPr="004E4B2E">
        <w:rPr>
          <w:rFonts w:cstheme="minorBidi"/>
        </w:rPr>
        <w:t xml:space="preserve">, amounting </w:t>
      </w:r>
      <w:r w:rsidR="00F004D5" w:rsidRPr="004E4B2E">
        <w:rPr>
          <w:rFonts w:cstheme="minorBidi"/>
        </w:rPr>
        <w:t xml:space="preserve">to </w:t>
      </w:r>
      <w:r w:rsidR="00FA1ABD" w:rsidRPr="004E4B2E">
        <w:rPr>
          <w:rFonts w:cstheme="minorBidi"/>
        </w:rPr>
        <w:t>Baht 770 million.</w:t>
      </w:r>
    </w:p>
    <w:p w14:paraId="5BFD9331" w14:textId="6407B6D7" w:rsidR="00B83655" w:rsidRDefault="00B83655" w:rsidP="00E82845">
      <w:pPr>
        <w:pStyle w:val="block"/>
        <w:spacing w:after="0" w:line="240" w:lineRule="atLeast"/>
        <w:jc w:val="both"/>
        <w:rPr>
          <w:rFonts w:cstheme="minorBidi"/>
          <w:highlight w:val="cyan"/>
        </w:rPr>
      </w:pPr>
    </w:p>
    <w:p w14:paraId="7E524311" w14:textId="4584A396" w:rsidR="007A6BD0" w:rsidRPr="003A189A" w:rsidRDefault="00110BC4" w:rsidP="00E82845">
      <w:pPr>
        <w:pStyle w:val="block"/>
        <w:spacing w:after="0" w:line="240" w:lineRule="atLeast"/>
        <w:jc w:val="both"/>
        <w:rPr>
          <w:rFonts w:eastAsia="Arial Unicode MS" w:cs="Angsana New"/>
          <w:spacing w:val="-2"/>
          <w:szCs w:val="28"/>
        </w:rPr>
      </w:pPr>
      <w:r w:rsidRPr="003A189A">
        <w:rPr>
          <w:rFonts w:eastAsia="Arial Unicode MS" w:cs="Angsana New"/>
          <w:spacing w:val="-2"/>
          <w:szCs w:val="28"/>
        </w:rPr>
        <w:t xml:space="preserve">On 24 March 2022, </w:t>
      </w:r>
      <w:r w:rsidR="007C3CD9" w:rsidRPr="003A189A">
        <w:rPr>
          <w:rFonts w:eastAsia="Arial Unicode MS" w:cs="Angsana New"/>
          <w:spacing w:val="-2"/>
          <w:szCs w:val="28"/>
        </w:rPr>
        <w:t>the Company</w:t>
      </w:r>
      <w:r w:rsidR="00380080">
        <w:rPr>
          <w:rFonts w:eastAsia="Arial Unicode MS" w:cs="Angsana New"/>
          <w:spacing w:val="-2"/>
          <w:szCs w:val="28"/>
        </w:rPr>
        <w:t xml:space="preserve"> jointly</w:t>
      </w:r>
      <w:r w:rsidR="007C3CD9" w:rsidRPr="003A189A">
        <w:rPr>
          <w:rFonts w:eastAsia="Arial Unicode MS" w:cs="Angsana New"/>
          <w:spacing w:val="-2"/>
          <w:szCs w:val="28"/>
        </w:rPr>
        <w:t xml:space="preserve"> invested in </w:t>
      </w:r>
      <w:r w:rsidR="007B499D" w:rsidRPr="003A189A">
        <w:rPr>
          <w:rFonts w:eastAsia="Arial Unicode MS" w:cs="Angsana New"/>
          <w:spacing w:val="-2"/>
          <w:szCs w:val="28"/>
          <w:lang w:val="en-US"/>
        </w:rPr>
        <w:t xml:space="preserve">the </w:t>
      </w:r>
      <w:r w:rsidR="007C3CD9" w:rsidRPr="003A189A">
        <w:rPr>
          <w:rFonts w:eastAsia="Arial Unicode MS" w:cs="Angsana New"/>
          <w:spacing w:val="-2"/>
          <w:szCs w:val="28"/>
        </w:rPr>
        <w:t xml:space="preserve">companies </w:t>
      </w:r>
      <w:r w:rsidR="0091579B" w:rsidRPr="003A189A">
        <w:rPr>
          <w:rFonts w:eastAsia="Arial Unicode MS" w:cs="Angsana New"/>
          <w:spacing w:val="-2"/>
          <w:szCs w:val="28"/>
        </w:rPr>
        <w:t>as follows:</w:t>
      </w:r>
    </w:p>
    <w:p w14:paraId="5984A0C5" w14:textId="695366F8" w:rsidR="00BF4AB0" w:rsidRPr="003A189A" w:rsidRDefault="007445CB" w:rsidP="0027040A">
      <w:pPr>
        <w:pStyle w:val="block"/>
        <w:numPr>
          <w:ilvl w:val="0"/>
          <w:numId w:val="17"/>
        </w:numPr>
        <w:spacing w:after="0" w:line="240" w:lineRule="atLeast"/>
        <w:jc w:val="both"/>
        <w:rPr>
          <w:rFonts w:eastAsia="Arial Unicode MS" w:cs="Angsana New"/>
          <w:spacing w:val="-2"/>
          <w:szCs w:val="28"/>
          <w:lang w:val="en-US"/>
        </w:rPr>
      </w:pPr>
      <w:r w:rsidRPr="003A189A">
        <w:t xml:space="preserve">Tero Sabuy </w:t>
      </w:r>
      <w:r w:rsidR="00C34298">
        <w:t>Co., Ltd.</w:t>
      </w:r>
      <w:r w:rsidR="00380080">
        <w:t xml:space="preserve"> for </w:t>
      </w:r>
      <w:r w:rsidR="00177E6F" w:rsidRPr="003A189A">
        <w:t>49,998 shares</w:t>
      </w:r>
      <w:r w:rsidR="00307A1B" w:rsidRPr="003A189A">
        <w:t xml:space="preserve"> at Baht 10 par value</w:t>
      </w:r>
      <w:r w:rsidR="003A189A" w:rsidRPr="003A189A">
        <w:t xml:space="preserve"> with the initial partial</w:t>
      </w:r>
      <w:r w:rsidR="00C34298">
        <w:t xml:space="preserve"> </w:t>
      </w:r>
      <w:r w:rsidR="003A189A" w:rsidRPr="003A189A">
        <w:t>paid-up</w:t>
      </w:r>
      <w:r w:rsidR="003A189A" w:rsidRPr="003A189A">
        <w:rPr>
          <w:rFonts w:eastAsia="Arial Unicode MS"/>
        </w:rPr>
        <w:t xml:space="preserve"> </w:t>
      </w:r>
      <w:r w:rsidR="00A85A02" w:rsidRPr="003A189A">
        <w:rPr>
          <w:rFonts w:eastAsia="Arial Unicode MS" w:cs="Angsana New"/>
          <w:spacing w:val="-2"/>
          <w:szCs w:val="28"/>
        </w:rPr>
        <w:t>of</w:t>
      </w:r>
      <w:r w:rsidR="002B6566" w:rsidRPr="003A189A">
        <w:rPr>
          <w:rFonts w:eastAsia="Arial Unicode MS" w:cs="Angsana New"/>
          <w:spacing w:val="-2"/>
          <w:szCs w:val="28"/>
        </w:rPr>
        <w:t xml:space="preserve"> 25% </w:t>
      </w:r>
      <w:r w:rsidR="00457A88">
        <w:rPr>
          <w:rFonts w:eastAsia="Arial Unicode MS" w:cs="Angsana New"/>
          <w:spacing w:val="-2"/>
          <w:szCs w:val="28"/>
        </w:rPr>
        <w:t xml:space="preserve">amounting to </w:t>
      </w:r>
      <w:r w:rsidR="002B6566" w:rsidRPr="003A189A">
        <w:rPr>
          <w:rFonts w:eastAsia="Arial Unicode MS" w:cs="Angsana New"/>
          <w:spacing w:val="-2"/>
          <w:szCs w:val="28"/>
        </w:rPr>
        <w:t>Baht 0.1</w:t>
      </w:r>
      <w:r w:rsidR="00664B69">
        <w:rPr>
          <w:rFonts w:eastAsia="Arial Unicode MS" w:cs="Angsana New"/>
          <w:spacing w:val="-2"/>
          <w:szCs w:val="28"/>
          <w:lang w:val="en-US"/>
        </w:rPr>
        <w:t>3</w:t>
      </w:r>
      <w:r w:rsidR="002B6566" w:rsidRPr="003A189A">
        <w:rPr>
          <w:rFonts w:eastAsia="Arial Unicode MS" w:cs="Angsana New"/>
          <w:spacing w:val="-2"/>
          <w:szCs w:val="28"/>
        </w:rPr>
        <w:t xml:space="preserve"> million</w:t>
      </w:r>
      <w:r w:rsidR="00E806AD" w:rsidRPr="003A189A">
        <w:rPr>
          <w:rFonts w:eastAsia="Arial Unicode MS" w:cs="Angsana New"/>
          <w:spacing w:val="-2"/>
        </w:rPr>
        <w:t>. The</w:t>
      </w:r>
      <w:r w:rsidR="002B6566" w:rsidRPr="003A189A">
        <w:rPr>
          <w:rFonts w:eastAsia="Arial Unicode MS" w:cs="Angsana New"/>
          <w:spacing w:val="-2"/>
        </w:rPr>
        <w:t xml:space="preserve"> Company’s ownership interest in such </w:t>
      </w:r>
      <w:r w:rsidR="003A0244" w:rsidRPr="003A189A">
        <w:rPr>
          <w:rFonts w:eastAsia="Arial Unicode MS" w:cs="Angsana New"/>
          <w:spacing w:val="-2"/>
        </w:rPr>
        <w:t>company</w:t>
      </w:r>
      <w:r w:rsidR="002B6566" w:rsidRPr="003A189A">
        <w:rPr>
          <w:rFonts w:eastAsia="Arial Unicode MS" w:cs="Angsana New"/>
          <w:spacing w:val="-2"/>
        </w:rPr>
        <w:t xml:space="preserve"> </w:t>
      </w:r>
      <w:r w:rsidR="00E806AD" w:rsidRPr="003A189A">
        <w:rPr>
          <w:rFonts w:eastAsia="Arial Unicode MS" w:cs="Angsana New"/>
          <w:spacing w:val="-2"/>
        </w:rPr>
        <w:t>is</w:t>
      </w:r>
      <w:r w:rsidR="002B6566" w:rsidRPr="003A189A">
        <w:rPr>
          <w:rFonts w:eastAsia="Arial Unicode MS" w:cs="Angsana New"/>
          <w:spacing w:val="-2"/>
        </w:rPr>
        <w:t xml:space="preserve"> 49.99% of authorised and paid-up capital.</w:t>
      </w:r>
    </w:p>
    <w:p w14:paraId="5A73A8D9" w14:textId="2742BC8B" w:rsidR="00A341D3" w:rsidRPr="003A189A" w:rsidRDefault="00A341D3" w:rsidP="00A341D3">
      <w:pPr>
        <w:pStyle w:val="block"/>
        <w:numPr>
          <w:ilvl w:val="0"/>
          <w:numId w:val="17"/>
        </w:numPr>
        <w:spacing w:after="0" w:line="240" w:lineRule="atLeast"/>
        <w:jc w:val="both"/>
        <w:rPr>
          <w:rFonts w:eastAsia="Arial Unicode MS" w:cs="Angsana New"/>
          <w:spacing w:val="-2"/>
          <w:szCs w:val="28"/>
          <w:lang w:val="en-US"/>
        </w:rPr>
      </w:pPr>
      <w:r w:rsidRPr="003A189A">
        <w:t>Forthsmart Sabuy</w:t>
      </w:r>
      <w:r w:rsidR="00C34298">
        <w:t xml:space="preserve"> T</w:t>
      </w:r>
      <w:r w:rsidRPr="003A189A">
        <w:t xml:space="preserve">ech </w:t>
      </w:r>
      <w:r w:rsidR="00C34298">
        <w:t>Co., Ltd.</w:t>
      </w:r>
      <w:r w:rsidRPr="003A189A">
        <w:t xml:space="preserve"> for 49,998 shares at Baht 10 par value</w:t>
      </w:r>
      <w:r w:rsidR="00380080">
        <w:t xml:space="preserve"> </w:t>
      </w:r>
      <w:r w:rsidR="005F5F67" w:rsidRPr="003A189A">
        <w:t>amounting</w:t>
      </w:r>
      <w:r w:rsidR="003A189A" w:rsidRPr="003A189A">
        <w:t xml:space="preserve"> to</w:t>
      </w:r>
      <w:r w:rsidR="00C34298">
        <w:rPr>
          <w:rFonts w:eastAsia="Arial Unicode MS" w:cs="Angsana New"/>
          <w:spacing w:val="-2"/>
          <w:szCs w:val="28"/>
        </w:rPr>
        <w:t xml:space="preserve"> B</w:t>
      </w:r>
      <w:r w:rsidRPr="003A189A">
        <w:rPr>
          <w:rFonts w:eastAsia="Arial Unicode MS" w:cs="Angsana New"/>
          <w:spacing w:val="-2"/>
          <w:szCs w:val="28"/>
        </w:rPr>
        <w:t>aht 0.</w:t>
      </w:r>
      <w:r w:rsidR="003A0244" w:rsidRPr="003A189A">
        <w:rPr>
          <w:rFonts w:eastAsia="Arial Unicode MS" w:cs="Angsana New"/>
          <w:spacing w:val="-2"/>
          <w:szCs w:val="28"/>
        </w:rPr>
        <w:t>5</w:t>
      </w:r>
      <w:r w:rsidRPr="003A189A">
        <w:rPr>
          <w:rFonts w:eastAsia="Arial Unicode MS" w:cs="Angsana New"/>
          <w:spacing w:val="-2"/>
          <w:szCs w:val="28"/>
        </w:rPr>
        <w:t xml:space="preserve"> millio</w:t>
      </w:r>
      <w:r w:rsidR="00E806AD" w:rsidRPr="003A189A">
        <w:rPr>
          <w:rFonts w:eastAsia="Arial Unicode MS" w:cs="Angsana New"/>
          <w:spacing w:val="-2"/>
          <w:szCs w:val="28"/>
        </w:rPr>
        <w:t>n</w:t>
      </w:r>
      <w:r w:rsidR="00E806AD" w:rsidRPr="003A189A">
        <w:rPr>
          <w:rFonts w:eastAsia="Arial Unicode MS" w:cs="Angsana New"/>
          <w:spacing w:val="-2"/>
        </w:rPr>
        <w:t>. The Company’s ownership interest in such company is 49.99% of authorised and paid-up capital.</w:t>
      </w:r>
    </w:p>
    <w:p w14:paraId="4C69F396" w14:textId="77777777" w:rsidR="00F61B06" w:rsidRPr="00AB1E1C" w:rsidRDefault="00F61B06" w:rsidP="007445CB">
      <w:pPr>
        <w:pStyle w:val="block"/>
        <w:spacing w:after="0" w:line="240" w:lineRule="atLeast"/>
        <w:jc w:val="both"/>
        <w:rPr>
          <w:rFonts w:eastAsia="Arial Unicode MS" w:cs="Angsana New"/>
          <w:spacing w:val="-2"/>
          <w:szCs w:val="28"/>
          <w:highlight w:val="cyan"/>
        </w:rPr>
      </w:pPr>
    </w:p>
    <w:p w14:paraId="61EE0BD7" w14:textId="6F4CC2DA" w:rsidR="00BA083C" w:rsidRPr="00AB3FC4" w:rsidRDefault="00E806AD" w:rsidP="003A189A">
      <w:pPr>
        <w:pStyle w:val="block"/>
        <w:spacing w:after="0" w:line="240" w:lineRule="atLeast"/>
        <w:jc w:val="both"/>
        <w:rPr>
          <w:rFonts w:eastAsia="Arial Unicode MS" w:cs="Angsana New"/>
          <w:spacing w:val="-2"/>
          <w:szCs w:val="28"/>
        </w:rPr>
      </w:pPr>
      <w:r w:rsidRPr="003A189A">
        <w:rPr>
          <w:rFonts w:eastAsia="Arial Unicode MS" w:cs="Angsana New"/>
          <w:spacing w:val="-2"/>
          <w:szCs w:val="28"/>
        </w:rPr>
        <w:t xml:space="preserve">At the </w:t>
      </w:r>
      <w:r w:rsidR="00A62DB1" w:rsidRPr="003A189A">
        <w:rPr>
          <w:rFonts w:eastAsia="Arial Unicode MS" w:cs="Angsana New"/>
          <w:spacing w:val="-2"/>
          <w:szCs w:val="28"/>
        </w:rPr>
        <w:t>A</w:t>
      </w:r>
      <w:r w:rsidR="007B0CAF" w:rsidRPr="003A189A">
        <w:rPr>
          <w:rFonts w:eastAsia="Arial Unicode MS" w:cs="Angsana New"/>
          <w:spacing w:val="-2"/>
          <w:szCs w:val="28"/>
        </w:rPr>
        <w:t xml:space="preserve">nnual </w:t>
      </w:r>
      <w:r w:rsidR="00A62DB1" w:rsidRPr="003A189A">
        <w:rPr>
          <w:rFonts w:eastAsia="Arial Unicode MS" w:cs="Angsana New"/>
          <w:spacing w:val="-2"/>
          <w:szCs w:val="28"/>
        </w:rPr>
        <w:t>G</w:t>
      </w:r>
      <w:r w:rsidR="007B0CAF" w:rsidRPr="003A189A">
        <w:rPr>
          <w:rFonts w:eastAsia="Arial Unicode MS" w:cs="Angsana New"/>
          <w:spacing w:val="-2"/>
          <w:szCs w:val="28"/>
        </w:rPr>
        <w:t xml:space="preserve">eneral </w:t>
      </w:r>
      <w:r w:rsidR="00A62DB1" w:rsidRPr="003A189A">
        <w:rPr>
          <w:rFonts w:eastAsia="Arial Unicode MS" w:cs="Angsana New"/>
          <w:spacing w:val="-2"/>
          <w:szCs w:val="28"/>
        </w:rPr>
        <w:t>M</w:t>
      </w:r>
      <w:r w:rsidR="007B0CAF" w:rsidRPr="003A189A">
        <w:rPr>
          <w:rFonts w:eastAsia="Arial Unicode MS" w:cs="Angsana New"/>
          <w:spacing w:val="-2"/>
          <w:szCs w:val="28"/>
        </w:rPr>
        <w:t xml:space="preserve">eeting </w:t>
      </w:r>
      <w:r w:rsidR="009107B8" w:rsidRPr="003A189A">
        <w:rPr>
          <w:rFonts w:eastAsia="Arial Unicode MS" w:cs="Angsana New"/>
          <w:spacing w:val="-2"/>
          <w:szCs w:val="28"/>
        </w:rPr>
        <w:t>o</w:t>
      </w:r>
      <w:r w:rsidR="007B0CAF" w:rsidRPr="003A189A">
        <w:rPr>
          <w:rFonts w:eastAsia="Arial Unicode MS" w:cs="Angsana New"/>
          <w:spacing w:val="-2"/>
          <w:szCs w:val="28"/>
        </w:rPr>
        <w:t xml:space="preserve">f </w:t>
      </w:r>
      <w:r w:rsidR="00606FC2" w:rsidRPr="003A189A">
        <w:rPr>
          <w:rFonts w:eastAsia="Arial Unicode MS" w:cs="Angsana New"/>
          <w:spacing w:val="-2"/>
          <w:szCs w:val="28"/>
        </w:rPr>
        <w:t xml:space="preserve">shareholders of </w:t>
      </w:r>
      <w:r w:rsidR="007B0CAF" w:rsidRPr="003A189A">
        <w:rPr>
          <w:rFonts w:eastAsia="Arial Unicode MS" w:cs="Angsana New"/>
          <w:spacing w:val="-2"/>
          <w:szCs w:val="28"/>
        </w:rPr>
        <w:t>VDP Holding Co</w:t>
      </w:r>
      <w:r w:rsidR="00C34298">
        <w:rPr>
          <w:rFonts w:eastAsia="Arial Unicode MS" w:cs="Angsana New"/>
          <w:spacing w:val="-2"/>
          <w:szCs w:val="28"/>
        </w:rPr>
        <w:t>., Ltd.</w:t>
      </w:r>
      <w:r w:rsidR="007B0CAF" w:rsidRPr="003A189A">
        <w:rPr>
          <w:rFonts w:eastAsia="Arial Unicode MS" w:cs="Angsana New"/>
          <w:spacing w:val="-2"/>
          <w:szCs w:val="28"/>
        </w:rPr>
        <w:t xml:space="preserve"> held on 25 March 2022, </w:t>
      </w:r>
      <w:r w:rsidR="00C34298">
        <w:rPr>
          <w:rFonts w:eastAsia="Arial Unicode MS" w:cs="Angsana New"/>
          <w:spacing w:val="-2"/>
          <w:szCs w:val="28"/>
        </w:rPr>
        <w:t xml:space="preserve">           </w:t>
      </w:r>
      <w:r w:rsidR="007B0CAF" w:rsidRPr="00AB3FC4">
        <w:rPr>
          <w:rFonts w:eastAsia="Arial Unicode MS" w:cs="Angsana New"/>
          <w:spacing w:val="-2"/>
          <w:szCs w:val="28"/>
        </w:rPr>
        <w:t>the shareholders</w:t>
      </w:r>
      <w:r w:rsidR="00DA1A1F" w:rsidRPr="00AB3FC4">
        <w:rPr>
          <w:rFonts w:eastAsia="Arial Unicode MS" w:cs="Angsana New"/>
          <w:spacing w:val="-2"/>
          <w:szCs w:val="28"/>
        </w:rPr>
        <w:t xml:space="preserve"> of the subsidiary</w:t>
      </w:r>
      <w:r w:rsidR="007B0CAF" w:rsidRPr="00AB3FC4">
        <w:rPr>
          <w:rFonts w:eastAsia="Arial Unicode MS" w:cs="Angsana New"/>
          <w:spacing w:val="-2"/>
          <w:szCs w:val="28"/>
        </w:rPr>
        <w:t xml:space="preserve"> </w:t>
      </w:r>
      <w:r w:rsidR="002569C0" w:rsidRPr="00AB3FC4">
        <w:rPr>
          <w:rFonts w:eastAsia="Arial Unicode MS" w:cs="Angsana New"/>
          <w:spacing w:val="-2"/>
          <w:szCs w:val="28"/>
        </w:rPr>
        <w:t>approved the</w:t>
      </w:r>
      <w:r w:rsidR="008F2521" w:rsidRPr="00AB3FC4">
        <w:rPr>
          <w:rFonts w:cstheme="minorBidi"/>
        </w:rPr>
        <w:t xml:space="preserve"> resolution</w:t>
      </w:r>
      <w:r w:rsidR="002569C0" w:rsidRPr="00AB3FC4">
        <w:rPr>
          <w:rFonts w:eastAsia="Arial Unicode MS" w:cs="Angsana New"/>
          <w:spacing w:val="-2"/>
          <w:szCs w:val="28"/>
        </w:rPr>
        <w:t xml:space="preserve"> </w:t>
      </w:r>
      <w:r w:rsidR="00BA083C" w:rsidRPr="00AB3FC4">
        <w:rPr>
          <w:rFonts w:eastAsia="Arial Unicode MS" w:cs="Angsana New"/>
          <w:spacing w:val="-2"/>
          <w:szCs w:val="28"/>
        </w:rPr>
        <w:t>as follows:</w:t>
      </w:r>
    </w:p>
    <w:p w14:paraId="240E8D41" w14:textId="43CA215D" w:rsidR="002804AA" w:rsidRPr="00AB3FC4" w:rsidRDefault="000333FE" w:rsidP="00345EEB">
      <w:pPr>
        <w:pStyle w:val="block"/>
        <w:numPr>
          <w:ilvl w:val="0"/>
          <w:numId w:val="20"/>
        </w:numPr>
        <w:spacing w:after="0" w:line="240" w:lineRule="atLeast"/>
        <w:jc w:val="both"/>
      </w:pPr>
      <w:r w:rsidRPr="00AB3FC4">
        <w:rPr>
          <w:rFonts w:eastAsia="Arial Unicode MS" w:cs="Angsana New"/>
          <w:spacing w:val="-2"/>
          <w:szCs w:val="28"/>
          <w:lang w:val="en-US"/>
        </w:rPr>
        <w:t>To approve the</w:t>
      </w:r>
      <w:r w:rsidR="009107B8" w:rsidRPr="00AB3FC4">
        <w:rPr>
          <w:rFonts w:eastAsia="Arial Unicode MS" w:cs="Angsana New"/>
          <w:spacing w:val="-2"/>
          <w:szCs w:val="28"/>
          <w:lang w:val="en-US"/>
        </w:rPr>
        <w:t xml:space="preserve"> </w:t>
      </w:r>
      <w:r w:rsidR="000876B7" w:rsidRPr="00AB3FC4">
        <w:rPr>
          <w:rFonts w:eastAsia="Arial Unicode MS" w:cs="Angsana New"/>
          <w:spacing w:val="-2"/>
          <w:szCs w:val="28"/>
          <w:lang w:val="en-US"/>
        </w:rPr>
        <w:t>e</w:t>
      </w:r>
      <w:r w:rsidR="009107B8" w:rsidRPr="00AB3FC4">
        <w:rPr>
          <w:rFonts w:eastAsia="Arial Unicode MS" w:cs="Angsana New"/>
          <w:spacing w:val="-2"/>
          <w:szCs w:val="28"/>
          <w:lang w:val="en-US"/>
        </w:rPr>
        <w:t xml:space="preserve">ntire </w:t>
      </w:r>
      <w:r w:rsidR="000876B7" w:rsidRPr="00AB3FC4">
        <w:rPr>
          <w:rFonts w:eastAsia="Arial Unicode MS" w:cs="Angsana New"/>
          <w:spacing w:val="-2"/>
          <w:szCs w:val="28"/>
          <w:lang w:val="en-US"/>
        </w:rPr>
        <w:t>b</w:t>
      </w:r>
      <w:r w:rsidR="009107B8" w:rsidRPr="00AB3FC4">
        <w:rPr>
          <w:rFonts w:eastAsia="Arial Unicode MS" w:cs="Angsana New"/>
          <w:spacing w:val="-2"/>
          <w:szCs w:val="28"/>
          <w:lang w:val="en-US"/>
        </w:rPr>
        <w:t xml:space="preserve">usiness </w:t>
      </w:r>
      <w:r w:rsidR="000876B7" w:rsidRPr="00AB3FC4">
        <w:rPr>
          <w:rFonts w:eastAsia="Arial Unicode MS" w:cs="Angsana New"/>
          <w:spacing w:val="-2"/>
          <w:szCs w:val="28"/>
          <w:lang w:val="en-US"/>
        </w:rPr>
        <w:t>t</w:t>
      </w:r>
      <w:r w:rsidR="009107B8" w:rsidRPr="00AB3FC4">
        <w:rPr>
          <w:rFonts w:eastAsia="Arial Unicode MS" w:cs="Angsana New"/>
          <w:spacing w:val="-2"/>
          <w:szCs w:val="28"/>
          <w:lang w:val="en-US"/>
        </w:rPr>
        <w:t xml:space="preserve">ransfer </w:t>
      </w:r>
      <w:r w:rsidR="00CB7DC0" w:rsidRPr="00AB3FC4">
        <w:rPr>
          <w:rFonts w:eastAsia="Arial Unicode MS" w:cs="Angsana New"/>
          <w:spacing w:val="-2"/>
          <w:szCs w:val="28"/>
          <w:lang w:val="en-US"/>
        </w:rPr>
        <w:t xml:space="preserve">of the subsidiary </w:t>
      </w:r>
      <w:r w:rsidR="00BB0062" w:rsidRPr="00AB3FC4">
        <w:rPr>
          <w:rFonts w:eastAsia="Arial Unicode MS" w:cs="Angsana New"/>
          <w:spacing w:val="-2"/>
          <w:szCs w:val="28"/>
          <w:lang w:val="en-US"/>
        </w:rPr>
        <w:t>includ</w:t>
      </w:r>
      <w:r w:rsidR="000876B7" w:rsidRPr="00AB3FC4">
        <w:rPr>
          <w:rFonts w:eastAsia="Arial Unicode MS" w:cs="Angsana New"/>
          <w:spacing w:val="-2"/>
          <w:szCs w:val="28"/>
          <w:lang w:val="en-US"/>
        </w:rPr>
        <w:t>ing</w:t>
      </w:r>
      <w:r w:rsidR="009107B8" w:rsidRPr="00AB3FC4">
        <w:rPr>
          <w:rFonts w:eastAsia="Arial Unicode MS" w:cs="Angsana New"/>
          <w:spacing w:val="-2"/>
          <w:szCs w:val="28"/>
          <w:lang w:val="en-US"/>
        </w:rPr>
        <w:t xml:space="preserve"> </w:t>
      </w:r>
      <w:r w:rsidR="000876B7" w:rsidRPr="00AB3FC4">
        <w:rPr>
          <w:rFonts w:eastAsia="Arial Unicode MS" w:cs="Angsana New"/>
          <w:spacing w:val="-2"/>
          <w:szCs w:val="28"/>
          <w:lang w:val="en-US"/>
        </w:rPr>
        <w:t xml:space="preserve">total shares of </w:t>
      </w:r>
      <w:r w:rsidR="00CB7DC0" w:rsidRPr="00AB3FC4">
        <w:rPr>
          <w:rFonts w:eastAsia="Arial Unicode MS" w:cs="Angsana New"/>
          <w:spacing w:val="-2"/>
          <w:szCs w:val="28"/>
          <w:lang w:val="en-US"/>
        </w:rPr>
        <w:t xml:space="preserve">Vending Plus </w:t>
      </w:r>
      <w:r w:rsidR="000876B7" w:rsidRPr="00AB3FC4">
        <w:rPr>
          <w:rFonts w:eastAsia="Arial Unicode MS" w:cs="Angsana New"/>
          <w:spacing w:val="-2"/>
          <w:szCs w:val="28"/>
          <w:lang w:val="en-US"/>
        </w:rPr>
        <w:t xml:space="preserve">          Co., Ltd. </w:t>
      </w:r>
      <w:r w:rsidR="00AB3FC4" w:rsidRPr="00AB3FC4">
        <w:rPr>
          <w:rFonts w:eastAsia="Arial Unicode MS" w:cs="Angsana New"/>
          <w:spacing w:val="-2"/>
          <w:szCs w:val="28"/>
          <w:lang w:val="en-US"/>
        </w:rPr>
        <w:t xml:space="preserve">of 86.12% of </w:t>
      </w:r>
      <w:r w:rsidR="00CB7DC0" w:rsidRPr="00AB3FC4">
        <w:rPr>
          <w:rFonts w:eastAsia="Arial Unicode MS" w:cs="Angsana New"/>
          <w:spacing w:val="-2"/>
          <w:szCs w:val="28"/>
          <w:lang w:val="en-US"/>
        </w:rPr>
        <w:t>authorised and paid-up capital</w:t>
      </w:r>
      <w:r w:rsidR="00AB3FC4" w:rsidRPr="00AB3FC4">
        <w:rPr>
          <w:rFonts w:eastAsia="Arial Unicode MS" w:cs="Angsana New"/>
          <w:spacing w:val="-2"/>
          <w:szCs w:val="28"/>
          <w:lang w:val="en-US"/>
        </w:rPr>
        <w:t xml:space="preserve"> to TBSP Public Company Limited</w:t>
      </w:r>
      <w:r w:rsidR="00BB0062" w:rsidRPr="00AB3FC4">
        <w:rPr>
          <w:rFonts w:eastAsia="Arial Unicode MS" w:cs="Angsana New"/>
          <w:spacing w:val="-2"/>
          <w:szCs w:val="28"/>
          <w:lang w:val="en-US"/>
        </w:rPr>
        <w:t xml:space="preserve">, </w:t>
      </w:r>
      <w:r w:rsidR="00AB3FC4" w:rsidRPr="00AB3FC4">
        <w:rPr>
          <w:rFonts w:cs="Angsana New"/>
          <w:szCs w:val="28"/>
        </w:rPr>
        <w:t xml:space="preserve">decreasing  </w:t>
      </w:r>
      <w:r w:rsidR="00BB0062" w:rsidRPr="00AB3FC4">
        <w:rPr>
          <w:rFonts w:cs="Angsana New"/>
          <w:szCs w:val="28"/>
        </w:rPr>
        <w:t xml:space="preserve"> </w:t>
      </w:r>
      <w:r w:rsidR="00B0319E" w:rsidRPr="00AB3FC4">
        <w:rPr>
          <w:rFonts w:cs="Angsana New"/>
          <w:szCs w:val="28"/>
        </w:rPr>
        <w:t>the Group’s</w:t>
      </w:r>
      <w:r w:rsidR="00BB0062" w:rsidRPr="00AB3FC4">
        <w:rPr>
          <w:rFonts w:cs="Angsana New"/>
          <w:szCs w:val="28"/>
        </w:rPr>
        <w:t xml:space="preserve"> ownership interest</w:t>
      </w:r>
      <w:r w:rsidR="00B0319E" w:rsidRPr="00AB3FC4">
        <w:rPr>
          <w:rFonts w:cs="Angsana New"/>
          <w:szCs w:val="28"/>
        </w:rPr>
        <w:t xml:space="preserve"> </w:t>
      </w:r>
      <w:r w:rsidR="00665BAD">
        <w:rPr>
          <w:rFonts w:cs="Angsana New"/>
          <w:szCs w:val="28"/>
          <w:lang w:val="en-US"/>
        </w:rPr>
        <w:t xml:space="preserve">in Vending Plus Co., Ltd. </w:t>
      </w:r>
      <w:r w:rsidR="00B0319E" w:rsidRPr="00AB3FC4">
        <w:rPr>
          <w:rFonts w:cs="Angsana New"/>
          <w:szCs w:val="28"/>
        </w:rPr>
        <w:t>by 22.73</w:t>
      </w:r>
      <w:r w:rsidR="00AB3FC4" w:rsidRPr="00AB3FC4">
        <w:rPr>
          <w:rFonts w:cs="Angsana New"/>
          <w:szCs w:val="28"/>
        </w:rPr>
        <w:t xml:space="preserve">% </w:t>
      </w:r>
      <w:r w:rsidR="00BB0062" w:rsidRPr="00AB3FC4">
        <w:rPr>
          <w:rFonts w:cs="Angsana New"/>
          <w:szCs w:val="28"/>
        </w:rPr>
        <w:t>from</w:t>
      </w:r>
      <w:r w:rsidR="00B0319E" w:rsidRPr="00AB3FC4">
        <w:rPr>
          <w:rFonts w:cs="Angsana New"/>
          <w:szCs w:val="28"/>
        </w:rPr>
        <w:t xml:space="preserve"> 86.12</w:t>
      </w:r>
      <w:r w:rsidR="00BB0062" w:rsidRPr="00AB3FC4">
        <w:rPr>
          <w:rFonts w:cs="Angsana New"/>
          <w:szCs w:val="28"/>
        </w:rPr>
        <w:t xml:space="preserve">% to </w:t>
      </w:r>
      <w:r w:rsidR="00B0319E" w:rsidRPr="00AB3FC4">
        <w:rPr>
          <w:rFonts w:cs="Angsana New"/>
          <w:szCs w:val="28"/>
        </w:rPr>
        <w:t>63.39</w:t>
      </w:r>
      <w:r w:rsidR="00BB0062" w:rsidRPr="00AB3FC4">
        <w:rPr>
          <w:rFonts w:cs="Angsana New"/>
          <w:szCs w:val="28"/>
        </w:rPr>
        <w:t>%</w:t>
      </w:r>
      <w:r w:rsidR="00B0319E" w:rsidRPr="00AB3FC4">
        <w:rPr>
          <w:rFonts w:eastAsia="Arial Unicode MS" w:cs="Angsana New"/>
          <w:spacing w:val="-2"/>
          <w:szCs w:val="28"/>
          <w:lang w:val="en-US"/>
        </w:rPr>
        <w:t xml:space="preserve"> </w:t>
      </w:r>
      <w:r w:rsidR="00665BAD">
        <w:rPr>
          <w:rFonts w:eastAsia="Arial Unicode MS" w:cs="Angsana New"/>
          <w:spacing w:val="-2"/>
          <w:szCs w:val="28"/>
          <w:lang w:val="en-US"/>
        </w:rPr>
        <w:t xml:space="preserve">             </w:t>
      </w:r>
      <w:r w:rsidR="00B0319E" w:rsidRPr="00AB3FC4">
        <w:rPr>
          <w:rFonts w:eastAsia="Arial Unicode MS" w:cs="Angsana New"/>
          <w:spacing w:val="-2"/>
          <w:szCs w:val="28"/>
          <w:lang w:val="en-US"/>
        </w:rPr>
        <w:t>of authorised and paid-up capital</w:t>
      </w:r>
      <w:r w:rsidR="00BB0062" w:rsidRPr="00AB3FC4">
        <w:rPr>
          <w:rFonts w:cs="Angsana New"/>
          <w:szCs w:val="28"/>
        </w:rPr>
        <w:t>.</w:t>
      </w:r>
      <w:r w:rsidR="002804AA" w:rsidRPr="00AB3FC4">
        <w:rPr>
          <w:rFonts w:cs="Angsana New"/>
          <w:szCs w:val="28"/>
        </w:rPr>
        <w:t xml:space="preserve"> </w:t>
      </w:r>
      <w:r w:rsidR="002804AA" w:rsidRPr="00AB3FC4">
        <w:t xml:space="preserve">The carrying amount of </w:t>
      </w:r>
      <w:r w:rsidR="002804AA" w:rsidRPr="00AB3FC4">
        <w:rPr>
          <w:rFonts w:eastAsia="Arial Unicode MS" w:cs="Angsana New"/>
          <w:spacing w:val="-2"/>
          <w:szCs w:val="28"/>
          <w:lang w:val="en-US"/>
        </w:rPr>
        <w:t xml:space="preserve">Vending Plus </w:t>
      </w:r>
      <w:r w:rsidR="00AB3FC4" w:rsidRPr="00AB3FC4">
        <w:rPr>
          <w:rFonts w:eastAsia="Arial Unicode MS" w:cs="Angsana New"/>
          <w:spacing w:val="-2"/>
          <w:szCs w:val="28"/>
          <w:lang w:val="en-US"/>
        </w:rPr>
        <w:t>Co., Ltd.</w:t>
      </w:r>
      <w:r w:rsidR="002804AA" w:rsidRPr="00AB3FC4">
        <w:t xml:space="preserve">’s net assets in </w:t>
      </w:r>
      <w:r w:rsidR="00665BAD">
        <w:t xml:space="preserve">       </w:t>
      </w:r>
      <w:r w:rsidR="002804AA" w:rsidRPr="00AB3FC4">
        <w:t>the Group’s financial statements</w:t>
      </w:r>
      <w:r w:rsidR="00665BAD">
        <w:t xml:space="preserve"> </w:t>
      </w:r>
      <w:r w:rsidR="002804AA" w:rsidRPr="00AB3FC4">
        <w:t xml:space="preserve">on the date of the </w:t>
      </w:r>
      <w:r w:rsidR="00AB3FC4" w:rsidRPr="00AB3FC4">
        <w:t>transaction</w:t>
      </w:r>
      <w:r w:rsidR="002804AA" w:rsidRPr="00AB3FC4">
        <w:t xml:space="preserve"> was Baht 283.51 million. The Group recognised a</w:t>
      </w:r>
      <w:r w:rsidR="00457A88">
        <w:t>n in</w:t>
      </w:r>
      <w:r w:rsidR="002804AA" w:rsidRPr="00AB3FC4">
        <w:t>crease in</w:t>
      </w:r>
      <w:r w:rsidR="00665BAD">
        <w:t xml:space="preserve"> </w:t>
      </w:r>
      <w:r w:rsidR="002804AA" w:rsidRPr="00AB3FC4">
        <w:t xml:space="preserve">non-controlling interests of Baht </w:t>
      </w:r>
      <w:r w:rsidR="006D43F6" w:rsidRPr="00AB3FC4">
        <w:t>64.45</w:t>
      </w:r>
      <w:r w:rsidR="002804AA" w:rsidRPr="00AB3FC4">
        <w:t xml:space="preserve"> million </w:t>
      </w:r>
      <w:r w:rsidR="002804AA" w:rsidRPr="00AB3FC4">
        <w:rPr>
          <w:rFonts w:cs="Angsana New"/>
          <w:szCs w:val="28"/>
        </w:rPr>
        <w:t>of</w:t>
      </w:r>
      <w:r w:rsidR="002804AA" w:rsidRPr="00AB3FC4">
        <w:t xml:space="preserve"> changes in the Group’s ownership interest in </w:t>
      </w:r>
      <w:r w:rsidR="006D43F6" w:rsidRPr="00AB3FC4">
        <w:rPr>
          <w:rFonts w:eastAsia="Arial Unicode MS" w:cs="Angsana New"/>
          <w:spacing w:val="-2"/>
          <w:szCs w:val="28"/>
          <w:lang w:val="en-US"/>
        </w:rPr>
        <w:t xml:space="preserve">Vending Plus </w:t>
      </w:r>
      <w:r w:rsidR="00AB3FC4" w:rsidRPr="00AB3FC4">
        <w:rPr>
          <w:rFonts w:eastAsia="Arial Unicode MS" w:cs="Angsana New"/>
          <w:spacing w:val="-2"/>
          <w:szCs w:val="28"/>
          <w:lang w:val="en-US"/>
        </w:rPr>
        <w:t>Co., Ltd</w:t>
      </w:r>
      <w:r w:rsidR="002804AA" w:rsidRPr="00AB3FC4">
        <w:t>.</w:t>
      </w:r>
    </w:p>
    <w:p w14:paraId="329C66C8" w14:textId="34EEC829" w:rsidR="00345EEB" w:rsidRPr="00F93A79" w:rsidRDefault="00A61FED" w:rsidP="00345EEB">
      <w:pPr>
        <w:pStyle w:val="block"/>
        <w:numPr>
          <w:ilvl w:val="0"/>
          <w:numId w:val="20"/>
        </w:numPr>
        <w:spacing w:after="0" w:line="240" w:lineRule="atLeast"/>
        <w:jc w:val="both"/>
      </w:pPr>
      <w:r w:rsidRPr="003A189A">
        <w:t>To approve</w:t>
      </w:r>
      <w:r w:rsidR="00345EEB" w:rsidRPr="003A189A">
        <w:t xml:space="preserve"> </w:t>
      </w:r>
      <w:r w:rsidR="00C06419" w:rsidRPr="003A189A">
        <w:rPr>
          <w:rFonts w:cstheme="minorBidi"/>
          <w:lang w:val="en-US"/>
        </w:rPr>
        <w:t xml:space="preserve">the </w:t>
      </w:r>
      <w:r w:rsidR="003A189A" w:rsidRPr="003A189A">
        <w:rPr>
          <w:rFonts w:cstheme="minorBidi"/>
          <w:lang w:val="en-US"/>
        </w:rPr>
        <w:t>dissolution</w:t>
      </w:r>
      <w:r w:rsidR="00D42AEF" w:rsidRPr="003A189A">
        <w:rPr>
          <w:rFonts w:cstheme="minorBidi"/>
          <w:lang w:val="en-US"/>
        </w:rPr>
        <w:t xml:space="preserve">. </w:t>
      </w:r>
      <w:r w:rsidR="00463FC6">
        <w:rPr>
          <w:rFonts w:cstheme="minorBidi"/>
          <w:lang w:val="en-US"/>
        </w:rPr>
        <w:t>In this regard</w:t>
      </w:r>
      <w:r w:rsidR="00203036" w:rsidRPr="003A189A">
        <w:rPr>
          <w:rFonts w:cstheme="minorBidi"/>
          <w:lang w:val="en-US"/>
        </w:rPr>
        <w:t>, t</w:t>
      </w:r>
      <w:r w:rsidR="00D42AEF" w:rsidRPr="003A189A">
        <w:rPr>
          <w:rFonts w:cstheme="minorBidi"/>
          <w:lang w:val="en-US"/>
        </w:rPr>
        <w:t xml:space="preserve">he subsidiary </w:t>
      </w:r>
      <w:r w:rsidR="00183A18" w:rsidRPr="00F93A79">
        <w:rPr>
          <w:rFonts w:cstheme="minorBidi"/>
          <w:lang w:val="en-US"/>
        </w:rPr>
        <w:t xml:space="preserve">paid </w:t>
      </w:r>
      <w:r w:rsidR="00694563" w:rsidRPr="00F93A79">
        <w:rPr>
          <w:rFonts w:cstheme="minorBidi"/>
          <w:lang w:val="en-US"/>
        </w:rPr>
        <w:t>part</w:t>
      </w:r>
      <w:r w:rsidR="00891F5A" w:rsidRPr="00F93A79">
        <w:rPr>
          <w:rFonts w:cstheme="minorBidi"/>
          <w:lang w:val="en-US"/>
        </w:rPr>
        <w:t xml:space="preserve">ial </w:t>
      </w:r>
      <w:r w:rsidR="00183A18" w:rsidRPr="00F93A79">
        <w:rPr>
          <w:rFonts w:cstheme="minorBidi"/>
          <w:lang w:val="en-US"/>
        </w:rPr>
        <w:t>capital</w:t>
      </w:r>
      <w:r w:rsidR="00B10811" w:rsidRPr="00F93A79">
        <w:rPr>
          <w:rFonts w:cstheme="minorBidi"/>
          <w:lang w:val="en-US"/>
        </w:rPr>
        <w:t xml:space="preserve"> </w:t>
      </w:r>
      <w:r w:rsidR="00183A18" w:rsidRPr="00F93A79">
        <w:rPr>
          <w:rFonts w:cstheme="minorBidi"/>
          <w:lang w:val="en-US"/>
        </w:rPr>
        <w:t xml:space="preserve">to the Company </w:t>
      </w:r>
      <w:r w:rsidR="00834E37" w:rsidRPr="00F93A79">
        <w:rPr>
          <w:rFonts w:cstheme="minorBidi"/>
          <w:lang w:val="en-US"/>
        </w:rPr>
        <w:t>amounting to</w:t>
      </w:r>
      <w:r w:rsidR="007E5889" w:rsidRPr="00F93A79">
        <w:rPr>
          <w:rFonts w:cstheme="minorBidi"/>
          <w:lang w:val="en-US"/>
        </w:rPr>
        <w:t xml:space="preserve"> Baht 317.81 million</w:t>
      </w:r>
      <w:r w:rsidR="003F3872" w:rsidRPr="00F93A79">
        <w:rPr>
          <w:rFonts w:cstheme="minorBidi"/>
          <w:lang w:val="en-US"/>
        </w:rPr>
        <w:t xml:space="preserve"> and </w:t>
      </w:r>
      <w:r w:rsidR="00F154A8" w:rsidRPr="00F93A79">
        <w:rPr>
          <w:rFonts w:cstheme="minorBidi"/>
          <w:lang w:val="en-US"/>
        </w:rPr>
        <w:t xml:space="preserve">is during </w:t>
      </w:r>
      <w:r w:rsidR="003F3872" w:rsidRPr="00F93A79">
        <w:rPr>
          <w:rFonts w:cstheme="minorBidi"/>
          <w:lang w:val="en-US"/>
        </w:rPr>
        <w:t xml:space="preserve">the </w:t>
      </w:r>
      <w:r w:rsidR="00F154A8" w:rsidRPr="00F93A79">
        <w:rPr>
          <w:rFonts w:cstheme="minorBidi"/>
          <w:lang w:val="en-US"/>
        </w:rPr>
        <w:t xml:space="preserve">liquidation </w:t>
      </w:r>
      <w:r w:rsidR="003F3872" w:rsidRPr="00F93A79">
        <w:rPr>
          <w:rFonts w:cstheme="minorBidi"/>
          <w:lang w:val="en-US"/>
        </w:rPr>
        <w:t>process.</w:t>
      </w:r>
    </w:p>
    <w:p w14:paraId="0DAD9627" w14:textId="77777777" w:rsidR="00C34298" w:rsidRPr="003A189A" w:rsidRDefault="00C34298" w:rsidP="00C34298">
      <w:pPr>
        <w:pStyle w:val="block"/>
        <w:spacing w:after="0" w:line="240" w:lineRule="atLeast"/>
        <w:ind w:left="900"/>
        <w:jc w:val="both"/>
      </w:pPr>
    </w:p>
    <w:p w14:paraId="0AA6A87A" w14:textId="0A023EEC" w:rsidR="00F728BB" w:rsidRPr="00B07727" w:rsidRDefault="00E92734" w:rsidP="004B73D6">
      <w:pPr>
        <w:pStyle w:val="Heading1"/>
        <w:numPr>
          <w:ilvl w:val="0"/>
          <w:numId w:val="13"/>
        </w:numPr>
        <w:spacing w:before="0" w:after="0" w:line="240" w:lineRule="auto"/>
        <w:ind w:left="540" w:hanging="540"/>
        <w:jc w:val="both"/>
        <w:rPr>
          <w:b/>
          <w:bCs/>
          <w:i w:val="0"/>
          <w:iCs/>
          <w:szCs w:val="24"/>
        </w:rPr>
      </w:pPr>
      <w:bookmarkStart w:id="2" w:name="_Hlk70947030"/>
      <w:r>
        <w:rPr>
          <w:b/>
          <w:bCs/>
          <w:i w:val="0"/>
          <w:iCs/>
          <w:szCs w:val="24"/>
        </w:rPr>
        <w:lastRenderedPageBreak/>
        <w:t>Property, plant</w:t>
      </w:r>
      <w:r w:rsidR="00141603" w:rsidRPr="00B07727">
        <w:rPr>
          <w:b/>
          <w:bCs/>
          <w:i w:val="0"/>
          <w:iCs/>
          <w:szCs w:val="24"/>
        </w:rPr>
        <w:t xml:space="preserve"> and</w:t>
      </w:r>
      <w:r w:rsidR="00AF4510" w:rsidRPr="00B07727">
        <w:rPr>
          <w:b/>
          <w:bCs/>
          <w:i w:val="0"/>
          <w:iCs/>
          <w:szCs w:val="24"/>
        </w:rPr>
        <w:t xml:space="preserve"> </w:t>
      </w:r>
      <w:r w:rsidR="00F728BB" w:rsidRPr="00B07727">
        <w:rPr>
          <w:b/>
          <w:bCs/>
          <w:i w:val="0"/>
          <w:iCs/>
          <w:szCs w:val="24"/>
        </w:rPr>
        <w:t>equipment</w:t>
      </w:r>
    </w:p>
    <w:bookmarkEnd w:id="2"/>
    <w:p w14:paraId="369A19D3" w14:textId="77777777" w:rsidR="008F1257" w:rsidRPr="00F73937" w:rsidRDefault="008F1257" w:rsidP="00480BD3">
      <w:pPr>
        <w:pStyle w:val="block"/>
        <w:spacing w:after="0" w:line="240" w:lineRule="atLeast"/>
        <w:ind w:left="990" w:right="560"/>
        <w:jc w:val="thaiDistribute"/>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9C466D" w:rsidRPr="00F73937" w14:paraId="116439B1" w14:textId="77777777" w:rsidTr="00957922">
        <w:trPr>
          <w:cantSplit/>
          <w:tblHeader/>
        </w:trPr>
        <w:tc>
          <w:tcPr>
            <w:tcW w:w="5130" w:type="dxa"/>
            <w:shd w:val="clear" w:color="auto" w:fill="auto"/>
          </w:tcPr>
          <w:p w14:paraId="06A67DE2" w14:textId="77777777" w:rsidR="009C466D" w:rsidRPr="00F73937" w:rsidRDefault="009C466D" w:rsidP="001668DF">
            <w:pPr>
              <w:spacing w:line="240" w:lineRule="auto"/>
              <w:ind w:right="108"/>
              <w:rPr>
                <w:b/>
                <w:bCs/>
                <w:i/>
                <w:iCs/>
              </w:rPr>
            </w:pPr>
          </w:p>
          <w:p w14:paraId="3C37ED3E" w14:textId="77777777" w:rsidR="009C466D" w:rsidRPr="00F73937" w:rsidRDefault="009C466D" w:rsidP="001668DF">
            <w:pPr>
              <w:spacing w:line="240" w:lineRule="auto"/>
              <w:ind w:right="108"/>
              <w:rPr>
                <w:b/>
                <w:bCs/>
                <w:i/>
                <w:iCs/>
              </w:rPr>
            </w:pPr>
          </w:p>
          <w:p w14:paraId="48952875" w14:textId="248C17B8" w:rsidR="009C466D" w:rsidRPr="00F73937" w:rsidRDefault="009C466D" w:rsidP="001668DF">
            <w:pPr>
              <w:spacing w:line="240" w:lineRule="auto"/>
              <w:ind w:right="108"/>
              <w:rPr>
                <w:b/>
                <w:bCs/>
                <w:i/>
                <w:iCs/>
              </w:rPr>
            </w:pPr>
            <w:r w:rsidRPr="00F73937">
              <w:rPr>
                <w:b/>
                <w:bCs/>
                <w:i/>
                <w:iCs/>
              </w:rPr>
              <w:t>For the</w:t>
            </w:r>
            <w:r w:rsidR="003E729C" w:rsidRPr="00F73937">
              <w:rPr>
                <w:b/>
                <w:bCs/>
                <w:i/>
                <w:iCs/>
              </w:rPr>
              <w:t xml:space="preserve"> three</w:t>
            </w:r>
            <w:r w:rsidRPr="00F73937">
              <w:rPr>
                <w:b/>
                <w:bCs/>
                <w:i/>
                <w:iCs/>
              </w:rPr>
              <w:t xml:space="preserve">-month period ended </w:t>
            </w:r>
            <w:r w:rsidR="003E729C" w:rsidRPr="00F73937">
              <w:rPr>
                <w:b/>
                <w:bCs/>
                <w:i/>
                <w:iCs/>
              </w:rPr>
              <w:t>31 March 2022</w:t>
            </w:r>
          </w:p>
        </w:tc>
        <w:tc>
          <w:tcPr>
            <w:tcW w:w="630" w:type="dxa"/>
          </w:tcPr>
          <w:p w14:paraId="1D3DEE8B" w14:textId="77777777" w:rsidR="009C466D" w:rsidRPr="00F73937" w:rsidRDefault="009C466D" w:rsidP="001668DF">
            <w:pPr>
              <w:pStyle w:val="acctmergecolhdg"/>
              <w:spacing w:line="240" w:lineRule="auto"/>
              <w:ind w:left="-76" w:right="-81"/>
              <w:rPr>
                <w:b w:val="0"/>
                <w:bCs/>
                <w:i/>
                <w:iCs/>
              </w:rPr>
            </w:pPr>
          </w:p>
        </w:tc>
        <w:tc>
          <w:tcPr>
            <w:tcW w:w="180" w:type="dxa"/>
          </w:tcPr>
          <w:p w14:paraId="6BF4FC65" w14:textId="77777777" w:rsidR="009C466D" w:rsidRPr="00F73937" w:rsidRDefault="009C466D" w:rsidP="001668DF">
            <w:pPr>
              <w:pStyle w:val="acctmergecolhdg"/>
              <w:spacing w:line="240" w:lineRule="auto"/>
              <w:ind w:right="-81"/>
              <w:rPr>
                <w:b w:val="0"/>
                <w:bCs/>
              </w:rPr>
            </w:pPr>
          </w:p>
        </w:tc>
        <w:tc>
          <w:tcPr>
            <w:tcW w:w="1530" w:type="dxa"/>
            <w:shd w:val="clear" w:color="auto" w:fill="auto"/>
            <w:vAlign w:val="bottom"/>
          </w:tcPr>
          <w:p w14:paraId="3083ADD9" w14:textId="77777777" w:rsidR="009C466D" w:rsidRPr="00F73937" w:rsidRDefault="009C466D" w:rsidP="001668DF">
            <w:pPr>
              <w:pStyle w:val="acctmergecolhdg"/>
              <w:spacing w:line="240" w:lineRule="auto"/>
              <w:ind w:right="10"/>
            </w:pPr>
            <w:r w:rsidRPr="00F73937">
              <w:t xml:space="preserve">Consolidated </w:t>
            </w:r>
          </w:p>
          <w:p w14:paraId="46B11AC0" w14:textId="7D8B652C" w:rsidR="009C466D" w:rsidRPr="00F73937" w:rsidRDefault="009C466D" w:rsidP="001668DF">
            <w:pPr>
              <w:pStyle w:val="acctmergecolhdg"/>
              <w:spacing w:line="240" w:lineRule="auto"/>
              <w:ind w:right="-81"/>
              <w:rPr>
                <w:b w:val="0"/>
                <w:bCs/>
              </w:rPr>
            </w:pPr>
            <w:r w:rsidRPr="00F73937">
              <w:t>financial statements</w:t>
            </w:r>
          </w:p>
        </w:tc>
        <w:tc>
          <w:tcPr>
            <w:tcW w:w="180" w:type="dxa"/>
            <w:shd w:val="clear" w:color="auto" w:fill="auto"/>
            <w:vAlign w:val="bottom"/>
          </w:tcPr>
          <w:p w14:paraId="135C0514" w14:textId="77777777" w:rsidR="009C466D" w:rsidRPr="00F73937" w:rsidRDefault="009C466D" w:rsidP="001668DF">
            <w:pPr>
              <w:pStyle w:val="acctmergecolhdg"/>
              <w:spacing w:line="240" w:lineRule="auto"/>
              <w:ind w:right="108"/>
              <w:rPr>
                <w:b w:val="0"/>
                <w:bCs/>
              </w:rPr>
            </w:pPr>
          </w:p>
        </w:tc>
        <w:tc>
          <w:tcPr>
            <w:tcW w:w="1530" w:type="dxa"/>
            <w:shd w:val="clear" w:color="auto" w:fill="auto"/>
            <w:vAlign w:val="bottom"/>
          </w:tcPr>
          <w:p w14:paraId="4C3B9520" w14:textId="77777777" w:rsidR="009C466D" w:rsidRPr="00F73937" w:rsidRDefault="009C466D" w:rsidP="001668DF">
            <w:pPr>
              <w:pStyle w:val="acctmergecolhdg"/>
              <w:spacing w:line="240" w:lineRule="auto"/>
            </w:pPr>
            <w:r w:rsidRPr="00F73937">
              <w:t xml:space="preserve">Separate </w:t>
            </w:r>
          </w:p>
          <w:p w14:paraId="24D4C3B2" w14:textId="0B8946F5" w:rsidR="009C466D" w:rsidRPr="00F73937" w:rsidRDefault="009C466D" w:rsidP="001668DF">
            <w:pPr>
              <w:pStyle w:val="acctmergecolhdg"/>
              <w:spacing w:line="240" w:lineRule="auto"/>
              <w:ind w:right="-79"/>
              <w:rPr>
                <w:b w:val="0"/>
                <w:bCs/>
              </w:rPr>
            </w:pPr>
            <w:r w:rsidRPr="00F73937">
              <w:t>financial statements</w:t>
            </w:r>
          </w:p>
        </w:tc>
      </w:tr>
      <w:tr w:rsidR="009C466D" w:rsidRPr="00F73937" w14:paraId="4BB413E5" w14:textId="77777777" w:rsidTr="00957922">
        <w:trPr>
          <w:cantSplit/>
        </w:trPr>
        <w:tc>
          <w:tcPr>
            <w:tcW w:w="5130" w:type="dxa"/>
            <w:shd w:val="clear" w:color="auto" w:fill="auto"/>
          </w:tcPr>
          <w:p w14:paraId="4D05ED5A" w14:textId="77777777" w:rsidR="009C466D" w:rsidRPr="00F73937" w:rsidRDefault="009C466D" w:rsidP="001668DF">
            <w:pPr>
              <w:spacing w:line="240" w:lineRule="auto"/>
              <w:ind w:right="108"/>
            </w:pPr>
          </w:p>
        </w:tc>
        <w:tc>
          <w:tcPr>
            <w:tcW w:w="630" w:type="dxa"/>
          </w:tcPr>
          <w:p w14:paraId="776F7C6B" w14:textId="2336E107" w:rsidR="009C466D" w:rsidRPr="00F73937" w:rsidRDefault="00356C48" w:rsidP="00356C48">
            <w:pPr>
              <w:pStyle w:val="acctfourfigures"/>
              <w:tabs>
                <w:tab w:val="clear" w:pos="765"/>
              </w:tabs>
              <w:spacing w:line="240" w:lineRule="auto"/>
              <w:jc w:val="center"/>
              <w:rPr>
                <w:i/>
                <w:iCs/>
              </w:rPr>
            </w:pPr>
            <w:r w:rsidRPr="00F73937">
              <w:rPr>
                <w:i/>
                <w:iCs/>
              </w:rPr>
              <w:t>Note</w:t>
            </w:r>
          </w:p>
        </w:tc>
        <w:tc>
          <w:tcPr>
            <w:tcW w:w="180" w:type="dxa"/>
          </w:tcPr>
          <w:p w14:paraId="0B051633" w14:textId="77777777" w:rsidR="009C466D" w:rsidRPr="00F73937" w:rsidRDefault="009C466D" w:rsidP="001668DF">
            <w:pPr>
              <w:pStyle w:val="acctfourfigures"/>
              <w:tabs>
                <w:tab w:val="clear" w:pos="765"/>
              </w:tabs>
              <w:spacing w:line="240" w:lineRule="auto"/>
              <w:ind w:right="108"/>
              <w:jc w:val="center"/>
              <w:rPr>
                <w:i/>
                <w:iCs/>
              </w:rPr>
            </w:pPr>
          </w:p>
        </w:tc>
        <w:tc>
          <w:tcPr>
            <w:tcW w:w="3240" w:type="dxa"/>
            <w:gridSpan w:val="3"/>
            <w:shd w:val="clear" w:color="auto" w:fill="auto"/>
          </w:tcPr>
          <w:p w14:paraId="5D3169C8" w14:textId="26F779BD" w:rsidR="009C466D" w:rsidRPr="00F73937" w:rsidRDefault="009C466D" w:rsidP="001668DF">
            <w:pPr>
              <w:pStyle w:val="acctfourfigures"/>
              <w:tabs>
                <w:tab w:val="clear" w:pos="765"/>
              </w:tabs>
              <w:spacing w:line="240" w:lineRule="auto"/>
              <w:ind w:right="108"/>
              <w:jc w:val="center"/>
              <w:rPr>
                <w:i/>
                <w:iCs/>
              </w:rPr>
            </w:pPr>
            <w:r w:rsidRPr="00F73937">
              <w:rPr>
                <w:i/>
                <w:iCs/>
              </w:rPr>
              <w:t>(in</w:t>
            </w:r>
            <w:r w:rsidR="00244885" w:rsidRPr="00F73937">
              <w:rPr>
                <w:i/>
                <w:iCs/>
              </w:rPr>
              <w:t xml:space="preserve"> thousand</w:t>
            </w:r>
            <w:r w:rsidRPr="00F73937">
              <w:rPr>
                <w:i/>
                <w:iCs/>
              </w:rPr>
              <w:t xml:space="preserve"> Baht)</w:t>
            </w:r>
          </w:p>
        </w:tc>
      </w:tr>
      <w:tr w:rsidR="007E7CC1" w:rsidRPr="00F73937" w14:paraId="4FC8ADAE" w14:textId="77777777" w:rsidTr="00957922">
        <w:trPr>
          <w:cantSplit/>
        </w:trPr>
        <w:tc>
          <w:tcPr>
            <w:tcW w:w="5130" w:type="dxa"/>
            <w:shd w:val="clear" w:color="auto" w:fill="auto"/>
          </w:tcPr>
          <w:p w14:paraId="566C03CB" w14:textId="5A816287" w:rsidR="007E7CC1" w:rsidRPr="00F73937" w:rsidRDefault="007E7CC1" w:rsidP="007E7CC1">
            <w:pPr>
              <w:pStyle w:val="acctfourfigures"/>
              <w:shd w:val="clear" w:color="auto" w:fill="FFFFFF"/>
              <w:tabs>
                <w:tab w:val="clear" w:pos="765"/>
              </w:tabs>
              <w:spacing w:line="240" w:lineRule="auto"/>
            </w:pPr>
            <w:r w:rsidRPr="00F73937">
              <w:t>Acquisitions</w:t>
            </w:r>
            <w:r w:rsidR="001408EB">
              <w:t xml:space="preserve"> </w:t>
            </w:r>
            <w:r w:rsidRPr="00F73937">
              <w:t>- at cost</w:t>
            </w:r>
          </w:p>
        </w:tc>
        <w:tc>
          <w:tcPr>
            <w:tcW w:w="630" w:type="dxa"/>
          </w:tcPr>
          <w:p w14:paraId="08DA6727" w14:textId="77777777" w:rsidR="007E7CC1" w:rsidRPr="00F73937" w:rsidRDefault="007E7CC1" w:rsidP="007E7CC1">
            <w:pPr>
              <w:pStyle w:val="acctfourfigures"/>
              <w:tabs>
                <w:tab w:val="clear" w:pos="765"/>
                <w:tab w:val="decimal" w:pos="731"/>
              </w:tabs>
              <w:spacing w:line="240" w:lineRule="auto"/>
              <w:ind w:right="108"/>
            </w:pPr>
          </w:p>
        </w:tc>
        <w:tc>
          <w:tcPr>
            <w:tcW w:w="180" w:type="dxa"/>
          </w:tcPr>
          <w:p w14:paraId="3DB405EE" w14:textId="77777777" w:rsidR="007E7CC1" w:rsidRPr="00F73937" w:rsidRDefault="007E7CC1" w:rsidP="007E7CC1">
            <w:pPr>
              <w:pStyle w:val="acctfourfigures"/>
              <w:tabs>
                <w:tab w:val="clear" w:pos="765"/>
                <w:tab w:val="decimal" w:pos="731"/>
              </w:tabs>
              <w:spacing w:line="240" w:lineRule="auto"/>
              <w:ind w:right="108"/>
            </w:pPr>
          </w:p>
        </w:tc>
        <w:tc>
          <w:tcPr>
            <w:tcW w:w="1530" w:type="dxa"/>
            <w:shd w:val="clear" w:color="auto" w:fill="auto"/>
          </w:tcPr>
          <w:p w14:paraId="3E544F3B" w14:textId="176CF0C6" w:rsidR="007E7CC1" w:rsidRPr="00F73937" w:rsidRDefault="007E7CC1" w:rsidP="007E7CC1">
            <w:pPr>
              <w:tabs>
                <w:tab w:val="decimal" w:pos="1270"/>
              </w:tabs>
              <w:spacing w:line="240" w:lineRule="auto"/>
              <w:ind w:right="-114"/>
              <w:rPr>
                <w:highlight w:val="yellow"/>
              </w:rPr>
            </w:pPr>
            <w:r w:rsidRPr="00483256">
              <w:t>225,003</w:t>
            </w:r>
          </w:p>
        </w:tc>
        <w:tc>
          <w:tcPr>
            <w:tcW w:w="180" w:type="dxa"/>
            <w:shd w:val="clear" w:color="auto" w:fill="auto"/>
          </w:tcPr>
          <w:p w14:paraId="4370671F" w14:textId="77777777" w:rsidR="007E7CC1" w:rsidRPr="00F73937" w:rsidRDefault="007E7CC1" w:rsidP="007E7CC1">
            <w:pPr>
              <w:pStyle w:val="acctfourfigures"/>
              <w:spacing w:line="240" w:lineRule="auto"/>
              <w:ind w:right="108"/>
              <w:jc w:val="right"/>
              <w:rPr>
                <w:highlight w:val="yellow"/>
              </w:rPr>
            </w:pPr>
          </w:p>
        </w:tc>
        <w:tc>
          <w:tcPr>
            <w:tcW w:w="1530" w:type="dxa"/>
            <w:shd w:val="clear" w:color="auto" w:fill="auto"/>
          </w:tcPr>
          <w:p w14:paraId="4A30DE30" w14:textId="249882DC" w:rsidR="007E7CC1" w:rsidRPr="00F73937" w:rsidRDefault="007E7CC1" w:rsidP="007E7CC1">
            <w:pPr>
              <w:tabs>
                <w:tab w:val="decimal" w:pos="1270"/>
              </w:tabs>
              <w:spacing w:line="240" w:lineRule="auto"/>
              <w:ind w:right="-114"/>
              <w:rPr>
                <w:highlight w:val="yellow"/>
              </w:rPr>
            </w:pPr>
            <w:r w:rsidRPr="00483256">
              <w:t>17,366</w:t>
            </w:r>
          </w:p>
        </w:tc>
      </w:tr>
      <w:tr w:rsidR="00356C48" w:rsidRPr="00F73937" w14:paraId="1E583F79" w14:textId="77777777" w:rsidTr="00957922">
        <w:trPr>
          <w:cantSplit/>
        </w:trPr>
        <w:tc>
          <w:tcPr>
            <w:tcW w:w="5130" w:type="dxa"/>
            <w:shd w:val="clear" w:color="auto" w:fill="auto"/>
          </w:tcPr>
          <w:p w14:paraId="349FF598" w14:textId="77777777" w:rsidR="001135D2" w:rsidRPr="00F73937" w:rsidRDefault="00210663" w:rsidP="00210663">
            <w:pPr>
              <w:spacing w:line="240" w:lineRule="auto"/>
            </w:pPr>
            <w:r w:rsidRPr="00F73937">
              <w:t>Acqui</w:t>
            </w:r>
            <w:r w:rsidR="001135D2" w:rsidRPr="00F73937">
              <w:t xml:space="preserve">sitions through </w:t>
            </w:r>
            <w:r w:rsidRPr="00F73937">
              <w:t xml:space="preserve">business combinations </w:t>
            </w:r>
          </w:p>
          <w:p w14:paraId="0756086E" w14:textId="71A3D102" w:rsidR="00356C48" w:rsidRPr="00F73937" w:rsidRDefault="001135D2" w:rsidP="00210663">
            <w:pPr>
              <w:spacing w:line="240" w:lineRule="auto"/>
            </w:pPr>
            <w:r w:rsidRPr="00F73937">
              <w:t xml:space="preserve">   </w:t>
            </w:r>
            <w:r w:rsidR="00356C48" w:rsidRPr="00F73937">
              <w:t>- net book value</w:t>
            </w:r>
          </w:p>
        </w:tc>
        <w:tc>
          <w:tcPr>
            <w:tcW w:w="630" w:type="dxa"/>
          </w:tcPr>
          <w:p w14:paraId="03D35951" w14:textId="77777777" w:rsidR="001135D2" w:rsidRPr="00F73937" w:rsidRDefault="001135D2" w:rsidP="003C7BA5">
            <w:pPr>
              <w:pStyle w:val="acctfourfigures"/>
              <w:tabs>
                <w:tab w:val="clear" w:pos="765"/>
                <w:tab w:val="decimal" w:pos="373"/>
              </w:tabs>
              <w:spacing w:line="240" w:lineRule="auto"/>
              <w:ind w:right="108"/>
              <w:rPr>
                <w:i/>
                <w:iCs/>
              </w:rPr>
            </w:pPr>
          </w:p>
          <w:p w14:paraId="0A8E0934" w14:textId="1FC032FD" w:rsidR="00356C48" w:rsidRPr="00F73937" w:rsidRDefault="003C7BA5" w:rsidP="00957922">
            <w:pPr>
              <w:pStyle w:val="acctfourfigures"/>
              <w:tabs>
                <w:tab w:val="clear" w:pos="765"/>
                <w:tab w:val="decimal" w:pos="186"/>
              </w:tabs>
              <w:spacing w:line="240" w:lineRule="auto"/>
              <w:ind w:right="108"/>
              <w:jc w:val="center"/>
              <w:rPr>
                <w:i/>
                <w:iCs/>
              </w:rPr>
            </w:pPr>
            <w:r w:rsidRPr="00F73937">
              <w:rPr>
                <w:i/>
                <w:iCs/>
              </w:rPr>
              <w:t>2</w:t>
            </w:r>
          </w:p>
        </w:tc>
        <w:tc>
          <w:tcPr>
            <w:tcW w:w="180" w:type="dxa"/>
          </w:tcPr>
          <w:p w14:paraId="0603CDEF" w14:textId="77777777" w:rsidR="00356C48" w:rsidRPr="00F73937" w:rsidRDefault="00356C48" w:rsidP="001668DF">
            <w:pPr>
              <w:pStyle w:val="acctfourfigures"/>
              <w:tabs>
                <w:tab w:val="clear" w:pos="765"/>
                <w:tab w:val="decimal" w:pos="731"/>
              </w:tabs>
              <w:spacing w:line="240" w:lineRule="auto"/>
              <w:ind w:right="108"/>
            </w:pPr>
          </w:p>
        </w:tc>
        <w:tc>
          <w:tcPr>
            <w:tcW w:w="1530" w:type="dxa"/>
            <w:shd w:val="clear" w:color="auto" w:fill="auto"/>
          </w:tcPr>
          <w:p w14:paraId="10E76DE4" w14:textId="77777777" w:rsidR="001135D2" w:rsidRPr="00F73937" w:rsidRDefault="001135D2" w:rsidP="00671B92">
            <w:pPr>
              <w:tabs>
                <w:tab w:val="decimal" w:pos="1270"/>
              </w:tabs>
              <w:spacing w:line="240" w:lineRule="auto"/>
              <w:ind w:right="-114"/>
              <w:rPr>
                <w:highlight w:val="yellow"/>
              </w:rPr>
            </w:pPr>
          </w:p>
          <w:p w14:paraId="5B000C96" w14:textId="5D1B26D6" w:rsidR="00356C48" w:rsidRPr="00F73937" w:rsidRDefault="00EE1E49" w:rsidP="00671B92">
            <w:pPr>
              <w:tabs>
                <w:tab w:val="decimal" w:pos="1270"/>
              </w:tabs>
              <w:spacing w:line="240" w:lineRule="auto"/>
              <w:ind w:right="-114"/>
              <w:rPr>
                <w:highlight w:val="yellow"/>
              </w:rPr>
            </w:pPr>
            <w:r w:rsidRPr="00EE1E49">
              <w:t>1,932</w:t>
            </w:r>
          </w:p>
        </w:tc>
        <w:tc>
          <w:tcPr>
            <w:tcW w:w="180" w:type="dxa"/>
            <w:shd w:val="clear" w:color="auto" w:fill="auto"/>
          </w:tcPr>
          <w:p w14:paraId="2BEFAA43" w14:textId="77777777" w:rsidR="00356C48" w:rsidRPr="00F73937" w:rsidRDefault="00356C48" w:rsidP="001668DF">
            <w:pPr>
              <w:pStyle w:val="acctfourfigures"/>
              <w:spacing w:line="240" w:lineRule="auto"/>
              <w:ind w:right="108"/>
              <w:jc w:val="right"/>
              <w:rPr>
                <w:highlight w:val="yellow"/>
              </w:rPr>
            </w:pPr>
          </w:p>
        </w:tc>
        <w:tc>
          <w:tcPr>
            <w:tcW w:w="1530" w:type="dxa"/>
            <w:shd w:val="clear" w:color="auto" w:fill="auto"/>
          </w:tcPr>
          <w:p w14:paraId="6429BE0A" w14:textId="77777777" w:rsidR="001135D2" w:rsidRPr="00F73937" w:rsidRDefault="001135D2" w:rsidP="00671B92">
            <w:pPr>
              <w:tabs>
                <w:tab w:val="decimal" w:pos="1270"/>
              </w:tabs>
              <w:spacing w:line="240" w:lineRule="auto"/>
              <w:ind w:right="-114"/>
              <w:rPr>
                <w:highlight w:val="yellow"/>
              </w:rPr>
            </w:pPr>
          </w:p>
          <w:p w14:paraId="2463A907" w14:textId="196F76B5" w:rsidR="00356C48" w:rsidRPr="00EE1E49" w:rsidRDefault="003C7BA5" w:rsidP="00671B92">
            <w:pPr>
              <w:tabs>
                <w:tab w:val="decimal" w:pos="1000"/>
              </w:tabs>
              <w:spacing w:line="240" w:lineRule="auto"/>
              <w:ind w:right="-114"/>
              <w:rPr>
                <w:color w:val="000000" w:themeColor="text1"/>
                <w:highlight w:val="yellow"/>
              </w:rPr>
            </w:pPr>
            <w:r w:rsidRPr="00EE1E49">
              <w:rPr>
                <w:color w:val="000000" w:themeColor="text1"/>
              </w:rPr>
              <w:t>-</w:t>
            </w:r>
          </w:p>
        </w:tc>
      </w:tr>
      <w:tr w:rsidR="00D51A75" w:rsidRPr="00F73937" w14:paraId="1D1FAD79" w14:textId="77777777" w:rsidTr="002866A5">
        <w:trPr>
          <w:cantSplit/>
        </w:trPr>
        <w:tc>
          <w:tcPr>
            <w:tcW w:w="5130" w:type="dxa"/>
            <w:shd w:val="clear" w:color="auto" w:fill="auto"/>
          </w:tcPr>
          <w:p w14:paraId="588B1037" w14:textId="77777777" w:rsidR="00D51A75" w:rsidRPr="00F73937" w:rsidRDefault="00D51A75" w:rsidP="00D51A75">
            <w:pPr>
              <w:spacing w:line="240" w:lineRule="auto"/>
              <w:ind w:right="108"/>
            </w:pPr>
            <w:r w:rsidRPr="00F73937">
              <w:t>Disposals - net book value</w:t>
            </w:r>
          </w:p>
        </w:tc>
        <w:tc>
          <w:tcPr>
            <w:tcW w:w="630" w:type="dxa"/>
          </w:tcPr>
          <w:p w14:paraId="69F9E3C5" w14:textId="77777777" w:rsidR="00D51A75" w:rsidRPr="00F73937" w:rsidRDefault="00D51A75" w:rsidP="00D51A75">
            <w:pPr>
              <w:pStyle w:val="acctfourfigures"/>
              <w:tabs>
                <w:tab w:val="clear" w:pos="765"/>
                <w:tab w:val="decimal" w:pos="731"/>
              </w:tabs>
              <w:spacing w:line="240" w:lineRule="auto"/>
              <w:ind w:right="108"/>
            </w:pPr>
          </w:p>
        </w:tc>
        <w:tc>
          <w:tcPr>
            <w:tcW w:w="180" w:type="dxa"/>
          </w:tcPr>
          <w:p w14:paraId="32A3FBF2" w14:textId="77777777" w:rsidR="00D51A75" w:rsidRPr="00F73937" w:rsidRDefault="00D51A75" w:rsidP="00D51A75">
            <w:pPr>
              <w:pStyle w:val="acctfourfigures"/>
              <w:tabs>
                <w:tab w:val="clear" w:pos="765"/>
                <w:tab w:val="decimal" w:pos="731"/>
              </w:tabs>
              <w:spacing w:line="240" w:lineRule="auto"/>
              <w:ind w:right="108"/>
            </w:pPr>
          </w:p>
        </w:tc>
        <w:tc>
          <w:tcPr>
            <w:tcW w:w="1530" w:type="dxa"/>
            <w:shd w:val="clear" w:color="auto" w:fill="auto"/>
          </w:tcPr>
          <w:p w14:paraId="580544A9" w14:textId="45496D7D" w:rsidR="00D51A75" w:rsidRPr="00F73937" w:rsidRDefault="00D51A75" w:rsidP="00D51A75">
            <w:pPr>
              <w:tabs>
                <w:tab w:val="decimal" w:pos="1270"/>
              </w:tabs>
              <w:spacing w:line="240" w:lineRule="auto"/>
              <w:ind w:right="-114"/>
              <w:rPr>
                <w:highlight w:val="yellow"/>
              </w:rPr>
            </w:pPr>
            <w:r w:rsidRPr="008D5851">
              <w:t>(14,969)</w:t>
            </w:r>
          </w:p>
        </w:tc>
        <w:tc>
          <w:tcPr>
            <w:tcW w:w="180" w:type="dxa"/>
            <w:shd w:val="clear" w:color="auto" w:fill="auto"/>
          </w:tcPr>
          <w:p w14:paraId="5D27E7C0" w14:textId="77777777" w:rsidR="00D51A75" w:rsidRPr="00F73937" w:rsidRDefault="00D51A75" w:rsidP="00D51A75">
            <w:pPr>
              <w:pStyle w:val="acctfourfigures"/>
              <w:spacing w:line="240" w:lineRule="auto"/>
              <w:ind w:right="108"/>
              <w:jc w:val="right"/>
              <w:rPr>
                <w:highlight w:val="yellow"/>
              </w:rPr>
            </w:pPr>
          </w:p>
        </w:tc>
        <w:tc>
          <w:tcPr>
            <w:tcW w:w="1530" w:type="dxa"/>
            <w:shd w:val="clear" w:color="auto" w:fill="auto"/>
          </w:tcPr>
          <w:p w14:paraId="5EF2A137" w14:textId="12129E5A" w:rsidR="00D51A75" w:rsidRPr="00F73937" w:rsidRDefault="00D51A75" w:rsidP="00D51A75">
            <w:pPr>
              <w:tabs>
                <w:tab w:val="decimal" w:pos="1270"/>
              </w:tabs>
              <w:spacing w:line="240" w:lineRule="auto"/>
              <w:ind w:right="-114"/>
              <w:rPr>
                <w:highlight w:val="yellow"/>
              </w:rPr>
            </w:pPr>
            <w:r w:rsidRPr="008D5851">
              <w:t>(4,074)</w:t>
            </w:r>
          </w:p>
        </w:tc>
      </w:tr>
      <w:tr w:rsidR="00C82C36" w:rsidRPr="00F73937" w14:paraId="7F038E7E" w14:textId="77777777" w:rsidTr="00C82C36">
        <w:trPr>
          <w:cantSplit/>
        </w:trPr>
        <w:tc>
          <w:tcPr>
            <w:tcW w:w="5130" w:type="dxa"/>
            <w:shd w:val="clear" w:color="auto" w:fill="auto"/>
          </w:tcPr>
          <w:p w14:paraId="180B1864" w14:textId="4F152E58" w:rsidR="00C82C36" w:rsidRDefault="00C82C36" w:rsidP="00D51A75">
            <w:pPr>
              <w:spacing w:line="240" w:lineRule="auto"/>
              <w:ind w:right="108"/>
            </w:pPr>
            <w:r>
              <w:t xml:space="preserve">Transfer to </w:t>
            </w:r>
            <w:r w:rsidR="00EF6323">
              <w:t>n</w:t>
            </w:r>
            <w:r w:rsidRPr="00C82C36">
              <w:t xml:space="preserve">on-current assets classified as </w:t>
            </w:r>
          </w:p>
          <w:p w14:paraId="1E5E3659" w14:textId="274B539E" w:rsidR="00C82C36" w:rsidRPr="00F73937" w:rsidRDefault="00C82C36" w:rsidP="00D51A75">
            <w:pPr>
              <w:spacing w:line="240" w:lineRule="auto"/>
              <w:ind w:right="108"/>
            </w:pPr>
            <w:r>
              <w:t xml:space="preserve">   </w:t>
            </w:r>
            <w:r w:rsidRPr="00C82C36">
              <w:t>held for sale</w:t>
            </w:r>
          </w:p>
        </w:tc>
        <w:tc>
          <w:tcPr>
            <w:tcW w:w="630" w:type="dxa"/>
          </w:tcPr>
          <w:p w14:paraId="1F57B1C7" w14:textId="77777777" w:rsidR="00C82C36" w:rsidRPr="00F73937" w:rsidRDefault="00C82C36" w:rsidP="00D51A75">
            <w:pPr>
              <w:pStyle w:val="acctfourfigures"/>
              <w:tabs>
                <w:tab w:val="clear" w:pos="765"/>
                <w:tab w:val="decimal" w:pos="731"/>
              </w:tabs>
              <w:spacing w:line="240" w:lineRule="auto"/>
              <w:ind w:right="108"/>
            </w:pPr>
          </w:p>
        </w:tc>
        <w:tc>
          <w:tcPr>
            <w:tcW w:w="180" w:type="dxa"/>
          </w:tcPr>
          <w:p w14:paraId="024BD0AD" w14:textId="77777777" w:rsidR="00C82C36" w:rsidRPr="00F73937" w:rsidRDefault="00C82C36" w:rsidP="00D51A75">
            <w:pPr>
              <w:pStyle w:val="acctfourfigures"/>
              <w:tabs>
                <w:tab w:val="clear" w:pos="765"/>
                <w:tab w:val="decimal" w:pos="731"/>
              </w:tabs>
              <w:spacing w:line="240" w:lineRule="auto"/>
              <w:ind w:right="108"/>
            </w:pPr>
          </w:p>
        </w:tc>
        <w:tc>
          <w:tcPr>
            <w:tcW w:w="1530" w:type="dxa"/>
            <w:shd w:val="clear" w:color="auto" w:fill="auto"/>
            <w:vAlign w:val="bottom"/>
          </w:tcPr>
          <w:p w14:paraId="319124DC" w14:textId="50BDEDCE" w:rsidR="00C82C36" w:rsidRPr="008D5851" w:rsidRDefault="00C82C36" w:rsidP="00C82C36">
            <w:pPr>
              <w:tabs>
                <w:tab w:val="decimal" w:pos="1270"/>
              </w:tabs>
              <w:spacing w:line="240" w:lineRule="auto"/>
              <w:ind w:right="-114"/>
            </w:pPr>
            <w:r>
              <w:t>(38,400)</w:t>
            </w:r>
          </w:p>
        </w:tc>
        <w:tc>
          <w:tcPr>
            <w:tcW w:w="180" w:type="dxa"/>
            <w:shd w:val="clear" w:color="auto" w:fill="auto"/>
            <w:vAlign w:val="bottom"/>
          </w:tcPr>
          <w:p w14:paraId="283FE59D" w14:textId="77777777" w:rsidR="00C82C36" w:rsidRPr="00F73937" w:rsidRDefault="00C82C36" w:rsidP="00C82C36">
            <w:pPr>
              <w:pStyle w:val="acctfourfigures"/>
              <w:spacing w:line="240" w:lineRule="auto"/>
              <w:ind w:right="108"/>
              <w:rPr>
                <w:highlight w:val="yellow"/>
              </w:rPr>
            </w:pPr>
          </w:p>
        </w:tc>
        <w:tc>
          <w:tcPr>
            <w:tcW w:w="1530" w:type="dxa"/>
            <w:shd w:val="clear" w:color="auto" w:fill="auto"/>
            <w:vAlign w:val="bottom"/>
          </w:tcPr>
          <w:p w14:paraId="365892C6" w14:textId="2476B334" w:rsidR="00C82C36" w:rsidRPr="008D5851" w:rsidRDefault="002542BC" w:rsidP="002542BC">
            <w:pPr>
              <w:tabs>
                <w:tab w:val="decimal" w:pos="1000"/>
              </w:tabs>
              <w:spacing w:line="240" w:lineRule="auto"/>
              <w:ind w:right="-114"/>
            </w:pPr>
            <w:r>
              <w:t>-</w:t>
            </w:r>
          </w:p>
        </w:tc>
      </w:tr>
      <w:tr w:rsidR="00D51A75" w:rsidRPr="00F73937" w14:paraId="7E996C54" w14:textId="77777777" w:rsidTr="002866A5">
        <w:trPr>
          <w:cantSplit/>
        </w:trPr>
        <w:tc>
          <w:tcPr>
            <w:tcW w:w="5130" w:type="dxa"/>
            <w:shd w:val="clear" w:color="auto" w:fill="auto"/>
          </w:tcPr>
          <w:p w14:paraId="634EC369" w14:textId="5CB34FA0" w:rsidR="00D51A75" w:rsidRPr="00F73937" w:rsidRDefault="00D51A75" w:rsidP="00D51A75">
            <w:pPr>
              <w:spacing w:line="240" w:lineRule="auto"/>
              <w:ind w:right="108"/>
            </w:pPr>
            <w:r w:rsidRPr="00F73937">
              <w:t>Transfer to asset for service</w:t>
            </w:r>
          </w:p>
        </w:tc>
        <w:tc>
          <w:tcPr>
            <w:tcW w:w="630" w:type="dxa"/>
          </w:tcPr>
          <w:p w14:paraId="5FAB85C9" w14:textId="77777777" w:rsidR="00D51A75" w:rsidRPr="00F73937" w:rsidRDefault="00D51A75" w:rsidP="00D51A75">
            <w:pPr>
              <w:pStyle w:val="acctfourfigures"/>
              <w:tabs>
                <w:tab w:val="clear" w:pos="765"/>
                <w:tab w:val="decimal" w:pos="731"/>
              </w:tabs>
              <w:spacing w:line="240" w:lineRule="auto"/>
              <w:ind w:right="108"/>
            </w:pPr>
          </w:p>
        </w:tc>
        <w:tc>
          <w:tcPr>
            <w:tcW w:w="180" w:type="dxa"/>
          </w:tcPr>
          <w:p w14:paraId="52384669" w14:textId="77777777" w:rsidR="00D51A75" w:rsidRPr="00F73937" w:rsidRDefault="00D51A75" w:rsidP="00D51A75">
            <w:pPr>
              <w:pStyle w:val="acctfourfigures"/>
              <w:tabs>
                <w:tab w:val="clear" w:pos="765"/>
                <w:tab w:val="decimal" w:pos="731"/>
              </w:tabs>
              <w:spacing w:line="240" w:lineRule="auto"/>
              <w:ind w:right="108"/>
            </w:pPr>
          </w:p>
        </w:tc>
        <w:tc>
          <w:tcPr>
            <w:tcW w:w="1530" w:type="dxa"/>
            <w:shd w:val="clear" w:color="auto" w:fill="auto"/>
          </w:tcPr>
          <w:p w14:paraId="53F2148B" w14:textId="28820194" w:rsidR="00D51A75" w:rsidRPr="00F73937" w:rsidRDefault="00D51A75" w:rsidP="00D51A75">
            <w:pPr>
              <w:tabs>
                <w:tab w:val="decimal" w:pos="1270"/>
              </w:tabs>
              <w:spacing w:line="240" w:lineRule="auto"/>
              <w:ind w:right="-114"/>
              <w:rPr>
                <w:highlight w:val="yellow"/>
              </w:rPr>
            </w:pPr>
            <w:r w:rsidRPr="008D5851">
              <w:t>(8,329)</w:t>
            </w:r>
          </w:p>
        </w:tc>
        <w:tc>
          <w:tcPr>
            <w:tcW w:w="180" w:type="dxa"/>
            <w:shd w:val="clear" w:color="auto" w:fill="auto"/>
          </w:tcPr>
          <w:p w14:paraId="090AEFA4" w14:textId="77777777" w:rsidR="00D51A75" w:rsidRPr="00F73937" w:rsidRDefault="00D51A75" w:rsidP="00D51A75">
            <w:pPr>
              <w:pStyle w:val="acctfourfigures"/>
              <w:spacing w:line="240" w:lineRule="auto"/>
              <w:ind w:right="108"/>
              <w:jc w:val="right"/>
              <w:rPr>
                <w:highlight w:val="yellow"/>
              </w:rPr>
            </w:pPr>
          </w:p>
        </w:tc>
        <w:tc>
          <w:tcPr>
            <w:tcW w:w="1530" w:type="dxa"/>
            <w:shd w:val="clear" w:color="auto" w:fill="auto"/>
          </w:tcPr>
          <w:p w14:paraId="03982393" w14:textId="316123DD" w:rsidR="00D51A75" w:rsidRPr="00F73937" w:rsidRDefault="00D51A75" w:rsidP="00D51A75">
            <w:pPr>
              <w:tabs>
                <w:tab w:val="decimal" w:pos="1270"/>
              </w:tabs>
              <w:spacing w:line="240" w:lineRule="auto"/>
              <w:ind w:right="-114"/>
              <w:rPr>
                <w:highlight w:val="yellow"/>
              </w:rPr>
            </w:pPr>
            <w:r w:rsidRPr="008D5851">
              <w:t>(8,329)</w:t>
            </w:r>
          </w:p>
        </w:tc>
      </w:tr>
    </w:tbl>
    <w:p w14:paraId="38C70557" w14:textId="48941FAB" w:rsidR="00480BD3" w:rsidRPr="00A32FD4" w:rsidRDefault="008F1257" w:rsidP="00CB77A1">
      <w:pPr>
        <w:spacing w:line="240" w:lineRule="auto"/>
        <w:rPr>
          <w:cs/>
        </w:rPr>
      </w:pPr>
      <w:r w:rsidRPr="00F73937">
        <w:tab/>
      </w:r>
    </w:p>
    <w:p w14:paraId="5BC95007" w14:textId="77777777" w:rsidR="00F3390B" w:rsidRPr="00B07727" w:rsidRDefault="0045097A" w:rsidP="004B73D6">
      <w:pPr>
        <w:pStyle w:val="Heading1"/>
        <w:numPr>
          <w:ilvl w:val="0"/>
          <w:numId w:val="13"/>
        </w:numPr>
        <w:spacing w:before="0" w:after="0" w:line="240" w:lineRule="auto"/>
        <w:ind w:left="540" w:hanging="540"/>
        <w:jc w:val="both"/>
        <w:rPr>
          <w:b/>
          <w:bCs/>
          <w:i w:val="0"/>
          <w:iCs/>
          <w:szCs w:val="24"/>
        </w:rPr>
      </w:pPr>
      <w:r w:rsidRPr="00B07727">
        <w:rPr>
          <w:b/>
          <w:bCs/>
          <w:i w:val="0"/>
          <w:iCs/>
          <w:szCs w:val="24"/>
        </w:rPr>
        <w:t>I</w:t>
      </w:r>
      <w:r w:rsidR="00F3390B" w:rsidRPr="00B07727">
        <w:rPr>
          <w:b/>
          <w:bCs/>
          <w:i w:val="0"/>
          <w:iCs/>
          <w:szCs w:val="24"/>
        </w:rPr>
        <w:t>nterest-bearing liabilities</w:t>
      </w:r>
    </w:p>
    <w:p w14:paraId="550FFC73" w14:textId="0186B31E" w:rsidR="00342AF0" w:rsidRPr="00F73937" w:rsidRDefault="00342AF0" w:rsidP="0015343B">
      <w:pPr>
        <w:spacing w:line="240" w:lineRule="atLeast"/>
        <w:ind w:left="990"/>
        <w:jc w:val="thaiDistribute"/>
        <w:rPr>
          <w:rFonts w:eastAsia="Arial Unicode MS" w:cs="Angsana New"/>
          <w:spacing w:val="-2"/>
        </w:rPr>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3E729C" w:rsidRPr="00F73937" w14:paraId="6C17B402" w14:textId="77777777" w:rsidTr="00957922">
        <w:trPr>
          <w:cantSplit/>
          <w:tblHeader/>
        </w:trPr>
        <w:tc>
          <w:tcPr>
            <w:tcW w:w="5130" w:type="dxa"/>
            <w:shd w:val="clear" w:color="auto" w:fill="auto"/>
          </w:tcPr>
          <w:p w14:paraId="7430F87A" w14:textId="77777777" w:rsidR="003E729C" w:rsidRPr="00F73937" w:rsidRDefault="003E729C" w:rsidP="003E729C">
            <w:pPr>
              <w:spacing w:line="240" w:lineRule="auto"/>
              <w:ind w:right="108"/>
              <w:rPr>
                <w:b/>
                <w:bCs/>
                <w:i/>
                <w:iCs/>
              </w:rPr>
            </w:pPr>
          </w:p>
          <w:p w14:paraId="15B9525D" w14:textId="77777777" w:rsidR="003E729C" w:rsidRPr="00F73937" w:rsidRDefault="003E729C" w:rsidP="003E729C">
            <w:pPr>
              <w:spacing w:line="240" w:lineRule="auto"/>
              <w:ind w:right="108"/>
              <w:rPr>
                <w:b/>
                <w:bCs/>
                <w:i/>
                <w:iCs/>
              </w:rPr>
            </w:pPr>
          </w:p>
          <w:p w14:paraId="3F0431DC" w14:textId="01997EF3" w:rsidR="003E729C" w:rsidRPr="00F73937" w:rsidRDefault="003E729C" w:rsidP="003E729C">
            <w:pPr>
              <w:spacing w:line="240" w:lineRule="auto"/>
              <w:ind w:right="108"/>
              <w:rPr>
                <w:b/>
                <w:bCs/>
                <w:i/>
                <w:iCs/>
              </w:rPr>
            </w:pPr>
            <w:r w:rsidRPr="00F73937">
              <w:rPr>
                <w:b/>
                <w:bCs/>
                <w:i/>
                <w:iCs/>
              </w:rPr>
              <w:t>For the three-month period ended 31 March 2022</w:t>
            </w:r>
          </w:p>
        </w:tc>
        <w:tc>
          <w:tcPr>
            <w:tcW w:w="630" w:type="dxa"/>
          </w:tcPr>
          <w:p w14:paraId="1EF9A4C2" w14:textId="77777777" w:rsidR="003E729C" w:rsidRPr="00F73937" w:rsidRDefault="003E729C" w:rsidP="003E729C">
            <w:pPr>
              <w:pStyle w:val="acctmergecolhdg"/>
              <w:spacing w:line="240" w:lineRule="auto"/>
              <w:ind w:left="-76" w:right="-81"/>
              <w:rPr>
                <w:b w:val="0"/>
                <w:bCs/>
                <w:i/>
                <w:iCs/>
              </w:rPr>
            </w:pPr>
          </w:p>
        </w:tc>
        <w:tc>
          <w:tcPr>
            <w:tcW w:w="180" w:type="dxa"/>
          </w:tcPr>
          <w:p w14:paraId="6A32662A" w14:textId="77777777" w:rsidR="003E729C" w:rsidRPr="00F73937" w:rsidRDefault="003E729C" w:rsidP="003E729C">
            <w:pPr>
              <w:pStyle w:val="acctmergecolhdg"/>
              <w:spacing w:line="240" w:lineRule="auto"/>
              <w:ind w:right="-81"/>
              <w:rPr>
                <w:b w:val="0"/>
                <w:bCs/>
              </w:rPr>
            </w:pPr>
          </w:p>
        </w:tc>
        <w:tc>
          <w:tcPr>
            <w:tcW w:w="1530" w:type="dxa"/>
            <w:shd w:val="clear" w:color="auto" w:fill="auto"/>
            <w:vAlign w:val="bottom"/>
          </w:tcPr>
          <w:p w14:paraId="2A86423C" w14:textId="77777777" w:rsidR="003E729C" w:rsidRPr="00F73937" w:rsidRDefault="003E729C" w:rsidP="003E729C">
            <w:pPr>
              <w:pStyle w:val="acctmergecolhdg"/>
              <w:spacing w:line="240" w:lineRule="auto"/>
              <w:ind w:right="10"/>
            </w:pPr>
            <w:r w:rsidRPr="00F73937">
              <w:t xml:space="preserve">Consolidated </w:t>
            </w:r>
          </w:p>
          <w:p w14:paraId="7BA7BDA0" w14:textId="77777777" w:rsidR="003E729C" w:rsidRPr="00F73937" w:rsidRDefault="003E729C" w:rsidP="003E729C">
            <w:pPr>
              <w:pStyle w:val="acctmergecolhdg"/>
              <w:spacing w:line="240" w:lineRule="auto"/>
              <w:ind w:right="-81"/>
              <w:rPr>
                <w:b w:val="0"/>
                <w:bCs/>
              </w:rPr>
            </w:pPr>
            <w:r w:rsidRPr="00F73937">
              <w:t>financial statements</w:t>
            </w:r>
          </w:p>
        </w:tc>
        <w:tc>
          <w:tcPr>
            <w:tcW w:w="180" w:type="dxa"/>
            <w:shd w:val="clear" w:color="auto" w:fill="auto"/>
            <w:vAlign w:val="bottom"/>
          </w:tcPr>
          <w:p w14:paraId="6D22AE6A" w14:textId="77777777" w:rsidR="003E729C" w:rsidRPr="00F73937" w:rsidRDefault="003E729C" w:rsidP="003E729C">
            <w:pPr>
              <w:pStyle w:val="acctmergecolhdg"/>
              <w:spacing w:line="240" w:lineRule="auto"/>
              <w:ind w:right="108"/>
              <w:rPr>
                <w:b w:val="0"/>
                <w:bCs/>
              </w:rPr>
            </w:pPr>
          </w:p>
        </w:tc>
        <w:tc>
          <w:tcPr>
            <w:tcW w:w="1530" w:type="dxa"/>
            <w:shd w:val="clear" w:color="auto" w:fill="auto"/>
            <w:vAlign w:val="bottom"/>
          </w:tcPr>
          <w:p w14:paraId="668A0C1F" w14:textId="77777777" w:rsidR="003E729C" w:rsidRPr="00F73937" w:rsidRDefault="003E729C" w:rsidP="003E729C">
            <w:pPr>
              <w:pStyle w:val="acctmergecolhdg"/>
              <w:spacing w:line="240" w:lineRule="auto"/>
            </w:pPr>
            <w:r w:rsidRPr="00F73937">
              <w:t xml:space="preserve">Separate </w:t>
            </w:r>
          </w:p>
          <w:p w14:paraId="58FFE597" w14:textId="77777777" w:rsidR="003E729C" w:rsidRPr="00F73937" w:rsidRDefault="003E729C" w:rsidP="003E729C">
            <w:pPr>
              <w:pStyle w:val="acctmergecolhdg"/>
              <w:spacing w:line="240" w:lineRule="auto"/>
              <w:ind w:right="-79"/>
              <w:rPr>
                <w:b w:val="0"/>
                <w:bCs/>
              </w:rPr>
            </w:pPr>
            <w:r w:rsidRPr="00F73937">
              <w:t>financial statements</w:t>
            </w:r>
          </w:p>
        </w:tc>
      </w:tr>
      <w:tr w:rsidR="00244885" w:rsidRPr="00F73937" w14:paraId="1DFBF39D" w14:textId="77777777" w:rsidTr="00957922">
        <w:trPr>
          <w:cantSplit/>
        </w:trPr>
        <w:tc>
          <w:tcPr>
            <w:tcW w:w="5130" w:type="dxa"/>
            <w:shd w:val="clear" w:color="auto" w:fill="auto"/>
          </w:tcPr>
          <w:p w14:paraId="6461AEFB" w14:textId="77777777" w:rsidR="00244885" w:rsidRPr="00F73937" w:rsidRDefault="00244885" w:rsidP="00605F77">
            <w:pPr>
              <w:spacing w:line="240" w:lineRule="auto"/>
              <w:ind w:right="108"/>
            </w:pPr>
          </w:p>
        </w:tc>
        <w:tc>
          <w:tcPr>
            <w:tcW w:w="630" w:type="dxa"/>
          </w:tcPr>
          <w:p w14:paraId="1282AF93" w14:textId="63F96657" w:rsidR="00244885" w:rsidRPr="00F73937" w:rsidRDefault="00244885" w:rsidP="00605F77">
            <w:pPr>
              <w:pStyle w:val="acctfourfigures"/>
              <w:tabs>
                <w:tab w:val="clear" w:pos="765"/>
              </w:tabs>
              <w:spacing w:line="240" w:lineRule="auto"/>
              <w:jc w:val="center"/>
              <w:rPr>
                <w:i/>
                <w:iCs/>
              </w:rPr>
            </w:pPr>
          </w:p>
        </w:tc>
        <w:tc>
          <w:tcPr>
            <w:tcW w:w="180" w:type="dxa"/>
          </w:tcPr>
          <w:p w14:paraId="3A964C75" w14:textId="77777777" w:rsidR="00244885" w:rsidRPr="00F73937" w:rsidRDefault="00244885" w:rsidP="00605F77">
            <w:pPr>
              <w:pStyle w:val="acctfourfigures"/>
              <w:tabs>
                <w:tab w:val="clear" w:pos="765"/>
              </w:tabs>
              <w:spacing w:line="240" w:lineRule="auto"/>
              <w:ind w:right="108"/>
              <w:jc w:val="center"/>
              <w:rPr>
                <w:i/>
                <w:iCs/>
              </w:rPr>
            </w:pPr>
          </w:p>
        </w:tc>
        <w:tc>
          <w:tcPr>
            <w:tcW w:w="3240" w:type="dxa"/>
            <w:gridSpan w:val="3"/>
            <w:shd w:val="clear" w:color="auto" w:fill="auto"/>
          </w:tcPr>
          <w:p w14:paraId="32FFE4DE" w14:textId="466F0529" w:rsidR="00244885" w:rsidRPr="00F73937" w:rsidRDefault="00244885" w:rsidP="00605F77">
            <w:pPr>
              <w:pStyle w:val="acctfourfigures"/>
              <w:tabs>
                <w:tab w:val="clear" w:pos="765"/>
              </w:tabs>
              <w:spacing w:line="240" w:lineRule="auto"/>
              <w:ind w:right="108"/>
              <w:jc w:val="center"/>
              <w:rPr>
                <w:i/>
                <w:iCs/>
              </w:rPr>
            </w:pPr>
            <w:r w:rsidRPr="00F73937">
              <w:rPr>
                <w:i/>
                <w:iCs/>
              </w:rPr>
              <w:t>(in thousand Baht)</w:t>
            </w:r>
          </w:p>
        </w:tc>
      </w:tr>
      <w:tr w:rsidR="0006224E" w:rsidRPr="00F73937" w14:paraId="38DAC682" w14:textId="77777777" w:rsidTr="00957922">
        <w:trPr>
          <w:cantSplit/>
        </w:trPr>
        <w:tc>
          <w:tcPr>
            <w:tcW w:w="5130" w:type="dxa"/>
            <w:shd w:val="clear" w:color="auto" w:fill="auto"/>
          </w:tcPr>
          <w:p w14:paraId="65BD9524" w14:textId="16C570E4" w:rsidR="0006224E" w:rsidRPr="00EB7B76" w:rsidRDefault="00EB7B76" w:rsidP="0006224E">
            <w:pPr>
              <w:pStyle w:val="acctfourfigures"/>
              <w:shd w:val="clear" w:color="auto" w:fill="FFFFFF"/>
              <w:tabs>
                <w:tab w:val="clear" w:pos="765"/>
              </w:tabs>
              <w:spacing w:line="240" w:lineRule="auto"/>
              <w:rPr>
                <w:rFonts w:cs="Angsana New"/>
                <w:szCs w:val="28"/>
              </w:rPr>
            </w:pPr>
            <w:r>
              <w:rPr>
                <w:rFonts w:cs="Angsana New"/>
                <w:szCs w:val="28"/>
              </w:rPr>
              <w:t>Drawdowns</w:t>
            </w:r>
          </w:p>
        </w:tc>
        <w:tc>
          <w:tcPr>
            <w:tcW w:w="630" w:type="dxa"/>
          </w:tcPr>
          <w:p w14:paraId="350F6E61" w14:textId="77777777" w:rsidR="0006224E" w:rsidRPr="00F73937" w:rsidRDefault="0006224E" w:rsidP="0006224E">
            <w:pPr>
              <w:pStyle w:val="acctfourfigures"/>
              <w:tabs>
                <w:tab w:val="clear" w:pos="765"/>
                <w:tab w:val="decimal" w:pos="731"/>
              </w:tabs>
              <w:spacing w:line="240" w:lineRule="auto"/>
              <w:ind w:right="108"/>
              <w:rPr>
                <w:highlight w:val="yellow"/>
              </w:rPr>
            </w:pPr>
          </w:p>
        </w:tc>
        <w:tc>
          <w:tcPr>
            <w:tcW w:w="180" w:type="dxa"/>
          </w:tcPr>
          <w:p w14:paraId="2C0A5316" w14:textId="77777777" w:rsidR="0006224E" w:rsidRPr="00F73937" w:rsidRDefault="0006224E" w:rsidP="0006224E">
            <w:pPr>
              <w:pStyle w:val="acctfourfigures"/>
              <w:tabs>
                <w:tab w:val="clear" w:pos="765"/>
                <w:tab w:val="decimal" w:pos="731"/>
              </w:tabs>
              <w:spacing w:line="240" w:lineRule="auto"/>
              <w:ind w:right="108"/>
              <w:rPr>
                <w:highlight w:val="yellow"/>
              </w:rPr>
            </w:pPr>
          </w:p>
        </w:tc>
        <w:tc>
          <w:tcPr>
            <w:tcW w:w="1530" w:type="dxa"/>
            <w:shd w:val="clear" w:color="auto" w:fill="auto"/>
          </w:tcPr>
          <w:p w14:paraId="23223049" w14:textId="37975B04" w:rsidR="0006224E" w:rsidRPr="00F73937" w:rsidRDefault="0006224E" w:rsidP="0006224E">
            <w:pPr>
              <w:tabs>
                <w:tab w:val="decimal" w:pos="1270"/>
              </w:tabs>
              <w:spacing w:line="240" w:lineRule="auto"/>
              <w:ind w:right="-114"/>
              <w:rPr>
                <w:highlight w:val="yellow"/>
              </w:rPr>
            </w:pPr>
            <w:r w:rsidRPr="00F8552F">
              <w:t>204,673</w:t>
            </w:r>
          </w:p>
        </w:tc>
        <w:tc>
          <w:tcPr>
            <w:tcW w:w="180" w:type="dxa"/>
            <w:shd w:val="clear" w:color="auto" w:fill="auto"/>
          </w:tcPr>
          <w:p w14:paraId="71A32A52" w14:textId="77777777" w:rsidR="0006224E" w:rsidRPr="00F73937" w:rsidRDefault="0006224E" w:rsidP="0006224E">
            <w:pPr>
              <w:pStyle w:val="acctfourfigures"/>
              <w:spacing w:line="240" w:lineRule="auto"/>
              <w:ind w:right="108"/>
              <w:jc w:val="right"/>
              <w:rPr>
                <w:highlight w:val="yellow"/>
              </w:rPr>
            </w:pPr>
          </w:p>
        </w:tc>
        <w:tc>
          <w:tcPr>
            <w:tcW w:w="1530" w:type="dxa"/>
          </w:tcPr>
          <w:p w14:paraId="1B9B88C6" w14:textId="448B7867" w:rsidR="0006224E" w:rsidRPr="00F73937" w:rsidRDefault="0006224E" w:rsidP="0006224E">
            <w:pPr>
              <w:tabs>
                <w:tab w:val="decimal" w:pos="1270"/>
              </w:tabs>
              <w:spacing w:line="240" w:lineRule="auto"/>
              <w:ind w:right="-114"/>
              <w:rPr>
                <w:highlight w:val="yellow"/>
              </w:rPr>
            </w:pPr>
            <w:r w:rsidRPr="00F8552F">
              <w:t>52,868</w:t>
            </w:r>
          </w:p>
        </w:tc>
      </w:tr>
      <w:tr w:rsidR="0006224E" w:rsidRPr="00F73937" w14:paraId="7E71CDE0" w14:textId="77777777" w:rsidTr="00957922">
        <w:trPr>
          <w:cantSplit/>
        </w:trPr>
        <w:tc>
          <w:tcPr>
            <w:tcW w:w="5130" w:type="dxa"/>
            <w:shd w:val="clear" w:color="auto" w:fill="auto"/>
          </w:tcPr>
          <w:p w14:paraId="221DEED8" w14:textId="749A05C6" w:rsidR="0006224E" w:rsidRPr="00892D64" w:rsidRDefault="00EB7B76" w:rsidP="0006224E">
            <w:pPr>
              <w:pStyle w:val="acctfourfigures"/>
              <w:shd w:val="clear" w:color="auto" w:fill="FFFFFF"/>
              <w:tabs>
                <w:tab w:val="clear" w:pos="765"/>
              </w:tabs>
              <w:spacing w:line="240" w:lineRule="auto"/>
            </w:pPr>
            <w:r>
              <w:t>Repayments</w:t>
            </w:r>
          </w:p>
        </w:tc>
        <w:tc>
          <w:tcPr>
            <w:tcW w:w="630" w:type="dxa"/>
          </w:tcPr>
          <w:p w14:paraId="22A1DA2E" w14:textId="71D7FF74" w:rsidR="0006224E" w:rsidRPr="00F73937" w:rsidRDefault="0006224E" w:rsidP="0006224E">
            <w:pPr>
              <w:pStyle w:val="acctfourfigures"/>
              <w:tabs>
                <w:tab w:val="clear" w:pos="765"/>
                <w:tab w:val="decimal" w:pos="373"/>
              </w:tabs>
              <w:spacing w:line="240" w:lineRule="auto"/>
              <w:ind w:right="108"/>
              <w:rPr>
                <w:i/>
                <w:iCs/>
                <w:highlight w:val="yellow"/>
              </w:rPr>
            </w:pPr>
          </w:p>
        </w:tc>
        <w:tc>
          <w:tcPr>
            <w:tcW w:w="180" w:type="dxa"/>
          </w:tcPr>
          <w:p w14:paraId="363BCD7C" w14:textId="77777777" w:rsidR="0006224E" w:rsidRPr="00F73937" w:rsidRDefault="0006224E" w:rsidP="0006224E">
            <w:pPr>
              <w:pStyle w:val="acctfourfigures"/>
              <w:tabs>
                <w:tab w:val="clear" w:pos="765"/>
                <w:tab w:val="decimal" w:pos="731"/>
              </w:tabs>
              <w:spacing w:line="240" w:lineRule="auto"/>
              <w:ind w:right="108"/>
              <w:rPr>
                <w:highlight w:val="yellow"/>
              </w:rPr>
            </w:pPr>
          </w:p>
        </w:tc>
        <w:tc>
          <w:tcPr>
            <w:tcW w:w="1530" w:type="dxa"/>
            <w:shd w:val="clear" w:color="auto" w:fill="auto"/>
          </w:tcPr>
          <w:p w14:paraId="4CF5EFC0" w14:textId="3596D9FD" w:rsidR="0006224E" w:rsidRPr="00F73937" w:rsidRDefault="0006224E" w:rsidP="0006224E">
            <w:pPr>
              <w:tabs>
                <w:tab w:val="decimal" w:pos="1270"/>
              </w:tabs>
              <w:spacing w:line="240" w:lineRule="auto"/>
              <w:ind w:right="-114"/>
              <w:rPr>
                <w:highlight w:val="yellow"/>
              </w:rPr>
            </w:pPr>
            <w:r w:rsidRPr="00F8552F">
              <w:t>(275,083)</w:t>
            </w:r>
          </w:p>
        </w:tc>
        <w:tc>
          <w:tcPr>
            <w:tcW w:w="180" w:type="dxa"/>
            <w:shd w:val="clear" w:color="auto" w:fill="auto"/>
          </w:tcPr>
          <w:p w14:paraId="11FB7776" w14:textId="77777777" w:rsidR="0006224E" w:rsidRPr="00F73937" w:rsidRDefault="0006224E" w:rsidP="0006224E">
            <w:pPr>
              <w:pStyle w:val="acctfourfigures"/>
              <w:spacing w:line="240" w:lineRule="auto"/>
              <w:ind w:right="108"/>
              <w:jc w:val="right"/>
              <w:rPr>
                <w:highlight w:val="yellow"/>
              </w:rPr>
            </w:pPr>
          </w:p>
        </w:tc>
        <w:tc>
          <w:tcPr>
            <w:tcW w:w="1530" w:type="dxa"/>
          </w:tcPr>
          <w:p w14:paraId="0964E354" w14:textId="77359F31" w:rsidR="0006224E" w:rsidRPr="00F73937" w:rsidRDefault="0006224E" w:rsidP="0006224E">
            <w:pPr>
              <w:tabs>
                <w:tab w:val="decimal" w:pos="1270"/>
              </w:tabs>
              <w:spacing w:line="240" w:lineRule="auto"/>
              <w:ind w:right="-114"/>
              <w:rPr>
                <w:highlight w:val="yellow"/>
              </w:rPr>
            </w:pPr>
            <w:r w:rsidRPr="00F8552F">
              <w:t>(79,496)</w:t>
            </w:r>
          </w:p>
        </w:tc>
      </w:tr>
    </w:tbl>
    <w:p w14:paraId="75F7ED84" w14:textId="77777777" w:rsidR="004F0EDC" w:rsidRPr="00F73937" w:rsidRDefault="004F0EDC" w:rsidP="004209E4">
      <w:pPr>
        <w:spacing w:line="240" w:lineRule="atLeast"/>
        <w:jc w:val="thaiDistribute"/>
        <w:rPr>
          <w:rFonts w:eastAsia="Arial Unicode MS" w:cs="Angsana New"/>
          <w:b/>
          <w:bCs/>
          <w:i/>
          <w:iCs/>
          <w:spacing w:val="-2"/>
          <w:highlight w:val="yellow"/>
        </w:rPr>
      </w:pPr>
    </w:p>
    <w:p w14:paraId="6154B4CC" w14:textId="4C63BAE5" w:rsidR="00480BD3" w:rsidRPr="00071534" w:rsidRDefault="009C2273" w:rsidP="002F483C">
      <w:pPr>
        <w:spacing w:line="240" w:lineRule="atLeast"/>
        <w:ind w:left="540"/>
        <w:jc w:val="thaiDistribute"/>
        <w:rPr>
          <w:rFonts w:eastAsia="Arial Unicode MS" w:cs="Angsana New"/>
          <w:b/>
          <w:bCs/>
          <w:i/>
          <w:iCs/>
          <w:spacing w:val="-2"/>
        </w:rPr>
      </w:pPr>
      <w:r w:rsidRPr="00071534">
        <w:rPr>
          <w:rFonts w:eastAsia="Arial Unicode MS" w:cs="Angsana New"/>
          <w:b/>
          <w:bCs/>
          <w:i/>
          <w:iCs/>
          <w:spacing w:val="-2"/>
        </w:rPr>
        <w:t>Short-term</w:t>
      </w:r>
      <w:r w:rsidR="00EB7B76">
        <w:rPr>
          <w:rFonts w:eastAsia="Arial Unicode MS" w:cs="Angsana New"/>
          <w:b/>
          <w:bCs/>
          <w:i/>
          <w:iCs/>
          <w:spacing w:val="-2"/>
        </w:rPr>
        <w:t xml:space="preserve"> borrowings</w:t>
      </w:r>
      <w:r w:rsidR="00480BD3" w:rsidRPr="00071534">
        <w:rPr>
          <w:rFonts w:eastAsia="Arial Unicode MS" w:cs="Angsana New"/>
          <w:b/>
          <w:bCs/>
          <w:i/>
          <w:iCs/>
          <w:spacing w:val="-2"/>
        </w:rPr>
        <w:t xml:space="preserve"> from financial institutions</w:t>
      </w:r>
    </w:p>
    <w:p w14:paraId="240FCC42" w14:textId="0D1BD3D3" w:rsidR="00DC7485" w:rsidRPr="00071534" w:rsidRDefault="00DC7485" w:rsidP="002F483C">
      <w:pPr>
        <w:pStyle w:val="block"/>
        <w:spacing w:after="0" w:line="240" w:lineRule="atLeast"/>
        <w:ind w:left="540"/>
        <w:jc w:val="both"/>
        <w:rPr>
          <w:lang w:val="en-US"/>
        </w:rPr>
      </w:pPr>
    </w:p>
    <w:p w14:paraId="428B8BAB" w14:textId="2905C007" w:rsidR="00A701E3" w:rsidRPr="00071534" w:rsidRDefault="00A701E3" w:rsidP="00A701E3">
      <w:pPr>
        <w:spacing w:line="240" w:lineRule="atLeast"/>
        <w:ind w:left="540"/>
        <w:jc w:val="thaiDistribute"/>
        <w:rPr>
          <w:rFonts w:eastAsia="Arial Unicode MS" w:cs="Angsana New"/>
          <w:spacing w:val="-2"/>
        </w:rPr>
      </w:pPr>
      <w:r w:rsidRPr="00071534">
        <w:rPr>
          <w:rFonts w:eastAsia="Arial Unicode MS" w:cs="Angsana New"/>
          <w:spacing w:val="-2"/>
        </w:rPr>
        <w:t xml:space="preserve">In </w:t>
      </w:r>
      <w:r w:rsidR="00071534" w:rsidRPr="00071534">
        <w:rPr>
          <w:rFonts w:eastAsia="Arial Unicode MS" w:cs="Angsana New"/>
          <w:spacing w:val="-2"/>
        </w:rPr>
        <w:t>January</w:t>
      </w:r>
      <w:r w:rsidRPr="00071534">
        <w:rPr>
          <w:rFonts w:eastAsia="Arial Unicode MS" w:cs="Angsana New"/>
          <w:spacing w:val="-2"/>
        </w:rPr>
        <w:t xml:space="preserve"> 202</w:t>
      </w:r>
      <w:r w:rsidR="00071534" w:rsidRPr="00071534">
        <w:rPr>
          <w:rFonts w:eastAsia="Arial Unicode MS" w:cs="Angsana New"/>
          <w:spacing w:val="-2"/>
        </w:rPr>
        <w:t>2</w:t>
      </w:r>
      <w:r w:rsidRPr="00071534">
        <w:rPr>
          <w:rFonts w:eastAsia="Arial Unicode MS" w:cs="Angsana New"/>
          <w:spacing w:val="-2"/>
        </w:rPr>
        <w:t xml:space="preserve">, </w:t>
      </w:r>
      <w:r w:rsidR="00071534">
        <w:rPr>
          <w:rFonts w:eastAsia="Arial Unicode MS" w:cs="Angsana New"/>
          <w:spacing w:val="-2"/>
        </w:rPr>
        <w:t>a subsidiary</w:t>
      </w:r>
      <w:r w:rsidR="00071534" w:rsidRPr="00071534">
        <w:rPr>
          <w:rFonts w:eastAsia="Arial Unicode MS" w:cs="Angsana New"/>
          <w:spacing w:val="-2"/>
        </w:rPr>
        <w:t xml:space="preserve"> </w:t>
      </w:r>
      <w:r w:rsidRPr="00071534">
        <w:rPr>
          <w:rFonts w:eastAsia="Arial Unicode MS" w:cs="Angsana New"/>
          <w:spacing w:val="-2"/>
        </w:rPr>
        <w:t xml:space="preserve">entered into a short-term loan agreement, which was promissory note, with a local financial institution amounting to Baht </w:t>
      </w:r>
      <w:r w:rsidR="00071534" w:rsidRPr="00071534">
        <w:rPr>
          <w:rFonts w:eastAsia="Arial Unicode MS" w:cs="Angsana New"/>
          <w:spacing w:val="-2"/>
        </w:rPr>
        <w:t>5</w:t>
      </w:r>
      <w:r w:rsidRPr="00071534">
        <w:rPr>
          <w:rFonts w:eastAsia="Arial Unicode MS" w:cs="Angsana New"/>
          <w:spacing w:val="-2"/>
        </w:rPr>
        <w:t xml:space="preserve">0 million, bearing interest rate </w:t>
      </w:r>
      <w:r w:rsidR="00071534" w:rsidRPr="00071534">
        <w:rPr>
          <w:rFonts w:eastAsia="Arial Unicode MS" w:cs="Angsana New"/>
          <w:spacing w:val="-2"/>
        </w:rPr>
        <w:t>of</w:t>
      </w:r>
      <w:r w:rsidRPr="00071534">
        <w:rPr>
          <w:rFonts w:eastAsia="Arial Unicode MS" w:cs="Angsana New"/>
          <w:spacing w:val="-2"/>
        </w:rPr>
        <w:t xml:space="preserve"> </w:t>
      </w:r>
      <w:r w:rsidR="00071534" w:rsidRPr="00071534">
        <w:rPr>
          <w:rFonts w:eastAsia="Arial Unicode MS" w:cs="Angsana New"/>
          <w:spacing w:val="-2"/>
        </w:rPr>
        <w:t>2%</w:t>
      </w:r>
      <w:r w:rsidRPr="00071534">
        <w:rPr>
          <w:rFonts w:eastAsia="Arial Unicode MS" w:cs="Angsana New"/>
          <w:spacing w:val="-2"/>
        </w:rPr>
        <w:t xml:space="preserve"> per annum. The loan is repayable within </w:t>
      </w:r>
      <w:r w:rsidR="00071534" w:rsidRPr="00071534">
        <w:rPr>
          <w:rFonts w:eastAsia="Arial Unicode MS" w:cs="Angsana New"/>
          <w:spacing w:val="-2"/>
        </w:rPr>
        <w:t>April 2022</w:t>
      </w:r>
      <w:r w:rsidRPr="00071534">
        <w:rPr>
          <w:rFonts w:eastAsia="Arial Unicode MS" w:cs="Angsana New"/>
          <w:spacing w:val="-2"/>
        </w:rPr>
        <w:t>.</w:t>
      </w:r>
    </w:p>
    <w:p w14:paraId="7E79F476" w14:textId="77777777" w:rsidR="00A701E3" w:rsidRPr="00F73937" w:rsidRDefault="00A701E3" w:rsidP="00A701E3">
      <w:pPr>
        <w:spacing w:line="240" w:lineRule="atLeast"/>
        <w:ind w:left="540"/>
        <w:jc w:val="thaiDistribute"/>
        <w:rPr>
          <w:rFonts w:eastAsia="Arial Unicode MS" w:cs="Angsana New"/>
          <w:spacing w:val="-2"/>
          <w:highlight w:val="yellow"/>
        </w:rPr>
      </w:pPr>
    </w:p>
    <w:p w14:paraId="7D301A91" w14:textId="32E32B11" w:rsidR="00071534" w:rsidRDefault="00071534" w:rsidP="00071534">
      <w:pPr>
        <w:spacing w:line="240" w:lineRule="atLeast"/>
        <w:ind w:left="540"/>
        <w:jc w:val="thaiDistribute"/>
        <w:rPr>
          <w:rFonts w:eastAsia="Arial Unicode MS" w:cs="Angsana New"/>
          <w:spacing w:val="-2"/>
        </w:rPr>
      </w:pPr>
      <w:r w:rsidRPr="00071534">
        <w:rPr>
          <w:rFonts w:eastAsia="Arial Unicode MS" w:cs="Angsana New"/>
          <w:spacing w:val="-2"/>
        </w:rPr>
        <w:t xml:space="preserve">In </w:t>
      </w:r>
      <w:r>
        <w:rPr>
          <w:rFonts w:eastAsia="Arial Unicode MS" w:cs="Angsana New"/>
          <w:spacing w:val="-2"/>
        </w:rPr>
        <w:t>March</w:t>
      </w:r>
      <w:r w:rsidRPr="00071534">
        <w:rPr>
          <w:rFonts w:eastAsia="Arial Unicode MS" w:cs="Angsana New"/>
          <w:spacing w:val="-2"/>
        </w:rPr>
        <w:t xml:space="preserve"> 2022, </w:t>
      </w:r>
      <w:r>
        <w:rPr>
          <w:rFonts w:eastAsia="Arial Unicode MS" w:cs="Angsana New"/>
          <w:spacing w:val="-2"/>
        </w:rPr>
        <w:t>a subsidiary</w:t>
      </w:r>
      <w:r w:rsidRPr="00071534">
        <w:rPr>
          <w:rFonts w:eastAsia="Arial Unicode MS" w:cs="Angsana New"/>
          <w:spacing w:val="-2"/>
        </w:rPr>
        <w:t xml:space="preserve"> entered into a short-term loan agreement, which was promissory note, with </w:t>
      </w:r>
      <w:r w:rsidR="00EB7B76">
        <w:rPr>
          <w:rFonts w:eastAsia="Arial Unicode MS" w:cs="Angsana New"/>
          <w:spacing w:val="-2"/>
        </w:rPr>
        <w:t xml:space="preserve">   </w:t>
      </w:r>
      <w:r w:rsidRPr="00071534">
        <w:rPr>
          <w:rFonts w:eastAsia="Arial Unicode MS" w:cs="Angsana New"/>
          <w:spacing w:val="-2"/>
        </w:rPr>
        <w:t>a local financial institution amounting to Baht 5</w:t>
      </w:r>
      <w:r>
        <w:rPr>
          <w:rFonts w:eastAsia="Arial Unicode MS" w:cs="Angsana New"/>
          <w:spacing w:val="-2"/>
        </w:rPr>
        <w:t>5.09</w:t>
      </w:r>
      <w:r w:rsidRPr="00071534">
        <w:rPr>
          <w:rFonts w:eastAsia="Arial Unicode MS" w:cs="Angsana New"/>
          <w:spacing w:val="-2"/>
        </w:rPr>
        <w:t xml:space="preserve"> million, bearing interest rate </w:t>
      </w:r>
      <w:r>
        <w:rPr>
          <w:rFonts w:eastAsia="Arial Unicode MS" w:cs="Angsana New"/>
          <w:spacing w:val="-2"/>
        </w:rPr>
        <w:t>at MOR</w:t>
      </w:r>
      <w:r w:rsidR="00CF2DFF">
        <w:rPr>
          <w:rFonts w:eastAsia="Arial Unicode MS" w:cs="Angsana New"/>
          <w:spacing w:val="-2"/>
        </w:rPr>
        <w:t xml:space="preserve"> minus 1%</w:t>
      </w:r>
      <w:r w:rsidRPr="00071534">
        <w:rPr>
          <w:rFonts w:eastAsia="Arial Unicode MS" w:cs="Angsana New"/>
          <w:spacing w:val="-2"/>
        </w:rPr>
        <w:t xml:space="preserve"> per annum. The loan is repayable within April 2022.</w:t>
      </w:r>
    </w:p>
    <w:p w14:paraId="761BA493" w14:textId="1D85A499" w:rsidR="00CF2DFF" w:rsidRDefault="00CF2DFF" w:rsidP="00071534">
      <w:pPr>
        <w:spacing w:line="240" w:lineRule="atLeast"/>
        <w:ind w:left="540"/>
        <w:jc w:val="thaiDistribute"/>
        <w:rPr>
          <w:rFonts w:eastAsia="Arial Unicode MS" w:cs="Angsana New"/>
          <w:spacing w:val="-2"/>
        </w:rPr>
      </w:pPr>
    </w:p>
    <w:p w14:paraId="2B084B8A" w14:textId="349F427F" w:rsidR="00CF2DFF" w:rsidRPr="00071534" w:rsidRDefault="00CF2DFF" w:rsidP="00071534">
      <w:pPr>
        <w:spacing w:line="240" w:lineRule="atLeast"/>
        <w:ind w:left="540"/>
        <w:jc w:val="thaiDistribute"/>
        <w:rPr>
          <w:rFonts w:eastAsia="Arial Unicode MS" w:cs="Angsana New"/>
          <w:spacing w:val="-2"/>
        </w:rPr>
      </w:pPr>
      <w:r w:rsidRPr="006C5AA2">
        <w:rPr>
          <w:rFonts w:eastAsia="Arial Unicode MS" w:cs="Angsana New"/>
          <w:spacing w:val="-2"/>
        </w:rPr>
        <w:t xml:space="preserve">In March 2022, a subsidiary entered into a short-term loan agreement, which was promissory note, with </w:t>
      </w:r>
      <w:r w:rsidR="00A02EB9">
        <w:rPr>
          <w:rFonts w:eastAsia="Arial Unicode MS" w:cs="Angsana New"/>
          <w:spacing w:val="-2"/>
        </w:rPr>
        <w:t xml:space="preserve">   </w:t>
      </w:r>
      <w:r w:rsidRPr="006C5AA2">
        <w:rPr>
          <w:rFonts w:eastAsia="Arial Unicode MS" w:cs="Angsana New"/>
          <w:spacing w:val="-2"/>
        </w:rPr>
        <w:t>a local financial institution amounting to Baht 41.33 million, bearing interest rate</w:t>
      </w:r>
      <w:r w:rsidR="00CC2CF4">
        <w:rPr>
          <w:rFonts w:eastAsia="Arial Unicode MS" w:cs="Angsana New"/>
          <w:spacing w:val="-2"/>
        </w:rPr>
        <w:t xml:space="preserve"> </w:t>
      </w:r>
      <w:r w:rsidRPr="006C5AA2">
        <w:rPr>
          <w:rFonts w:eastAsia="Arial Unicode MS" w:cs="Angsana New"/>
          <w:spacing w:val="-2"/>
        </w:rPr>
        <w:t>at M</w:t>
      </w:r>
      <w:r w:rsidR="007F01F8" w:rsidRPr="006C5AA2">
        <w:rPr>
          <w:rFonts w:eastAsia="Arial Unicode MS" w:cs="Angsana New"/>
          <w:spacing w:val="-2"/>
        </w:rPr>
        <w:t>L</w:t>
      </w:r>
      <w:r w:rsidRPr="006C5AA2">
        <w:rPr>
          <w:rFonts w:eastAsia="Arial Unicode MS" w:cs="Angsana New"/>
          <w:spacing w:val="-2"/>
        </w:rPr>
        <w:t xml:space="preserve">R minus </w:t>
      </w:r>
      <w:r w:rsidR="007F01F8" w:rsidRPr="006C5AA2">
        <w:rPr>
          <w:rFonts w:eastAsia="Arial Unicode MS" w:cs="Angsana New"/>
          <w:spacing w:val="-2"/>
        </w:rPr>
        <w:t>0.75</w:t>
      </w:r>
      <w:r w:rsidRPr="006C5AA2">
        <w:rPr>
          <w:rFonts w:eastAsia="Arial Unicode MS" w:cs="Angsana New"/>
          <w:spacing w:val="-2"/>
        </w:rPr>
        <w:t xml:space="preserve">% per annum. </w:t>
      </w:r>
      <w:r w:rsidR="006B07C6" w:rsidRPr="006C5AA2">
        <w:rPr>
          <w:rFonts w:eastAsia="Arial Unicode MS" w:cs="Angsana New"/>
          <w:spacing w:val="-2"/>
        </w:rPr>
        <w:t>As at 31 March 2022, the outstanding promissory notes balances amounted to Baht 17.93 million</w:t>
      </w:r>
      <w:r w:rsidR="00C558D0" w:rsidRPr="006C5AA2">
        <w:rPr>
          <w:rFonts w:eastAsia="Arial Unicode MS" w:cs="Angsana New"/>
          <w:spacing w:val="-2"/>
        </w:rPr>
        <w:t xml:space="preserve"> and are </w:t>
      </w:r>
      <w:r w:rsidRPr="006C5AA2">
        <w:rPr>
          <w:rFonts w:eastAsia="Arial Unicode MS" w:cs="Angsana New"/>
          <w:spacing w:val="-2"/>
        </w:rPr>
        <w:t>repayable within April 2022.</w:t>
      </w:r>
      <w:r w:rsidR="00754161">
        <w:rPr>
          <w:rFonts w:eastAsia="Arial Unicode MS" w:cs="Angsana New" w:hint="cs"/>
          <w:spacing w:val="-2"/>
          <w:cs/>
        </w:rPr>
        <w:t xml:space="preserve"> </w:t>
      </w:r>
    </w:p>
    <w:p w14:paraId="1E8E30DE" w14:textId="77777777" w:rsidR="00C25A84" w:rsidRPr="00F73937" w:rsidRDefault="00C25A84" w:rsidP="00D228E8">
      <w:pPr>
        <w:pStyle w:val="block"/>
        <w:spacing w:after="0" w:line="240" w:lineRule="atLeast"/>
        <w:ind w:left="0"/>
        <w:jc w:val="both"/>
        <w:rPr>
          <w:highlight w:val="yellow"/>
          <w:cs/>
          <w:lang w:val="en-US"/>
        </w:rPr>
      </w:pPr>
    </w:p>
    <w:p w14:paraId="643D5837" w14:textId="78DB68EB" w:rsidR="0064131B" w:rsidRPr="000B5F3D" w:rsidRDefault="0064131B" w:rsidP="002F483C">
      <w:pPr>
        <w:spacing w:line="240" w:lineRule="atLeast"/>
        <w:ind w:left="540"/>
        <w:jc w:val="thaiDistribute"/>
        <w:rPr>
          <w:rFonts w:eastAsia="Arial Unicode MS" w:cs="Angsana New"/>
          <w:b/>
          <w:bCs/>
          <w:i/>
          <w:iCs/>
          <w:spacing w:val="-2"/>
        </w:rPr>
      </w:pPr>
      <w:r w:rsidRPr="000B5F3D">
        <w:rPr>
          <w:rFonts w:eastAsia="Arial Unicode MS" w:cs="Angsana New"/>
          <w:b/>
          <w:bCs/>
          <w:i/>
          <w:iCs/>
          <w:spacing w:val="-2"/>
        </w:rPr>
        <w:t>Long-term loans from financial institutions</w:t>
      </w:r>
    </w:p>
    <w:p w14:paraId="206E1DC2" w14:textId="61325300" w:rsidR="0064131B" w:rsidRDefault="0064131B" w:rsidP="002F483C">
      <w:pPr>
        <w:spacing w:line="240" w:lineRule="atLeast"/>
        <w:ind w:left="540"/>
        <w:jc w:val="thaiDistribute"/>
        <w:rPr>
          <w:rFonts w:eastAsia="Arial Unicode MS"/>
          <w:spacing w:val="-2"/>
          <w:highlight w:val="yellow"/>
        </w:rPr>
      </w:pPr>
    </w:p>
    <w:p w14:paraId="73E2895B" w14:textId="4FF7F774" w:rsidR="00484CF3" w:rsidRDefault="000B5F3D" w:rsidP="00484CF3">
      <w:pPr>
        <w:spacing w:line="240" w:lineRule="atLeast"/>
        <w:ind w:left="540"/>
        <w:jc w:val="thaiDistribute"/>
        <w:rPr>
          <w:rFonts w:eastAsia="Arial Unicode MS" w:cs="Angsana New"/>
          <w:spacing w:val="-2"/>
        </w:rPr>
      </w:pPr>
      <w:r w:rsidRPr="004646EA">
        <w:rPr>
          <w:rFonts w:eastAsia="Arial Unicode MS"/>
          <w:spacing w:val="-2"/>
        </w:rPr>
        <w:t xml:space="preserve">On 13 January 2022, </w:t>
      </w:r>
      <w:r w:rsidRPr="004646EA">
        <w:rPr>
          <w:rFonts w:eastAsia="Arial Unicode MS" w:cs="Angsana New"/>
          <w:spacing w:val="-2"/>
        </w:rPr>
        <w:t>the Company entered into a loan agreement with a local financial institution</w:t>
      </w:r>
      <w:r w:rsidR="00BC5F9D" w:rsidRPr="004646EA">
        <w:rPr>
          <w:rFonts w:eastAsia="Arial Unicode MS" w:cs="Angsana New"/>
          <w:spacing w:val="-2"/>
        </w:rPr>
        <w:t xml:space="preserve"> </w:t>
      </w:r>
      <w:r w:rsidR="00766ED0">
        <w:rPr>
          <w:rFonts w:eastAsia="Arial Unicode MS" w:cs="Angsana New"/>
          <w:spacing w:val="-2"/>
        </w:rPr>
        <w:t xml:space="preserve">amounting to </w:t>
      </w:r>
      <w:r w:rsidR="00BC5F9D" w:rsidRPr="004646EA">
        <w:rPr>
          <w:rFonts w:eastAsia="Arial Unicode MS" w:cs="Angsana New"/>
          <w:spacing w:val="-2"/>
        </w:rPr>
        <w:t>7.4</w:t>
      </w:r>
      <w:r w:rsidR="009B2268">
        <w:rPr>
          <w:rFonts w:eastAsia="Arial Unicode MS" w:cs="Angsana New"/>
          <w:spacing w:val="-2"/>
        </w:rPr>
        <w:t>0</w:t>
      </w:r>
      <w:r w:rsidR="00BC5F9D" w:rsidRPr="004646EA">
        <w:rPr>
          <w:rFonts w:eastAsia="Arial Unicode MS" w:cs="Angsana New"/>
          <w:spacing w:val="-2"/>
        </w:rPr>
        <w:t xml:space="preserve"> million</w:t>
      </w:r>
      <w:r w:rsidR="00D5099A" w:rsidRPr="004646EA">
        <w:rPr>
          <w:rFonts w:eastAsia="Arial Unicode MS" w:cs="Angsana New"/>
          <w:spacing w:val="-2"/>
        </w:rPr>
        <w:t>.</w:t>
      </w:r>
      <w:r w:rsidR="00BC5F9D" w:rsidRPr="004646EA">
        <w:rPr>
          <w:rFonts w:eastAsia="Arial Unicode MS" w:cs="Angsana New"/>
          <w:spacing w:val="-2"/>
        </w:rPr>
        <w:t xml:space="preserve"> </w:t>
      </w:r>
      <w:r w:rsidR="00484CF3" w:rsidRPr="004646EA">
        <w:rPr>
          <w:rFonts w:eastAsia="Arial Unicode MS" w:cs="Angsana New"/>
          <w:spacing w:val="-2"/>
        </w:rPr>
        <w:t xml:space="preserve">The loan bears interest rate at the rate of MLR minus 1.75% per annum. </w:t>
      </w:r>
      <w:r w:rsidR="00766ED0">
        <w:rPr>
          <w:rFonts w:eastAsia="Arial Unicode MS" w:cs="Angsana New"/>
          <w:spacing w:val="-2"/>
        </w:rPr>
        <w:t xml:space="preserve">            </w:t>
      </w:r>
      <w:r w:rsidR="00484CF3" w:rsidRPr="004646EA">
        <w:rPr>
          <w:rFonts w:eastAsia="Arial Unicode MS" w:cs="Angsana New"/>
          <w:spacing w:val="-2"/>
        </w:rPr>
        <w:t xml:space="preserve">The Company is committed to comply with conditions and restrictions in the loan agreement </w:t>
      </w:r>
      <w:r w:rsidR="00766ED0">
        <w:rPr>
          <w:rFonts w:eastAsia="Arial Unicode MS" w:cs="Angsana New"/>
          <w:spacing w:val="-2"/>
        </w:rPr>
        <w:t>including</w:t>
      </w:r>
      <w:r w:rsidR="00484CF3" w:rsidRPr="004646EA">
        <w:rPr>
          <w:rFonts w:eastAsia="Arial Unicode MS" w:cs="Angsana New"/>
          <w:spacing w:val="-2"/>
        </w:rPr>
        <w:t xml:space="preserve"> maintenance of the debt</w:t>
      </w:r>
      <w:r w:rsidR="004646EA">
        <w:rPr>
          <w:rFonts w:eastAsia="Arial Unicode MS" w:cs="Angsana New"/>
          <w:spacing w:val="-2"/>
        </w:rPr>
        <w:t>-</w:t>
      </w:r>
      <w:r w:rsidR="00484CF3" w:rsidRPr="004646EA">
        <w:rPr>
          <w:rFonts w:eastAsia="Arial Unicode MS" w:cs="Angsana New"/>
          <w:spacing w:val="-2"/>
        </w:rPr>
        <w:t>to</w:t>
      </w:r>
      <w:r w:rsidR="004646EA">
        <w:rPr>
          <w:rFonts w:eastAsia="Arial Unicode MS" w:cs="Angsana New"/>
          <w:spacing w:val="-2"/>
        </w:rPr>
        <w:t>-</w:t>
      </w:r>
      <w:r w:rsidR="00484CF3" w:rsidRPr="004646EA">
        <w:rPr>
          <w:rFonts w:eastAsia="Arial Unicode MS" w:cs="Angsana New"/>
          <w:spacing w:val="-2"/>
        </w:rPr>
        <w:t>equity ratio. The loan is repayable within March 20</w:t>
      </w:r>
      <w:r w:rsidR="004646EA" w:rsidRPr="004646EA">
        <w:rPr>
          <w:rFonts w:eastAsia="Arial Unicode MS" w:cs="Angsana New"/>
          <w:spacing w:val="-2"/>
        </w:rPr>
        <w:t>24</w:t>
      </w:r>
      <w:r w:rsidR="00484CF3" w:rsidRPr="004646EA">
        <w:rPr>
          <w:rFonts w:eastAsia="Arial Unicode MS" w:cs="Angsana New"/>
          <w:spacing w:val="-2"/>
        </w:rPr>
        <w:t>.</w:t>
      </w:r>
    </w:p>
    <w:p w14:paraId="7680A8E1" w14:textId="40DBADCF" w:rsidR="00863789" w:rsidRDefault="00863789" w:rsidP="00484CF3">
      <w:pPr>
        <w:spacing w:line="240" w:lineRule="atLeast"/>
        <w:ind w:left="540"/>
        <w:jc w:val="thaiDistribute"/>
        <w:rPr>
          <w:rFonts w:eastAsia="Arial Unicode MS" w:cs="Angsana New"/>
          <w:spacing w:val="-2"/>
        </w:rPr>
      </w:pPr>
    </w:p>
    <w:p w14:paraId="46A7B198" w14:textId="506BA17E" w:rsidR="00863789" w:rsidRPr="00863789" w:rsidRDefault="00863789" w:rsidP="00863789">
      <w:pPr>
        <w:spacing w:line="240" w:lineRule="auto"/>
        <w:ind w:left="540"/>
        <w:jc w:val="thaiDistribute"/>
        <w:rPr>
          <w:rFonts w:eastAsia="Arial Unicode MS" w:cs="Angsana New"/>
          <w:spacing w:val="-2"/>
          <w:szCs w:val="28"/>
        </w:rPr>
      </w:pPr>
      <w:r w:rsidRPr="009A4C54">
        <w:rPr>
          <w:rFonts w:eastAsia="Arial Unicode MS" w:cs="Angsana New"/>
          <w:spacing w:val="-6"/>
          <w:szCs w:val="28"/>
        </w:rPr>
        <w:t xml:space="preserve">As </w:t>
      </w:r>
      <w:r w:rsidR="00910FB5" w:rsidRPr="009A4C54">
        <w:rPr>
          <w:rFonts w:eastAsia="Arial Unicode MS" w:cs="Angsana New"/>
          <w:spacing w:val="-6"/>
          <w:szCs w:val="28"/>
        </w:rPr>
        <w:t>at</w:t>
      </w:r>
      <w:r w:rsidRPr="009A4C54">
        <w:rPr>
          <w:rFonts w:eastAsia="Arial Unicode MS" w:cs="Angsana New"/>
          <w:spacing w:val="-6"/>
          <w:szCs w:val="28"/>
        </w:rPr>
        <w:t xml:space="preserve"> 31 March 2022, the Group and the Company had unutilised credit facilities totalling Baht 5</w:t>
      </w:r>
      <w:r w:rsidR="005D0813" w:rsidRPr="009A4C54">
        <w:rPr>
          <w:rFonts w:eastAsia="Arial Unicode MS" w:cs="Angsana New"/>
          <w:spacing w:val="-6"/>
          <w:szCs w:val="28"/>
        </w:rPr>
        <w:t>80.35</w:t>
      </w:r>
      <w:r w:rsidRPr="009A4C54">
        <w:rPr>
          <w:rFonts w:eastAsia="Arial Unicode MS" w:cs="Angsana New"/>
          <w:spacing w:val="-6"/>
          <w:szCs w:val="28"/>
        </w:rPr>
        <w:t xml:space="preserve"> million</w:t>
      </w:r>
      <w:r>
        <w:rPr>
          <w:rFonts w:eastAsia="Arial Unicode MS" w:cs="Angsana New"/>
          <w:spacing w:val="-2"/>
          <w:szCs w:val="28"/>
        </w:rPr>
        <w:t xml:space="preserve"> and Baht 4</w:t>
      </w:r>
      <w:r w:rsidR="005D0813">
        <w:rPr>
          <w:rFonts w:eastAsia="Arial Unicode MS" w:cs="Angsana New"/>
          <w:spacing w:val="-2"/>
          <w:szCs w:val="28"/>
        </w:rPr>
        <w:t>0.58</w:t>
      </w:r>
      <w:r>
        <w:rPr>
          <w:rFonts w:eastAsia="Arial Unicode MS" w:cs="Angsana New"/>
          <w:spacing w:val="-2"/>
          <w:szCs w:val="28"/>
        </w:rPr>
        <w:t xml:space="preserve"> million, respectively </w:t>
      </w:r>
      <w:r>
        <w:rPr>
          <w:rFonts w:eastAsia="Arial Unicode MS" w:cs="Angsana New"/>
          <w:i/>
          <w:iCs/>
          <w:spacing w:val="-2"/>
          <w:szCs w:val="28"/>
        </w:rPr>
        <w:t>(</w:t>
      </w:r>
      <w:r w:rsidR="009A4C54">
        <w:rPr>
          <w:rFonts w:eastAsia="Arial Unicode MS" w:cs="Angsana New"/>
          <w:i/>
          <w:iCs/>
          <w:spacing w:val="-2"/>
          <w:szCs w:val="28"/>
        </w:rPr>
        <w:t xml:space="preserve">31 December </w:t>
      </w:r>
      <w:r>
        <w:rPr>
          <w:rFonts w:eastAsia="Arial Unicode MS" w:cs="Angsana New"/>
          <w:i/>
          <w:iCs/>
          <w:spacing w:val="-2"/>
          <w:szCs w:val="28"/>
        </w:rPr>
        <w:t>202</w:t>
      </w:r>
      <w:r w:rsidR="005D0813">
        <w:rPr>
          <w:rFonts w:eastAsia="Arial Unicode MS" w:cs="Angsana New"/>
          <w:i/>
          <w:iCs/>
          <w:spacing w:val="-2"/>
          <w:szCs w:val="28"/>
        </w:rPr>
        <w:t>1</w:t>
      </w:r>
      <w:r>
        <w:rPr>
          <w:rFonts w:eastAsia="Arial Unicode MS" w:cs="Angsana New"/>
          <w:i/>
          <w:iCs/>
          <w:spacing w:val="-2"/>
          <w:szCs w:val="28"/>
        </w:rPr>
        <w:t xml:space="preserve">: Baht </w:t>
      </w:r>
      <w:r w:rsidR="005D0813">
        <w:rPr>
          <w:rFonts w:eastAsia="Arial Unicode MS" w:cs="Angsana New"/>
          <w:i/>
          <w:iCs/>
          <w:spacing w:val="-2"/>
          <w:szCs w:val="28"/>
        </w:rPr>
        <w:t>517.05</w:t>
      </w:r>
      <w:r>
        <w:rPr>
          <w:rFonts w:eastAsia="Arial Unicode MS" w:cs="Angsana New"/>
          <w:i/>
          <w:iCs/>
          <w:spacing w:val="-2"/>
          <w:szCs w:val="28"/>
        </w:rPr>
        <w:t xml:space="preserve"> million and Baht </w:t>
      </w:r>
      <w:r w:rsidR="005D0813">
        <w:rPr>
          <w:rFonts w:eastAsia="Arial Unicode MS" w:cs="Angsana New"/>
          <w:i/>
          <w:iCs/>
          <w:spacing w:val="-2"/>
          <w:szCs w:val="28"/>
        </w:rPr>
        <w:t>45.62</w:t>
      </w:r>
      <w:r>
        <w:rPr>
          <w:rFonts w:eastAsia="Arial Unicode MS" w:cs="Angsana New"/>
          <w:i/>
          <w:iCs/>
          <w:spacing w:val="-2"/>
          <w:szCs w:val="28"/>
        </w:rPr>
        <w:t xml:space="preserve"> million, respectively)</w:t>
      </w:r>
      <w:r>
        <w:rPr>
          <w:rFonts w:eastAsia="Arial Unicode MS" w:cs="Angsana New"/>
          <w:spacing w:val="-2"/>
          <w:szCs w:val="28"/>
        </w:rPr>
        <w:t xml:space="preserve">. These credit facilities were secured by deposits at financial institutions amounting Baht </w:t>
      </w:r>
      <w:r w:rsidR="009A4C54">
        <w:rPr>
          <w:rFonts w:eastAsia="Arial Unicode MS" w:cs="Angsana New"/>
          <w:spacing w:val="-2"/>
          <w:szCs w:val="28"/>
        </w:rPr>
        <w:t xml:space="preserve">          </w:t>
      </w:r>
      <w:r>
        <w:rPr>
          <w:rFonts w:eastAsia="Arial Unicode MS" w:cs="Angsana New"/>
          <w:spacing w:val="-2"/>
          <w:szCs w:val="28"/>
        </w:rPr>
        <w:t xml:space="preserve">4 million </w:t>
      </w:r>
      <w:r>
        <w:rPr>
          <w:rFonts w:eastAsia="Arial Unicode MS" w:cs="Angsana New"/>
          <w:i/>
          <w:iCs/>
          <w:spacing w:val="-2"/>
          <w:szCs w:val="28"/>
        </w:rPr>
        <w:t>(</w:t>
      </w:r>
      <w:r w:rsidR="009A4C54">
        <w:rPr>
          <w:rFonts w:eastAsia="Arial Unicode MS" w:cs="Angsana New"/>
          <w:i/>
          <w:iCs/>
          <w:spacing w:val="-2"/>
          <w:szCs w:val="28"/>
        </w:rPr>
        <w:t xml:space="preserve">31 December </w:t>
      </w:r>
      <w:r>
        <w:rPr>
          <w:rFonts w:eastAsia="Arial Unicode MS" w:cs="Angsana New"/>
          <w:i/>
          <w:iCs/>
          <w:spacing w:val="-2"/>
          <w:szCs w:val="28"/>
        </w:rPr>
        <w:t>202</w:t>
      </w:r>
      <w:r w:rsidR="005D0813">
        <w:rPr>
          <w:rFonts w:eastAsia="Arial Unicode MS" w:cs="Angsana New"/>
          <w:i/>
          <w:iCs/>
          <w:spacing w:val="-2"/>
          <w:szCs w:val="28"/>
        </w:rPr>
        <w:t>1</w:t>
      </w:r>
      <w:r>
        <w:rPr>
          <w:rFonts w:eastAsia="Arial Unicode MS" w:cs="Angsana New"/>
          <w:i/>
          <w:iCs/>
          <w:spacing w:val="-2"/>
          <w:szCs w:val="28"/>
        </w:rPr>
        <w:t>: Baht 4 million)</w:t>
      </w:r>
      <w:r w:rsidR="00144F3F">
        <w:rPr>
          <w:rFonts w:eastAsia="Arial Unicode MS" w:cs="Angsana New"/>
          <w:i/>
          <w:iCs/>
          <w:spacing w:val="-2"/>
          <w:szCs w:val="28"/>
        </w:rPr>
        <w:t>.</w:t>
      </w:r>
    </w:p>
    <w:p w14:paraId="1611D49B" w14:textId="44DEE7E9" w:rsidR="00D5421B" w:rsidRDefault="00D5421B" w:rsidP="004646EA">
      <w:pPr>
        <w:spacing w:line="240" w:lineRule="atLeast"/>
        <w:jc w:val="thaiDistribute"/>
        <w:rPr>
          <w:rFonts w:eastAsia="Arial Unicode MS" w:cs="Angsana New"/>
        </w:rPr>
      </w:pPr>
    </w:p>
    <w:p w14:paraId="3673B3FB" w14:textId="0FCC71F6" w:rsidR="000876B7" w:rsidRDefault="000876B7" w:rsidP="004646EA">
      <w:pPr>
        <w:spacing w:line="240" w:lineRule="atLeast"/>
        <w:jc w:val="thaiDistribute"/>
        <w:rPr>
          <w:rFonts w:eastAsia="Arial Unicode MS" w:cs="Angsana New"/>
        </w:rPr>
      </w:pPr>
    </w:p>
    <w:p w14:paraId="313CB2AD" w14:textId="009F5531" w:rsidR="000876B7" w:rsidRDefault="000876B7" w:rsidP="004646EA">
      <w:pPr>
        <w:spacing w:line="240" w:lineRule="atLeast"/>
        <w:jc w:val="thaiDistribute"/>
        <w:rPr>
          <w:rFonts w:eastAsia="Arial Unicode MS" w:cs="Angsana New"/>
        </w:rPr>
      </w:pPr>
    </w:p>
    <w:p w14:paraId="7B93F112" w14:textId="75942930" w:rsidR="000876B7" w:rsidRDefault="000876B7" w:rsidP="004646EA">
      <w:pPr>
        <w:spacing w:line="240" w:lineRule="atLeast"/>
        <w:jc w:val="thaiDistribute"/>
        <w:rPr>
          <w:rFonts w:eastAsia="Arial Unicode MS" w:cs="Angsana New"/>
        </w:rPr>
      </w:pPr>
    </w:p>
    <w:p w14:paraId="4FFD0029" w14:textId="77777777" w:rsidR="000876B7" w:rsidRDefault="000876B7" w:rsidP="004646EA">
      <w:pPr>
        <w:spacing w:line="240" w:lineRule="atLeast"/>
        <w:jc w:val="thaiDistribute"/>
        <w:rPr>
          <w:rFonts w:eastAsia="Arial Unicode MS" w:cs="Angsana New"/>
        </w:rPr>
      </w:pPr>
    </w:p>
    <w:p w14:paraId="7B654728" w14:textId="6018A59D" w:rsidR="00DF26C5" w:rsidRPr="00DF26C5" w:rsidRDefault="00DF26C5" w:rsidP="00BB4D96">
      <w:pPr>
        <w:spacing w:line="240" w:lineRule="atLeast"/>
        <w:ind w:left="540"/>
        <w:jc w:val="thaiDistribute"/>
        <w:rPr>
          <w:rFonts w:eastAsia="Arial Unicode MS" w:cs="Angsana New"/>
          <w:b/>
          <w:bCs/>
          <w:i/>
          <w:iCs/>
        </w:rPr>
      </w:pPr>
      <w:r w:rsidRPr="00DF26C5">
        <w:rPr>
          <w:rFonts w:eastAsia="Arial Unicode MS" w:cs="Angsana New"/>
          <w:b/>
          <w:bCs/>
          <w:i/>
          <w:iCs/>
        </w:rPr>
        <w:lastRenderedPageBreak/>
        <w:t>Debentures</w:t>
      </w:r>
    </w:p>
    <w:p w14:paraId="61EFB76C" w14:textId="445C8C77" w:rsidR="00DF26C5" w:rsidRDefault="00DF26C5" w:rsidP="00BB4D96">
      <w:pPr>
        <w:spacing w:line="240" w:lineRule="atLeast"/>
        <w:ind w:left="540"/>
        <w:jc w:val="thaiDistribute"/>
        <w:rPr>
          <w:rFonts w:eastAsia="Arial Unicode MS" w:cs="Angsana New"/>
        </w:rPr>
      </w:pPr>
    </w:p>
    <w:tbl>
      <w:tblPr>
        <w:tblStyle w:val="TableGrid5"/>
        <w:tblW w:w="96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0"/>
        <w:gridCol w:w="990"/>
        <w:gridCol w:w="720"/>
        <w:gridCol w:w="1620"/>
        <w:gridCol w:w="1530"/>
        <w:gridCol w:w="1260"/>
        <w:gridCol w:w="270"/>
        <w:gridCol w:w="1440"/>
      </w:tblGrid>
      <w:tr w:rsidR="00DF26C5" w:rsidRPr="00A50D9B" w14:paraId="68AE3A8A" w14:textId="77777777" w:rsidTr="00311ACF">
        <w:trPr>
          <w:trHeight w:val="245"/>
        </w:trPr>
        <w:tc>
          <w:tcPr>
            <w:tcW w:w="1800" w:type="dxa"/>
          </w:tcPr>
          <w:p w14:paraId="3BC8A759" w14:textId="73AE2AB2" w:rsidR="00DF26C5" w:rsidRPr="00A50D9B" w:rsidRDefault="00DF26C5" w:rsidP="00C82C36">
            <w:pPr>
              <w:spacing w:line="240" w:lineRule="auto"/>
              <w:ind w:left="-14" w:right="-110"/>
              <w:jc w:val="thaiDistribute"/>
              <w:rPr>
                <w:rFonts w:ascii="Times New Roman" w:hAnsi="Times New Roman" w:cs="Times New Roman"/>
                <w:spacing w:val="-6"/>
              </w:rPr>
            </w:pPr>
          </w:p>
        </w:tc>
        <w:tc>
          <w:tcPr>
            <w:tcW w:w="990" w:type="dxa"/>
          </w:tcPr>
          <w:p w14:paraId="1C283FED" w14:textId="77777777"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 xml:space="preserve">Interest </w:t>
            </w:r>
          </w:p>
          <w:p w14:paraId="018A6FCF" w14:textId="59A4A3AE" w:rsidR="00DF26C5" w:rsidRPr="00A50D9B" w:rsidRDefault="00DF26C5" w:rsidP="00DF26C5">
            <w:pPr>
              <w:spacing w:line="240" w:lineRule="auto"/>
              <w:ind w:left="-110" w:right="-110"/>
              <w:jc w:val="center"/>
              <w:rPr>
                <w:rFonts w:ascii="Times New Roman" w:hAnsi="Times New Roman" w:cs="Times New Roman"/>
                <w:spacing w:val="-6"/>
              </w:rPr>
            </w:pPr>
            <w:r w:rsidRPr="00A50D9B">
              <w:rPr>
                <w:rFonts w:ascii="Times New Roman" w:hAnsi="Times New Roman" w:cs="Times New Roman"/>
                <w:spacing w:val="-6"/>
              </w:rPr>
              <w:t>rate</w:t>
            </w:r>
          </w:p>
        </w:tc>
        <w:tc>
          <w:tcPr>
            <w:tcW w:w="720" w:type="dxa"/>
          </w:tcPr>
          <w:p w14:paraId="78FB5368" w14:textId="77777777" w:rsidR="00DF26C5" w:rsidRPr="00A50D9B" w:rsidRDefault="00DF26C5" w:rsidP="00DF26C5">
            <w:pPr>
              <w:spacing w:line="240" w:lineRule="auto"/>
              <w:ind w:left="-110" w:right="-110"/>
              <w:jc w:val="center"/>
              <w:rPr>
                <w:rFonts w:ascii="Times New Roman" w:hAnsi="Times New Roman" w:cs="Times New Roman"/>
              </w:rPr>
            </w:pPr>
          </w:p>
          <w:p w14:paraId="36F013FE" w14:textId="4F292849" w:rsidR="00DF26C5" w:rsidRPr="00A50D9B" w:rsidRDefault="00DF26C5" w:rsidP="00DF26C5">
            <w:pPr>
              <w:spacing w:line="240" w:lineRule="auto"/>
              <w:ind w:left="-110" w:right="-110"/>
              <w:jc w:val="center"/>
              <w:rPr>
                <w:rFonts w:ascii="Times New Roman" w:hAnsi="Times New Roman" w:cs="Times New Roman"/>
              </w:rPr>
            </w:pPr>
            <w:r w:rsidRPr="00A50D9B">
              <w:rPr>
                <w:rFonts w:ascii="Times New Roman" w:hAnsi="Times New Roman" w:cs="Times New Roman"/>
              </w:rPr>
              <w:t>Age</w:t>
            </w:r>
          </w:p>
        </w:tc>
        <w:tc>
          <w:tcPr>
            <w:tcW w:w="1620" w:type="dxa"/>
          </w:tcPr>
          <w:p w14:paraId="39B1C220"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Issued </w:t>
            </w:r>
          </w:p>
          <w:p w14:paraId="333BCF2B" w14:textId="14812694" w:rsidR="00DF26C5" w:rsidRPr="00A50D9B" w:rsidRDefault="00DF26C5" w:rsidP="00DF26C5">
            <w:pPr>
              <w:spacing w:line="240" w:lineRule="auto"/>
              <w:ind w:left="-14" w:right="-110"/>
              <w:jc w:val="center"/>
              <w:rPr>
                <w:rFonts w:ascii="Times New Roman" w:hAnsi="Times New Roman" w:cs="Times New Roman"/>
                <w:spacing w:val="-6"/>
                <w:cs/>
              </w:rPr>
            </w:pPr>
            <w:r w:rsidRPr="00A50D9B">
              <w:rPr>
                <w:rFonts w:ascii="Times New Roman" w:hAnsi="Times New Roman" w:cs="Times New Roman"/>
              </w:rPr>
              <w:t>date</w:t>
            </w:r>
          </w:p>
        </w:tc>
        <w:tc>
          <w:tcPr>
            <w:tcW w:w="1530" w:type="dxa"/>
          </w:tcPr>
          <w:p w14:paraId="1DEC7CEC" w14:textId="77777777" w:rsidR="00DF26C5" w:rsidRPr="00A50D9B" w:rsidRDefault="00DF26C5" w:rsidP="00DF26C5">
            <w:pPr>
              <w:spacing w:line="240" w:lineRule="auto"/>
              <w:ind w:left="-14" w:right="-110"/>
              <w:jc w:val="center"/>
              <w:rPr>
                <w:rFonts w:ascii="Times New Roman" w:hAnsi="Times New Roman" w:cs="Times New Roman"/>
              </w:rPr>
            </w:pPr>
            <w:r w:rsidRPr="00A50D9B">
              <w:rPr>
                <w:rFonts w:ascii="Times New Roman" w:hAnsi="Times New Roman" w:cs="Times New Roman"/>
              </w:rPr>
              <w:t xml:space="preserve">Maturity </w:t>
            </w:r>
          </w:p>
          <w:p w14:paraId="18876609" w14:textId="44B99095"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rPr>
              <w:t>date</w:t>
            </w:r>
          </w:p>
        </w:tc>
        <w:tc>
          <w:tcPr>
            <w:tcW w:w="1260" w:type="dxa"/>
          </w:tcPr>
          <w:p w14:paraId="1D6230B4" w14:textId="4F077EF2"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Number of debenture</w:t>
            </w:r>
          </w:p>
        </w:tc>
        <w:tc>
          <w:tcPr>
            <w:tcW w:w="270" w:type="dxa"/>
          </w:tcPr>
          <w:p w14:paraId="5AF31D2A" w14:textId="77777777" w:rsidR="00DF26C5" w:rsidRPr="00A50D9B" w:rsidRDefault="00DF26C5" w:rsidP="00DF26C5">
            <w:pPr>
              <w:spacing w:line="240" w:lineRule="auto"/>
              <w:ind w:left="-14" w:right="-110"/>
              <w:jc w:val="center"/>
              <w:rPr>
                <w:rFonts w:ascii="Times New Roman" w:hAnsi="Times New Roman" w:cs="Times New Roman"/>
                <w:spacing w:val="-6"/>
              </w:rPr>
            </w:pPr>
          </w:p>
        </w:tc>
        <w:tc>
          <w:tcPr>
            <w:tcW w:w="1440" w:type="dxa"/>
          </w:tcPr>
          <w:p w14:paraId="3F9B5285" w14:textId="77777777" w:rsidR="00DF26C5" w:rsidRPr="00A50D9B" w:rsidRDefault="00DF26C5" w:rsidP="00DF26C5">
            <w:pPr>
              <w:spacing w:line="240" w:lineRule="auto"/>
              <w:ind w:left="-14" w:right="-110"/>
              <w:jc w:val="center"/>
              <w:rPr>
                <w:rFonts w:ascii="Times New Roman" w:hAnsi="Times New Roman" w:cs="Times New Roman"/>
                <w:spacing w:val="-6"/>
              </w:rPr>
            </w:pPr>
          </w:p>
          <w:p w14:paraId="3BB2C1CE" w14:textId="0BE086AD" w:rsidR="00DF26C5" w:rsidRPr="00A50D9B" w:rsidRDefault="00DF26C5" w:rsidP="00DF26C5">
            <w:pPr>
              <w:spacing w:line="240" w:lineRule="auto"/>
              <w:ind w:left="-14" w:right="-110"/>
              <w:jc w:val="center"/>
              <w:rPr>
                <w:rFonts w:ascii="Times New Roman" w:hAnsi="Times New Roman" w:cs="Times New Roman"/>
                <w:spacing w:val="-6"/>
              </w:rPr>
            </w:pPr>
            <w:r w:rsidRPr="00A50D9B">
              <w:rPr>
                <w:rFonts w:ascii="Times New Roman" w:hAnsi="Times New Roman" w:cs="Times New Roman"/>
                <w:spacing w:val="-6"/>
              </w:rPr>
              <w:t>Amount</w:t>
            </w:r>
          </w:p>
        </w:tc>
      </w:tr>
      <w:tr w:rsidR="00DF26C5" w:rsidRPr="00A50D9B" w14:paraId="13A1584C" w14:textId="77777777" w:rsidTr="00311ACF">
        <w:trPr>
          <w:trHeight w:val="245"/>
        </w:trPr>
        <w:tc>
          <w:tcPr>
            <w:tcW w:w="1800" w:type="dxa"/>
          </w:tcPr>
          <w:p w14:paraId="4E22D955" w14:textId="77777777" w:rsidR="00DF26C5" w:rsidRPr="00A50D9B" w:rsidRDefault="00DF26C5" w:rsidP="00DF26C5">
            <w:pPr>
              <w:spacing w:line="240" w:lineRule="auto"/>
              <w:ind w:left="-14" w:right="-110"/>
              <w:rPr>
                <w:rFonts w:ascii="Times New Roman" w:hAnsi="Times New Roman" w:cs="Times New Roman"/>
                <w:spacing w:val="-6"/>
              </w:rPr>
            </w:pPr>
          </w:p>
        </w:tc>
        <w:tc>
          <w:tcPr>
            <w:tcW w:w="990" w:type="dxa"/>
          </w:tcPr>
          <w:p w14:paraId="29F86BCB" w14:textId="3ACD98F2" w:rsidR="00DF26C5" w:rsidRPr="00A50D9B" w:rsidRDefault="00DF26C5" w:rsidP="00DF26C5">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w:t>
            </w:r>
          </w:p>
        </w:tc>
        <w:tc>
          <w:tcPr>
            <w:tcW w:w="720" w:type="dxa"/>
          </w:tcPr>
          <w:p w14:paraId="3A4C2363" w14:textId="20335E79"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(year)</w:t>
            </w:r>
          </w:p>
        </w:tc>
        <w:tc>
          <w:tcPr>
            <w:tcW w:w="1620" w:type="dxa"/>
          </w:tcPr>
          <w:p w14:paraId="15F6623C"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530" w:type="dxa"/>
          </w:tcPr>
          <w:p w14:paraId="28236666" w14:textId="77777777" w:rsidR="00DF26C5" w:rsidRPr="00A50D9B" w:rsidRDefault="00DF26C5" w:rsidP="00DF26C5">
            <w:pPr>
              <w:spacing w:line="240" w:lineRule="auto"/>
              <w:ind w:left="-14" w:right="-110"/>
              <w:jc w:val="center"/>
              <w:rPr>
                <w:rFonts w:ascii="Times New Roman" w:hAnsi="Times New Roman" w:cs="Times New Roman"/>
                <w:i/>
                <w:iCs/>
              </w:rPr>
            </w:pPr>
          </w:p>
        </w:tc>
        <w:tc>
          <w:tcPr>
            <w:tcW w:w="1260" w:type="dxa"/>
          </w:tcPr>
          <w:p w14:paraId="711C1F48" w14:textId="616FCE90" w:rsidR="00DF26C5" w:rsidRPr="00A50D9B" w:rsidRDefault="00DF26C5" w:rsidP="00DF26C5">
            <w:pPr>
              <w:spacing w:line="240" w:lineRule="auto"/>
              <w:ind w:left="-14" w:right="-110"/>
              <w:jc w:val="center"/>
              <w:rPr>
                <w:rFonts w:ascii="Times New Roman" w:hAnsi="Times New Roman" w:cs="Times New Roman"/>
                <w:i/>
                <w:iCs/>
                <w:spacing w:val="-6"/>
              </w:rPr>
            </w:pPr>
            <w:r w:rsidRPr="00A50D9B">
              <w:rPr>
                <w:rFonts w:ascii="Times New Roman" w:hAnsi="Times New Roman" w:cs="Times New Roman"/>
                <w:i/>
                <w:iCs/>
                <w:spacing w:val="-6"/>
              </w:rPr>
              <w:t>(unit)</w:t>
            </w:r>
          </w:p>
        </w:tc>
        <w:tc>
          <w:tcPr>
            <w:tcW w:w="270" w:type="dxa"/>
          </w:tcPr>
          <w:p w14:paraId="5EE91141" w14:textId="77777777" w:rsidR="00DF26C5" w:rsidRPr="00A50D9B" w:rsidRDefault="00DF26C5" w:rsidP="00DF26C5">
            <w:pPr>
              <w:spacing w:line="240" w:lineRule="auto"/>
              <w:ind w:left="-14" w:right="-110"/>
              <w:jc w:val="center"/>
              <w:rPr>
                <w:rFonts w:ascii="Times New Roman" w:hAnsi="Times New Roman" w:cs="Times New Roman"/>
                <w:i/>
                <w:iCs/>
                <w:spacing w:val="-6"/>
              </w:rPr>
            </w:pPr>
          </w:p>
        </w:tc>
        <w:tc>
          <w:tcPr>
            <w:tcW w:w="1440" w:type="dxa"/>
          </w:tcPr>
          <w:p w14:paraId="2E47CD72" w14:textId="570592E0" w:rsidR="00DF26C5" w:rsidRPr="00A50D9B" w:rsidRDefault="00DF26C5" w:rsidP="00A50D9B">
            <w:pPr>
              <w:spacing w:line="240" w:lineRule="auto"/>
              <w:ind w:left="-110" w:right="-110"/>
              <w:jc w:val="center"/>
              <w:rPr>
                <w:rFonts w:ascii="Times New Roman" w:hAnsi="Times New Roman" w:cs="Times New Roman"/>
                <w:i/>
                <w:iCs/>
                <w:spacing w:val="-6"/>
              </w:rPr>
            </w:pPr>
            <w:r w:rsidRPr="00A50D9B">
              <w:rPr>
                <w:rFonts w:ascii="Times New Roman" w:hAnsi="Times New Roman" w:cs="Times New Roman"/>
                <w:i/>
                <w:iCs/>
                <w:spacing w:val="-6"/>
              </w:rPr>
              <w:t>(in thousand Baht)</w:t>
            </w:r>
          </w:p>
        </w:tc>
      </w:tr>
      <w:tr w:rsidR="00A50D9B" w:rsidRPr="00A50D9B" w14:paraId="0F4596D2" w14:textId="77777777" w:rsidTr="00311ACF">
        <w:tc>
          <w:tcPr>
            <w:tcW w:w="1800" w:type="dxa"/>
            <w:hideMark/>
          </w:tcPr>
          <w:p w14:paraId="52408522" w14:textId="5EA0928D" w:rsidR="00A50D9B" w:rsidRPr="00A50D9B" w:rsidRDefault="00A50D9B" w:rsidP="00A50D9B">
            <w:pPr>
              <w:spacing w:line="240" w:lineRule="auto"/>
              <w:ind w:left="-108" w:right="-115" w:firstLine="108"/>
              <w:rPr>
                <w:rFonts w:ascii="Times New Roman" w:hAnsi="Times New Roman" w:cs="Times New Roman"/>
                <w:spacing w:val="-6"/>
              </w:rPr>
            </w:pPr>
            <w:r w:rsidRPr="00A50D9B">
              <w:rPr>
                <w:rFonts w:ascii="Times New Roman" w:hAnsi="Times New Roman" w:cs="Times New Roman"/>
                <w:spacing w:val="-6"/>
              </w:rPr>
              <w:t>No.</w:t>
            </w:r>
            <w:r w:rsidRPr="00A50D9B">
              <w:rPr>
                <w:rFonts w:ascii="Times New Roman" w:hAnsi="Times New Roman" w:cs="Times New Roman"/>
                <w:spacing w:val="-6"/>
                <w:cs/>
              </w:rPr>
              <w:t xml:space="preserve"> </w:t>
            </w:r>
            <w:r w:rsidRPr="00A50D9B">
              <w:rPr>
                <w:rFonts w:ascii="Times New Roman" w:hAnsi="Times New Roman" w:cs="Times New Roman"/>
                <w:spacing w:val="-6"/>
              </w:rPr>
              <w:t>1/20</w:t>
            </w:r>
            <w:r>
              <w:rPr>
                <w:rFonts w:ascii="Times New Roman" w:hAnsi="Times New Roman" w:cs="Times New Roman"/>
                <w:spacing w:val="-6"/>
              </w:rPr>
              <w:t>22</w:t>
            </w:r>
          </w:p>
        </w:tc>
        <w:tc>
          <w:tcPr>
            <w:tcW w:w="990" w:type="dxa"/>
          </w:tcPr>
          <w:p w14:paraId="10405540" w14:textId="2B893DD4" w:rsidR="00A50D9B" w:rsidRPr="00A50D9B" w:rsidRDefault="0015666D" w:rsidP="002823D3">
            <w:pPr>
              <w:spacing w:line="240" w:lineRule="auto"/>
              <w:ind w:left="-108" w:right="-115" w:firstLine="108"/>
              <w:jc w:val="center"/>
              <w:rPr>
                <w:rFonts w:ascii="Times New Roman" w:hAnsi="Times New Roman" w:cs="Times New Roman"/>
                <w:spacing w:val="-6"/>
              </w:rPr>
            </w:pPr>
            <w:r w:rsidRPr="0015666D">
              <w:rPr>
                <w:rFonts w:ascii="Times New Roman" w:hAnsi="Times New Roman" w:cs="Times New Roman"/>
                <w:spacing w:val="-6"/>
              </w:rPr>
              <w:t>6.25</w:t>
            </w:r>
          </w:p>
        </w:tc>
        <w:tc>
          <w:tcPr>
            <w:tcW w:w="720" w:type="dxa"/>
          </w:tcPr>
          <w:p w14:paraId="0F13414F" w14:textId="17D8BC97" w:rsidR="00A50D9B" w:rsidRPr="00A50D9B" w:rsidRDefault="00F119A8" w:rsidP="002823D3">
            <w:pPr>
              <w:spacing w:line="240" w:lineRule="auto"/>
              <w:ind w:left="-104" w:right="-115" w:firstLine="108"/>
              <w:jc w:val="center"/>
              <w:rPr>
                <w:rFonts w:ascii="Times New Roman" w:hAnsi="Times New Roman" w:cs="Times New Roman"/>
                <w:spacing w:val="-6"/>
              </w:rPr>
            </w:pPr>
            <w:r w:rsidRPr="00F119A8">
              <w:rPr>
                <w:rFonts w:ascii="Times New Roman" w:hAnsi="Times New Roman" w:cs="Times New Roman"/>
                <w:spacing w:val="-6"/>
              </w:rPr>
              <w:t>2</w:t>
            </w:r>
          </w:p>
        </w:tc>
        <w:tc>
          <w:tcPr>
            <w:tcW w:w="1620" w:type="dxa"/>
          </w:tcPr>
          <w:p w14:paraId="70BD2AFE" w14:textId="2A81A7B8" w:rsidR="00A50D9B" w:rsidRPr="00311ACF" w:rsidRDefault="000D75E9" w:rsidP="00311ACF">
            <w:pPr>
              <w:spacing w:line="240" w:lineRule="auto"/>
              <w:ind w:left="-104" w:right="-115" w:hanging="6"/>
              <w:jc w:val="center"/>
              <w:rPr>
                <w:rFonts w:ascii="Times New Roman" w:hAnsi="Times New Roman" w:cs="Times New Roman"/>
                <w:spacing w:val="-6"/>
              </w:rPr>
            </w:pPr>
            <w:r w:rsidRPr="00311ACF">
              <w:rPr>
                <w:rFonts w:ascii="Times New Roman" w:hAnsi="Times New Roman" w:cs="Times New Roman"/>
                <w:spacing w:val="-6"/>
              </w:rPr>
              <w:t>18 February</w:t>
            </w:r>
            <w:r w:rsidR="00311ACF">
              <w:rPr>
                <w:rFonts w:ascii="Times New Roman" w:hAnsi="Times New Roman" w:cs="Times New Roman"/>
                <w:spacing w:val="-6"/>
              </w:rPr>
              <w:t xml:space="preserve"> </w:t>
            </w:r>
            <w:r w:rsidRPr="00311ACF">
              <w:rPr>
                <w:rFonts w:ascii="Times New Roman" w:hAnsi="Times New Roman" w:cs="Times New Roman"/>
                <w:spacing w:val="-6"/>
              </w:rPr>
              <w:t>2022</w:t>
            </w:r>
          </w:p>
        </w:tc>
        <w:tc>
          <w:tcPr>
            <w:tcW w:w="1530" w:type="dxa"/>
          </w:tcPr>
          <w:p w14:paraId="2427546D" w14:textId="36837D21" w:rsidR="00A50D9B" w:rsidRPr="00311ACF" w:rsidRDefault="002823D3" w:rsidP="00311ACF">
            <w:pPr>
              <w:spacing w:line="240" w:lineRule="auto"/>
              <w:ind w:left="-104" w:right="-115" w:hanging="6"/>
              <w:jc w:val="center"/>
              <w:rPr>
                <w:rFonts w:ascii="Times New Roman" w:hAnsi="Times New Roman" w:cs="Times New Roman"/>
                <w:spacing w:val="-6"/>
              </w:rPr>
            </w:pPr>
            <w:r w:rsidRPr="00311ACF">
              <w:rPr>
                <w:rFonts w:ascii="Times New Roman" w:hAnsi="Times New Roman" w:cs="Times New Roman"/>
                <w:spacing w:val="-6"/>
              </w:rPr>
              <w:t>18 February</w:t>
            </w:r>
            <w:r w:rsidR="00311ACF">
              <w:rPr>
                <w:rFonts w:ascii="Times New Roman" w:hAnsi="Times New Roman" w:cs="Times New Roman"/>
                <w:spacing w:val="-6"/>
              </w:rPr>
              <w:t xml:space="preserve"> </w:t>
            </w:r>
            <w:r w:rsidRPr="00311ACF">
              <w:rPr>
                <w:rFonts w:ascii="Times New Roman" w:hAnsi="Times New Roman" w:cs="Times New Roman"/>
                <w:spacing w:val="-6"/>
              </w:rPr>
              <w:t>2024</w:t>
            </w:r>
          </w:p>
        </w:tc>
        <w:tc>
          <w:tcPr>
            <w:tcW w:w="1260" w:type="dxa"/>
          </w:tcPr>
          <w:p w14:paraId="13DEA0B5" w14:textId="448C5427" w:rsidR="00A50D9B" w:rsidRPr="00A50D9B" w:rsidRDefault="002823D3" w:rsidP="002823D3">
            <w:pPr>
              <w:tabs>
                <w:tab w:val="left" w:pos="1219"/>
              </w:tabs>
              <w:spacing w:line="240" w:lineRule="auto"/>
              <w:ind w:left="-201" w:firstLine="540"/>
              <w:jc w:val="both"/>
              <w:rPr>
                <w:rFonts w:ascii="Times New Roman" w:hAnsi="Times New Roman" w:cs="Times New Roman"/>
                <w:spacing w:val="-4"/>
              </w:rPr>
            </w:pPr>
            <w:r>
              <w:rPr>
                <w:rFonts w:ascii="Times New Roman" w:hAnsi="Times New Roman" w:cs="Times New Roman"/>
                <w:spacing w:val="-4"/>
              </w:rPr>
              <w:t>500,000</w:t>
            </w:r>
          </w:p>
        </w:tc>
        <w:tc>
          <w:tcPr>
            <w:tcW w:w="270" w:type="dxa"/>
          </w:tcPr>
          <w:p w14:paraId="5EC801B0" w14:textId="77777777" w:rsidR="00A50D9B" w:rsidRPr="00A50D9B" w:rsidRDefault="00A50D9B" w:rsidP="002823D3">
            <w:pPr>
              <w:spacing w:line="240" w:lineRule="auto"/>
              <w:ind w:left="-14" w:right="29"/>
              <w:jc w:val="both"/>
              <w:rPr>
                <w:rFonts w:ascii="Times New Roman" w:hAnsi="Times New Roman" w:cs="Times New Roman"/>
                <w:spacing w:val="-4"/>
              </w:rPr>
            </w:pPr>
          </w:p>
        </w:tc>
        <w:tc>
          <w:tcPr>
            <w:tcW w:w="1440" w:type="dxa"/>
          </w:tcPr>
          <w:p w14:paraId="39F5B725" w14:textId="45A6DF23" w:rsidR="00A50D9B" w:rsidRPr="002C0A47" w:rsidRDefault="002823D3" w:rsidP="002C0A47">
            <w:pPr>
              <w:tabs>
                <w:tab w:val="decimal" w:pos="1150"/>
              </w:tabs>
              <w:overflowPunct/>
              <w:autoSpaceDE/>
              <w:autoSpaceDN/>
              <w:adjustRightInd/>
              <w:spacing w:line="240" w:lineRule="auto"/>
              <w:ind w:right="-114"/>
              <w:textAlignment w:val="auto"/>
              <w:rPr>
                <w:rFonts w:ascii="Times New Roman" w:hAnsi="Times New Roman" w:cs="Times New Roman"/>
              </w:rPr>
            </w:pPr>
            <w:r w:rsidRPr="002C0A47">
              <w:rPr>
                <w:rFonts w:ascii="Times New Roman" w:hAnsi="Times New Roman" w:cs="Times New Roman"/>
              </w:rPr>
              <w:t>500,000</w:t>
            </w:r>
          </w:p>
        </w:tc>
      </w:tr>
      <w:tr w:rsidR="00A50D9B" w:rsidRPr="00A50D9B" w14:paraId="507B5107" w14:textId="77777777" w:rsidTr="00311ACF">
        <w:tc>
          <w:tcPr>
            <w:tcW w:w="5130" w:type="dxa"/>
            <w:gridSpan w:val="4"/>
          </w:tcPr>
          <w:p w14:paraId="26E3F81E" w14:textId="751510E4" w:rsidR="00A50D9B" w:rsidRPr="00A50D9B" w:rsidRDefault="00A50D9B" w:rsidP="00C82C36">
            <w:pPr>
              <w:tabs>
                <w:tab w:val="left" w:pos="2862"/>
              </w:tabs>
              <w:spacing w:line="240" w:lineRule="auto"/>
              <w:ind w:right="-108"/>
              <w:rPr>
                <w:rFonts w:ascii="Times New Roman" w:hAnsi="Times New Roman" w:cs="Times New Roman"/>
                <w:spacing w:val="-6"/>
              </w:rPr>
            </w:pPr>
            <w:r w:rsidRPr="007478A4">
              <w:rPr>
                <w:rFonts w:ascii="Times New Roman" w:hAnsi="Times New Roman" w:cs="Times New Roman"/>
                <w:i/>
                <w:iCs/>
                <w:spacing w:val="-6"/>
              </w:rPr>
              <w:t>Less</w:t>
            </w:r>
            <w:r>
              <w:rPr>
                <w:rFonts w:ascii="Times New Roman" w:hAnsi="Times New Roman" w:cs="Times New Roman"/>
                <w:spacing w:val="-6"/>
              </w:rPr>
              <w:t xml:space="preserve"> </w:t>
            </w:r>
            <w:r w:rsidR="00C51870">
              <w:rPr>
                <w:rFonts w:ascii="Times New Roman" w:hAnsi="Times New Roman" w:cs="Times New Roman"/>
                <w:spacing w:val="-6"/>
              </w:rPr>
              <w:t xml:space="preserve">unamortised </w:t>
            </w:r>
            <w:r w:rsidR="002C0A47">
              <w:rPr>
                <w:rFonts w:ascii="Times New Roman" w:hAnsi="Times New Roman" w:cs="Times New Roman"/>
                <w:spacing w:val="-6"/>
              </w:rPr>
              <w:t>expenses</w:t>
            </w:r>
            <w:r w:rsidR="00C51870">
              <w:rPr>
                <w:rFonts w:ascii="Times New Roman" w:hAnsi="Times New Roman" w:cs="Times New Roman"/>
                <w:spacing w:val="-6"/>
              </w:rPr>
              <w:t xml:space="preserve"> relating to </w:t>
            </w:r>
            <w:r w:rsidR="002C0A47">
              <w:rPr>
                <w:rFonts w:ascii="Times New Roman" w:hAnsi="Times New Roman" w:cs="Times New Roman"/>
                <w:spacing w:val="-6"/>
              </w:rPr>
              <w:t xml:space="preserve">issuing </w:t>
            </w:r>
            <w:r w:rsidR="00C51870">
              <w:rPr>
                <w:rFonts w:ascii="Times New Roman" w:hAnsi="Times New Roman" w:cs="Times New Roman"/>
                <w:spacing w:val="-6"/>
              </w:rPr>
              <w:t>debentures</w:t>
            </w:r>
          </w:p>
        </w:tc>
        <w:tc>
          <w:tcPr>
            <w:tcW w:w="1530" w:type="dxa"/>
          </w:tcPr>
          <w:p w14:paraId="12B25B76" w14:textId="77777777" w:rsidR="00A50D9B" w:rsidRPr="00A50D9B" w:rsidRDefault="00A50D9B" w:rsidP="002823D3">
            <w:pPr>
              <w:spacing w:line="240" w:lineRule="auto"/>
              <w:ind w:left="-108" w:right="-108"/>
              <w:jc w:val="center"/>
              <w:rPr>
                <w:rFonts w:ascii="Times New Roman" w:hAnsi="Times New Roman" w:cs="Times New Roman"/>
                <w:spacing w:val="-6"/>
              </w:rPr>
            </w:pPr>
          </w:p>
        </w:tc>
        <w:tc>
          <w:tcPr>
            <w:tcW w:w="1260" w:type="dxa"/>
          </w:tcPr>
          <w:p w14:paraId="5F6B790F" w14:textId="77777777" w:rsidR="00A50D9B" w:rsidRPr="00A50D9B" w:rsidRDefault="00A50D9B" w:rsidP="002823D3">
            <w:pPr>
              <w:spacing w:line="240" w:lineRule="auto"/>
              <w:ind w:left="-14"/>
              <w:jc w:val="both"/>
              <w:rPr>
                <w:rFonts w:ascii="Times New Roman" w:hAnsi="Times New Roman" w:cs="Times New Roman"/>
                <w:spacing w:val="-4"/>
              </w:rPr>
            </w:pPr>
          </w:p>
        </w:tc>
        <w:tc>
          <w:tcPr>
            <w:tcW w:w="270" w:type="dxa"/>
          </w:tcPr>
          <w:p w14:paraId="39102152" w14:textId="77777777" w:rsidR="00A50D9B" w:rsidRPr="00A50D9B" w:rsidRDefault="00A50D9B" w:rsidP="002823D3">
            <w:pPr>
              <w:spacing w:line="240" w:lineRule="auto"/>
              <w:ind w:left="-14" w:right="29"/>
              <w:jc w:val="both"/>
              <w:rPr>
                <w:rFonts w:ascii="Times New Roman" w:hAnsi="Times New Roman" w:cs="Times New Roman"/>
                <w:spacing w:val="-4"/>
              </w:rPr>
            </w:pPr>
          </w:p>
        </w:tc>
        <w:tc>
          <w:tcPr>
            <w:tcW w:w="1440" w:type="dxa"/>
            <w:tcBorders>
              <w:bottom w:val="single" w:sz="4" w:space="0" w:color="auto"/>
            </w:tcBorders>
          </w:tcPr>
          <w:p w14:paraId="3ADB1DB5" w14:textId="1F1E5BAA" w:rsidR="00A50D9B" w:rsidRPr="002C0A47" w:rsidRDefault="002823D3" w:rsidP="002C0A47">
            <w:pPr>
              <w:tabs>
                <w:tab w:val="decimal" w:pos="1150"/>
              </w:tabs>
              <w:overflowPunct/>
              <w:autoSpaceDE/>
              <w:autoSpaceDN/>
              <w:adjustRightInd/>
              <w:spacing w:line="240" w:lineRule="auto"/>
              <w:ind w:right="-114"/>
              <w:textAlignment w:val="auto"/>
              <w:rPr>
                <w:rFonts w:ascii="Times New Roman" w:hAnsi="Times New Roman" w:cs="Times New Roman"/>
              </w:rPr>
            </w:pPr>
            <w:r w:rsidRPr="002C0A47">
              <w:rPr>
                <w:rFonts w:ascii="Times New Roman" w:hAnsi="Times New Roman" w:cs="Times New Roman"/>
              </w:rPr>
              <w:t>(6</w:t>
            </w:r>
            <w:r w:rsidR="00C82C36" w:rsidRPr="002C0A47">
              <w:rPr>
                <w:rFonts w:ascii="Times New Roman" w:hAnsi="Times New Roman" w:cs="Times New Roman"/>
              </w:rPr>
              <w:t>,</w:t>
            </w:r>
            <w:r w:rsidRPr="002C0A47">
              <w:rPr>
                <w:rFonts w:ascii="Times New Roman" w:hAnsi="Times New Roman" w:cs="Times New Roman"/>
              </w:rPr>
              <w:t>632)</w:t>
            </w:r>
          </w:p>
        </w:tc>
      </w:tr>
      <w:tr w:rsidR="00A50D9B" w:rsidRPr="00C51870" w14:paraId="11C9352A" w14:textId="77777777" w:rsidTr="00311ACF">
        <w:tc>
          <w:tcPr>
            <w:tcW w:w="1800" w:type="dxa"/>
          </w:tcPr>
          <w:p w14:paraId="25E04D2A" w14:textId="2383319C" w:rsidR="00A50D9B" w:rsidRPr="00C51870" w:rsidRDefault="00C51870" w:rsidP="00A50D9B">
            <w:pPr>
              <w:spacing w:line="240" w:lineRule="auto"/>
              <w:ind w:left="-108" w:right="-115" w:firstLine="108"/>
              <w:rPr>
                <w:rFonts w:ascii="Times New Roman" w:hAnsi="Times New Roman" w:cs="Times New Roman"/>
                <w:b/>
                <w:bCs/>
                <w:spacing w:val="-6"/>
              </w:rPr>
            </w:pPr>
            <w:r w:rsidRPr="00C51870">
              <w:rPr>
                <w:rFonts w:ascii="Times New Roman" w:hAnsi="Times New Roman" w:cs="Times New Roman"/>
                <w:b/>
                <w:bCs/>
                <w:spacing w:val="-6"/>
              </w:rPr>
              <w:t>Debentures - net</w:t>
            </w:r>
          </w:p>
        </w:tc>
        <w:tc>
          <w:tcPr>
            <w:tcW w:w="990" w:type="dxa"/>
          </w:tcPr>
          <w:p w14:paraId="28FD1302" w14:textId="77777777" w:rsidR="00A50D9B" w:rsidRPr="00C51870" w:rsidRDefault="00A50D9B" w:rsidP="00A50D9B">
            <w:pPr>
              <w:spacing w:line="240" w:lineRule="auto"/>
              <w:ind w:left="-108" w:right="-108"/>
              <w:rPr>
                <w:rFonts w:ascii="Times New Roman" w:hAnsi="Times New Roman" w:cs="Times New Roman"/>
                <w:b/>
                <w:bCs/>
              </w:rPr>
            </w:pPr>
          </w:p>
        </w:tc>
        <w:tc>
          <w:tcPr>
            <w:tcW w:w="720" w:type="dxa"/>
          </w:tcPr>
          <w:p w14:paraId="0FCF09E6" w14:textId="77777777" w:rsidR="00A50D9B" w:rsidRPr="00C51870" w:rsidRDefault="00A50D9B" w:rsidP="00A50D9B">
            <w:pPr>
              <w:spacing w:line="240" w:lineRule="auto"/>
              <w:ind w:left="-104" w:right="-132"/>
              <w:rPr>
                <w:rFonts w:ascii="Times New Roman" w:hAnsi="Times New Roman" w:cs="Times New Roman"/>
                <w:b/>
                <w:bCs/>
              </w:rPr>
            </w:pPr>
          </w:p>
        </w:tc>
        <w:tc>
          <w:tcPr>
            <w:tcW w:w="1620" w:type="dxa"/>
          </w:tcPr>
          <w:p w14:paraId="14BB6BB0" w14:textId="77777777" w:rsidR="00A50D9B" w:rsidRPr="00C51870" w:rsidRDefault="00A50D9B" w:rsidP="00A50D9B">
            <w:pPr>
              <w:spacing w:line="240" w:lineRule="auto"/>
              <w:ind w:left="-14" w:right="29"/>
              <w:rPr>
                <w:rFonts w:ascii="Times New Roman" w:hAnsi="Times New Roman" w:cs="Times New Roman"/>
                <w:b/>
                <w:bCs/>
                <w:spacing w:val="-6"/>
              </w:rPr>
            </w:pPr>
          </w:p>
        </w:tc>
        <w:tc>
          <w:tcPr>
            <w:tcW w:w="1530" w:type="dxa"/>
          </w:tcPr>
          <w:p w14:paraId="751EFC13" w14:textId="77777777" w:rsidR="00A50D9B" w:rsidRPr="00C51870" w:rsidRDefault="00A50D9B" w:rsidP="00A50D9B">
            <w:pPr>
              <w:spacing w:line="240" w:lineRule="auto"/>
              <w:ind w:left="-14" w:right="29"/>
              <w:rPr>
                <w:rFonts w:ascii="Times New Roman" w:hAnsi="Times New Roman" w:cs="Times New Roman"/>
                <w:b/>
                <w:bCs/>
                <w:spacing w:val="-6"/>
              </w:rPr>
            </w:pPr>
          </w:p>
        </w:tc>
        <w:tc>
          <w:tcPr>
            <w:tcW w:w="1260" w:type="dxa"/>
          </w:tcPr>
          <w:p w14:paraId="40B96D7F" w14:textId="77777777" w:rsidR="00A50D9B" w:rsidRPr="00C51870" w:rsidRDefault="00A50D9B" w:rsidP="002823D3">
            <w:pPr>
              <w:spacing w:line="240" w:lineRule="auto"/>
              <w:ind w:left="-14"/>
              <w:rPr>
                <w:rFonts w:ascii="Times New Roman" w:hAnsi="Times New Roman" w:cs="Times New Roman"/>
                <w:b/>
                <w:bCs/>
                <w:spacing w:val="-4"/>
              </w:rPr>
            </w:pPr>
          </w:p>
        </w:tc>
        <w:tc>
          <w:tcPr>
            <w:tcW w:w="270" w:type="dxa"/>
          </w:tcPr>
          <w:p w14:paraId="24AA8013" w14:textId="77777777" w:rsidR="00A50D9B" w:rsidRPr="00C51870" w:rsidRDefault="00A50D9B" w:rsidP="00A50D9B">
            <w:pPr>
              <w:spacing w:line="240" w:lineRule="auto"/>
              <w:ind w:left="-14" w:right="29"/>
              <w:rPr>
                <w:rFonts w:ascii="Times New Roman" w:hAnsi="Times New Roman" w:cs="Times New Roman"/>
                <w:b/>
                <w:bCs/>
                <w:spacing w:val="-4"/>
              </w:rPr>
            </w:pPr>
          </w:p>
        </w:tc>
        <w:tc>
          <w:tcPr>
            <w:tcW w:w="1440" w:type="dxa"/>
            <w:tcBorders>
              <w:top w:val="single" w:sz="4" w:space="0" w:color="auto"/>
              <w:bottom w:val="double" w:sz="4" w:space="0" w:color="auto"/>
            </w:tcBorders>
          </w:tcPr>
          <w:p w14:paraId="3C0011B3" w14:textId="3FDFF932" w:rsidR="00A50D9B" w:rsidRPr="002C0A47" w:rsidRDefault="0003133E" w:rsidP="002C0A47">
            <w:pPr>
              <w:tabs>
                <w:tab w:val="decimal" w:pos="1150"/>
              </w:tabs>
              <w:overflowPunct/>
              <w:autoSpaceDE/>
              <w:autoSpaceDN/>
              <w:adjustRightInd/>
              <w:spacing w:line="240" w:lineRule="auto"/>
              <w:ind w:right="-114"/>
              <w:textAlignment w:val="auto"/>
              <w:rPr>
                <w:rFonts w:ascii="Times New Roman" w:hAnsi="Times New Roman" w:cs="Times New Roman"/>
                <w:b/>
                <w:bCs/>
              </w:rPr>
            </w:pPr>
            <w:r w:rsidRPr="002C0A47">
              <w:rPr>
                <w:rFonts w:ascii="Times New Roman" w:hAnsi="Times New Roman" w:cs="Times New Roman"/>
                <w:b/>
                <w:bCs/>
              </w:rPr>
              <w:t>493,368</w:t>
            </w:r>
          </w:p>
        </w:tc>
      </w:tr>
    </w:tbl>
    <w:p w14:paraId="2D859017" w14:textId="1DECC751" w:rsidR="00DF26C5" w:rsidRDefault="00DF26C5" w:rsidP="00BB4D96">
      <w:pPr>
        <w:spacing w:line="240" w:lineRule="atLeast"/>
        <w:ind w:left="540"/>
        <w:jc w:val="thaiDistribute"/>
        <w:rPr>
          <w:rFonts w:eastAsia="Arial Unicode MS" w:cs="Angsana New"/>
        </w:rPr>
      </w:pPr>
    </w:p>
    <w:p w14:paraId="4EC3D0C1" w14:textId="0177C14B" w:rsidR="006555F2" w:rsidRPr="006555F2" w:rsidRDefault="006555F2" w:rsidP="006555F2">
      <w:pPr>
        <w:spacing w:line="240" w:lineRule="atLeast"/>
        <w:ind w:left="540"/>
        <w:jc w:val="thaiDistribute"/>
        <w:rPr>
          <w:rFonts w:eastAsia="Arial Unicode MS" w:cs="Angsana New"/>
        </w:rPr>
      </w:pPr>
      <w:r>
        <w:rPr>
          <w:rFonts w:eastAsia="Arial Unicode MS" w:cs="Angsana New"/>
        </w:rPr>
        <w:t>The i</w:t>
      </w:r>
      <w:r w:rsidRPr="006555F2">
        <w:rPr>
          <w:rFonts w:eastAsia="Arial Unicode MS" w:cs="Angsana New"/>
        </w:rPr>
        <w:t xml:space="preserve">nterest </w:t>
      </w:r>
      <w:r>
        <w:rPr>
          <w:rFonts w:eastAsia="Arial Unicode MS" w:cs="Angsana New"/>
        </w:rPr>
        <w:t xml:space="preserve">payment of debentures </w:t>
      </w:r>
      <w:r w:rsidRPr="006555F2">
        <w:rPr>
          <w:rFonts w:eastAsia="Arial Unicode MS" w:cs="Angsana New"/>
        </w:rPr>
        <w:t xml:space="preserve">is </w:t>
      </w:r>
      <w:r>
        <w:rPr>
          <w:rFonts w:eastAsia="Arial Unicode MS" w:cs="Angsana New"/>
        </w:rPr>
        <w:t>due by quarter</w:t>
      </w:r>
      <w:r w:rsidRPr="006555F2">
        <w:rPr>
          <w:rFonts w:eastAsia="Arial Unicode MS" w:cs="Angsana New"/>
        </w:rPr>
        <w:t>ly</w:t>
      </w:r>
      <w:r w:rsidR="00090742">
        <w:rPr>
          <w:rFonts w:eastAsia="Arial Unicode MS" w:cs="Angsana New"/>
        </w:rPr>
        <w:t xml:space="preserve">. Debentures is unsubordinated and unsecured </w:t>
      </w:r>
      <w:r>
        <w:rPr>
          <w:rFonts w:eastAsia="Arial Unicode MS" w:cs="Angsana New"/>
        </w:rPr>
        <w:t>and t</w:t>
      </w:r>
      <w:r w:rsidRPr="006555F2">
        <w:rPr>
          <w:rFonts w:eastAsia="Arial Unicode MS" w:cs="Angsana New"/>
        </w:rPr>
        <w:t xml:space="preserve">he Company </w:t>
      </w:r>
      <w:r w:rsidR="00663650">
        <w:rPr>
          <w:rFonts w:eastAsia="Arial Unicode MS" w:cs="Angsana New"/>
        </w:rPr>
        <w:t xml:space="preserve">has </w:t>
      </w:r>
      <w:r w:rsidRPr="006555F2">
        <w:rPr>
          <w:rFonts w:eastAsia="Arial Unicode MS" w:cs="Angsana New"/>
        </w:rPr>
        <w:t xml:space="preserve">restriction </w:t>
      </w:r>
      <w:r w:rsidR="00663650">
        <w:rPr>
          <w:rFonts w:eastAsia="Arial Unicode MS" w:cs="Angsana New"/>
        </w:rPr>
        <w:t>to</w:t>
      </w:r>
      <w:r w:rsidRPr="006555F2">
        <w:rPr>
          <w:rFonts w:eastAsia="Arial Unicode MS" w:cs="Angsana New"/>
        </w:rPr>
        <w:t xml:space="preserve"> maint</w:t>
      </w:r>
      <w:r w:rsidR="00663650">
        <w:rPr>
          <w:rFonts w:eastAsia="Arial Unicode MS" w:cs="Angsana New"/>
        </w:rPr>
        <w:t>ain</w:t>
      </w:r>
      <w:r w:rsidR="00090742">
        <w:rPr>
          <w:rFonts w:eastAsia="Arial Unicode MS" w:cs="Angsana New"/>
        </w:rPr>
        <w:t xml:space="preserve"> </w:t>
      </w:r>
      <w:r w:rsidRPr="006555F2">
        <w:rPr>
          <w:rFonts w:eastAsia="Arial Unicode MS" w:cs="Angsana New"/>
        </w:rPr>
        <w:t xml:space="preserve">the </w:t>
      </w:r>
      <w:r w:rsidR="00663650">
        <w:rPr>
          <w:rFonts w:eastAsia="Arial Unicode MS" w:cs="Angsana New"/>
        </w:rPr>
        <w:t xml:space="preserve">net </w:t>
      </w:r>
      <w:r w:rsidRPr="006555F2">
        <w:rPr>
          <w:rFonts w:eastAsia="Arial Unicode MS" w:cs="Angsana New"/>
        </w:rPr>
        <w:t>debt to equity ratio.</w:t>
      </w:r>
    </w:p>
    <w:p w14:paraId="5411AC27" w14:textId="77777777" w:rsidR="00DF26C5" w:rsidRDefault="00DF26C5" w:rsidP="00C82C36">
      <w:pPr>
        <w:spacing w:line="240" w:lineRule="atLeast"/>
        <w:jc w:val="thaiDistribute"/>
        <w:rPr>
          <w:rFonts w:eastAsia="Arial Unicode MS" w:cs="Angsana New"/>
        </w:rPr>
      </w:pPr>
    </w:p>
    <w:p w14:paraId="2FA18749" w14:textId="77777777" w:rsidR="00D5421B" w:rsidRPr="00B07727" w:rsidRDefault="00D5421B" w:rsidP="004B73D6">
      <w:pPr>
        <w:pStyle w:val="Heading1"/>
        <w:numPr>
          <w:ilvl w:val="0"/>
          <w:numId w:val="13"/>
        </w:numPr>
        <w:spacing w:before="0" w:after="0" w:line="240" w:lineRule="auto"/>
        <w:ind w:left="540" w:hanging="540"/>
        <w:jc w:val="both"/>
        <w:rPr>
          <w:b/>
          <w:bCs/>
          <w:i w:val="0"/>
          <w:iCs/>
          <w:szCs w:val="24"/>
        </w:rPr>
      </w:pPr>
      <w:r w:rsidRPr="00B07727">
        <w:rPr>
          <w:b/>
          <w:bCs/>
          <w:i w:val="0"/>
          <w:iCs/>
          <w:szCs w:val="24"/>
        </w:rPr>
        <w:t>Share capital</w:t>
      </w:r>
    </w:p>
    <w:p w14:paraId="62CFD535" w14:textId="77777777" w:rsidR="003B1F6B" w:rsidRPr="00F73937" w:rsidRDefault="003B1F6B" w:rsidP="00F527A0">
      <w:pPr>
        <w:spacing w:line="240" w:lineRule="atLeast"/>
        <w:ind w:left="990"/>
        <w:jc w:val="thaiDistribute"/>
        <w:rPr>
          <w:rFonts w:eastAsia="Arial Unicode MS" w:cs="Angsana New"/>
          <w:spacing w:val="-2"/>
        </w:rPr>
      </w:pPr>
    </w:p>
    <w:tbl>
      <w:tblPr>
        <w:tblW w:w="9252" w:type="dxa"/>
        <w:tblInd w:w="450" w:type="dxa"/>
        <w:tblLayout w:type="fixed"/>
        <w:tblLook w:val="01E0" w:firstRow="1" w:lastRow="1" w:firstColumn="1" w:lastColumn="1" w:noHBand="0" w:noVBand="0"/>
      </w:tblPr>
      <w:tblGrid>
        <w:gridCol w:w="2772"/>
        <w:gridCol w:w="882"/>
        <w:gridCol w:w="243"/>
        <w:gridCol w:w="1197"/>
        <w:gridCol w:w="241"/>
        <w:gridCol w:w="1145"/>
        <w:gridCol w:w="295"/>
        <w:gridCol w:w="29"/>
        <w:gridCol w:w="1080"/>
        <w:gridCol w:w="270"/>
        <w:gridCol w:w="1098"/>
      </w:tblGrid>
      <w:tr w:rsidR="00D5421B" w:rsidRPr="00F73937" w14:paraId="724D5882" w14:textId="77777777" w:rsidTr="00163E97">
        <w:trPr>
          <w:trHeight w:val="171"/>
          <w:tblHeader/>
        </w:trPr>
        <w:tc>
          <w:tcPr>
            <w:tcW w:w="2772" w:type="dxa"/>
          </w:tcPr>
          <w:p w14:paraId="5A333C5A" w14:textId="77777777" w:rsidR="00D5421B" w:rsidRPr="00F73937" w:rsidRDefault="00D5421B" w:rsidP="0029532D">
            <w:pPr>
              <w:tabs>
                <w:tab w:val="left" w:pos="252"/>
              </w:tabs>
              <w:spacing w:line="240" w:lineRule="atLeast"/>
              <w:rPr>
                <w:rFonts w:eastAsia="MS Mincho"/>
                <w:cs/>
              </w:rPr>
            </w:pPr>
          </w:p>
        </w:tc>
        <w:tc>
          <w:tcPr>
            <w:tcW w:w="882" w:type="dxa"/>
          </w:tcPr>
          <w:p w14:paraId="7A9F2A53" w14:textId="77777777" w:rsidR="00D5421B" w:rsidRPr="00F73937" w:rsidRDefault="00D5421B" w:rsidP="0029532D">
            <w:pPr>
              <w:spacing w:line="240" w:lineRule="atLeast"/>
              <w:ind w:left="-108" w:right="-81"/>
              <w:jc w:val="center"/>
              <w:rPr>
                <w:rFonts w:eastAsia="MS Mincho" w:cs="Angsana New"/>
              </w:rPr>
            </w:pPr>
            <w:r w:rsidRPr="00F73937">
              <w:rPr>
                <w:rFonts w:eastAsia="MS Mincho" w:cs="Angsana New"/>
              </w:rPr>
              <w:t>Par value</w:t>
            </w:r>
          </w:p>
        </w:tc>
        <w:tc>
          <w:tcPr>
            <w:tcW w:w="243" w:type="dxa"/>
          </w:tcPr>
          <w:p w14:paraId="4727A5FE"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583" w:type="dxa"/>
            <w:gridSpan w:val="3"/>
            <w:tcBorders>
              <w:bottom w:val="single" w:sz="4" w:space="0" w:color="auto"/>
            </w:tcBorders>
          </w:tcPr>
          <w:p w14:paraId="5717D438" w14:textId="4FA1DED2"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202</w:t>
            </w:r>
            <w:r w:rsidR="00C8707E" w:rsidRPr="00F73937">
              <w:rPr>
                <w:rFonts w:eastAsia="MS Mincho"/>
              </w:rPr>
              <w:t>2</w:t>
            </w:r>
          </w:p>
        </w:tc>
        <w:tc>
          <w:tcPr>
            <w:tcW w:w="324" w:type="dxa"/>
            <w:gridSpan w:val="2"/>
          </w:tcPr>
          <w:p w14:paraId="4835451B"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448" w:type="dxa"/>
            <w:gridSpan w:val="3"/>
            <w:tcBorders>
              <w:bottom w:val="single" w:sz="4" w:space="0" w:color="auto"/>
            </w:tcBorders>
          </w:tcPr>
          <w:p w14:paraId="3EA8F1B4" w14:textId="381572FF"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F73937">
              <w:rPr>
                <w:rFonts w:eastAsia="MS Mincho"/>
              </w:rPr>
              <w:t>20</w:t>
            </w:r>
            <w:r w:rsidR="00FB6E2A" w:rsidRPr="00F73937">
              <w:rPr>
                <w:rFonts w:eastAsia="MS Mincho"/>
              </w:rPr>
              <w:t>2</w:t>
            </w:r>
            <w:r w:rsidR="00C8707E" w:rsidRPr="00F73937">
              <w:rPr>
                <w:rFonts w:eastAsia="MS Mincho"/>
              </w:rPr>
              <w:t>1</w:t>
            </w:r>
          </w:p>
        </w:tc>
      </w:tr>
      <w:tr w:rsidR="00D5421B" w:rsidRPr="00F73937" w14:paraId="1E86C1AD" w14:textId="77777777" w:rsidTr="00163E97">
        <w:trPr>
          <w:trHeight w:val="270"/>
          <w:tblHeader/>
        </w:trPr>
        <w:tc>
          <w:tcPr>
            <w:tcW w:w="2772" w:type="dxa"/>
          </w:tcPr>
          <w:p w14:paraId="1C49766E" w14:textId="77777777" w:rsidR="00D5421B" w:rsidRPr="00F73937" w:rsidRDefault="00D5421B" w:rsidP="0029532D">
            <w:pPr>
              <w:tabs>
                <w:tab w:val="left" w:pos="252"/>
              </w:tabs>
              <w:spacing w:line="240" w:lineRule="atLeast"/>
              <w:rPr>
                <w:rFonts w:eastAsia="MS Mincho"/>
                <w:b/>
                <w:bCs/>
                <w:i/>
                <w:iCs/>
                <w:cs/>
              </w:rPr>
            </w:pPr>
          </w:p>
        </w:tc>
        <w:tc>
          <w:tcPr>
            <w:tcW w:w="882" w:type="dxa"/>
          </w:tcPr>
          <w:p w14:paraId="49510F89" w14:textId="77777777" w:rsidR="00D5421B" w:rsidRPr="00F73937" w:rsidRDefault="00D5421B" w:rsidP="0029532D">
            <w:pPr>
              <w:spacing w:line="240" w:lineRule="atLeast"/>
              <w:ind w:left="-108" w:right="-81"/>
              <w:jc w:val="center"/>
              <w:rPr>
                <w:rFonts w:eastAsia="MS Mincho" w:cs="Angsana New"/>
              </w:rPr>
            </w:pPr>
            <w:r w:rsidRPr="00F73937">
              <w:rPr>
                <w:rFonts w:eastAsia="MS Mincho" w:cs="Angsana New"/>
              </w:rPr>
              <w:t>per share</w:t>
            </w:r>
          </w:p>
        </w:tc>
        <w:tc>
          <w:tcPr>
            <w:tcW w:w="243" w:type="dxa"/>
          </w:tcPr>
          <w:p w14:paraId="45CDCFBD"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03A75EC1"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41" w:type="dxa"/>
            <w:tcBorders>
              <w:top w:val="single" w:sz="4" w:space="0" w:color="auto"/>
            </w:tcBorders>
          </w:tcPr>
          <w:p w14:paraId="46EAC477"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377FE578"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c>
          <w:tcPr>
            <w:tcW w:w="295" w:type="dxa"/>
          </w:tcPr>
          <w:p w14:paraId="4092F713"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09" w:type="dxa"/>
            <w:gridSpan w:val="2"/>
            <w:tcBorders>
              <w:top w:val="single" w:sz="4" w:space="0" w:color="auto"/>
            </w:tcBorders>
          </w:tcPr>
          <w:p w14:paraId="611D5C82"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Number</w:t>
            </w:r>
          </w:p>
        </w:tc>
        <w:tc>
          <w:tcPr>
            <w:tcW w:w="270" w:type="dxa"/>
            <w:tcBorders>
              <w:top w:val="single" w:sz="4" w:space="0" w:color="auto"/>
            </w:tcBorders>
          </w:tcPr>
          <w:p w14:paraId="3E72C171"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5373DA33"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rPr>
              <w:t>Amount</w:t>
            </w:r>
          </w:p>
        </w:tc>
      </w:tr>
      <w:tr w:rsidR="00D5421B" w:rsidRPr="00F73937" w14:paraId="1BBCA36B" w14:textId="77777777" w:rsidTr="002F483C">
        <w:trPr>
          <w:tblHeader/>
        </w:trPr>
        <w:tc>
          <w:tcPr>
            <w:tcW w:w="2772" w:type="dxa"/>
          </w:tcPr>
          <w:p w14:paraId="32C0D9F2" w14:textId="77777777" w:rsidR="00D5421B" w:rsidRPr="00F73937" w:rsidRDefault="00D5421B" w:rsidP="0029532D">
            <w:pPr>
              <w:tabs>
                <w:tab w:val="left" w:pos="252"/>
              </w:tabs>
              <w:spacing w:line="240" w:lineRule="atLeast"/>
              <w:rPr>
                <w:rFonts w:eastAsia="MS Mincho" w:cs="Angsana New"/>
                <w:b/>
                <w:bCs/>
                <w:i/>
                <w:iCs/>
              </w:rPr>
            </w:pPr>
          </w:p>
        </w:tc>
        <w:tc>
          <w:tcPr>
            <w:tcW w:w="882" w:type="dxa"/>
          </w:tcPr>
          <w:p w14:paraId="2B75F96C" w14:textId="77777777" w:rsidR="00D5421B" w:rsidRPr="00F73937" w:rsidRDefault="00D5421B" w:rsidP="0029532D">
            <w:pPr>
              <w:spacing w:line="240" w:lineRule="atLeast"/>
              <w:ind w:left="-108" w:right="-81"/>
              <w:jc w:val="center"/>
              <w:rPr>
                <w:rFonts w:eastAsia="MS Mincho" w:cs="Angsana New"/>
                <w:i/>
                <w:iCs/>
                <w:cs/>
              </w:rPr>
            </w:pPr>
            <w:r w:rsidRPr="00F73937">
              <w:rPr>
                <w:rFonts w:eastAsia="MS Mincho" w:cs="Angsana New"/>
                <w:i/>
                <w:iCs/>
              </w:rPr>
              <w:t>(in Baht)</w:t>
            </w:r>
          </w:p>
        </w:tc>
        <w:tc>
          <w:tcPr>
            <w:tcW w:w="243" w:type="dxa"/>
          </w:tcPr>
          <w:p w14:paraId="67EE7C46"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5355" w:type="dxa"/>
            <w:gridSpan w:val="8"/>
          </w:tcPr>
          <w:p w14:paraId="432273AE"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F73937">
              <w:rPr>
                <w:rFonts w:eastAsia="MS Mincho" w:cs="Angsana New"/>
                <w:i/>
                <w:iCs/>
              </w:rPr>
              <w:t>(thousand shares / in thousand Baht)</w:t>
            </w:r>
          </w:p>
        </w:tc>
      </w:tr>
      <w:tr w:rsidR="00D5421B" w:rsidRPr="00F73937" w14:paraId="09D7BBF4" w14:textId="77777777" w:rsidTr="00163E97">
        <w:trPr>
          <w:tblHeader/>
        </w:trPr>
        <w:tc>
          <w:tcPr>
            <w:tcW w:w="2772" w:type="dxa"/>
          </w:tcPr>
          <w:p w14:paraId="2ED6051B" w14:textId="77777777" w:rsidR="00D5421B" w:rsidRPr="00F73937" w:rsidRDefault="00D5421B" w:rsidP="0029532D">
            <w:pPr>
              <w:tabs>
                <w:tab w:val="left" w:pos="252"/>
              </w:tabs>
              <w:spacing w:line="240" w:lineRule="atLeast"/>
              <w:rPr>
                <w:rFonts w:eastAsia="MS Mincho" w:cs="Angsana New"/>
                <w:b/>
                <w:bCs/>
                <w:i/>
                <w:iCs/>
              </w:rPr>
            </w:pPr>
            <w:r w:rsidRPr="00F73937">
              <w:rPr>
                <w:rFonts w:eastAsia="MS Mincho" w:cs="Angsana New"/>
                <w:b/>
                <w:bCs/>
                <w:i/>
                <w:iCs/>
              </w:rPr>
              <w:t>Authorised shares</w:t>
            </w:r>
          </w:p>
        </w:tc>
        <w:tc>
          <w:tcPr>
            <w:tcW w:w="882" w:type="dxa"/>
          </w:tcPr>
          <w:p w14:paraId="638EB05A" w14:textId="77777777" w:rsidR="00D5421B" w:rsidRPr="00F73937" w:rsidRDefault="00D5421B" w:rsidP="00692E5B">
            <w:pPr>
              <w:spacing w:line="240" w:lineRule="atLeast"/>
              <w:ind w:left="-108" w:right="-146"/>
              <w:jc w:val="center"/>
              <w:rPr>
                <w:rFonts w:eastAsia="MS Mincho" w:cs="Angsana New"/>
              </w:rPr>
            </w:pPr>
          </w:p>
        </w:tc>
        <w:tc>
          <w:tcPr>
            <w:tcW w:w="243" w:type="dxa"/>
          </w:tcPr>
          <w:p w14:paraId="74105AD6"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3279C465"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04702BE4"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5E506B18"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4E296A6F"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25E501B0"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5D7E7CDA"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58888EB6"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D5421B" w:rsidRPr="00F73937" w14:paraId="1A616825" w14:textId="77777777" w:rsidTr="009B2268">
        <w:trPr>
          <w:tblHeader/>
        </w:trPr>
        <w:tc>
          <w:tcPr>
            <w:tcW w:w="2772" w:type="dxa"/>
          </w:tcPr>
          <w:p w14:paraId="34523F55" w14:textId="77777777" w:rsidR="00D5421B" w:rsidRPr="00F73937" w:rsidRDefault="00D5421B" w:rsidP="0029532D">
            <w:pPr>
              <w:spacing w:line="240" w:lineRule="atLeast"/>
              <w:jc w:val="both"/>
              <w:rPr>
                <w:rFonts w:eastAsia="MS Mincho" w:cs="Angsana New"/>
              </w:rPr>
            </w:pPr>
            <w:r w:rsidRPr="00F73937">
              <w:rPr>
                <w:rFonts w:eastAsia="MS Mincho" w:cs="Angsana New"/>
              </w:rPr>
              <w:t>At 1 January</w:t>
            </w:r>
          </w:p>
        </w:tc>
        <w:tc>
          <w:tcPr>
            <w:tcW w:w="882" w:type="dxa"/>
          </w:tcPr>
          <w:p w14:paraId="5254627D" w14:textId="77777777" w:rsidR="00D5421B" w:rsidRPr="00F73937" w:rsidRDefault="00D5421B" w:rsidP="00692E5B">
            <w:pPr>
              <w:spacing w:line="240" w:lineRule="atLeast"/>
              <w:ind w:left="-108" w:right="-146"/>
              <w:jc w:val="center"/>
              <w:rPr>
                <w:rFonts w:eastAsia="MS Mincho" w:cs="Angsana New"/>
              </w:rPr>
            </w:pPr>
          </w:p>
        </w:tc>
        <w:tc>
          <w:tcPr>
            <w:tcW w:w="243" w:type="dxa"/>
          </w:tcPr>
          <w:p w14:paraId="0A53419C"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3708BC3D"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652A3D56"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207FE988"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324" w:type="dxa"/>
            <w:gridSpan w:val="2"/>
          </w:tcPr>
          <w:p w14:paraId="662EBF5A"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2A6FBB56"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1B728B57" w14:textId="77777777" w:rsidR="00D5421B" w:rsidRPr="00F73937"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14584BD2" w14:textId="77777777" w:rsidR="00D5421B" w:rsidRPr="00F73937"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5A70A8" w:rsidRPr="00F73937" w14:paraId="55AB4C28" w14:textId="77777777" w:rsidTr="009B2268">
        <w:trPr>
          <w:tblHeader/>
        </w:trPr>
        <w:tc>
          <w:tcPr>
            <w:tcW w:w="2772" w:type="dxa"/>
          </w:tcPr>
          <w:p w14:paraId="6878761D" w14:textId="77777777" w:rsidR="005A70A8" w:rsidRPr="00F73937" w:rsidRDefault="005A70A8" w:rsidP="005A70A8">
            <w:pPr>
              <w:spacing w:line="240" w:lineRule="atLeast"/>
              <w:jc w:val="both"/>
              <w:rPr>
                <w:rFonts w:eastAsia="MS Mincho" w:cs="Angsana New"/>
              </w:rPr>
            </w:pPr>
            <w:r w:rsidRPr="00F73937">
              <w:rPr>
                <w:rFonts w:eastAsia="MS Mincho" w:cs="Angsana New"/>
              </w:rPr>
              <w:t>- ordinary shares</w:t>
            </w:r>
          </w:p>
        </w:tc>
        <w:tc>
          <w:tcPr>
            <w:tcW w:w="882" w:type="dxa"/>
          </w:tcPr>
          <w:p w14:paraId="70581CF6" w14:textId="77777777" w:rsidR="005A70A8" w:rsidRPr="00F73937" w:rsidRDefault="005A70A8" w:rsidP="00692E5B">
            <w:pPr>
              <w:spacing w:line="240" w:lineRule="atLeast"/>
              <w:ind w:left="-108" w:right="-146"/>
              <w:jc w:val="center"/>
              <w:rPr>
                <w:rFonts w:eastAsia="MS Mincho" w:cs="Angsana New"/>
              </w:rPr>
            </w:pPr>
            <w:r w:rsidRPr="00F73937">
              <w:rPr>
                <w:rFonts w:eastAsia="MS Mincho" w:cs="Angsana New"/>
              </w:rPr>
              <w:t>1</w:t>
            </w:r>
          </w:p>
        </w:tc>
        <w:tc>
          <w:tcPr>
            <w:tcW w:w="243" w:type="dxa"/>
          </w:tcPr>
          <w:p w14:paraId="7F5BEED1" w14:textId="77777777" w:rsidR="005A70A8" w:rsidRPr="00F73937" w:rsidRDefault="005A70A8" w:rsidP="005A70A8">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bottom w:val="single" w:sz="4" w:space="0" w:color="auto"/>
            </w:tcBorders>
          </w:tcPr>
          <w:p w14:paraId="04E5C609" w14:textId="29648DF9" w:rsidR="005A70A8" w:rsidRPr="00F73937" w:rsidRDefault="005A70A8" w:rsidP="005A70A8">
            <w:pPr>
              <w:tabs>
                <w:tab w:val="decimal" w:pos="980"/>
              </w:tabs>
              <w:spacing w:line="240" w:lineRule="auto"/>
              <w:ind w:right="-114"/>
            </w:pPr>
            <w:r w:rsidRPr="00F73937">
              <w:t>1,365,412</w:t>
            </w:r>
          </w:p>
        </w:tc>
        <w:tc>
          <w:tcPr>
            <w:tcW w:w="241" w:type="dxa"/>
          </w:tcPr>
          <w:p w14:paraId="7DEAEF5A" w14:textId="77777777" w:rsidR="005A70A8" w:rsidRPr="00F73937" w:rsidRDefault="005A70A8" w:rsidP="005A70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bottom w:val="single" w:sz="4" w:space="0" w:color="auto"/>
            </w:tcBorders>
          </w:tcPr>
          <w:p w14:paraId="38ED56B8" w14:textId="11A754CD" w:rsidR="005A70A8" w:rsidRPr="00F73937" w:rsidRDefault="005A70A8" w:rsidP="00861120">
            <w:pPr>
              <w:tabs>
                <w:tab w:val="decimal" w:pos="950"/>
              </w:tabs>
              <w:spacing w:line="240" w:lineRule="auto"/>
              <w:ind w:right="-114"/>
            </w:pPr>
            <w:r w:rsidRPr="00F73937">
              <w:t>1,365,412</w:t>
            </w:r>
          </w:p>
        </w:tc>
        <w:tc>
          <w:tcPr>
            <w:tcW w:w="324" w:type="dxa"/>
            <w:gridSpan w:val="2"/>
          </w:tcPr>
          <w:p w14:paraId="0424909D" w14:textId="77777777" w:rsidR="005A70A8" w:rsidRPr="00F73937" w:rsidRDefault="005A70A8" w:rsidP="005A70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bottom w:val="single" w:sz="4" w:space="0" w:color="auto"/>
            </w:tcBorders>
          </w:tcPr>
          <w:p w14:paraId="09CC7A41" w14:textId="5B6CF54E" w:rsidR="005A70A8" w:rsidRPr="00F73937" w:rsidRDefault="005A70A8" w:rsidP="005A70A8">
            <w:pPr>
              <w:tabs>
                <w:tab w:val="decimal" w:pos="552"/>
              </w:tabs>
              <w:spacing w:line="240" w:lineRule="auto"/>
              <w:ind w:right="-114"/>
            </w:pPr>
            <w:r w:rsidRPr="00F73937">
              <w:t>1,050,000</w:t>
            </w:r>
          </w:p>
        </w:tc>
        <w:tc>
          <w:tcPr>
            <w:tcW w:w="270" w:type="dxa"/>
          </w:tcPr>
          <w:p w14:paraId="047AD154" w14:textId="77777777" w:rsidR="005A70A8" w:rsidRPr="00F73937" w:rsidRDefault="005A70A8" w:rsidP="005A70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bottom w:val="single" w:sz="4" w:space="0" w:color="auto"/>
            </w:tcBorders>
          </w:tcPr>
          <w:p w14:paraId="76BD4274" w14:textId="7E0B95B3" w:rsidR="005A70A8" w:rsidRPr="00F73937" w:rsidRDefault="005A70A8" w:rsidP="005A70A8">
            <w:pPr>
              <w:tabs>
                <w:tab w:val="decimal" w:pos="552"/>
              </w:tabs>
              <w:spacing w:line="240" w:lineRule="auto"/>
              <w:ind w:right="-114"/>
            </w:pPr>
            <w:r w:rsidRPr="00F73937">
              <w:t>1,050,000</w:t>
            </w:r>
          </w:p>
        </w:tc>
      </w:tr>
      <w:tr w:rsidR="00C06750" w:rsidRPr="00F73937" w14:paraId="151FE466" w14:textId="77777777" w:rsidTr="009B2268">
        <w:trPr>
          <w:tblHeader/>
        </w:trPr>
        <w:tc>
          <w:tcPr>
            <w:tcW w:w="2772" w:type="dxa"/>
            <w:vAlign w:val="center"/>
          </w:tcPr>
          <w:p w14:paraId="7BE83A67" w14:textId="0C839D40" w:rsidR="00C06750" w:rsidRPr="00F73937" w:rsidRDefault="00C06750" w:rsidP="00C06750">
            <w:pPr>
              <w:spacing w:line="240" w:lineRule="atLeast"/>
              <w:jc w:val="both"/>
              <w:rPr>
                <w:rFonts w:eastAsia="MS Mincho" w:cs="Angsana New"/>
              </w:rPr>
            </w:pPr>
            <w:r w:rsidRPr="00F73937">
              <w:rPr>
                <w:rFonts w:eastAsia="MS Mincho" w:cs="Angsana New"/>
                <w:b/>
                <w:bCs/>
              </w:rPr>
              <w:t>At 31 March</w:t>
            </w:r>
          </w:p>
        </w:tc>
        <w:tc>
          <w:tcPr>
            <w:tcW w:w="882" w:type="dxa"/>
          </w:tcPr>
          <w:p w14:paraId="171575F0" w14:textId="77777777" w:rsidR="00C06750" w:rsidRPr="00F73937" w:rsidRDefault="00C06750" w:rsidP="00C06750">
            <w:pPr>
              <w:spacing w:line="240" w:lineRule="atLeast"/>
              <w:ind w:left="-108" w:right="-146"/>
              <w:jc w:val="center"/>
              <w:rPr>
                <w:rFonts w:eastAsia="MS Mincho" w:cs="Angsana New"/>
              </w:rPr>
            </w:pPr>
          </w:p>
        </w:tc>
        <w:tc>
          <w:tcPr>
            <w:tcW w:w="243" w:type="dxa"/>
          </w:tcPr>
          <w:p w14:paraId="2D5A2D9D" w14:textId="77777777" w:rsidR="00C06750" w:rsidRPr="00F73937" w:rsidRDefault="00C06750" w:rsidP="00C06750">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7794A710" w14:textId="77777777" w:rsidR="00C06750" w:rsidRPr="00F73937" w:rsidRDefault="00C06750" w:rsidP="00C06750">
            <w:pPr>
              <w:tabs>
                <w:tab w:val="decimal" w:pos="980"/>
              </w:tabs>
              <w:spacing w:line="240" w:lineRule="auto"/>
              <w:ind w:right="-114"/>
            </w:pPr>
          </w:p>
        </w:tc>
        <w:tc>
          <w:tcPr>
            <w:tcW w:w="241" w:type="dxa"/>
          </w:tcPr>
          <w:p w14:paraId="1CDA1883" w14:textId="77777777" w:rsidR="00C06750" w:rsidRPr="00F73937" w:rsidRDefault="00C06750" w:rsidP="00C0675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top w:val="single" w:sz="4" w:space="0" w:color="auto"/>
            </w:tcBorders>
          </w:tcPr>
          <w:p w14:paraId="75EB0B44" w14:textId="77777777" w:rsidR="00C06750" w:rsidRPr="00F73937" w:rsidRDefault="00C06750" w:rsidP="00C06750">
            <w:pPr>
              <w:tabs>
                <w:tab w:val="decimal" w:pos="950"/>
              </w:tabs>
              <w:spacing w:line="240" w:lineRule="auto"/>
              <w:ind w:right="-114"/>
            </w:pPr>
          </w:p>
        </w:tc>
        <w:tc>
          <w:tcPr>
            <w:tcW w:w="324" w:type="dxa"/>
            <w:gridSpan w:val="2"/>
          </w:tcPr>
          <w:p w14:paraId="551C19F3" w14:textId="77777777" w:rsidR="00C06750" w:rsidRPr="00F73937" w:rsidRDefault="00C06750" w:rsidP="00C0675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top w:val="single" w:sz="4" w:space="0" w:color="auto"/>
            </w:tcBorders>
          </w:tcPr>
          <w:p w14:paraId="321C6EFF" w14:textId="77777777" w:rsidR="00C06750" w:rsidRPr="00F73937" w:rsidRDefault="00C06750" w:rsidP="00C06750">
            <w:pPr>
              <w:tabs>
                <w:tab w:val="decimal" w:pos="552"/>
              </w:tabs>
              <w:spacing w:line="240" w:lineRule="auto"/>
              <w:ind w:right="-114"/>
            </w:pPr>
          </w:p>
        </w:tc>
        <w:tc>
          <w:tcPr>
            <w:tcW w:w="270" w:type="dxa"/>
          </w:tcPr>
          <w:p w14:paraId="07DAFFD0" w14:textId="77777777" w:rsidR="00C06750" w:rsidRPr="00F73937" w:rsidRDefault="00C06750" w:rsidP="00C0675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77947380" w14:textId="77777777" w:rsidR="00C06750" w:rsidRPr="00F73937" w:rsidRDefault="00C06750" w:rsidP="00C06750">
            <w:pPr>
              <w:tabs>
                <w:tab w:val="decimal" w:pos="552"/>
              </w:tabs>
              <w:spacing w:line="240" w:lineRule="auto"/>
              <w:ind w:right="-114"/>
            </w:pPr>
          </w:p>
        </w:tc>
      </w:tr>
      <w:tr w:rsidR="00087034" w:rsidRPr="00F73937" w14:paraId="3A5C2284" w14:textId="77777777" w:rsidTr="002866A5">
        <w:trPr>
          <w:tblHeader/>
        </w:trPr>
        <w:tc>
          <w:tcPr>
            <w:tcW w:w="2772" w:type="dxa"/>
          </w:tcPr>
          <w:p w14:paraId="4937E858" w14:textId="1694FA72" w:rsidR="00087034" w:rsidRPr="00F73937" w:rsidRDefault="00087034" w:rsidP="005A70A8">
            <w:pPr>
              <w:spacing w:line="240" w:lineRule="auto"/>
              <w:rPr>
                <w:rFonts w:eastAsia="MS Mincho" w:cs="Angsana New"/>
                <w:b/>
                <w:bCs/>
              </w:rPr>
            </w:pPr>
            <w:r w:rsidRPr="00F73937">
              <w:rPr>
                <w:rFonts w:eastAsia="MS Mincho" w:cs="Angsana New"/>
                <w:b/>
                <w:bCs/>
              </w:rPr>
              <w:t>- ordinary shares</w:t>
            </w:r>
          </w:p>
        </w:tc>
        <w:tc>
          <w:tcPr>
            <w:tcW w:w="882" w:type="dxa"/>
          </w:tcPr>
          <w:p w14:paraId="00D96598" w14:textId="6C58AD17" w:rsidR="00087034" w:rsidRPr="00F73937" w:rsidRDefault="00087034" w:rsidP="00692E5B">
            <w:pPr>
              <w:spacing w:line="240" w:lineRule="atLeast"/>
              <w:ind w:left="-108" w:right="-146"/>
              <w:jc w:val="center"/>
              <w:rPr>
                <w:rFonts w:eastAsia="MS Mincho" w:cs="Angsana New"/>
              </w:rPr>
            </w:pPr>
            <w:r w:rsidRPr="00F73937">
              <w:rPr>
                <w:rFonts w:eastAsia="MS Mincho" w:cs="Angsana New"/>
              </w:rPr>
              <w:t>1</w:t>
            </w:r>
          </w:p>
        </w:tc>
        <w:tc>
          <w:tcPr>
            <w:tcW w:w="243" w:type="dxa"/>
          </w:tcPr>
          <w:p w14:paraId="2F1B21BB" w14:textId="77777777" w:rsidR="00087034" w:rsidRPr="00F73937" w:rsidRDefault="00087034" w:rsidP="005A70A8">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bottom w:val="double" w:sz="4" w:space="0" w:color="auto"/>
            </w:tcBorders>
          </w:tcPr>
          <w:p w14:paraId="3EE9CE8A" w14:textId="20F53596" w:rsidR="00087034" w:rsidRPr="00F73937" w:rsidRDefault="00087034" w:rsidP="005A70A8">
            <w:pPr>
              <w:tabs>
                <w:tab w:val="decimal" w:pos="980"/>
              </w:tabs>
              <w:spacing w:line="240" w:lineRule="auto"/>
              <w:ind w:right="-114"/>
            </w:pPr>
            <w:r>
              <w:rPr>
                <w:b/>
                <w:bCs/>
              </w:rPr>
              <w:t>1,365,412</w:t>
            </w:r>
          </w:p>
        </w:tc>
        <w:tc>
          <w:tcPr>
            <w:tcW w:w="241" w:type="dxa"/>
          </w:tcPr>
          <w:p w14:paraId="2AA54DAD" w14:textId="77777777" w:rsidR="00087034" w:rsidRPr="00F73937" w:rsidRDefault="00087034" w:rsidP="005A70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Borders>
              <w:bottom w:val="double" w:sz="4" w:space="0" w:color="auto"/>
            </w:tcBorders>
          </w:tcPr>
          <w:p w14:paraId="22A1B739" w14:textId="7A158CA3" w:rsidR="00087034" w:rsidRPr="00F73937" w:rsidRDefault="00087034" w:rsidP="00861120">
            <w:pPr>
              <w:tabs>
                <w:tab w:val="decimal" w:pos="950"/>
              </w:tabs>
              <w:spacing w:line="240" w:lineRule="auto"/>
              <w:ind w:right="-114"/>
            </w:pPr>
            <w:r>
              <w:rPr>
                <w:b/>
                <w:bCs/>
              </w:rPr>
              <w:t>1,365,412</w:t>
            </w:r>
          </w:p>
        </w:tc>
        <w:tc>
          <w:tcPr>
            <w:tcW w:w="324" w:type="dxa"/>
            <w:gridSpan w:val="2"/>
          </w:tcPr>
          <w:p w14:paraId="30FEC339" w14:textId="77777777" w:rsidR="00087034" w:rsidRPr="000C5708" w:rsidRDefault="00087034" w:rsidP="005A70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80" w:type="dxa"/>
            <w:tcBorders>
              <w:bottom w:val="double" w:sz="4" w:space="0" w:color="auto"/>
            </w:tcBorders>
          </w:tcPr>
          <w:p w14:paraId="3894406B" w14:textId="640335A2" w:rsidR="00087034" w:rsidRPr="000C5708" w:rsidRDefault="000C5708" w:rsidP="005A70A8">
            <w:pPr>
              <w:tabs>
                <w:tab w:val="decimal" w:pos="870"/>
              </w:tabs>
              <w:spacing w:line="240" w:lineRule="auto"/>
              <w:ind w:right="-114"/>
              <w:rPr>
                <w:b/>
                <w:bCs/>
              </w:rPr>
            </w:pPr>
            <w:r w:rsidRPr="000C5708">
              <w:rPr>
                <w:b/>
                <w:bCs/>
              </w:rPr>
              <w:t>1,050,000</w:t>
            </w:r>
          </w:p>
        </w:tc>
        <w:tc>
          <w:tcPr>
            <w:tcW w:w="270" w:type="dxa"/>
          </w:tcPr>
          <w:p w14:paraId="2A781320" w14:textId="77777777" w:rsidR="00087034" w:rsidRPr="00F73937" w:rsidRDefault="00087034" w:rsidP="005A70A8">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bottom w:val="double" w:sz="4" w:space="0" w:color="auto"/>
            </w:tcBorders>
          </w:tcPr>
          <w:p w14:paraId="5B828CB0" w14:textId="056965D8" w:rsidR="00087034" w:rsidRPr="00F73937" w:rsidRDefault="000C5708" w:rsidP="005A70A8">
            <w:pPr>
              <w:tabs>
                <w:tab w:val="decimal" w:pos="824"/>
              </w:tabs>
              <w:spacing w:line="240" w:lineRule="auto"/>
              <w:ind w:right="-114"/>
            </w:pPr>
            <w:r w:rsidRPr="000C5708">
              <w:rPr>
                <w:b/>
                <w:bCs/>
              </w:rPr>
              <w:t>1,050,000</w:t>
            </w:r>
          </w:p>
        </w:tc>
      </w:tr>
      <w:tr w:rsidR="00087034" w:rsidRPr="00F73937" w14:paraId="551C114A" w14:textId="77777777" w:rsidTr="002866A5">
        <w:trPr>
          <w:tblHeader/>
        </w:trPr>
        <w:tc>
          <w:tcPr>
            <w:tcW w:w="2772" w:type="dxa"/>
          </w:tcPr>
          <w:p w14:paraId="7BA4EEFA" w14:textId="27C3F67C" w:rsidR="00087034" w:rsidRPr="00F73937" w:rsidRDefault="00087034" w:rsidP="005A70A8">
            <w:pPr>
              <w:spacing w:line="240" w:lineRule="atLeast"/>
              <w:jc w:val="both"/>
              <w:rPr>
                <w:rFonts w:eastAsia="MS Mincho" w:cs="Angsana New"/>
                <w:b/>
                <w:bCs/>
              </w:rPr>
            </w:pPr>
          </w:p>
        </w:tc>
        <w:tc>
          <w:tcPr>
            <w:tcW w:w="882" w:type="dxa"/>
          </w:tcPr>
          <w:p w14:paraId="0170E289" w14:textId="23D3A912" w:rsidR="00087034" w:rsidRPr="00F73937" w:rsidRDefault="00087034" w:rsidP="00692E5B">
            <w:pPr>
              <w:spacing w:line="240" w:lineRule="atLeast"/>
              <w:ind w:left="-108" w:right="-146"/>
              <w:jc w:val="center"/>
              <w:rPr>
                <w:rFonts w:eastAsia="MS Mincho" w:cs="Angsana New"/>
              </w:rPr>
            </w:pPr>
          </w:p>
        </w:tc>
        <w:tc>
          <w:tcPr>
            <w:tcW w:w="243" w:type="dxa"/>
          </w:tcPr>
          <w:p w14:paraId="62AF6308" w14:textId="77777777" w:rsidR="00087034" w:rsidRPr="00F73937" w:rsidRDefault="00087034" w:rsidP="005A70A8">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double" w:sz="4" w:space="0" w:color="auto"/>
            </w:tcBorders>
          </w:tcPr>
          <w:p w14:paraId="7D770BC3" w14:textId="0A09EFF5" w:rsidR="00087034" w:rsidRPr="00F73937" w:rsidRDefault="00087034" w:rsidP="005A70A8">
            <w:pPr>
              <w:tabs>
                <w:tab w:val="decimal" w:pos="980"/>
              </w:tabs>
              <w:spacing w:line="240" w:lineRule="auto"/>
              <w:ind w:right="-114"/>
              <w:rPr>
                <w:b/>
                <w:bCs/>
              </w:rPr>
            </w:pPr>
          </w:p>
        </w:tc>
        <w:tc>
          <w:tcPr>
            <w:tcW w:w="241" w:type="dxa"/>
          </w:tcPr>
          <w:p w14:paraId="5B0B25AF" w14:textId="77777777" w:rsidR="00087034" w:rsidRPr="00F73937" w:rsidRDefault="00087034" w:rsidP="005A70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145" w:type="dxa"/>
            <w:tcBorders>
              <w:top w:val="double" w:sz="4" w:space="0" w:color="auto"/>
            </w:tcBorders>
          </w:tcPr>
          <w:p w14:paraId="55B18F80" w14:textId="3A474A5E" w:rsidR="00087034" w:rsidRPr="00F73937" w:rsidRDefault="00087034" w:rsidP="00861120">
            <w:pPr>
              <w:tabs>
                <w:tab w:val="decimal" w:pos="950"/>
              </w:tabs>
              <w:spacing w:line="240" w:lineRule="auto"/>
              <w:ind w:right="-114"/>
              <w:rPr>
                <w:b/>
                <w:bCs/>
              </w:rPr>
            </w:pPr>
          </w:p>
        </w:tc>
        <w:tc>
          <w:tcPr>
            <w:tcW w:w="324" w:type="dxa"/>
            <w:gridSpan w:val="2"/>
          </w:tcPr>
          <w:p w14:paraId="17DB150B" w14:textId="77777777" w:rsidR="00087034" w:rsidRPr="00F73937" w:rsidRDefault="00087034" w:rsidP="005A70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80" w:type="dxa"/>
            <w:tcBorders>
              <w:top w:val="double" w:sz="4" w:space="0" w:color="auto"/>
            </w:tcBorders>
          </w:tcPr>
          <w:p w14:paraId="4AC2FDEB" w14:textId="5BFCD31C" w:rsidR="00087034" w:rsidRPr="00F73937" w:rsidRDefault="00087034" w:rsidP="001D4EB0">
            <w:pPr>
              <w:tabs>
                <w:tab w:val="decimal" w:pos="552"/>
              </w:tabs>
              <w:spacing w:line="240" w:lineRule="auto"/>
              <w:ind w:right="-114"/>
              <w:rPr>
                <w:b/>
                <w:bCs/>
              </w:rPr>
            </w:pPr>
          </w:p>
        </w:tc>
        <w:tc>
          <w:tcPr>
            <w:tcW w:w="270" w:type="dxa"/>
          </w:tcPr>
          <w:p w14:paraId="3593FFAE" w14:textId="77777777" w:rsidR="00087034" w:rsidRPr="00F73937" w:rsidRDefault="00087034" w:rsidP="005A70A8">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b/>
                <w:bCs/>
              </w:rPr>
            </w:pPr>
          </w:p>
        </w:tc>
        <w:tc>
          <w:tcPr>
            <w:tcW w:w="1098" w:type="dxa"/>
            <w:tcBorders>
              <w:top w:val="double" w:sz="4" w:space="0" w:color="auto"/>
            </w:tcBorders>
          </w:tcPr>
          <w:p w14:paraId="09C491DA" w14:textId="0D3BC6A5" w:rsidR="00087034" w:rsidRPr="00F73937" w:rsidRDefault="00087034" w:rsidP="005A70A8">
            <w:pPr>
              <w:tabs>
                <w:tab w:val="decimal" w:pos="824"/>
              </w:tabs>
              <w:spacing w:line="240" w:lineRule="auto"/>
              <w:ind w:right="-114"/>
              <w:rPr>
                <w:b/>
                <w:bCs/>
              </w:rPr>
            </w:pPr>
          </w:p>
        </w:tc>
      </w:tr>
      <w:tr w:rsidR="00087034" w:rsidRPr="00F73937" w14:paraId="7E796A48" w14:textId="77777777" w:rsidTr="002866A5">
        <w:trPr>
          <w:tblHeader/>
        </w:trPr>
        <w:tc>
          <w:tcPr>
            <w:tcW w:w="2772" w:type="dxa"/>
          </w:tcPr>
          <w:p w14:paraId="30D02D75" w14:textId="494069E1" w:rsidR="00087034" w:rsidRPr="00F73937" w:rsidRDefault="00087034" w:rsidP="0029532D">
            <w:pPr>
              <w:spacing w:line="240" w:lineRule="atLeast"/>
              <w:jc w:val="both"/>
              <w:rPr>
                <w:rFonts w:eastAsia="MS Mincho" w:cs="Angsana New"/>
                <w:b/>
                <w:bCs/>
              </w:rPr>
            </w:pPr>
            <w:r w:rsidRPr="00F73937">
              <w:rPr>
                <w:rFonts w:eastAsia="MS Mincho" w:cs="Angsana New"/>
                <w:b/>
                <w:bCs/>
                <w:i/>
                <w:iCs/>
              </w:rPr>
              <w:t>Issued and paid-up shares</w:t>
            </w:r>
          </w:p>
        </w:tc>
        <w:tc>
          <w:tcPr>
            <w:tcW w:w="882" w:type="dxa"/>
          </w:tcPr>
          <w:p w14:paraId="3D6CB8B9" w14:textId="77777777" w:rsidR="00087034" w:rsidRPr="00F73937" w:rsidRDefault="00087034" w:rsidP="00692E5B">
            <w:pPr>
              <w:spacing w:line="240" w:lineRule="atLeast"/>
              <w:ind w:left="-108" w:right="-146"/>
              <w:jc w:val="center"/>
              <w:rPr>
                <w:rFonts w:eastAsia="MS Mincho" w:cs="Angsana New"/>
              </w:rPr>
            </w:pPr>
          </w:p>
        </w:tc>
        <w:tc>
          <w:tcPr>
            <w:tcW w:w="243" w:type="dxa"/>
          </w:tcPr>
          <w:p w14:paraId="0EF7552C" w14:textId="77777777" w:rsidR="00087034" w:rsidRPr="00F73937" w:rsidRDefault="00087034"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418B22CB" w14:textId="77777777" w:rsidR="00087034" w:rsidRPr="00F73937" w:rsidRDefault="00087034"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11C2AD3A" w14:textId="77777777" w:rsidR="00087034" w:rsidRPr="00F73937" w:rsidRDefault="00087034"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747C37A0" w14:textId="77777777" w:rsidR="00087034" w:rsidRPr="00F73937" w:rsidRDefault="00087034" w:rsidP="00861120">
            <w:pPr>
              <w:tabs>
                <w:tab w:val="decimal" w:pos="950"/>
              </w:tabs>
              <w:spacing w:line="240" w:lineRule="auto"/>
              <w:ind w:right="-114"/>
            </w:pPr>
          </w:p>
        </w:tc>
        <w:tc>
          <w:tcPr>
            <w:tcW w:w="324" w:type="dxa"/>
            <w:gridSpan w:val="2"/>
          </w:tcPr>
          <w:p w14:paraId="5C6EDFBF" w14:textId="77777777" w:rsidR="00087034" w:rsidRPr="00F73937" w:rsidRDefault="00087034"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248A8E83" w14:textId="77777777" w:rsidR="00087034" w:rsidRPr="00F73937" w:rsidRDefault="00087034" w:rsidP="0029532D">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7289EF2F" w14:textId="77777777" w:rsidR="00087034" w:rsidRPr="00F73937" w:rsidRDefault="00087034" w:rsidP="0029532D">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30A9D5BC" w14:textId="77777777" w:rsidR="00087034" w:rsidRPr="00F73937" w:rsidRDefault="00087034" w:rsidP="0029532D">
            <w:pPr>
              <w:tabs>
                <w:tab w:val="decimal" w:pos="824"/>
              </w:tabs>
              <w:spacing w:line="240" w:lineRule="auto"/>
              <w:ind w:right="-114"/>
            </w:pPr>
          </w:p>
        </w:tc>
      </w:tr>
      <w:tr w:rsidR="00087034" w:rsidRPr="00F73937" w14:paraId="34AC2D1A" w14:textId="77777777" w:rsidTr="00163E97">
        <w:trPr>
          <w:tblHeader/>
        </w:trPr>
        <w:tc>
          <w:tcPr>
            <w:tcW w:w="2772" w:type="dxa"/>
          </w:tcPr>
          <w:p w14:paraId="12EF35F5" w14:textId="4BC527C8" w:rsidR="00087034" w:rsidRPr="00F73937" w:rsidRDefault="00087034" w:rsidP="0029532D">
            <w:pPr>
              <w:tabs>
                <w:tab w:val="left" w:pos="252"/>
              </w:tabs>
              <w:spacing w:line="240" w:lineRule="atLeast"/>
              <w:rPr>
                <w:rFonts w:eastAsia="MS Mincho" w:cs="Angsana New"/>
                <w:b/>
                <w:bCs/>
                <w:i/>
                <w:iCs/>
              </w:rPr>
            </w:pPr>
            <w:r w:rsidRPr="00F73937">
              <w:rPr>
                <w:rFonts w:eastAsia="MS Mincho" w:cs="Angsana New"/>
              </w:rPr>
              <w:t>At 1 January</w:t>
            </w:r>
          </w:p>
        </w:tc>
        <w:tc>
          <w:tcPr>
            <w:tcW w:w="882" w:type="dxa"/>
          </w:tcPr>
          <w:p w14:paraId="7DF5BDC2" w14:textId="77777777" w:rsidR="00087034" w:rsidRPr="00F73937" w:rsidRDefault="00087034" w:rsidP="00692E5B">
            <w:pPr>
              <w:spacing w:line="240" w:lineRule="atLeast"/>
              <w:ind w:left="-108" w:right="-146"/>
              <w:jc w:val="center"/>
              <w:rPr>
                <w:rFonts w:eastAsia="MS Mincho" w:cs="Angsana New"/>
              </w:rPr>
            </w:pPr>
          </w:p>
        </w:tc>
        <w:tc>
          <w:tcPr>
            <w:tcW w:w="243" w:type="dxa"/>
          </w:tcPr>
          <w:p w14:paraId="577DBFCD" w14:textId="77777777" w:rsidR="00087034" w:rsidRPr="00F73937" w:rsidRDefault="00087034"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E33ECEC" w14:textId="77777777" w:rsidR="00087034" w:rsidRPr="00F73937" w:rsidRDefault="00087034"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41" w:type="dxa"/>
          </w:tcPr>
          <w:p w14:paraId="7914DE37" w14:textId="77777777" w:rsidR="00087034" w:rsidRPr="00F73937" w:rsidRDefault="00087034"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45" w:type="dxa"/>
          </w:tcPr>
          <w:p w14:paraId="309DE4EF" w14:textId="77777777" w:rsidR="00087034" w:rsidRPr="00F73937" w:rsidRDefault="00087034" w:rsidP="00861120">
            <w:pPr>
              <w:tabs>
                <w:tab w:val="decimal" w:pos="950"/>
              </w:tabs>
              <w:spacing w:line="240" w:lineRule="auto"/>
              <w:ind w:right="-114"/>
            </w:pPr>
          </w:p>
        </w:tc>
        <w:tc>
          <w:tcPr>
            <w:tcW w:w="324" w:type="dxa"/>
            <w:gridSpan w:val="2"/>
          </w:tcPr>
          <w:p w14:paraId="34646F87" w14:textId="77777777" w:rsidR="00087034" w:rsidRPr="00F73937" w:rsidRDefault="00087034"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0C176B8F" w14:textId="77777777" w:rsidR="00087034" w:rsidRPr="00F73937" w:rsidRDefault="00087034" w:rsidP="0029532D">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7985F46F" w14:textId="77777777" w:rsidR="00087034" w:rsidRPr="00F73937" w:rsidRDefault="00087034" w:rsidP="0029532D">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22FF3BF7" w14:textId="77777777" w:rsidR="00087034" w:rsidRPr="00F73937" w:rsidRDefault="00087034" w:rsidP="0029532D">
            <w:pPr>
              <w:tabs>
                <w:tab w:val="decimal" w:pos="824"/>
              </w:tabs>
              <w:spacing w:line="240" w:lineRule="auto"/>
              <w:ind w:right="-114"/>
            </w:pPr>
          </w:p>
        </w:tc>
      </w:tr>
      <w:tr w:rsidR="00087034" w:rsidRPr="00F73937" w14:paraId="1DFF51D8" w14:textId="77777777" w:rsidTr="00163E97">
        <w:trPr>
          <w:trHeight w:val="74"/>
        </w:trPr>
        <w:tc>
          <w:tcPr>
            <w:tcW w:w="2772" w:type="dxa"/>
          </w:tcPr>
          <w:p w14:paraId="4C4B0507" w14:textId="7CC95C44" w:rsidR="00087034" w:rsidRPr="00F73937" w:rsidRDefault="00087034" w:rsidP="0029532D">
            <w:pPr>
              <w:spacing w:line="240" w:lineRule="atLeast"/>
              <w:jc w:val="both"/>
              <w:rPr>
                <w:rFonts w:eastAsia="MS Mincho" w:cs="Angsana New"/>
              </w:rPr>
            </w:pPr>
            <w:r w:rsidRPr="00F73937">
              <w:rPr>
                <w:rFonts w:eastAsia="MS Mincho" w:cs="Angsana New"/>
              </w:rPr>
              <w:t>- ordinary shares</w:t>
            </w:r>
          </w:p>
        </w:tc>
        <w:tc>
          <w:tcPr>
            <w:tcW w:w="882" w:type="dxa"/>
          </w:tcPr>
          <w:p w14:paraId="750CBB6D" w14:textId="53E59C01" w:rsidR="00087034" w:rsidRPr="00F73937" w:rsidRDefault="00087034" w:rsidP="00692E5B">
            <w:pPr>
              <w:tabs>
                <w:tab w:val="left" w:pos="227"/>
              </w:tabs>
              <w:spacing w:line="240" w:lineRule="atLeast"/>
              <w:ind w:left="-108" w:right="-146"/>
              <w:jc w:val="center"/>
              <w:rPr>
                <w:rFonts w:eastAsia="MS Mincho" w:cs="Angsana New"/>
              </w:rPr>
            </w:pPr>
            <w:r w:rsidRPr="00F73937">
              <w:rPr>
                <w:rFonts w:eastAsia="MS Mincho" w:cs="Angsana New"/>
              </w:rPr>
              <w:t>1</w:t>
            </w:r>
          </w:p>
        </w:tc>
        <w:tc>
          <w:tcPr>
            <w:tcW w:w="243" w:type="dxa"/>
          </w:tcPr>
          <w:p w14:paraId="047F354B" w14:textId="77777777" w:rsidR="00087034" w:rsidRPr="00F73937" w:rsidRDefault="00087034" w:rsidP="0029532D">
            <w:pPr>
              <w:tabs>
                <w:tab w:val="decimal" w:pos="819"/>
              </w:tabs>
              <w:spacing w:line="240" w:lineRule="atLeast"/>
              <w:ind w:left="-79" w:right="-126"/>
              <w:jc w:val="both"/>
              <w:rPr>
                <w:rFonts w:eastAsia="MS Mincho"/>
              </w:rPr>
            </w:pPr>
          </w:p>
        </w:tc>
        <w:tc>
          <w:tcPr>
            <w:tcW w:w="1197" w:type="dxa"/>
          </w:tcPr>
          <w:p w14:paraId="1F2C38EB" w14:textId="2A9EC395" w:rsidR="00087034" w:rsidRPr="00F73937" w:rsidRDefault="00087034" w:rsidP="00234857">
            <w:pPr>
              <w:tabs>
                <w:tab w:val="decimal" w:pos="975"/>
              </w:tabs>
              <w:spacing w:line="240" w:lineRule="atLeast"/>
              <w:ind w:left="-79" w:right="-126"/>
              <w:jc w:val="both"/>
              <w:rPr>
                <w:rFonts w:eastAsia="MS Mincho"/>
              </w:rPr>
            </w:pPr>
            <w:r w:rsidRPr="00F73937">
              <w:t>1,201,380</w:t>
            </w:r>
          </w:p>
        </w:tc>
        <w:tc>
          <w:tcPr>
            <w:tcW w:w="241" w:type="dxa"/>
          </w:tcPr>
          <w:p w14:paraId="7E904B76" w14:textId="77777777" w:rsidR="00087034" w:rsidRPr="00F73937" w:rsidRDefault="00087034" w:rsidP="0029532D">
            <w:pPr>
              <w:tabs>
                <w:tab w:val="decimal" w:pos="819"/>
              </w:tabs>
              <w:spacing w:line="240" w:lineRule="atLeast"/>
              <w:ind w:left="-79" w:right="-126"/>
              <w:jc w:val="both"/>
              <w:rPr>
                <w:rFonts w:eastAsia="MS Mincho"/>
              </w:rPr>
            </w:pPr>
          </w:p>
        </w:tc>
        <w:tc>
          <w:tcPr>
            <w:tcW w:w="1145" w:type="dxa"/>
          </w:tcPr>
          <w:p w14:paraId="00ABE1A3" w14:textId="27C1F037" w:rsidR="00087034" w:rsidRPr="00F73937" w:rsidRDefault="00087034" w:rsidP="00861120">
            <w:pPr>
              <w:tabs>
                <w:tab w:val="decimal" w:pos="950"/>
              </w:tabs>
              <w:spacing w:line="240" w:lineRule="auto"/>
              <w:ind w:right="-114"/>
            </w:pPr>
            <w:r w:rsidRPr="00F73937">
              <w:t>1,201,380</w:t>
            </w:r>
          </w:p>
        </w:tc>
        <w:tc>
          <w:tcPr>
            <w:tcW w:w="324" w:type="dxa"/>
            <w:gridSpan w:val="2"/>
          </w:tcPr>
          <w:p w14:paraId="5CFBCFC1" w14:textId="77777777" w:rsidR="00087034" w:rsidRPr="00F73937" w:rsidRDefault="00087034" w:rsidP="0029532D">
            <w:pPr>
              <w:tabs>
                <w:tab w:val="decimal" w:pos="819"/>
              </w:tabs>
              <w:spacing w:line="240" w:lineRule="atLeast"/>
              <w:ind w:left="-79" w:right="-126"/>
              <w:jc w:val="both"/>
              <w:rPr>
                <w:rFonts w:eastAsia="MS Mincho" w:cs="Angsana New"/>
              </w:rPr>
            </w:pPr>
          </w:p>
        </w:tc>
        <w:tc>
          <w:tcPr>
            <w:tcW w:w="1080" w:type="dxa"/>
          </w:tcPr>
          <w:p w14:paraId="435DF907" w14:textId="56293396" w:rsidR="00087034" w:rsidRPr="00F73937" w:rsidRDefault="00087034" w:rsidP="003B7D29">
            <w:pPr>
              <w:tabs>
                <w:tab w:val="decimal" w:pos="859"/>
              </w:tabs>
              <w:spacing w:line="240" w:lineRule="atLeast"/>
              <w:ind w:left="-79" w:right="-126"/>
              <w:jc w:val="both"/>
              <w:rPr>
                <w:rFonts w:eastAsia="MS Mincho"/>
              </w:rPr>
            </w:pPr>
            <w:r w:rsidRPr="00F73937">
              <w:t>1,005,000</w:t>
            </w:r>
          </w:p>
        </w:tc>
        <w:tc>
          <w:tcPr>
            <w:tcW w:w="270" w:type="dxa"/>
          </w:tcPr>
          <w:p w14:paraId="072765A7" w14:textId="77777777" w:rsidR="00087034" w:rsidRPr="00F73937" w:rsidRDefault="00087034" w:rsidP="0029532D">
            <w:pPr>
              <w:tabs>
                <w:tab w:val="decimal" w:pos="824"/>
              </w:tabs>
              <w:spacing w:line="240" w:lineRule="atLeast"/>
              <w:ind w:left="-79" w:right="-126"/>
              <w:jc w:val="both"/>
              <w:rPr>
                <w:rFonts w:eastAsia="MS Mincho"/>
              </w:rPr>
            </w:pPr>
          </w:p>
        </w:tc>
        <w:tc>
          <w:tcPr>
            <w:tcW w:w="1098" w:type="dxa"/>
          </w:tcPr>
          <w:p w14:paraId="0D735E8F" w14:textId="05ACF7E2" w:rsidR="00087034" w:rsidRPr="00F73937" w:rsidRDefault="00087034" w:rsidP="0029532D">
            <w:pPr>
              <w:tabs>
                <w:tab w:val="decimal" w:pos="824"/>
              </w:tabs>
              <w:spacing w:line="240" w:lineRule="auto"/>
              <w:ind w:right="-114"/>
            </w:pPr>
            <w:r w:rsidRPr="00F73937">
              <w:t>1,005,000</w:t>
            </w:r>
          </w:p>
        </w:tc>
      </w:tr>
      <w:tr w:rsidR="003B7D29" w:rsidRPr="00F73937" w14:paraId="0DC1A8CB" w14:textId="77777777" w:rsidTr="002866A5">
        <w:tc>
          <w:tcPr>
            <w:tcW w:w="2772" w:type="dxa"/>
            <w:vAlign w:val="center"/>
          </w:tcPr>
          <w:p w14:paraId="6147A3ED" w14:textId="54B11BF4" w:rsidR="003B7D29" w:rsidRPr="00F73937" w:rsidRDefault="003B7D29" w:rsidP="003B7D29">
            <w:pPr>
              <w:spacing w:line="240" w:lineRule="atLeast"/>
              <w:jc w:val="both"/>
              <w:rPr>
                <w:rFonts w:eastAsia="MS Mincho" w:cs="Angsana New"/>
              </w:rPr>
            </w:pPr>
            <w:r w:rsidRPr="00F73937">
              <w:rPr>
                <w:rFonts w:eastAsia="MS Mincho" w:cs="Angsana New"/>
              </w:rPr>
              <w:t>Increase of new shares</w:t>
            </w:r>
          </w:p>
        </w:tc>
        <w:tc>
          <w:tcPr>
            <w:tcW w:w="882" w:type="dxa"/>
            <w:vAlign w:val="center"/>
          </w:tcPr>
          <w:p w14:paraId="1468B1F0" w14:textId="393319AE" w:rsidR="003B7D29" w:rsidRPr="00F73937" w:rsidRDefault="003B7D29" w:rsidP="00692E5B">
            <w:pPr>
              <w:spacing w:line="240" w:lineRule="atLeast"/>
              <w:ind w:left="-108" w:right="-146"/>
              <w:jc w:val="center"/>
              <w:rPr>
                <w:rFonts w:eastAsia="MS Mincho" w:cs="Angsana New"/>
              </w:rPr>
            </w:pPr>
            <w:r w:rsidRPr="00F73937">
              <w:rPr>
                <w:rFonts w:eastAsia="MS Mincho" w:cs="Angsana New"/>
              </w:rPr>
              <w:t>1</w:t>
            </w:r>
          </w:p>
        </w:tc>
        <w:tc>
          <w:tcPr>
            <w:tcW w:w="243" w:type="dxa"/>
          </w:tcPr>
          <w:p w14:paraId="0F7EFAD0" w14:textId="77777777" w:rsidR="003B7D29" w:rsidRPr="00F73937" w:rsidRDefault="003B7D29" w:rsidP="003B7D29">
            <w:pPr>
              <w:tabs>
                <w:tab w:val="decimal" w:pos="819"/>
              </w:tabs>
              <w:spacing w:line="240" w:lineRule="atLeast"/>
              <w:ind w:left="-79" w:right="-126"/>
              <w:rPr>
                <w:rFonts w:eastAsia="MS Mincho"/>
                <w:cs/>
              </w:rPr>
            </w:pPr>
          </w:p>
        </w:tc>
        <w:tc>
          <w:tcPr>
            <w:tcW w:w="1197" w:type="dxa"/>
          </w:tcPr>
          <w:p w14:paraId="1568C100" w14:textId="08F47E66" w:rsidR="003B7D29" w:rsidRPr="00F73937" w:rsidRDefault="003B7D29" w:rsidP="003B7D29">
            <w:pPr>
              <w:tabs>
                <w:tab w:val="decimal" w:pos="980"/>
              </w:tabs>
              <w:spacing w:line="240" w:lineRule="auto"/>
              <w:ind w:right="-114"/>
            </w:pPr>
            <w:r>
              <w:t>70,000</w:t>
            </w:r>
          </w:p>
        </w:tc>
        <w:tc>
          <w:tcPr>
            <w:tcW w:w="241" w:type="dxa"/>
          </w:tcPr>
          <w:p w14:paraId="6EC0E2C1" w14:textId="77777777" w:rsidR="003B7D29" w:rsidRPr="00F73937" w:rsidRDefault="003B7D29" w:rsidP="003B7D29">
            <w:pPr>
              <w:tabs>
                <w:tab w:val="left" w:pos="720"/>
              </w:tabs>
              <w:spacing w:line="240" w:lineRule="auto"/>
              <w:jc w:val="right"/>
              <w:rPr>
                <w:rFonts w:eastAsia="MS Mincho"/>
                <w:cs/>
                <w:lang w:val="th-TH"/>
              </w:rPr>
            </w:pPr>
          </w:p>
        </w:tc>
        <w:tc>
          <w:tcPr>
            <w:tcW w:w="1145" w:type="dxa"/>
          </w:tcPr>
          <w:p w14:paraId="78C80A6F" w14:textId="26A52D99" w:rsidR="003B7D29" w:rsidRPr="00F73937" w:rsidRDefault="003B7D29" w:rsidP="003B7D29">
            <w:pPr>
              <w:tabs>
                <w:tab w:val="decimal" w:pos="950"/>
              </w:tabs>
              <w:spacing w:line="240" w:lineRule="auto"/>
              <w:ind w:right="-114"/>
              <w:rPr>
                <w:cs/>
              </w:rPr>
            </w:pPr>
            <w:r>
              <w:t>70,000</w:t>
            </w:r>
          </w:p>
        </w:tc>
        <w:tc>
          <w:tcPr>
            <w:tcW w:w="324" w:type="dxa"/>
            <w:gridSpan w:val="2"/>
          </w:tcPr>
          <w:p w14:paraId="2D453C23" w14:textId="77777777" w:rsidR="003B7D29" w:rsidRPr="00F73937" w:rsidRDefault="003B7D29" w:rsidP="003B7D29">
            <w:pPr>
              <w:tabs>
                <w:tab w:val="left" w:pos="720"/>
              </w:tabs>
              <w:spacing w:line="240" w:lineRule="auto"/>
              <w:jc w:val="right"/>
              <w:rPr>
                <w:rFonts w:eastAsia="MS Mincho"/>
                <w:cs/>
                <w:lang w:val="th-TH"/>
              </w:rPr>
            </w:pPr>
          </w:p>
        </w:tc>
        <w:tc>
          <w:tcPr>
            <w:tcW w:w="1080" w:type="dxa"/>
          </w:tcPr>
          <w:p w14:paraId="5420CF46" w14:textId="35B71B64" w:rsidR="003B7D29" w:rsidRPr="00F73937" w:rsidRDefault="003B7D29" w:rsidP="003B7D29">
            <w:pPr>
              <w:tabs>
                <w:tab w:val="decimal" w:pos="859"/>
              </w:tabs>
              <w:spacing w:line="240" w:lineRule="auto"/>
              <w:ind w:right="-114"/>
            </w:pPr>
            <w:r w:rsidRPr="006A3BA4">
              <w:t>21,505</w:t>
            </w:r>
          </w:p>
        </w:tc>
        <w:tc>
          <w:tcPr>
            <w:tcW w:w="270" w:type="dxa"/>
          </w:tcPr>
          <w:p w14:paraId="09BC91FD" w14:textId="77777777" w:rsidR="003B7D29" w:rsidRPr="00F73937" w:rsidRDefault="003B7D29" w:rsidP="003B7D29">
            <w:pPr>
              <w:tabs>
                <w:tab w:val="decimal" w:pos="859"/>
              </w:tabs>
              <w:spacing w:line="240" w:lineRule="auto"/>
              <w:ind w:right="-114"/>
            </w:pPr>
          </w:p>
        </w:tc>
        <w:tc>
          <w:tcPr>
            <w:tcW w:w="1098" w:type="dxa"/>
          </w:tcPr>
          <w:p w14:paraId="22395D6B" w14:textId="1417D1C8" w:rsidR="003B7D29" w:rsidRPr="00F73937" w:rsidRDefault="003B7D29" w:rsidP="003B7D29">
            <w:pPr>
              <w:tabs>
                <w:tab w:val="decimal" w:pos="859"/>
              </w:tabs>
              <w:spacing w:line="240" w:lineRule="auto"/>
              <w:ind w:right="-114"/>
            </w:pPr>
            <w:r w:rsidRPr="006A3BA4">
              <w:t>21,505</w:t>
            </w:r>
          </w:p>
        </w:tc>
      </w:tr>
      <w:tr w:rsidR="00087034" w:rsidRPr="00F73937" w14:paraId="562841F5" w14:textId="77777777" w:rsidTr="00B15E1C">
        <w:trPr>
          <w:trHeight w:val="234"/>
        </w:trPr>
        <w:tc>
          <w:tcPr>
            <w:tcW w:w="2772" w:type="dxa"/>
            <w:vAlign w:val="center"/>
          </w:tcPr>
          <w:p w14:paraId="0397B644" w14:textId="5004269C" w:rsidR="00087034" w:rsidRPr="00F73937" w:rsidRDefault="00087034" w:rsidP="001D4EB0">
            <w:pPr>
              <w:spacing w:line="240" w:lineRule="atLeast"/>
              <w:rPr>
                <w:rFonts w:eastAsia="MS Mincho" w:cs="Angsana New"/>
              </w:rPr>
            </w:pPr>
            <w:r w:rsidRPr="00F73937">
              <w:rPr>
                <w:rFonts w:eastAsia="MS Mincho" w:cs="Angsana New"/>
                <w:b/>
                <w:bCs/>
              </w:rPr>
              <w:t>At 31 March</w:t>
            </w:r>
          </w:p>
        </w:tc>
        <w:tc>
          <w:tcPr>
            <w:tcW w:w="882" w:type="dxa"/>
          </w:tcPr>
          <w:p w14:paraId="6E37F37E" w14:textId="4A4A188C" w:rsidR="00087034" w:rsidRPr="00C06750" w:rsidRDefault="00087034" w:rsidP="00692E5B">
            <w:pPr>
              <w:tabs>
                <w:tab w:val="left" w:pos="227"/>
              </w:tabs>
              <w:spacing w:line="240" w:lineRule="atLeast"/>
              <w:ind w:left="-108" w:right="-146"/>
              <w:jc w:val="center"/>
              <w:rPr>
                <w:rFonts w:eastAsia="MS Mincho" w:cs="Angsana New"/>
              </w:rPr>
            </w:pPr>
          </w:p>
        </w:tc>
        <w:tc>
          <w:tcPr>
            <w:tcW w:w="243" w:type="dxa"/>
          </w:tcPr>
          <w:p w14:paraId="738509BA" w14:textId="77777777" w:rsidR="00087034" w:rsidRPr="00F73937" w:rsidRDefault="00087034" w:rsidP="001D4EB0">
            <w:pPr>
              <w:tabs>
                <w:tab w:val="decimal" w:pos="819"/>
              </w:tabs>
              <w:spacing w:line="240" w:lineRule="atLeast"/>
              <w:ind w:left="-79" w:right="-126"/>
              <w:rPr>
                <w:rFonts w:eastAsia="MS Mincho"/>
                <w:cs/>
                <w:lang w:val="th-TH"/>
              </w:rPr>
            </w:pPr>
          </w:p>
        </w:tc>
        <w:tc>
          <w:tcPr>
            <w:tcW w:w="1197" w:type="dxa"/>
            <w:tcBorders>
              <w:top w:val="single" w:sz="4" w:space="0" w:color="auto"/>
              <w:left w:val="nil"/>
              <w:right w:val="nil"/>
            </w:tcBorders>
          </w:tcPr>
          <w:p w14:paraId="51D32692" w14:textId="179C7F97" w:rsidR="00087034" w:rsidRPr="00F73937" w:rsidRDefault="00087034" w:rsidP="001D4EB0">
            <w:pPr>
              <w:tabs>
                <w:tab w:val="decimal" w:pos="980"/>
              </w:tabs>
              <w:spacing w:line="240" w:lineRule="auto"/>
              <w:ind w:right="-114"/>
            </w:pPr>
          </w:p>
        </w:tc>
        <w:tc>
          <w:tcPr>
            <w:tcW w:w="241" w:type="dxa"/>
          </w:tcPr>
          <w:p w14:paraId="2C7B8E93" w14:textId="77777777" w:rsidR="00087034" w:rsidRPr="00F73937" w:rsidRDefault="00087034" w:rsidP="001D4EB0">
            <w:pPr>
              <w:tabs>
                <w:tab w:val="decimal" w:pos="861"/>
              </w:tabs>
              <w:spacing w:line="240" w:lineRule="auto"/>
              <w:ind w:left="-129"/>
              <w:rPr>
                <w:rFonts w:eastAsia="MS Mincho"/>
              </w:rPr>
            </w:pPr>
          </w:p>
        </w:tc>
        <w:tc>
          <w:tcPr>
            <w:tcW w:w="1145" w:type="dxa"/>
            <w:tcBorders>
              <w:top w:val="single" w:sz="4" w:space="0" w:color="auto"/>
              <w:left w:val="nil"/>
              <w:right w:val="nil"/>
            </w:tcBorders>
          </w:tcPr>
          <w:p w14:paraId="1B196795" w14:textId="69D77754" w:rsidR="00087034" w:rsidRPr="00F73937" w:rsidRDefault="00087034" w:rsidP="00861120">
            <w:pPr>
              <w:tabs>
                <w:tab w:val="decimal" w:pos="950"/>
              </w:tabs>
              <w:spacing w:line="240" w:lineRule="auto"/>
              <w:ind w:right="-114"/>
            </w:pPr>
          </w:p>
        </w:tc>
        <w:tc>
          <w:tcPr>
            <w:tcW w:w="324" w:type="dxa"/>
            <w:gridSpan w:val="2"/>
          </w:tcPr>
          <w:p w14:paraId="38A7923A" w14:textId="77777777" w:rsidR="00087034" w:rsidRPr="00F73937" w:rsidRDefault="00087034" w:rsidP="001D4EB0">
            <w:pPr>
              <w:tabs>
                <w:tab w:val="left" w:pos="720"/>
              </w:tabs>
              <w:spacing w:line="240" w:lineRule="auto"/>
              <w:jc w:val="right"/>
              <w:rPr>
                <w:rFonts w:eastAsia="MS Mincho"/>
                <w:cs/>
                <w:lang w:val="th-TH"/>
              </w:rPr>
            </w:pPr>
          </w:p>
        </w:tc>
        <w:tc>
          <w:tcPr>
            <w:tcW w:w="1080" w:type="dxa"/>
            <w:tcBorders>
              <w:top w:val="single" w:sz="4" w:space="0" w:color="auto"/>
              <w:left w:val="nil"/>
              <w:right w:val="nil"/>
            </w:tcBorders>
          </w:tcPr>
          <w:p w14:paraId="0FA17F68" w14:textId="0A09C98E" w:rsidR="00087034" w:rsidRPr="00F73937" w:rsidRDefault="00087034" w:rsidP="00163E97">
            <w:pPr>
              <w:pStyle w:val="acctfourfigures"/>
              <w:shd w:val="clear" w:color="auto" w:fill="FFFFFF"/>
              <w:tabs>
                <w:tab w:val="clear" w:pos="765"/>
                <w:tab w:val="decimal" w:pos="1360"/>
              </w:tabs>
              <w:spacing w:line="240" w:lineRule="auto"/>
              <w:ind w:right="11"/>
            </w:pPr>
          </w:p>
        </w:tc>
        <w:tc>
          <w:tcPr>
            <w:tcW w:w="270" w:type="dxa"/>
          </w:tcPr>
          <w:p w14:paraId="41A1856F" w14:textId="77777777" w:rsidR="00087034" w:rsidRPr="00F73937" w:rsidRDefault="00087034" w:rsidP="00163E97">
            <w:pPr>
              <w:pStyle w:val="acctfourfigures"/>
              <w:shd w:val="clear" w:color="auto" w:fill="FFFFFF"/>
              <w:tabs>
                <w:tab w:val="clear" w:pos="765"/>
                <w:tab w:val="decimal" w:pos="1360"/>
              </w:tabs>
              <w:spacing w:line="240" w:lineRule="auto"/>
              <w:ind w:right="11"/>
            </w:pPr>
          </w:p>
        </w:tc>
        <w:tc>
          <w:tcPr>
            <w:tcW w:w="1098" w:type="dxa"/>
            <w:tcBorders>
              <w:top w:val="single" w:sz="4" w:space="0" w:color="auto"/>
              <w:left w:val="nil"/>
              <w:right w:val="nil"/>
            </w:tcBorders>
          </w:tcPr>
          <w:p w14:paraId="6C88C631" w14:textId="3485FF9D" w:rsidR="00087034" w:rsidRPr="00F73937" w:rsidRDefault="00087034" w:rsidP="00163E97">
            <w:pPr>
              <w:pStyle w:val="acctfourfigures"/>
              <w:shd w:val="clear" w:color="auto" w:fill="FFFFFF"/>
              <w:tabs>
                <w:tab w:val="clear" w:pos="765"/>
                <w:tab w:val="decimal" w:pos="1360"/>
              </w:tabs>
              <w:spacing w:line="240" w:lineRule="auto"/>
              <w:ind w:right="11"/>
            </w:pPr>
          </w:p>
        </w:tc>
      </w:tr>
      <w:tr w:rsidR="00B15E1C" w:rsidRPr="00F73937" w14:paraId="4105AB01" w14:textId="77777777" w:rsidTr="00B15E1C">
        <w:trPr>
          <w:trHeight w:val="234"/>
        </w:trPr>
        <w:tc>
          <w:tcPr>
            <w:tcW w:w="2772" w:type="dxa"/>
          </w:tcPr>
          <w:p w14:paraId="36CB684F" w14:textId="4143D899" w:rsidR="00B15E1C" w:rsidRPr="00F73937" w:rsidRDefault="00B15E1C" w:rsidP="00B15E1C">
            <w:pPr>
              <w:spacing w:line="240" w:lineRule="atLeast"/>
              <w:rPr>
                <w:rFonts w:eastAsia="MS Mincho" w:cs="Angsana New"/>
                <w:b/>
                <w:bCs/>
              </w:rPr>
            </w:pPr>
            <w:r w:rsidRPr="00F73937">
              <w:rPr>
                <w:rFonts w:eastAsia="MS Mincho" w:cs="Angsana New"/>
                <w:b/>
                <w:bCs/>
              </w:rPr>
              <w:t>- ordinary shares</w:t>
            </w:r>
          </w:p>
        </w:tc>
        <w:tc>
          <w:tcPr>
            <w:tcW w:w="882" w:type="dxa"/>
          </w:tcPr>
          <w:p w14:paraId="346D6330" w14:textId="62D94EA1" w:rsidR="00B15E1C" w:rsidRPr="00C06750" w:rsidRDefault="00B15E1C" w:rsidP="00B15E1C">
            <w:pPr>
              <w:tabs>
                <w:tab w:val="left" w:pos="227"/>
              </w:tabs>
              <w:spacing w:line="240" w:lineRule="atLeast"/>
              <w:ind w:left="-108" w:right="-146"/>
              <w:jc w:val="center"/>
              <w:rPr>
                <w:rFonts w:eastAsia="MS Mincho" w:cs="Angsana New"/>
              </w:rPr>
            </w:pPr>
            <w:r>
              <w:rPr>
                <w:rFonts w:eastAsia="MS Mincho" w:cs="Angsana New"/>
              </w:rPr>
              <w:t>1</w:t>
            </w:r>
          </w:p>
        </w:tc>
        <w:tc>
          <w:tcPr>
            <w:tcW w:w="243" w:type="dxa"/>
          </w:tcPr>
          <w:p w14:paraId="6382E820" w14:textId="77777777" w:rsidR="00B15E1C" w:rsidRPr="00F73937" w:rsidRDefault="00B15E1C" w:rsidP="00B15E1C">
            <w:pPr>
              <w:tabs>
                <w:tab w:val="decimal" w:pos="819"/>
              </w:tabs>
              <w:spacing w:line="240" w:lineRule="atLeast"/>
              <w:ind w:left="-79" w:right="-126"/>
              <w:rPr>
                <w:rFonts w:eastAsia="MS Mincho"/>
                <w:cs/>
                <w:lang w:val="th-TH"/>
              </w:rPr>
            </w:pPr>
          </w:p>
        </w:tc>
        <w:tc>
          <w:tcPr>
            <w:tcW w:w="1197" w:type="dxa"/>
            <w:tcBorders>
              <w:left w:val="nil"/>
              <w:bottom w:val="double" w:sz="4" w:space="0" w:color="auto"/>
              <w:right w:val="nil"/>
            </w:tcBorders>
          </w:tcPr>
          <w:p w14:paraId="300FFC9A" w14:textId="430E1F87" w:rsidR="00B15E1C" w:rsidRPr="00B15E1C" w:rsidRDefault="00B15E1C" w:rsidP="00B15E1C">
            <w:pPr>
              <w:tabs>
                <w:tab w:val="decimal" w:pos="980"/>
              </w:tabs>
              <w:spacing w:line="240" w:lineRule="auto"/>
              <w:ind w:right="-114"/>
              <w:rPr>
                <w:b/>
                <w:bCs/>
              </w:rPr>
            </w:pPr>
            <w:r w:rsidRPr="00B15E1C">
              <w:rPr>
                <w:b/>
                <w:bCs/>
              </w:rPr>
              <w:t>1,271,380</w:t>
            </w:r>
          </w:p>
        </w:tc>
        <w:tc>
          <w:tcPr>
            <w:tcW w:w="241" w:type="dxa"/>
          </w:tcPr>
          <w:p w14:paraId="705A65C7" w14:textId="77777777" w:rsidR="00B15E1C" w:rsidRPr="00B15E1C" w:rsidRDefault="00B15E1C" w:rsidP="00B15E1C">
            <w:pPr>
              <w:tabs>
                <w:tab w:val="decimal" w:pos="861"/>
              </w:tabs>
              <w:spacing w:line="240" w:lineRule="auto"/>
              <w:ind w:left="-129"/>
              <w:rPr>
                <w:rFonts w:eastAsia="MS Mincho"/>
                <w:b/>
                <w:bCs/>
              </w:rPr>
            </w:pPr>
          </w:p>
        </w:tc>
        <w:tc>
          <w:tcPr>
            <w:tcW w:w="1145" w:type="dxa"/>
            <w:tcBorders>
              <w:left w:val="nil"/>
              <w:bottom w:val="double" w:sz="4" w:space="0" w:color="auto"/>
              <w:right w:val="nil"/>
            </w:tcBorders>
          </w:tcPr>
          <w:p w14:paraId="56FF6838" w14:textId="15C926A0" w:rsidR="00B15E1C" w:rsidRPr="00B15E1C" w:rsidRDefault="00B15E1C" w:rsidP="00B15E1C">
            <w:pPr>
              <w:tabs>
                <w:tab w:val="decimal" w:pos="950"/>
              </w:tabs>
              <w:spacing w:line="240" w:lineRule="auto"/>
              <w:ind w:right="-114"/>
              <w:rPr>
                <w:b/>
                <w:bCs/>
              </w:rPr>
            </w:pPr>
            <w:r w:rsidRPr="00B15E1C">
              <w:rPr>
                <w:b/>
                <w:bCs/>
              </w:rPr>
              <w:t>1,271,380</w:t>
            </w:r>
          </w:p>
        </w:tc>
        <w:tc>
          <w:tcPr>
            <w:tcW w:w="324" w:type="dxa"/>
            <w:gridSpan w:val="2"/>
          </w:tcPr>
          <w:p w14:paraId="1F4E1FF6" w14:textId="77777777" w:rsidR="00B15E1C" w:rsidRPr="00B15E1C" w:rsidRDefault="00B15E1C" w:rsidP="00B15E1C">
            <w:pPr>
              <w:tabs>
                <w:tab w:val="left" w:pos="720"/>
              </w:tabs>
              <w:spacing w:line="240" w:lineRule="auto"/>
              <w:jc w:val="right"/>
              <w:rPr>
                <w:rFonts w:eastAsia="MS Mincho"/>
                <w:b/>
                <w:bCs/>
                <w:cs/>
                <w:lang w:val="th-TH"/>
              </w:rPr>
            </w:pPr>
          </w:p>
        </w:tc>
        <w:tc>
          <w:tcPr>
            <w:tcW w:w="1080" w:type="dxa"/>
            <w:tcBorders>
              <w:left w:val="nil"/>
              <w:bottom w:val="double" w:sz="4" w:space="0" w:color="auto"/>
              <w:right w:val="nil"/>
            </w:tcBorders>
          </w:tcPr>
          <w:p w14:paraId="132CDE43" w14:textId="27A819E2" w:rsidR="00B15E1C" w:rsidRPr="00B15E1C" w:rsidRDefault="00B15E1C" w:rsidP="00B15E1C">
            <w:pPr>
              <w:tabs>
                <w:tab w:val="decimal" w:pos="859"/>
              </w:tabs>
              <w:spacing w:line="240" w:lineRule="atLeast"/>
              <w:ind w:left="-79" w:right="-126"/>
              <w:jc w:val="both"/>
              <w:rPr>
                <w:b/>
                <w:bCs/>
              </w:rPr>
            </w:pPr>
            <w:r w:rsidRPr="00B15E1C">
              <w:rPr>
                <w:b/>
                <w:bCs/>
              </w:rPr>
              <w:t>1,026,505</w:t>
            </w:r>
          </w:p>
        </w:tc>
        <w:tc>
          <w:tcPr>
            <w:tcW w:w="270" w:type="dxa"/>
          </w:tcPr>
          <w:p w14:paraId="3B57652A" w14:textId="77777777" w:rsidR="00B15E1C" w:rsidRPr="00B15E1C" w:rsidRDefault="00B15E1C" w:rsidP="00B15E1C">
            <w:pPr>
              <w:pStyle w:val="acctfourfigures"/>
              <w:shd w:val="clear" w:color="auto" w:fill="FFFFFF"/>
              <w:tabs>
                <w:tab w:val="clear" w:pos="765"/>
                <w:tab w:val="decimal" w:pos="1360"/>
              </w:tabs>
              <w:spacing w:line="240" w:lineRule="auto"/>
              <w:ind w:right="11"/>
              <w:rPr>
                <w:b/>
                <w:bCs/>
              </w:rPr>
            </w:pPr>
          </w:p>
        </w:tc>
        <w:tc>
          <w:tcPr>
            <w:tcW w:w="1098" w:type="dxa"/>
            <w:tcBorders>
              <w:left w:val="nil"/>
              <w:bottom w:val="double" w:sz="4" w:space="0" w:color="auto"/>
              <w:right w:val="nil"/>
            </w:tcBorders>
          </w:tcPr>
          <w:p w14:paraId="22D0D846" w14:textId="2D95389D" w:rsidR="00B15E1C" w:rsidRPr="00B15E1C" w:rsidRDefault="00B15E1C" w:rsidP="00B15E1C">
            <w:pPr>
              <w:tabs>
                <w:tab w:val="decimal" w:pos="824"/>
              </w:tabs>
              <w:spacing w:line="240" w:lineRule="auto"/>
              <w:ind w:right="-114"/>
              <w:rPr>
                <w:b/>
                <w:bCs/>
              </w:rPr>
            </w:pPr>
            <w:r w:rsidRPr="00B15E1C">
              <w:rPr>
                <w:b/>
                <w:bCs/>
              </w:rPr>
              <w:t>1,026,505</w:t>
            </w:r>
          </w:p>
        </w:tc>
      </w:tr>
    </w:tbl>
    <w:p w14:paraId="08AAF255" w14:textId="17B2B017" w:rsidR="00C82C36" w:rsidRDefault="00C82C36" w:rsidP="002F483C">
      <w:pPr>
        <w:spacing w:line="240" w:lineRule="atLeast"/>
        <w:ind w:left="540"/>
        <w:jc w:val="thaiDistribute"/>
        <w:rPr>
          <w:rFonts w:eastAsia="Arial Unicode MS" w:cs="Angsana New"/>
          <w:highlight w:val="yellow"/>
        </w:rPr>
      </w:pPr>
    </w:p>
    <w:p w14:paraId="42FB51A1" w14:textId="5C06AC7A" w:rsidR="002A3393" w:rsidRDefault="008C17FD" w:rsidP="006916D7">
      <w:pPr>
        <w:pStyle w:val="BodyText"/>
        <w:spacing w:after="0"/>
        <w:ind w:left="540"/>
        <w:jc w:val="thaiDistribute"/>
        <w:rPr>
          <w:lang w:val="en-GB" w:eastAsia="x-none"/>
        </w:rPr>
      </w:pPr>
      <w:bookmarkStart w:id="3" w:name="_Hlk78496754"/>
      <w:r w:rsidRPr="00C82C36">
        <w:rPr>
          <w:rFonts w:cstheme="minorBidi"/>
          <w:spacing w:val="-2"/>
          <w:lang w:val="en-GB" w:eastAsia="x-none"/>
        </w:rPr>
        <w:t>At the Extraordinary Shareholders’ Meeting of the Company held on 16 December 2021,</w:t>
      </w:r>
      <w:r w:rsidRPr="00C82C36">
        <w:rPr>
          <w:rFonts w:cstheme="minorBidi" w:hint="cs"/>
          <w:spacing w:val="-2"/>
          <w:cs/>
          <w:lang w:val="en-GB" w:eastAsia="x-none"/>
        </w:rPr>
        <w:t xml:space="preserve"> </w:t>
      </w:r>
      <w:r w:rsidR="00C82EB2" w:rsidRPr="00C82C36">
        <w:rPr>
          <w:rFonts w:cstheme="minorBidi"/>
          <w:spacing w:val="-2"/>
          <w:lang w:val="en-GB" w:eastAsia="x-none"/>
        </w:rPr>
        <w:t xml:space="preserve">the </w:t>
      </w:r>
      <w:r w:rsidRPr="00C82C36">
        <w:rPr>
          <w:rFonts w:cstheme="minorBidi"/>
          <w:spacing w:val="-2"/>
          <w:lang w:val="en-US" w:eastAsia="x-none"/>
        </w:rPr>
        <w:t>s</w:t>
      </w:r>
      <w:r w:rsidR="00C82EB2" w:rsidRPr="00C82C36">
        <w:rPr>
          <w:rFonts w:cstheme="minorBidi"/>
          <w:spacing w:val="-2"/>
          <w:lang w:val="en-GB" w:eastAsia="x-none"/>
        </w:rPr>
        <w:t>hareholder</w:t>
      </w:r>
      <w:r w:rsidR="00C82C36" w:rsidRPr="00C82C36">
        <w:rPr>
          <w:rFonts w:cstheme="minorBidi"/>
          <w:spacing w:val="-2"/>
          <w:lang w:val="en-GB" w:eastAsia="x-none"/>
        </w:rPr>
        <w:t>s</w:t>
      </w:r>
      <w:r w:rsidR="00C82EB2" w:rsidRPr="00C1612C">
        <w:rPr>
          <w:rFonts w:cstheme="minorBidi"/>
          <w:lang w:val="en-GB" w:eastAsia="x-none"/>
        </w:rPr>
        <w:t xml:space="preserve"> approve</w:t>
      </w:r>
      <w:r w:rsidRPr="00C1612C">
        <w:rPr>
          <w:rFonts w:cstheme="minorBidi"/>
          <w:lang w:val="en-GB" w:eastAsia="x-none"/>
        </w:rPr>
        <w:t>d</w:t>
      </w:r>
      <w:r w:rsidR="00C82EB2" w:rsidRPr="00C1612C">
        <w:rPr>
          <w:rFonts w:cstheme="minorBidi"/>
          <w:lang w:val="en-GB" w:eastAsia="x-none"/>
        </w:rPr>
        <w:t xml:space="preserve"> </w:t>
      </w:r>
      <w:bookmarkEnd w:id="3"/>
      <w:r w:rsidR="00C82EB2" w:rsidRPr="00C1612C">
        <w:rPr>
          <w:rFonts w:cstheme="minorBidi"/>
          <w:lang w:val="en-GB" w:eastAsia="x-none"/>
        </w:rPr>
        <w:t xml:space="preserve">the increase of </w:t>
      </w:r>
      <w:r w:rsidR="00BA268A" w:rsidRPr="00C1612C">
        <w:rPr>
          <w:rFonts w:cstheme="minorBidi"/>
          <w:lang w:val="en-GB" w:eastAsia="x-none"/>
        </w:rPr>
        <w:t>the Company’s authorised share capital and offer to privat</w:t>
      </w:r>
      <w:r w:rsidR="00BA268A" w:rsidRPr="008C17FD">
        <w:rPr>
          <w:rFonts w:cstheme="minorBidi"/>
          <w:lang w:val="en-GB" w:eastAsia="x-none"/>
        </w:rPr>
        <w:t xml:space="preserve">e placement which </w:t>
      </w:r>
      <w:r w:rsidR="00BA268A" w:rsidRPr="006F7B21">
        <w:rPr>
          <w:rFonts w:cstheme="minorBidi"/>
          <w:spacing w:val="-6"/>
          <w:lang w:val="en-GB" w:eastAsia="x-none"/>
        </w:rPr>
        <w:t xml:space="preserve">is </w:t>
      </w:r>
      <w:r w:rsidRPr="006F7B21">
        <w:rPr>
          <w:rFonts w:cstheme="minorBidi"/>
          <w:spacing w:val="-6"/>
          <w:lang w:val="en-GB" w:eastAsia="x-none"/>
        </w:rPr>
        <w:t>Cash Machine Capital C</w:t>
      </w:r>
      <w:r w:rsidR="006F7B21" w:rsidRPr="006F7B21">
        <w:rPr>
          <w:rFonts w:cstheme="minorBidi"/>
          <w:spacing w:val="-6"/>
          <w:lang w:val="en-GB" w:eastAsia="x-none"/>
        </w:rPr>
        <w:t>o., Ltd. The purpose is</w:t>
      </w:r>
      <w:r w:rsidRPr="006F7B21">
        <w:rPr>
          <w:rFonts w:cstheme="minorBidi"/>
          <w:spacing w:val="-6"/>
          <w:lang w:val="en-GB" w:eastAsia="x-none"/>
        </w:rPr>
        <w:t xml:space="preserve"> to acquire the ordinary shares of Platt Finserve C</w:t>
      </w:r>
      <w:r w:rsidR="006F7B21" w:rsidRPr="006F7B21">
        <w:rPr>
          <w:rFonts w:cstheme="minorBidi"/>
          <w:spacing w:val="-6"/>
          <w:lang w:val="en-GB" w:eastAsia="x-none"/>
        </w:rPr>
        <w:t>o., Ltd.</w:t>
      </w:r>
      <w:r w:rsidRPr="006F7B21">
        <w:rPr>
          <w:rFonts w:cstheme="minorBidi"/>
          <w:spacing w:val="-6"/>
          <w:lang w:val="en-GB" w:eastAsia="x-none"/>
        </w:rPr>
        <w:t xml:space="preserve"> </w:t>
      </w:r>
      <w:r w:rsidR="006F7B21">
        <w:rPr>
          <w:rFonts w:cstheme="minorBidi"/>
          <w:lang w:val="en-GB" w:eastAsia="x-none"/>
        </w:rPr>
        <w:t xml:space="preserve">                             </w:t>
      </w:r>
      <w:r w:rsidR="00C82EB2" w:rsidRPr="008C17FD">
        <w:rPr>
          <w:rFonts w:cstheme="minorBidi"/>
          <w:lang w:val="en-GB" w:eastAsia="x-none"/>
        </w:rPr>
        <w:t xml:space="preserve">by issuing new ordinary shares of </w:t>
      </w:r>
      <w:r w:rsidRPr="008C17FD">
        <w:rPr>
          <w:rFonts w:cstheme="minorBidi"/>
          <w:lang w:val="en-GB" w:eastAsia="x-none"/>
        </w:rPr>
        <w:t>70</w:t>
      </w:r>
      <w:r w:rsidR="00C82EB2" w:rsidRPr="008C17FD">
        <w:rPr>
          <w:rFonts w:cstheme="minorBidi"/>
          <w:lang w:val="en-GB" w:eastAsia="x-none"/>
        </w:rPr>
        <w:t xml:space="preserve"> million shares with Baht 1 par value. The offering </w:t>
      </w:r>
      <w:r w:rsidR="00E74B91" w:rsidRPr="008C17FD">
        <w:rPr>
          <w:rFonts w:cstheme="minorBidi"/>
          <w:lang w:val="en-US" w:eastAsia="x-none"/>
        </w:rPr>
        <w:t xml:space="preserve">price </w:t>
      </w:r>
      <w:r w:rsidR="00C82EB2" w:rsidRPr="008C17FD">
        <w:rPr>
          <w:rFonts w:cstheme="minorBidi"/>
          <w:lang w:val="en-GB" w:eastAsia="x-none"/>
        </w:rPr>
        <w:t xml:space="preserve">is Baht </w:t>
      </w:r>
      <w:r w:rsidR="006F7B21">
        <w:rPr>
          <w:rFonts w:cstheme="minorBidi"/>
          <w:lang w:val="en-GB" w:eastAsia="x-none"/>
        </w:rPr>
        <w:t xml:space="preserve">    </w:t>
      </w:r>
      <w:r w:rsidRPr="009B5E41">
        <w:rPr>
          <w:rFonts w:cstheme="minorBidi"/>
          <w:spacing w:val="-6"/>
          <w:lang w:val="en-GB" w:eastAsia="x-none"/>
        </w:rPr>
        <w:t xml:space="preserve">11 </w:t>
      </w:r>
      <w:r w:rsidR="00C82EB2" w:rsidRPr="009B5E41">
        <w:rPr>
          <w:rFonts w:cstheme="minorBidi"/>
          <w:spacing w:val="-6"/>
          <w:lang w:val="en-GB" w:eastAsia="x-none"/>
        </w:rPr>
        <w:t>per share,</w:t>
      </w:r>
      <w:r w:rsidR="00F073EB" w:rsidRPr="009B5E41">
        <w:rPr>
          <w:rFonts w:cstheme="minorBidi"/>
          <w:spacing w:val="-6"/>
          <w:lang w:val="en-GB" w:eastAsia="x-none"/>
        </w:rPr>
        <w:t xml:space="preserve"> amounting to</w:t>
      </w:r>
      <w:r w:rsidR="00C82EB2" w:rsidRPr="009B5E41">
        <w:rPr>
          <w:rFonts w:cstheme="minorBidi"/>
          <w:spacing w:val="-6"/>
          <w:lang w:val="en-GB" w:eastAsia="x-none"/>
        </w:rPr>
        <w:t xml:space="preserve"> Baht </w:t>
      </w:r>
      <w:r w:rsidRPr="009B5E41">
        <w:rPr>
          <w:rFonts w:cstheme="minorBidi"/>
          <w:spacing w:val="-6"/>
          <w:lang w:val="en-GB" w:eastAsia="x-none"/>
        </w:rPr>
        <w:t>770</w:t>
      </w:r>
      <w:r w:rsidR="00C82EB2" w:rsidRPr="009B5E41">
        <w:rPr>
          <w:rFonts w:cstheme="minorBidi"/>
          <w:spacing w:val="-6"/>
          <w:lang w:val="en-GB" w:eastAsia="x-none"/>
        </w:rPr>
        <w:t xml:space="preserve"> million.</w:t>
      </w:r>
      <w:r w:rsidR="00122764" w:rsidRPr="009B5E41">
        <w:rPr>
          <w:spacing w:val="-6"/>
          <w:lang w:val="en-GB" w:eastAsia="x-none"/>
        </w:rPr>
        <w:t xml:space="preserve"> </w:t>
      </w:r>
      <w:r w:rsidR="006916D7" w:rsidRPr="009B5E41">
        <w:rPr>
          <w:spacing w:val="-6"/>
          <w:lang w:val="en-GB" w:eastAsia="x-none"/>
        </w:rPr>
        <w:t>The Company</w:t>
      </w:r>
      <w:r w:rsidR="006F7B21" w:rsidRPr="009B5E41">
        <w:rPr>
          <w:spacing w:val="-6"/>
          <w:lang w:val="en-GB" w:eastAsia="x-none"/>
        </w:rPr>
        <w:t xml:space="preserve"> </w:t>
      </w:r>
      <w:r w:rsidR="006916D7" w:rsidRPr="009B5E41">
        <w:rPr>
          <w:spacing w:val="-6"/>
          <w:lang w:val="en-GB" w:eastAsia="x-none"/>
        </w:rPr>
        <w:t>has registered with the Ministry of Commerce</w:t>
      </w:r>
      <w:r w:rsidR="006916D7" w:rsidRPr="00BD513D">
        <w:rPr>
          <w:lang w:val="en-GB" w:eastAsia="x-none"/>
        </w:rPr>
        <w:t xml:space="preserve"> </w:t>
      </w:r>
      <w:r w:rsidR="009B5E41">
        <w:rPr>
          <w:lang w:val="en-GB" w:eastAsia="x-none"/>
        </w:rPr>
        <w:t xml:space="preserve">      </w:t>
      </w:r>
      <w:r w:rsidR="006916D7" w:rsidRPr="00BD513D">
        <w:rPr>
          <w:lang w:val="en-GB" w:eastAsia="x-none"/>
        </w:rPr>
        <w:t>on 14 March 2022.</w:t>
      </w:r>
    </w:p>
    <w:p w14:paraId="0CF69ECF" w14:textId="77777777" w:rsidR="00F61B06" w:rsidRPr="00F73937" w:rsidRDefault="00F61B06" w:rsidP="006916D7">
      <w:pPr>
        <w:pStyle w:val="BodyText"/>
        <w:spacing w:after="0"/>
        <w:ind w:left="540"/>
        <w:jc w:val="thaiDistribute"/>
        <w:rPr>
          <w:rFonts w:eastAsia="Arial Unicode MS" w:cs="Angsana New"/>
          <w:spacing w:val="-6"/>
        </w:rPr>
      </w:pPr>
    </w:p>
    <w:p w14:paraId="3AC23303" w14:textId="77777777" w:rsidR="009B3A5B" w:rsidRPr="00B07727" w:rsidRDefault="009B3A5B" w:rsidP="004B73D6">
      <w:pPr>
        <w:pStyle w:val="Heading1"/>
        <w:numPr>
          <w:ilvl w:val="0"/>
          <w:numId w:val="13"/>
        </w:numPr>
        <w:spacing w:before="0" w:after="0" w:line="240" w:lineRule="auto"/>
        <w:ind w:left="540" w:hanging="540"/>
        <w:jc w:val="both"/>
        <w:rPr>
          <w:b/>
          <w:bCs/>
          <w:i w:val="0"/>
          <w:iCs/>
          <w:szCs w:val="24"/>
        </w:rPr>
      </w:pPr>
      <w:r w:rsidRPr="00B07727">
        <w:rPr>
          <w:b/>
          <w:bCs/>
          <w:i w:val="0"/>
          <w:iCs/>
          <w:szCs w:val="24"/>
        </w:rPr>
        <w:t>Warrant</w:t>
      </w:r>
    </w:p>
    <w:p w14:paraId="20B8C160" w14:textId="6ADF372B" w:rsidR="009968B0" w:rsidRPr="00F73937" w:rsidRDefault="009968B0" w:rsidP="009968B0">
      <w:pPr>
        <w:spacing w:line="240" w:lineRule="atLeast"/>
        <w:ind w:right="-45"/>
        <w:jc w:val="thaiDistribute"/>
        <w:rPr>
          <w:rFonts w:cstheme="minorBidi"/>
          <w:cs/>
        </w:rPr>
      </w:pPr>
    </w:p>
    <w:p w14:paraId="0795937C" w14:textId="4311E7CF" w:rsidR="00F73937" w:rsidRPr="00E65D2A" w:rsidRDefault="00E65D2A" w:rsidP="002F483C">
      <w:pPr>
        <w:spacing w:line="240" w:lineRule="atLeast"/>
        <w:ind w:left="540" w:right="-45"/>
        <w:jc w:val="thaiDistribute"/>
      </w:pPr>
      <w:r w:rsidRPr="00E65D2A">
        <w:t>The Company had adjusted the rights of SABUY-ESOP</w:t>
      </w:r>
      <w:r w:rsidRPr="00E65D2A">
        <w:rPr>
          <w:cs/>
        </w:rPr>
        <w:t xml:space="preserve">1 </w:t>
      </w:r>
      <w:r w:rsidRPr="00E65D2A">
        <w:t>and SABUY-ESOP</w:t>
      </w:r>
      <w:r w:rsidRPr="00E65D2A">
        <w:rPr>
          <w:cs/>
        </w:rPr>
        <w:t xml:space="preserve">2 </w:t>
      </w:r>
      <w:r w:rsidRPr="00E65D2A">
        <w:t xml:space="preserve">which became effective since </w:t>
      </w:r>
      <w:r w:rsidRPr="00E65D2A">
        <w:rPr>
          <w:cs/>
        </w:rPr>
        <w:t>1</w:t>
      </w:r>
      <w:r w:rsidR="00FB5E85">
        <w:rPr>
          <w:rFonts w:cs="Angsana New"/>
          <w:szCs w:val="28"/>
        </w:rPr>
        <w:t>4</w:t>
      </w:r>
      <w:r w:rsidRPr="00E65D2A">
        <w:rPr>
          <w:cs/>
        </w:rPr>
        <w:t xml:space="preserve"> </w:t>
      </w:r>
      <w:r w:rsidR="00FB5E85">
        <w:t>March 2022</w:t>
      </w:r>
      <w:r w:rsidRPr="00E65D2A">
        <w:rPr>
          <w:cs/>
        </w:rPr>
        <w:t xml:space="preserve"> </w:t>
      </w:r>
      <w:r w:rsidRPr="00E65D2A">
        <w:t>as follows:</w:t>
      </w:r>
    </w:p>
    <w:p w14:paraId="7DE9073E" w14:textId="77777777" w:rsidR="00E65D2A" w:rsidRPr="00F73937" w:rsidRDefault="00E65D2A" w:rsidP="00E65D2A">
      <w:pPr>
        <w:spacing w:line="240" w:lineRule="atLeast"/>
        <w:ind w:right="-45"/>
        <w:jc w:val="thaiDistribute"/>
        <w:rPr>
          <w:rFonts w:cstheme="minorBidi"/>
        </w:rPr>
      </w:pPr>
    </w:p>
    <w:tbl>
      <w:tblPr>
        <w:tblpPr w:leftFromText="180" w:rightFromText="180" w:vertAnchor="text" w:horzAnchor="margin" w:tblpX="450" w:tblpY="38"/>
        <w:tblW w:w="9270" w:type="dxa"/>
        <w:tblLayout w:type="fixed"/>
        <w:tblLook w:val="01E0" w:firstRow="1" w:lastRow="1" w:firstColumn="1" w:lastColumn="1" w:noHBand="0" w:noVBand="0"/>
      </w:tblPr>
      <w:tblGrid>
        <w:gridCol w:w="5401"/>
        <w:gridCol w:w="1798"/>
        <w:gridCol w:w="2071"/>
      </w:tblGrid>
      <w:tr w:rsidR="00942A26" w:rsidRPr="00F73937" w14:paraId="45FEF1FD" w14:textId="77777777" w:rsidTr="00942A26">
        <w:trPr>
          <w:trHeight w:val="270"/>
          <w:tblHeader/>
        </w:trPr>
        <w:tc>
          <w:tcPr>
            <w:tcW w:w="2913" w:type="pct"/>
            <w:hideMark/>
          </w:tcPr>
          <w:p w14:paraId="18B7D5E3" w14:textId="4ADAD090" w:rsidR="00942A26" w:rsidRPr="00E65D2A" w:rsidRDefault="00942A26" w:rsidP="00942A26">
            <w:pPr>
              <w:pStyle w:val="BodyText"/>
              <w:tabs>
                <w:tab w:val="left" w:pos="-18"/>
              </w:tabs>
              <w:spacing w:after="0"/>
              <w:ind w:left="-18" w:right="-131"/>
              <w:rPr>
                <w:spacing w:val="-2"/>
                <w:lang w:val="en-US"/>
              </w:rPr>
            </w:pPr>
          </w:p>
        </w:tc>
        <w:tc>
          <w:tcPr>
            <w:tcW w:w="970" w:type="pct"/>
          </w:tcPr>
          <w:p w14:paraId="5F951DCF" w14:textId="0AC051BA" w:rsidR="00942A26" w:rsidRPr="00E65D2A" w:rsidRDefault="00942A26" w:rsidP="00942A26">
            <w:pPr>
              <w:pStyle w:val="BodyText"/>
              <w:tabs>
                <w:tab w:val="left" w:pos="720"/>
              </w:tabs>
              <w:spacing w:after="0"/>
              <w:ind w:left="-122" w:right="-131" w:firstLine="122"/>
              <w:jc w:val="center"/>
              <w:rPr>
                <w:cs/>
              </w:rPr>
            </w:pPr>
            <w:r w:rsidRPr="00E65D2A">
              <w:t>SABUY-ESOP 1</w:t>
            </w:r>
          </w:p>
        </w:tc>
        <w:tc>
          <w:tcPr>
            <w:tcW w:w="1117" w:type="pct"/>
          </w:tcPr>
          <w:p w14:paraId="76A57ED0" w14:textId="0F0C0A17" w:rsidR="00942A26" w:rsidRPr="00E65D2A" w:rsidRDefault="00942A26" w:rsidP="00942A26">
            <w:pPr>
              <w:pStyle w:val="BodyText"/>
              <w:tabs>
                <w:tab w:val="left" w:pos="720"/>
              </w:tabs>
              <w:spacing w:after="0"/>
              <w:jc w:val="center"/>
              <w:rPr>
                <w:rFonts w:cstheme="minorBidi"/>
                <w:spacing w:val="-2"/>
                <w:lang w:val="en-US"/>
              </w:rPr>
            </w:pPr>
            <w:r w:rsidRPr="00E65D2A">
              <w:t>SABUY-ESOP 2</w:t>
            </w:r>
          </w:p>
        </w:tc>
      </w:tr>
      <w:tr w:rsidR="009968B0" w:rsidRPr="00F73937" w14:paraId="6DB8B239" w14:textId="77777777" w:rsidTr="00942A26">
        <w:trPr>
          <w:trHeight w:val="289"/>
          <w:tblHeader/>
        </w:trPr>
        <w:tc>
          <w:tcPr>
            <w:tcW w:w="2913" w:type="pct"/>
            <w:hideMark/>
          </w:tcPr>
          <w:p w14:paraId="60965DA3" w14:textId="77777777" w:rsidR="009968B0" w:rsidRPr="00E65D2A" w:rsidRDefault="009968B0" w:rsidP="009968B0">
            <w:pPr>
              <w:pStyle w:val="BodyText"/>
              <w:tabs>
                <w:tab w:val="left" w:pos="-18"/>
              </w:tabs>
              <w:spacing w:after="0"/>
              <w:ind w:left="-18" w:right="-131"/>
              <w:rPr>
                <w:spacing w:val="-2"/>
                <w:lang w:val="en-US"/>
              </w:rPr>
            </w:pPr>
            <w:r w:rsidRPr="00E65D2A">
              <w:rPr>
                <w:spacing w:val="-2"/>
                <w:lang w:val="en-US"/>
              </w:rPr>
              <w:t>Exercise price (Baht)</w:t>
            </w:r>
          </w:p>
        </w:tc>
        <w:tc>
          <w:tcPr>
            <w:tcW w:w="970" w:type="pct"/>
          </w:tcPr>
          <w:p w14:paraId="0393112F" w14:textId="2F6D2701" w:rsidR="009968B0" w:rsidRPr="00E65D2A" w:rsidRDefault="009968B0" w:rsidP="009968B0">
            <w:pPr>
              <w:pStyle w:val="BodyText"/>
              <w:tabs>
                <w:tab w:val="left" w:pos="720"/>
              </w:tabs>
              <w:spacing w:after="0"/>
              <w:ind w:left="-122" w:right="-131" w:firstLine="122"/>
              <w:jc w:val="center"/>
              <w:rPr>
                <w:cs/>
              </w:rPr>
            </w:pPr>
            <w:r w:rsidRPr="00E65D2A">
              <w:t>1.</w:t>
            </w:r>
            <w:r w:rsidR="00FB5E85">
              <w:t>892</w:t>
            </w:r>
          </w:p>
        </w:tc>
        <w:tc>
          <w:tcPr>
            <w:tcW w:w="1117" w:type="pct"/>
          </w:tcPr>
          <w:p w14:paraId="3C06D8D2" w14:textId="25BC4D1E" w:rsidR="009968B0" w:rsidRPr="00E65D2A" w:rsidRDefault="009968B0" w:rsidP="009968B0">
            <w:pPr>
              <w:pStyle w:val="BodyText"/>
              <w:tabs>
                <w:tab w:val="left" w:pos="720"/>
              </w:tabs>
              <w:spacing w:after="0"/>
              <w:jc w:val="center"/>
              <w:rPr>
                <w:spacing w:val="-2"/>
                <w:cs/>
                <w:lang w:val="en-US"/>
              </w:rPr>
            </w:pPr>
            <w:r w:rsidRPr="00E65D2A">
              <w:t>7.</w:t>
            </w:r>
            <w:r w:rsidR="00FB5E85">
              <w:t>347</w:t>
            </w:r>
          </w:p>
        </w:tc>
      </w:tr>
      <w:tr w:rsidR="009968B0" w:rsidRPr="00F73937" w14:paraId="25FEA5F9" w14:textId="77777777" w:rsidTr="00942A26">
        <w:trPr>
          <w:tblHeader/>
        </w:trPr>
        <w:tc>
          <w:tcPr>
            <w:tcW w:w="2913" w:type="pct"/>
            <w:hideMark/>
          </w:tcPr>
          <w:p w14:paraId="619A2EEA" w14:textId="1C58B656" w:rsidR="009968B0" w:rsidRPr="00E65D2A" w:rsidRDefault="00523A53" w:rsidP="009968B0">
            <w:pPr>
              <w:pStyle w:val="BodyText"/>
              <w:tabs>
                <w:tab w:val="left" w:pos="-18"/>
              </w:tabs>
              <w:spacing w:after="0"/>
              <w:ind w:left="-18" w:right="-131"/>
              <w:rPr>
                <w:spacing w:val="-2"/>
                <w:lang w:val="en-US"/>
              </w:rPr>
            </w:pPr>
            <w:r w:rsidRPr="000A4D45">
              <w:rPr>
                <w:spacing w:val="-2"/>
                <w:lang w:val="en-US"/>
              </w:rPr>
              <w:t xml:space="preserve">Exercise </w:t>
            </w:r>
            <w:r>
              <w:rPr>
                <w:spacing w:val="-2"/>
                <w:lang w:val="en-US"/>
              </w:rPr>
              <w:t>ratio</w:t>
            </w:r>
            <w:r w:rsidRPr="000A4D45">
              <w:rPr>
                <w:spacing w:val="-2"/>
                <w:lang w:val="en-US"/>
              </w:rPr>
              <w:t xml:space="preserve"> </w:t>
            </w:r>
            <w:r w:rsidR="009968B0" w:rsidRPr="00E65D2A">
              <w:rPr>
                <w:spacing w:val="-2"/>
                <w:lang w:val="en-US"/>
              </w:rPr>
              <w:t>(</w:t>
            </w:r>
            <w:r w:rsidR="008B71F2">
              <w:rPr>
                <w:spacing w:val="-2"/>
              </w:rPr>
              <w:t>Unit per share</w:t>
            </w:r>
            <w:r w:rsidR="009968B0" w:rsidRPr="00E65D2A">
              <w:rPr>
                <w:spacing w:val="-2"/>
                <w:lang w:val="en-US"/>
              </w:rPr>
              <w:t>)</w:t>
            </w:r>
          </w:p>
        </w:tc>
        <w:tc>
          <w:tcPr>
            <w:tcW w:w="970" w:type="pct"/>
          </w:tcPr>
          <w:p w14:paraId="7306AABC" w14:textId="255BB4FF" w:rsidR="009968B0" w:rsidRPr="00E65D2A" w:rsidRDefault="009968B0" w:rsidP="009968B0">
            <w:pPr>
              <w:pStyle w:val="BodyText"/>
              <w:tabs>
                <w:tab w:val="left" w:pos="720"/>
              </w:tabs>
              <w:spacing w:after="0"/>
              <w:ind w:left="-122" w:right="-131" w:firstLine="122"/>
              <w:jc w:val="center"/>
              <w:rPr>
                <w:cs/>
              </w:rPr>
            </w:pPr>
            <w:r w:rsidRPr="00E65D2A">
              <w:t>1</w:t>
            </w:r>
            <w:r w:rsidRPr="00E65D2A">
              <w:rPr>
                <w:rFonts w:cs="Angsana New"/>
                <w:cs/>
              </w:rPr>
              <w:t xml:space="preserve"> </w:t>
            </w:r>
            <w:r w:rsidRPr="00E65D2A">
              <w:rPr>
                <w:rFonts w:cs="Angsana New"/>
              </w:rPr>
              <w:t>per</w:t>
            </w:r>
            <w:r w:rsidRPr="00E65D2A">
              <w:rPr>
                <w:rFonts w:cs="Angsana New"/>
                <w:cs/>
              </w:rPr>
              <w:t xml:space="preserve"> </w:t>
            </w:r>
            <w:r w:rsidRPr="00E65D2A">
              <w:t>1.0</w:t>
            </w:r>
            <w:r w:rsidR="00FB5E85">
              <w:t>57</w:t>
            </w:r>
          </w:p>
        </w:tc>
        <w:tc>
          <w:tcPr>
            <w:tcW w:w="1117" w:type="pct"/>
          </w:tcPr>
          <w:p w14:paraId="61D0E56E" w14:textId="6BB48473" w:rsidR="009968B0" w:rsidRPr="00E65D2A" w:rsidRDefault="009968B0" w:rsidP="009968B0">
            <w:pPr>
              <w:pStyle w:val="BodyText"/>
              <w:tabs>
                <w:tab w:val="left" w:pos="720"/>
              </w:tabs>
              <w:spacing w:after="0"/>
              <w:jc w:val="center"/>
              <w:rPr>
                <w:spacing w:val="-2"/>
                <w:cs/>
                <w:lang w:val="en-US"/>
              </w:rPr>
            </w:pPr>
            <w:r w:rsidRPr="00E65D2A">
              <w:t>1</w:t>
            </w:r>
            <w:r w:rsidRPr="00E65D2A">
              <w:rPr>
                <w:rFonts w:cs="Angsana New"/>
                <w:cs/>
              </w:rPr>
              <w:t xml:space="preserve"> </w:t>
            </w:r>
            <w:r w:rsidRPr="00E65D2A">
              <w:rPr>
                <w:rFonts w:cs="Angsana New"/>
              </w:rPr>
              <w:t>per</w:t>
            </w:r>
            <w:r w:rsidRPr="00E65D2A">
              <w:rPr>
                <w:rFonts w:cs="Angsana New"/>
                <w:cs/>
              </w:rPr>
              <w:t xml:space="preserve"> </w:t>
            </w:r>
            <w:r w:rsidRPr="00E65D2A">
              <w:t>1.0</w:t>
            </w:r>
            <w:r w:rsidR="00FB5E85">
              <w:t>55</w:t>
            </w:r>
          </w:p>
        </w:tc>
      </w:tr>
    </w:tbl>
    <w:p w14:paraId="5D6577F5" w14:textId="77777777" w:rsidR="00FC13E0" w:rsidRPr="00F73937" w:rsidRDefault="00FC13E0" w:rsidP="002F483C">
      <w:pPr>
        <w:spacing w:line="240" w:lineRule="atLeast"/>
        <w:ind w:left="540" w:right="-45"/>
        <w:jc w:val="thaiDistribute"/>
        <w:rPr>
          <w:rFonts w:cstheme="minorBidi"/>
        </w:rPr>
      </w:pPr>
    </w:p>
    <w:p w14:paraId="7BC9425B" w14:textId="1F3ECD80" w:rsidR="00D57177" w:rsidRPr="00F73937" w:rsidRDefault="00D57177" w:rsidP="002F483C">
      <w:pPr>
        <w:spacing w:line="240" w:lineRule="atLeast"/>
        <w:ind w:left="540" w:right="-45"/>
        <w:jc w:val="thaiDistribute"/>
      </w:pPr>
      <w:r w:rsidRPr="00F73937">
        <w:t>Expenses for share-based payment transactions</w:t>
      </w:r>
      <w:r w:rsidR="00CC6D82" w:rsidRPr="00F73937">
        <w:t xml:space="preserve"> of SABUY-ESOP 1 and SABUY-ESOP 2</w:t>
      </w:r>
      <w:r w:rsidR="00CD17E9" w:rsidRPr="00F73937">
        <w:t xml:space="preserve"> included in distribution costs and administrative expenses</w:t>
      </w:r>
      <w:r w:rsidRPr="00F73937">
        <w:t xml:space="preserve"> in the consolidated and separate financial statements for </w:t>
      </w:r>
      <w:r w:rsidRPr="00F73937">
        <w:rPr>
          <w:spacing w:val="-2"/>
        </w:rPr>
        <w:t xml:space="preserve">the </w:t>
      </w:r>
      <w:r w:rsidR="00D40FD8" w:rsidRPr="00F73937">
        <w:rPr>
          <w:rFonts w:cs="Angsana New"/>
          <w:spacing w:val="-2"/>
        </w:rPr>
        <w:t>three</w:t>
      </w:r>
      <w:r w:rsidR="0098570D" w:rsidRPr="00F73937">
        <w:rPr>
          <w:spacing w:val="-2"/>
        </w:rPr>
        <w:t>-month</w:t>
      </w:r>
      <w:r w:rsidR="00BB4388" w:rsidRPr="00F73937">
        <w:rPr>
          <w:spacing w:val="-2"/>
        </w:rPr>
        <w:t xml:space="preserve"> period</w:t>
      </w:r>
      <w:r w:rsidRPr="00F73937">
        <w:rPr>
          <w:spacing w:val="-2"/>
        </w:rPr>
        <w:t xml:space="preserve"> ended </w:t>
      </w:r>
      <w:r w:rsidR="006E179E" w:rsidRPr="00F73937">
        <w:rPr>
          <w:spacing w:val="-2"/>
        </w:rPr>
        <w:t>31 March 2022</w:t>
      </w:r>
      <w:r w:rsidR="00BB4388" w:rsidRPr="00F73937">
        <w:rPr>
          <w:spacing w:val="-2"/>
        </w:rPr>
        <w:t xml:space="preserve"> </w:t>
      </w:r>
      <w:r w:rsidR="009A5B8E" w:rsidRPr="00F73937">
        <w:rPr>
          <w:spacing w:val="-2"/>
        </w:rPr>
        <w:t>amount</w:t>
      </w:r>
      <w:r w:rsidR="00F52534">
        <w:rPr>
          <w:spacing w:val="-2"/>
        </w:rPr>
        <w:t>ing</w:t>
      </w:r>
      <w:r w:rsidR="009A5B8E" w:rsidRPr="00F73937">
        <w:rPr>
          <w:spacing w:val="-2"/>
        </w:rPr>
        <w:t xml:space="preserve"> to</w:t>
      </w:r>
      <w:r w:rsidRPr="00F73937">
        <w:rPr>
          <w:spacing w:val="-2"/>
        </w:rPr>
        <w:t xml:space="preserve"> Bah</w:t>
      </w:r>
      <w:r w:rsidR="005657C2" w:rsidRPr="00F73937">
        <w:rPr>
          <w:rFonts w:cs="Angsana New"/>
          <w:spacing w:val="-2"/>
        </w:rPr>
        <w:t xml:space="preserve">t </w:t>
      </w:r>
      <w:r w:rsidR="00F378F3">
        <w:rPr>
          <w:rFonts w:cs="Angsana New"/>
          <w:spacing w:val="-2"/>
        </w:rPr>
        <w:t>2.92</w:t>
      </w:r>
      <w:r w:rsidR="00DF6257" w:rsidRPr="00F73937">
        <w:rPr>
          <w:rFonts w:cs="Angsana New"/>
          <w:spacing w:val="-2"/>
        </w:rPr>
        <w:t xml:space="preserve"> </w:t>
      </w:r>
      <w:r w:rsidRPr="00F73937">
        <w:rPr>
          <w:spacing w:val="-2"/>
        </w:rPr>
        <w:t>million</w:t>
      </w:r>
      <w:r w:rsidR="009B61C1" w:rsidRPr="00F73937">
        <w:rPr>
          <w:spacing w:val="-2"/>
        </w:rPr>
        <w:t xml:space="preserve"> </w:t>
      </w:r>
      <w:r w:rsidR="009B61C1" w:rsidRPr="00F73937">
        <w:rPr>
          <w:i/>
          <w:iCs/>
          <w:spacing w:val="-2"/>
        </w:rPr>
        <w:t>(202</w:t>
      </w:r>
      <w:r w:rsidR="006E179E" w:rsidRPr="00F73937">
        <w:rPr>
          <w:i/>
          <w:iCs/>
          <w:spacing w:val="-2"/>
        </w:rPr>
        <w:t>1</w:t>
      </w:r>
      <w:r w:rsidR="009B61C1" w:rsidRPr="00F73937">
        <w:rPr>
          <w:i/>
          <w:iCs/>
          <w:spacing w:val="-2"/>
        </w:rPr>
        <w:t xml:space="preserve">: </w:t>
      </w:r>
      <w:r w:rsidR="0098570D" w:rsidRPr="00F73937">
        <w:rPr>
          <w:i/>
          <w:iCs/>
          <w:spacing w:val="-2"/>
        </w:rPr>
        <w:t xml:space="preserve">Baht </w:t>
      </w:r>
      <w:r w:rsidR="006E179E" w:rsidRPr="00F73937">
        <w:rPr>
          <w:i/>
          <w:iCs/>
          <w:spacing w:val="-2"/>
        </w:rPr>
        <w:t>3.01</w:t>
      </w:r>
      <w:r w:rsidR="0098570D" w:rsidRPr="00F73937">
        <w:rPr>
          <w:i/>
          <w:iCs/>
          <w:spacing w:val="-2"/>
        </w:rPr>
        <w:t xml:space="preserve"> million</w:t>
      </w:r>
      <w:r w:rsidR="009B61C1" w:rsidRPr="00F73937">
        <w:rPr>
          <w:i/>
          <w:iCs/>
          <w:spacing w:val="-2"/>
        </w:rPr>
        <w:t>)</w:t>
      </w:r>
      <w:r w:rsidR="00C73216" w:rsidRPr="00F73937">
        <w:rPr>
          <w:spacing w:val="-2"/>
        </w:rPr>
        <w:t>.</w:t>
      </w:r>
    </w:p>
    <w:p w14:paraId="73038E33" w14:textId="77777777" w:rsidR="00C73216" w:rsidRPr="00F73937" w:rsidRDefault="00C73216" w:rsidP="00D510E7">
      <w:pPr>
        <w:spacing w:line="240" w:lineRule="atLeast"/>
        <w:ind w:left="1080" w:right="-45"/>
        <w:jc w:val="thaiDistribute"/>
      </w:pPr>
    </w:p>
    <w:p w14:paraId="6A731F27" w14:textId="77777777" w:rsidR="00F20655" w:rsidRPr="00F73937" w:rsidRDefault="00F20655" w:rsidP="003D7A29">
      <w:pPr>
        <w:pStyle w:val="block"/>
        <w:spacing w:after="0" w:line="240" w:lineRule="auto"/>
        <w:ind w:left="1125"/>
        <w:jc w:val="both"/>
        <w:rPr>
          <w:rFonts w:cs="Angsana New"/>
          <w:spacing w:val="-2"/>
          <w:cs/>
        </w:rPr>
        <w:sectPr w:rsidR="00F20655" w:rsidRPr="00F73937" w:rsidSect="00050033">
          <w:headerReference w:type="default" r:id="rId15"/>
          <w:pgSz w:w="11907" w:h="16840" w:code="9"/>
          <w:pgMar w:top="691" w:right="1152" w:bottom="576" w:left="1152" w:header="720" w:footer="720" w:gutter="0"/>
          <w:cols w:space="720"/>
          <w:docGrid w:linePitch="299"/>
        </w:sectPr>
      </w:pPr>
    </w:p>
    <w:p w14:paraId="678E0BC0" w14:textId="77777777" w:rsidR="00A701E3" w:rsidRPr="00B07727" w:rsidRDefault="00A701E3" w:rsidP="004B73D6">
      <w:pPr>
        <w:pStyle w:val="Heading1"/>
        <w:numPr>
          <w:ilvl w:val="0"/>
          <w:numId w:val="13"/>
        </w:numPr>
        <w:tabs>
          <w:tab w:val="left" w:pos="720"/>
        </w:tabs>
        <w:spacing w:before="0" w:after="0" w:line="240" w:lineRule="auto"/>
        <w:ind w:left="1080" w:hanging="900"/>
        <w:jc w:val="both"/>
        <w:rPr>
          <w:b/>
          <w:bCs/>
          <w:i w:val="0"/>
          <w:iCs/>
          <w:szCs w:val="24"/>
        </w:rPr>
      </w:pPr>
      <w:r w:rsidRPr="00B07727">
        <w:rPr>
          <w:b/>
          <w:bCs/>
          <w:i w:val="0"/>
          <w:iCs/>
          <w:szCs w:val="24"/>
        </w:rPr>
        <w:lastRenderedPageBreak/>
        <w:t>Segment information and disaggregation of revenue</w:t>
      </w:r>
    </w:p>
    <w:p w14:paraId="4F65C148" w14:textId="07715C67" w:rsidR="00A701E3" w:rsidRDefault="00A701E3" w:rsidP="00A701E3">
      <w:pPr>
        <w:tabs>
          <w:tab w:val="left" w:pos="1480"/>
        </w:tabs>
        <w:rPr>
          <w:lang w:val="en-GB" w:eastAsia="x-none"/>
        </w:rPr>
      </w:pPr>
      <w:r w:rsidRPr="00F73937">
        <w:rPr>
          <w:lang w:val="en-GB" w:eastAsia="x-none"/>
        </w:rPr>
        <w:tab/>
      </w:r>
    </w:p>
    <w:p w14:paraId="22F28FDF" w14:textId="77777777" w:rsidR="00746DCA" w:rsidRPr="00F73937" w:rsidRDefault="00746DCA" w:rsidP="00A701E3">
      <w:pPr>
        <w:tabs>
          <w:tab w:val="left" w:pos="1480"/>
        </w:tabs>
        <w:rPr>
          <w:lang w:val="en-GB" w:eastAsia="x-none"/>
        </w:rPr>
      </w:pPr>
    </w:p>
    <w:p w14:paraId="0DB4BCA7" w14:textId="121C59D9" w:rsidR="00A701E3" w:rsidRPr="00F73937" w:rsidRDefault="00746DCA" w:rsidP="00746DCA">
      <w:pPr>
        <w:tabs>
          <w:tab w:val="left" w:pos="670"/>
        </w:tabs>
        <w:jc w:val="center"/>
        <w:rPr>
          <w:rFonts w:cstheme="minorBidi"/>
          <w:lang w:val="en-GB" w:eastAsia="x-none"/>
        </w:rPr>
      </w:pPr>
      <w:r>
        <w:rPr>
          <w:rFonts w:cstheme="minorBidi"/>
          <w:noProof/>
          <w:lang w:val="en-GB" w:eastAsia="x-none"/>
        </w:rPr>
        <w:drawing>
          <wp:inline distT="0" distB="0" distL="0" distR="0" wp14:anchorId="11B2CCD6" wp14:editId="34464928">
            <wp:extent cx="9008110" cy="457015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36443" cy="4584528"/>
                    </a:xfrm>
                    <a:prstGeom prst="rect">
                      <a:avLst/>
                    </a:prstGeom>
                    <a:noFill/>
                  </pic:spPr>
                </pic:pic>
              </a:graphicData>
            </a:graphic>
          </wp:inline>
        </w:drawing>
      </w:r>
    </w:p>
    <w:p w14:paraId="69B60FCF" w14:textId="77777777" w:rsidR="00A701E3" w:rsidRPr="00F73937" w:rsidRDefault="00A701E3" w:rsidP="00A701E3">
      <w:pPr>
        <w:tabs>
          <w:tab w:val="left" w:pos="670"/>
        </w:tabs>
        <w:rPr>
          <w:rFonts w:cstheme="minorBidi"/>
          <w:cs/>
          <w:lang w:val="en-GB" w:eastAsia="x-none"/>
        </w:rPr>
      </w:pPr>
    </w:p>
    <w:p w14:paraId="08895A6F" w14:textId="77777777" w:rsidR="00A701E3" w:rsidRPr="00F73937" w:rsidRDefault="00A701E3" w:rsidP="00A701E3">
      <w:pPr>
        <w:tabs>
          <w:tab w:val="left" w:pos="670"/>
        </w:tabs>
        <w:rPr>
          <w:rFonts w:cstheme="minorBidi"/>
          <w:lang w:val="en-GB" w:eastAsia="x-none"/>
        </w:rPr>
      </w:pPr>
    </w:p>
    <w:p w14:paraId="1BFEC7C5" w14:textId="77777777" w:rsidR="00746DCA" w:rsidRDefault="00746DCA" w:rsidP="00A701E3">
      <w:pPr>
        <w:tabs>
          <w:tab w:val="left" w:pos="670"/>
        </w:tabs>
        <w:jc w:val="center"/>
        <w:rPr>
          <w:rFonts w:cstheme="minorBidi"/>
          <w:noProof/>
          <w:lang w:val="en-GB" w:eastAsia="x-none"/>
        </w:rPr>
      </w:pPr>
    </w:p>
    <w:p w14:paraId="185F0CD3" w14:textId="1187A62D" w:rsidR="00A701E3" w:rsidRPr="00F73937" w:rsidRDefault="00746DCA" w:rsidP="00A701E3">
      <w:pPr>
        <w:tabs>
          <w:tab w:val="left" w:pos="670"/>
        </w:tabs>
        <w:jc w:val="center"/>
        <w:rPr>
          <w:rFonts w:cstheme="minorBidi"/>
          <w:lang w:val="en-GB" w:eastAsia="x-none"/>
        </w:rPr>
      </w:pPr>
      <w:r>
        <w:rPr>
          <w:rFonts w:cstheme="minorBidi"/>
          <w:noProof/>
          <w:lang w:val="en-GB" w:eastAsia="x-none"/>
        </w:rPr>
        <w:drawing>
          <wp:inline distT="0" distB="0" distL="0" distR="0" wp14:anchorId="09FEFA5F" wp14:editId="70AF561E">
            <wp:extent cx="9142376" cy="50692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49589" cy="5073205"/>
                    </a:xfrm>
                    <a:prstGeom prst="rect">
                      <a:avLst/>
                    </a:prstGeom>
                    <a:noFill/>
                  </pic:spPr>
                </pic:pic>
              </a:graphicData>
            </a:graphic>
          </wp:inline>
        </w:drawing>
      </w:r>
    </w:p>
    <w:p w14:paraId="117BAC7C" w14:textId="77777777" w:rsidR="00A701E3" w:rsidRPr="00F73937" w:rsidRDefault="00A701E3" w:rsidP="00A701E3">
      <w:pPr>
        <w:tabs>
          <w:tab w:val="left" w:pos="670"/>
        </w:tabs>
        <w:rPr>
          <w:rFonts w:cstheme="minorBidi"/>
          <w:lang w:val="en-GB" w:eastAsia="x-none"/>
        </w:rPr>
      </w:pPr>
    </w:p>
    <w:p w14:paraId="164585C9" w14:textId="77777777" w:rsidR="00A701E3" w:rsidRPr="00F73937" w:rsidRDefault="00A701E3" w:rsidP="000B029B">
      <w:pPr>
        <w:spacing w:line="240" w:lineRule="auto"/>
        <w:rPr>
          <w:rFonts w:cstheme="minorBidi"/>
        </w:rPr>
      </w:pPr>
    </w:p>
    <w:p w14:paraId="00FEE38D" w14:textId="5B39982C" w:rsidR="00A701E3" w:rsidRPr="00F73937" w:rsidRDefault="004679AD" w:rsidP="004679AD">
      <w:pPr>
        <w:spacing w:line="240" w:lineRule="auto"/>
        <w:ind w:left="270"/>
        <w:jc w:val="center"/>
        <w:rPr>
          <w:rFonts w:cstheme="minorBidi"/>
        </w:rPr>
      </w:pPr>
      <w:r>
        <w:rPr>
          <w:rFonts w:cstheme="minorBidi"/>
          <w:noProof/>
        </w:rPr>
        <w:lastRenderedPageBreak/>
        <w:drawing>
          <wp:inline distT="0" distB="0" distL="0" distR="0" wp14:anchorId="1A52B080" wp14:editId="217CD7F2">
            <wp:extent cx="8755380" cy="4724906"/>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a:extLst>
                        <a:ext uri="{28A0092B-C50C-407E-A947-70E740481C1C}">
                          <a14:useLocalDpi xmlns:a14="http://schemas.microsoft.com/office/drawing/2010/main" val="0"/>
                        </a:ext>
                      </a:extLst>
                    </a:blip>
                    <a:srcRect l="4248"/>
                    <a:stretch/>
                  </pic:blipFill>
                  <pic:spPr bwMode="auto">
                    <a:xfrm>
                      <a:off x="0" y="0"/>
                      <a:ext cx="8795172" cy="4746380"/>
                    </a:xfrm>
                    <a:prstGeom prst="rect">
                      <a:avLst/>
                    </a:prstGeom>
                    <a:noFill/>
                    <a:ln>
                      <a:noFill/>
                    </a:ln>
                    <a:extLst>
                      <a:ext uri="{53640926-AAD7-44D8-BBD7-CCE9431645EC}">
                        <a14:shadowObscured xmlns:a14="http://schemas.microsoft.com/office/drawing/2010/main"/>
                      </a:ext>
                    </a:extLst>
                  </pic:spPr>
                </pic:pic>
              </a:graphicData>
            </a:graphic>
          </wp:inline>
        </w:drawing>
      </w:r>
    </w:p>
    <w:p w14:paraId="4D6C3DFC" w14:textId="58EC67FE" w:rsidR="00A701E3" w:rsidRPr="00F73937" w:rsidRDefault="00A701E3" w:rsidP="00A701E3">
      <w:pPr>
        <w:spacing w:line="240" w:lineRule="auto"/>
        <w:ind w:left="270"/>
        <w:jc w:val="center"/>
        <w:rPr>
          <w:rFonts w:cstheme="minorBidi"/>
        </w:rPr>
      </w:pPr>
    </w:p>
    <w:p w14:paraId="4C92DB5E" w14:textId="77777777" w:rsidR="00A701E3" w:rsidRPr="00F73937" w:rsidRDefault="00A701E3" w:rsidP="00A701E3">
      <w:pPr>
        <w:spacing w:line="240" w:lineRule="auto"/>
        <w:ind w:left="270"/>
        <w:rPr>
          <w:rFonts w:cstheme="minorBidi"/>
        </w:rPr>
      </w:pPr>
    </w:p>
    <w:p w14:paraId="2B3237EB" w14:textId="4CC5F0C6" w:rsidR="00A701E3" w:rsidRPr="00F73937" w:rsidRDefault="00032FE3" w:rsidP="004679AD">
      <w:pPr>
        <w:spacing w:line="240" w:lineRule="auto"/>
        <w:jc w:val="center"/>
        <w:rPr>
          <w:rFonts w:cstheme="minorBidi"/>
        </w:rPr>
      </w:pPr>
      <w:r>
        <w:rPr>
          <w:rFonts w:cstheme="minorBidi"/>
          <w:noProof/>
        </w:rPr>
        <w:lastRenderedPageBreak/>
        <w:drawing>
          <wp:inline distT="0" distB="0" distL="0" distR="0" wp14:anchorId="0D845D32" wp14:editId="042AE86B">
            <wp:extent cx="8879394" cy="50044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4314"/>
                    <a:stretch/>
                  </pic:blipFill>
                  <pic:spPr bwMode="auto">
                    <a:xfrm>
                      <a:off x="0" y="0"/>
                      <a:ext cx="8908762" cy="5021003"/>
                    </a:xfrm>
                    <a:prstGeom prst="rect">
                      <a:avLst/>
                    </a:prstGeom>
                    <a:noFill/>
                    <a:ln>
                      <a:noFill/>
                    </a:ln>
                    <a:extLst>
                      <a:ext uri="{53640926-AAD7-44D8-BBD7-CCE9431645EC}">
                        <a14:shadowObscured xmlns:a14="http://schemas.microsoft.com/office/drawing/2010/main"/>
                      </a:ext>
                    </a:extLst>
                  </pic:spPr>
                </pic:pic>
              </a:graphicData>
            </a:graphic>
          </wp:inline>
        </w:drawing>
      </w:r>
    </w:p>
    <w:p w14:paraId="4097FFD9" w14:textId="0C934E21" w:rsidR="00A701E3" w:rsidRPr="00F73937" w:rsidRDefault="000B029B" w:rsidP="00A701E3">
      <w:pPr>
        <w:spacing w:line="240" w:lineRule="auto"/>
        <w:ind w:left="270"/>
        <w:jc w:val="center"/>
        <w:rPr>
          <w:rFonts w:cstheme="minorBidi"/>
        </w:rPr>
      </w:pPr>
      <w:r>
        <w:rPr>
          <w:rFonts w:cstheme="minorBidi"/>
          <w:noProof/>
        </w:rPr>
        <w:lastRenderedPageBreak/>
        <w:drawing>
          <wp:inline distT="0" distB="0" distL="0" distR="0" wp14:anchorId="615A3F6B" wp14:editId="43ED7294">
            <wp:extent cx="9062592" cy="4800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73539" cy="4806399"/>
                    </a:xfrm>
                    <a:prstGeom prst="rect">
                      <a:avLst/>
                    </a:prstGeom>
                    <a:noFill/>
                  </pic:spPr>
                </pic:pic>
              </a:graphicData>
            </a:graphic>
          </wp:inline>
        </w:drawing>
      </w:r>
    </w:p>
    <w:p w14:paraId="223EFAA1" w14:textId="77777777" w:rsidR="00A701E3" w:rsidRPr="00F73937" w:rsidRDefault="00A701E3" w:rsidP="00A701E3">
      <w:pPr>
        <w:spacing w:line="240" w:lineRule="auto"/>
        <w:ind w:left="270"/>
        <w:rPr>
          <w:rFonts w:cstheme="minorBidi"/>
        </w:rPr>
      </w:pPr>
    </w:p>
    <w:p w14:paraId="6521C150" w14:textId="77777777" w:rsidR="00A701E3" w:rsidRPr="00F73937" w:rsidRDefault="00A701E3" w:rsidP="00A701E3">
      <w:pPr>
        <w:spacing w:line="240" w:lineRule="auto"/>
        <w:ind w:left="270"/>
        <w:rPr>
          <w:rFonts w:cstheme="minorBidi"/>
        </w:rPr>
      </w:pPr>
    </w:p>
    <w:p w14:paraId="5B01F732" w14:textId="77777777" w:rsidR="00A701E3" w:rsidRPr="00F73937" w:rsidRDefault="00A701E3" w:rsidP="00A701E3">
      <w:pPr>
        <w:spacing w:line="240" w:lineRule="auto"/>
        <w:ind w:left="270"/>
        <w:rPr>
          <w:rFonts w:cstheme="minorBidi"/>
        </w:rPr>
      </w:pPr>
    </w:p>
    <w:p w14:paraId="757530E6" w14:textId="77777777" w:rsidR="00A701E3" w:rsidRPr="00F73937" w:rsidRDefault="00A701E3" w:rsidP="00A701E3">
      <w:pPr>
        <w:spacing w:line="240" w:lineRule="auto"/>
        <w:ind w:left="270"/>
        <w:rPr>
          <w:rFonts w:cstheme="minorBidi"/>
        </w:rPr>
      </w:pPr>
    </w:p>
    <w:p w14:paraId="51E63C32" w14:textId="6C1F3F98" w:rsidR="00A7473A" w:rsidRPr="00F73937" w:rsidRDefault="00A7473A" w:rsidP="008C0E28">
      <w:pPr>
        <w:tabs>
          <w:tab w:val="left" w:pos="670"/>
        </w:tabs>
        <w:rPr>
          <w:rFonts w:cstheme="minorBidi"/>
          <w:lang w:val="en-GB" w:eastAsia="x-none"/>
        </w:rPr>
        <w:sectPr w:rsidR="00A7473A" w:rsidRPr="00F73937" w:rsidSect="00050033">
          <w:headerReference w:type="default" r:id="rId21"/>
          <w:footerReference w:type="default" r:id="rId22"/>
          <w:pgSz w:w="16840" w:h="11907" w:orient="landscape" w:code="9"/>
          <w:pgMar w:top="691" w:right="1152" w:bottom="576" w:left="1152" w:header="720" w:footer="720" w:gutter="0"/>
          <w:cols w:space="720"/>
          <w:docGrid w:linePitch="299"/>
        </w:sectPr>
      </w:pPr>
    </w:p>
    <w:tbl>
      <w:tblPr>
        <w:tblW w:w="14580" w:type="dxa"/>
        <w:tblInd w:w="450" w:type="dxa"/>
        <w:tblLayout w:type="fixed"/>
        <w:tblLook w:val="00A0" w:firstRow="1" w:lastRow="0" w:firstColumn="1" w:lastColumn="0" w:noHBand="0" w:noVBand="0"/>
      </w:tblPr>
      <w:tblGrid>
        <w:gridCol w:w="3240"/>
        <w:gridCol w:w="990"/>
        <w:gridCol w:w="270"/>
        <w:gridCol w:w="900"/>
        <w:gridCol w:w="270"/>
        <w:gridCol w:w="900"/>
        <w:gridCol w:w="270"/>
        <w:gridCol w:w="900"/>
        <w:gridCol w:w="270"/>
        <w:gridCol w:w="900"/>
        <w:gridCol w:w="237"/>
        <w:gridCol w:w="933"/>
        <w:gridCol w:w="270"/>
        <w:gridCol w:w="810"/>
        <w:gridCol w:w="270"/>
        <w:gridCol w:w="810"/>
        <w:gridCol w:w="270"/>
        <w:gridCol w:w="900"/>
        <w:gridCol w:w="270"/>
        <w:gridCol w:w="900"/>
      </w:tblGrid>
      <w:tr w:rsidR="0004407D" w:rsidRPr="00E61A0A" w14:paraId="4DD02440" w14:textId="77777777" w:rsidTr="00E61A0A">
        <w:trPr>
          <w:trHeight w:val="68"/>
          <w:tblHeader/>
        </w:trPr>
        <w:tc>
          <w:tcPr>
            <w:tcW w:w="3240" w:type="dxa"/>
            <w:tcBorders>
              <w:top w:val="nil"/>
              <w:left w:val="nil"/>
              <w:right w:val="nil"/>
            </w:tcBorders>
            <w:noWrap/>
            <w:vAlign w:val="bottom"/>
          </w:tcPr>
          <w:p w14:paraId="10C5D30E" w14:textId="77777777" w:rsidR="0004407D" w:rsidRPr="00E61A0A" w:rsidRDefault="0004407D" w:rsidP="00E65D2A">
            <w:pPr>
              <w:shd w:val="clear" w:color="auto" w:fill="FFFFFF"/>
              <w:spacing w:line="240" w:lineRule="atLeast"/>
              <w:ind w:left="-15" w:right="-79"/>
              <w:rPr>
                <w:b/>
                <w:bCs/>
                <w:i/>
                <w:iCs/>
                <w:color w:val="000000"/>
                <w:sz w:val="20"/>
                <w:szCs w:val="20"/>
                <w:cs/>
              </w:rPr>
            </w:pPr>
          </w:p>
        </w:tc>
        <w:tc>
          <w:tcPr>
            <w:tcW w:w="11340" w:type="dxa"/>
            <w:gridSpan w:val="19"/>
            <w:tcBorders>
              <w:top w:val="nil"/>
              <w:left w:val="nil"/>
              <w:bottom w:val="nil"/>
              <w:right w:val="nil"/>
            </w:tcBorders>
            <w:vAlign w:val="bottom"/>
          </w:tcPr>
          <w:p w14:paraId="621EAC98" w14:textId="38070356" w:rsidR="0004407D" w:rsidRPr="00E61A0A" w:rsidRDefault="0004407D" w:rsidP="00643E25">
            <w:pPr>
              <w:shd w:val="clear" w:color="auto" w:fill="FFFFFF"/>
              <w:spacing w:line="240" w:lineRule="atLeast"/>
              <w:ind w:left="-66" w:right="-113" w:hanging="90"/>
              <w:jc w:val="center"/>
              <w:rPr>
                <w:b/>
                <w:color w:val="000000"/>
                <w:sz w:val="20"/>
                <w:szCs w:val="20"/>
              </w:rPr>
            </w:pPr>
            <w:r w:rsidRPr="00E61A0A">
              <w:rPr>
                <w:b/>
                <w:color w:val="000000"/>
                <w:sz w:val="20"/>
                <w:szCs w:val="20"/>
              </w:rPr>
              <w:t>Consolidated financial statements</w:t>
            </w:r>
          </w:p>
        </w:tc>
      </w:tr>
      <w:tr w:rsidR="00E65D2A" w:rsidRPr="00E61A0A" w14:paraId="77E18E43" w14:textId="77777777" w:rsidTr="00E61A0A">
        <w:trPr>
          <w:trHeight w:val="452"/>
          <w:tblHeader/>
        </w:trPr>
        <w:tc>
          <w:tcPr>
            <w:tcW w:w="3240" w:type="dxa"/>
            <w:tcBorders>
              <w:top w:val="nil"/>
              <w:left w:val="nil"/>
              <w:right w:val="nil"/>
            </w:tcBorders>
            <w:noWrap/>
            <w:vAlign w:val="bottom"/>
          </w:tcPr>
          <w:p w14:paraId="26DC76BB" w14:textId="77777777" w:rsidR="00E65D2A" w:rsidRPr="00E61A0A" w:rsidRDefault="00E65D2A" w:rsidP="00E65D2A">
            <w:pPr>
              <w:shd w:val="clear" w:color="auto" w:fill="FFFFFF"/>
              <w:spacing w:line="240" w:lineRule="atLeast"/>
              <w:ind w:left="-15" w:right="-79"/>
              <w:rPr>
                <w:b/>
                <w:bCs/>
                <w:i/>
                <w:iCs/>
                <w:color w:val="000000"/>
                <w:sz w:val="20"/>
                <w:szCs w:val="20"/>
                <w:cs/>
              </w:rPr>
            </w:pPr>
          </w:p>
        </w:tc>
        <w:tc>
          <w:tcPr>
            <w:tcW w:w="2160" w:type="dxa"/>
            <w:gridSpan w:val="3"/>
            <w:tcBorders>
              <w:top w:val="nil"/>
              <w:left w:val="nil"/>
              <w:bottom w:val="nil"/>
              <w:right w:val="nil"/>
            </w:tcBorders>
            <w:vAlign w:val="bottom"/>
          </w:tcPr>
          <w:p w14:paraId="72C3B082" w14:textId="468BBB82" w:rsidR="00E65D2A" w:rsidRPr="00E61A0A" w:rsidRDefault="00E65D2A" w:rsidP="00643E25">
            <w:pPr>
              <w:shd w:val="clear" w:color="auto" w:fill="FFFFFF"/>
              <w:spacing w:line="240" w:lineRule="atLeast"/>
              <w:jc w:val="center"/>
              <w:rPr>
                <w:b/>
                <w:bCs/>
                <w:color w:val="000000"/>
                <w:sz w:val="20"/>
                <w:szCs w:val="20"/>
                <w:cs/>
              </w:rPr>
            </w:pPr>
            <w:r w:rsidRPr="00E61A0A">
              <w:rPr>
                <w:b/>
                <w:color w:val="000000"/>
                <w:sz w:val="20"/>
                <w:szCs w:val="20"/>
              </w:rPr>
              <w:t>Payments</w:t>
            </w:r>
          </w:p>
        </w:tc>
        <w:tc>
          <w:tcPr>
            <w:tcW w:w="270" w:type="dxa"/>
            <w:tcBorders>
              <w:top w:val="nil"/>
              <w:left w:val="nil"/>
              <w:bottom w:val="nil"/>
              <w:right w:val="nil"/>
            </w:tcBorders>
            <w:vAlign w:val="bottom"/>
          </w:tcPr>
          <w:p w14:paraId="585768FE" w14:textId="77777777" w:rsidR="00E65D2A" w:rsidRPr="00E61A0A" w:rsidRDefault="00E65D2A" w:rsidP="00643E25">
            <w:pPr>
              <w:shd w:val="clear" w:color="auto" w:fill="FFFFFF"/>
              <w:spacing w:line="240" w:lineRule="atLeast"/>
              <w:ind w:right="-79"/>
              <w:jc w:val="center"/>
              <w:rPr>
                <w:b/>
                <w:bCs/>
                <w:color w:val="000000"/>
                <w:sz w:val="20"/>
                <w:szCs w:val="20"/>
              </w:rPr>
            </w:pPr>
          </w:p>
        </w:tc>
        <w:tc>
          <w:tcPr>
            <w:tcW w:w="2070" w:type="dxa"/>
            <w:gridSpan w:val="3"/>
            <w:tcBorders>
              <w:top w:val="nil"/>
              <w:left w:val="nil"/>
              <w:bottom w:val="nil"/>
              <w:right w:val="nil"/>
            </w:tcBorders>
            <w:vAlign w:val="bottom"/>
          </w:tcPr>
          <w:p w14:paraId="2C63C0F3" w14:textId="66B8B457" w:rsidR="00E65D2A" w:rsidRPr="00E61A0A" w:rsidRDefault="00E65D2A" w:rsidP="00643E25">
            <w:pPr>
              <w:shd w:val="clear" w:color="auto" w:fill="FFFFFF"/>
              <w:spacing w:line="240" w:lineRule="atLeast"/>
              <w:ind w:right="58"/>
              <w:jc w:val="center"/>
              <w:rPr>
                <w:b/>
                <w:bCs/>
                <w:color w:val="000000"/>
                <w:sz w:val="20"/>
                <w:szCs w:val="20"/>
              </w:rPr>
            </w:pPr>
            <w:r w:rsidRPr="00E61A0A">
              <w:rPr>
                <w:b/>
                <w:color w:val="000000"/>
                <w:sz w:val="20"/>
                <w:szCs w:val="20"/>
              </w:rPr>
              <w:t>Solutions</w:t>
            </w:r>
          </w:p>
        </w:tc>
        <w:tc>
          <w:tcPr>
            <w:tcW w:w="270" w:type="dxa"/>
            <w:tcBorders>
              <w:top w:val="nil"/>
              <w:left w:val="nil"/>
              <w:bottom w:val="nil"/>
              <w:right w:val="nil"/>
            </w:tcBorders>
            <w:vAlign w:val="bottom"/>
          </w:tcPr>
          <w:p w14:paraId="09EDFA9B" w14:textId="77777777" w:rsidR="00E65D2A" w:rsidRPr="00E61A0A" w:rsidRDefault="00E65D2A" w:rsidP="00643E25">
            <w:pPr>
              <w:shd w:val="clear" w:color="auto" w:fill="FFFFFF"/>
              <w:spacing w:line="240" w:lineRule="atLeast"/>
              <w:ind w:right="-79"/>
              <w:jc w:val="center"/>
              <w:rPr>
                <w:b/>
                <w:bCs/>
                <w:color w:val="000000"/>
                <w:sz w:val="20"/>
                <w:szCs w:val="20"/>
              </w:rPr>
            </w:pPr>
          </w:p>
        </w:tc>
        <w:tc>
          <w:tcPr>
            <w:tcW w:w="2070" w:type="dxa"/>
            <w:gridSpan w:val="3"/>
            <w:tcBorders>
              <w:top w:val="nil"/>
              <w:left w:val="nil"/>
              <w:bottom w:val="nil"/>
              <w:right w:val="nil"/>
            </w:tcBorders>
            <w:vAlign w:val="bottom"/>
          </w:tcPr>
          <w:p w14:paraId="09B3B500" w14:textId="73D67A6D" w:rsidR="00E65D2A" w:rsidRPr="00E61A0A" w:rsidRDefault="000B029B" w:rsidP="00643E25">
            <w:pPr>
              <w:shd w:val="clear" w:color="auto" w:fill="FFFFFF"/>
              <w:spacing w:line="240" w:lineRule="atLeast"/>
              <w:ind w:right="-25"/>
              <w:jc w:val="center"/>
              <w:rPr>
                <w:b/>
                <w:bCs/>
                <w:color w:val="000000"/>
                <w:sz w:val="20"/>
                <w:szCs w:val="20"/>
              </w:rPr>
            </w:pPr>
            <w:r w:rsidRPr="00E61A0A">
              <w:rPr>
                <w:b/>
                <w:color w:val="000000"/>
                <w:sz w:val="20"/>
                <w:szCs w:val="20"/>
              </w:rPr>
              <w:t>Retail</w:t>
            </w:r>
          </w:p>
        </w:tc>
        <w:tc>
          <w:tcPr>
            <w:tcW w:w="270" w:type="dxa"/>
            <w:tcBorders>
              <w:top w:val="nil"/>
              <w:left w:val="nil"/>
              <w:bottom w:val="nil"/>
              <w:right w:val="nil"/>
            </w:tcBorders>
          </w:tcPr>
          <w:p w14:paraId="4E336650" w14:textId="77777777" w:rsidR="00E65D2A" w:rsidRPr="00E61A0A" w:rsidRDefault="00E65D2A" w:rsidP="00643E25">
            <w:pPr>
              <w:shd w:val="clear" w:color="auto" w:fill="FFFFFF"/>
              <w:spacing w:line="240" w:lineRule="atLeast"/>
              <w:ind w:right="-79"/>
              <w:jc w:val="center"/>
              <w:rPr>
                <w:b/>
                <w:bCs/>
                <w:color w:val="000000"/>
                <w:sz w:val="20"/>
                <w:szCs w:val="20"/>
                <w:cs/>
              </w:rPr>
            </w:pPr>
          </w:p>
        </w:tc>
        <w:tc>
          <w:tcPr>
            <w:tcW w:w="1890" w:type="dxa"/>
            <w:gridSpan w:val="3"/>
            <w:tcBorders>
              <w:top w:val="nil"/>
              <w:left w:val="nil"/>
              <w:bottom w:val="nil"/>
              <w:right w:val="nil"/>
            </w:tcBorders>
            <w:vAlign w:val="bottom"/>
          </w:tcPr>
          <w:p w14:paraId="1842E555" w14:textId="76EAF232" w:rsidR="00E65D2A" w:rsidRPr="00E61A0A" w:rsidRDefault="00E65D2A" w:rsidP="00643E25">
            <w:pPr>
              <w:shd w:val="clear" w:color="auto" w:fill="FFFFFF"/>
              <w:spacing w:line="240" w:lineRule="atLeast"/>
              <w:ind w:left="-66" w:right="-110" w:hanging="90"/>
              <w:jc w:val="center"/>
              <w:rPr>
                <w:rFonts w:cs="Angsana New"/>
                <w:b/>
                <w:bCs/>
                <w:color w:val="000000"/>
                <w:sz w:val="20"/>
                <w:szCs w:val="20"/>
              </w:rPr>
            </w:pPr>
            <w:r w:rsidRPr="00E61A0A">
              <w:rPr>
                <w:b/>
                <w:color w:val="000000"/>
                <w:sz w:val="20"/>
                <w:szCs w:val="20"/>
              </w:rPr>
              <w:t xml:space="preserve">Financial </w:t>
            </w:r>
            <w:r w:rsidR="004B38E4" w:rsidRPr="00E61A0A">
              <w:rPr>
                <w:rFonts w:cs="Angsana New"/>
                <w:b/>
                <w:color w:val="000000"/>
                <w:sz w:val="20"/>
                <w:szCs w:val="20"/>
              </w:rPr>
              <w:t>inclusion</w:t>
            </w:r>
          </w:p>
        </w:tc>
        <w:tc>
          <w:tcPr>
            <w:tcW w:w="270" w:type="dxa"/>
            <w:tcBorders>
              <w:top w:val="nil"/>
              <w:left w:val="nil"/>
              <w:bottom w:val="nil"/>
              <w:right w:val="nil"/>
            </w:tcBorders>
          </w:tcPr>
          <w:p w14:paraId="59649BA9" w14:textId="77777777" w:rsidR="00E65D2A" w:rsidRPr="00E61A0A" w:rsidRDefault="00E65D2A" w:rsidP="00643E25">
            <w:pPr>
              <w:shd w:val="clear" w:color="auto" w:fill="FFFFFF"/>
              <w:spacing w:line="240" w:lineRule="atLeast"/>
              <w:ind w:left="-66" w:right="154" w:hanging="90"/>
              <w:jc w:val="center"/>
              <w:rPr>
                <w:b/>
                <w:color w:val="000000"/>
                <w:sz w:val="20"/>
                <w:szCs w:val="20"/>
              </w:rPr>
            </w:pPr>
          </w:p>
        </w:tc>
        <w:tc>
          <w:tcPr>
            <w:tcW w:w="2070" w:type="dxa"/>
            <w:gridSpan w:val="3"/>
            <w:tcBorders>
              <w:top w:val="nil"/>
              <w:left w:val="nil"/>
              <w:bottom w:val="nil"/>
              <w:right w:val="nil"/>
            </w:tcBorders>
            <w:vAlign w:val="bottom"/>
          </w:tcPr>
          <w:p w14:paraId="0187B6F4" w14:textId="77777777" w:rsidR="00E65D2A" w:rsidRPr="00E61A0A" w:rsidRDefault="00E65D2A" w:rsidP="00643E25">
            <w:pPr>
              <w:shd w:val="clear" w:color="auto" w:fill="FFFFFF"/>
              <w:spacing w:line="240" w:lineRule="atLeast"/>
              <w:ind w:left="-66" w:right="-113" w:hanging="90"/>
              <w:jc w:val="center"/>
              <w:rPr>
                <w:b/>
                <w:color w:val="000000"/>
                <w:sz w:val="20"/>
                <w:szCs w:val="20"/>
              </w:rPr>
            </w:pPr>
            <w:r w:rsidRPr="00E61A0A">
              <w:rPr>
                <w:b/>
                <w:color w:val="000000"/>
                <w:sz w:val="20"/>
                <w:szCs w:val="20"/>
              </w:rPr>
              <w:t xml:space="preserve">Total </w:t>
            </w:r>
          </w:p>
          <w:p w14:paraId="4E824D70" w14:textId="77777777" w:rsidR="00E65D2A" w:rsidRPr="00E61A0A" w:rsidRDefault="00E65D2A" w:rsidP="00643E25">
            <w:pPr>
              <w:shd w:val="clear" w:color="auto" w:fill="FFFFFF"/>
              <w:spacing w:line="240" w:lineRule="atLeast"/>
              <w:ind w:left="-66" w:right="-113" w:hanging="90"/>
              <w:jc w:val="center"/>
              <w:rPr>
                <w:b/>
                <w:color w:val="000000"/>
                <w:sz w:val="20"/>
                <w:szCs w:val="20"/>
              </w:rPr>
            </w:pPr>
            <w:r w:rsidRPr="00E61A0A">
              <w:rPr>
                <w:b/>
                <w:color w:val="000000"/>
                <w:sz w:val="20"/>
                <w:szCs w:val="20"/>
              </w:rPr>
              <w:t>reportable segments</w:t>
            </w:r>
          </w:p>
        </w:tc>
      </w:tr>
      <w:tr w:rsidR="00E65D2A" w:rsidRPr="00E61A0A" w14:paraId="6C8D5A36" w14:textId="77777777" w:rsidTr="00E61A0A">
        <w:trPr>
          <w:trHeight w:val="72"/>
          <w:tblHeader/>
        </w:trPr>
        <w:tc>
          <w:tcPr>
            <w:tcW w:w="3240" w:type="dxa"/>
            <w:tcBorders>
              <w:top w:val="nil"/>
              <w:left w:val="nil"/>
              <w:right w:val="nil"/>
            </w:tcBorders>
            <w:noWrap/>
            <w:vAlign w:val="bottom"/>
          </w:tcPr>
          <w:p w14:paraId="231B9E12" w14:textId="553B0543" w:rsidR="00E65D2A" w:rsidRPr="00E61A0A" w:rsidRDefault="00E65D2A" w:rsidP="00C173F9">
            <w:pPr>
              <w:shd w:val="clear" w:color="auto" w:fill="FFFFFF"/>
              <w:spacing w:line="240" w:lineRule="atLeast"/>
              <w:ind w:right="-79"/>
              <w:rPr>
                <w:b/>
                <w:bCs/>
                <w:i/>
                <w:iCs/>
                <w:sz w:val="20"/>
                <w:szCs w:val="20"/>
                <w:cs/>
              </w:rPr>
            </w:pPr>
            <w:r w:rsidRPr="00E61A0A">
              <w:rPr>
                <w:rFonts w:cs="Angsana New"/>
                <w:b/>
                <w:bCs/>
                <w:i/>
                <w:iCs/>
                <w:sz w:val="20"/>
                <w:szCs w:val="20"/>
              </w:rPr>
              <w:t>Three</w:t>
            </w:r>
            <w:r w:rsidRPr="00E61A0A">
              <w:rPr>
                <w:b/>
                <w:bCs/>
                <w:i/>
                <w:iCs/>
                <w:sz w:val="20"/>
                <w:szCs w:val="20"/>
              </w:rPr>
              <w:t>-month period ended 31 March</w:t>
            </w:r>
          </w:p>
        </w:tc>
        <w:tc>
          <w:tcPr>
            <w:tcW w:w="990" w:type="dxa"/>
            <w:tcBorders>
              <w:top w:val="nil"/>
              <w:left w:val="nil"/>
              <w:right w:val="nil"/>
            </w:tcBorders>
            <w:vAlign w:val="bottom"/>
          </w:tcPr>
          <w:p w14:paraId="758BEA95" w14:textId="17C6E0DF" w:rsidR="00E65D2A" w:rsidRPr="00E61A0A" w:rsidRDefault="00E65D2A" w:rsidP="00C173F9">
            <w:pPr>
              <w:shd w:val="clear" w:color="auto" w:fill="FFFFFF"/>
              <w:spacing w:line="240" w:lineRule="atLeast"/>
              <w:ind w:right="-79"/>
              <w:jc w:val="center"/>
              <w:rPr>
                <w:color w:val="000000"/>
                <w:sz w:val="20"/>
                <w:szCs w:val="20"/>
              </w:rPr>
            </w:pPr>
            <w:r w:rsidRPr="00E61A0A">
              <w:rPr>
                <w:color w:val="000000"/>
                <w:sz w:val="20"/>
                <w:szCs w:val="20"/>
              </w:rPr>
              <w:t>2022</w:t>
            </w:r>
          </w:p>
        </w:tc>
        <w:tc>
          <w:tcPr>
            <w:tcW w:w="270" w:type="dxa"/>
            <w:tcBorders>
              <w:top w:val="nil"/>
              <w:left w:val="nil"/>
              <w:right w:val="nil"/>
            </w:tcBorders>
            <w:vAlign w:val="bottom"/>
          </w:tcPr>
          <w:p w14:paraId="13B3525D" w14:textId="77777777" w:rsidR="00E65D2A" w:rsidRPr="00E61A0A" w:rsidRDefault="00E65D2A" w:rsidP="00C173F9">
            <w:pPr>
              <w:shd w:val="clear" w:color="auto" w:fill="FFFFFF"/>
              <w:spacing w:line="240" w:lineRule="atLeast"/>
              <w:ind w:right="-79"/>
              <w:jc w:val="center"/>
              <w:rPr>
                <w:color w:val="000000"/>
                <w:sz w:val="20"/>
                <w:szCs w:val="20"/>
              </w:rPr>
            </w:pPr>
          </w:p>
        </w:tc>
        <w:tc>
          <w:tcPr>
            <w:tcW w:w="900" w:type="dxa"/>
            <w:tcBorders>
              <w:top w:val="nil"/>
              <w:left w:val="nil"/>
              <w:right w:val="nil"/>
            </w:tcBorders>
            <w:vAlign w:val="bottom"/>
          </w:tcPr>
          <w:p w14:paraId="616B738E" w14:textId="75CB45B0" w:rsidR="00E65D2A" w:rsidRPr="00E61A0A" w:rsidRDefault="00E65D2A" w:rsidP="00C173F9">
            <w:pPr>
              <w:shd w:val="clear" w:color="auto" w:fill="FFFFFF"/>
              <w:spacing w:line="240" w:lineRule="atLeast"/>
              <w:ind w:right="-38"/>
              <w:jc w:val="center"/>
              <w:rPr>
                <w:color w:val="000000"/>
                <w:sz w:val="20"/>
                <w:szCs w:val="20"/>
              </w:rPr>
            </w:pPr>
            <w:r w:rsidRPr="00E61A0A">
              <w:rPr>
                <w:color w:val="000000"/>
                <w:sz w:val="20"/>
                <w:szCs w:val="20"/>
              </w:rPr>
              <w:t>2021</w:t>
            </w:r>
          </w:p>
        </w:tc>
        <w:tc>
          <w:tcPr>
            <w:tcW w:w="270" w:type="dxa"/>
            <w:tcBorders>
              <w:top w:val="nil"/>
              <w:left w:val="nil"/>
              <w:right w:val="nil"/>
            </w:tcBorders>
            <w:vAlign w:val="bottom"/>
          </w:tcPr>
          <w:p w14:paraId="723CEA25" w14:textId="77777777" w:rsidR="00E65D2A" w:rsidRPr="00E61A0A" w:rsidRDefault="00E65D2A" w:rsidP="00C173F9">
            <w:pPr>
              <w:shd w:val="clear" w:color="auto" w:fill="FFFFFF"/>
              <w:spacing w:line="240" w:lineRule="atLeast"/>
              <w:ind w:right="-79"/>
              <w:jc w:val="center"/>
              <w:rPr>
                <w:color w:val="000000"/>
                <w:sz w:val="20"/>
                <w:szCs w:val="20"/>
              </w:rPr>
            </w:pPr>
          </w:p>
        </w:tc>
        <w:tc>
          <w:tcPr>
            <w:tcW w:w="900" w:type="dxa"/>
            <w:tcBorders>
              <w:top w:val="nil"/>
              <w:left w:val="nil"/>
              <w:right w:val="nil"/>
            </w:tcBorders>
            <w:vAlign w:val="bottom"/>
          </w:tcPr>
          <w:p w14:paraId="25EF8C4C" w14:textId="560B5336" w:rsidR="00E65D2A" w:rsidRPr="00E61A0A" w:rsidRDefault="00E65D2A" w:rsidP="00C173F9">
            <w:pPr>
              <w:shd w:val="clear" w:color="auto" w:fill="FFFFFF"/>
              <w:spacing w:line="240" w:lineRule="atLeast"/>
              <w:ind w:left="-156" w:right="-208"/>
              <w:jc w:val="center"/>
              <w:rPr>
                <w:color w:val="000000"/>
                <w:sz w:val="20"/>
                <w:szCs w:val="20"/>
              </w:rPr>
            </w:pPr>
            <w:r w:rsidRPr="00E61A0A">
              <w:rPr>
                <w:color w:val="000000"/>
                <w:sz w:val="20"/>
                <w:szCs w:val="20"/>
              </w:rPr>
              <w:t>2022</w:t>
            </w:r>
          </w:p>
        </w:tc>
        <w:tc>
          <w:tcPr>
            <w:tcW w:w="270" w:type="dxa"/>
            <w:tcBorders>
              <w:top w:val="nil"/>
              <w:left w:val="nil"/>
              <w:right w:val="nil"/>
            </w:tcBorders>
            <w:vAlign w:val="bottom"/>
          </w:tcPr>
          <w:p w14:paraId="71E60703" w14:textId="77777777" w:rsidR="00E65D2A" w:rsidRPr="00E61A0A" w:rsidRDefault="00E65D2A" w:rsidP="00C173F9">
            <w:pPr>
              <w:shd w:val="clear" w:color="auto" w:fill="FFFFFF"/>
              <w:spacing w:line="240" w:lineRule="atLeast"/>
              <w:ind w:right="-79"/>
              <w:jc w:val="center"/>
              <w:rPr>
                <w:color w:val="000000"/>
                <w:sz w:val="20"/>
                <w:szCs w:val="20"/>
              </w:rPr>
            </w:pPr>
          </w:p>
        </w:tc>
        <w:tc>
          <w:tcPr>
            <w:tcW w:w="900" w:type="dxa"/>
            <w:tcBorders>
              <w:top w:val="nil"/>
              <w:left w:val="nil"/>
              <w:right w:val="nil"/>
            </w:tcBorders>
            <w:vAlign w:val="bottom"/>
          </w:tcPr>
          <w:p w14:paraId="20A80244" w14:textId="680996E3" w:rsidR="00E65D2A" w:rsidRPr="00E61A0A" w:rsidRDefault="00E65D2A" w:rsidP="00C173F9">
            <w:pPr>
              <w:shd w:val="clear" w:color="auto" w:fill="FFFFFF"/>
              <w:spacing w:line="240" w:lineRule="atLeast"/>
              <w:ind w:left="-153" w:right="-212"/>
              <w:jc w:val="center"/>
              <w:rPr>
                <w:color w:val="000000"/>
                <w:sz w:val="20"/>
                <w:szCs w:val="20"/>
              </w:rPr>
            </w:pPr>
            <w:r w:rsidRPr="00E61A0A">
              <w:rPr>
                <w:color w:val="000000"/>
                <w:sz w:val="20"/>
                <w:szCs w:val="20"/>
              </w:rPr>
              <w:t>2021</w:t>
            </w:r>
          </w:p>
        </w:tc>
        <w:tc>
          <w:tcPr>
            <w:tcW w:w="270" w:type="dxa"/>
            <w:tcBorders>
              <w:top w:val="nil"/>
              <w:left w:val="nil"/>
              <w:right w:val="nil"/>
            </w:tcBorders>
            <w:vAlign w:val="bottom"/>
          </w:tcPr>
          <w:p w14:paraId="686BAE10" w14:textId="77777777" w:rsidR="00E65D2A" w:rsidRPr="00E61A0A" w:rsidRDefault="00E65D2A" w:rsidP="00C173F9">
            <w:pPr>
              <w:shd w:val="clear" w:color="auto" w:fill="FFFFFF"/>
              <w:spacing w:line="240" w:lineRule="atLeast"/>
              <w:ind w:right="-79"/>
              <w:jc w:val="center"/>
              <w:rPr>
                <w:color w:val="000000"/>
                <w:sz w:val="20"/>
                <w:szCs w:val="20"/>
              </w:rPr>
            </w:pPr>
          </w:p>
        </w:tc>
        <w:tc>
          <w:tcPr>
            <w:tcW w:w="900" w:type="dxa"/>
            <w:tcBorders>
              <w:top w:val="nil"/>
              <w:left w:val="nil"/>
              <w:right w:val="nil"/>
            </w:tcBorders>
            <w:vAlign w:val="bottom"/>
          </w:tcPr>
          <w:p w14:paraId="060180F8" w14:textId="1F3238AC" w:rsidR="00E65D2A" w:rsidRPr="00E61A0A" w:rsidRDefault="00E65D2A" w:rsidP="00C173F9">
            <w:pPr>
              <w:shd w:val="clear" w:color="auto" w:fill="FFFFFF"/>
              <w:spacing w:line="240" w:lineRule="atLeast"/>
              <w:ind w:right="-79"/>
              <w:jc w:val="center"/>
              <w:rPr>
                <w:color w:val="000000"/>
                <w:sz w:val="20"/>
                <w:szCs w:val="20"/>
              </w:rPr>
            </w:pPr>
            <w:r w:rsidRPr="00E61A0A">
              <w:rPr>
                <w:color w:val="000000"/>
                <w:sz w:val="20"/>
                <w:szCs w:val="20"/>
              </w:rPr>
              <w:t>2022</w:t>
            </w:r>
          </w:p>
        </w:tc>
        <w:tc>
          <w:tcPr>
            <w:tcW w:w="237" w:type="dxa"/>
            <w:tcBorders>
              <w:top w:val="nil"/>
              <w:left w:val="nil"/>
              <w:right w:val="nil"/>
            </w:tcBorders>
            <w:vAlign w:val="bottom"/>
          </w:tcPr>
          <w:p w14:paraId="02BD65D1" w14:textId="77777777" w:rsidR="00E65D2A" w:rsidRPr="00E61A0A" w:rsidRDefault="00E65D2A" w:rsidP="00C173F9">
            <w:pPr>
              <w:shd w:val="clear" w:color="auto" w:fill="FFFFFF"/>
              <w:spacing w:line="240" w:lineRule="atLeast"/>
              <w:ind w:right="-79"/>
              <w:jc w:val="center"/>
              <w:rPr>
                <w:color w:val="000000"/>
                <w:sz w:val="20"/>
                <w:szCs w:val="20"/>
              </w:rPr>
            </w:pPr>
          </w:p>
        </w:tc>
        <w:tc>
          <w:tcPr>
            <w:tcW w:w="933" w:type="dxa"/>
            <w:tcBorders>
              <w:top w:val="nil"/>
              <w:left w:val="nil"/>
              <w:right w:val="nil"/>
            </w:tcBorders>
            <w:vAlign w:val="bottom"/>
          </w:tcPr>
          <w:p w14:paraId="36F7AD7C" w14:textId="096BAA95" w:rsidR="00E65D2A" w:rsidRPr="00E61A0A" w:rsidRDefault="00E65D2A" w:rsidP="00C173F9">
            <w:pPr>
              <w:shd w:val="clear" w:color="auto" w:fill="FFFFFF"/>
              <w:spacing w:line="240" w:lineRule="atLeast"/>
              <w:ind w:right="-79"/>
              <w:jc w:val="center"/>
              <w:rPr>
                <w:color w:val="000000"/>
                <w:sz w:val="20"/>
                <w:szCs w:val="20"/>
              </w:rPr>
            </w:pPr>
            <w:r w:rsidRPr="00E61A0A">
              <w:rPr>
                <w:color w:val="000000"/>
                <w:sz w:val="20"/>
                <w:szCs w:val="20"/>
              </w:rPr>
              <w:t>2021</w:t>
            </w:r>
          </w:p>
        </w:tc>
        <w:tc>
          <w:tcPr>
            <w:tcW w:w="270" w:type="dxa"/>
            <w:tcBorders>
              <w:top w:val="nil"/>
              <w:left w:val="nil"/>
              <w:right w:val="nil"/>
            </w:tcBorders>
          </w:tcPr>
          <w:p w14:paraId="56C74E7B" w14:textId="77777777" w:rsidR="00E65D2A" w:rsidRPr="00E61A0A" w:rsidRDefault="00E65D2A" w:rsidP="00C173F9">
            <w:pPr>
              <w:shd w:val="clear" w:color="auto" w:fill="FFFFFF"/>
              <w:spacing w:line="240" w:lineRule="atLeast"/>
              <w:ind w:right="-79"/>
              <w:jc w:val="center"/>
              <w:rPr>
                <w:color w:val="000000"/>
                <w:sz w:val="20"/>
                <w:szCs w:val="20"/>
              </w:rPr>
            </w:pPr>
          </w:p>
        </w:tc>
        <w:tc>
          <w:tcPr>
            <w:tcW w:w="810" w:type="dxa"/>
            <w:tcBorders>
              <w:top w:val="nil"/>
              <w:left w:val="nil"/>
              <w:right w:val="nil"/>
            </w:tcBorders>
            <w:vAlign w:val="bottom"/>
          </w:tcPr>
          <w:p w14:paraId="371AACC3" w14:textId="64BDD0C7" w:rsidR="00E65D2A" w:rsidRPr="00E61A0A" w:rsidRDefault="00E65D2A" w:rsidP="00C173F9">
            <w:pPr>
              <w:shd w:val="clear" w:color="auto" w:fill="FFFFFF"/>
              <w:spacing w:line="240" w:lineRule="atLeast"/>
              <w:ind w:right="-79"/>
              <w:jc w:val="center"/>
              <w:rPr>
                <w:color w:val="000000"/>
                <w:sz w:val="20"/>
                <w:szCs w:val="20"/>
              </w:rPr>
            </w:pPr>
            <w:r w:rsidRPr="00E61A0A">
              <w:rPr>
                <w:color w:val="000000"/>
                <w:sz w:val="20"/>
                <w:szCs w:val="20"/>
              </w:rPr>
              <w:t>2022</w:t>
            </w:r>
          </w:p>
        </w:tc>
        <w:tc>
          <w:tcPr>
            <w:tcW w:w="270" w:type="dxa"/>
            <w:tcBorders>
              <w:top w:val="nil"/>
              <w:left w:val="nil"/>
              <w:right w:val="nil"/>
            </w:tcBorders>
            <w:vAlign w:val="bottom"/>
          </w:tcPr>
          <w:p w14:paraId="156273C8" w14:textId="77777777" w:rsidR="00E65D2A" w:rsidRPr="00E61A0A" w:rsidRDefault="00E65D2A" w:rsidP="00C173F9">
            <w:pPr>
              <w:shd w:val="clear" w:color="auto" w:fill="FFFFFF"/>
              <w:spacing w:line="240" w:lineRule="atLeast"/>
              <w:ind w:right="-79"/>
              <w:jc w:val="center"/>
              <w:rPr>
                <w:color w:val="000000"/>
                <w:sz w:val="20"/>
                <w:szCs w:val="20"/>
              </w:rPr>
            </w:pPr>
          </w:p>
        </w:tc>
        <w:tc>
          <w:tcPr>
            <w:tcW w:w="810" w:type="dxa"/>
            <w:tcBorders>
              <w:top w:val="nil"/>
              <w:left w:val="nil"/>
              <w:right w:val="nil"/>
            </w:tcBorders>
            <w:vAlign w:val="bottom"/>
          </w:tcPr>
          <w:p w14:paraId="7D00894F" w14:textId="3C145D1F" w:rsidR="00E65D2A" w:rsidRPr="00E61A0A" w:rsidRDefault="00E65D2A" w:rsidP="00C173F9">
            <w:pPr>
              <w:shd w:val="clear" w:color="auto" w:fill="FFFFFF"/>
              <w:spacing w:line="240" w:lineRule="atLeast"/>
              <w:ind w:right="-51"/>
              <w:jc w:val="center"/>
              <w:rPr>
                <w:color w:val="000000"/>
                <w:sz w:val="20"/>
                <w:szCs w:val="20"/>
              </w:rPr>
            </w:pPr>
            <w:r w:rsidRPr="00E61A0A">
              <w:rPr>
                <w:color w:val="000000"/>
                <w:sz w:val="20"/>
                <w:szCs w:val="20"/>
              </w:rPr>
              <w:t>2021</w:t>
            </w:r>
          </w:p>
        </w:tc>
        <w:tc>
          <w:tcPr>
            <w:tcW w:w="270" w:type="dxa"/>
            <w:tcBorders>
              <w:top w:val="nil"/>
              <w:left w:val="nil"/>
              <w:right w:val="nil"/>
            </w:tcBorders>
          </w:tcPr>
          <w:p w14:paraId="18A08ABF" w14:textId="77777777" w:rsidR="00E65D2A" w:rsidRPr="00E61A0A" w:rsidRDefault="00E65D2A" w:rsidP="00C173F9">
            <w:pPr>
              <w:shd w:val="clear" w:color="auto" w:fill="FFFFFF"/>
              <w:spacing w:line="240" w:lineRule="atLeast"/>
              <w:ind w:right="-51"/>
              <w:jc w:val="center"/>
              <w:rPr>
                <w:color w:val="000000"/>
                <w:sz w:val="20"/>
                <w:szCs w:val="20"/>
              </w:rPr>
            </w:pPr>
          </w:p>
        </w:tc>
        <w:tc>
          <w:tcPr>
            <w:tcW w:w="900" w:type="dxa"/>
            <w:tcBorders>
              <w:top w:val="nil"/>
              <w:left w:val="nil"/>
              <w:right w:val="nil"/>
            </w:tcBorders>
            <w:vAlign w:val="bottom"/>
          </w:tcPr>
          <w:p w14:paraId="0456A2E6" w14:textId="46777F4D" w:rsidR="00E65D2A" w:rsidRPr="00E61A0A" w:rsidRDefault="00E65D2A" w:rsidP="00C173F9">
            <w:pPr>
              <w:shd w:val="clear" w:color="auto" w:fill="FFFFFF"/>
              <w:spacing w:line="240" w:lineRule="atLeast"/>
              <w:ind w:right="-51"/>
              <w:jc w:val="center"/>
              <w:rPr>
                <w:color w:val="000000"/>
                <w:sz w:val="20"/>
                <w:szCs w:val="20"/>
              </w:rPr>
            </w:pPr>
            <w:r w:rsidRPr="00E61A0A">
              <w:rPr>
                <w:color w:val="000000"/>
                <w:sz w:val="20"/>
                <w:szCs w:val="20"/>
              </w:rPr>
              <w:t>2022</w:t>
            </w:r>
          </w:p>
        </w:tc>
        <w:tc>
          <w:tcPr>
            <w:tcW w:w="270" w:type="dxa"/>
            <w:tcBorders>
              <w:top w:val="nil"/>
              <w:left w:val="nil"/>
              <w:right w:val="nil"/>
            </w:tcBorders>
            <w:vAlign w:val="bottom"/>
          </w:tcPr>
          <w:p w14:paraId="0AB3FE24" w14:textId="77777777" w:rsidR="00E65D2A" w:rsidRPr="00E61A0A" w:rsidRDefault="00E65D2A" w:rsidP="00C173F9">
            <w:pPr>
              <w:shd w:val="clear" w:color="auto" w:fill="FFFFFF"/>
              <w:spacing w:line="240" w:lineRule="atLeast"/>
              <w:ind w:right="-51"/>
              <w:jc w:val="center"/>
              <w:rPr>
                <w:color w:val="000000"/>
                <w:sz w:val="20"/>
                <w:szCs w:val="20"/>
              </w:rPr>
            </w:pPr>
          </w:p>
        </w:tc>
        <w:tc>
          <w:tcPr>
            <w:tcW w:w="900" w:type="dxa"/>
            <w:tcBorders>
              <w:top w:val="nil"/>
              <w:left w:val="nil"/>
              <w:right w:val="nil"/>
            </w:tcBorders>
            <w:vAlign w:val="bottom"/>
          </w:tcPr>
          <w:p w14:paraId="3629617A" w14:textId="60D0D9E7" w:rsidR="00E65D2A" w:rsidRPr="00E61A0A" w:rsidRDefault="00E65D2A" w:rsidP="00C173F9">
            <w:pPr>
              <w:shd w:val="clear" w:color="auto" w:fill="FFFFFF"/>
              <w:spacing w:line="240" w:lineRule="atLeast"/>
              <w:ind w:right="-51"/>
              <w:jc w:val="center"/>
              <w:rPr>
                <w:color w:val="000000"/>
                <w:sz w:val="20"/>
                <w:szCs w:val="20"/>
              </w:rPr>
            </w:pPr>
            <w:r w:rsidRPr="00E61A0A">
              <w:rPr>
                <w:color w:val="000000"/>
                <w:sz w:val="20"/>
                <w:szCs w:val="20"/>
              </w:rPr>
              <w:t>2021</w:t>
            </w:r>
          </w:p>
        </w:tc>
      </w:tr>
      <w:tr w:rsidR="00F92982" w:rsidRPr="00E61A0A" w14:paraId="5519D06D" w14:textId="0EBAA78D" w:rsidTr="00E61A0A">
        <w:trPr>
          <w:trHeight w:val="227"/>
        </w:trPr>
        <w:tc>
          <w:tcPr>
            <w:tcW w:w="3240" w:type="dxa"/>
            <w:noWrap/>
            <w:vAlign w:val="bottom"/>
          </w:tcPr>
          <w:p w14:paraId="66063C19" w14:textId="77777777" w:rsidR="00F92982" w:rsidRPr="00E61A0A" w:rsidRDefault="00F92982" w:rsidP="00C84B47">
            <w:pPr>
              <w:spacing w:line="240" w:lineRule="auto"/>
              <w:ind w:left="-21" w:right="-2"/>
              <w:rPr>
                <w:b/>
                <w:i/>
                <w:iCs/>
                <w:color w:val="000000"/>
                <w:sz w:val="20"/>
                <w:szCs w:val="20"/>
              </w:rPr>
            </w:pPr>
          </w:p>
        </w:tc>
        <w:tc>
          <w:tcPr>
            <w:tcW w:w="11340" w:type="dxa"/>
            <w:gridSpan w:val="19"/>
            <w:vAlign w:val="bottom"/>
          </w:tcPr>
          <w:p w14:paraId="29BA7F53" w14:textId="37553B47" w:rsidR="00F92982" w:rsidRPr="00E61A0A" w:rsidRDefault="00F92982" w:rsidP="00F92982">
            <w:pPr>
              <w:spacing w:line="240" w:lineRule="auto"/>
              <w:ind w:left="-21" w:right="-2"/>
              <w:jc w:val="center"/>
              <w:rPr>
                <w:bCs/>
                <w:i/>
                <w:iCs/>
                <w:color w:val="000000"/>
                <w:sz w:val="20"/>
                <w:szCs w:val="20"/>
              </w:rPr>
            </w:pPr>
            <w:r w:rsidRPr="00E61A0A">
              <w:rPr>
                <w:bCs/>
                <w:i/>
                <w:iCs/>
                <w:color w:val="000000"/>
                <w:sz w:val="20"/>
                <w:szCs w:val="20"/>
              </w:rPr>
              <w:t>(in thousand Baht)</w:t>
            </w:r>
          </w:p>
        </w:tc>
      </w:tr>
      <w:tr w:rsidR="00004D57" w:rsidRPr="00E61A0A" w14:paraId="7D79FF14" w14:textId="77777777" w:rsidTr="00E61A0A">
        <w:trPr>
          <w:trHeight w:val="227"/>
        </w:trPr>
        <w:tc>
          <w:tcPr>
            <w:tcW w:w="3240" w:type="dxa"/>
            <w:tcBorders>
              <w:top w:val="nil"/>
              <w:left w:val="nil"/>
              <w:right w:val="nil"/>
            </w:tcBorders>
            <w:noWrap/>
            <w:vAlign w:val="bottom"/>
          </w:tcPr>
          <w:p w14:paraId="25417E49" w14:textId="77777777" w:rsidR="00004D57" w:rsidRPr="00E61A0A" w:rsidRDefault="00004D57" w:rsidP="00004D57">
            <w:pPr>
              <w:spacing w:line="240" w:lineRule="auto"/>
              <w:rPr>
                <w:b/>
                <w:bCs/>
                <w:color w:val="000000"/>
                <w:sz w:val="20"/>
                <w:szCs w:val="20"/>
              </w:rPr>
            </w:pPr>
            <w:r w:rsidRPr="00E61A0A">
              <w:rPr>
                <w:b/>
                <w:bCs/>
                <w:color w:val="000000"/>
                <w:sz w:val="20"/>
                <w:szCs w:val="20"/>
              </w:rPr>
              <w:t>Timing of revenue recognition</w:t>
            </w:r>
          </w:p>
        </w:tc>
        <w:tc>
          <w:tcPr>
            <w:tcW w:w="990" w:type="dxa"/>
            <w:tcBorders>
              <w:left w:val="nil"/>
              <w:right w:val="nil"/>
            </w:tcBorders>
            <w:vAlign w:val="bottom"/>
          </w:tcPr>
          <w:p w14:paraId="5C96857E" w14:textId="77777777" w:rsidR="00004D57" w:rsidRPr="00E61A0A" w:rsidRDefault="00004D57" w:rsidP="00004D57">
            <w:pPr>
              <w:tabs>
                <w:tab w:val="decimal" w:pos="950"/>
              </w:tabs>
              <w:spacing w:line="240" w:lineRule="auto"/>
              <w:ind w:left="-115" w:right="-129"/>
              <w:jc w:val="center"/>
              <w:rPr>
                <w:rFonts w:ascii="Calibri" w:hAnsi="Calibri" w:cs="Calibri"/>
                <w:b/>
                <w:bCs/>
                <w:sz w:val="20"/>
                <w:szCs w:val="20"/>
                <w:lang w:val="en-GB"/>
              </w:rPr>
            </w:pPr>
          </w:p>
        </w:tc>
        <w:tc>
          <w:tcPr>
            <w:tcW w:w="270" w:type="dxa"/>
            <w:tcBorders>
              <w:left w:val="nil"/>
              <w:right w:val="nil"/>
            </w:tcBorders>
            <w:vAlign w:val="bottom"/>
          </w:tcPr>
          <w:p w14:paraId="158C1DD9" w14:textId="77777777" w:rsidR="00004D57" w:rsidRPr="00E61A0A" w:rsidRDefault="00004D57" w:rsidP="00004D57">
            <w:pPr>
              <w:tabs>
                <w:tab w:val="decimal" w:pos="976"/>
              </w:tabs>
              <w:spacing w:line="240" w:lineRule="auto"/>
              <w:ind w:left="-106" w:right="-129"/>
              <w:jc w:val="center"/>
              <w:rPr>
                <w:rFonts w:ascii="Calibri" w:hAnsi="Calibri" w:cs="Calibri"/>
                <w:b/>
                <w:bCs/>
                <w:sz w:val="20"/>
                <w:szCs w:val="20"/>
              </w:rPr>
            </w:pPr>
          </w:p>
        </w:tc>
        <w:tc>
          <w:tcPr>
            <w:tcW w:w="900" w:type="dxa"/>
            <w:tcBorders>
              <w:left w:val="nil"/>
              <w:right w:val="nil"/>
            </w:tcBorders>
            <w:vAlign w:val="bottom"/>
          </w:tcPr>
          <w:p w14:paraId="3B61D6F6" w14:textId="590D2D2D" w:rsidR="00004D57" w:rsidRPr="00E61A0A" w:rsidRDefault="00004D57" w:rsidP="00004D57">
            <w:pPr>
              <w:tabs>
                <w:tab w:val="decimal" w:pos="523"/>
              </w:tabs>
              <w:spacing w:line="240" w:lineRule="auto"/>
              <w:ind w:left="-115" w:right="-129"/>
              <w:jc w:val="center"/>
              <w:rPr>
                <w:sz w:val="20"/>
                <w:szCs w:val="20"/>
              </w:rPr>
            </w:pPr>
          </w:p>
        </w:tc>
        <w:tc>
          <w:tcPr>
            <w:tcW w:w="270" w:type="dxa"/>
            <w:tcBorders>
              <w:left w:val="nil"/>
              <w:right w:val="nil"/>
            </w:tcBorders>
            <w:vAlign w:val="bottom"/>
          </w:tcPr>
          <w:p w14:paraId="33807FFF" w14:textId="77777777" w:rsidR="00004D57" w:rsidRPr="00E61A0A" w:rsidRDefault="00004D57" w:rsidP="00004D57">
            <w:pPr>
              <w:tabs>
                <w:tab w:val="decimal" w:pos="976"/>
              </w:tabs>
              <w:spacing w:line="240" w:lineRule="auto"/>
              <w:jc w:val="center"/>
              <w:rPr>
                <w:rFonts w:ascii="Calibri" w:hAnsi="Calibri" w:cs="Calibri"/>
                <w:b/>
                <w:bCs/>
                <w:sz w:val="20"/>
                <w:szCs w:val="20"/>
              </w:rPr>
            </w:pPr>
          </w:p>
        </w:tc>
        <w:tc>
          <w:tcPr>
            <w:tcW w:w="900" w:type="dxa"/>
            <w:tcBorders>
              <w:left w:val="nil"/>
              <w:right w:val="nil"/>
            </w:tcBorders>
            <w:vAlign w:val="bottom"/>
          </w:tcPr>
          <w:p w14:paraId="63BB314D" w14:textId="77777777" w:rsidR="00004D57" w:rsidRPr="00E61A0A" w:rsidRDefault="00004D57" w:rsidP="00004D57">
            <w:pPr>
              <w:tabs>
                <w:tab w:val="decimal" w:pos="900"/>
              </w:tabs>
              <w:spacing w:line="240" w:lineRule="auto"/>
              <w:ind w:left="-115" w:right="-103"/>
              <w:jc w:val="center"/>
              <w:rPr>
                <w:rFonts w:ascii="Calibri" w:hAnsi="Calibri" w:cs="Calibri"/>
                <w:b/>
                <w:bCs/>
                <w:sz w:val="20"/>
                <w:szCs w:val="20"/>
              </w:rPr>
            </w:pPr>
          </w:p>
        </w:tc>
        <w:tc>
          <w:tcPr>
            <w:tcW w:w="270" w:type="dxa"/>
            <w:tcBorders>
              <w:left w:val="nil"/>
              <w:right w:val="nil"/>
            </w:tcBorders>
            <w:vAlign w:val="bottom"/>
          </w:tcPr>
          <w:p w14:paraId="1F5F44BF" w14:textId="77777777" w:rsidR="00004D57" w:rsidRPr="00E61A0A" w:rsidRDefault="00004D57" w:rsidP="00004D57">
            <w:pPr>
              <w:tabs>
                <w:tab w:val="decimal" w:pos="976"/>
              </w:tabs>
              <w:spacing w:line="240" w:lineRule="auto"/>
              <w:jc w:val="center"/>
              <w:rPr>
                <w:rFonts w:ascii="Calibri" w:hAnsi="Calibri" w:cs="Calibri"/>
                <w:b/>
                <w:bCs/>
                <w:sz w:val="20"/>
                <w:szCs w:val="20"/>
              </w:rPr>
            </w:pPr>
          </w:p>
        </w:tc>
        <w:tc>
          <w:tcPr>
            <w:tcW w:w="900" w:type="dxa"/>
            <w:tcBorders>
              <w:left w:val="nil"/>
              <w:right w:val="nil"/>
            </w:tcBorders>
            <w:vAlign w:val="bottom"/>
          </w:tcPr>
          <w:p w14:paraId="24DD0AD6" w14:textId="3F6076AC" w:rsidR="00004D57" w:rsidRPr="00E61A0A" w:rsidRDefault="00004D57" w:rsidP="00004D57">
            <w:pPr>
              <w:tabs>
                <w:tab w:val="decimal" w:pos="523"/>
              </w:tabs>
              <w:spacing w:line="240" w:lineRule="auto"/>
              <w:ind w:left="-115" w:right="-129"/>
              <w:jc w:val="center"/>
              <w:rPr>
                <w:sz w:val="20"/>
                <w:szCs w:val="20"/>
              </w:rPr>
            </w:pPr>
          </w:p>
        </w:tc>
        <w:tc>
          <w:tcPr>
            <w:tcW w:w="270" w:type="dxa"/>
            <w:tcBorders>
              <w:left w:val="nil"/>
              <w:right w:val="nil"/>
            </w:tcBorders>
            <w:vAlign w:val="bottom"/>
          </w:tcPr>
          <w:p w14:paraId="4EF5771A" w14:textId="77777777" w:rsidR="00004D57" w:rsidRPr="00E61A0A" w:rsidRDefault="00004D57" w:rsidP="00004D57">
            <w:pPr>
              <w:tabs>
                <w:tab w:val="decimal" w:pos="523"/>
                <w:tab w:val="decimal" w:pos="976"/>
              </w:tabs>
              <w:spacing w:line="240" w:lineRule="auto"/>
              <w:ind w:right="-129"/>
              <w:jc w:val="center"/>
              <w:rPr>
                <w:sz w:val="20"/>
                <w:szCs w:val="20"/>
              </w:rPr>
            </w:pPr>
          </w:p>
        </w:tc>
        <w:tc>
          <w:tcPr>
            <w:tcW w:w="900" w:type="dxa"/>
            <w:tcBorders>
              <w:left w:val="nil"/>
              <w:right w:val="nil"/>
            </w:tcBorders>
            <w:shd w:val="clear" w:color="auto" w:fill="auto"/>
            <w:vAlign w:val="bottom"/>
          </w:tcPr>
          <w:p w14:paraId="39E70599" w14:textId="77777777" w:rsidR="00004D57" w:rsidRPr="00E61A0A" w:rsidRDefault="00004D57" w:rsidP="00004D57">
            <w:pPr>
              <w:tabs>
                <w:tab w:val="decimal" w:pos="523"/>
              </w:tabs>
              <w:spacing w:line="240" w:lineRule="auto"/>
              <w:ind w:left="-115" w:right="-129"/>
              <w:jc w:val="center"/>
              <w:rPr>
                <w:sz w:val="20"/>
                <w:szCs w:val="20"/>
              </w:rPr>
            </w:pPr>
          </w:p>
        </w:tc>
        <w:tc>
          <w:tcPr>
            <w:tcW w:w="237" w:type="dxa"/>
            <w:tcBorders>
              <w:left w:val="nil"/>
              <w:right w:val="nil"/>
            </w:tcBorders>
            <w:vAlign w:val="bottom"/>
          </w:tcPr>
          <w:p w14:paraId="6ECEA0A9" w14:textId="77777777" w:rsidR="00004D57" w:rsidRPr="00E61A0A" w:rsidRDefault="00004D57" w:rsidP="00004D57">
            <w:pPr>
              <w:tabs>
                <w:tab w:val="decimal" w:pos="523"/>
                <w:tab w:val="decimal" w:pos="976"/>
              </w:tabs>
              <w:spacing w:line="240" w:lineRule="auto"/>
              <w:ind w:right="-129"/>
              <w:jc w:val="center"/>
              <w:rPr>
                <w:sz w:val="20"/>
                <w:szCs w:val="20"/>
              </w:rPr>
            </w:pPr>
          </w:p>
        </w:tc>
        <w:tc>
          <w:tcPr>
            <w:tcW w:w="933" w:type="dxa"/>
            <w:tcBorders>
              <w:left w:val="nil"/>
              <w:right w:val="nil"/>
            </w:tcBorders>
            <w:vAlign w:val="bottom"/>
          </w:tcPr>
          <w:p w14:paraId="07F66AAF" w14:textId="77777777" w:rsidR="00004D57" w:rsidRPr="00E61A0A" w:rsidRDefault="00004D57" w:rsidP="00004D57">
            <w:pPr>
              <w:tabs>
                <w:tab w:val="decimal" w:pos="523"/>
                <w:tab w:val="decimal" w:pos="614"/>
              </w:tabs>
              <w:spacing w:line="240" w:lineRule="auto"/>
              <w:ind w:left="-115" w:right="-129"/>
              <w:jc w:val="center"/>
              <w:rPr>
                <w:sz w:val="20"/>
                <w:szCs w:val="20"/>
              </w:rPr>
            </w:pPr>
          </w:p>
        </w:tc>
        <w:tc>
          <w:tcPr>
            <w:tcW w:w="270" w:type="dxa"/>
            <w:tcBorders>
              <w:left w:val="nil"/>
              <w:right w:val="nil"/>
            </w:tcBorders>
            <w:vAlign w:val="bottom"/>
          </w:tcPr>
          <w:p w14:paraId="136775A6" w14:textId="77777777" w:rsidR="00004D57" w:rsidRPr="00E61A0A" w:rsidRDefault="00004D57" w:rsidP="00004D57">
            <w:pPr>
              <w:tabs>
                <w:tab w:val="decimal" w:pos="523"/>
                <w:tab w:val="decimal" w:pos="976"/>
              </w:tabs>
              <w:spacing w:line="240" w:lineRule="auto"/>
              <w:ind w:left="-115" w:right="-129"/>
              <w:jc w:val="center"/>
              <w:rPr>
                <w:sz w:val="20"/>
                <w:szCs w:val="20"/>
              </w:rPr>
            </w:pPr>
          </w:p>
        </w:tc>
        <w:tc>
          <w:tcPr>
            <w:tcW w:w="810" w:type="dxa"/>
            <w:tcBorders>
              <w:left w:val="nil"/>
              <w:right w:val="nil"/>
            </w:tcBorders>
            <w:vAlign w:val="bottom"/>
          </w:tcPr>
          <w:p w14:paraId="03190C05" w14:textId="77777777" w:rsidR="00004D57" w:rsidRPr="00E61A0A" w:rsidRDefault="00004D57" w:rsidP="00004D57">
            <w:pPr>
              <w:tabs>
                <w:tab w:val="decimal" w:pos="523"/>
              </w:tabs>
              <w:spacing w:line="240" w:lineRule="auto"/>
              <w:ind w:left="-115" w:right="-129"/>
              <w:jc w:val="center"/>
              <w:rPr>
                <w:sz w:val="20"/>
                <w:szCs w:val="20"/>
              </w:rPr>
            </w:pPr>
          </w:p>
        </w:tc>
        <w:tc>
          <w:tcPr>
            <w:tcW w:w="270" w:type="dxa"/>
            <w:tcBorders>
              <w:left w:val="nil"/>
              <w:right w:val="nil"/>
            </w:tcBorders>
            <w:vAlign w:val="bottom"/>
          </w:tcPr>
          <w:p w14:paraId="72EEBD75" w14:textId="77777777" w:rsidR="00004D57" w:rsidRPr="00E61A0A" w:rsidRDefault="00004D57" w:rsidP="00004D57">
            <w:pPr>
              <w:tabs>
                <w:tab w:val="decimal" w:pos="523"/>
              </w:tabs>
              <w:spacing w:line="240" w:lineRule="auto"/>
              <w:ind w:left="-115" w:right="-129"/>
              <w:jc w:val="center"/>
              <w:rPr>
                <w:sz w:val="20"/>
                <w:szCs w:val="20"/>
              </w:rPr>
            </w:pPr>
          </w:p>
        </w:tc>
        <w:tc>
          <w:tcPr>
            <w:tcW w:w="810" w:type="dxa"/>
            <w:tcBorders>
              <w:left w:val="nil"/>
              <w:right w:val="nil"/>
            </w:tcBorders>
            <w:vAlign w:val="bottom"/>
          </w:tcPr>
          <w:p w14:paraId="4BE720B3" w14:textId="69CC87EA" w:rsidR="00004D57" w:rsidRPr="00E61A0A" w:rsidRDefault="00004D57" w:rsidP="00004D57">
            <w:pPr>
              <w:tabs>
                <w:tab w:val="decimal" w:pos="250"/>
                <w:tab w:val="decimal" w:pos="523"/>
              </w:tabs>
              <w:spacing w:line="240" w:lineRule="auto"/>
              <w:ind w:left="-115" w:right="-129"/>
              <w:jc w:val="center"/>
              <w:rPr>
                <w:sz w:val="20"/>
                <w:szCs w:val="20"/>
              </w:rPr>
            </w:pPr>
          </w:p>
        </w:tc>
        <w:tc>
          <w:tcPr>
            <w:tcW w:w="270" w:type="dxa"/>
            <w:tcBorders>
              <w:left w:val="nil"/>
              <w:right w:val="nil"/>
            </w:tcBorders>
            <w:vAlign w:val="bottom"/>
          </w:tcPr>
          <w:p w14:paraId="7CDE52DB" w14:textId="77777777" w:rsidR="00004D57" w:rsidRPr="00E61A0A" w:rsidRDefault="00004D57" w:rsidP="00004D57">
            <w:pPr>
              <w:tabs>
                <w:tab w:val="decimal" w:pos="523"/>
              </w:tabs>
              <w:spacing w:line="240" w:lineRule="auto"/>
              <w:ind w:left="-115" w:right="-129"/>
              <w:jc w:val="center"/>
              <w:rPr>
                <w:sz w:val="20"/>
                <w:szCs w:val="20"/>
              </w:rPr>
            </w:pPr>
          </w:p>
        </w:tc>
        <w:tc>
          <w:tcPr>
            <w:tcW w:w="900" w:type="dxa"/>
            <w:tcBorders>
              <w:left w:val="nil"/>
              <w:right w:val="nil"/>
            </w:tcBorders>
            <w:vAlign w:val="bottom"/>
          </w:tcPr>
          <w:p w14:paraId="69541956" w14:textId="77777777" w:rsidR="00004D57" w:rsidRPr="00E61A0A" w:rsidRDefault="00004D57" w:rsidP="00004D57">
            <w:pPr>
              <w:tabs>
                <w:tab w:val="decimal" w:pos="523"/>
              </w:tabs>
              <w:spacing w:line="240" w:lineRule="auto"/>
              <w:ind w:left="-115" w:right="-129"/>
              <w:jc w:val="center"/>
              <w:rPr>
                <w:sz w:val="20"/>
                <w:szCs w:val="20"/>
              </w:rPr>
            </w:pPr>
          </w:p>
        </w:tc>
        <w:tc>
          <w:tcPr>
            <w:tcW w:w="270" w:type="dxa"/>
            <w:tcBorders>
              <w:left w:val="nil"/>
              <w:right w:val="nil"/>
            </w:tcBorders>
            <w:vAlign w:val="bottom"/>
          </w:tcPr>
          <w:p w14:paraId="5A5CF539" w14:textId="77777777" w:rsidR="00004D57" w:rsidRPr="00E61A0A" w:rsidRDefault="00004D57" w:rsidP="00004D57">
            <w:pPr>
              <w:tabs>
                <w:tab w:val="decimal" w:pos="523"/>
              </w:tabs>
              <w:spacing w:line="240" w:lineRule="auto"/>
              <w:ind w:left="-115" w:right="-129"/>
              <w:jc w:val="center"/>
              <w:rPr>
                <w:sz w:val="20"/>
                <w:szCs w:val="20"/>
              </w:rPr>
            </w:pPr>
          </w:p>
        </w:tc>
        <w:tc>
          <w:tcPr>
            <w:tcW w:w="900" w:type="dxa"/>
            <w:tcBorders>
              <w:left w:val="nil"/>
              <w:right w:val="nil"/>
            </w:tcBorders>
            <w:vAlign w:val="bottom"/>
          </w:tcPr>
          <w:p w14:paraId="3B3864A6" w14:textId="7BF503B6" w:rsidR="00004D57" w:rsidRPr="00E61A0A" w:rsidRDefault="00004D57" w:rsidP="00004D57">
            <w:pPr>
              <w:tabs>
                <w:tab w:val="decimal" w:pos="523"/>
              </w:tabs>
              <w:spacing w:line="240" w:lineRule="auto"/>
              <w:ind w:left="-115" w:right="-21"/>
              <w:jc w:val="right"/>
              <w:rPr>
                <w:sz w:val="20"/>
                <w:szCs w:val="20"/>
              </w:rPr>
            </w:pPr>
          </w:p>
        </w:tc>
      </w:tr>
      <w:tr w:rsidR="00A63953" w:rsidRPr="00E61A0A" w14:paraId="47B458B3" w14:textId="77777777" w:rsidTr="00E61A0A">
        <w:trPr>
          <w:trHeight w:val="227"/>
        </w:trPr>
        <w:tc>
          <w:tcPr>
            <w:tcW w:w="3240" w:type="dxa"/>
            <w:tcBorders>
              <w:top w:val="nil"/>
              <w:left w:val="nil"/>
              <w:right w:val="nil"/>
            </w:tcBorders>
            <w:noWrap/>
            <w:vAlign w:val="bottom"/>
          </w:tcPr>
          <w:p w14:paraId="4C3BAD1B" w14:textId="77777777" w:rsidR="00A63953" w:rsidRPr="00E61A0A" w:rsidRDefault="00A63953" w:rsidP="00A63953">
            <w:pPr>
              <w:spacing w:line="240" w:lineRule="auto"/>
              <w:rPr>
                <w:b/>
                <w:bCs/>
                <w:color w:val="000000"/>
                <w:sz w:val="20"/>
                <w:szCs w:val="20"/>
              </w:rPr>
            </w:pPr>
            <w:r w:rsidRPr="00E61A0A">
              <w:rPr>
                <w:color w:val="000000"/>
                <w:sz w:val="20"/>
                <w:szCs w:val="20"/>
              </w:rPr>
              <w:t>At a point in time</w:t>
            </w:r>
          </w:p>
        </w:tc>
        <w:tc>
          <w:tcPr>
            <w:tcW w:w="990" w:type="dxa"/>
            <w:tcBorders>
              <w:left w:val="nil"/>
              <w:right w:val="nil"/>
            </w:tcBorders>
          </w:tcPr>
          <w:p w14:paraId="286CD4FA" w14:textId="2BFAFB90" w:rsidR="00A63953" w:rsidRPr="00E61A0A" w:rsidRDefault="00A63953" w:rsidP="00E61A0A">
            <w:pPr>
              <w:tabs>
                <w:tab w:val="decimal" w:pos="610"/>
              </w:tabs>
              <w:spacing w:line="240" w:lineRule="auto"/>
              <w:ind w:left="-115" w:right="-129"/>
              <w:jc w:val="center"/>
              <w:rPr>
                <w:sz w:val="20"/>
                <w:szCs w:val="20"/>
              </w:rPr>
            </w:pPr>
            <w:r w:rsidRPr="00E61A0A">
              <w:rPr>
                <w:sz w:val="20"/>
                <w:szCs w:val="20"/>
              </w:rPr>
              <w:t>20,164</w:t>
            </w:r>
          </w:p>
        </w:tc>
        <w:tc>
          <w:tcPr>
            <w:tcW w:w="270" w:type="dxa"/>
            <w:tcBorders>
              <w:left w:val="nil"/>
              <w:right w:val="nil"/>
            </w:tcBorders>
            <w:vAlign w:val="bottom"/>
          </w:tcPr>
          <w:p w14:paraId="7233516F" w14:textId="77777777" w:rsidR="00A63953" w:rsidRPr="00E61A0A" w:rsidRDefault="00A63953" w:rsidP="00A63953">
            <w:pPr>
              <w:tabs>
                <w:tab w:val="decimal" w:pos="976"/>
              </w:tabs>
              <w:spacing w:line="240" w:lineRule="auto"/>
              <w:ind w:left="-106" w:right="-129"/>
              <w:jc w:val="center"/>
              <w:rPr>
                <w:sz w:val="20"/>
                <w:szCs w:val="20"/>
              </w:rPr>
            </w:pPr>
          </w:p>
        </w:tc>
        <w:tc>
          <w:tcPr>
            <w:tcW w:w="900" w:type="dxa"/>
            <w:tcBorders>
              <w:left w:val="nil"/>
              <w:right w:val="nil"/>
            </w:tcBorders>
            <w:vAlign w:val="bottom"/>
          </w:tcPr>
          <w:p w14:paraId="35C80EA1" w14:textId="06AEC75E" w:rsidR="00A63953" w:rsidRPr="00E61A0A" w:rsidRDefault="00A63953" w:rsidP="00A63953">
            <w:pPr>
              <w:tabs>
                <w:tab w:val="decimal" w:pos="612"/>
              </w:tabs>
              <w:spacing w:line="240" w:lineRule="auto"/>
              <w:ind w:left="-115" w:right="-129"/>
              <w:jc w:val="center"/>
              <w:rPr>
                <w:sz w:val="20"/>
                <w:szCs w:val="20"/>
              </w:rPr>
            </w:pPr>
            <w:r w:rsidRPr="00E61A0A">
              <w:rPr>
                <w:sz w:val="20"/>
                <w:szCs w:val="20"/>
              </w:rPr>
              <w:t>5,903</w:t>
            </w:r>
          </w:p>
        </w:tc>
        <w:tc>
          <w:tcPr>
            <w:tcW w:w="270" w:type="dxa"/>
            <w:tcBorders>
              <w:left w:val="nil"/>
              <w:right w:val="nil"/>
            </w:tcBorders>
            <w:vAlign w:val="bottom"/>
          </w:tcPr>
          <w:p w14:paraId="56E60157" w14:textId="77777777" w:rsidR="00A63953" w:rsidRPr="00E61A0A" w:rsidRDefault="00A63953" w:rsidP="00A63953">
            <w:pPr>
              <w:tabs>
                <w:tab w:val="decimal" w:pos="976"/>
              </w:tabs>
              <w:spacing w:line="240" w:lineRule="auto"/>
              <w:jc w:val="center"/>
              <w:rPr>
                <w:sz w:val="20"/>
                <w:szCs w:val="20"/>
              </w:rPr>
            </w:pPr>
          </w:p>
        </w:tc>
        <w:tc>
          <w:tcPr>
            <w:tcW w:w="900" w:type="dxa"/>
            <w:tcBorders>
              <w:left w:val="nil"/>
              <w:right w:val="nil"/>
            </w:tcBorders>
          </w:tcPr>
          <w:p w14:paraId="50CE520D" w14:textId="2D171734" w:rsidR="00A63953" w:rsidRPr="00E61A0A" w:rsidRDefault="00A63953" w:rsidP="00E61A0A">
            <w:pPr>
              <w:tabs>
                <w:tab w:val="decimal" w:pos="612"/>
              </w:tabs>
              <w:spacing w:line="240" w:lineRule="auto"/>
              <w:ind w:left="-115" w:right="-129"/>
              <w:jc w:val="center"/>
              <w:rPr>
                <w:sz w:val="20"/>
                <w:szCs w:val="20"/>
              </w:rPr>
            </w:pPr>
            <w:r w:rsidRPr="00E61A0A">
              <w:rPr>
                <w:sz w:val="20"/>
                <w:szCs w:val="20"/>
              </w:rPr>
              <w:t>1,736</w:t>
            </w:r>
          </w:p>
        </w:tc>
        <w:tc>
          <w:tcPr>
            <w:tcW w:w="270" w:type="dxa"/>
            <w:tcBorders>
              <w:left w:val="nil"/>
              <w:right w:val="nil"/>
            </w:tcBorders>
            <w:vAlign w:val="bottom"/>
          </w:tcPr>
          <w:p w14:paraId="162EA8B2" w14:textId="77777777" w:rsidR="00A63953" w:rsidRPr="00E61A0A" w:rsidRDefault="00A63953" w:rsidP="00A63953">
            <w:pPr>
              <w:tabs>
                <w:tab w:val="decimal" w:pos="976"/>
              </w:tabs>
              <w:spacing w:line="240" w:lineRule="auto"/>
              <w:jc w:val="center"/>
              <w:rPr>
                <w:sz w:val="20"/>
                <w:szCs w:val="20"/>
              </w:rPr>
            </w:pPr>
          </w:p>
        </w:tc>
        <w:tc>
          <w:tcPr>
            <w:tcW w:w="900" w:type="dxa"/>
            <w:tcBorders>
              <w:left w:val="nil"/>
              <w:right w:val="nil"/>
            </w:tcBorders>
            <w:vAlign w:val="bottom"/>
          </w:tcPr>
          <w:p w14:paraId="170A84B1" w14:textId="71309CB5" w:rsidR="00A63953" w:rsidRPr="00E61A0A" w:rsidRDefault="00A63953" w:rsidP="00E61A0A">
            <w:pPr>
              <w:tabs>
                <w:tab w:val="decimal" w:pos="610"/>
              </w:tabs>
              <w:spacing w:line="240" w:lineRule="auto"/>
              <w:ind w:left="-115" w:right="-129"/>
              <w:jc w:val="center"/>
              <w:rPr>
                <w:sz w:val="20"/>
                <w:szCs w:val="20"/>
              </w:rPr>
            </w:pPr>
            <w:r w:rsidRPr="00E61A0A">
              <w:rPr>
                <w:sz w:val="20"/>
                <w:szCs w:val="20"/>
              </w:rPr>
              <w:t>2,280</w:t>
            </w:r>
          </w:p>
        </w:tc>
        <w:tc>
          <w:tcPr>
            <w:tcW w:w="270" w:type="dxa"/>
            <w:tcBorders>
              <w:left w:val="nil"/>
              <w:right w:val="nil"/>
            </w:tcBorders>
            <w:vAlign w:val="bottom"/>
          </w:tcPr>
          <w:p w14:paraId="09912D7B" w14:textId="77777777" w:rsidR="00A63953" w:rsidRPr="00E61A0A" w:rsidRDefault="00A63953" w:rsidP="00A63953">
            <w:pPr>
              <w:tabs>
                <w:tab w:val="decimal" w:pos="976"/>
              </w:tabs>
              <w:spacing w:line="240" w:lineRule="auto"/>
              <w:ind w:right="-129"/>
              <w:jc w:val="center"/>
              <w:rPr>
                <w:sz w:val="20"/>
                <w:szCs w:val="20"/>
              </w:rPr>
            </w:pPr>
          </w:p>
        </w:tc>
        <w:tc>
          <w:tcPr>
            <w:tcW w:w="900" w:type="dxa"/>
            <w:tcBorders>
              <w:left w:val="nil"/>
              <w:right w:val="nil"/>
            </w:tcBorders>
            <w:shd w:val="clear" w:color="auto" w:fill="auto"/>
          </w:tcPr>
          <w:p w14:paraId="218A7D7C" w14:textId="388A2214" w:rsidR="00A63953" w:rsidRPr="00E61A0A" w:rsidRDefault="00A63953" w:rsidP="00E61A0A">
            <w:pPr>
              <w:tabs>
                <w:tab w:val="decimal" w:pos="610"/>
              </w:tabs>
              <w:spacing w:line="240" w:lineRule="auto"/>
              <w:ind w:left="-115" w:right="-129"/>
              <w:jc w:val="center"/>
              <w:rPr>
                <w:sz w:val="20"/>
                <w:szCs w:val="20"/>
              </w:rPr>
            </w:pPr>
            <w:r w:rsidRPr="00E61A0A">
              <w:rPr>
                <w:sz w:val="20"/>
                <w:szCs w:val="20"/>
              </w:rPr>
              <w:t>331,656</w:t>
            </w:r>
          </w:p>
        </w:tc>
        <w:tc>
          <w:tcPr>
            <w:tcW w:w="237" w:type="dxa"/>
            <w:tcBorders>
              <w:left w:val="nil"/>
              <w:right w:val="nil"/>
            </w:tcBorders>
            <w:vAlign w:val="bottom"/>
          </w:tcPr>
          <w:p w14:paraId="58FCC18E" w14:textId="77777777" w:rsidR="00A63953" w:rsidRPr="00E61A0A" w:rsidRDefault="00A63953" w:rsidP="00A63953">
            <w:pPr>
              <w:tabs>
                <w:tab w:val="decimal" w:pos="976"/>
              </w:tabs>
              <w:spacing w:line="240" w:lineRule="auto"/>
              <w:ind w:right="-129"/>
              <w:jc w:val="center"/>
              <w:rPr>
                <w:sz w:val="20"/>
                <w:szCs w:val="20"/>
              </w:rPr>
            </w:pPr>
          </w:p>
        </w:tc>
        <w:tc>
          <w:tcPr>
            <w:tcW w:w="933" w:type="dxa"/>
            <w:tcBorders>
              <w:left w:val="nil"/>
              <w:right w:val="nil"/>
            </w:tcBorders>
            <w:vAlign w:val="bottom"/>
          </w:tcPr>
          <w:p w14:paraId="739A57AC" w14:textId="0421C295" w:rsidR="00A63953" w:rsidRPr="00E61A0A" w:rsidRDefault="00A63953" w:rsidP="00E61A0A">
            <w:pPr>
              <w:tabs>
                <w:tab w:val="decimal" w:pos="610"/>
              </w:tabs>
              <w:spacing w:line="240" w:lineRule="auto"/>
              <w:ind w:left="-115" w:right="-129"/>
              <w:jc w:val="center"/>
              <w:rPr>
                <w:sz w:val="20"/>
                <w:szCs w:val="20"/>
              </w:rPr>
            </w:pPr>
            <w:r w:rsidRPr="00E61A0A">
              <w:rPr>
                <w:sz w:val="20"/>
                <w:szCs w:val="20"/>
              </w:rPr>
              <w:t>116,850</w:t>
            </w:r>
          </w:p>
        </w:tc>
        <w:tc>
          <w:tcPr>
            <w:tcW w:w="270" w:type="dxa"/>
            <w:tcBorders>
              <w:left w:val="nil"/>
              <w:right w:val="nil"/>
            </w:tcBorders>
            <w:vAlign w:val="bottom"/>
          </w:tcPr>
          <w:p w14:paraId="032261B1" w14:textId="77777777" w:rsidR="00A63953" w:rsidRPr="00E61A0A" w:rsidRDefault="00A63953" w:rsidP="00A63953">
            <w:pPr>
              <w:tabs>
                <w:tab w:val="decimal" w:pos="976"/>
              </w:tabs>
              <w:spacing w:line="240" w:lineRule="auto"/>
              <w:ind w:left="-115" w:right="-129"/>
              <w:jc w:val="center"/>
              <w:rPr>
                <w:sz w:val="20"/>
                <w:szCs w:val="20"/>
              </w:rPr>
            </w:pPr>
          </w:p>
        </w:tc>
        <w:tc>
          <w:tcPr>
            <w:tcW w:w="810" w:type="dxa"/>
            <w:tcBorders>
              <w:left w:val="nil"/>
              <w:right w:val="nil"/>
            </w:tcBorders>
          </w:tcPr>
          <w:p w14:paraId="590A6EAF" w14:textId="16911873" w:rsidR="00A63953" w:rsidRPr="00E61A0A" w:rsidRDefault="00A63953" w:rsidP="00A63953">
            <w:pPr>
              <w:tabs>
                <w:tab w:val="decimal" w:pos="500"/>
              </w:tabs>
              <w:spacing w:line="240" w:lineRule="auto"/>
              <w:ind w:left="-115" w:right="-103"/>
              <w:jc w:val="center"/>
              <w:rPr>
                <w:sz w:val="20"/>
                <w:szCs w:val="20"/>
              </w:rPr>
            </w:pPr>
            <w:r w:rsidRPr="00E61A0A">
              <w:rPr>
                <w:sz w:val="20"/>
                <w:szCs w:val="20"/>
              </w:rPr>
              <w:t>38</w:t>
            </w:r>
          </w:p>
        </w:tc>
        <w:tc>
          <w:tcPr>
            <w:tcW w:w="270" w:type="dxa"/>
            <w:tcBorders>
              <w:left w:val="nil"/>
              <w:right w:val="nil"/>
            </w:tcBorders>
            <w:vAlign w:val="bottom"/>
          </w:tcPr>
          <w:p w14:paraId="00450FF0" w14:textId="77777777" w:rsidR="00A63953" w:rsidRPr="00E61A0A" w:rsidRDefault="00A63953" w:rsidP="00A63953">
            <w:pPr>
              <w:tabs>
                <w:tab w:val="decimal" w:pos="917"/>
              </w:tabs>
              <w:spacing w:line="240" w:lineRule="auto"/>
              <w:ind w:left="-115" w:right="-129"/>
              <w:jc w:val="center"/>
              <w:rPr>
                <w:sz w:val="20"/>
                <w:szCs w:val="20"/>
              </w:rPr>
            </w:pPr>
          </w:p>
        </w:tc>
        <w:tc>
          <w:tcPr>
            <w:tcW w:w="810" w:type="dxa"/>
            <w:tcBorders>
              <w:left w:val="nil"/>
              <w:right w:val="nil"/>
            </w:tcBorders>
            <w:vAlign w:val="bottom"/>
          </w:tcPr>
          <w:p w14:paraId="748124EE" w14:textId="24623B85" w:rsidR="00A63953" w:rsidRPr="00E61A0A" w:rsidRDefault="00A63953" w:rsidP="00A63953">
            <w:pPr>
              <w:tabs>
                <w:tab w:val="decimal" w:pos="72"/>
              </w:tabs>
              <w:spacing w:line="240" w:lineRule="auto"/>
              <w:ind w:left="-115" w:right="-129"/>
              <w:jc w:val="center"/>
              <w:rPr>
                <w:sz w:val="20"/>
                <w:szCs w:val="20"/>
              </w:rPr>
            </w:pPr>
            <w:r w:rsidRPr="00E61A0A">
              <w:rPr>
                <w:sz w:val="20"/>
                <w:szCs w:val="20"/>
              </w:rPr>
              <w:t>-</w:t>
            </w:r>
          </w:p>
        </w:tc>
        <w:tc>
          <w:tcPr>
            <w:tcW w:w="270" w:type="dxa"/>
            <w:tcBorders>
              <w:left w:val="nil"/>
              <w:right w:val="nil"/>
            </w:tcBorders>
            <w:vAlign w:val="bottom"/>
          </w:tcPr>
          <w:p w14:paraId="1972A7E4" w14:textId="77777777" w:rsidR="00A63953" w:rsidRPr="00E61A0A" w:rsidRDefault="00A63953" w:rsidP="00A63953">
            <w:pPr>
              <w:tabs>
                <w:tab w:val="decimal" w:pos="917"/>
              </w:tabs>
              <w:spacing w:line="240" w:lineRule="auto"/>
              <w:ind w:left="-115" w:right="-129"/>
              <w:jc w:val="center"/>
              <w:rPr>
                <w:sz w:val="20"/>
                <w:szCs w:val="20"/>
              </w:rPr>
            </w:pPr>
          </w:p>
        </w:tc>
        <w:tc>
          <w:tcPr>
            <w:tcW w:w="900" w:type="dxa"/>
            <w:tcBorders>
              <w:left w:val="nil"/>
              <w:right w:val="nil"/>
            </w:tcBorders>
          </w:tcPr>
          <w:p w14:paraId="77FA3B0B" w14:textId="1FC04716" w:rsidR="00A63953" w:rsidRPr="00E61A0A" w:rsidRDefault="00A63953" w:rsidP="00A63953">
            <w:pPr>
              <w:tabs>
                <w:tab w:val="decimal" w:pos="560"/>
              </w:tabs>
              <w:spacing w:line="240" w:lineRule="auto"/>
              <w:ind w:left="-115" w:right="-129"/>
              <w:jc w:val="center"/>
              <w:rPr>
                <w:sz w:val="20"/>
                <w:szCs w:val="20"/>
              </w:rPr>
            </w:pPr>
            <w:r w:rsidRPr="00E61A0A">
              <w:rPr>
                <w:sz w:val="20"/>
                <w:szCs w:val="20"/>
              </w:rPr>
              <w:t>353,594</w:t>
            </w:r>
          </w:p>
        </w:tc>
        <w:tc>
          <w:tcPr>
            <w:tcW w:w="270" w:type="dxa"/>
            <w:tcBorders>
              <w:left w:val="nil"/>
              <w:right w:val="nil"/>
            </w:tcBorders>
            <w:vAlign w:val="bottom"/>
          </w:tcPr>
          <w:p w14:paraId="55B808D6" w14:textId="77777777" w:rsidR="00A63953" w:rsidRPr="00E61A0A" w:rsidRDefault="00A63953" w:rsidP="00A63953">
            <w:pPr>
              <w:tabs>
                <w:tab w:val="decimal" w:pos="917"/>
              </w:tabs>
              <w:spacing w:line="240" w:lineRule="auto"/>
              <w:ind w:left="-115" w:right="-129"/>
              <w:jc w:val="center"/>
              <w:rPr>
                <w:sz w:val="20"/>
                <w:szCs w:val="20"/>
              </w:rPr>
            </w:pPr>
          </w:p>
        </w:tc>
        <w:tc>
          <w:tcPr>
            <w:tcW w:w="900" w:type="dxa"/>
            <w:tcBorders>
              <w:left w:val="nil"/>
              <w:right w:val="nil"/>
            </w:tcBorders>
            <w:vAlign w:val="bottom"/>
          </w:tcPr>
          <w:p w14:paraId="1037CCB1" w14:textId="20816C8C" w:rsidR="00A63953" w:rsidRPr="00E61A0A" w:rsidRDefault="00A63953" w:rsidP="00A63953">
            <w:pPr>
              <w:tabs>
                <w:tab w:val="decimal" w:pos="519"/>
              </w:tabs>
              <w:spacing w:line="240" w:lineRule="auto"/>
              <w:ind w:left="-115" w:right="-21"/>
              <w:jc w:val="right"/>
              <w:rPr>
                <w:sz w:val="20"/>
                <w:szCs w:val="20"/>
              </w:rPr>
            </w:pPr>
            <w:r w:rsidRPr="00E61A0A">
              <w:rPr>
                <w:sz w:val="20"/>
                <w:szCs w:val="20"/>
              </w:rPr>
              <w:t>125,033</w:t>
            </w:r>
          </w:p>
        </w:tc>
      </w:tr>
      <w:tr w:rsidR="00A63953" w:rsidRPr="00E61A0A" w14:paraId="43D99DEF" w14:textId="77777777" w:rsidTr="00E61A0A">
        <w:trPr>
          <w:trHeight w:val="227"/>
        </w:trPr>
        <w:tc>
          <w:tcPr>
            <w:tcW w:w="3240" w:type="dxa"/>
            <w:tcBorders>
              <w:top w:val="nil"/>
              <w:left w:val="nil"/>
              <w:right w:val="nil"/>
            </w:tcBorders>
            <w:noWrap/>
            <w:vAlign w:val="bottom"/>
          </w:tcPr>
          <w:p w14:paraId="6CBB9FEB" w14:textId="77777777" w:rsidR="00A63953" w:rsidRPr="00E61A0A" w:rsidRDefault="00A63953" w:rsidP="00A63953">
            <w:pPr>
              <w:spacing w:line="240" w:lineRule="auto"/>
              <w:rPr>
                <w:b/>
                <w:bCs/>
                <w:color w:val="000000"/>
                <w:sz w:val="20"/>
                <w:szCs w:val="20"/>
              </w:rPr>
            </w:pPr>
            <w:r w:rsidRPr="00E61A0A">
              <w:rPr>
                <w:color w:val="000000"/>
                <w:sz w:val="20"/>
                <w:szCs w:val="20"/>
              </w:rPr>
              <w:t>Over time</w:t>
            </w:r>
          </w:p>
        </w:tc>
        <w:tc>
          <w:tcPr>
            <w:tcW w:w="990" w:type="dxa"/>
            <w:tcBorders>
              <w:left w:val="nil"/>
              <w:bottom w:val="single" w:sz="4" w:space="0" w:color="auto"/>
              <w:right w:val="nil"/>
            </w:tcBorders>
          </w:tcPr>
          <w:p w14:paraId="74F2F2DA" w14:textId="56918B9E" w:rsidR="00A63953" w:rsidRPr="00E61A0A" w:rsidRDefault="00A63953" w:rsidP="00E61A0A">
            <w:pPr>
              <w:tabs>
                <w:tab w:val="decimal" w:pos="610"/>
              </w:tabs>
              <w:spacing w:line="240" w:lineRule="auto"/>
              <w:ind w:left="-115" w:right="-129"/>
              <w:jc w:val="center"/>
              <w:rPr>
                <w:sz w:val="20"/>
                <w:szCs w:val="20"/>
              </w:rPr>
            </w:pPr>
            <w:r w:rsidRPr="00E61A0A">
              <w:rPr>
                <w:sz w:val="20"/>
                <w:szCs w:val="20"/>
              </w:rPr>
              <w:t>199,810</w:t>
            </w:r>
          </w:p>
        </w:tc>
        <w:tc>
          <w:tcPr>
            <w:tcW w:w="270" w:type="dxa"/>
            <w:tcBorders>
              <w:left w:val="nil"/>
              <w:right w:val="nil"/>
            </w:tcBorders>
            <w:vAlign w:val="bottom"/>
          </w:tcPr>
          <w:p w14:paraId="275B9866" w14:textId="77777777" w:rsidR="00A63953" w:rsidRPr="00E61A0A" w:rsidRDefault="00A63953" w:rsidP="00A63953">
            <w:pPr>
              <w:tabs>
                <w:tab w:val="decimal" w:pos="976"/>
              </w:tabs>
              <w:spacing w:line="240" w:lineRule="auto"/>
              <w:ind w:left="-106" w:right="-129"/>
              <w:jc w:val="center"/>
              <w:rPr>
                <w:sz w:val="20"/>
                <w:szCs w:val="20"/>
              </w:rPr>
            </w:pPr>
          </w:p>
        </w:tc>
        <w:tc>
          <w:tcPr>
            <w:tcW w:w="900" w:type="dxa"/>
            <w:tcBorders>
              <w:left w:val="nil"/>
              <w:bottom w:val="single" w:sz="4" w:space="0" w:color="auto"/>
              <w:right w:val="nil"/>
            </w:tcBorders>
            <w:vAlign w:val="bottom"/>
          </w:tcPr>
          <w:p w14:paraId="7FF236A0" w14:textId="7A230A5B" w:rsidR="00A63953" w:rsidRPr="00E61A0A" w:rsidRDefault="00A63953" w:rsidP="00E61A0A">
            <w:pPr>
              <w:tabs>
                <w:tab w:val="decimal" w:pos="610"/>
              </w:tabs>
              <w:spacing w:line="240" w:lineRule="auto"/>
              <w:ind w:left="-115" w:right="-129"/>
              <w:jc w:val="center"/>
              <w:rPr>
                <w:sz w:val="20"/>
                <w:szCs w:val="20"/>
              </w:rPr>
            </w:pPr>
            <w:r w:rsidRPr="00E61A0A">
              <w:rPr>
                <w:sz w:val="20"/>
                <w:szCs w:val="20"/>
              </w:rPr>
              <w:t>216,830</w:t>
            </w:r>
          </w:p>
        </w:tc>
        <w:tc>
          <w:tcPr>
            <w:tcW w:w="270" w:type="dxa"/>
            <w:tcBorders>
              <w:left w:val="nil"/>
              <w:right w:val="nil"/>
            </w:tcBorders>
            <w:vAlign w:val="bottom"/>
          </w:tcPr>
          <w:p w14:paraId="0A269376" w14:textId="77777777" w:rsidR="00A63953" w:rsidRPr="00E61A0A" w:rsidRDefault="00A63953" w:rsidP="00A63953">
            <w:pPr>
              <w:tabs>
                <w:tab w:val="decimal" w:pos="976"/>
              </w:tabs>
              <w:spacing w:line="240" w:lineRule="auto"/>
              <w:jc w:val="center"/>
              <w:rPr>
                <w:sz w:val="20"/>
                <w:szCs w:val="20"/>
              </w:rPr>
            </w:pPr>
          </w:p>
        </w:tc>
        <w:tc>
          <w:tcPr>
            <w:tcW w:w="900" w:type="dxa"/>
            <w:tcBorders>
              <w:left w:val="nil"/>
              <w:bottom w:val="single" w:sz="4" w:space="0" w:color="auto"/>
              <w:right w:val="nil"/>
            </w:tcBorders>
          </w:tcPr>
          <w:p w14:paraId="04F3C8BF" w14:textId="69E1E8E0" w:rsidR="00A63953" w:rsidRPr="00E61A0A" w:rsidRDefault="00A63953" w:rsidP="00E61A0A">
            <w:pPr>
              <w:tabs>
                <w:tab w:val="decimal" w:pos="612"/>
              </w:tabs>
              <w:spacing w:line="240" w:lineRule="auto"/>
              <w:ind w:left="-115" w:right="-129"/>
              <w:jc w:val="center"/>
              <w:rPr>
                <w:sz w:val="20"/>
                <w:szCs w:val="20"/>
              </w:rPr>
            </w:pPr>
            <w:r w:rsidRPr="00E61A0A">
              <w:rPr>
                <w:sz w:val="20"/>
                <w:szCs w:val="20"/>
              </w:rPr>
              <w:t>272,630</w:t>
            </w:r>
          </w:p>
        </w:tc>
        <w:tc>
          <w:tcPr>
            <w:tcW w:w="270" w:type="dxa"/>
            <w:tcBorders>
              <w:left w:val="nil"/>
              <w:right w:val="nil"/>
            </w:tcBorders>
            <w:vAlign w:val="bottom"/>
          </w:tcPr>
          <w:p w14:paraId="176907AE" w14:textId="77777777" w:rsidR="00A63953" w:rsidRPr="00E61A0A" w:rsidRDefault="00A63953" w:rsidP="00A63953">
            <w:pPr>
              <w:tabs>
                <w:tab w:val="decimal" w:pos="976"/>
              </w:tabs>
              <w:spacing w:line="240" w:lineRule="auto"/>
              <w:jc w:val="center"/>
              <w:rPr>
                <w:sz w:val="20"/>
                <w:szCs w:val="20"/>
              </w:rPr>
            </w:pPr>
          </w:p>
        </w:tc>
        <w:tc>
          <w:tcPr>
            <w:tcW w:w="900" w:type="dxa"/>
            <w:tcBorders>
              <w:left w:val="nil"/>
              <w:bottom w:val="single" w:sz="4" w:space="0" w:color="auto"/>
              <w:right w:val="nil"/>
            </w:tcBorders>
            <w:vAlign w:val="bottom"/>
          </w:tcPr>
          <w:p w14:paraId="33584BD8" w14:textId="12BB32EE" w:rsidR="00A63953" w:rsidRPr="00E61A0A" w:rsidRDefault="00A63953" w:rsidP="00E61A0A">
            <w:pPr>
              <w:tabs>
                <w:tab w:val="decimal" w:pos="610"/>
              </w:tabs>
              <w:spacing w:line="240" w:lineRule="auto"/>
              <w:ind w:left="-115" w:right="-129"/>
              <w:jc w:val="center"/>
              <w:rPr>
                <w:sz w:val="20"/>
                <w:szCs w:val="20"/>
              </w:rPr>
            </w:pPr>
            <w:r w:rsidRPr="00E61A0A">
              <w:rPr>
                <w:sz w:val="20"/>
                <w:szCs w:val="20"/>
              </w:rPr>
              <w:t>15,851</w:t>
            </w:r>
          </w:p>
        </w:tc>
        <w:tc>
          <w:tcPr>
            <w:tcW w:w="270" w:type="dxa"/>
            <w:tcBorders>
              <w:left w:val="nil"/>
              <w:right w:val="nil"/>
            </w:tcBorders>
            <w:vAlign w:val="bottom"/>
          </w:tcPr>
          <w:p w14:paraId="5D6268B2" w14:textId="77777777" w:rsidR="00A63953" w:rsidRPr="00E61A0A" w:rsidRDefault="00A63953" w:rsidP="00A63953">
            <w:pPr>
              <w:tabs>
                <w:tab w:val="decimal" w:pos="976"/>
              </w:tabs>
              <w:spacing w:line="240" w:lineRule="auto"/>
              <w:ind w:right="-129"/>
              <w:jc w:val="center"/>
              <w:rPr>
                <w:sz w:val="20"/>
                <w:szCs w:val="20"/>
              </w:rPr>
            </w:pPr>
          </w:p>
        </w:tc>
        <w:tc>
          <w:tcPr>
            <w:tcW w:w="900" w:type="dxa"/>
            <w:tcBorders>
              <w:left w:val="nil"/>
              <w:bottom w:val="single" w:sz="4" w:space="0" w:color="auto"/>
              <w:right w:val="nil"/>
            </w:tcBorders>
            <w:shd w:val="clear" w:color="auto" w:fill="auto"/>
          </w:tcPr>
          <w:p w14:paraId="23575C97" w14:textId="264A20E6" w:rsidR="00A63953" w:rsidRPr="00E61A0A" w:rsidRDefault="00A63953" w:rsidP="00E61A0A">
            <w:pPr>
              <w:tabs>
                <w:tab w:val="decimal" w:pos="610"/>
              </w:tabs>
              <w:spacing w:line="240" w:lineRule="auto"/>
              <w:ind w:left="-115" w:right="-129"/>
              <w:jc w:val="center"/>
              <w:rPr>
                <w:sz w:val="20"/>
                <w:szCs w:val="20"/>
              </w:rPr>
            </w:pPr>
            <w:r w:rsidRPr="00E61A0A">
              <w:rPr>
                <w:sz w:val="20"/>
                <w:szCs w:val="20"/>
              </w:rPr>
              <w:t>8,690</w:t>
            </w:r>
          </w:p>
        </w:tc>
        <w:tc>
          <w:tcPr>
            <w:tcW w:w="237" w:type="dxa"/>
            <w:tcBorders>
              <w:left w:val="nil"/>
              <w:right w:val="nil"/>
            </w:tcBorders>
            <w:vAlign w:val="bottom"/>
          </w:tcPr>
          <w:p w14:paraId="6987E438" w14:textId="77777777" w:rsidR="00A63953" w:rsidRPr="00E61A0A" w:rsidRDefault="00A63953" w:rsidP="00A63953">
            <w:pPr>
              <w:tabs>
                <w:tab w:val="decimal" w:pos="976"/>
              </w:tabs>
              <w:spacing w:line="240" w:lineRule="auto"/>
              <w:ind w:right="-129"/>
              <w:jc w:val="center"/>
              <w:rPr>
                <w:sz w:val="20"/>
                <w:szCs w:val="20"/>
              </w:rPr>
            </w:pPr>
          </w:p>
        </w:tc>
        <w:tc>
          <w:tcPr>
            <w:tcW w:w="933" w:type="dxa"/>
            <w:tcBorders>
              <w:left w:val="nil"/>
              <w:bottom w:val="single" w:sz="4" w:space="0" w:color="auto"/>
              <w:right w:val="nil"/>
            </w:tcBorders>
            <w:vAlign w:val="bottom"/>
          </w:tcPr>
          <w:p w14:paraId="1D4B309B" w14:textId="0A7E2E45" w:rsidR="00A63953" w:rsidRPr="00E61A0A" w:rsidRDefault="00A63953" w:rsidP="00E61A0A">
            <w:pPr>
              <w:tabs>
                <w:tab w:val="decimal" w:pos="610"/>
              </w:tabs>
              <w:spacing w:line="240" w:lineRule="auto"/>
              <w:ind w:left="-115" w:right="-129"/>
              <w:jc w:val="center"/>
              <w:rPr>
                <w:sz w:val="20"/>
                <w:szCs w:val="20"/>
              </w:rPr>
            </w:pPr>
            <w:r w:rsidRPr="00E61A0A">
              <w:rPr>
                <w:sz w:val="20"/>
                <w:szCs w:val="20"/>
              </w:rPr>
              <w:t>16,065</w:t>
            </w:r>
          </w:p>
        </w:tc>
        <w:tc>
          <w:tcPr>
            <w:tcW w:w="270" w:type="dxa"/>
            <w:tcBorders>
              <w:left w:val="nil"/>
              <w:right w:val="nil"/>
            </w:tcBorders>
            <w:vAlign w:val="bottom"/>
          </w:tcPr>
          <w:p w14:paraId="6894723D" w14:textId="77777777" w:rsidR="00A63953" w:rsidRPr="00E61A0A" w:rsidRDefault="00A63953" w:rsidP="00A63953">
            <w:pPr>
              <w:tabs>
                <w:tab w:val="decimal" w:pos="976"/>
              </w:tabs>
              <w:spacing w:line="240" w:lineRule="auto"/>
              <w:ind w:left="-115" w:right="-129"/>
              <w:jc w:val="center"/>
              <w:rPr>
                <w:sz w:val="20"/>
                <w:szCs w:val="20"/>
              </w:rPr>
            </w:pPr>
          </w:p>
        </w:tc>
        <w:tc>
          <w:tcPr>
            <w:tcW w:w="810" w:type="dxa"/>
            <w:tcBorders>
              <w:left w:val="nil"/>
              <w:bottom w:val="single" w:sz="4" w:space="0" w:color="auto"/>
              <w:right w:val="nil"/>
            </w:tcBorders>
          </w:tcPr>
          <w:p w14:paraId="21EF7663" w14:textId="5763C466" w:rsidR="00A63953" w:rsidRPr="00E61A0A" w:rsidRDefault="00A63953" w:rsidP="00A63953">
            <w:pPr>
              <w:tabs>
                <w:tab w:val="decimal" w:pos="500"/>
              </w:tabs>
              <w:spacing w:line="240" w:lineRule="auto"/>
              <w:ind w:left="-115" w:right="-103"/>
              <w:jc w:val="center"/>
              <w:rPr>
                <w:sz w:val="20"/>
                <w:szCs w:val="20"/>
              </w:rPr>
            </w:pPr>
            <w:r w:rsidRPr="00E61A0A">
              <w:rPr>
                <w:sz w:val="20"/>
                <w:szCs w:val="20"/>
              </w:rPr>
              <w:t>705</w:t>
            </w:r>
          </w:p>
        </w:tc>
        <w:tc>
          <w:tcPr>
            <w:tcW w:w="270" w:type="dxa"/>
            <w:tcBorders>
              <w:left w:val="nil"/>
              <w:right w:val="nil"/>
            </w:tcBorders>
            <w:vAlign w:val="bottom"/>
          </w:tcPr>
          <w:p w14:paraId="7A9D80D7" w14:textId="77777777" w:rsidR="00A63953" w:rsidRPr="00E61A0A" w:rsidRDefault="00A63953" w:rsidP="00A63953">
            <w:pPr>
              <w:tabs>
                <w:tab w:val="decimal" w:pos="917"/>
              </w:tabs>
              <w:spacing w:line="240" w:lineRule="auto"/>
              <w:ind w:left="-115" w:right="-129"/>
              <w:jc w:val="center"/>
              <w:rPr>
                <w:sz w:val="20"/>
                <w:szCs w:val="20"/>
              </w:rPr>
            </w:pPr>
          </w:p>
        </w:tc>
        <w:tc>
          <w:tcPr>
            <w:tcW w:w="810" w:type="dxa"/>
            <w:tcBorders>
              <w:left w:val="nil"/>
              <w:bottom w:val="single" w:sz="4" w:space="0" w:color="auto"/>
              <w:right w:val="nil"/>
            </w:tcBorders>
            <w:vAlign w:val="bottom"/>
          </w:tcPr>
          <w:p w14:paraId="07649FE3" w14:textId="67922E3D" w:rsidR="00A63953" w:rsidRPr="00E61A0A" w:rsidRDefault="00A63953" w:rsidP="00A63953">
            <w:pPr>
              <w:tabs>
                <w:tab w:val="decimal" w:pos="72"/>
              </w:tabs>
              <w:spacing w:line="240" w:lineRule="auto"/>
              <w:ind w:left="-115" w:right="-129"/>
              <w:jc w:val="center"/>
              <w:rPr>
                <w:sz w:val="20"/>
                <w:szCs w:val="20"/>
              </w:rPr>
            </w:pPr>
            <w:r w:rsidRPr="00E61A0A">
              <w:rPr>
                <w:sz w:val="20"/>
                <w:szCs w:val="20"/>
              </w:rPr>
              <w:t>-</w:t>
            </w:r>
          </w:p>
        </w:tc>
        <w:tc>
          <w:tcPr>
            <w:tcW w:w="270" w:type="dxa"/>
            <w:tcBorders>
              <w:left w:val="nil"/>
              <w:right w:val="nil"/>
            </w:tcBorders>
            <w:vAlign w:val="bottom"/>
          </w:tcPr>
          <w:p w14:paraId="3A566A9B" w14:textId="77777777" w:rsidR="00A63953" w:rsidRPr="00E61A0A" w:rsidRDefault="00A63953" w:rsidP="00A63953">
            <w:pPr>
              <w:tabs>
                <w:tab w:val="decimal" w:pos="917"/>
              </w:tabs>
              <w:spacing w:line="240" w:lineRule="auto"/>
              <w:ind w:left="-115" w:right="-129"/>
              <w:jc w:val="center"/>
              <w:rPr>
                <w:sz w:val="20"/>
                <w:szCs w:val="20"/>
              </w:rPr>
            </w:pPr>
          </w:p>
        </w:tc>
        <w:tc>
          <w:tcPr>
            <w:tcW w:w="900" w:type="dxa"/>
            <w:tcBorders>
              <w:left w:val="nil"/>
              <w:bottom w:val="single" w:sz="4" w:space="0" w:color="auto"/>
              <w:right w:val="nil"/>
            </w:tcBorders>
          </w:tcPr>
          <w:p w14:paraId="7B6DC883" w14:textId="2E73DF4D" w:rsidR="00A63953" w:rsidRPr="00E61A0A" w:rsidRDefault="00A63953" w:rsidP="00A63953">
            <w:pPr>
              <w:tabs>
                <w:tab w:val="decimal" w:pos="560"/>
              </w:tabs>
              <w:spacing w:line="240" w:lineRule="auto"/>
              <w:ind w:left="-115" w:right="-129"/>
              <w:jc w:val="center"/>
              <w:rPr>
                <w:sz w:val="20"/>
                <w:szCs w:val="20"/>
              </w:rPr>
            </w:pPr>
            <w:r w:rsidRPr="00E61A0A">
              <w:rPr>
                <w:sz w:val="20"/>
                <w:szCs w:val="20"/>
              </w:rPr>
              <w:t>481,835</w:t>
            </w:r>
          </w:p>
        </w:tc>
        <w:tc>
          <w:tcPr>
            <w:tcW w:w="270" w:type="dxa"/>
            <w:tcBorders>
              <w:left w:val="nil"/>
              <w:right w:val="nil"/>
            </w:tcBorders>
            <w:vAlign w:val="bottom"/>
          </w:tcPr>
          <w:p w14:paraId="3DB2381C" w14:textId="77777777" w:rsidR="00A63953" w:rsidRPr="00E61A0A" w:rsidRDefault="00A63953" w:rsidP="00A63953">
            <w:pPr>
              <w:tabs>
                <w:tab w:val="decimal" w:pos="917"/>
              </w:tabs>
              <w:spacing w:line="240" w:lineRule="auto"/>
              <w:ind w:left="-115" w:right="-129"/>
              <w:jc w:val="center"/>
              <w:rPr>
                <w:sz w:val="20"/>
                <w:szCs w:val="20"/>
              </w:rPr>
            </w:pPr>
          </w:p>
        </w:tc>
        <w:tc>
          <w:tcPr>
            <w:tcW w:w="900" w:type="dxa"/>
            <w:tcBorders>
              <w:left w:val="nil"/>
              <w:bottom w:val="single" w:sz="4" w:space="0" w:color="auto"/>
              <w:right w:val="nil"/>
            </w:tcBorders>
            <w:vAlign w:val="bottom"/>
          </w:tcPr>
          <w:p w14:paraId="791F6103" w14:textId="1DD127EA" w:rsidR="00A63953" w:rsidRPr="00E61A0A" w:rsidRDefault="00A63953" w:rsidP="00A63953">
            <w:pPr>
              <w:tabs>
                <w:tab w:val="decimal" w:pos="519"/>
              </w:tabs>
              <w:spacing w:line="240" w:lineRule="auto"/>
              <w:ind w:left="-115" w:right="-21"/>
              <w:jc w:val="right"/>
              <w:rPr>
                <w:sz w:val="20"/>
                <w:szCs w:val="20"/>
              </w:rPr>
            </w:pPr>
            <w:r w:rsidRPr="00E61A0A">
              <w:rPr>
                <w:sz w:val="20"/>
                <w:szCs w:val="20"/>
              </w:rPr>
              <w:t>248,746</w:t>
            </w:r>
          </w:p>
        </w:tc>
      </w:tr>
      <w:tr w:rsidR="00A63953" w:rsidRPr="00E61A0A" w14:paraId="34A1DA02" w14:textId="77777777" w:rsidTr="00E61A0A">
        <w:trPr>
          <w:trHeight w:val="227"/>
        </w:trPr>
        <w:tc>
          <w:tcPr>
            <w:tcW w:w="3240" w:type="dxa"/>
            <w:tcBorders>
              <w:top w:val="nil"/>
              <w:left w:val="nil"/>
              <w:right w:val="nil"/>
            </w:tcBorders>
            <w:noWrap/>
            <w:vAlign w:val="bottom"/>
          </w:tcPr>
          <w:p w14:paraId="0E8CBEC2" w14:textId="77777777" w:rsidR="00A63953" w:rsidRPr="00E61A0A" w:rsidRDefault="00A63953" w:rsidP="00A63953">
            <w:pPr>
              <w:spacing w:line="240" w:lineRule="auto"/>
              <w:rPr>
                <w:b/>
                <w:bCs/>
                <w:color w:val="000000"/>
                <w:sz w:val="20"/>
                <w:szCs w:val="20"/>
              </w:rPr>
            </w:pPr>
            <w:r w:rsidRPr="00E61A0A">
              <w:rPr>
                <w:b/>
                <w:bCs/>
                <w:color w:val="000000"/>
                <w:sz w:val="20"/>
                <w:szCs w:val="20"/>
              </w:rPr>
              <w:t>Total</w:t>
            </w:r>
          </w:p>
        </w:tc>
        <w:tc>
          <w:tcPr>
            <w:tcW w:w="990" w:type="dxa"/>
            <w:tcBorders>
              <w:top w:val="single" w:sz="4" w:space="0" w:color="auto"/>
              <w:left w:val="nil"/>
              <w:bottom w:val="double" w:sz="4" w:space="0" w:color="auto"/>
              <w:right w:val="nil"/>
            </w:tcBorders>
          </w:tcPr>
          <w:p w14:paraId="487EBF4A" w14:textId="28A6111B" w:rsidR="00A63953" w:rsidRPr="00E61A0A" w:rsidRDefault="00A63953" w:rsidP="00E61A0A">
            <w:pPr>
              <w:tabs>
                <w:tab w:val="decimal" w:pos="610"/>
              </w:tabs>
              <w:spacing w:line="240" w:lineRule="auto"/>
              <w:ind w:left="-115" w:right="-129"/>
              <w:jc w:val="center"/>
              <w:rPr>
                <w:b/>
                <w:bCs/>
                <w:sz w:val="20"/>
                <w:szCs w:val="20"/>
              </w:rPr>
            </w:pPr>
            <w:r w:rsidRPr="00E61A0A">
              <w:rPr>
                <w:b/>
                <w:bCs/>
                <w:sz w:val="20"/>
                <w:szCs w:val="20"/>
              </w:rPr>
              <w:t>219,974</w:t>
            </w:r>
          </w:p>
        </w:tc>
        <w:tc>
          <w:tcPr>
            <w:tcW w:w="270" w:type="dxa"/>
            <w:tcBorders>
              <w:left w:val="nil"/>
              <w:right w:val="nil"/>
            </w:tcBorders>
            <w:vAlign w:val="bottom"/>
          </w:tcPr>
          <w:p w14:paraId="417D572B" w14:textId="77777777" w:rsidR="00A63953" w:rsidRPr="00E61A0A" w:rsidRDefault="00A63953" w:rsidP="00A63953">
            <w:pPr>
              <w:tabs>
                <w:tab w:val="decimal" w:pos="976"/>
              </w:tabs>
              <w:spacing w:line="240" w:lineRule="auto"/>
              <w:ind w:left="-106" w:right="-129"/>
              <w:jc w:val="center"/>
              <w:rPr>
                <w:b/>
                <w:bCs/>
                <w:sz w:val="20"/>
                <w:szCs w:val="20"/>
              </w:rPr>
            </w:pPr>
          </w:p>
        </w:tc>
        <w:tc>
          <w:tcPr>
            <w:tcW w:w="900" w:type="dxa"/>
            <w:tcBorders>
              <w:top w:val="single" w:sz="4" w:space="0" w:color="auto"/>
              <w:left w:val="nil"/>
              <w:bottom w:val="double" w:sz="4" w:space="0" w:color="auto"/>
              <w:right w:val="nil"/>
            </w:tcBorders>
            <w:vAlign w:val="bottom"/>
          </w:tcPr>
          <w:p w14:paraId="0085EBEF" w14:textId="1235FB30" w:rsidR="00A63953" w:rsidRPr="00E61A0A" w:rsidRDefault="00A63953" w:rsidP="00E61A0A">
            <w:pPr>
              <w:tabs>
                <w:tab w:val="decimal" w:pos="610"/>
              </w:tabs>
              <w:spacing w:line="240" w:lineRule="auto"/>
              <w:ind w:left="-115" w:right="-129"/>
              <w:jc w:val="center"/>
              <w:rPr>
                <w:b/>
                <w:bCs/>
                <w:sz w:val="20"/>
                <w:szCs w:val="20"/>
              </w:rPr>
            </w:pPr>
            <w:r w:rsidRPr="00E61A0A">
              <w:rPr>
                <w:b/>
                <w:bCs/>
                <w:sz w:val="20"/>
                <w:szCs w:val="20"/>
              </w:rPr>
              <w:t>222,733</w:t>
            </w:r>
          </w:p>
        </w:tc>
        <w:tc>
          <w:tcPr>
            <w:tcW w:w="270" w:type="dxa"/>
            <w:tcBorders>
              <w:left w:val="nil"/>
              <w:right w:val="nil"/>
            </w:tcBorders>
            <w:vAlign w:val="bottom"/>
          </w:tcPr>
          <w:p w14:paraId="2CB8E51A" w14:textId="77777777" w:rsidR="00A63953" w:rsidRPr="00E61A0A" w:rsidRDefault="00A63953" w:rsidP="00A63953">
            <w:pPr>
              <w:tabs>
                <w:tab w:val="decimal" w:pos="976"/>
              </w:tabs>
              <w:spacing w:line="240" w:lineRule="auto"/>
              <w:jc w:val="center"/>
              <w:rPr>
                <w:b/>
                <w:bCs/>
                <w:sz w:val="20"/>
                <w:szCs w:val="20"/>
              </w:rPr>
            </w:pPr>
          </w:p>
        </w:tc>
        <w:tc>
          <w:tcPr>
            <w:tcW w:w="900" w:type="dxa"/>
            <w:tcBorders>
              <w:top w:val="single" w:sz="4" w:space="0" w:color="auto"/>
              <w:left w:val="nil"/>
              <w:bottom w:val="double" w:sz="4" w:space="0" w:color="auto"/>
              <w:right w:val="nil"/>
            </w:tcBorders>
          </w:tcPr>
          <w:p w14:paraId="4C39CF8B" w14:textId="1AAFC20D" w:rsidR="00A63953" w:rsidRPr="00E61A0A" w:rsidRDefault="00A63953" w:rsidP="00E61A0A">
            <w:pPr>
              <w:tabs>
                <w:tab w:val="decimal" w:pos="612"/>
              </w:tabs>
              <w:spacing w:line="240" w:lineRule="auto"/>
              <w:ind w:left="-115" w:right="-129"/>
              <w:jc w:val="center"/>
              <w:rPr>
                <w:b/>
                <w:bCs/>
                <w:sz w:val="20"/>
                <w:szCs w:val="20"/>
              </w:rPr>
            </w:pPr>
            <w:r w:rsidRPr="00E61A0A">
              <w:rPr>
                <w:b/>
                <w:bCs/>
                <w:sz w:val="20"/>
                <w:szCs w:val="20"/>
              </w:rPr>
              <w:t>274,366</w:t>
            </w:r>
          </w:p>
        </w:tc>
        <w:tc>
          <w:tcPr>
            <w:tcW w:w="270" w:type="dxa"/>
            <w:tcBorders>
              <w:left w:val="nil"/>
              <w:right w:val="nil"/>
            </w:tcBorders>
            <w:vAlign w:val="bottom"/>
          </w:tcPr>
          <w:p w14:paraId="60DBD635" w14:textId="77777777" w:rsidR="00A63953" w:rsidRPr="00E61A0A" w:rsidRDefault="00A63953" w:rsidP="00A63953">
            <w:pPr>
              <w:tabs>
                <w:tab w:val="decimal" w:pos="976"/>
              </w:tabs>
              <w:spacing w:line="240" w:lineRule="auto"/>
              <w:jc w:val="center"/>
              <w:rPr>
                <w:b/>
                <w:bCs/>
                <w:sz w:val="20"/>
                <w:szCs w:val="20"/>
              </w:rPr>
            </w:pPr>
          </w:p>
        </w:tc>
        <w:tc>
          <w:tcPr>
            <w:tcW w:w="900" w:type="dxa"/>
            <w:tcBorders>
              <w:top w:val="single" w:sz="4" w:space="0" w:color="auto"/>
              <w:left w:val="nil"/>
              <w:bottom w:val="double" w:sz="4" w:space="0" w:color="auto"/>
              <w:right w:val="nil"/>
            </w:tcBorders>
            <w:vAlign w:val="bottom"/>
          </w:tcPr>
          <w:p w14:paraId="6CB59527" w14:textId="62633D9D" w:rsidR="00A63953" w:rsidRPr="00E61A0A" w:rsidRDefault="00A63953" w:rsidP="00E61A0A">
            <w:pPr>
              <w:tabs>
                <w:tab w:val="decimal" w:pos="610"/>
              </w:tabs>
              <w:spacing w:line="240" w:lineRule="auto"/>
              <w:ind w:left="-115" w:right="-129"/>
              <w:jc w:val="center"/>
              <w:rPr>
                <w:b/>
                <w:bCs/>
                <w:sz w:val="20"/>
                <w:szCs w:val="20"/>
              </w:rPr>
            </w:pPr>
            <w:r w:rsidRPr="00E61A0A">
              <w:rPr>
                <w:b/>
                <w:bCs/>
                <w:sz w:val="20"/>
                <w:szCs w:val="20"/>
              </w:rPr>
              <w:t>18,131</w:t>
            </w:r>
          </w:p>
        </w:tc>
        <w:tc>
          <w:tcPr>
            <w:tcW w:w="270" w:type="dxa"/>
            <w:tcBorders>
              <w:left w:val="nil"/>
              <w:right w:val="nil"/>
            </w:tcBorders>
            <w:vAlign w:val="bottom"/>
          </w:tcPr>
          <w:p w14:paraId="0D27FA93" w14:textId="77777777" w:rsidR="00A63953" w:rsidRPr="00E61A0A" w:rsidRDefault="00A63953" w:rsidP="00A63953">
            <w:pPr>
              <w:tabs>
                <w:tab w:val="decimal" w:pos="976"/>
              </w:tabs>
              <w:spacing w:line="240" w:lineRule="auto"/>
              <w:ind w:right="-129"/>
              <w:jc w:val="center"/>
              <w:rPr>
                <w:b/>
                <w:bCs/>
                <w:sz w:val="20"/>
                <w:szCs w:val="20"/>
              </w:rPr>
            </w:pPr>
          </w:p>
        </w:tc>
        <w:tc>
          <w:tcPr>
            <w:tcW w:w="900" w:type="dxa"/>
            <w:tcBorders>
              <w:top w:val="single" w:sz="4" w:space="0" w:color="auto"/>
              <w:left w:val="nil"/>
              <w:bottom w:val="double" w:sz="4" w:space="0" w:color="auto"/>
              <w:right w:val="nil"/>
            </w:tcBorders>
            <w:shd w:val="clear" w:color="auto" w:fill="auto"/>
          </w:tcPr>
          <w:p w14:paraId="51C48130" w14:textId="04DCE3E9" w:rsidR="00A63953" w:rsidRPr="00E61A0A" w:rsidRDefault="00A63953" w:rsidP="00E61A0A">
            <w:pPr>
              <w:tabs>
                <w:tab w:val="decimal" w:pos="610"/>
              </w:tabs>
              <w:spacing w:line="240" w:lineRule="auto"/>
              <w:ind w:left="-115" w:right="-129"/>
              <w:jc w:val="center"/>
              <w:rPr>
                <w:b/>
                <w:bCs/>
                <w:sz w:val="20"/>
                <w:szCs w:val="20"/>
              </w:rPr>
            </w:pPr>
            <w:r w:rsidRPr="00E61A0A">
              <w:rPr>
                <w:b/>
                <w:bCs/>
                <w:sz w:val="20"/>
                <w:szCs w:val="20"/>
              </w:rPr>
              <w:t>340,346</w:t>
            </w:r>
          </w:p>
        </w:tc>
        <w:tc>
          <w:tcPr>
            <w:tcW w:w="237" w:type="dxa"/>
            <w:tcBorders>
              <w:left w:val="nil"/>
              <w:right w:val="nil"/>
            </w:tcBorders>
            <w:vAlign w:val="bottom"/>
          </w:tcPr>
          <w:p w14:paraId="7A9CF995" w14:textId="77777777" w:rsidR="00A63953" w:rsidRPr="00E61A0A" w:rsidRDefault="00A63953" w:rsidP="00A63953">
            <w:pPr>
              <w:tabs>
                <w:tab w:val="decimal" w:pos="976"/>
              </w:tabs>
              <w:spacing w:line="240" w:lineRule="auto"/>
              <w:ind w:right="-129"/>
              <w:jc w:val="center"/>
              <w:rPr>
                <w:b/>
                <w:bCs/>
                <w:sz w:val="20"/>
                <w:szCs w:val="20"/>
              </w:rPr>
            </w:pPr>
          </w:p>
        </w:tc>
        <w:tc>
          <w:tcPr>
            <w:tcW w:w="933" w:type="dxa"/>
            <w:tcBorders>
              <w:top w:val="single" w:sz="4" w:space="0" w:color="auto"/>
              <w:left w:val="nil"/>
              <w:bottom w:val="double" w:sz="4" w:space="0" w:color="auto"/>
              <w:right w:val="nil"/>
            </w:tcBorders>
            <w:vAlign w:val="bottom"/>
          </w:tcPr>
          <w:p w14:paraId="731FBF96" w14:textId="4694AF04" w:rsidR="00A63953" w:rsidRPr="00E61A0A" w:rsidRDefault="00A63953" w:rsidP="00E61A0A">
            <w:pPr>
              <w:tabs>
                <w:tab w:val="decimal" w:pos="610"/>
              </w:tabs>
              <w:spacing w:line="240" w:lineRule="auto"/>
              <w:ind w:left="-115" w:right="-129"/>
              <w:jc w:val="center"/>
              <w:rPr>
                <w:b/>
                <w:bCs/>
                <w:sz w:val="20"/>
                <w:szCs w:val="20"/>
              </w:rPr>
            </w:pPr>
            <w:r w:rsidRPr="00E61A0A">
              <w:rPr>
                <w:b/>
                <w:bCs/>
                <w:sz w:val="20"/>
                <w:szCs w:val="20"/>
              </w:rPr>
              <w:t>132,915</w:t>
            </w:r>
          </w:p>
        </w:tc>
        <w:tc>
          <w:tcPr>
            <w:tcW w:w="270" w:type="dxa"/>
            <w:tcBorders>
              <w:left w:val="nil"/>
              <w:right w:val="nil"/>
            </w:tcBorders>
            <w:vAlign w:val="bottom"/>
          </w:tcPr>
          <w:p w14:paraId="2405E471" w14:textId="77777777" w:rsidR="00A63953" w:rsidRPr="00E61A0A" w:rsidRDefault="00A63953" w:rsidP="00A63953">
            <w:pPr>
              <w:tabs>
                <w:tab w:val="decimal" w:pos="976"/>
              </w:tabs>
              <w:spacing w:line="240" w:lineRule="auto"/>
              <w:ind w:left="-115" w:right="-129"/>
              <w:jc w:val="center"/>
              <w:rPr>
                <w:b/>
                <w:bCs/>
                <w:sz w:val="20"/>
                <w:szCs w:val="20"/>
              </w:rPr>
            </w:pPr>
          </w:p>
        </w:tc>
        <w:tc>
          <w:tcPr>
            <w:tcW w:w="810" w:type="dxa"/>
            <w:tcBorders>
              <w:top w:val="single" w:sz="4" w:space="0" w:color="auto"/>
              <w:left w:val="nil"/>
              <w:bottom w:val="double" w:sz="4" w:space="0" w:color="auto"/>
              <w:right w:val="nil"/>
            </w:tcBorders>
          </w:tcPr>
          <w:p w14:paraId="11197BC6" w14:textId="297267FB" w:rsidR="00A63953" w:rsidRPr="00E61A0A" w:rsidRDefault="00A63953" w:rsidP="00A63953">
            <w:pPr>
              <w:tabs>
                <w:tab w:val="decimal" w:pos="500"/>
              </w:tabs>
              <w:spacing w:line="240" w:lineRule="auto"/>
              <w:ind w:left="-115" w:right="-103"/>
              <w:jc w:val="center"/>
              <w:rPr>
                <w:b/>
                <w:bCs/>
                <w:sz w:val="20"/>
                <w:szCs w:val="20"/>
              </w:rPr>
            </w:pPr>
            <w:r w:rsidRPr="00E61A0A">
              <w:rPr>
                <w:b/>
                <w:bCs/>
                <w:sz w:val="20"/>
                <w:szCs w:val="20"/>
              </w:rPr>
              <w:t>743</w:t>
            </w:r>
          </w:p>
        </w:tc>
        <w:tc>
          <w:tcPr>
            <w:tcW w:w="270" w:type="dxa"/>
            <w:tcBorders>
              <w:left w:val="nil"/>
              <w:right w:val="nil"/>
            </w:tcBorders>
            <w:vAlign w:val="bottom"/>
          </w:tcPr>
          <w:p w14:paraId="19AE21AA" w14:textId="77777777" w:rsidR="00A63953" w:rsidRPr="00E61A0A" w:rsidRDefault="00A63953" w:rsidP="00A63953">
            <w:pPr>
              <w:tabs>
                <w:tab w:val="decimal" w:pos="917"/>
              </w:tabs>
              <w:spacing w:line="240" w:lineRule="auto"/>
              <w:ind w:left="-115" w:right="-129"/>
              <w:jc w:val="center"/>
              <w:rPr>
                <w:b/>
                <w:bCs/>
                <w:sz w:val="20"/>
                <w:szCs w:val="20"/>
              </w:rPr>
            </w:pPr>
          </w:p>
        </w:tc>
        <w:tc>
          <w:tcPr>
            <w:tcW w:w="810" w:type="dxa"/>
            <w:tcBorders>
              <w:top w:val="single" w:sz="4" w:space="0" w:color="auto"/>
              <w:left w:val="nil"/>
              <w:bottom w:val="double" w:sz="4" w:space="0" w:color="auto"/>
              <w:right w:val="nil"/>
            </w:tcBorders>
            <w:vAlign w:val="bottom"/>
          </w:tcPr>
          <w:p w14:paraId="484E3C37" w14:textId="6E04BA97" w:rsidR="00A63953" w:rsidRPr="00E61A0A" w:rsidRDefault="00A63953" w:rsidP="00A63953">
            <w:pPr>
              <w:tabs>
                <w:tab w:val="decimal" w:pos="72"/>
              </w:tabs>
              <w:spacing w:line="240" w:lineRule="auto"/>
              <w:ind w:left="-115" w:right="-129"/>
              <w:jc w:val="center"/>
              <w:rPr>
                <w:b/>
                <w:bCs/>
                <w:sz w:val="20"/>
                <w:szCs w:val="20"/>
              </w:rPr>
            </w:pPr>
            <w:r w:rsidRPr="00E61A0A">
              <w:rPr>
                <w:b/>
                <w:bCs/>
                <w:sz w:val="20"/>
                <w:szCs w:val="20"/>
              </w:rPr>
              <w:t>-</w:t>
            </w:r>
          </w:p>
        </w:tc>
        <w:tc>
          <w:tcPr>
            <w:tcW w:w="270" w:type="dxa"/>
            <w:tcBorders>
              <w:left w:val="nil"/>
              <w:right w:val="nil"/>
            </w:tcBorders>
            <w:vAlign w:val="bottom"/>
          </w:tcPr>
          <w:p w14:paraId="7C68F26D" w14:textId="77777777" w:rsidR="00A63953" w:rsidRPr="00E61A0A" w:rsidRDefault="00A63953" w:rsidP="00A63953">
            <w:pPr>
              <w:tabs>
                <w:tab w:val="decimal" w:pos="917"/>
              </w:tabs>
              <w:spacing w:line="240" w:lineRule="auto"/>
              <w:ind w:left="-115" w:right="-129"/>
              <w:jc w:val="center"/>
              <w:rPr>
                <w:b/>
                <w:bCs/>
                <w:sz w:val="20"/>
                <w:szCs w:val="20"/>
              </w:rPr>
            </w:pPr>
          </w:p>
        </w:tc>
        <w:tc>
          <w:tcPr>
            <w:tcW w:w="900" w:type="dxa"/>
            <w:tcBorders>
              <w:top w:val="single" w:sz="4" w:space="0" w:color="auto"/>
              <w:left w:val="nil"/>
              <w:bottom w:val="double" w:sz="4" w:space="0" w:color="auto"/>
              <w:right w:val="nil"/>
            </w:tcBorders>
          </w:tcPr>
          <w:p w14:paraId="65B25D60" w14:textId="2E4A4B50" w:rsidR="00A63953" w:rsidRPr="00E61A0A" w:rsidRDefault="00A63953" w:rsidP="00A63953">
            <w:pPr>
              <w:tabs>
                <w:tab w:val="decimal" w:pos="560"/>
              </w:tabs>
              <w:spacing w:line="240" w:lineRule="auto"/>
              <w:ind w:left="-115" w:right="-129"/>
              <w:jc w:val="center"/>
              <w:rPr>
                <w:b/>
                <w:bCs/>
                <w:sz w:val="20"/>
                <w:szCs w:val="20"/>
              </w:rPr>
            </w:pPr>
            <w:r w:rsidRPr="00E61A0A">
              <w:rPr>
                <w:b/>
                <w:bCs/>
                <w:sz w:val="20"/>
                <w:szCs w:val="20"/>
              </w:rPr>
              <w:t>835,429</w:t>
            </w:r>
          </w:p>
        </w:tc>
        <w:tc>
          <w:tcPr>
            <w:tcW w:w="270" w:type="dxa"/>
            <w:tcBorders>
              <w:left w:val="nil"/>
              <w:right w:val="nil"/>
            </w:tcBorders>
            <w:vAlign w:val="bottom"/>
          </w:tcPr>
          <w:p w14:paraId="06B51D65" w14:textId="77777777" w:rsidR="00A63953" w:rsidRPr="00E61A0A" w:rsidRDefault="00A63953" w:rsidP="00A63953">
            <w:pPr>
              <w:tabs>
                <w:tab w:val="decimal" w:pos="917"/>
              </w:tabs>
              <w:spacing w:line="240" w:lineRule="auto"/>
              <w:ind w:left="-115" w:right="-129"/>
              <w:jc w:val="center"/>
              <w:rPr>
                <w:b/>
                <w:bCs/>
                <w:sz w:val="20"/>
                <w:szCs w:val="20"/>
              </w:rPr>
            </w:pPr>
          </w:p>
        </w:tc>
        <w:tc>
          <w:tcPr>
            <w:tcW w:w="900" w:type="dxa"/>
            <w:tcBorders>
              <w:top w:val="single" w:sz="4" w:space="0" w:color="auto"/>
              <w:left w:val="nil"/>
              <w:bottom w:val="double" w:sz="4" w:space="0" w:color="auto"/>
              <w:right w:val="nil"/>
            </w:tcBorders>
            <w:vAlign w:val="bottom"/>
          </w:tcPr>
          <w:p w14:paraId="6D356648" w14:textId="7B5D1647" w:rsidR="00A63953" w:rsidRPr="00E61A0A" w:rsidRDefault="00A63953" w:rsidP="00A63953">
            <w:pPr>
              <w:tabs>
                <w:tab w:val="decimal" w:pos="519"/>
              </w:tabs>
              <w:spacing w:line="240" w:lineRule="auto"/>
              <w:ind w:left="-115" w:right="-21"/>
              <w:jc w:val="right"/>
              <w:rPr>
                <w:b/>
                <w:bCs/>
                <w:sz w:val="20"/>
                <w:szCs w:val="20"/>
              </w:rPr>
            </w:pPr>
            <w:r w:rsidRPr="00E61A0A">
              <w:rPr>
                <w:b/>
                <w:bCs/>
                <w:sz w:val="20"/>
                <w:szCs w:val="20"/>
              </w:rPr>
              <w:t>373,779</w:t>
            </w:r>
          </w:p>
        </w:tc>
      </w:tr>
    </w:tbl>
    <w:p w14:paraId="1F9B06A4" w14:textId="77777777" w:rsidR="008651B1" w:rsidRPr="00F73937" w:rsidRDefault="008651B1" w:rsidP="008651B1">
      <w:pPr>
        <w:spacing w:line="240" w:lineRule="auto"/>
        <w:ind w:left="540" w:firstLine="9"/>
        <w:rPr>
          <w:rFonts w:cstheme="minorBidi"/>
        </w:rPr>
      </w:pPr>
    </w:p>
    <w:p w14:paraId="24BA1A72" w14:textId="69DA36C8" w:rsidR="008651B1" w:rsidRPr="00F73937" w:rsidRDefault="008651B1" w:rsidP="004B38E4">
      <w:pPr>
        <w:spacing w:line="240" w:lineRule="auto"/>
        <w:ind w:left="540" w:firstLine="9"/>
        <w:jc w:val="thaiDistribute"/>
        <w:rPr>
          <w:rFonts w:cstheme="minorBidi"/>
        </w:rPr>
      </w:pPr>
      <w:r w:rsidRPr="00F73937">
        <w:rPr>
          <w:rFonts w:cstheme="minorBidi"/>
        </w:rPr>
        <w:t xml:space="preserve">Management considers that the Company operates in a single line of business, namely </w:t>
      </w:r>
      <w:r w:rsidR="009D53EE">
        <w:rPr>
          <w:rFonts w:cstheme="minorBidi"/>
        </w:rPr>
        <w:t>payments</w:t>
      </w:r>
      <w:r w:rsidRPr="00F73937">
        <w:rPr>
          <w:rFonts w:cstheme="minorBidi"/>
        </w:rPr>
        <w:t>, therefore, only one reportable segment.</w:t>
      </w:r>
    </w:p>
    <w:p w14:paraId="709EB7F8" w14:textId="77777777" w:rsidR="004B38E4" w:rsidRDefault="004B38E4" w:rsidP="004B38E4">
      <w:pPr>
        <w:pStyle w:val="block"/>
        <w:spacing w:after="0" w:line="240" w:lineRule="auto"/>
        <w:ind w:left="0" w:right="380"/>
        <w:jc w:val="both"/>
        <w:rPr>
          <w:b/>
          <w:bCs/>
          <w:i/>
          <w:iCs/>
          <w:spacing w:val="-2"/>
          <w:lang w:val="en-US"/>
        </w:rPr>
      </w:pPr>
    </w:p>
    <w:p w14:paraId="0FCAB76E" w14:textId="75A117D4" w:rsidR="004B38E4" w:rsidRDefault="00DB31DF" w:rsidP="00DB31DF">
      <w:pPr>
        <w:pStyle w:val="block"/>
        <w:spacing w:after="0" w:line="240" w:lineRule="auto"/>
        <w:ind w:left="540" w:right="380"/>
        <w:jc w:val="thaiDistribute"/>
        <w:rPr>
          <w:rFonts w:cstheme="minorBidi"/>
          <w:spacing w:val="-2"/>
          <w:lang w:val="en-US"/>
        </w:rPr>
      </w:pPr>
      <w:r w:rsidRPr="00DB31DF">
        <w:rPr>
          <w:rFonts w:cstheme="minorBidi"/>
          <w:spacing w:val="-2"/>
          <w:lang w:val="en-US"/>
        </w:rPr>
        <w:t xml:space="preserve">Certain operating segment information for the </w:t>
      </w:r>
      <w:r>
        <w:rPr>
          <w:rFonts w:cstheme="minorBidi"/>
          <w:spacing w:val="-2"/>
          <w:lang w:val="en-US"/>
        </w:rPr>
        <w:t>three-month period</w:t>
      </w:r>
      <w:r w:rsidRPr="00DB31DF">
        <w:rPr>
          <w:rFonts w:cstheme="minorBidi"/>
          <w:spacing w:val="-2"/>
          <w:lang w:val="en-US"/>
        </w:rPr>
        <w:t xml:space="preserve"> ended 31 </w:t>
      </w:r>
      <w:r>
        <w:rPr>
          <w:rFonts w:cstheme="minorBidi"/>
          <w:spacing w:val="-2"/>
          <w:lang w:val="en-US"/>
        </w:rPr>
        <w:t>March 2021</w:t>
      </w:r>
      <w:r w:rsidRPr="00DB31DF">
        <w:rPr>
          <w:rFonts w:cstheme="minorBidi"/>
          <w:spacing w:val="-2"/>
          <w:lang w:val="en-US"/>
        </w:rPr>
        <w:t xml:space="preserve"> have been reclassified to conform to the presentation in the financial statements for the </w:t>
      </w:r>
      <w:r>
        <w:rPr>
          <w:rFonts w:cstheme="minorBidi"/>
          <w:spacing w:val="-2"/>
          <w:lang w:val="en-US"/>
        </w:rPr>
        <w:t>three-month period</w:t>
      </w:r>
      <w:r w:rsidRPr="00DB31DF">
        <w:rPr>
          <w:rFonts w:cstheme="minorBidi"/>
          <w:spacing w:val="-2"/>
          <w:lang w:val="en-US"/>
        </w:rPr>
        <w:t xml:space="preserve"> ended 31 </w:t>
      </w:r>
      <w:r w:rsidR="00F52534">
        <w:rPr>
          <w:rFonts w:cstheme="minorBidi"/>
          <w:spacing w:val="-2"/>
          <w:lang w:val="en-US"/>
        </w:rPr>
        <w:t>March</w:t>
      </w:r>
      <w:r w:rsidRPr="00DB31DF">
        <w:rPr>
          <w:rFonts w:cstheme="minorBidi"/>
          <w:spacing w:val="-2"/>
          <w:lang w:val="en-US"/>
        </w:rPr>
        <w:t xml:space="preserve"> 202</w:t>
      </w:r>
      <w:r>
        <w:rPr>
          <w:rFonts w:cstheme="minorBidi"/>
          <w:spacing w:val="-2"/>
          <w:lang w:val="en-US"/>
        </w:rPr>
        <w:t>2</w:t>
      </w:r>
      <w:r w:rsidRPr="00DB31DF">
        <w:rPr>
          <w:rFonts w:cstheme="minorBidi"/>
          <w:spacing w:val="-2"/>
          <w:lang w:val="en-US"/>
        </w:rPr>
        <w:t>. The reclassification of the operating segment information regarding the results of each reportable segment have been made, because management believes that such information is more appropriate in evaluating the results of the Group’s segments.</w:t>
      </w:r>
    </w:p>
    <w:p w14:paraId="422B1801" w14:textId="77777777" w:rsidR="00DB31DF" w:rsidRPr="00632DB0" w:rsidRDefault="00DB31DF" w:rsidP="004B38E4">
      <w:pPr>
        <w:pStyle w:val="block"/>
        <w:spacing w:after="0" w:line="240" w:lineRule="auto"/>
        <w:ind w:left="540" w:right="380"/>
        <w:jc w:val="both"/>
        <w:rPr>
          <w:rFonts w:cstheme="minorBidi"/>
          <w:spacing w:val="-2"/>
        </w:rPr>
      </w:pPr>
    </w:p>
    <w:p w14:paraId="6EEBB7D9" w14:textId="77777777" w:rsidR="004B38E4" w:rsidRPr="00F73937" w:rsidRDefault="004B38E4" w:rsidP="004B38E4">
      <w:pPr>
        <w:pStyle w:val="block"/>
        <w:spacing w:after="0" w:line="240" w:lineRule="auto"/>
        <w:ind w:left="540" w:right="380"/>
        <w:jc w:val="both"/>
        <w:rPr>
          <w:b/>
          <w:bCs/>
          <w:i/>
          <w:iCs/>
          <w:spacing w:val="-2"/>
        </w:rPr>
      </w:pPr>
      <w:r w:rsidRPr="00F73937">
        <w:rPr>
          <w:b/>
          <w:bCs/>
          <w:i/>
          <w:iCs/>
          <w:spacing w:val="-2"/>
        </w:rPr>
        <w:t>Geographical segments</w:t>
      </w:r>
    </w:p>
    <w:p w14:paraId="63F8E535" w14:textId="77777777" w:rsidR="004B38E4" w:rsidRPr="00F73937" w:rsidRDefault="004B38E4" w:rsidP="004B38E4">
      <w:pPr>
        <w:spacing w:line="240" w:lineRule="auto"/>
        <w:ind w:left="540"/>
        <w:rPr>
          <w:color w:val="000000"/>
          <w:cs/>
        </w:rPr>
      </w:pPr>
    </w:p>
    <w:p w14:paraId="5E7E1950" w14:textId="683E38DD" w:rsidR="004B38E4" w:rsidRPr="00F73937" w:rsidRDefault="004B38E4" w:rsidP="004B38E4">
      <w:pPr>
        <w:pStyle w:val="block"/>
        <w:spacing w:after="0" w:line="240" w:lineRule="auto"/>
        <w:ind w:left="540" w:right="-61"/>
        <w:jc w:val="both"/>
        <w:rPr>
          <w:spacing w:val="-2"/>
        </w:rPr>
      </w:pPr>
      <w:r w:rsidRPr="00F73937">
        <w:rPr>
          <w:spacing w:val="-2"/>
        </w:rPr>
        <w:t>The Group is managed and operates principally in Thailand.</w:t>
      </w:r>
      <w:r w:rsidR="00E61A0A">
        <w:rPr>
          <w:spacing w:val="-2"/>
        </w:rPr>
        <w:t xml:space="preserve"> </w:t>
      </w:r>
      <w:r w:rsidRPr="00F73937">
        <w:rPr>
          <w:spacing w:val="-2"/>
        </w:rPr>
        <w:t>There are no material revenues derived from, or assets located in, foreign countries.</w:t>
      </w:r>
    </w:p>
    <w:p w14:paraId="269E03F5" w14:textId="77777777" w:rsidR="004B38E4" w:rsidRPr="00F73937" w:rsidRDefault="004B38E4" w:rsidP="004B38E4">
      <w:pPr>
        <w:spacing w:line="240" w:lineRule="auto"/>
        <w:ind w:left="540"/>
        <w:rPr>
          <w:color w:val="000000"/>
        </w:rPr>
      </w:pPr>
    </w:p>
    <w:p w14:paraId="170A8514" w14:textId="77777777" w:rsidR="004B38E4" w:rsidRPr="00F73937" w:rsidRDefault="004B38E4" w:rsidP="004B38E4">
      <w:pPr>
        <w:pStyle w:val="block"/>
        <w:spacing w:after="0" w:line="240" w:lineRule="auto"/>
        <w:ind w:left="540" w:right="380"/>
        <w:jc w:val="both"/>
        <w:rPr>
          <w:b/>
          <w:bCs/>
          <w:i/>
          <w:iCs/>
          <w:color w:val="000000"/>
        </w:rPr>
      </w:pPr>
      <w:r w:rsidRPr="00F73937">
        <w:rPr>
          <w:b/>
          <w:bCs/>
          <w:i/>
          <w:iCs/>
          <w:color w:val="000000"/>
        </w:rPr>
        <w:t>Major customer</w:t>
      </w:r>
    </w:p>
    <w:p w14:paraId="09A01727" w14:textId="77777777" w:rsidR="004B38E4" w:rsidRPr="00F73937" w:rsidRDefault="004B38E4" w:rsidP="004B38E4">
      <w:pPr>
        <w:pStyle w:val="block"/>
        <w:spacing w:after="0" w:line="240" w:lineRule="auto"/>
        <w:ind w:left="540" w:right="-61"/>
        <w:jc w:val="both"/>
        <w:rPr>
          <w:spacing w:val="-2"/>
        </w:rPr>
      </w:pPr>
    </w:p>
    <w:p w14:paraId="5DA4E033" w14:textId="77777777" w:rsidR="004B38E4" w:rsidRPr="00F73937" w:rsidRDefault="004B38E4" w:rsidP="004B38E4">
      <w:pPr>
        <w:pStyle w:val="block"/>
        <w:spacing w:after="0" w:line="240" w:lineRule="auto"/>
        <w:ind w:left="540" w:right="-61"/>
        <w:jc w:val="both"/>
        <w:rPr>
          <w:spacing w:val="-2"/>
        </w:rPr>
      </w:pPr>
      <w:r w:rsidRPr="00F73937">
        <w:rPr>
          <w:spacing w:val="-2"/>
        </w:rPr>
        <w:t>The Group’s customer base comprises the large number of parties. There are no material revenues derived from one customer of the Group’s total revenues.</w:t>
      </w:r>
    </w:p>
    <w:p w14:paraId="1AA75622" w14:textId="6A7A4B11" w:rsidR="004B38E4" w:rsidRPr="004B38E4" w:rsidRDefault="004B38E4" w:rsidP="004B38E4">
      <w:pPr>
        <w:pStyle w:val="block"/>
        <w:spacing w:after="0" w:line="240" w:lineRule="auto"/>
        <w:ind w:left="0" w:right="380"/>
        <w:jc w:val="both"/>
        <w:rPr>
          <w:b/>
          <w:bCs/>
          <w:i/>
          <w:iCs/>
          <w:spacing w:val="-2"/>
        </w:rPr>
        <w:sectPr w:rsidR="004B38E4" w:rsidRPr="004B38E4" w:rsidSect="00643E25">
          <w:headerReference w:type="default" r:id="rId23"/>
          <w:footerReference w:type="default" r:id="rId24"/>
          <w:pgSz w:w="16840" w:h="11907" w:orient="landscape" w:code="9"/>
          <w:pgMar w:top="691" w:right="1152" w:bottom="1152" w:left="907" w:header="720" w:footer="720" w:gutter="0"/>
          <w:cols w:space="720"/>
          <w:docGrid w:linePitch="360"/>
        </w:sectPr>
      </w:pPr>
    </w:p>
    <w:p w14:paraId="4F826FF7" w14:textId="34F31FC2" w:rsidR="00F87B1C" w:rsidRPr="00B07727" w:rsidRDefault="00F87B1C" w:rsidP="004B73D6">
      <w:pPr>
        <w:pStyle w:val="Heading1"/>
        <w:numPr>
          <w:ilvl w:val="0"/>
          <w:numId w:val="13"/>
        </w:numPr>
        <w:tabs>
          <w:tab w:val="left" w:pos="567"/>
        </w:tabs>
        <w:spacing w:before="0" w:after="0" w:line="240" w:lineRule="auto"/>
        <w:ind w:left="1080" w:hanging="594"/>
        <w:jc w:val="both"/>
        <w:rPr>
          <w:rFonts w:cs="Angsana New"/>
          <w:b/>
          <w:bCs/>
          <w:i w:val="0"/>
          <w:iCs/>
          <w:szCs w:val="24"/>
          <w:lang w:val="en-US"/>
        </w:rPr>
      </w:pPr>
      <w:r w:rsidRPr="00B07727">
        <w:rPr>
          <w:rFonts w:cs="Angsana New"/>
          <w:b/>
          <w:bCs/>
          <w:i w:val="0"/>
          <w:iCs/>
          <w:szCs w:val="24"/>
          <w:lang w:val="en-US"/>
        </w:rPr>
        <w:lastRenderedPageBreak/>
        <w:t>Earnings</w:t>
      </w:r>
      <w:r w:rsidR="004B3E4C" w:rsidRPr="00B07727">
        <w:rPr>
          <w:rFonts w:cs="Angsana New"/>
          <w:b/>
          <w:bCs/>
          <w:i w:val="0"/>
          <w:iCs/>
          <w:szCs w:val="24"/>
          <w:lang w:val="en-US"/>
        </w:rPr>
        <w:t xml:space="preserve"> </w:t>
      </w:r>
      <w:r w:rsidRPr="00B07727">
        <w:rPr>
          <w:rFonts w:cs="Angsana New"/>
          <w:b/>
          <w:bCs/>
          <w:i w:val="0"/>
          <w:iCs/>
          <w:szCs w:val="24"/>
          <w:lang w:val="en-US"/>
        </w:rPr>
        <w:t>per share</w:t>
      </w:r>
    </w:p>
    <w:p w14:paraId="6E1633BC" w14:textId="77777777" w:rsidR="00DD4BCD" w:rsidRPr="00F73937" w:rsidRDefault="00DD4BCD" w:rsidP="00DD4BCD">
      <w:pPr>
        <w:pStyle w:val="BodyText"/>
        <w:spacing w:after="0"/>
        <w:rPr>
          <w:lang w:val="en-US" w:eastAsia="x-none"/>
        </w:rPr>
      </w:pPr>
    </w:p>
    <w:tbl>
      <w:tblPr>
        <w:tblW w:w="9394" w:type="dxa"/>
        <w:tblInd w:w="990" w:type="dxa"/>
        <w:tblLayout w:type="fixed"/>
        <w:tblLook w:val="0000" w:firstRow="0" w:lastRow="0" w:firstColumn="0" w:lastColumn="0" w:noHBand="0" w:noVBand="0"/>
      </w:tblPr>
      <w:tblGrid>
        <w:gridCol w:w="3960"/>
        <w:gridCol w:w="1176"/>
        <w:gridCol w:w="267"/>
        <w:gridCol w:w="1174"/>
        <w:gridCol w:w="274"/>
        <w:gridCol w:w="1105"/>
        <w:gridCol w:w="66"/>
        <w:gridCol w:w="203"/>
        <w:gridCol w:w="36"/>
        <w:gridCol w:w="1133"/>
      </w:tblGrid>
      <w:tr w:rsidR="004F42FF" w:rsidRPr="00F73937" w14:paraId="5C23EAD5" w14:textId="77777777" w:rsidTr="00F52534">
        <w:trPr>
          <w:trHeight w:val="255"/>
        </w:trPr>
        <w:tc>
          <w:tcPr>
            <w:tcW w:w="2108" w:type="pct"/>
            <w:vAlign w:val="bottom"/>
          </w:tcPr>
          <w:p w14:paraId="039E2E18" w14:textId="77777777" w:rsidR="004F42FF" w:rsidRPr="00F73937" w:rsidRDefault="004F42FF" w:rsidP="00963A29">
            <w:pPr>
              <w:spacing w:line="240" w:lineRule="atLeast"/>
              <w:ind w:right="-137"/>
            </w:pPr>
          </w:p>
        </w:tc>
        <w:tc>
          <w:tcPr>
            <w:tcW w:w="1392" w:type="pct"/>
            <w:gridSpan w:val="3"/>
            <w:shd w:val="clear" w:color="auto" w:fill="auto"/>
            <w:vAlign w:val="bottom"/>
          </w:tcPr>
          <w:p w14:paraId="665B03C4" w14:textId="77777777" w:rsidR="004F42FF" w:rsidRPr="00F73937" w:rsidRDefault="004F42FF" w:rsidP="00963A29">
            <w:pPr>
              <w:ind w:right="66"/>
              <w:jc w:val="center"/>
            </w:pPr>
            <w:r w:rsidRPr="00F73937">
              <w:rPr>
                <w:b/>
                <w:bCs/>
                <w:lang w:val="en-GB"/>
              </w:rPr>
              <w:t>Consolidated</w:t>
            </w:r>
          </w:p>
        </w:tc>
        <w:tc>
          <w:tcPr>
            <w:tcW w:w="146" w:type="pct"/>
            <w:shd w:val="clear" w:color="auto" w:fill="auto"/>
            <w:vAlign w:val="bottom"/>
          </w:tcPr>
          <w:p w14:paraId="4CAC671F" w14:textId="77777777" w:rsidR="004F42FF" w:rsidRPr="00F73937" w:rsidRDefault="004F42FF" w:rsidP="00963A29">
            <w:pPr>
              <w:ind w:right="66"/>
              <w:jc w:val="right"/>
            </w:pPr>
          </w:p>
        </w:tc>
        <w:tc>
          <w:tcPr>
            <w:tcW w:w="1354" w:type="pct"/>
            <w:gridSpan w:val="5"/>
            <w:shd w:val="clear" w:color="auto" w:fill="auto"/>
          </w:tcPr>
          <w:p w14:paraId="0CFCDFD7" w14:textId="77777777" w:rsidR="004F42FF" w:rsidRPr="00F73937" w:rsidRDefault="004F42FF" w:rsidP="00963A29">
            <w:pPr>
              <w:ind w:right="66"/>
              <w:jc w:val="center"/>
            </w:pPr>
            <w:r w:rsidRPr="00F73937">
              <w:rPr>
                <w:b/>
                <w:bCs/>
                <w:lang w:val="en-GB"/>
              </w:rPr>
              <w:t>Separate</w:t>
            </w:r>
          </w:p>
        </w:tc>
      </w:tr>
      <w:tr w:rsidR="004F42FF" w:rsidRPr="00F73937" w14:paraId="68222F9F" w14:textId="77777777" w:rsidTr="00F52534">
        <w:trPr>
          <w:trHeight w:val="255"/>
        </w:trPr>
        <w:tc>
          <w:tcPr>
            <w:tcW w:w="2108" w:type="pct"/>
            <w:vAlign w:val="bottom"/>
          </w:tcPr>
          <w:p w14:paraId="68F4E244" w14:textId="77777777" w:rsidR="004F42FF" w:rsidRPr="00F73937" w:rsidRDefault="004F42FF" w:rsidP="00963A29">
            <w:pPr>
              <w:spacing w:line="240" w:lineRule="atLeast"/>
              <w:ind w:right="-137"/>
            </w:pPr>
          </w:p>
        </w:tc>
        <w:tc>
          <w:tcPr>
            <w:tcW w:w="1392" w:type="pct"/>
            <w:gridSpan w:val="3"/>
            <w:shd w:val="clear" w:color="auto" w:fill="auto"/>
            <w:vAlign w:val="bottom"/>
          </w:tcPr>
          <w:p w14:paraId="15993255" w14:textId="77777777" w:rsidR="004F42FF" w:rsidRPr="00F73937" w:rsidRDefault="004F42FF" w:rsidP="00963A29">
            <w:pPr>
              <w:ind w:right="66"/>
              <w:jc w:val="center"/>
            </w:pPr>
            <w:r w:rsidRPr="00F73937">
              <w:rPr>
                <w:b/>
                <w:bCs/>
                <w:lang w:val="en-GB"/>
              </w:rPr>
              <w:t>financial statements</w:t>
            </w:r>
          </w:p>
        </w:tc>
        <w:tc>
          <w:tcPr>
            <w:tcW w:w="146" w:type="pct"/>
            <w:shd w:val="clear" w:color="auto" w:fill="auto"/>
            <w:vAlign w:val="bottom"/>
          </w:tcPr>
          <w:p w14:paraId="312CA260" w14:textId="77777777" w:rsidR="004F42FF" w:rsidRPr="00F73937" w:rsidRDefault="004F42FF" w:rsidP="00963A29">
            <w:pPr>
              <w:ind w:right="66"/>
              <w:jc w:val="right"/>
            </w:pPr>
          </w:p>
        </w:tc>
        <w:tc>
          <w:tcPr>
            <w:tcW w:w="1354" w:type="pct"/>
            <w:gridSpan w:val="5"/>
            <w:shd w:val="clear" w:color="auto" w:fill="auto"/>
            <w:vAlign w:val="bottom"/>
          </w:tcPr>
          <w:p w14:paraId="185DF8E5" w14:textId="77777777" w:rsidR="004F42FF" w:rsidRPr="00F73937" w:rsidRDefault="004F42FF" w:rsidP="00963A29">
            <w:pPr>
              <w:ind w:right="66"/>
              <w:jc w:val="center"/>
            </w:pPr>
            <w:r w:rsidRPr="00F73937">
              <w:rPr>
                <w:b/>
                <w:bCs/>
                <w:lang w:val="en-GB"/>
              </w:rPr>
              <w:t>financial statements</w:t>
            </w:r>
          </w:p>
        </w:tc>
      </w:tr>
      <w:tr w:rsidR="004F42FF" w:rsidRPr="00F73937" w14:paraId="5FE10418" w14:textId="77777777" w:rsidTr="00F52534">
        <w:trPr>
          <w:trHeight w:val="255"/>
        </w:trPr>
        <w:tc>
          <w:tcPr>
            <w:tcW w:w="2108" w:type="pct"/>
            <w:vAlign w:val="bottom"/>
          </w:tcPr>
          <w:p w14:paraId="0289DD14" w14:textId="4D7CFD10" w:rsidR="004F42FF" w:rsidRPr="00F73937" w:rsidRDefault="004F42FF" w:rsidP="00963A29">
            <w:pPr>
              <w:spacing w:line="240" w:lineRule="atLeast"/>
              <w:ind w:right="-137"/>
              <w:rPr>
                <w:rFonts w:cs="Angsana New"/>
              </w:rPr>
            </w:pPr>
            <w:r w:rsidRPr="00F73937">
              <w:rPr>
                <w:b/>
                <w:bCs/>
                <w:i/>
                <w:iCs/>
              </w:rPr>
              <w:t xml:space="preserve">Three-month period ended </w:t>
            </w:r>
            <w:r w:rsidR="00843353" w:rsidRPr="00F73937">
              <w:rPr>
                <w:b/>
                <w:bCs/>
                <w:i/>
                <w:iCs/>
              </w:rPr>
              <w:t>31 March</w:t>
            </w:r>
          </w:p>
        </w:tc>
        <w:tc>
          <w:tcPr>
            <w:tcW w:w="626" w:type="pct"/>
            <w:shd w:val="clear" w:color="auto" w:fill="auto"/>
            <w:vAlign w:val="bottom"/>
          </w:tcPr>
          <w:p w14:paraId="7DF2F478" w14:textId="4880CA7C" w:rsidR="004F42FF" w:rsidRPr="00F73937" w:rsidRDefault="004F42FF" w:rsidP="00963A29">
            <w:pPr>
              <w:pStyle w:val="BodyText"/>
              <w:spacing w:after="0" w:line="240" w:lineRule="auto"/>
              <w:ind w:right="66"/>
              <w:jc w:val="center"/>
              <w:rPr>
                <w:highlight w:val="yellow"/>
              </w:rPr>
            </w:pPr>
            <w:r w:rsidRPr="00F73937">
              <w:t>202</w:t>
            </w:r>
            <w:r w:rsidR="00843353" w:rsidRPr="00F73937">
              <w:t>2</w:t>
            </w:r>
          </w:p>
        </w:tc>
        <w:tc>
          <w:tcPr>
            <w:tcW w:w="142" w:type="pct"/>
            <w:shd w:val="clear" w:color="auto" w:fill="auto"/>
            <w:vAlign w:val="bottom"/>
          </w:tcPr>
          <w:p w14:paraId="6C99A63D" w14:textId="77777777" w:rsidR="004F42FF" w:rsidRPr="00F73937" w:rsidRDefault="004F42FF" w:rsidP="00963A29">
            <w:pPr>
              <w:pStyle w:val="BodyText"/>
              <w:spacing w:after="0" w:line="240" w:lineRule="auto"/>
              <w:ind w:right="66"/>
              <w:jc w:val="center"/>
            </w:pPr>
          </w:p>
        </w:tc>
        <w:tc>
          <w:tcPr>
            <w:tcW w:w="625" w:type="pct"/>
            <w:shd w:val="clear" w:color="auto" w:fill="auto"/>
            <w:vAlign w:val="bottom"/>
          </w:tcPr>
          <w:p w14:paraId="5D8B72A9" w14:textId="572BB1C6" w:rsidR="004F42FF" w:rsidRPr="00F73937" w:rsidRDefault="004F42FF" w:rsidP="00963A29">
            <w:pPr>
              <w:ind w:right="66"/>
              <w:jc w:val="center"/>
            </w:pPr>
            <w:r w:rsidRPr="00F73937">
              <w:t>202</w:t>
            </w:r>
            <w:r w:rsidR="00843353" w:rsidRPr="00F73937">
              <w:t>1</w:t>
            </w:r>
          </w:p>
        </w:tc>
        <w:tc>
          <w:tcPr>
            <w:tcW w:w="146" w:type="pct"/>
            <w:shd w:val="clear" w:color="auto" w:fill="auto"/>
          </w:tcPr>
          <w:p w14:paraId="49BAAB04" w14:textId="77777777" w:rsidR="004F42FF" w:rsidRPr="00F73937" w:rsidRDefault="004F42FF" w:rsidP="00963A29">
            <w:pPr>
              <w:ind w:right="66"/>
              <w:jc w:val="right"/>
            </w:pPr>
          </w:p>
        </w:tc>
        <w:tc>
          <w:tcPr>
            <w:tcW w:w="623" w:type="pct"/>
            <w:gridSpan w:val="2"/>
            <w:shd w:val="clear" w:color="auto" w:fill="auto"/>
          </w:tcPr>
          <w:p w14:paraId="193F8854" w14:textId="0F1B75CA" w:rsidR="004F42FF" w:rsidRPr="00F73937" w:rsidRDefault="004F42FF" w:rsidP="00963A29">
            <w:pPr>
              <w:ind w:right="66"/>
              <w:jc w:val="center"/>
            </w:pPr>
            <w:r w:rsidRPr="00F73937">
              <w:t>202</w:t>
            </w:r>
            <w:r w:rsidR="00843353" w:rsidRPr="00F73937">
              <w:t>2</w:t>
            </w:r>
          </w:p>
        </w:tc>
        <w:tc>
          <w:tcPr>
            <w:tcW w:w="127" w:type="pct"/>
            <w:gridSpan w:val="2"/>
          </w:tcPr>
          <w:p w14:paraId="355DCA1F" w14:textId="77777777" w:rsidR="004F42FF" w:rsidRPr="00F73937" w:rsidRDefault="004F42FF" w:rsidP="00963A29">
            <w:pPr>
              <w:ind w:right="66"/>
              <w:jc w:val="right"/>
            </w:pPr>
          </w:p>
        </w:tc>
        <w:tc>
          <w:tcPr>
            <w:tcW w:w="604" w:type="pct"/>
          </w:tcPr>
          <w:p w14:paraId="6A1FC54D" w14:textId="46EE8594" w:rsidR="004F42FF" w:rsidRPr="00F73937" w:rsidRDefault="004F42FF" w:rsidP="00963A29">
            <w:pPr>
              <w:ind w:right="66"/>
              <w:jc w:val="center"/>
            </w:pPr>
            <w:r w:rsidRPr="00F73937">
              <w:t>202</w:t>
            </w:r>
            <w:r w:rsidR="00843353" w:rsidRPr="00F73937">
              <w:t>1</w:t>
            </w:r>
          </w:p>
        </w:tc>
      </w:tr>
      <w:tr w:rsidR="004F42FF" w:rsidRPr="00F73937" w14:paraId="1D146D08" w14:textId="77777777" w:rsidTr="00F52534">
        <w:trPr>
          <w:trHeight w:val="255"/>
        </w:trPr>
        <w:tc>
          <w:tcPr>
            <w:tcW w:w="2108" w:type="pct"/>
            <w:vAlign w:val="bottom"/>
          </w:tcPr>
          <w:p w14:paraId="566706DA" w14:textId="77777777" w:rsidR="004F42FF" w:rsidRPr="00F73937" w:rsidRDefault="004F42FF" w:rsidP="00963A29">
            <w:pPr>
              <w:spacing w:line="240" w:lineRule="atLeast"/>
              <w:ind w:right="-137"/>
            </w:pPr>
          </w:p>
        </w:tc>
        <w:tc>
          <w:tcPr>
            <w:tcW w:w="2892" w:type="pct"/>
            <w:gridSpan w:val="9"/>
            <w:shd w:val="clear" w:color="auto" w:fill="auto"/>
            <w:vAlign w:val="bottom"/>
          </w:tcPr>
          <w:p w14:paraId="497EB5E2" w14:textId="77777777" w:rsidR="004F42FF" w:rsidRPr="00F73937" w:rsidRDefault="004F42FF" w:rsidP="00963A29">
            <w:pPr>
              <w:ind w:right="66"/>
              <w:jc w:val="center"/>
            </w:pPr>
            <w:r w:rsidRPr="00F73937">
              <w:rPr>
                <w:i/>
                <w:iCs/>
                <w:lang w:val="en-GB"/>
              </w:rPr>
              <w:t>(in thousand Baht / thousand</w:t>
            </w:r>
            <w:r w:rsidRPr="00F73937">
              <w:rPr>
                <w:i/>
                <w:iCs/>
              </w:rPr>
              <w:t xml:space="preserve"> shares</w:t>
            </w:r>
            <w:r w:rsidRPr="00F73937">
              <w:rPr>
                <w:i/>
                <w:iCs/>
                <w:lang w:val="en-GB"/>
              </w:rPr>
              <w:t>)</w:t>
            </w:r>
          </w:p>
        </w:tc>
      </w:tr>
      <w:tr w:rsidR="004F42FF" w:rsidRPr="00F73937" w14:paraId="53837AC3" w14:textId="77777777" w:rsidTr="00F52534">
        <w:trPr>
          <w:trHeight w:val="255"/>
        </w:trPr>
        <w:tc>
          <w:tcPr>
            <w:tcW w:w="2108" w:type="pct"/>
            <w:vAlign w:val="bottom"/>
          </w:tcPr>
          <w:p w14:paraId="33A77BC9" w14:textId="77777777" w:rsidR="004F42FF" w:rsidRPr="00F73937" w:rsidRDefault="004F42FF" w:rsidP="00963A29">
            <w:pPr>
              <w:spacing w:line="240" w:lineRule="atLeast"/>
              <w:ind w:right="-137"/>
            </w:pPr>
            <w:r w:rsidRPr="00F73937">
              <w:rPr>
                <w:b/>
                <w:bCs/>
                <w:spacing w:val="-4"/>
              </w:rPr>
              <w:t xml:space="preserve">Profit attributable to ordinary </w:t>
            </w:r>
          </w:p>
        </w:tc>
        <w:tc>
          <w:tcPr>
            <w:tcW w:w="626" w:type="pct"/>
            <w:shd w:val="clear" w:color="auto" w:fill="auto"/>
            <w:vAlign w:val="bottom"/>
          </w:tcPr>
          <w:p w14:paraId="3B44AA7B" w14:textId="77777777" w:rsidR="004F42FF" w:rsidRPr="00F73937" w:rsidRDefault="004F42FF" w:rsidP="00963A29">
            <w:pPr>
              <w:pStyle w:val="BodyText"/>
              <w:spacing w:after="0" w:line="240" w:lineRule="auto"/>
              <w:ind w:right="66"/>
              <w:jc w:val="right"/>
              <w:rPr>
                <w:highlight w:val="yellow"/>
              </w:rPr>
            </w:pPr>
          </w:p>
        </w:tc>
        <w:tc>
          <w:tcPr>
            <w:tcW w:w="142" w:type="pct"/>
            <w:shd w:val="clear" w:color="auto" w:fill="auto"/>
            <w:vAlign w:val="bottom"/>
          </w:tcPr>
          <w:p w14:paraId="544D1011" w14:textId="77777777" w:rsidR="004F42FF" w:rsidRPr="00F73937" w:rsidRDefault="004F42FF" w:rsidP="00963A29">
            <w:pPr>
              <w:pStyle w:val="BodyText"/>
              <w:spacing w:after="0" w:line="240" w:lineRule="auto"/>
              <w:ind w:right="66"/>
              <w:jc w:val="right"/>
            </w:pPr>
          </w:p>
        </w:tc>
        <w:tc>
          <w:tcPr>
            <w:tcW w:w="625" w:type="pct"/>
            <w:shd w:val="clear" w:color="auto" w:fill="auto"/>
          </w:tcPr>
          <w:p w14:paraId="2B6E3EC8" w14:textId="77777777" w:rsidR="004F42FF" w:rsidRPr="00F73937" w:rsidRDefault="004F42FF" w:rsidP="00963A29">
            <w:pPr>
              <w:ind w:right="66"/>
              <w:jc w:val="right"/>
            </w:pPr>
          </w:p>
        </w:tc>
        <w:tc>
          <w:tcPr>
            <w:tcW w:w="146" w:type="pct"/>
            <w:shd w:val="clear" w:color="auto" w:fill="auto"/>
          </w:tcPr>
          <w:p w14:paraId="3F6B59FF" w14:textId="77777777" w:rsidR="004F42FF" w:rsidRPr="00F73937" w:rsidRDefault="004F42FF" w:rsidP="00963A29">
            <w:pPr>
              <w:ind w:right="66"/>
              <w:jc w:val="right"/>
            </w:pPr>
          </w:p>
        </w:tc>
        <w:tc>
          <w:tcPr>
            <w:tcW w:w="588" w:type="pct"/>
            <w:shd w:val="clear" w:color="auto" w:fill="auto"/>
          </w:tcPr>
          <w:p w14:paraId="14684F3A" w14:textId="77777777" w:rsidR="004F42FF" w:rsidRPr="00F73937" w:rsidRDefault="004F42FF" w:rsidP="00963A29">
            <w:pPr>
              <w:ind w:right="66"/>
              <w:jc w:val="right"/>
              <w:rPr>
                <w:highlight w:val="yellow"/>
              </w:rPr>
            </w:pPr>
          </w:p>
        </w:tc>
        <w:tc>
          <w:tcPr>
            <w:tcW w:w="143" w:type="pct"/>
            <w:gridSpan w:val="2"/>
          </w:tcPr>
          <w:p w14:paraId="00B41168" w14:textId="77777777" w:rsidR="004F42FF" w:rsidRPr="00F73937" w:rsidRDefault="004F42FF" w:rsidP="00963A29">
            <w:pPr>
              <w:ind w:right="66"/>
              <w:jc w:val="right"/>
            </w:pPr>
          </w:p>
        </w:tc>
        <w:tc>
          <w:tcPr>
            <w:tcW w:w="623" w:type="pct"/>
            <w:gridSpan w:val="2"/>
          </w:tcPr>
          <w:p w14:paraId="170C7224" w14:textId="77777777" w:rsidR="004F42FF" w:rsidRPr="00F73937" w:rsidRDefault="004F42FF" w:rsidP="00963A29">
            <w:pPr>
              <w:ind w:right="66"/>
              <w:jc w:val="right"/>
            </w:pPr>
          </w:p>
        </w:tc>
      </w:tr>
      <w:tr w:rsidR="004F42FF" w:rsidRPr="00F73937" w14:paraId="46B4D7C2" w14:textId="77777777" w:rsidTr="00F52534">
        <w:trPr>
          <w:trHeight w:val="255"/>
        </w:trPr>
        <w:tc>
          <w:tcPr>
            <w:tcW w:w="2108" w:type="pct"/>
            <w:vAlign w:val="bottom"/>
          </w:tcPr>
          <w:p w14:paraId="76096C35" w14:textId="77777777" w:rsidR="004F42FF" w:rsidRPr="00F73937" w:rsidRDefault="004F42FF" w:rsidP="00963A29">
            <w:pPr>
              <w:spacing w:line="240" w:lineRule="atLeast"/>
              <w:ind w:right="-137"/>
              <w:rPr>
                <w:b/>
                <w:bCs/>
              </w:rPr>
            </w:pPr>
            <w:r w:rsidRPr="00F73937">
              <w:rPr>
                <w:b/>
                <w:bCs/>
              </w:rPr>
              <w:t xml:space="preserve">   shareholders of the Company  </w:t>
            </w:r>
          </w:p>
          <w:p w14:paraId="62891BD9" w14:textId="77777777" w:rsidR="004F42FF" w:rsidRPr="00F73937" w:rsidRDefault="004F42FF" w:rsidP="00963A29">
            <w:pPr>
              <w:spacing w:line="240" w:lineRule="atLeast"/>
              <w:ind w:right="-137"/>
            </w:pPr>
            <w:r w:rsidRPr="00F73937">
              <w:rPr>
                <w:b/>
                <w:bCs/>
              </w:rPr>
              <w:t xml:space="preserve">   (basic)</w:t>
            </w:r>
          </w:p>
        </w:tc>
        <w:tc>
          <w:tcPr>
            <w:tcW w:w="626" w:type="pct"/>
            <w:tcBorders>
              <w:bottom w:val="double" w:sz="4" w:space="0" w:color="auto"/>
            </w:tcBorders>
            <w:shd w:val="clear" w:color="auto" w:fill="auto"/>
            <w:vAlign w:val="bottom"/>
          </w:tcPr>
          <w:p w14:paraId="40FE3191" w14:textId="4AC23BF2" w:rsidR="004F42FF" w:rsidRPr="00F73937" w:rsidRDefault="00AF1F1D" w:rsidP="00DC2E4C">
            <w:pPr>
              <w:pStyle w:val="BodyText"/>
              <w:spacing w:after="0" w:line="240" w:lineRule="auto"/>
              <w:jc w:val="right"/>
              <w:rPr>
                <w:b/>
                <w:bCs/>
              </w:rPr>
            </w:pPr>
            <w:r w:rsidRPr="00AF1F1D">
              <w:rPr>
                <w:b/>
                <w:bCs/>
              </w:rPr>
              <w:t>107,282</w:t>
            </w:r>
          </w:p>
        </w:tc>
        <w:tc>
          <w:tcPr>
            <w:tcW w:w="142" w:type="pct"/>
            <w:shd w:val="clear" w:color="auto" w:fill="auto"/>
            <w:vAlign w:val="bottom"/>
          </w:tcPr>
          <w:p w14:paraId="72C06A6E" w14:textId="77777777" w:rsidR="004F42FF" w:rsidRPr="00F73937" w:rsidRDefault="004F42FF" w:rsidP="00963A29">
            <w:pPr>
              <w:pStyle w:val="BodyText"/>
              <w:spacing w:after="0" w:line="240" w:lineRule="auto"/>
              <w:ind w:right="66"/>
              <w:jc w:val="right"/>
              <w:rPr>
                <w:b/>
                <w:bCs/>
              </w:rPr>
            </w:pPr>
          </w:p>
        </w:tc>
        <w:tc>
          <w:tcPr>
            <w:tcW w:w="625" w:type="pct"/>
            <w:tcBorders>
              <w:bottom w:val="double" w:sz="4" w:space="0" w:color="auto"/>
            </w:tcBorders>
            <w:shd w:val="clear" w:color="auto" w:fill="auto"/>
            <w:vAlign w:val="bottom"/>
          </w:tcPr>
          <w:p w14:paraId="5ABFE73C" w14:textId="1FD27996" w:rsidR="004F42FF" w:rsidRPr="00F73937" w:rsidRDefault="00026235" w:rsidP="00963A29">
            <w:pPr>
              <w:tabs>
                <w:tab w:val="left" w:pos="890"/>
              </w:tabs>
              <w:ind w:right="66"/>
              <w:jc w:val="right"/>
              <w:rPr>
                <w:b/>
                <w:bCs/>
              </w:rPr>
            </w:pPr>
            <w:r w:rsidRPr="00F73937">
              <w:rPr>
                <w:b/>
                <w:bCs/>
              </w:rPr>
              <w:t>33,680</w:t>
            </w:r>
          </w:p>
        </w:tc>
        <w:tc>
          <w:tcPr>
            <w:tcW w:w="146" w:type="pct"/>
            <w:shd w:val="clear" w:color="auto" w:fill="auto"/>
            <w:vAlign w:val="bottom"/>
          </w:tcPr>
          <w:p w14:paraId="0F16CA95" w14:textId="77777777" w:rsidR="004F42FF" w:rsidRPr="00F73937" w:rsidRDefault="004F42FF" w:rsidP="00963A29">
            <w:pPr>
              <w:ind w:right="66"/>
              <w:jc w:val="right"/>
              <w:rPr>
                <w:b/>
                <w:bCs/>
              </w:rPr>
            </w:pPr>
          </w:p>
        </w:tc>
        <w:tc>
          <w:tcPr>
            <w:tcW w:w="588" w:type="pct"/>
            <w:tcBorders>
              <w:bottom w:val="double" w:sz="4" w:space="0" w:color="auto"/>
            </w:tcBorders>
            <w:shd w:val="clear" w:color="auto" w:fill="auto"/>
            <w:vAlign w:val="bottom"/>
          </w:tcPr>
          <w:p w14:paraId="78666B2D" w14:textId="7022F2CC" w:rsidR="004F42FF" w:rsidRPr="00F73937" w:rsidRDefault="00AB62CE" w:rsidP="00DC2E4C">
            <w:pPr>
              <w:pStyle w:val="BodyText"/>
              <w:spacing w:after="0" w:line="240" w:lineRule="auto"/>
              <w:ind w:right="-18"/>
              <w:jc w:val="right"/>
              <w:rPr>
                <w:b/>
                <w:bCs/>
              </w:rPr>
            </w:pPr>
            <w:r w:rsidRPr="00DC2E4C">
              <w:rPr>
                <w:b/>
                <w:bCs/>
              </w:rPr>
              <w:t>721,056</w:t>
            </w:r>
          </w:p>
        </w:tc>
        <w:tc>
          <w:tcPr>
            <w:tcW w:w="143" w:type="pct"/>
            <w:gridSpan w:val="2"/>
            <w:vAlign w:val="bottom"/>
          </w:tcPr>
          <w:p w14:paraId="0C2A8E45" w14:textId="77777777" w:rsidR="004F42FF" w:rsidRPr="00F73937" w:rsidRDefault="004F42FF" w:rsidP="00DC2E4C">
            <w:pPr>
              <w:pStyle w:val="BodyText"/>
              <w:spacing w:after="0" w:line="240" w:lineRule="auto"/>
              <w:jc w:val="right"/>
              <w:rPr>
                <w:b/>
                <w:bCs/>
              </w:rPr>
            </w:pPr>
          </w:p>
        </w:tc>
        <w:tc>
          <w:tcPr>
            <w:tcW w:w="623" w:type="pct"/>
            <w:gridSpan w:val="2"/>
            <w:tcBorders>
              <w:bottom w:val="double" w:sz="4" w:space="0" w:color="auto"/>
            </w:tcBorders>
            <w:vAlign w:val="bottom"/>
          </w:tcPr>
          <w:p w14:paraId="57A0965A" w14:textId="13EA469E" w:rsidR="004F42FF" w:rsidRPr="00F73937" w:rsidRDefault="001223C0" w:rsidP="004B38E4">
            <w:pPr>
              <w:ind w:right="-12"/>
              <w:jc w:val="right"/>
              <w:rPr>
                <w:b/>
                <w:bCs/>
              </w:rPr>
            </w:pPr>
            <w:r w:rsidRPr="00F73937">
              <w:rPr>
                <w:b/>
                <w:bCs/>
              </w:rPr>
              <w:t>34,138</w:t>
            </w:r>
          </w:p>
        </w:tc>
      </w:tr>
      <w:tr w:rsidR="004F42FF" w:rsidRPr="00F73937" w14:paraId="2229CC04" w14:textId="77777777" w:rsidTr="00F52534">
        <w:trPr>
          <w:trHeight w:val="255"/>
        </w:trPr>
        <w:tc>
          <w:tcPr>
            <w:tcW w:w="2108" w:type="pct"/>
            <w:vAlign w:val="bottom"/>
          </w:tcPr>
          <w:p w14:paraId="22C5F7E2" w14:textId="77777777" w:rsidR="004F42FF" w:rsidRPr="00F73937" w:rsidRDefault="004F42FF" w:rsidP="00963A29">
            <w:pPr>
              <w:spacing w:line="240" w:lineRule="atLeast"/>
              <w:ind w:right="-137"/>
            </w:pPr>
          </w:p>
        </w:tc>
        <w:tc>
          <w:tcPr>
            <w:tcW w:w="626" w:type="pct"/>
            <w:tcBorders>
              <w:top w:val="double" w:sz="4" w:space="0" w:color="auto"/>
            </w:tcBorders>
            <w:shd w:val="clear" w:color="auto" w:fill="auto"/>
            <w:vAlign w:val="bottom"/>
          </w:tcPr>
          <w:p w14:paraId="1FC35ABE" w14:textId="77777777" w:rsidR="004F42FF" w:rsidRPr="00F73937" w:rsidRDefault="004F42FF" w:rsidP="00DC2E4C">
            <w:pPr>
              <w:pStyle w:val="BodyText"/>
              <w:spacing w:after="0" w:line="240" w:lineRule="auto"/>
              <w:jc w:val="right"/>
            </w:pPr>
          </w:p>
        </w:tc>
        <w:tc>
          <w:tcPr>
            <w:tcW w:w="142" w:type="pct"/>
            <w:shd w:val="clear" w:color="auto" w:fill="auto"/>
            <w:vAlign w:val="bottom"/>
          </w:tcPr>
          <w:p w14:paraId="247CE2FF" w14:textId="77777777" w:rsidR="004F42FF" w:rsidRPr="00F73937" w:rsidRDefault="004F42FF" w:rsidP="00963A29">
            <w:pPr>
              <w:pStyle w:val="BodyText"/>
              <w:spacing w:after="0" w:line="240" w:lineRule="auto"/>
              <w:ind w:right="66"/>
              <w:jc w:val="right"/>
            </w:pPr>
          </w:p>
        </w:tc>
        <w:tc>
          <w:tcPr>
            <w:tcW w:w="625" w:type="pct"/>
            <w:tcBorders>
              <w:top w:val="double" w:sz="4" w:space="0" w:color="auto"/>
            </w:tcBorders>
            <w:shd w:val="clear" w:color="auto" w:fill="auto"/>
          </w:tcPr>
          <w:p w14:paraId="661D1E69" w14:textId="77777777" w:rsidR="004F42FF" w:rsidRPr="00F73937" w:rsidRDefault="004F42FF" w:rsidP="00963A29">
            <w:pPr>
              <w:ind w:right="66"/>
              <w:jc w:val="right"/>
            </w:pPr>
          </w:p>
        </w:tc>
        <w:tc>
          <w:tcPr>
            <w:tcW w:w="146" w:type="pct"/>
            <w:shd w:val="clear" w:color="auto" w:fill="auto"/>
          </w:tcPr>
          <w:p w14:paraId="062490D1" w14:textId="77777777" w:rsidR="004F42FF" w:rsidRPr="00F73937" w:rsidRDefault="004F42FF" w:rsidP="00963A29">
            <w:pPr>
              <w:ind w:right="66"/>
              <w:jc w:val="right"/>
            </w:pPr>
          </w:p>
        </w:tc>
        <w:tc>
          <w:tcPr>
            <w:tcW w:w="588" w:type="pct"/>
            <w:tcBorders>
              <w:top w:val="double" w:sz="4" w:space="0" w:color="auto"/>
            </w:tcBorders>
            <w:shd w:val="clear" w:color="auto" w:fill="auto"/>
          </w:tcPr>
          <w:p w14:paraId="43D46044" w14:textId="77777777" w:rsidR="004F42FF" w:rsidRPr="00F73937" w:rsidRDefault="004F42FF" w:rsidP="00DC2E4C">
            <w:pPr>
              <w:ind w:right="-18"/>
              <w:jc w:val="right"/>
            </w:pPr>
          </w:p>
        </w:tc>
        <w:tc>
          <w:tcPr>
            <w:tcW w:w="143" w:type="pct"/>
            <w:gridSpan w:val="2"/>
          </w:tcPr>
          <w:p w14:paraId="457DEF56" w14:textId="77777777" w:rsidR="004F42FF" w:rsidRPr="00F73937" w:rsidRDefault="004F42FF" w:rsidP="00963A29">
            <w:pPr>
              <w:ind w:right="66"/>
              <w:jc w:val="right"/>
            </w:pPr>
          </w:p>
        </w:tc>
        <w:tc>
          <w:tcPr>
            <w:tcW w:w="623" w:type="pct"/>
            <w:gridSpan w:val="2"/>
            <w:tcBorders>
              <w:top w:val="double" w:sz="4" w:space="0" w:color="auto"/>
            </w:tcBorders>
          </w:tcPr>
          <w:p w14:paraId="0B539FE5" w14:textId="77777777" w:rsidR="004F42FF" w:rsidRPr="00F73937" w:rsidRDefault="004F42FF" w:rsidP="004B38E4">
            <w:pPr>
              <w:ind w:right="-12"/>
              <w:jc w:val="right"/>
            </w:pPr>
          </w:p>
        </w:tc>
      </w:tr>
      <w:tr w:rsidR="004F42FF" w:rsidRPr="00F73937" w14:paraId="3918861E" w14:textId="77777777" w:rsidTr="00F52534">
        <w:trPr>
          <w:trHeight w:val="255"/>
        </w:trPr>
        <w:tc>
          <w:tcPr>
            <w:tcW w:w="2108" w:type="pct"/>
            <w:vAlign w:val="bottom"/>
          </w:tcPr>
          <w:p w14:paraId="3884754B" w14:textId="77777777" w:rsidR="004F42FF" w:rsidRPr="00F73937" w:rsidRDefault="004F42FF" w:rsidP="00963A29">
            <w:pPr>
              <w:spacing w:line="240" w:lineRule="atLeast"/>
              <w:ind w:right="-137"/>
              <w:rPr>
                <w:b/>
                <w:bCs/>
                <w:i/>
                <w:iCs/>
              </w:rPr>
            </w:pPr>
            <w:r w:rsidRPr="00F73937">
              <w:rPr>
                <w:b/>
                <w:bCs/>
                <w:i/>
                <w:iCs/>
              </w:rPr>
              <w:t>Ordinary shares outstanding</w:t>
            </w:r>
          </w:p>
        </w:tc>
        <w:tc>
          <w:tcPr>
            <w:tcW w:w="626" w:type="pct"/>
            <w:shd w:val="clear" w:color="auto" w:fill="auto"/>
            <w:vAlign w:val="bottom"/>
          </w:tcPr>
          <w:p w14:paraId="4C948ECB" w14:textId="77777777" w:rsidR="004F42FF" w:rsidRPr="00F73937" w:rsidRDefault="004F42FF" w:rsidP="00DC2E4C">
            <w:pPr>
              <w:pStyle w:val="BodyText"/>
              <w:spacing w:after="0" w:line="240" w:lineRule="auto"/>
              <w:jc w:val="right"/>
            </w:pPr>
          </w:p>
        </w:tc>
        <w:tc>
          <w:tcPr>
            <w:tcW w:w="142" w:type="pct"/>
            <w:shd w:val="clear" w:color="auto" w:fill="auto"/>
            <w:vAlign w:val="bottom"/>
          </w:tcPr>
          <w:p w14:paraId="7A36E5B2" w14:textId="77777777" w:rsidR="004F42FF" w:rsidRPr="00F73937" w:rsidRDefault="004F42FF" w:rsidP="00963A29">
            <w:pPr>
              <w:pStyle w:val="BodyText"/>
              <w:spacing w:after="0" w:line="240" w:lineRule="auto"/>
              <w:ind w:right="66"/>
              <w:jc w:val="right"/>
            </w:pPr>
          </w:p>
        </w:tc>
        <w:tc>
          <w:tcPr>
            <w:tcW w:w="625" w:type="pct"/>
            <w:shd w:val="clear" w:color="auto" w:fill="auto"/>
          </w:tcPr>
          <w:p w14:paraId="2716E9B5" w14:textId="77777777" w:rsidR="004F42FF" w:rsidRPr="00F73937" w:rsidRDefault="004F42FF" w:rsidP="00963A29">
            <w:pPr>
              <w:ind w:right="66"/>
              <w:jc w:val="right"/>
            </w:pPr>
          </w:p>
        </w:tc>
        <w:tc>
          <w:tcPr>
            <w:tcW w:w="146" w:type="pct"/>
            <w:shd w:val="clear" w:color="auto" w:fill="auto"/>
          </w:tcPr>
          <w:p w14:paraId="35108AF6" w14:textId="77777777" w:rsidR="004F42FF" w:rsidRPr="00F73937" w:rsidRDefault="004F42FF" w:rsidP="00963A29">
            <w:pPr>
              <w:ind w:right="66"/>
              <w:jc w:val="right"/>
            </w:pPr>
          </w:p>
        </w:tc>
        <w:tc>
          <w:tcPr>
            <w:tcW w:w="588" w:type="pct"/>
            <w:shd w:val="clear" w:color="auto" w:fill="auto"/>
          </w:tcPr>
          <w:p w14:paraId="56AFE0C6" w14:textId="77777777" w:rsidR="004F42FF" w:rsidRPr="00F73937" w:rsidRDefault="004F42FF" w:rsidP="00DC2E4C">
            <w:pPr>
              <w:ind w:right="-18"/>
              <w:jc w:val="right"/>
            </w:pPr>
          </w:p>
        </w:tc>
        <w:tc>
          <w:tcPr>
            <w:tcW w:w="143" w:type="pct"/>
            <w:gridSpan w:val="2"/>
          </w:tcPr>
          <w:p w14:paraId="344EEADD" w14:textId="77777777" w:rsidR="004F42FF" w:rsidRPr="00F73937" w:rsidRDefault="004F42FF" w:rsidP="00963A29">
            <w:pPr>
              <w:ind w:right="66"/>
              <w:jc w:val="right"/>
            </w:pPr>
          </w:p>
        </w:tc>
        <w:tc>
          <w:tcPr>
            <w:tcW w:w="623" w:type="pct"/>
            <w:gridSpan w:val="2"/>
          </w:tcPr>
          <w:p w14:paraId="5294FF71" w14:textId="77777777" w:rsidR="004F42FF" w:rsidRPr="00F73937" w:rsidRDefault="004F42FF" w:rsidP="004B38E4">
            <w:pPr>
              <w:ind w:right="-12"/>
              <w:jc w:val="right"/>
            </w:pPr>
          </w:p>
        </w:tc>
      </w:tr>
      <w:tr w:rsidR="00153106" w:rsidRPr="00F73937" w14:paraId="3D7DED0D" w14:textId="77777777" w:rsidTr="00F52534">
        <w:trPr>
          <w:trHeight w:val="255"/>
        </w:trPr>
        <w:tc>
          <w:tcPr>
            <w:tcW w:w="2108" w:type="pct"/>
            <w:vAlign w:val="bottom"/>
          </w:tcPr>
          <w:p w14:paraId="7CDDEE3C" w14:textId="77777777" w:rsidR="00153106" w:rsidRPr="00F73937" w:rsidRDefault="00153106" w:rsidP="00153106">
            <w:pPr>
              <w:spacing w:line="240" w:lineRule="atLeast"/>
              <w:ind w:right="-137"/>
            </w:pPr>
            <w:r w:rsidRPr="00F73937">
              <w:t xml:space="preserve">Number of ordinary shares outstanding </w:t>
            </w:r>
          </w:p>
          <w:p w14:paraId="69095C9F" w14:textId="77777777" w:rsidR="00153106" w:rsidRPr="00F73937" w:rsidRDefault="00153106" w:rsidP="00153106">
            <w:pPr>
              <w:spacing w:line="240" w:lineRule="atLeast"/>
              <w:ind w:right="-137"/>
            </w:pPr>
            <w:r w:rsidRPr="00F73937">
              <w:t xml:space="preserve">   at 1 January</w:t>
            </w:r>
          </w:p>
        </w:tc>
        <w:tc>
          <w:tcPr>
            <w:tcW w:w="626" w:type="pct"/>
            <w:shd w:val="clear" w:color="auto" w:fill="auto"/>
            <w:vAlign w:val="bottom"/>
          </w:tcPr>
          <w:p w14:paraId="27331E19" w14:textId="6BB70E1C" w:rsidR="00153106" w:rsidRPr="00F73937" w:rsidRDefault="00AD4965" w:rsidP="00DC2E4C">
            <w:pPr>
              <w:pStyle w:val="BodyText"/>
              <w:spacing w:after="0" w:line="240" w:lineRule="auto"/>
              <w:jc w:val="right"/>
              <w:rPr>
                <w:rFonts w:cs="Angsana New"/>
                <w:lang w:val="en-US"/>
              </w:rPr>
            </w:pPr>
            <w:r w:rsidRPr="00AD4965">
              <w:rPr>
                <w:rFonts w:cs="Angsana New"/>
                <w:lang w:val="en-US"/>
              </w:rPr>
              <w:t>1,201,380</w:t>
            </w:r>
          </w:p>
        </w:tc>
        <w:tc>
          <w:tcPr>
            <w:tcW w:w="142" w:type="pct"/>
            <w:shd w:val="clear" w:color="auto" w:fill="auto"/>
            <w:vAlign w:val="bottom"/>
          </w:tcPr>
          <w:p w14:paraId="6F1672DB" w14:textId="77777777" w:rsidR="00153106" w:rsidRPr="00F73937" w:rsidRDefault="00153106" w:rsidP="00153106">
            <w:pPr>
              <w:pStyle w:val="BodyText"/>
              <w:spacing w:after="0" w:line="240" w:lineRule="auto"/>
              <w:ind w:right="66"/>
              <w:jc w:val="right"/>
            </w:pPr>
          </w:p>
        </w:tc>
        <w:tc>
          <w:tcPr>
            <w:tcW w:w="625" w:type="pct"/>
            <w:shd w:val="clear" w:color="auto" w:fill="auto"/>
          </w:tcPr>
          <w:p w14:paraId="355CBA16" w14:textId="77777777" w:rsidR="00153106" w:rsidRPr="00F73937" w:rsidRDefault="00153106" w:rsidP="004E76C7">
            <w:pPr>
              <w:pStyle w:val="acctfourfigures"/>
              <w:shd w:val="clear" w:color="auto" w:fill="FFFFFF"/>
              <w:tabs>
                <w:tab w:val="clear" w:pos="765"/>
                <w:tab w:val="decimal" w:pos="1360"/>
              </w:tabs>
              <w:spacing w:line="240" w:lineRule="auto"/>
              <w:ind w:right="11"/>
            </w:pPr>
          </w:p>
          <w:p w14:paraId="1DFDD7DA" w14:textId="3112B2A9" w:rsidR="00153106" w:rsidRPr="00F73937" w:rsidRDefault="00153106" w:rsidP="004E76C7">
            <w:pPr>
              <w:pStyle w:val="acctfourfigures"/>
              <w:shd w:val="clear" w:color="auto" w:fill="FFFFFF"/>
              <w:tabs>
                <w:tab w:val="clear" w:pos="765"/>
                <w:tab w:val="decimal" w:pos="1360"/>
              </w:tabs>
              <w:spacing w:line="240" w:lineRule="auto"/>
              <w:ind w:right="11"/>
            </w:pPr>
            <w:r w:rsidRPr="00F73937">
              <w:t>1,005,000</w:t>
            </w:r>
          </w:p>
        </w:tc>
        <w:tc>
          <w:tcPr>
            <w:tcW w:w="146" w:type="pct"/>
            <w:shd w:val="clear" w:color="auto" w:fill="auto"/>
          </w:tcPr>
          <w:p w14:paraId="2E4E8570" w14:textId="77777777" w:rsidR="00153106" w:rsidRPr="00F73937" w:rsidRDefault="00153106" w:rsidP="00153106">
            <w:pPr>
              <w:ind w:right="66"/>
              <w:jc w:val="right"/>
            </w:pPr>
          </w:p>
        </w:tc>
        <w:tc>
          <w:tcPr>
            <w:tcW w:w="588" w:type="pct"/>
            <w:shd w:val="clear" w:color="auto" w:fill="auto"/>
          </w:tcPr>
          <w:p w14:paraId="7A85086D" w14:textId="77777777" w:rsidR="001772F2" w:rsidRDefault="001772F2" w:rsidP="00DC2E4C">
            <w:pPr>
              <w:pStyle w:val="BodyText"/>
              <w:spacing w:after="0" w:line="240" w:lineRule="auto"/>
              <w:ind w:right="-18"/>
              <w:jc w:val="right"/>
              <w:rPr>
                <w:rFonts w:cs="Angsana New"/>
                <w:lang w:val="en-US"/>
              </w:rPr>
            </w:pPr>
          </w:p>
          <w:p w14:paraId="1561D8DB" w14:textId="2D2EE146" w:rsidR="00153106" w:rsidRPr="00F73937" w:rsidRDefault="001772F2" w:rsidP="00DC2E4C">
            <w:pPr>
              <w:pStyle w:val="BodyText"/>
              <w:spacing w:after="0" w:line="240" w:lineRule="auto"/>
              <w:ind w:right="-18"/>
              <w:jc w:val="right"/>
              <w:rPr>
                <w:rFonts w:cs="Angsana New"/>
                <w:lang w:val="en-US"/>
              </w:rPr>
            </w:pPr>
            <w:r w:rsidRPr="001772F2">
              <w:rPr>
                <w:rFonts w:cs="Angsana New"/>
                <w:lang w:val="en-US"/>
              </w:rPr>
              <w:t>1,201,380</w:t>
            </w:r>
          </w:p>
        </w:tc>
        <w:tc>
          <w:tcPr>
            <w:tcW w:w="143" w:type="pct"/>
            <w:gridSpan w:val="2"/>
          </w:tcPr>
          <w:p w14:paraId="65C901C1" w14:textId="77777777" w:rsidR="00153106" w:rsidRPr="00F73937" w:rsidRDefault="00153106" w:rsidP="00153106">
            <w:pPr>
              <w:ind w:right="66"/>
              <w:jc w:val="right"/>
            </w:pPr>
          </w:p>
        </w:tc>
        <w:tc>
          <w:tcPr>
            <w:tcW w:w="623" w:type="pct"/>
            <w:gridSpan w:val="2"/>
            <w:shd w:val="clear" w:color="auto" w:fill="auto"/>
          </w:tcPr>
          <w:p w14:paraId="515E18FC" w14:textId="77777777" w:rsidR="00153106" w:rsidRPr="00F73937" w:rsidRDefault="00153106" w:rsidP="004B38E4">
            <w:pPr>
              <w:pStyle w:val="acctfourfigures"/>
              <w:shd w:val="clear" w:color="auto" w:fill="FFFFFF"/>
              <w:tabs>
                <w:tab w:val="clear" w:pos="765"/>
                <w:tab w:val="decimal" w:pos="1360"/>
              </w:tabs>
              <w:spacing w:line="240" w:lineRule="auto"/>
              <w:ind w:right="-12"/>
            </w:pPr>
          </w:p>
          <w:p w14:paraId="6B552BCB" w14:textId="6264D577" w:rsidR="00153106" w:rsidRPr="00F73937" w:rsidRDefault="00153106" w:rsidP="004B38E4">
            <w:pPr>
              <w:pStyle w:val="acctfourfigures"/>
              <w:shd w:val="clear" w:color="auto" w:fill="FFFFFF"/>
              <w:tabs>
                <w:tab w:val="clear" w:pos="765"/>
                <w:tab w:val="decimal" w:pos="1360"/>
              </w:tabs>
              <w:spacing w:line="240" w:lineRule="auto"/>
              <w:ind w:right="-12"/>
            </w:pPr>
            <w:r w:rsidRPr="00F73937">
              <w:t>1,005,000</w:t>
            </w:r>
          </w:p>
        </w:tc>
      </w:tr>
      <w:tr w:rsidR="00E54592" w:rsidRPr="00F73937" w14:paraId="714743A3" w14:textId="77777777" w:rsidTr="00F52534">
        <w:trPr>
          <w:trHeight w:val="255"/>
        </w:trPr>
        <w:tc>
          <w:tcPr>
            <w:tcW w:w="2108" w:type="pct"/>
            <w:vAlign w:val="bottom"/>
          </w:tcPr>
          <w:p w14:paraId="22FBF18D" w14:textId="288CD10B" w:rsidR="00E54592" w:rsidRPr="00F73937" w:rsidRDefault="00E54592" w:rsidP="00E54592">
            <w:pPr>
              <w:spacing w:line="240" w:lineRule="atLeast"/>
              <w:ind w:right="-137"/>
            </w:pPr>
            <w:r w:rsidRPr="00F73937">
              <w:t xml:space="preserve">Effect of shares </w:t>
            </w:r>
            <w:r w:rsidR="00C31DFE">
              <w:t>warrants</w:t>
            </w:r>
            <w:r w:rsidRPr="00F73937">
              <w:t xml:space="preserve"> exercised</w:t>
            </w:r>
          </w:p>
        </w:tc>
        <w:tc>
          <w:tcPr>
            <w:tcW w:w="626" w:type="pct"/>
            <w:shd w:val="clear" w:color="auto" w:fill="auto"/>
            <w:vAlign w:val="bottom"/>
          </w:tcPr>
          <w:p w14:paraId="366E824B" w14:textId="5CA1412C" w:rsidR="00E54592" w:rsidRPr="00F73937" w:rsidRDefault="001772F2" w:rsidP="00C31DFE">
            <w:pPr>
              <w:pStyle w:val="acctfourfigures"/>
              <w:tabs>
                <w:tab w:val="clear" w:pos="765"/>
                <w:tab w:val="decimal" w:pos="740"/>
              </w:tabs>
              <w:spacing w:line="240" w:lineRule="atLeast"/>
              <w:ind w:left="-84" w:right="-137"/>
              <w:rPr>
                <w:rFonts w:cs="Angsana New"/>
              </w:rPr>
            </w:pPr>
            <w:r>
              <w:rPr>
                <w:rFonts w:cs="Angsana New"/>
              </w:rPr>
              <w:t>-</w:t>
            </w:r>
          </w:p>
        </w:tc>
        <w:tc>
          <w:tcPr>
            <w:tcW w:w="142" w:type="pct"/>
            <w:shd w:val="clear" w:color="auto" w:fill="auto"/>
            <w:vAlign w:val="bottom"/>
          </w:tcPr>
          <w:p w14:paraId="48894971" w14:textId="77777777" w:rsidR="00E54592" w:rsidRPr="00F73937" w:rsidRDefault="00E54592" w:rsidP="00E54592">
            <w:pPr>
              <w:pStyle w:val="BodyText"/>
              <w:spacing w:after="0" w:line="240" w:lineRule="auto"/>
              <w:ind w:right="66"/>
              <w:jc w:val="right"/>
            </w:pPr>
          </w:p>
        </w:tc>
        <w:tc>
          <w:tcPr>
            <w:tcW w:w="625" w:type="pct"/>
            <w:shd w:val="clear" w:color="auto" w:fill="auto"/>
          </w:tcPr>
          <w:p w14:paraId="55D357DB" w14:textId="0D268078" w:rsidR="00E54592" w:rsidRPr="00F73937" w:rsidRDefault="00114D1D" w:rsidP="004E76C7">
            <w:pPr>
              <w:pStyle w:val="acctfourfigures"/>
              <w:shd w:val="clear" w:color="auto" w:fill="FFFFFF"/>
              <w:tabs>
                <w:tab w:val="clear" w:pos="765"/>
                <w:tab w:val="decimal" w:pos="1360"/>
              </w:tabs>
              <w:spacing w:line="240" w:lineRule="auto"/>
              <w:ind w:right="11"/>
            </w:pPr>
            <w:r w:rsidRPr="00F73937">
              <w:t>1,673</w:t>
            </w:r>
          </w:p>
        </w:tc>
        <w:tc>
          <w:tcPr>
            <w:tcW w:w="146" w:type="pct"/>
            <w:shd w:val="clear" w:color="auto" w:fill="auto"/>
          </w:tcPr>
          <w:p w14:paraId="27DE444D" w14:textId="77777777" w:rsidR="00E54592" w:rsidRPr="00F73937" w:rsidRDefault="00E54592" w:rsidP="00E54592">
            <w:pPr>
              <w:ind w:right="66"/>
              <w:jc w:val="right"/>
            </w:pPr>
          </w:p>
        </w:tc>
        <w:tc>
          <w:tcPr>
            <w:tcW w:w="588" w:type="pct"/>
            <w:shd w:val="clear" w:color="auto" w:fill="auto"/>
            <w:vAlign w:val="bottom"/>
          </w:tcPr>
          <w:p w14:paraId="14EF0C5A" w14:textId="5330FF40" w:rsidR="00E54592" w:rsidRPr="00F73937" w:rsidRDefault="001772F2" w:rsidP="00C31DFE">
            <w:pPr>
              <w:pStyle w:val="acctfourfigures"/>
              <w:tabs>
                <w:tab w:val="clear" w:pos="765"/>
                <w:tab w:val="decimal" w:pos="630"/>
              </w:tabs>
              <w:spacing w:line="240" w:lineRule="atLeast"/>
              <w:ind w:left="-84" w:right="-137"/>
              <w:rPr>
                <w:rFonts w:cs="Angsana New"/>
              </w:rPr>
            </w:pPr>
            <w:r>
              <w:rPr>
                <w:rFonts w:cs="Angsana New"/>
              </w:rPr>
              <w:t>-</w:t>
            </w:r>
          </w:p>
        </w:tc>
        <w:tc>
          <w:tcPr>
            <w:tcW w:w="143" w:type="pct"/>
            <w:gridSpan w:val="2"/>
          </w:tcPr>
          <w:p w14:paraId="31B98C06" w14:textId="77777777" w:rsidR="00E54592" w:rsidRPr="00F73937" w:rsidRDefault="00E54592" w:rsidP="00E54592">
            <w:pPr>
              <w:ind w:right="66"/>
              <w:jc w:val="right"/>
            </w:pPr>
          </w:p>
        </w:tc>
        <w:tc>
          <w:tcPr>
            <w:tcW w:w="623" w:type="pct"/>
            <w:gridSpan w:val="2"/>
            <w:shd w:val="clear" w:color="auto" w:fill="auto"/>
            <w:vAlign w:val="bottom"/>
          </w:tcPr>
          <w:p w14:paraId="363D85EA" w14:textId="4DE025CB" w:rsidR="00E54592" w:rsidRPr="00F73937" w:rsidRDefault="00114D1D" w:rsidP="004B38E4">
            <w:pPr>
              <w:pStyle w:val="acctfourfigures"/>
              <w:shd w:val="clear" w:color="auto" w:fill="FFFFFF"/>
              <w:tabs>
                <w:tab w:val="clear" w:pos="765"/>
                <w:tab w:val="decimal" w:pos="1360"/>
              </w:tabs>
              <w:spacing w:line="240" w:lineRule="auto"/>
              <w:ind w:right="-12"/>
            </w:pPr>
            <w:r w:rsidRPr="00F73937">
              <w:t>1,673</w:t>
            </w:r>
          </w:p>
        </w:tc>
      </w:tr>
      <w:tr w:rsidR="008C4FF2" w:rsidRPr="00F73937" w14:paraId="688C55E7" w14:textId="77777777" w:rsidTr="00F52534">
        <w:trPr>
          <w:trHeight w:val="255"/>
        </w:trPr>
        <w:tc>
          <w:tcPr>
            <w:tcW w:w="2108" w:type="pct"/>
            <w:vAlign w:val="bottom"/>
          </w:tcPr>
          <w:p w14:paraId="1F330622" w14:textId="29A1EBD5" w:rsidR="008C4FF2" w:rsidRPr="00F73937" w:rsidRDefault="008C4FF2" w:rsidP="00E54592">
            <w:pPr>
              <w:spacing w:line="240" w:lineRule="atLeast"/>
              <w:ind w:right="-137"/>
            </w:pPr>
            <w:r w:rsidRPr="00F73937">
              <w:t>Effect of shares iss</w:t>
            </w:r>
            <w:r w:rsidRPr="005266F1">
              <w:t>ued on 1</w:t>
            </w:r>
            <w:r w:rsidR="005266F1" w:rsidRPr="005266F1">
              <w:t>1</w:t>
            </w:r>
            <w:r w:rsidRPr="005266F1">
              <w:t xml:space="preserve"> </w:t>
            </w:r>
            <w:r w:rsidR="005266F1" w:rsidRPr="005266F1">
              <w:t>March</w:t>
            </w:r>
            <w:r w:rsidR="00F52534">
              <w:t xml:space="preserve"> 2022</w:t>
            </w:r>
          </w:p>
        </w:tc>
        <w:tc>
          <w:tcPr>
            <w:tcW w:w="626" w:type="pct"/>
            <w:tcBorders>
              <w:bottom w:val="single" w:sz="4" w:space="0" w:color="auto"/>
            </w:tcBorders>
            <w:shd w:val="clear" w:color="auto" w:fill="auto"/>
            <w:vAlign w:val="bottom"/>
          </w:tcPr>
          <w:p w14:paraId="037F1208" w14:textId="04C683D8" w:rsidR="008C4FF2" w:rsidRPr="00F73937" w:rsidRDefault="001772F2" w:rsidP="00DC2E4C">
            <w:pPr>
              <w:pStyle w:val="BodyText"/>
              <w:spacing w:after="0" w:line="240" w:lineRule="auto"/>
              <w:jc w:val="right"/>
              <w:rPr>
                <w:rFonts w:cs="Angsana New"/>
                <w:lang w:val="en-US"/>
              </w:rPr>
            </w:pPr>
            <w:r>
              <w:rPr>
                <w:rFonts w:cs="Angsana New"/>
                <w:lang w:val="en-US"/>
              </w:rPr>
              <w:t>1</w:t>
            </w:r>
            <w:r w:rsidR="00E974FE">
              <w:rPr>
                <w:rFonts w:cs="Angsana New"/>
                <w:lang w:val="en-US"/>
              </w:rPr>
              <w:t>6,333</w:t>
            </w:r>
          </w:p>
        </w:tc>
        <w:tc>
          <w:tcPr>
            <w:tcW w:w="142" w:type="pct"/>
            <w:shd w:val="clear" w:color="auto" w:fill="auto"/>
            <w:vAlign w:val="bottom"/>
          </w:tcPr>
          <w:p w14:paraId="3CE381EA" w14:textId="77777777" w:rsidR="008C4FF2" w:rsidRPr="00F73937" w:rsidRDefault="008C4FF2" w:rsidP="00E54592">
            <w:pPr>
              <w:pStyle w:val="BodyText"/>
              <w:spacing w:after="0" w:line="240" w:lineRule="auto"/>
              <w:ind w:right="66"/>
              <w:jc w:val="right"/>
            </w:pPr>
          </w:p>
        </w:tc>
        <w:tc>
          <w:tcPr>
            <w:tcW w:w="625" w:type="pct"/>
            <w:shd w:val="clear" w:color="auto" w:fill="auto"/>
          </w:tcPr>
          <w:p w14:paraId="7EFBD302" w14:textId="2C031ACB" w:rsidR="008C4FF2" w:rsidRPr="004B38E4" w:rsidRDefault="004E76C7" w:rsidP="00C31DFE">
            <w:pPr>
              <w:pStyle w:val="acctfourfigures"/>
              <w:tabs>
                <w:tab w:val="clear" w:pos="765"/>
                <w:tab w:val="decimal" w:pos="740"/>
              </w:tabs>
              <w:spacing w:line="240" w:lineRule="atLeast"/>
              <w:ind w:left="-84" w:right="-137"/>
              <w:rPr>
                <w:rFonts w:cs="Angsana New"/>
              </w:rPr>
            </w:pPr>
            <w:r w:rsidRPr="004B38E4">
              <w:rPr>
                <w:rFonts w:cs="Angsana New"/>
              </w:rPr>
              <w:t>-</w:t>
            </w:r>
          </w:p>
        </w:tc>
        <w:tc>
          <w:tcPr>
            <w:tcW w:w="146" w:type="pct"/>
            <w:shd w:val="clear" w:color="auto" w:fill="auto"/>
          </w:tcPr>
          <w:p w14:paraId="1DDAEE3D" w14:textId="77777777" w:rsidR="008C4FF2" w:rsidRPr="00F73937" w:rsidRDefault="008C4FF2" w:rsidP="00E54592">
            <w:pPr>
              <w:ind w:right="66"/>
              <w:jc w:val="right"/>
              <w:rPr>
                <w:b/>
                <w:bCs/>
              </w:rPr>
            </w:pPr>
          </w:p>
        </w:tc>
        <w:tc>
          <w:tcPr>
            <w:tcW w:w="588" w:type="pct"/>
            <w:tcBorders>
              <w:bottom w:val="single" w:sz="4" w:space="0" w:color="auto"/>
            </w:tcBorders>
            <w:shd w:val="clear" w:color="auto" w:fill="auto"/>
            <w:vAlign w:val="bottom"/>
          </w:tcPr>
          <w:p w14:paraId="72F24D09" w14:textId="3F55E191" w:rsidR="008C4FF2" w:rsidRPr="001772F2" w:rsidRDefault="00E974FE" w:rsidP="00DC2E4C">
            <w:pPr>
              <w:pStyle w:val="BodyText"/>
              <w:spacing w:after="0" w:line="240" w:lineRule="auto"/>
              <w:ind w:right="-18"/>
              <w:jc w:val="right"/>
              <w:rPr>
                <w:rFonts w:cs="Angsana New"/>
                <w:lang w:val="en-US"/>
              </w:rPr>
            </w:pPr>
            <w:r>
              <w:rPr>
                <w:rFonts w:cs="Angsana New"/>
                <w:lang w:val="en-US"/>
              </w:rPr>
              <w:t>16,333</w:t>
            </w:r>
          </w:p>
        </w:tc>
        <w:tc>
          <w:tcPr>
            <w:tcW w:w="143" w:type="pct"/>
            <w:gridSpan w:val="2"/>
          </w:tcPr>
          <w:p w14:paraId="548238EC" w14:textId="77777777" w:rsidR="008C4FF2" w:rsidRPr="00F73937" w:rsidRDefault="008C4FF2" w:rsidP="00E54592">
            <w:pPr>
              <w:ind w:right="66"/>
              <w:jc w:val="right"/>
              <w:rPr>
                <w:b/>
                <w:bCs/>
              </w:rPr>
            </w:pPr>
          </w:p>
        </w:tc>
        <w:tc>
          <w:tcPr>
            <w:tcW w:w="623" w:type="pct"/>
            <w:gridSpan w:val="2"/>
            <w:shd w:val="clear" w:color="auto" w:fill="auto"/>
            <w:vAlign w:val="bottom"/>
          </w:tcPr>
          <w:p w14:paraId="22CE89E2" w14:textId="24014023" w:rsidR="008C4FF2" w:rsidRPr="004B38E4" w:rsidRDefault="004E76C7" w:rsidP="004B38E4">
            <w:pPr>
              <w:pStyle w:val="BodyText"/>
              <w:spacing w:after="0" w:line="240" w:lineRule="auto"/>
              <w:ind w:right="-282"/>
              <w:jc w:val="center"/>
              <w:rPr>
                <w:rFonts w:cs="Angsana New"/>
                <w:lang w:val="en-US"/>
              </w:rPr>
            </w:pPr>
            <w:r w:rsidRPr="004B38E4">
              <w:rPr>
                <w:rFonts w:cs="Angsana New"/>
                <w:lang w:val="en-US"/>
              </w:rPr>
              <w:t>-</w:t>
            </w:r>
          </w:p>
        </w:tc>
      </w:tr>
      <w:tr w:rsidR="006F14EC" w:rsidRPr="00F73937" w14:paraId="18C1B56B" w14:textId="77777777" w:rsidTr="00F52534">
        <w:trPr>
          <w:trHeight w:val="255"/>
        </w:trPr>
        <w:tc>
          <w:tcPr>
            <w:tcW w:w="2108" w:type="pct"/>
            <w:vAlign w:val="bottom"/>
          </w:tcPr>
          <w:p w14:paraId="55FAB80E" w14:textId="77777777" w:rsidR="006F14EC" w:rsidRPr="00F73937" w:rsidRDefault="006F14EC" w:rsidP="006F14EC">
            <w:pPr>
              <w:spacing w:line="240" w:lineRule="atLeast"/>
              <w:ind w:right="-137"/>
              <w:rPr>
                <w:b/>
                <w:bCs/>
              </w:rPr>
            </w:pPr>
            <w:r w:rsidRPr="00F73937">
              <w:rPr>
                <w:b/>
                <w:bCs/>
              </w:rPr>
              <w:t xml:space="preserve">Weighted average number of </w:t>
            </w:r>
          </w:p>
          <w:p w14:paraId="0A3443AC" w14:textId="3A113CC7" w:rsidR="006F14EC" w:rsidRPr="00F73937" w:rsidRDefault="006F14EC" w:rsidP="006F14EC">
            <w:pPr>
              <w:spacing w:line="240" w:lineRule="atLeast"/>
              <w:ind w:right="-137"/>
            </w:pPr>
            <w:r w:rsidRPr="00F73937">
              <w:rPr>
                <w:b/>
                <w:bCs/>
              </w:rPr>
              <w:t xml:space="preserve">   ordinary shares outstanding (basic)</w:t>
            </w:r>
          </w:p>
        </w:tc>
        <w:tc>
          <w:tcPr>
            <w:tcW w:w="626" w:type="pct"/>
            <w:tcBorders>
              <w:top w:val="single" w:sz="4" w:space="0" w:color="auto"/>
              <w:bottom w:val="double" w:sz="4" w:space="0" w:color="auto"/>
            </w:tcBorders>
            <w:shd w:val="clear" w:color="auto" w:fill="auto"/>
          </w:tcPr>
          <w:p w14:paraId="5FB68DE2" w14:textId="77777777" w:rsidR="006F14EC" w:rsidRDefault="006F14EC" w:rsidP="00DC2E4C">
            <w:pPr>
              <w:pStyle w:val="BodyText"/>
              <w:spacing w:after="0" w:line="240" w:lineRule="auto"/>
              <w:jc w:val="right"/>
              <w:rPr>
                <w:rFonts w:cs="Angsana New"/>
                <w:b/>
                <w:bCs/>
                <w:lang w:val="en-US"/>
              </w:rPr>
            </w:pPr>
          </w:p>
          <w:p w14:paraId="1214CC05" w14:textId="46CDF762" w:rsidR="003E3C0F" w:rsidRPr="00F73937" w:rsidRDefault="003E3C0F" w:rsidP="00DC2E4C">
            <w:pPr>
              <w:pStyle w:val="BodyText"/>
              <w:spacing w:after="0" w:line="240" w:lineRule="auto"/>
              <w:jc w:val="right"/>
              <w:rPr>
                <w:rFonts w:cs="Angsana New"/>
                <w:b/>
                <w:bCs/>
                <w:lang w:val="en-US"/>
              </w:rPr>
            </w:pPr>
            <w:r>
              <w:rPr>
                <w:rFonts w:cs="Angsana New"/>
                <w:b/>
                <w:bCs/>
                <w:lang w:val="en-US"/>
              </w:rPr>
              <w:t>1,21</w:t>
            </w:r>
            <w:r w:rsidR="00E974FE">
              <w:rPr>
                <w:rFonts w:cs="Angsana New"/>
                <w:b/>
                <w:bCs/>
                <w:lang w:val="en-US"/>
              </w:rPr>
              <w:t>7</w:t>
            </w:r>
            <w:r>
              <w:rPr>
                <w:rFonts w:cs="Angsana New"/>
                <w:b/>
                <w:bCs/>
                <w:lang w:val="en-US"/>
              </w:rPr>
              <w:t>,</w:t>
            </w:r>
            <w:r w:rsidR="00E974FE">
              <w:rPr>
                <w:rFonts w:cs="Angsana New"/>
                <w:b/>
                <w:bCs/>
                <w:lang w:val="en-US"/>
              </w:rPr>
              <w:t>713</w:t>
            </w:r>
          </w:p>
        </w:tc>
        <w:tc>
          <w:tcPr>
            <w:tcW w:w="142" w:type="pct"/>
            <w:shd w:val="clear" w:color="auto" w:fill="auto"/>
          </w:tcPr>
          <w:p w14:paraId="42E38793" w14:textId="77777777" w:rsidR="006F14EC" w:rsidRPr="00F73937" w:rsidRDefault="006F14EC" w:rsidP="006F14EC">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tcPr>
          <w:p w14:paraId="715FDF50" w14:textId="77777777" w:rsidR="006F14EC" w:rsidRPr="00DC2E4C" w:rsidRDefault="006F14EC" w:rsidP="00163E97">
            <w:pPr>
              <w:pStyle w:val="acctfourfigures"/>
              <w:shd w:val="clear" w:color="auto" w:fill="FFFFFF"/>
              <w:tabs>
                <w:tab w:val="clear" w:pos="765"/>
                <w:tab w:val="decimal" w:pos="1360"/>
              </w:tabs>
              <w:spacing w:line="240" w:lineRule="auto"/>
              <w:ind w:right="11"/>
              <w:rPr>
                <w:b/>
                <w:bCs/>
              </w:rPr>
            </w:pPr>
          </w:p>
          <w:p w14:paraId="2DD4EF3D" w14:textId="07235426" w:rsidR="006F14EC" w:rsidRPr="00DC2E4C" w:rsidRDefault="006F14EC" w:rsidP="00163E97">
            <w:pPr>
              <w:pStyle w:val="acctfourfigures"/>
              <w:shd w:val="clear" w:color="auto" w:fill="FFFFFF"/>
              <w:tabs>
                <w:tab w:val="clear" w:pos="765"/>
                <w:tab w:val="decimal" w:pos="1360"/>
              </w:tabs>
              <w:spacing w:line="240" w:lineRule="auto"/>
              <w:ind w:right="11"/>
              <w:rPr>
                <w:b/>
                <w:bCs/>
              </w:rPr>
            </w:pPr>
            <w:r w:rsidRPr="00DC2E4C">
              <w:rPr>
                <w:b/>
                <w:bCs/>
              </w:rPr>
              <w:t>1,006,673</w:t>
            </w:r>
          </w:p>
        </w:tc>
        <w:tc>
          <w:tcPr>
            <w:tcW w:w="146" w:type="pct"/>
            <w:shd w:val="clear" w:color="auto" w:fill="auto"/>
          </w:tcPr>
          <w:p w14:paraId="5CEAD305" w14:textId="77777777" w:rsidR="006F14EC" w:rsidRPr="00F73937" w:rsidRDefault="006F14EC" w:rsidP="00163E97">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tcPr>
          <w:p w14:paraId="40096F1D" w14:textId="77777777" w:rsidR="003E3C0F" w:rsidRDefault="003E3C0F" w:rsidP="00DC2E4C">
            <w:pPr>
              <w:pStyle w:val="acctfourfigures"/>
              <w:shd w:val="clear" w:color="auto" w:fill="FFFFFF"/>
              <w:tabs>
                <w:tab w:val="clear" w:pos="765"/>
                <w:tab w:val="decimal" w:pos="1360"/>
              </w:tabs>
              <w:spacing w:line="240" w:lineRule="auto"/>
              <w:ind w:right="-18"/>
              <w:rPr>
                <w:b/>
                <w:bCs/>
              </w:rPr>
            </w:pPr>
          </w:p>
          <w:p w14:paraId="37AE5B2E" w14:textId="794891D3" w:rsidR="003E3C0F" w:rsidRPr="00F73937" w:rsidRDefault="00E974FE" w:rsidP="00DC2E4C">
            <w:pPr>
              <w:pStyle w:val="acctfourfigures"/>
              <w:shd w:val="clear" w:color="auto" w:fill="FFFFFF"/>
              <w:tabs>
                <w:tab w:val="clear" w:pos="765"/>
                <w:tab w:val="left" w:pos="871"/>
                <w:tab w:val="decimal" w:pos="1360"/>
              </w:tabs>
              <w:spacing w:line="240" w:lineRule="auto"/>
              <w:ind w:right="-18"/>
              <w:rPr>
                <w:b/>
                <w:bCs/>
              </w:rPr>
            </w:pPr>
            <w:r>
              <w:rPr>
                <w:rFonts w:cs="Angsana New"/>
                <w:b/>
                <w:bCs/>
              </w:rPr>
              <w:t>1,217,713</w:t>
            </w:r>
          </w:p>
        </w:tc>
        <w:tc>
          <w:tcPr>
            <w:tcW w:w="143" w:type="pct"/>
            <w:gridSpan w:val="2"/>
          </w:tcPr>
          <w:p w14:paraId="36ECD0EC" w14:textId="77777777" w:rsidR="006F14EC" w:rsidRPr="00F73937" w:rsidRDefault="006F14EC" w:rsidP="00163E97">
            <w:pPr>
              <w:pStyle w:val="acctfourfigures"/>
              <w:shd w:val="clear" w:color="auto" w:fill="FFFFFF"/>
              <w:tabs>
                <w:tab w:val="clear" w:pos="765"/>
                <w:tab w:val="decimal" w:pos="1360"/>
              </w:tabs>
              <w:spacing w:line="240" w:lineRule="auto"/>
              <w:ind w:right="11"/>
              <w:rPr>
                <w:b/>
                <w:bCs/>
              </w:rPr>
            </w:pPr>
          </w:p>
        </w:tc>
        <w:tc>
          <w:tcPr>
            <w:tcW w:w="623" w:type="pct"/>
            <w:gridSpan w:val="2"/>
            <w:tcBorders>
              <w:top w:val="single" w:sz="4" w:space="0" w:color="auto"/>
              <w:bottom w:val="double" w:sz="4" w:space="0" w:color="auto"/>
            </w:tcBorders>
            <w:shd w:val="clear" w:color="auto" w:fill="auto"/>
          </w:tcPr>
          <w:p w14:paraId="537FDB05" w14:textId="77777777" w:rsidR="006F14EC" w:rsidRPr="00F73937" w:rsidRDefault="006F14EC" w:rsidP="004B38E4">
            <w:pPr>
              <w:pStyle w:val="acctfourfigures"/>
              <w:shd w:val="clear" w:color="auto" w:fill="FFFFFF"/>
              <w:tabs>
                <w:tab w:val="clear" w:pos="765"/>
                <w:tab w:val="decimal" w:pos="1360"/>
              </w:tabs>
              <w:spacing w:line="240" w:lineRule="auto"/>
              <w:ind w:right="-12"/>
              <w:rPr>
                <w:b/>
                <w:bCs/>
              </w:rPr>
            </w:pPr>
          </w:p>
          <w:p w14:paraId="0504807C" w14:textId="0606F208" w:rsidR="006F14EC" w:rsidRPr="00F73937" w:rsidRDefault="006F14EC" w:rsidP="004B38E4">
            <w:pPr>
              <w:pStyle w:val="acctfourfigures"/>
              <w:shd w:val="clear" w:color="auto" w:fill="FFFFFF"/>
              <w:tabs>
                <w:tab w:val="clear" w:pos="765"/>
                <w:tab w:val="decimal" w:pos="1360"/>
              </w:tabs>
              <w:spacing w:line="240" w:lineRule="auto"/>
              <w:ind w:right="-12"/>
              <w:rPr>
                <w:b/>
                <w:bCs/>
              </w:rPr>
            </w:pPr>
            <w:r w:rsidRPr="00F73937">
              <w:rPr>
                <w:b/>
                <w:bCs/>
              </w:rPr>
              <w:t>1,006,673</w:t>
            </w:r>
          </w:p>
        </w:tc>
      </w:tr>
      <w:tr w:rsidR="00EF5B50" w:rsidRPr="00F73937" w14:paraId="741E20DF" w14:textId="77777777" w:rsidTr="00F52534">
        <w:trPr>
          <w:trHeight w:val="255"/>
        </w:trPr>
        <w:tc>
          <w:tcPr>
            <w:tcW w:w="2108" w:type="pct"/>
            <w:vAlign w:val="bottom"/>
          </w:tcPr>
          <w:p w14:paraId="5A598F54" w14:textId="59EE7469" w:rsidR="00EF5B50" w:rsidRPr="00F73937" w:rsidRDefault="00EF5B50" w:rsidP="00EF5B50">
            <w:pPr>
              <w:spacing w:line="240" w:lineRule="auto"/>
              <w:ind w:left="195" w:right="-80" w:hanging="195"/>
            </w:pPr>
            <w:r w:rsidRPr="00F73937">
              <w:t xml:space="preserve">Effect of exercise of share </w:t>
            </w:r>
            <w:r w:rsidR="00C31DFE">
              <w:t>warrants</w:t>
            </w:r>
          </w:p>
        </w:tc>
        <w:tc>
          <w:tcPr>
            <w:tcW w:w="626" w:type="pct"/>
            <w:tcBorders>
              <w:top w:val="double" w:sz="4" w:space="0" w:color="auto"/>
            </w:tcBorders>
            <w:shd w:val="clear" w:color="auto" w:fill="auto"/>
          </w:tcPr>
          <w:p w14:paraId="38DC71F7" w14:textId="5E379307" w:rsidR="00EF5B50" w:rsidRPr="00F73937" w:rsidRDefault="00F55406" w:rsidP="00DC2E4C">
            <w:pPr>
              <w:pStyle w:val="BodyText"/>
              <w:spacing w:after="0" w:line="240" w:lineRule="auto"/>
              <w:ind w:left="-370"/>
              <w:jc w:val="right"/>
            </w:pPr>
            <w:r w:rsidRPr="00F55406">
              <w:t>81,216</w:t>
            </w:r>
          </w:p>
        </w:tc>
        <w:tc>
          <w:tcPr>
            <w:tcW w:w="142" w:type="pct"/>
            <w:shd w:val="clear" w:color="auto" w:fill="auto"/>
          </w:tcPr>
          <w:p w14:paraId="7C0CF282" w14:textId="77777777" w:rsidR="00EF5B50" w:rsidRPr="00F73937" w:rsidRDefault="00EF5B50" w:rsidP="00EF5B50">
            <w:pPr>
              <w:pStyle w:val="BodyText"/>
              <w:spacing w:after="0" w:line="240" w:lineRule="auto"/>
              <w:ind w:right="66"/>
              <w:jc w:val="right"/>
            </w:pPr>
          </w:p>
        </w:tc>
        <w:tc>
          <w:tcPr>
            <w:tcW w:w="625" w:type="pct"/>
            <w:tcBorders>
              <w:top w:val="double" w:sz="4" w:space="0" w:color="auto"/>
            </w:tcBorders>
            <w:shd w:val="clear" w:color="auto" w:fill="auto"/>
          </w:tcPr>
          <w:p w14:paraId="17C06701" w14:textId="7BE097F8" w:rsidR="00EF5B50" w:rsidRPr="00F73937" w:rsidRDefault="00EF5B50" w:rsidP="00163E97">
            <w:pPr>
              <w:pStyle w:val="acctfourfigures"/>
              <w:shd w:val="clear" w:color="auto" w:fill="FFFFFF"/>
              <w:tabs>
                <w:tab w:val="clear" w:pos="765"/>
                <w:tab w:val="decimal" w:pos="1360"/>
              </w:tabs>
              <w:spacing w:line="240" w:lineRule="auto"/>
              <w:ind w:right="11"/>
            </w:pPr>
            <w:r w:rsidRPr="00F73937">
              <w:t>2,643</w:t>
            </w:r>
          </w:p>
        </w:tc>
        <w:tc>
          <w:tcPr>
            <w:tcW w:w="146" w:type="pct"/>
            <w:shd w:val="clear" w:color="auto" w:fill="auto"/>
          </w:tcPr>
          <w:p w14:paraId="4B3C5BEB" w14:textId="77777777" w:rsidR="00EF5B50" w:rsidRPr="00F73937" w:rsidRDefault="00EF5B50" w:rsidP="00163E97">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tcPr>
          <w:p w14:paraId="659F15F1" w14:textId="3B0EA9A1" w:rsidR="00EF5B50" w:rsidRPr="00F73937" w:rsidRDefault="007714D2" w:rsidP="00DC2E4C">
            <w:pPr>
              <w:pStyle w:val="acctfourfigures"/>
              <w:shd w:val="clear" w:color="auto" w:fill="FFFFFF"/>
              <w:tabs>
                <w:tab w:val="clear" w:pos="765"/>
                <w:tab w:val="decimal" w:pos="1360"/>
              </w:tabs>
              <w:spacing w:line="240" w:lineRule="auto"/>
              <w:ind w:right="-18"/>
            </w:pPr>
            <w:r w:rsidRPr="007714D2">
              <w:t>81,216</w:t>
            </w:r>
          </w:p>
        </w:tc>
        <w:tc>
          <w:tcPr>
            <w:tcW w:w="143" w:type="pct"/>
            <w:gridSpan w:val="2"/>
          </w:tcPr>
          <w:p w14:paraId="2319BB02" w14:textId="77777777" w:rsidR="00EF5B50" w:rsidRPr="00F73937" w:rsidRDefault="00EF5B50" w:rsidP="00163E97">
            <w:pPr>
              <w:pStyle w:val="acctfourfigures"/>
              <w:shd w:val="clear" w:color="auto" w:fill="FFFFFF"/>
              <w:tabs>
                <w:tab w:val="clear" w:pos="765"/>
                <w:tab w:val="decimal" w:pos="1360"/>
              </w:tabs>
              <w:spacing w:line="240" w:lineRule="auto"/>
              <w:ind w:right="11"/>
            </w:pPr>
          </w:p>
        </w:tc>
        <w:tc>
          <w:tcPr>
            <w:tcW w:w="623" w:type="pct"/>
            <w:gridSpan w:val="2"/>
            <w:tcBorders>
              <w:top w:val="double" w:sz="4" w:space="0" w:color="auto"/>
            </w:tcBorders>
          </w:tcPr>
          <w:p w14:paraId="2D280A41" w14:textId="7232F136" w:rsidR="00EF5B50" w:rsidRPr="00F73937" w:rsidRDefault="00EF5B50" w:rsidP="004B38E4">
            <w:pPr>
              <w:pStyle w:val="acctfourfigures"/>
              <w:shd w:val="clear" w:color="auto" w:fill="FFFFFF"/>
              <w:tabs>
                <w:tab w:val="clear" w:pos="765"/>
                <w:tab w:val="decimal" w:pos="1360"/>
              </w:tabs>
              <w:spacing w:line="240" w:lineRule="auto"/>
              <w:ind w:right="-12"/>
            </w:pPr>
            <w:r w:rsidRPr="00F73937">
              <w:t>2,643</w:t>
            </w:r>
          </w:p>
        </w:tc>
      </w:tr>
      <w:tr w:rsidR="00894788" w:rsidRPr="00F73937" w14:paraId="1BB42291" w14:textId="77777777" w:rsidTr="00F52534">
        <w:trPr>
          <w:trHeight w:val="255"/>
        </w:trPr>
        <w:tc>
          <w:tcPr>
            <w:tcW w:w="2108" w:type="pct"/>
            <w:vAlign w:val="bottom"/>
          </w:tcPr>
          <w:p w14:paraId="42E0133B" w14:textId="77777777" w:rsidR="00894788" w:rsidRPr="00F73937" w:rsidRDefault="00894788" w:rsidP="00894788">
            <w:pPr>
              <w:spacing w:line="240" w:lineRule="atLeast"/>
              <w:ind w:right="-137"/>
              <w:rPr>
                <w:b/>
                <w:bCs/>
              </w:rPr>
            </w:pPr>
            <w:r w:rsidRPr="00F73937">
              <w:rPr>
                <w:b/>
                <w:bCs/>
              </w:rPr>
              <w:t xml:space="preserve">Weighted average number of </w:t>
            </w:r>
          </w:p>
          <w:p w14:paraId="4881F819" w14:textId="13217E21" w:rsidR="00894788" w:rsidRPr="00F73937" w:rsidRDefault="00894788" w:rsidP="00894788">
            <w:pPr>
              <w:spacing w:line="240" w:lineRule="atLeast"/>
              <w:ind w:right="-137"/>
              <w:rPr>
                <w:b/>
                <w:bCs/>
              </w:rPr>
            </w:pPr>
            <w:r w:rsidRPr="00F73937">
              <w:rPr>
                <w:b/>
                <w:bCs/>
              </w:rPr>
              <w:t xml:space="preserve">   ordinary shares outstanding (dilute) </w:t>
            </w:r>
          </w:p>
        </w:tc>
        <w:tc>
          <w:tcPr>
            <w:tcW w:w="626" w:type="pct"/>
            <w:tcBorders>
              <w:top w:val="single" w:sz="4" w:space="0" w:color="auto"/>
              <w:bottom w:val="double" w:sz="4" w:space="0" w:color="auto"/>
            </w:tcBorders>
            <w:shd w:val="clear" w:color="auto" w:fill="auto"/>
            <w:vAlign w:val="bottom"/>
          </w:tcPr>
          <w:p w14:paraId="3D17C527" w14:textId="1812845B" w:rsidR="00894788" w:rsidRPr="00F73937" w:rsidRDefault="00874A4D" w:rsidP="00DC2E4C">
            <w:pPr>
              <w:pStyle w:val="BodyText"/>
              <w:spacing w:after="0" w:line="240" w:lineRule="auto"/>
              <w:jc w:val="right"/>
              <w:rPr>
                <w:b/>
                <w:bCs/>
              </w:rPr>
            </w:pPr>
            <w:r w:rsidRPr="00874A4D">
              <w:rPr>
                <w:b/>
                <w:bCs/>
              </w:rPr>
              <w:t>1,298,</w:t>
            </w:r>
            <w:r w:rsidR="00E974FE">
              <w:rPr>
                <w:b/>
                <w:bCs/>
              </w:rPr>
              <w:t>9</w:t>
            </w:r>
            <w:r w:rsidR="003C1082">
              <w:rPr>
                <w:b/>
                <w:bCs/>
              </w:rPr>
              <w:t>29</w:t>
            </w:r>
          </w:p>
        </w:tc>
        <w:tc>
          <w:tcPr>
            <w:tcW w:w="142" w:type="pct"/>
            <w:shd w:val="clear" w:color="auto" w:fill="auto"/>
            <w:vAlign w:val="bottom"/>
          </w:tcPr>
          <w:p w14:paraId="53F33C7D" w14:textId="77777777" w:rsidR="00894788" w:rsidRPr="00F73937" w:rsidRDefault="00894788" w:rsidP="00894788">
            <w:pPr>
              <w:pStyle w:val="BodyText"/>
              <w:spacing w:after="0" w:line="240" w:lineRule="auto"/>
              <w:ind w:right="66"/>
              <w:jc w:val="right"/>
              <w:rPr>
                <w:b/>
                <w:bCs/>
              </w:rPr>
            </w:pPr>
          </w:p>
        </w:tc>
        <w:tc>
          <w:tcPr>
            <w:tcW w:w="625" w:type="pct"/>
            <w:tcBorders>
              <w:top w:val="single" w:sz="4" w:space="0" w:color="auto"/>
              <w:bottom w:val="double" w:sz="4" w:space="0" w:color="auto"/>
            </w:tcBorders>
            <w:shd w:val="clear" w:color="auto" w:fill="auto"/>
          </w:tcPr>
          <w:p w14:paraId="4EA0FD0A" w14:textId="77777777" w:rsidR="00C1195D" w:rsidRPr="00F73937" w:rsidRDefault="00C1195D" w:rsidP="00163E97">
            <w:pPr>
              <w:pStyle w:val="acctfourfigures"/>
              <w:shd w:val="clear" w:color="auto" w:fill="FFFFFF"/>
              <w:tabs>
                <w:tab w:val="clear" w:pos="765"/>
                <w:tab w:val="decimal" w:pos="1360"/>
              </w:tabs>
              <w:spacing w:line="240" w:lineRule="auto"/>
              <w:ind w:right="11"/>
              <w:rPr>
                <w:b/>
                <w:bCs/>
              </w:rPr>
            </w:pPr>
          </w:p>
          <w:p w14:paraId="39FDD900" w14:textId="5829975F" w:rsidR="00894788" w:rsidRPr="00F73937" w:rsidRDefault="00894788" w:rsidP="00163E97">
            <w:pPr>
              <w:pStyle w:val="acctfourfigures"/>
              <w:shd w:val="clear" w:color="auto" w:fill="FFFFFF"/>
              <w:tabs>
                <w:tab w:val="clear" w:pos="765"/>
                <w:tab w:val="decimal" w:pos="1360"/>
              </w:tabs>
              <w:spacing w:line="240" w:lineRule="auto"/>
              <w:ind w:right="11"/>
              <w:rPr>
                <w:b/>
                <w:bCs/>
              </w:rPr>
            </w:pPr>
            <w:r w:rsidRPr="00F73937">
              <w:rPr>
                <w:b/>
                <w:bCs/>
              </w:rPr>
              <w:t>1,009,316</w:t>
            </w:r>
          </w:p>
        </w:tc>
        <w:tc>
          <w:tcPr>
            <w:tcW w:w="146" w:type="pct"/>
            <w:shd w:val="clear" w:color="auto" w:fill="auto"/>
          </w:tcPr>
          <w:p w14:paraId="5A7AA03A" w14:textId="77777777" w:rsidR="00894788" w:rsidRPr="00F73937" w:rsidRDefault="00894788" w:rsidP="00163E97">
            <w:pPr>
              <w:pStyle w:val="acctfourfigures"/>
              <w:shd w:val="clear" w:color="auto" w:fill="FFFFFF"/>
              <w:tabs>
                <w:tab w:val="clear" w:pos="765"/>
                <w:tab w:val="decimal" w:pos="1360"/>
              </w:tabs>
              <w:spacing w:line="240" w:lineRule="auto"/>
              <w:ind w:right="11"/>
              <w:rPr>
                <w:b/>
                <w:bCs/>
              </w:rPr>
            </w:pPr>
          </w:p>
        </w:tc>
        <w:tc>
          <w:tcPr>
            <w:tcW w:w="588" w:type="pct"/>
            <w:tcBorders>
              <w:top w:val="single" w:sz="4" w:space="0" w:color="auto"/>
              <w:bottom w:val="double" w:sz="4" w:space="0" w:color="auto"/>
            </w:tcBorders>
            <w:shd w:val="clear" w:color="auto" w:fill="auto"/>
            <w:vAlign w:val="bottom"/>
          </w:tcPr>
          <w:p w14:paraId="1F3E8643" w14:textId="659175D4" w:rsidR="00894788" w:rsidRPr="00F73937" w:rsidRDefault="00E974FE" w:rsidP="00DC2E4C">
            <w:pPr>
              <w:pStyle w:val="acctfourfigures"/>
              <w:shd w:val="clear" w:color="auto" w:fill="FFFFFF"/>
              <w:tabs>
                <w:tab w:val="clear" w:pos="765"/>
                <w:tab w:val="decimal" w:pos="1360"/>
              </w:tabs>
              <w:spacing w:line="240" w:lineRule="auto"/>
              <w:ind w:right="-18"/>
              <w:rPr>
                <w:b/>
                <w:bCs/>
              </w:rPr>
            </w:pPr>
            <w:r w:rsidRPr="00874A4D">
              <w:rPr>
                <w:b/>
                <w:bCs/>
              </w:rPr>
              <w:t>1,298,</w:t>
            </w:r>
            <w:r>
              <w:rPr>
                <w:b/>
                <w:bCs/>
              </w:rPr>
              <w:t>9</w:t>
            </w:r>
            <w:r w:rsidR="003C1082">
              <w:rPr>
                <w:b/>
                <w:bCs/>
              </w:rPr>
              <w:t>29</w:t>
            </w:r>
          </w:p>
        </w:tc>
        <w:tc>
          <w:tcPr>
            <w:tcW w:w="143" w:type="pct"/>
            <w:gridSpan w:val="2"/>
          </w:tcPr>
          <w:p w14:paraId="3CB18046" w14:textId="77777777" w:rsidR="00894788" w:rsidRPr="00F73937" w:rsidRDefault="00894788" w:rsidP="00163E97">
            <w:pPr>
              <w:pStyle w:val="acctfourfigures"/>
              <w:shd w:val="clear" w:color="auto" w:fill="FFFFFF"/>
              <w:tabs>
                <w:tab w:val="clear" w:pos="765"/>
                <w:tab w:val="decimal" w:pos="1360"/>
              </w:tabs>
              <w:spacing w:line="240" w:lineRule="auto"/>
              <w:ind w:right="11"/>
              <w:rPr>
                <w:b/>
                <w:bCs/>
              </w:rPr>
            </w:pPr>
          </w:p>
        </w:tc>
        <w:tc>
          <w:tcPr>
            <w:tcW w:w="623" w:type="pct"/>
            <w:gridSpan w:val="2"/>
            <w:tcBorders>
              <w:top w:val="single" w:sz="4" w:space="0" w:color="auto"/>
              <w:bottom w:val="double" w:sz="4" w:space="0" w:color="auto"/>
            </w:tcBorders>
            <w:vAlign w:val="bottom"/>
          </w:tcPr>
          <w:p w14:paraId="4F84260A" w14:textId="237B2973" w:rsidR="00894788" w:rsidRPr="00F73937" w:rsidRDefault="00894788" w:rsidP="004B38E4">
            <w:pPr>
              <w:pStyle w:val="acctfourfigures"/>
              <w:shd w:val="clear" w:color="auto" w:fill="FFFFFF"/>
              <w:tabs>
                <w:tab w:val="clear" w:pos="765"/>
                <w:tab w:val="decimal" w:pos="1360"/>
              </w:tabs>
              <w:spacing w:line="240" w:lineRule="auto"/>
              <w:ind w:right="-12"/>
              <w:rPr>
                <w:b/>
                <w:bCs/>
              </w:rPr>
            </w:pPr>
            <w:r w:rsidRPr="00F73937">
              <w:rPr>
                <w:b/>
                <w:bCs/>
              </w:rPr>
              <w:t>1,009,316</w:t>
            </w:r>
          </w:p>
        </w:tc>
      </w:tr>
      <w:tr w:rsidR="00894788" w:rsidRPr="00F73937" w14:paraId="718D2EB8" w14:textId="77777777" w:rsidTr="00F52534">
        <w:trPr>
          <w:trHeight w:val="255"/>
        </w:trPr>
        <w:tc>
          <w:tcPr>
            <w:tcW w:w="2108" w:type="pct"/>
            <w:vAlign w:val="bottom"/>
          </w:tcPr>
          <w:p w14:paraId="689ED70F" w14:textId="77777777" w:rsidR="00894788" w:rsidRPr="00F73937" w:rsidRDefault="00894788" w:rsidP="00894788">
            <w:pPr>
              <w:spacing w:line="240" w:lineRule="atLeast"/>
              <w:rPr>
                <w:b/>
                <w:bCs/>
              </w:rPr>
            </w:pPr>
          </w:p>
        </w:tc>
        <w:tc>
          <w:tcPr>
            <w:tcW w:w="626" w:type="pct"/>
            <w:tcBorders>
              <w:top w:val="double" w:sz="4" w:space="0" w:color="auto"/>
            </w:tcBorders>
            <w:shd w:val="clear" w:color="auto" w:fill="auto"/>
            <w:vAlign w:val="bottom"/>
          </w:tcPr>
          <w:p w14:paraId="30AD581B" w14:textId="77777777" w:rsidR="00894788" w:rsidRPr="00F73937" w:rsidRDefault="00894788" w:rsidP="00DC2E4C">
            <w:pPr>
              <w:pStyle w:val="BodyText"/>
              <w:spacing w:after="0" w:line="240" w:lineRule="auto"/>
              <w:jc w:val="right"/>
              <w:rPr>
                <w:b/>
                <w:bCs/>
              </w:rPr>
            </w:pPr>
          </w:p>
        </w:tc>
        <w:tc>
          <w:tcPr>
            <w:tcW w:w="142" w:type="pct"/>
            <w:shd w:val="clear" w:color="auto" w:fill="auto"/>
            <w:vAlign w:val="bottom"/>
          </w:tcPr>
          <w:p w14:paraId="0519CEBE" w14:textId="77777777" w:rsidR="00894788" w:rsidRPr="00F73937" w:rsidRDefault="00894788" w:rsidP="00894788">
            <w:pPr>
              <w:pStyle w:val="BodyText"/>
              <w:spacing w:after="0" w:line="240" w:lineRule="auto"/>
              <w:jc w:val="right"/>
              <w:rPr>
                <w:b/>
                <w:bCs/>
              </w:rPr>
            </w:pPr>
          </w:p>
        </w:tc>
        <w:tc>
          <w:tcPr>
            <w:tcW w:w="625" w:type="pct"/>
            <w:tcBorders>
              <w:top w:val="double" w:sz="4" w:space="0" w:color="auto"/>
            </w:tcBorders>
            <w:shd w:val="clear" w:color="auto" w:fill="auto"/>
            <w:vAlign w:val="bottom"/>
          </w:tcPr>
          <w:p w14:paraId="4A1CF4B6" w14:textId="77777777" w:rsidR="00894788" w:rsidRPr="00F73937" w:rsidRDefault="00894788" w:rsidP="00163E97">
            <w:pPr>
              <w:pStyle w:val="acctfourfigures"/>
              <w:shd w:val="clear" w:color="auto" w:fill="FFFFFF"/>
              <w:tabs>
                <w:tab w:val="clear" w:pos="765"/>
                <w:tab w:val="decimal" w:pos="1360"/>
              </w:tabs>
              <w:spacing w:line="240" w:lineRule="auto"/>
              <w:ind w:right="11"/>
            </w:pPr>
          </w:p>
        </w:tc>
        <w:tc>
          <w:tcPr>
            <w:tcW w:w="146" w:type="pct"/>
            <w:shd w:val="clear" w:color="auto" w:fill="auto"/>
            <w:vAlign w:val="bottom"/>
          </w:tcPr>
          <w:p w14:paraId="53E4D1F8" w14:textId="77777777" w:rsidR="00894788" w:rsidRPr="00F73937" w:rsidRDefault="00894788" w:rsidP="00163E97">
            <w:pPr>
              <w:pStyle w:val="acctfourfigures"/>
              <w:shd w:val="clear" w:color="auto" w:fill="FFFFFF"/>
              <w:tabs>
                <w:tab w:val="clear" w:pos="765"/>
                <w:tab w:val="decimal" w:pos="1360"/>
              </w:tabs>
              <w:spacing w:line="240" w:lineRule="auto"/>
              <w:ind w:right="11"/>
            </w:pPr>
          </w:p>
        </w:tc>
        <w:tc>
          <w:tcPr>
            <w:tcW w:w="588" w:type="pct"/>
            <w:tcBorders>
              <w:top w:val="double" w:sz="4" w:space="0" w:color="auto"/>
            </w:tcBorders>
            <w:shd w:val="clear" w:color="auto" w:fill="auto"/>
            <w:vAlign w:val="bottom"/>
          </w:tcPr>
          <w:p w14:paraId="0C57E77F" w14:textId="5B615907" w:rsidR="00894788" w:rsidRPr="00F73937" w:rsidRDefault="00894788" w:rsidP="00DC2E4C">
            <w:pPr>
              <w:pStyle w:val="acctfourfigures"/>
              <w:shd w:val="clear" w:color="auto" w:fill="FFFFFF"/>
              <w:tabs>
                <w:tab w:val="clear" w:pos="765"/>
                <w:tab w:val="decimal" w:pos="1360"/>
              </w:tabs>
              <w:spacing w:line="240" w:lineRule="auto"/>
              <w:ind w:right="-18"/>
            </w:pPr>
          </w:p>
        </w:tc>
        <w:tc>
          <w:tcPr>
            <w:tcW w:w="143" w:type="pct"/>
            <w:gridSpan w:val="2"/>
            <w:vAlign w:val="bottom"/>
          </w:tcPr>
          <w:p w14:paraId="2358A2CB" w14:textId="77777777" w:rsidR="00894788" w:rsidRPr="00F73937" w:rsidRDefault="00894788" w:rsidP="00163E97">
            <w:pPr>
              <w:pStyle w:val="acctfourfigures"/>
              <w:shd w:val="clear" w:color="auto" w:fill="FFFFFF"/>
              <w:tabs>
                <w:tab w:val="clear" w:pos="765"/>
                <w:tab w:val="decimal" w:pos="1360"/>
              </w:tabs>
              <w:spacing w:line="240" w:lineRule="auto"/>
              <w:ind w:right="11"/>
            </w:pPr>
          </w:p>
        </w:tc>
        <w:tc>
          <w:tcPr>
            <w:tcW w:w="623" w:type="pct"/>
            <w:gridSpan w:val="2"/>
            <w:tcBorders>
              <w:top w:val="double" w:sz="4" w:space="0" w:color="auto"/>
            </w:tcBorders>
            <w:vAlign w:val="bottom"/>
          </w:tcPr>
          <w:p w14:paraId="1A6A0D4E" w14:textId="77777777" w:rsidR="00894788" w:rsidRPr="00F73937" w:rsidRDefault="00894788" w:rsidP="004B38E4">
            <w:pPr>
              <w:pStyle w:val="acctfourfigures"/>
              <w:shd w:val="clear" w:color="auto" w:fill="FFFFFF"/>
              <w:tabs>
                <w:tab w:val="clear" w:pos="765"/>
                <w:tab w:val="decimal" w:pos="1360"/>
              </w:tabs>
              <w:spacing w:line="240" w:lineRule="auto"/>
              <w:ind w:right="-12"/>
            </w:pPr>
          </w:p>
        </w:tc>
      </w:tr>
      <w:tr w:rsidR="00406E64" w:rsidRPr="00F73937" w14:paraId="575478C9" w14:textId="77777777" w:rsidTr="00F52534">
        <w:trPr>
          <w:trHeight w:val="255"/>
        </w:trPr>
        <w:tc>
          <w:tcPr>
            <w:tcW w:w="2108" w:type="pct"/>
            <w:vAlign w:val="bottom"/>
          </w:tcPr>
          <w:p w14:paraId="50462A53" w14:textId="77777777" w:rsidR="00406E64" w:rsidRPr="00F73937" w:rsidRDefault="00406E64" w:rsidP="00406E64">
            <w:pPr>
              <w:spacing w:line="240" w:lineRule="atLeast"/>
              <w:rPr>
                <w:rFonts w:cstheme="minorBidi"/>
                <w:b/>
                <w:bCs/>
              </w:rPr>
            </w:pPr>
            <w:r w:rsidRPr="00F73937">
              <w:rPr>
                <w:b/>
                <w:bCs/>
              </w:rPr>
              <w:t xml:space="preserve">Earnings per share (basic) </w:t>
            </w:r>
            <w:r w:rsidRPr="00F73937">
              <w:rPr>
                <w:b/>
                <w:bCs/>
                <w:i/>
                <w:iCs/>
              </w:rPr>
              <w:t>(in Baht)</w:t>
            </w:r>
          </w:p>
        </w:tc>
        <w:tc>
          <w:tcPr>
            <w:tcW w:w="626" w:type="pct"/>
            <w:tcBorders>
              <w:bottom w:val="double" w:sz="4" w:space="0" w:color="auto"/>
            </w:tcBorders>
            <w:shd w:val="clear" w:color="auto" w:fill="auto"/>
          </w:tcPr>
          <w:p w14:paraId="2ED29822" w14:textId="1C8CF03E" w:rsidR="00406E64" w:rsidRPr="00EE18FF" w:rsidRDefault="00406E64" w:rsidP="00DC2E4C">
            <w:pPr>
              <w:pStyle w:val="BodyText"/>
              <w:spacing w:after="0" w:line="240" w:lineRule="auto"/>
              <w:jc w:val="right"/>
              <w:rPr>
                <w:b/>
                <w:bCs/>
              </w:rPr>
            </w:pPr>
            <w:r w:rsidRPr="00EE18FF">
              <w:rPr>
                <w:b/>
                <w:bCs/>
              </w:rPr>
              <w:t>0.088</w:t>
            </w:r>
            <w:r w:rsidR="00910325">
              <w:rPr>
                <w:b/>
                <w:bCs/>
              </w:rPr>
              <w:t>1</w:t>
            </w:r>
          </w:p>
        </w:tc>
        <w:tc>
          <w:tcPr>
            <w:tcW w:w="142" w:type="pct"/>
            <w:shd w:val="clear" w:color="auto" w:fill="auto"/>
            <w:vAlign w:val="bottom"/>
          </w:tcPr>
          <w:p w14:paraId="60230BFE" w14:textId="77777777" w:rsidR="00406E64" w:rsidRPr="00F73937" w:rsidRDefault="00406E64" w:rsidP="00406E64">
            <w:pPr>
              <w:pStyle w:val="BodyText"/>
              <w:spacing w:after="0" w:line="240" w:lineRule="auto"/>
              <w:jc w:val="right"/>
              <w:rPr>
                <w:b/>
                <w:bCs/>
              </w:rPr>
            </w:pPr>
          </w:p>
        </w:tc>
        <w:tc>
          <w:tcPr>
            <w:tcW w:w="625" w:type="pct"/>
            <w:tcBorders>
              <w:bottom w:val="double" w:sz="4" w:space="0" w:color="auto"/>
            </w:tcBorders>
            <w:shd w:val="clear" w:color="auto" w:fill="auto"/>
          </w:tcPr>
          <w:p w14:paraId="3B8FFF97" w14:textId="2C334C58" w:rsidR="00406E64" w:rsidRPr="00F73937" w:rsidRDefault="00406E64" w:rsidP="00406E64">
            <w:pPr>
              <w:pStyle w:val="acctfourfigures"/>
              <w:shd w:val="clear" w:color="auto" w:fill="FFFFFF"/>
              <w:tabs>
                <w:tab w:val="clear" w:pos="765"/>
                <w:tab w:val="decimal" w:pos="1360"/>
              </w:tabs>
              <w:spacing w:line="240" w:lineRule="auto"/>
              <w:ind w:right="11"/>
              <w:rPr>
                <w:b/>
                <w:bCs/>
              </w:rPr>
            </w:pPr>
            <w:r w:rsidRPr="00F73937">
              <w:rPr>
                <w:b/>
                <w:bCs/>
              </w:rPr>
              <w:t>0.0335</w:t>
            </w:r>
          </w:p>
        </w:tc>
        <w:tc>
          <w:tcPr>
            <w:tcW w:w="146" w:type="pct"/>
            <w:shd w:val="clear" w:color="auto" w:fill="auto"/>
          </w:tcPr>
          <w:p w14:paraId="1E4D2869" w14:textId="77777777" w:rsidR="00406E64" w:rsidRPr="00F73937" w:rsidRDefault="00406E64" w:rsidP="00406E64">
            <w:pPr>
              <w:pStyle w:val="acctfourfigures"/>
              <w:shd w:val="clear" w:color="auto" w:fill="FFFFFF"/>
              <w:tabs>
                <w:tab w:val="clear" w:pos="765"/>
                <w:tab w:val="decimal" w:pos="1360"/>
              </w:tabs>
              <w:spacing w:line="240" w:lineRule="auto"/>
              <w:ind w:right="11"/>
              <w:rPr>
                <w:b/>
                <w:bCs/>
              </w:rPr>
            </w:pPr>
          </w:p>
        </w:tc>
        <w:tc>
          <w:tcPr>
            <w:tcW w:w="588" w:type="pct"/>
            <w:tcBorders>
              <w:bottom w:val="double" w:sz="4" w:space="0" w:color="auto"/>
            </w:tcBorders>
            <w:shd w:val="clear" w:color="auto" w:fill="auto"/>
          </w:tcPr>
          <w:p w14:paraId="111414D8" w14:textId="41FD54FA" w:rsidR="00406E64" w:rsidRPr="00F73937" w:rsidRDefault="00FA1C2F" w:rsidP="00DC2E4C">
            <w:pPr>
              <w:pStyle w:val="acctfourfigures"/>
              <w:shd w:val="clear" w:color="auto" w:fill="FFFFFF"/>
              <w:tabs>
                <w:tab w:val="clear" w:pos="765"/>
                <w:tab w:val="decimal" w:pos="1360"/>
              </w:tabs>
              <w:spacing w:line="240" w:lineRule="auto"/>
              <w:ind w:right="-18"/>
              <w:rPr>
                <w:b/>
                <w:bCs/>
              </w:rPr>
            </w:pPr>
            <w:r w:rsidRPr="00FA1C2F">
              <w:rPr>
                <w:b/>
                <w:bCs/>
              </w:rPr>
              <w:t>0.592</w:t>
            </w:r>
            <w:r w:rsidR="00910325">
              <w:rPr>
                <w:b/>
                <w:bCs/>
              </w:rPr>
              <w:t>1</w:t>
            </w:r>
          </w:p>
        </w:tc>
        <w:tc>
          <w:tcPr>
            <w:tcW w:w="143" w:type="pct"/>
            <w:gridSpan w:val="2"/>
          </w:tcPr>
          <w:p w14:paraId="4A706DFF" w14:textId="77777777" w:rsidR="00406E64" w:rsidRPr="00F73937" w:rsidRDefault="00406E64" w:rsidP="00406E64">
            <w:pPr>
              <w:pStyle w:val="acctfourfigures"/>
              <w:shd w:val="clear" w:color="auto" w:fill="FFFFFF"/>
              <w:tabs>
                <w:tab w:val="clear" w:pos="765"/>
                <w:tab w:val="decimal" w:pos="1360"/>
              </w:tabs>
              <w:spacing w:line="240" w:lineRule="auto"/>
              <w:ind w:right="11"/>
              <w:rPr>
                <w:b/>
                <w:bCs/>
              </w:rPr>
            </w:pPr>
          </w:p>
        </w:tc>
        <w:tc>
          <w:tcPr>
            <w:tcW w:w="623" w:type="pct"/>
            <w:gridSpan w:val="2"/>
            <w:tcBorders>
              <w:bottom w:val="double" w:sz="4" w:space="0" w:color="auto"/>
            </w:tcBorders>
          </w:tcPr>
          <w:p w14:paraId="5638AD12" w14:textId="4704A881" w:rsidR="00406E64" w:rsidRPr="00F73937" w:rsidRDefault="00406E64" w:rsidP="004B38E4">
            <w:pPr>
              <w:pStyle w:val="acctfourfigures"/>
              <w:shd w:val="clear" w:color="auto" w:fill="FFFFFF"/>
              <w:tabs>
                <w:tab w:val="clear" w:pos="765"/>
                <w:tab w:val="decimal" w:pos="1360"/>
              </w:tabs>
              <w:spacing w:line="240" w:lineRule="auto"/>
              <w:ind w:right="-12"/>
              <w:rPr>
                <w:b/>
                <w:bCs/>
              </w:rPr>
            </w:pPr>
            <w:r w:rsidRPr="00F73937">
              <w:rPr>
                <w:b/>
                <w:bCs/>
              </w:rPr>
              <w:t>0.0339</w:t>
            </w:r>
          </w:p>
        </w:tc>
      </w:tr>
      <w:tr w:rsidR="00406E64" w:rsidRPr="00F73937" w14:paraId="1C9ECEB1" w14:textId="77777777" w:rsidTr="00F52534">
        <w:trPr>
          <w:trHeight w:val="255"/>
        </w:trPr>
        <w:tc>
          <w:tcPr>
            <w:tcW w:w="2108" w:type="pct"/>
            <w:vAlign w:val="bottom"/>
          </w:tcPr>
          <w:p w14:paraId="5EAA8A6A" w14:textId="77777777" w:rsidR="00406E64" w:rsidRPr="00F73937" w:rsidRDefault="00406E64" w:rsidP="00406E64">
            <w:pPr>
              <w:spacing w:line="240" w:lineRule="atLeast"/>
              <w:rPr>
                <w:b/>
                <w:bCs/>
              </w:rPr>
            </w:pPr>
            <w:r w:rsidRPr="00F73937">
              <w:rPr>
                <w:b/>
                <w:bCs/>
              </w:rPr>
              <w:t xml:space="preserve">Earnings per share (dilute) </w:t>
            </w:r>
            <w:r w:rsidRPr="00F73937">
              <w:rPr>
                <w:b/>
                <w:bCs/>
                <w:i/>
                <w:iCs/>
              </w:rPr>
              <w:t>(in Baht)</w:t>
            </w:r>
          </w:p>
        </w:tc>
        <w:tc>
          <w:tcPr>
            <w:tcW w:w="626" w:type="pct"/>
            <w:tcBorders>
              <w:top w:val="double" w:sz="4" w:space="0" w:color="auto"/>
              <w:bottom w:val="double" w:sz="4" w:space="0" w:color="auto"/>
            </w:tcBorders>
            <w:shd w:val="clear" w:color="auto" w:fill="auto"/>
          </w:tcPr>
          <w:p w14:paraId="4F8CE4B7" w14:textId="3027A250" w:rsidR="00406E64" w:rsidRPr="00EE18FF" w:rsidRDefault="00406E64" w:rsidP="00DC2E4C">
            <w:pPr>
              <w:pStyle w:val="BodyText"/>
              <w:spacing w:after="0" w:line="240" w:lineRule="auto"/>
              <w:jc w:val="right"/>
              <w:rPr>
                <w:b/>
                <w:bCs/>
              </w:rPr>
            </w:pPr>
            <w:r w:rsidRPr="00EE18FF">
              <w:rPr>
                <w:b/>
                <w:bCs/>
              </w:rPr>
              <w:t>0.0826</w:t>
            </w:r>
          </w:p>
        </w:tc>
        <w:tc>
          <w:tcPr>
            <w:tcW w:w="142" w:type="pct"/>
            <w:shd w:val="clear" w:color="auto" w:fill="auto"/>
            <w:vAlign w:val="bottom"/>
          </w:tcPr>
          <w:p w14:paraId="6B2F2302" w14:textId="77777777" w:rsidR="00406E64" w:rsidRPr="00F73937" w:rsidRDefault="00406E64" w:rsidP="00406E64">
            <w:pPr>
              <w:pStyle w:val="BodyText"/>
              <w:spacing w:after="0" w:line="240" w:lineRule="auto"/>
              <w:jc w:val="right"/>
              <w:rPr>
                <w:b/>
                <w:bCs/>
              </w:rPr>
            </w:pPr>
          </w:p>
        </w:tc>
        <w:tc>
          <w:tcPr>
            <w:tcW w:w="625" w:type="pct"/>
            <w:tcBorders>
              <w:top w:val="double" w:sz="4" w:space="0" w:color="auto"/>
              <w:bottom w:val="double" w:sz="4" w:space="0" w:color="auto"/>
            </w:tcBorders>
            <w:shd w:val="clear" w:color="auto" w:fill="auto"/>
          </w:tcPr>
          <w:p w14:paraId="0A5EFE76" w14:textId="18C14338" w:rsidR="00406E64" w:rsidRPr="00F73937" w:rsidRDefault="00406E64" w:rsidP="00406E64">
            <w:pPr>
              <w:pStyle w:val="acctfourfigures"/>
              <w:shd w:val="clear" w:color="auto" w:fill="FFFFFF"/>
              <w:tabs>
                <w:tab w:val="clear" w:pos="765"/>
                <w:tab w:val="decimal" w:pos="1360"/>
              </w:tabs>
              <w:spacing w:line="240" w:lineRule="auto"/>
              <w:ind w:right="11"/>
              <w:rPr>
                <w:b/>
                <w:bCs/>
              </w:rPr>
            </w:pPr>
            <w:r w:rsidRPr="00F73937">
              <w:rPr>
                <w:b/>
                <w:bCs/>
              </w:rPr>
              <w:t>0.0334</w:t>
            </w:r>
          </w:p>
        </w:tc>
        <w:tc>
          <w:tcPr>
            <w:tcW w:w="146" w:type="pct"/>
            <w:shd w:val="clear" w:color="auto" w:fill="auto"/>
          </w:tcPr>
          <w:p w14:paraId="7954BCB8" w14:textId="77777777" w:rsidR="00406E64" w:rsidRPr="00F73937" w:rsidRDefault="00406E64" w:rsidP="00406E64">
            <w:pPr>
              <w:pStyle w:val="acctfourfigures"/>
              <w:shd w:val="clear" w:color="auto" w:fill="FFFFFF"/>
              <w:tabs>
                <w:tab w:val="clear" w:pos="765"/>
                <w:tab w:val="decimal" w:pos="1360"/>
              </w:tabs>
              <w:spacing w:line="240" w:lineRule="auto"/>
              <w:ind w:right="11"/>
              <w:rPr>
                <w:b/>
                <w:bCs/>
              </w:rPr>
            </w:pPr>
          </w:p>
        </w:tc>
        <w:tc>
          <w:tcPr>
            <w:tcW w:w="588" w:type="pct"/>
            <w:tcBorders>
              <w:top w:val="double" w:sz="4" w:space="0" w:color="auto"/>
              <w:bottom w:val="double" w:sz="4" w:space="0" w:color="auto"/>
            </w:tcBorders>
            <w:shd w:val="clear" w:color="auto" w:fill="auto"/>
          </w:tcPr>
          <w:p w14:paraId="42D8E677" w14:textId="7685F115" w:rsidR="00406E64" w:rsidRPr="00F73937" w:rsidRDefault="006E79C0" w:rsidP="00DC2E4C">
            <w:pPr>
              <w:pStyle w:val="acctfourfigures"/>
              <w:shd w:val="clear" w:color="auto" w:fill="FFFFFF"/>
              <w:tabs>
                <w:tab w:val="clear" w:pos="765"/>
                <w:tab w:val="decimal" w:pos="1360"/>
              </w:tabs>
              <w:spacing w:line="240" w:lineRule="auto"/>
              <w:ind w:right="-18"/>
              <w:rPr>
                <w:b/>
                <w:bCs/>
                <w:cs/>
              </w:rPr>
            </w:pPr>
            <w:r w:rsidRPr="006E79C0">
              <w:rPr>
                <w:b/>
                <w:bCs/>
              </w:rPr>
              <w:t>0.555</w:t>
            </w:r>
            <w:r w:rsidR="00910325">
              <w:rPr>
                <w:b/>
                <w:bCs/>
              </w:rPr>
              <w:t>1</w:t>
            </w:r>
          </w:p>
        </w:tc>
        <w:tc>
          <w:tcPr>
            <w:tcW w:w="162" w:type="pct"/>
            <w:gridSpan w:val="3"/>
          </w:tcPr>
          <w:p w14:paraId="160E3461" w14:textId="77777777" w:rsidR="00406E64" w:rsidRPr="00F73937" w:rsidRDefault="00406E64" w:rsidP="004B38E4">
            <w:pPr>
              <w:pStyle w:val="acctfourfigures"/>
              <w:shd w:val="clear" w:color="auto" w:fill="FFFFFF"/>
              <w:tabs>
                <w:tab w:val="clear" w:pos="765"/>
                <w:tab w:val="decimal" w:pos="1360"/>
              </w:tabs>
              <w:spacing w:line="240" w:lineRule="auto"/>
              <w:ind w:right="-12"/>
              <w:rPr>
                <w:b/>
                <w:bCs/>
              </w:rPr>
            </w:pPr>
          </w:p>
        </w:tc>
        <w:tc>
          <w:tcPr>
            <w:tcW w:w="604" w:type="pct"/>
            <w:tcBorders>
              <w:top w:val="double" w:sz="4" w:space="0" w:color="auto"/>
              <w:bottom w:val="double" w:sz="4" w:space="0" w:color="auto"/>
            </w:tcBorders>
          </w:tcPr>
          <w:p w14:paraId="39FC3C37" w14:textId="493C7377" w:rsidR="00406E64" w:rsidRPr="00F73937" w:rsidRDefault="00406E64" w:rsidP="004B38E4">
            <w:pPr>
              <w:pStyle w:val="acctfourfigures"/>
              <w:shd w:val="clear" w:color="auto" w:fill="FFFFFF"/>
              <w:tabs>
                <w:tab w:val="clear" w:pos="765"/>
                <w:tab w:val="decimal" w:pos="1360"/>
              </w:tabs>
              <w:spacing w:line="240" w:lineRule="auto"/>
              <w:ind w:right="-12"/>
              <w:rPr>
                <w:b/>
                <w:bCs/>
              </w:rPr>
            </w:pPr>
            <w:r w:rsidRPr="00F73937">
              <w:rPr>
                <w:b/>
                <w:bCs/>
              </w:rPr>
              <w:t>0.0338</w:t>
            </w:r>
          </w:p>
        </w:tc>
      </w:tr>
    </w:tbl>
    <w:p w14:paraId="422DC96E" w14:textId="4DBDD509" w:rsidR="00760D6C" w:rsidRPr="00F73937" w:rsidRDefault="00760D6C" w:rsidP="00F73937">
      <w:pPr>
        <w:pStyle w:val="block"/>
        <w:spacing w:after="0" w:line="240" w:lineRule="auto"/>
        <w:ind w:left="0" w:right="380"/>
        <w:jc w:val="both"/>
        <w:rPr>
          <w:rFonts w:cstheme="minorBidi"/>
          <w:spacing w:val="-2"/>
        </w:rPr>
      </w:pPr>
    </w:p>
    <w:p w14:paraId="7286F570" w14:textId="178AB0D4" w:rsidR="00E03961" w:rsidRPr="00B07727" w:rsidRDefault="00457F9B" w:rsidP="004B73D6">
      <w:pPr>
        <w:pStyle w:val="Heading1"/>
        <w:numPr>
          <w:ilvl w:val="0"/>
          <w:numId w:val="13"/>
        </w:numPr>
        <w:tabs>
          <w:tab w:val="left" w:pos="567"/>
        </w:tabs>
        <w:spacing w:before="0" w:after="0" w:line="240" w:lineRule="auto"/>
        <w:ind w:left="1080" w:hanging="594"/>
        <w:jc w:val="both"/>
        <w:rPr>
          <w:b/>
          <w:bCs/>
          <w:i w:val="0"/>
          <w:iCs/>
          <w:szCs w:val="24"/>
        </w:rPr>
      </w:pPr>
      <w:r w:rsidRPr="00B07727">
        <w:rPr>
          <w:b/>
          <w:bCs/>
          <w:i w:val="0"/>
          <w:iCs/>
          <w:szCs w:val="24"/>
        </w:rPr>
        <w:t>Financial instruments</w:t>
      </w:r>
    </w:p>
    <w:p w14:paraId="3E82B19D" w14:textId="77777777" w:rsidR="00AB16CF" w:rsidRPr="00F73937" w:rsidRDefault="00AB16CF" w:rsidP="00FB0EC5">
      <w:pPr>
        <w:spacing w:line="240" w:lineRule="auto"/>
        <w:ind w:left="5" w:firstLine="562"/>
        <w:rPr>
          <w:color w:val="000000"/>
          <w:cs/>
        </w:rPr>
      </w:pPr>
    </w:p>
    <w:p w14:paraId="4C9449CF" w14:textId="28F984BB" w:rsidR="00AD6FBF" w:rsidRDefault="00CF1E40" w:rsidP="00097D28">
      <w:pPr>
        <w:spacing w:line="240" w:lineRule="auto"/>
        <w:ind w:left="1080"/>
        <w:jc w:val="thaiDistribute"/>
        <w:rPr>
          <w:rFonts w:cstheme="minorBidi"/>
          <w:spacing w:val="-2"/>
          <w:lang w:eastAsia="x-none"/>
        </w:rPr>
      </w:pPr>
      <w:r w:rsidRPr="00CF1E40">
        <w:rPr>
          <w:rFonts w:cstheme="minorBidi"/>
          <w:spacing w:val="-2"/>
          <w:lang w:eastAsia="x-none"/>
        </w:rPr>
        <w:t>The following table shows the carrying amounts and fair values of financial assets, including their levels in the fair value hierarchy</w:t>
      </w:r>
      <w:r w:rsidR="00867595">
        <w:rPr>
          <w:rFonts w:cstheme="minorBidi"/>
          <w:spacing w:val="-2"/>
          <w:lang w:eastAsia="x-none"/>
        </w:rPr>
        <w:t>, but do</w:t>
      </w:r>
      <w:r w:rsidR="00AF74E9">
        <w:rPr>
          <w:rFonts w:cstheme="minorBidi"/>
          <w:spacing w:val="-2"/>
          <w:lang w:eastAsia="x-none"/>
        </w:rPr>
        <w:t>es</w:t>
      </w:r>
      <w:r w:rsidRPr="00CF1E40">
        <w:rPr>
          <w:rFonts w:cstheme="minorBidi"/>
          <w:spacing w:val="-2"/>
          <w:lang w:eastAsia="x-none"/>
        </w:rPr>
        <w:t xml:space="preserve"> not include fair value information for financial assets and financial liabilities measured at amortised cost if the carrying amount is a reasonable approximation of fair value.</w:t>
      </w:r>
    </w:p>
    <w:p w14:paraId="27B606C1" w14:textId="0D2DE8F1" w:rsidR="00BA77B9" w:rsidRDefault="00BA77B9" w:rsidP="00CF1E40">
      <w:pPr>
        <w:spacing w:line="240" w:lineRule="auto"/>
        <w:ind w:left="1080"/>
        <w:rPr>
          <w:rFonts w:cstheme="minorBidi"/>
          <w:spacing w:val="-2"/>
          <w:lang w:eastAsia="x-none"/>
        </w:rPr>
      </w:pPr>
    </w:p>
    <w:tbl>
      <w:tblPr>
        <w:tblW w:w="9450" w:type="dxa"/>
        <w:tblInd w:w="990" w:type="dxa"/>
        <w:tblLayout w:type="fixed"/>
        <w:tblCellMar>
          <w:left w:w="79" w:type="dxa"/>
          <w:right w:w="79" w:type="dxa"/>
        </w:tblCellMar>
        <w:tblLook w:val="0000" w:firstRow="0" w:lastRow="0" w:firstColumn="0" w:lastColumn="0" w:noHBand="0" w:noVBand="0"/>
      </w:tblPr>
      <w:tblGrid>
        <w:gridCol w:w="3240"/>
        <w:gridCol w:w="1170"/>
        <w:gridCol w:w="180"/>
        <w:gridCol w:w="1080"/>
        <w:gridCol w:w="180"/>
        <w:gridCol w:w="1080"/>
        <w:gridCol w:w="180"/>
        <w:gridCol w:w="1080"/>
        <w:gridCol w:w="180"/>
        <w:gridCol w:w="1080"/>
      </w:tblGrid>
      <w:tr w:rsidR="004D6702" w:rsidRPr="008857C9" w14:paraId="4573BFB8" w14:textId="77777777" w:rsidTr="00F52534">
        <w:trPr>
          <w:cantSplit/>
          <w:tblHeader/>
        </w:trPr>
        <w:tc>
          <w:tcPr>
            <w:tcW w:w="3240" w:type="dxa"/>
            <w:shd w:val="clear" w:color="auto" w:fill="auto"/>
          </w:tcPr>
          <w:p w14:paraId="030ECC56" w14:textId="77777777" w:rsidR="004D6702" w:rsidRPr="004D6702" w:rsidRDefault="004D6702" w:rsidP="004D6702">
            <w:pPr>
              <w:spacing w:line="240" w:lineRule="atLeast"/>
              <w:ind w:right="-137"/>
            </w:pPr>
          </w:p>
        </w:tc>
        <w:tc>
          <w:tcPr>
            <w:tcW w:w="6210" w:type="dxa"/>
            <w:gridSpan w:val="9"/>
          </w:tcPr>
          <w:p w14:paraId="69C1A8C0" w14:textId="1E1CFB9A" w:rsidR="004D6702" w:rsidRPr="003A75A2" w:rsidRDefault="004D6702" w:rsidP="003A75A2">
            <w:pPr>
              <w:pStyle w:val="acctfourfigures"/>
              <w:tabs>
                <w:tab w:val="clear" w:pos="765"/>
              </w:tabs>
              <w:spacing w:line="240" w:lineRule="atLeast"/>
              <w:ind w:right="-137"/>
              <w:jc w:val="center"/>
              <w:rPr>
                <w:b/>
                <w:bCs/>
              </w:rPr>
            </w:pPr>
            <w:r w:rsidRPr="003A75A2">
              <w:rPr>
                <w:b/>
                <w:bCs/>
              </w:rPr>
              <w:t>Consolidated financial statements</w:t>
            </w:r>
          </w:p>
        </w:tc>
      </w:tr>
      <w:tr w:rsidR="004D6702" w:rsidRPr="008857C9" w14:paraId="62BE6DE5" w14:textId="77777777" w:rsidTr="00F52534">
        <w:trPr>
          <w:cantSplit/>
          <w:tblHeader/>
        </w:trPr>
        <w:tc>
          <w:tcPr>
            <w:tcW w:w="3240" w:type="dxa"/>
            <w:shd w:val="clear" w:color="auto" w:fill="auto"/>
          </w:tcPr>
          <w:p w14:paraId="048ECAE4" w14:textId="58ECF393" w:rsidR="004D6702" w:rsidRPr="004D6702" w:rsidRDefault="004D6702" w:rsidP="004D6702">
            <w:pPr>
              <w:spacing w:line="240" w:lineRule="atLeast"/>
              <w:ind w:right="-137"/>
            </w:pPr>
          </w:p>
        </w:tc>
        <w:tc>
          <w:tcPr>
            <w:tcW w:w="1170" w:type="dxa"/>
          </w:tcPr>
          <w:p w14:paraId="750A4685" w14:textId="77777777" w:rsidR="004D6702" w:rsidRPr="003A75A2" w:rsidRDefault="004D6702" w:rsidP="00D209BF">
            <w:pPr>
              <w:pStyle w:val="acctfourfigures"/>
              <w:tabs>
                <w:tab w:val="clear" w:pos="765"/>
              </w:tabs>
              <w:spacing w:line="240" w:lineRule="atLeast"/>
              <w:ind w:left="-80" w:right="-80"/>
              <w:jc w:val="center"/>
              <w:rPr>
                <w:b/>
                <w:bCs/>
              </w:rPr>
            </w:pPr>
            <w:r w:rsidRPr="003A75A2">
              <w:rPr>
                <w:b/>
                <w:bCs/>
              </w:rPr>
              <w:t>Carrying</w:t>
            </w:r>
          </w:p>
          <w:p w14:paraId="26405747" w14:textId="03F4FEDF" w:rsidR="004D6702" w:rsidRPr="003A75A2" w:rsidRDefault="004D6702" w:rsidP="003A75A2">
            <w:pPr>
              <w:pStyle w:val="acctfourfigures"/>
              <w:tabs>
                <w:tab w:val="clear" w:pos="765"/>
              </w:tabs>
              <w:spacing w:line="240" w:lineRule="atLeast"/>
              <w:ind w:right="6"/>
              <w:jc w:val="center"/>
              <w:rPr>
                <w:b/>
                <w:bCs/>
              </w:rPr>
            </w:pPr>
            <w:r w:rsidRPr="003A75A2">
              <w:rPr>
                <w:b/>
                <w:bCs/>
              </w:rPr>
              <w:t>amount</w:t>
            </w:r>
          </w:p>
        </w:tc>
        <w:tc>
          <w:tcPr>
            <w:tcW w:w="180" w:type="dxa"/>
          </w:tcPr>
          <w:p w14:paraId="0D60F51F" w14:textId="77777777" w:rsidR="004D6702" w:rsidRPr="003A75A2" w:rsidRDefault="004D6702" w:rsidP="003A75A2">
            <w:pPr>
              <w:pStyle w:val="acctfourfigures"/>
              <w:tabs>
                <w:tab w:val="clear" w:pos="765"/>
                <w:tab w:val="decimal" w:pos="731"/>
              </w:tabs>
              <w:spacing w:line="240" w:lineRule="atLeast"/>
              <w:ind w:right="-137"/>
              <w:jc w:val="center"/>
              <w:rPr>
                <w:b/>
                <w:bCs/>
              </w:rPr>
            </w:pPr>
          </w:p>
        </w:tc>
        <w:tc>
          <w:tcPr>
            <w:tcW w:w="4860" w:type="dxa"/>
            <w:gridSpan w:val="7"/>
            <w:shd w:val="clear" w:color="auto" w:fill="auto"/>
            <w:vAlign w:val="bottom"/>
          </w:tcPr>
          <w:p w14:paraId="5BA84DD3" w14:textId="77777777" w:rsidR="004D6702" w:rsidRPr="003A75A2" w:rsidRDefault="004D6702" w:rsidP="003A75A2">
            <w:pPr>
              <w:pStyle w:val="acctfourfigures"/>
              <w:tabs>
                <w:tab w:val="clear" w:pos="765"/>
              </w:tabs>
              <w:spacing w:line="240" w:lineRule="atLeast"/>
              <w:ind w:right="-137"/>
              <w:jc w:val="center"/>
              <w:rPr>
                <w:b/>
                <w:bCs/>
              </w:rPr>
            </w:pPr>
            <w:r w:rsidRPr="003A75A2">
              <w:rPr>
                <w:b/>
                <w:bCs/>
              </w:rPr>
              <w:t>Fair value</w:t>
            </w:r>
          </w:p>
        </w:tc>
      </w:tr>
      <w:tr w:rsidR="004D6702" w:rsidRPr="008857C9" w14:paraId="34667555" w14:textId="77777777" w:rsidTr="00F52534">
        <w:trPr>
          <w:cantSplit/>
          <w:tblHeader/>
        </w:trPr>
        <w:tc>
          <w:tcPr>
            <w:tcW w:w="3240" w:type="dxa"/>
            <w:shd w:val="clear" w:color="auto" w:fill="auto"/>
          </w:tcPr>
          <w:p w14:paraId="3E8AC6A7" w14:textId="77777777" w:rsidR="004D6702" w:rsidRPr="004D6702" w:rsidRDefault="004D6702" w:rsidP="004D6702">
            <w:pPr>
              <w:spacing w:line="240" w:lineRule="atLeast"/>
              <w:ind w:right="-137"/>
            </w:pPr>
          </w:p>
        </w:tc>
        <w:tc>
          <w:tcPr>
            <w:tcW w:w="1170" w:type="dxa"/>
          </w:tcPr>
          <w:p w14:paraId="4CA5D862" w14:textId="77777777" w:rsidR="003A75A2" w:rsidRDefault="00FF53C5" w:rsidP="00F52534">
            <w:pPr>
              <w:pStyle w:val="acctfourfigures"/>
              <w:tabs>
                <w:tab w:val="clear" w:pos="765"/>
              </w:tabs>
              <w:spacing w:line="240" w:lineRule="atLeast"/>
              <w:ind w:left="-80" w:right="-80"/>
              <w:jc w:val="center"/>
            </w:pPr>
            <w:r w:rsidRPr="00FF53C5">
              <w:t>Financial instruments</w:t>
            </w:r>
          </w:p>
          <w:p w14:paraId="6CF3D40D" w14:textId="3C60122B" w:rsidR="004D6702" w:rsidRPr="004D6702" w:rsidRDefault="00FF53C5" w:rsidP="00F52534">
            <w:pPr>
              <w:pStyle w:val="acctfourfigures"/>
              <w:tabs>
                <w:tab w:val="clear" w:pos="765"/>
              </w:tabs>
              <w:spacing w:line="240" w:lineRule="atLeast"/>
              <w:ind w:left="-80" w:right="-80"/>
              <w:jc w:val="center"/>
            </w:pPr>
            <w:r w:rsidRPr="00FF53C5">
              <w:t>measured at FVTPL</w:t>
            </w:r>
          </w:p>
        </w:tc>
        <w:tc>
          <w:tcPr>
            <w:tcW w:w="180" w:type="dxa"/>
          </w:tcPr>
          <w:p w14:paraId="611AD954" w14:textId="77777777" w:rsidR="004D6702" w:rsidRPr="004D6702" w:rsidRDefault="004D6702" w:rsidP="003A75A2">
            <w:pPr>
              <w:pStyle w:val="acctfourfigures"/>
              <w:tabs>
                <w:tab w:val="clear" w:pos="765"/>
                <w:tab w:val="decimal" w:pos="731"/>
              </w:tabs>
              <w:spacing w:line="240" w:lineRule="atLeast"/>
              <w:ind w:right="-137"/>
              <w:jc w:val="center"/>
            </w:pPr>
          </w:p>
        </w:tc>
        <w:tc>
          <w:tcPr>
            <w:tcW w:w="1080" w:type="dxa"/>
            <w:shd w:val="clear" w:color="auto" w:fill="auto"/>
          </w:tcPr>
          <w:p w14:paraId="52DA1CA2" w14:textId="77777777" w:rsidR="00FF53C5" w:rsidRDefault="00FF53C5" w:rsidP="000516BE">
            <w:pPr>
              <w:pStyle w:val="acctfourfigures"/>
              <w:tabs>
                <w:tab w:val="clear" w:pos="765"/>
              </w:tabs>
              <w:spacing w:line="240" w:lineRule="atLeast"/>
              <w:ind w:right="-139" w:hanging="174"/>
              <w:jc w:val="center"/>
            </w:pPr>
          </w:p>
          <w:p w14:paraId="70F143BF" w14:textId="77777777" w:rsidR="00FF53C5" w:rsidRDefault="00FF53C5" w:rsidP="000516BE">
            <w:pPr>
              <w:pStyle w:val="acctfourfigures"/>
              <w:tabs>
                <w:tab w:val="clear" w:pos="765"/>
              </w:tabs>
              <w:spacing w:line="240" w:lineRule="atLeast"/>
              <w:ind w:right="-139" w:hanging="174"/>
              <w:jc w:val="center"/>
            </w:pPr>
          </w:p>
          <w:p w14:paraId="704ACA64" w14:textId="77777777" w:rsidR="00FF53C5" w:rsidRDefault="00FF53C5" w:rsidP="000516BE">
            <w:pPr>
              <w:pStyle w:val="acctfourfigures"/>
              <w:tabs>
                <w:tab w:val="clear" w:pos="765"/>
              </w:tabs>
              <w:spacing w:line="240" w:lineRule="atLeast"/>
              <w:ind w:right="-139" w:hanging="174"/>
              <w:jc w:val="center"/>
            </w:pPr>
          </w:p>
          <w:p w14:paraId="5E1046DA" w14:textId="72C0FA2F" w:rsidR="004D6702" w:rsidRPr="004D6702" w:rsidRDefault="004D6702" w:rsidP="000516BE">
            <w:pPr>
              <w:pStyle w:val="acctfourfigures"/>
              <w:tabs>
                <w:tab w:val="clear" w:pos="765"/>
              </w:tabs>
              <w:spacing w:line="240" w:lineRule="atLeast"/>
              <w:ind w:right="-139" w:hanging="174"/>
              <w:jc w:val="center"/>
            </w:pPr>
            <w:r w:rsidRPr="004D6702">
              <w:t>Level 1</w:t>
            </w:r>
          </w:p>
        </w:tc>
        <w:tc>
          <w:tcPr>
            <w:tcW w:w="180" w:type="dxa"/>
            <w:shd w:val="clear" w:color="auto" w:fill="auto"/>
          </w:tcPr>
          <w:p w14:paraId="317B0325" w14:textId="77777777" w:rsidR="004D6702" w:rsidRPr="004D6702" w:rsidRDefault="004D6702" w:rsidP="000516BE">
            <w:pPr>
              <w:pStyle w:val="acctfourfigures"/>
              <w:spacing w:line="240" w:lineRule="atLeast"/>
              <w:ind w:right="-139" w:hanging="174"/>
              <w:jc w:val="center"/>
            </w:pPr>
          </w:p>
        </w:tc>
        <w:tc>
          <w:tcPr>
            <w:tcW w:w="1080" w:type="dxa"/>
            <w:shd w:val="clear" w:color="auto" w:fill="auto"/>
          </w:tcPr>
          <w:p w14:paraId="33A5581F" w14:textId="77777777" w:rsidR="00FF53C5" w:rsidRDefault="00FF53C5" w:rsidP="000516BE">
            <w:pPr>
              <w:pStyle w:val="acctfourfigures"/>
              <w:tabs>
                <w:tab w:val="clear" w:pos="765"/>
              </w:tabs>
              <w:spacing w:line="240" w:lineRule="atLeast"/>
              <w:ind w:right="-139" w:hanging="174"/>
              <w:jc w:val="center"/>
            </w:pPr>
          </w:p>
          <w:p w14:paraId="4C194E28" w14:textId="77777777" w:rsidR="00FF53C5" w:rsidRDefault="00FF53C5" w:rsidP="000516BE">
            <w:pPr>
              <w:pStyle w:val="acctfourfigures"/>
              <w:tabs>
                <w:tab w:val="clear" w:pos="765"/>
              </w:tabs>
              <w:spacing w:line="240" w:lineRule="atLeast"/>
              <w:ind w:right="-139" w:hanging="174"/>
              <w:jc w:val="center"/>
            </w:pPr>
          </w:p>
          <w:p w14:paraId="5C38B28A" w14:textId="77777777" w:rsidR="00FF53C5" w:rsidRDefault="00FF53C5" w:rsidP="000516BE">
            <w:pPr>
              <w:pStyle w:val="acctfourfigures"/>
              <w:tabs>
                <w:tab w:val="clear" w:pos="765"/>
              </w:tabs>
              <w:spacing w:line="240" w:lineRule="atLeast"/>
              <w:ind w:right="-139" w:hanging="174"/>
              <w:jc w:val="center"/>
            </w:pPr>
          </w:p>
          <w:p w14:paraId="57347623" w14:textId="01D8260F" w:rsidR="004D6702" w:rsidRPr="004D6702" w:rsidRDefault="004D6702" w:rsidP="00253DFA">
            <w:pPr>
              <w:pStyle w:val="acctfourfigures"/>
              <w:tabs>
                <w:tab w:val="clear" w:pos="765"/>
              </w:tabs>
              <w:spacing w:line="240" w:lineRule="atLeast"/>
              <w:ind w:right="-168" w:hanging="174"/>
              <w:jc w:val="center"/>
            </w:pPr>
            <w:r w:rsidRPr="004D6702">
              <w:t>Level 2</w:t>
            </w:r>
          </w:p>
        </w:tc>
        <w:tc>
          <w:tcPr>
            <w:tcW w:w="180" w:type="dxa"/>
            <w:shd w:val="clear" w:color="auto" w:fill="auto"/>
          </w:tcPr>
          <w:p w14:paraId="12A4F270" w14:textId="77777777" w:rsidR="004D6702" w:rsidRPr="004D6702" w:rsidRDefault="004D6702" w:rsidP="000516BE">
            <w:pPr>
              <w:pStyle w:val="acctfourfigures"/>
              <w:spacing w:line="240" w:lineRule="atLeast"/>
              <w:ind w:right="-139" w:hanging="174"/>
              <w:jc w:val="center"/>
            </w:pPr>
          </w:p>
        </w:tc>
        <w:tc>
          <w:tcPr>
            <w:tcW w:w="1080" w:type="dxa"/>
            <w:shd w:val="clear" w:color="auto" w:fill="auto"/>
          </w:tcPr>
          <w:p w14:paraId="01D6ABF5" w14:textId="77777777" w:rsidR="00FF53C5" w:rsidRDefault="00FF53C5" w:rsidP="000516BE">
            <w:pPr>
              <w:pStyle w:val="acctfourfigures"/>
              <w:tabs>
                <w:tab w:val="clear" w:pos="765"/>
              </w:tabs>
              <w:spacing w:line="240" w:lineRule="atLeast"/>
              <w:ind w:right="-139" w:hanging="174"/>
              <w:jc w:val="center"/>
            </w:pPr>
          </w:p>
          <w:p w14:paraId="5238A0C6" w14:textId="77777777" w:rsidR="00FF53C5" w:rsidRDefault="00FF53C5" w:rsidP="000516BE">
            <w:pPr>
              <w:pStyle w:val="acctfourfigures"/>
              <w:tabs>
                <w:tab w:val="clear" w:pos="765"/>
              </w:tabs>
              <w:spacing w:line="240" w:lineRule="atLeast"/>
              <w:ind w:right="-139" w:hanging="174"/>
              <w:jc w:val="center"/>
            </w:pPr>
          </w:p>
          <w:p w14:paraId="08041051" w14:textId="77777777" w:rsidR="00FF53C5" w:rsidRDefault="00FF53C5" w:rsidP="000516BE">
            <w:pPr>
              <w:pStyle w:val="acctfourfigures"/>
              <w:tabs>
                <w:tab w:val="clear" w:pos="765"/>
              </w:tabs>
              <w:spacing w:line="240" w:lineRule="atLeast"/>
              <w:ind w:right="-139" w:hanging="174"/>
              <w:jc w:val="center"/>
            </w:pPr>
          </w:p>
          <w:p w14:paraId="5CF55E5F" w14:textId="617CB3A1" w:rsidR="004D6702" w:rsidRPr="004D6702" w:rsidRDefault="004D6702" w:rsidP="00253DFA">
            <w:pPr>
              <w:pStyle w:val="acctfourfigures"/>
              <w:tabs>
                <w:tab w:val="clear" w:pos="765"/>
              </w:tabs>
              <w:spacing w:line="240" w:lineRule="atLeast"/>
              <w:ind w:right="-258" w:hanging="174"/>
              <w:jc w:val="center"/>
            </w:pPr>
            <w:r w:rsidRPr="004D6702">
              <w:t>Level 3</w:t>
            </w:r>
          </w:p>
        </w:tc>
        <w:tc>
          <w:tcPr>
            <w:tcW w:w="180" w:type="dxa"/>
            <w:shd w:val="clear" w:color="auto" w:fill="auto"/>
          </w:tcPr>
          <w:p w14:paraId="4C323861" w14:textId="77777777" w:rsidR="004D6702" w:rsidRPr="004D6702" w:rsidRDefault="004D6702" w:rsidP="000516BE">
            <w:pPr>
              <w:pStyle w:val="acctfourfigures"/>
              <w:spacing w:line="240" w:lineRule="atLeast"/>
              <w:ind w:right="-139" w:hanging="174"/>
              <w:jc w:val="center"/>
            </w:pPr>
          </w:p>
        </w:tc>
        <w:tc>
          <w:tcPr>
            <w:tcW w:w="1080" w:type="dxa"/>
            <w:shd w:val="clear" w:color="auto" w:fill="auto"/>
          </w:tcPr>
          <w:p w14:paraId="5EA355F5" w14:textId="77777777" w:rsidR="00FF53C5" w:rsidRDefault="00FF53C5" w:rsidP="000516BE">
            <w:pPr>
              <w:pStyle w:val="acctfourfigures"/>
              <w:tabs>
                <w:tab w:val="clear" w:pos="765"/>
              </w:tabs>
              <w:spacing w:line="240" w:lineRule="atLeast"/>
              <w:ind w:right="-139" w:hanging="174"/>
              <w:jc w:val="center"/>
            </w:pPr>
          </w:p>
          <w:p w14:paraId="2A4A7214" w14:textId="77777777" w:rsidR="00FF53C5" w:rsidRDefault="00FF53C5" w:rsidP="000516BE">
            <w:pPr>
              <w:pStyle w:val="acctfourfigures"/>
              <w:tabs>
                <w:tab w:val="clear" w:pos="765"/>
              </w:tabs>
              <w:spacing w:line="240" w:lineRule="atLeast"/>
              <w:ind w:right="-139" w:hanging="174"/>
              <w:jc w:val="center"/>
            </w:pPr>
          </w:p>
          <w:p w14:paraId="7E258856" w14:textId="77777777" w:rsidR="00FF53C5" w:rsidRDefault="00FF53C5" w:rsidP="000516BE">
            <w:pPr>
              <w:pStyle w:val="acctfourfigures"/>
              <w:tabs>
                <w:tab w:val="clear" w:pos="765"/>
              </w:tabs>
              <w:spacing w:line="240" w:lineRule="atLeast"/>
              <w:ind w:right="-139" w:hanging="174"/>
              <w:jc w:val="center"/>
            </w:pPr>
          </w:p>
          <w:p w14:paraId="3DA9C139" w14:textId="05072510" w:rsidR="004D6702" w:rsidRPr="004D6702" w:rsidRDefault="004D6702" w:rsidP="000516BE">
            <w:pPr>
              <w:pStyle w:val="acctfourfigures"/>
              <w:tabs>
                <w:tab w:val="clear" w:pos="765"/>
              </w:tabs>
              <w:spacing w:line="240" w:lineRule="atLeast"/>
              <w:ind w:right="-139" w:hanging="174"/>
              <w:jc w:val="center"/>
            </w:pPr>
            <w:r w:rsidRPr="004D6702">
              <w:t>Total</w:t>
            </w:r>
          </w:p>
        </w:tc>
      </w:tr>
      <w:tr w:rsidR="004D6702" w:rsidRPr="008857C9" w14:paraId="2E301249" w14:textId="77777777" w:rsidTr="00F52534">
        <w:trPr>
          <w:cantSplit/>
          <w:tblHeader/>
        </w:trPr>
        <w:tc>
          <w:tcPr>
            <w:tcW w:w="3240" w:type="dxa"/>
            <w:shd w:val="clear" w:color="auto" w:fill="auto"/>
          </w:tcPr>
          <w:p w14:paraId="59B01E9C" w14:textId="77777777" w:rsidR="004D6702" w:rsidRPr="004D6702" w:rsidRDefault="004D6702" w:rsidP="004D6702">
            <w:pPr>
              <w:spacing w:line="240" w:lineRule="atLeast"/>
              <w:ind w:right="-137"/>
            </w:pPr>
          </w:p>
        </w:tc>
        <w:tc>
          <w:tcPr>
            <w:tcW w:w="6210" w:type="dxa"/>
            <w:gridSpan w:val="9"/>
          </w:tcPr>
          <w:p w14:paraId="5493339E" w14:textId="6225BA13" w:rsidR="004D6702" w:rsidRPr="0098603E" w:rsidRDefault="004D6702" w:rsidP="004D6702">
            <w:pPr>
              <w:pStyle w:val="acctfourfigures"/>
              <w:tabs>
                <w:tab w:val="clear" w:pos="765"/>
              </w:tabs>
              <w:spacing w:line="240" w:lineRule="atLeast"/>
              <w:ind w:right="-137"/>
              <w:jc w:val="center"/>
              <w:rPr>
                <w:i/>
                <w:iCs/>
              </w:rPr>
            </w:pPr>
            <w:r w:rsidRPr="0098603E">
              <w:rPr>
                <w:i/>
                <w:iCs/>
              </w:rPr>
              <w:t xml:space="preserve">(in </w:t>
            </w:r>
            <w:r w:rsidR="00AF4AEB" w:rsidRPr="0098603E">
              <w:rPr>
                <w:i/>
                <w:iCs/>
              </w:rPr>
              <w:t>thousand</w:t>
            </w:r>
            <w:r w:rsidRPr="0098603E">
              <w:rPr>
                <w:i/>
                <w:iCs/>
              </w:rPr>
              <w:t xml:space="preserve"> Baht)</w:t>
            </w:r>
          </w:p>
        </w:tc>
      </w:tr>
      <w:tr w:rsidR="004D6702" w:rsidRPr="008857C9" w14:paraId="129D15BE" w14:textId="77777777" w:rsidTr="00F52534">
        <w:trPr>
          <w:cantSplit/>
        </w:trPr>
        <w:tc>
          <w:tcPr>
            <w:tcW w:w="3240" w:type="dxa"/>
            <w:shd w:val="clear" w:color="auto" w:fill="auto"/>
          </w:tcPr>
          <w:p w14:paraId="053A44DA" w14:textId="38C36933" w:rsidR="004D6702" w:rsidRPr="003A75A2" w:rsidRDefault="003C6F31" w:rsidP="004D6702">
            <w:pPr>
              <w:spacing w:line="240" w:lineRule="atLeast"/>
              <w:ind w:right="-137"/>
              <w:rPr>
                <w:b/>
                <w:bCs/>
                <w:i/>
                <w:iCs/>
              </w:rPr>
            </w:pPr>
            <w:r w:rsidRPr="003A75A2">
              <w:rPr>
                <w:b/>
                <w:bCs/>
                <w:i/>
                <w:iCs/>
              </w:rPr>
              <w:t>As 31 March 2022</w:t>
            </w:r>
          </w:p>
        </w:tc>
        <w:tc>
          <w:tcPr>
            <w:tcW w:w="6210" w:type="dxa"/>
            <w:gridSpan w:val="9"/>
          </w:tcPr>
          <w:p w14:paraId="277019DE" w14:textId="77777777" w:rsidR="004D6702" w:rsidRPr="004D6702" w:rsidRDefault="004D6702" w:rsidP="004D6702">
            <w:pPr>
              <w:pStyle w:val="acctfourfigures"/>
              <w:tabs>
                <w:tab w:val="clear" w:pos="765"/>
              </w:tabs>
              <w:spacing w:line="240" w:lineRule="atLeast"/>
              <w:ind w:right="-137"/>
              <w:jc w:val="center"/>
            </w:pPr>
          </w:p>
        </w:tc>
      </w:tr>
      <w:tr w:rsidR="004D6702" w:rsidRPr="008857C9" w14:paraId="775E655D" w14:textId="77777777" w:rsidTr="00F52534">
        <w:trPr>
          <w:cantSplit/>
        </w:trPr>
        <w:tc>
          <w:tcPr>
            <w:tcW w:w="3240" w:type="dxa"/>
            <w:shd w:val="clear" w:color="auto" w:fill="auto"/>
          </w:tcPr>
          <w:p w14:paraId="2F57E76D" w14:textId="669F39A9" w:rsidR="004D6702" w:rsidRPr="00C660EA" w:rsidRDefault="004D6702" w:rsidP="00FF53C5">
            <w:pPr>
              <w:spacing w:line="240" w:lineRule="atLeast"/>
              <w:ind w:right="-137"/>
              <w:rPr>
                <w:b/>
                <w:bCs/>
                <w:i/>
                <w:iCs/>
              </w:rPr>
            </w:pPr>
            <w:r w:rsidRPr="00C660EA">
              <w:rPr>
                <w:b/>
                <w:bCs/>
                <w:i/>
                <w:iCs/>
              </w:rPr>
              <w:t xml:space="preserve">Financial assets </w:t>
            </w:r>
          </w:p>
        </w:tc>
        <w:tc>
          <w:tcPr>
            <w:tcW w:w="1170" w:type="dxa"/>
          </w:tcPr>
          <w:p w14:paraId="5A560C6C" w14:textId="77777777" w:rsidR="004D6702" w:rsidRPr="00FF53C5" w:rsidRDefault="004D6702" w:rsidP="00FF53C5">
            <w:pPr>
              <w:pStyle w:val="acctfourfigures"/>
              <w:tabs>
                <w:tab w:val="clear" w:pos="765"/>
                <w:tab w:val="decimal" w:pos="731"/>
              </w:tabs>
              <w:spacing w:line="240" w:lineRule="atLeast"/>
              <w:ind w:right="-137"/>
            </w:pPr>
          </w:p>
        </w:tc>
        <w:tc>
          <w:tcPr>
            <w:tcW w:w="180" w:type="dxa"/>
          </w:tcPr>
          <w:p w14:paraId="3227848B" w14:textId="77777777" w:rsidR="004D6702" w:rsidRPr="00FF53C5" w:rsidRDefault="004D6702" w:rsidP="00FF53C5">
            <w:pPr>
              <w:pStyle w:val="acctfourfigures"/>
              <w:tabs>
                <w:tab w:val="clear" w:pos="765"/>
                <w:tab w:val="decimal" w:pos="731"/>
              </w:tabs>
              <w:spacing w:line="240" w:lineRule="atLeast"/>
              <w:ind w:right="-137"/>
            </w:pPr>
          </w:p>
        </w:tc>
        <w:tc>
          <w:tcPr>
            <w:tcW w:w="1080" w:type="dxa"/>
            <w:shd w:val="clear" w:color="auto" w:fill="auto"/>
          </w:tcPr>
          <w:p w14:paraId="3114A542" w14:textId="77777777" w:rsidR="004D6702" w:rsidRPr="00FF53C5" w:rsidRDefault="004D6702" w:rsidP="000516BE">
            <w:pPr>
              <w:pStyle w:val="acctfourfigures"/>
              <w:tabs>
                <w:tab w:val="clear" w:pos="765"/>
                <w:tab w:val="decimal" w:pos="366"/>
              </w:tabs>
              <w:spacing w:line="240" w:lineRule="atLeast"/>
              <w:ind w:left="96" w:right="-149" w:hanging="12"/>
            </w:pPr>
          </w:p>
        </w:tc>
        <w:tc>
          <w:tcPr>
            <w:tcW w:w="180" w:type="dxa"/>
            <w:shd w:val="clear" w:color="auto" w:fill="auto"/>
          </w:tcPr>
          <w:p w14:paraId="0014A9E0" w14:textId="77777777" w:rsidR="004D6702" w:rsidRPr="00FF53C5" w:rsidRDefault="004D6702" w:rsidP="00FF53C5">
            <w:pPr>
              <w:pStyle w:val="acctfourfigures"/>
              <w:spacing w:line="240" w:lineRule="atLeast"/>
              <w:ind w:right="-137"/>
            </w:pPr>
          </w:p>
        </w:tc>
        <w:tc>
          <w:tcPr>
            <w:tcW w:w="1080" w:type="dxa"/>
            <w:shd w:val="clear" w:color="auto" w:fill="auto"/>
          </w:tcPr>
          <w:p w14:paraId="33C5A222" w14:textId="77777777" w:rsidR="004D6702" w:rsidRPr="00FF53C5" w:rsidRDefault="004D6702" w:rsidP="00FF53C5">
            <w:pPr>
              <w:pStyle w:val="acctfourfigures"/>
              <w:tabs>
                <w:tab w:val="clear" w:pos="765"/>
                <w:tab w:val="decimal" w:pos="821"/>
              </w:tabs>
              <w:spacing w:line="240" w:lineRule="atLeast"/>
              <w:ind w:right="-137"/>
            </w:pPr>
          </w:p>
        </w:tc>
        <w:tc>
          <w:tcPr>
            <w:tcW w:w="180" w:type="dxa"/>
            <w:shd w:val="clear" w:color="auto" w:fill="auto"/>
          </w:tcPr>
          <w:p w14:paraId="3FE9CF30" w14:textId="77777777" w:rsidR="004D6702" w:rsidRPr="00FF53C5" w:rsidRDefault="004D6702" w:rsidP="00FF53C5">
            <w:pPr>
              <w:pStyle w:val="acctfourfigures"/>
              <w:spacing w:line="240" w:lineRule="atLeast"/>
              <w:ind w:right="-137"/>
            </w:pPr>
          </w:p>
        </w:tc>
        <w:tc>
          <w:tcPr>
            <w:tcW w:w="1080" w:type="dxa"/>
            <w:shd w:val="clear" w:color="auto" w:fill="auto"/>
          </w:tcPr>
          <w:p w14:paraId="07BE4DF1" w14:textId="77777777" w:rsidR="004D6702" w:rsidRPr="00FF53C5" w:rsidRDefault="004D6702" w:rsidP="00FF53C5">
            <w:pPr>
              <w:pStyle w:val="acctfourfigures"/>
              <w:tabs>
                <w:tab w:val="clear" w:pos="765"/>
                <w:tab w:val="decimal" w:pos="731"/>
              </w:tabs>
              <w:spacing w:line="240" w:lineRule="atLeast"/>
              <w:ind w:right="-137"/>
            </w:pPr>
          </w:p>
        </w:tc>
        <w:tc>
          <w:tcPr>
            <w:tcW w:w="180" w:type="dxa"/>
            <w:shd w:val="clear" w:color="auto" w:fill="auto"/>
          </w:tcPr>
          <w:p w14:paraId="2AC0C070" w14:textId="77777777" w:rsidR="004D6702" w:rsidRPr="00FF53C5" w:rsidRDefault="004D6702" w:rsidP="00FF53C5">
            <w:pPr>
              <w:pStyle w:val="acctfourfigures"/>
              <w:spacing w:line="240" w:lineRule="atLeast"/>
              <w:ind w:right="-137"/>
            </w:pPr>
          </w:p>
        </w:tc>
        <w:tc>
          <w:tcPr>
            <w:tcW w:w="1080" w:type="dxa"/>
            <w:shd w:val="clear" w:color="auto" w:fill="auto"/>
          </w:tcPr>
          <w:p w14:paraId="3FA350C5" w14:textId="77777777" w:rsidR="004D6702" w:rsidRPr="00FF53C5" w:rsidRDefault="004D6702" w:rsidP="00FF53C5">
            <w:pPr>
              <w:pStyle w:val="acctfourfigures"/>
              <w:tabs>
                <w:tab w:val="clear" w:pos="765"/>
                <w:tab w:val="decimal" w:pos="731"/>
              </w:tabs>
              <w:spacing w:line="240" w:lineRule="atLeast"/>
              <w:ind w:right="-137"/>
            </w:pPr>
          </w:p>
        </w:tc>
      </w:tr>
      <w:tr w:rsidR="000516BE" w:rsidRPr="008857C9" w14:paraId="7CB1BDE1" w14:textId="77777777" w:rsidTr="00F52534">
        <w:trPr>
          <w:cantSplit/>
        </w:trPr>
        <w:tc>
          <w:tcPr>
            <w:tcW w:w="3240" w:type="dxa"/>
            <w:shd w:val="clear" w:color="auto" w:fill="auto"/>
            <w:vAlign w:val="bottom"/>
          </w:tcPr>
          <w:p w14:paraId="7B638BC8" w14:textId="54C31F50" w:rsidR="000516BE" w:rsidRPr="00241369" w:rsidRDefault="00241369" w:rsidP="000516BE">
            <w:pPr>
              <w:spacing w:line="240" w:lineRule="atLeast"/>
              <w:ind w:right="-137"/>
              <w:rPr>
                <w:rFonts w:cstheme="minorBidi"/>
              </w:rPr>
            </w:pPr>
            <w:r w:rsidRPr="004B38E4">
              <w:rPr>
                <w:rFonts w:cs="Angsana New"/>
                <w:szCs w:val="28"/>
              </w:rPr>
              <w:t>Investment</w:t>
            </w:r>
            <w:r w:rsidR="0037144C">
              <w:rPr>
                <w:rFonts w:cs="Angsana New"/>
                <w:szCs w:val="28"/>
              </w:rPr>
              <w:t>s</w:t>
            </w:r>
            <w:r w:rsidRPr="004B38E4">
              <w:rPr>
                <w:rFonts w:cs="Angsana New"/>
                <w:szCs w:val="28"/>
              </w:rPr>
              <w:t xml:space="preserve"> in </w:t>
            </w:r>
            <w:r w:rsidRPr="004B38E4">
              <w:t>e</w:t>
            </w:r>
            <w:r w:rsidR="000516BE" w:rsidRPr="004B38E4">
              <w:t xml:space="preserve">quity </w:t>
            </w:r>
            <w:r w:rsidR="00F52534">
              <w:t>instruments</w:t>
            </w:r>
          </w:p>
        </w:tc>
        <w:tc>
          <w:tcPr>
            <w:tcW w:w="1170" w:type="dxa"/>
            <w:tcBorders>
              <w:bottom w:val="double" w:sz="4" w:space="0" w:color="auto"/>
            </w:tcBorders>
          </w:tcPr>
          <w:p w14:paraId="34F6602F" w14:textId="6EC05B2B" w:rsidR="000516BE" w:rsidRPr="000516BE" w:rsidRDefault="000516BE" w:rsidP="00F52534">
            <w:pPr>
              <w:pStyle w:val="acctfourfigures"/>
              <w:tabs>
                <w:tab w:val="clear" w:pos="765"/>
                <w:tab w:val="decimal" w:pos="1000"/>
              </w:tabs>
              <w:spacing w:line="240" w:lineRule="atLeast"/>
              <w:ind w:right="-137"/>
              <w:rPr>
                <w:b/>
                <w:bCs/>
              </w:rPr>
            </w:pPr>
            <w:r w:rsidRPr="000516BE">
              <w:rPr>
                <w:b/>
                <w:bCs/>
              </w:rPr>
              <w:t>37,550</w:t>
            </w:r>
          </w:p>
        </w:tc>
        <w:tc>
          <w:tcPr>
            <w:tcW w:w="180" w:type="dxa"/>
          </w:tcPr>
          <w:p w14:paraId="6AD4AD89" w14:textId="77777777" w:rsidR="000516BE" w:rsidRPr="000516BE" w:rsidRDefault="000516BE" w:rsidP="000516BE">
            <w:pPr>
              <w:pStyle w:val="acctfourfigures"/>
              <w:tabs>
                <w:tab w:val="clear" w:pos="765"/>
                <w:tab w:val="decimal" w:pos="731"/>
                <w:tab w:val="decimal" w:pos="996"/>
              </w:tabs>
              <w:spacing w:line="240" w:lineRule="atLeast"/>
              <w:ind w:right="-137"/>
              <w:rPr>
                <w:b/>
                <w:bCs/>
              </w:rPr>
            </w:pPr>
          </w:p>
        </w:tc>
        <w:tc>
          <w:tcPr>
            <w:tcW w:w="1080" w:type="dxa"/>
            <w:tcBorders>
              <w:bottom w:val="double" w:sz="4" w:space="0" w:color="auto"/>
            </w:tcBorders>
            <w:shd w:val="clear" w:color="auto" w:fill="auto"/>
          </w:tcPr>
          <w:p w14:paraId="7C123F07" w14:textId="2CA1455F" w:rsidR="000516BE" w:rsidRPr="00084A55" w:rsidRDefault="000516BE" w:rsidP="000516BE">
            <w:pPr>
              <w:pStyle w:val="acctfourfigures"/>
              <w:tabs>
                <w:tab w:val="clear" w:pos="765"/>
                <w:tab w:val="decimal" w:pos="636"/>
              </w:tabs>
              <w:spacing w:line="240" w:lineRule="atLeast"/>
              <w:ind w:left="-84" w:right="-137"/>
            </w:pPr>
            <w:r w:rsidRPr="00084A55">
              <w:t>-</w:t>
            </w:r>
          </w:p>
        </w:tc>
        <w:tc>
          <w:tcPr>
            <w:tcW w:w="180" w:type="dxa"/>
            <w:shd w:val="clear" w:color="auto" w:fill="auto"/>
          </w:tcPr>
          <w:p w14:paraId="6308DCDD" w14:textId="77777777" w:rsidR="000516BE" w:rsidRPr="00084A55" w:rsidRDefault="000516BE" w:rsidP="000516BE">
            <w:pPr>
              <w:pStyle w:val="acctfourfigures"/>
              <w:tabs>
                <w:tab w:val="clear" w:pos="765"/>
                <w:tab w:val="decimal" w:pos="247"/>
              </w:tabs>
              <w:spacing w:line="240" w:lineRule="atLeast"/>
              <w:ind w:left="-84" w:right="-403"/>
            </w:pPr>
          </w:p>
        </w:tc>
        <w:tc>
          <w:tcPr>
            <w:tcW w:w="1080" w:type="dxa"/>
            <w:tcBorders>
              <w:bottom w:val="double" w:sz="4" w:space="0" w:color="auto"/>
            </w:tcBorders>
            <w:shd w:val="clear" w:color="auto" w:fill="auto"/>
          </w:tcPr>
          <w:p w14:paraId="660DE4B9" w14:textId="0AAC4893" w:rsidR="000516BE" w:rsidRPr="00084A55" w:rsidRDefault="000516BE" w:rsidP="000516BE">
            <w:pPr>
              <w:pStyle w:val="acctfourfigures"/>
              <w:tabs>
                <w:tab w:val="clear" w:pos="765"/>
                <w:tab w:val="decimal" w:pos="636"/>
              </w:tabs>
              <w:spacing w:line="240" w:lineRule="atLeast"/>
              <w:ind w:left="-84" w:right="-137"/>
            </w:pPr>
            <w:r w:rsidRPr="00084A55">
              <w:t>-</w:t>
            </w:r>
          </w:p>
        </w:tc>
        <w:tc>
          <w:tcPr>
            <w:tcW w:w="180" w:type="dxa"/>
            <w:shd w:val="clear" w:color="auto" w:fill="auto"/>
          </w:tcPr>
          <w:p w14:paraId="3E0C7043" w14:textId="77777777" w:rsidR="000516BE" w:rsidRPr="000516BE" w:rsidRDefault="000516BE" w:rsidP="000516BE">
            <w:pPr>
              <w:pStyle w:val="acctfourfigures"/>
              <w:tabs>
                <w:tab w:val="clear" w:pos="765"/>
                <w:tab w:val="decimal" w:pos="996"/>
              </w:tabs>
              <w:spacing w:line="240" w:lineRule="atLeast"/>
              <w:ind w:left="48" w:right="-137"/>
              <w:rPr>
                <w:b/>
                <w:bCs/>
              </w:rPr>
            </w:pPr>
          </w:p>
        </w:tc>
        <w:tc>
          <w:tcPr>
            <w:tcW w:w="1080" w:type="dxa"/>
            <w:tcBorders>
              <w:bottom w:val="double" w:sz="4" w:space="0" w:color="auto"/>
            </w:tcBorders>
            <w:shd w:val="clear" w:color="auto" w:fill="auto"/>
          </w:tcPr>
          <w:p w14:paraId="7E3B991F" w14:textId="69F6F659" w:rsidR="000516BE" w:rsidRPr="000516BE" w:rsidRDefault="000516BE" w:rsidP="00253DFA">
            <w:pPr>
              <w:pStyle w:val="acctfourfigures"/>
              <w:tabs>
                <w:tab w:val="clear" w:pos="765"/>
                <w:tab w:val="decimal" w:pos="912"/>
              </w:tabs>
              <w:spacing w:line="240" w:lineRule="atLeast"/>
              <w:ind w:left="84" w:right="-137"/>
              <w:rPr>
                <w:b/>
                <w:bCs/>
              </w:rPr>
            </w:pPr>
            <w:r w:rsidRPr="000516BE">
              <w:rPr>
                <w:b/>
                <w:bCs/>
              </w:rPr>
              <w:t>37,550</w:t>
            </w:r>
          </w:p>
        </w:tc>
        <w:tc>
          <w:tcPr>
            <w:tcW w:w="180" w:type="dxa"/>
            <w:shd w:val="clear" w:color="auto" w:fill="auto"/>
          </w:tcPr>
          <w:p w14:paraId="4F6E31D9" w14:textId="77777777" w:rsidR="000516BE" w:rsidRPr="000516BE" w:rsidRDefault="000516BE" w:rsidP="000516BE">
            <w:pPr>
              <w:pStyle w:val="acctfourfigures"/>
              <w:tabs>
                <w:tab w:val="clear" w:pos="765"/>
                <w:tab w:val="decimal" w:pos="996"/>
              </w:tabs>
              <w:spacing w:line="240" w:lineRule="atLeast"/>
              <w:ind w:right="-137"/>
              <w:rPr>
                <w:b/>
                <w:bCs/>
              </w:rPr>
            </w:pPr>
          </w:p>
        </w:tc>
        <w:tc>
          <w:tcPr>
            <w:tcW w:w="1080" w:type="dxa"/>
            <w:tcBorders>
              <w:bottom w:val="double" w:sz="4" w:space="0" w:color="auto"/>
            </w:tcBorders>
            <w:shd w:val="clear" w:color="auto" w:fill="auto"/>
          </w:tcPr>
          <w:p w14:paraId="517B27C6" w14:textId="68081679" w:rsidR="000516BE" w:rsidRPr="000516BE" w:rsidRDefault="000516BE" w:rsidP="00253DFA">
            <w:pPr>
              <w:pStyle w:val="acctfourfigures"/>
              <w:tabs>
                <w:tab w:val="clear" w:pos="765"/>
                <w:tab w:val="decimal" w:pos="912"/>
              </w:tabs>
              <w:spacing w:line="240" w:lineRule="atLeast"/>
              <w:ind w:right="-37"/>
              <w:rPr>
                <w:b/>
                <w:bCs/>
              </w:rPr>
            </w:pPr>
            <w:r w:rsidRPr="000516BE">
              <w:rPr>
                <w:b/>
                <w:bCs/>
              </w:rPr>
              <w:t>37,550</w:t>
            </w:r>
          </w:p>
        </w:tc>
      </w:tr>
    </w:tbl>
    <w:p w14:paraId="354E1C53" w14:textId="77777777" w:rsidR="00BA77B9" w:rsidRDefault="00BA77B9" w:rsidP="00CF1E40">
      <w:pPr>
        <w:spacing w:line="240" w:lineRule="auto"/>
        <w:ind w:left="1080"/>
        <w:rPr>
          <w:rFonts w:cstheme="minorBidi"/>
          <w:spacing w:val="-2"/>
          <w:lang w:eastAsia="x-none"/>
        </w:rPr>
      </w:pPr>
    </w:p>
    <w:p w14:paraId="474ABE1F" w14:textId="77777777" w:rsidR="00CF1E40" w:rsidRPr="00F73937" w:rsidRDefault="00CF1E40" w:rsidP="00CF1E40">
      <w:pPr>
        <w:spacing w:line="240" w:lineRule="auto"/>
        <w:ind w:left="1080"/>
        <w:rPr>
          <w:rFonts w:cstheme="minorBidi"/>
          <w:spacing w:val="-2"/>
        </w:rPr>
      </w:pPr>
    </w:p>
    <w:p w14:paraId="63382229" w14:textId="3F1610EE" w:rsidR="004E2C7D" w:rsidRPr="00F73937" w:rsidRDefault="00C2433B" w:rsidP="002E5890">
      <w:pPr>
        <w:spacing w:line="240" w:lineRule="auto"/>
        <w:ind w:left="1080"/>
        <w:rPr>
          <w:rFonts w:cstheme="minorBidi"/>
          <w:spacing w:val="-2"/>
        </w:rPr>
      </w:pPr>
      <w:r w:rsidRPr="00F73937">
        <w:rPr>
          <w:rFonts w:cstheme="minorBidi"/>
          <w:spacing w:val="-2"/>
        </w:rPr>
        <w:br w:type="page"/>
      </w:r>
    </w:p>
    <w:p w14:paraId="4B824E61" w14:textId="1AE70A0F" w:rsidR="001E57AB" w:rsidRPr="00B07727" w:rsidRDefault="003B1F8C" w:rsidP="004B73D6">
      <w:pPr>
        <w:pStyle w:val="Heading1"/>
        <w:numPr>
          <w:ilvl w:val="0"/>
          <w:numId w:val="13"/>
        </w:numPr>
        <w:tabs>
          <w:tab w:val="left" w:pos="567"/>
        </w:tabs>
        <w:spacing w:before="0" w:after="0" w:line="240" w:lineRule="auto"/>
        <w:ind w:left="1080" w:hanging="540"/>
        <w:jc w:val="both"/>
        <w:rPr>
          <w:rFonts w:cstheme="minorBidi"/>
          <w:b/>
          <w:bCs/>
          <w:i w:val="0"/>
          <w:iCs/>
          <w:szCs w:val="24"/>
        </w:rPr>
      </w:pPr>
      <w:r w:rsidRPr="00B07727">
        <w:rPr>
          <w:b/>
          <w:bCs/>
          <w:i w:val="0"/>
          <w:iCs/>
          <w:szCs w:val="24"/>
        </w:rPr>
        <w:lastRenderedPageBreak/>
        <w:t>C</w:t>
      </w:r>
      <w:r w:rsidR="001E57AB" w:rsidRPr="00B07727">
        <w:rPr>
          <w:b/>
          <w:bCs/>
          <w:i w:val="0"/>
          <w:iCs/>
          <w:szCs w:val="24"/>
        </w:rPr>
        <w:t>ommitments with non-related parties</w:t>
      </w:r>
    </w:p>
    <w:p w14:paraId="2C799141" w14:textId="77777777" w:rsidR="00F73937" w:rsidRPr="00F73937" w:rsidRDefault="00F73937" w:rsidP="00F73937">
      <w:pPr>
        <w:pStyle w:val="BodyText"/>
        <w:spacing w:after="0"/>
        <w:rPr>
          <w:lang w:val="en-US" w:eastAsia="x-none"/>
        </w:rPr>
      </w:pPr>
    </w:p>
    <w:tbl>
      <w:tblPr>
        <w:tblW w:w="9090" w:type="dxa"/>
        <w:tblInd w:w="990" w:type="dxa"/>
        <w:tblLayout w:type="fixed"/>
        <w:tblCellMar>
          <w:left w:w="79" w:type="dxa"/>
          <w:right w:w="79" w:type="dxa"/>
        </w:tblCellMar>
        <w:tblLook w:val="0000" w:firstRow="0" w:lastRow="0" w:firstColumn="0" w:lastColumn="0" w:noHBand="0" w:noVBand="0"/>
      </w:tblPr>
      <w:tblGrid>
        <w:gridCol w:w="6390"/>
        <w:gridCol w:w="1260"/>
        <w:gridCol w:w="180"/>
        <w:gridCol w:w="1260"/>
      </w:tblGrid>
      <w:tr w:rsidR="00EA07E9" w:rsidRPr="00F73937" w14:paraId="74821D14" w14:textId="77777777" w:rsidTr="009E7BDE">
        <w:trPr>
          <w:cantSplit/>
          <w:tblHeader/>
        </w:trPr>
        <w:tc>
          <w:tcPr>
            <w:tcW w:w="6390" w:type="dxa"/>
            <w:shd w:val="clear" w:color="auto" w:fill="auto"/>
          </w:tcPr>
          <w:p w14:paraId="31B5D965" w14:textId="77777777" w:rsidR="00EA07E9" w:rsidRPr="00F73937" w:rsidRDefault="00EA07E9" w:rsidP="009E7BDE">
            <w:pPr>
              <w:pStyle w:val="acctfourfigures"/>
              <w:spacing w:line="240" w:lineRule="atLeast"/>
              <w:jc w:val="center"/>
            </w:pPr>
          </w:p>
          <w:p w14:paraId="2861D61A" w14:textId="77777777" w:rsidR="00EA07E9" w:rsidRPr="00F73937" w:rsidRDefault="00EA07E9" w:rsidP="009E7BDE">
            <w:pPr>
              <w:pStyle w:val="acctfourfigures"/>
              <w:spacing w:line="240" w:lineRule="atLeast"/>
              <w:jc w:val="center"/>
            </w:pPr>
          </w:p>
          <w:p w14:paraId="4C5F7830" w14:textId="51B6FAD6" w:rsidR="00EA07E9" w:rsidRPr="00F73937" w:rsidRDefault="00EA07E9" w:rsidP="009E7BDE">
            <w:pPr>
              <w:spacing w:line="240" w:lineRule="atLeast"/>
              <w:rPr>
                <w:b/>
                <w:bCs/>
                <w:i/>
                <w:iCs/>
              </w:rPr>
            </w:pPr>
            <w:r w:rsidRPr="00F73937">
              <w:rPr>
                <w:b/>
                <w:bCs/>
                <w:i/>
                <w:iCs/>
              </w:rPr>
              <w:t xml:space="preserve">At </w:t>
            </w:r>
            <w:r w:rsidR="005D1E85" w:rsidRPr="00F73937">
              <w:rPr>
                <w:b/>
                <w:bCs/>
                <w:i/>
                <w:iCs/>
              </w:rPr>
              <w:t>31 March 2022</w:t>
            </w:r>
          </w:p>
        </w:tc>
        <w:tc>
          <w:tcPr>
            <w:tcW w:w="1260" w:type="dxa"/>
            <w:shd w:val="clear" w:color="auto" w:fill="auto"/>
            <w:vAlign w:val="bottom"/>
          </w:tcPr>
          <w:p w14:paraId="0592B3FD" w14:textId="77777777" w:rsidR="00EA07E9" w:rsidRPr="00F73937" w:rsidRDefault="00EA07E9" w:rsidP="009E7BDE">
            <w:pPr>
              <w:pStyle w:val="acctmergecolhdg"/>
              <w:spacing w:line="240" w:lineRule="atLeast"/>
              <w:ind w:left="-80" w:right="-80"/>
              <w:rPr>
                <w:rFonts w:cstheme="minorBidi"/>
              </w:rPr>
            </w:pPr>
            <w:r w:rsidRPr="00F73937">
              <w:rPr>
                <w:rFonts w:cstheme="minorBidi"/>
              </w:rPr>
              <w:t>Consolidated</w:t>
            </w:r>
          </w:p>
          <w:p w14:paraId="680FAF9F" w14:textId="77777777" w:rsidR="00EA07E9" w:rsidRPr="00F73937" w:rsidRDefault="00EA07E9" w:rsidP="009E7BDE">
            <w:pPr>
              <w:pStyle w:val="acctmergecolhdg"/>
              <w:spacing w:line="240" w:lineRule="atLeast"/>
              <w:ind w:left="-80" w:right="-80"/>
              <w:rPr>
                <w:rFonts w:cstheme="minorBidi"/>
              </w:rPr>
            </w:pPr>
            <w:r w:rsidRPr="00F73937">
              <w:rPr>
                <w:rFonts w:cstheme="minorBidi"/>
              </w:rPr>
              <w:t>financial</w:t>
            </w:r>
          </w:p>
          <w:p w14:paraId="3CD1683D" w14:textId="77777777" w:rsidR="00EA07E9" w:rsidRPr="00F73937" w:rsidRDefault="00EA07E9" w:rsidP="009E7BDE">
            <w:pPr>
              <w:pStyle w:val="acctmergecolhdg"/>
              <w:spacing w:line="240" w:lineRule="atLeast"/>
              <w:ind w:left="-80" w:right="-80"/>
              <w:rPr>
                <w:rFonts w:cstheme="minorBidi"/>
              </w:rPr>
            </w:pPr>
            <w:r w:rsidRPr="00F73937">
              <w:rPr>
                <w:rFonts w:cstheme="minorBidi"/>
              </w:rPr>
              <w:t>statements</w:t>
            </w:r>
          </w:p>
        </w:tc>
        <w:tc>
          <w:tcPr>
            <w:tcW w:w="180" w:type="dxa"/>
            <w:shd w:val="clear" w:color="auto" w:fill="auto"/>
            <w:vAlign w:val="bottom"/>
          </w:tcPr>
          <w:p w14:paraId="4898C134" w14:textId="77777777" w:rsidR="00EA07E9" w:rsidRPr="00F73937" w:rsidRDefault="00EA07E9" w:rsidP="009E7BDE">
            <w:pPr>
              <w:pStyle w:val="acctmergecolhdg"/>
              <w:spacing w:line="240" w:lineRule="atLeast"/>
            </w:pPr>
          </w:p>
        </w:tc>
        <w:tc>
          <w:tcPr>
            <w:tcW w:w="1260" w:type="dxa"/>
            <w:shd w:val="clear" w:color="auto" w:fill="auto"/>
            <w:vAlign w:val="bottom"/>
          </w:tcPr>
          <w:p w14:paraId="2738C7F3" w14:textId="77777777" w:rsidR="00EA07E9" w:rsidRPr="00F73937" w:rsidRDefault="00EA07E9" w:rsidP="009E7BDE">
            <w:pPr>
              <w:pStyle w:val="acctmergecolhdg"/>
              <w:spacing w:line="240" w:lineRule="atLeast"/>
              <w:ind w:left="-79" w:right="-79"/>
            </w:pPr>
            <w:r w:rsidRPr="00F73937">
              <w:t>Separate</w:t>
            </w:r>
          </w:p>
          <w:p w14:paraId="485B89DF" w14:textId="77777777" w:rsidR="00EA07E9" w:rsidRPr="00F73937" w:rsidRDefault="00EA07E9" w:rsidP="009E7BDE">
            <w:pPr>
              <w:pStyle w:val="acctmergecolhdg"/>
              <w:spacing w:line="240" w:lineRule="atLeast"/>
              <w:ind w:left="-79" w:right="-79"/>
            </w:pPr>
            <w:r w:rsidRPr="00F73937">
              <w:t>financial</w:t>
            </w:r>
          </w:p>
          <w:p w14:paraId="7AC50C9F" w14:textId="77777777" w:rsidR="00EA07E9" w:rsidRPr="00F73937" w:rsidRDefault="00EA07E9" w:rsidP="009E7BDE">
            <w:pPr>
              <w:pStyle w:val="acctmergecolhdg"/>
              <w:spacing w:line="240" w:lineRule="atLeast"/>
              <w:ind w:left="-79" w:right="-79"/>
            </w:pPr>
            <w:r w:rsidRPr="00F73937">
              <w:t>statements</w:t>
            </w:r>
          </w:p>
        </w:tc>
      </w:tr>
      <w:tr w:rsidR="00EA07E9" w:rsidRPr="00F73937" w14:paraId="1DF07A17" w14:textId="77777777" w:rsidTr="009E7BDE">
        <w:trPr>
          <w:cantSplit/>
          <w:tblHeader/>
        </w:trPr>
        <w:tc>
          <w:tcPr>
            <w:tcW w:w="6390" w:type="dxa"/>
            <w:shd w:val="clear" w:color="auto" w:fill="auto"/>
          </w:tcPr>
          <w:p w14:paraId="3EA28911" w14:textId="77777777" w:rsidR="00EA07E9" w:rsidRPr="00F73937" w:rsidRDefault="00EA07E9" w:rsidP="009E7BDE">
            <w:pPr>
              <w:pStyle w:val="acctfourfigures"/>
              <w:spacing w:line="240" w:lineRule="atLeast"/>
              <w:jc w:val="center"/>
            </w:pPr>
          </w:p>
        </w:tc>
        <w:tc>
          <w:tcPr>
            <w:tcW w:w="2700" w:type="dxa"/>
            <w:gridSpan w:val="3"/>
            <w:shd w:val="clear" w:color="auto" w:fill="auto"/>
            <w:vAlign w:val="bottom"/>
          </w:tcPr>
          <w:p w14:paraId="7C71344D" w14:textId="77777777" w:rsidR="00EA07E9" w:rsidRPr="00F73937" w:rsidRDefault="00EA07E9" w:rsidP="009E7BDE">
            <w:pPr>
              <w:pStyle w:val="acctmergecolhdg"/>
              <w:spacing w:line="240" w:lineRule="atLeast"/>
              <w:ind w:left="-79" w:right="-79"/>
              <w:rPr>
                <w:b w:val="0"/>
                <w:bCs/>
                <w:i/>
                <w:iCs/>
              </w:rPr>
            </w:pPr>
            <w:r w:rsidRPr="00F73937">
              <w:rPr>
                <w:b w:val="0"/>
                <w:bCs/>
                <w:i/>
                <w:iCs/>
              </w:rPr>
              <w:t>(in thousand Baht)</w:t>
            </w:r>
          </w:p>
        </w:tc>
      </w:tr>
      <w:tr w:rsidR="00EA07E9" w:rsidRPr="00F73937" w14:paraId="7C29A2E6" w14:textId="77777777" w:rsidTr="009E7BDE">
        <w:trPr>
          <w:cantSplit/>
        </w:trPr>
        <w:tc>
          <w:tcPr>
            <w:tcW w:w="6390" w:type="dxa"/>
            <w:shd w:val="clear" w:color="auto" w:fill="auto"/>
          </w:tcPr>
          <w:p w14:paraId="2D88919C" w14:textId="77777777" w:rsidR="00EA07E9" w:rsidRPr="00F73937" w:rsidRDefault="00EA07E9" w:rsidP="009E7BDE">
            <w:pPr>
              <w:spacing w:line="240" w:lineRule="atLeast"/>
              <w:rPr>
                <w:b/>
                <w:bCs/>
                <w:i/>
                <w:iCs/>
              </w:rPr>
            </w:pPr>
            <w:r w:rsidRPr="00F73937">
              <w:rPr>
                <w:b/>
                <w:bCs/>
                <w:i/>
                <w:iCs/>
              </w:rPr>
              <w:t xml:space="preserve">Future minimum lease payments under </w:t>
            </w:r>
          </w:p>
          <w:p w14:paraId="6B46CB8F" w14:textId="77777777" w:rsidR="00EA07E9" w:rsidRPr="00F73937" w:rsidRDefault="00EA07E9" w:rsidP="009E7BDE">
            <w:pPr>
              <w:spacing w:line="240" w:lineRule="atLeast"/>
              <w:rPr>
                <w:b/>
                <w:bCs/>
                <w:i/>
                <w:iCs/>
              </w:rPr>
            </w:pPr>
            <w:r w:rsidRPr="00F73937">
              <w:rPr>
                <w:b/>
                <w:bCs/>
                <w:i/>
                <w:iCs/>
              </w:rPr>
              <w:t xml:space="preserve">   non-cancellable agreements</w:t>
            </w:r>
          </w:p>
        </w:tc>
        <w:tc>
          <w:tcPr>
            <w:tcW w:w="1260" w:type="dxa"/>
            <w:shd w:val="clear" w:color="auto" w:fill="auto"/>
          </w:tcPr>
          <w:p w14:paraId="15FC2E81" w14:textId="77777777" w:rsidR="00EA07E9" w:rsidRPr="00F73937" w:rsidRDefault="00EA07E9" w:rsidP="009E7BDE">
            <w:pPr>
              <w:pStyle w:val="BodyText"/>
              <w:tabs>
                <w:tab w:val="left" w:pos="540"/>
                <w:tab w:val="decimal" w:pos="806"/>
              </w:tabs>
              <w:spacing w:after="0" w:line="240" w:lineRule="auto"/>
              <w:ind w:right="57"/>
              <w:jc w:val="right"/>
            </w:pPr>
          </w:p>
        </w:tc>
        <w:tc>
          <w:tcPr>
            <w:tcW w:w="180" w:type="dxa"/>
            <w:shd w:val="clear" w:color="auto" w:fill="auto"/>
          </w:tcPr>
          <w:p w14:paraId="0690C097" w14:textId="77777777" w:rsidR="00EA07E9" w:rsidRPr="00F73937" w:rsidRDefault="00EA07E9" w:rsidP="009E7BDE">
            <w:pPr>
              <w:pStyle w:val="BodyText"/>
              <w:tabs>
                <w:tab w:val="left" w:pos="540"/>
                <w:tab w:val="decimal" w:pos="806"/>
              </w:tabs>
              <w:spacing w:after="0" w:line="240" w:lineRule="auto"/>
              <w:ind w:right="57"/>
              <w:jc w:val="right"/>
            </w:pPr>
          </w:p>
        </w:tc>
        <w:tc>
          <w:tcPr>
            <w:tcW w:w="1260" w:type="dxa"/>
            <w:shd w:val="clear" w:color="auto" w:fill="auto"/>
          </w:tcPr>
          <w:p w14:paraId="7A391D65" w14:textId="77777777" w:rsidR="00EA07E9" w:rsidRPr="00F73937" w:rsidRDefault="00EA07E9" w:rsidP="009E7BDE">
            <w:pPr>
              <w:pStyle w:val="BodyText"/>
              <w:tabs>
                <w:tab w:val="left" w:pos="540"/>
                <w:tab w:val="decimal" w:pos="806"/>
              </w:tabs>
              <w:spacing w:after="0" w:line="240" w:lineRule="auto"/>
              <w:ind w:right="57"/>
              <w:jc w:val="right"/>
            </w:pPr>
          </w:p>
        </w:tc>
      </w:tr>
      <w:tr w:rsidR="001420CC" w:rsidRPr="00F73937" w14:paraId="7ED00ECE" w14:textId="77777777" w:rsidTr="009E7BDE">
        <w:trPr>
          <w:cantSplit/>
        </w:trPr>
        <w:tc>
          <w:tcPr>
            <w:tcW w:w="6390" w:type="dxa"/>
            <w:shd w:val="clear" w:color="auto" w:fill="auto"/>
          </w:tcPr>
          <w:p w14:paraId="645B5175" w14:textId="77777777" w:rsidR="001420CC" w:rsidRPr="00F73937" w:rsidRDefault="001420CC" w:rsidP="001420CC">
            <w:pPr>
              <w:spacing w:line="240" w:lineRule="atLeast"/>
            </w:pPr>
            <w:r w:rsidRPr="00F73937">
              <w:t>Within 1 year</w:t>
            </w:r>
          </w:p>
        </w:tc>
        <w:tc>
          <w:tcPr>
            <w:tcW w:w="1260" w:type="dxa"/>
            <w:shd w:val="clear" w:color="auto" w:fill="auto"/>
          </w:tcPr>
          <w:p w14:paraId="1E50D1BE" w14:textId="695A20E9" w:rsidR="001420CC" w:rsidRPr="00F73937" w:rsidRDefault="001420CC" w:rsidP="001420CC">
            <w:pPr>
              <w:pStyle w:val="BodyText"/>
              <w:tabs>
                <w:tab w:val="left" w:pos="540"/>
                <w:tab w:val="decimal" w:pos="806"/>
              </w:tabs>
              <w:spacing w:after="0" w:line="240" w:lineRule="auto"/>
              <w:ind w:right="57"/>
              <w:jc w:val="right"/>
            </w:pPr>
            <w:r w:rsidRPr="00E46B4B">
              <w:t>35,456</w:t>
            </w:r>
          </w:p>
        </w:tc>
        <w:tc>
          <w:tcPr>
            <w:tcW w:w="180" w:type="dxa"/>
            <w:shd w:val="clear" w:color="auto" w:fill="auto"/>
          </w:tcPr>
          <w:p w14:paraId="1D8B3081" w14:textId="77777777" w:rsidR="001420CC" w:rsidRPr="00F73937" w:rsidRDefault="001420CC" w:rsidP="001420CC">
            <w:pPr>
              <w:pStyle w:val="BodyText"/>
              <w:tabs>
                <w:tab w:val="left" w:pos="540"/>
                <w:tab w:val="decimal" w:pos="806"/>
              </w:tabs>
              <w:spacing w:after="0" w:line="240" w:lineRule="auto"/>
              <w:ind w:right="57"/>
              <w:jc w:val="right"/>
            </w:pPr>
          </w:p>
        </w:tc>
        <w:tc>
          <w:tcPr>
            <w:tcW w:w="1260" w:type="dxa"/>
            <w:shd w:val="clear" w:color="auto" w:fill="auto"/>
          </w:tcPr>
          <w:p w14:paraId="7FD08D77" w14:textId="492ED77F" w:rsidR="001420CC" w:rsidRPr="00F73937" w:rsidRDefault="001420CC" w:rsidP="001420CC">
            <w:pPr>
              <w:pStyle w:val="BodyText"/>
              <w:tabs>
                <w:tab w:val="left" w:pos="540"/>
                <w:tab w:val="decimal" w:pos="806"/>
              </w:tabs>
              <w:spacing w:after="0" w:line="240" w:lineRule="auto"/>
              <w:ind w:right="57"/>
              <w:jc w:val="right"/>
              <w:rPr>
                <w:rFonts w:cstheme="minorBidi"/>
                <w:lang w:val="en-US"/>
              </w:rPr>
            </w:pPr>
            <w:r w:rsidRPr="00973D77">
              <w:t>1,943</w:t>
            </w:r>
          </w:p>
        </w:tc>
      </w:tr>
      <w:tr w:rsidR="001420CC" w:rsidRPr="00F73937" w14:paraId="7A507480" w14:textId="77777777" w:rsidTr="009E7BDE">
        <w:trPr>
          <w:cantSplit/>
        </w:trPr>
        <w:tc>
          <w:tcPr>
            <w:tcW w:w="6390" w:type="dxa"/>
            <w:shd w:val="clear" w:color="auto" w:fill="auto"/>
          </w:tcPr>
          <w:p w14:paraId="0ED4E95A" w14:textId="77777777" w:rsidR="001420CC" w:rsidRPr="00F73937" w:rsidRDefault="001420CC" w:rsidP="001420CC">
            <w:pPr>
              <w:spacing w:line="240" w:lineRule="atLeast"/>
            </w:pPr>
            <w:r w:rsidRPr="00F73937">
              <w:t>1 - 5 years</w:t>
            </w:r>
          </w:p>
        </w:tc>
        <w:tc>
          <w:tcPr>
            <w:tcW w:w="1260" w:type="dxa"/>
            <w:tcBorders>
              <w:bottom w:val="single" w:sz="4" w:space="0" w:color="auto"/>
            </w:tcBorders>
            <w:shd w:val="clear" w:color="auto" w:fill="auto"/>
          </w:tcPr>
          <w:p w14:paraId="1908E68F" w14:textId="41AD7F89" w:rsidR="001420CC" w:rsidRPr="00F73937" w:rsidRDefault="001420CC" w:rsidP="001420CC">
            <w:pPr>
              <w:pStyle w:val="BodyText"/>
              <w:tabs>
                <w:tab w:val="left" w:pos="540"/>
                <w:tab w:val="decimal" w:pos="806"/>
              </w:tabs>
              <w:spacing w:after="0" w:line="240" w:lineRule="auto"/>
              <w:ind w:right="57"/>
              <w:jc w:val="right"/>
            </w:pPr>
            <w:r w:rsidRPr="00E46B4B">
              <w:t>302</w:t>
            </w:r>
          </w:p>
        </w:tc>
        <w:tc>
          <w:tcPr>
            <w:tcW w:w="180" w:type="dxa"/>
            <w:shd w:val="clear" w:color="auto" w:fill="auto"/>
          </w:tcPr>
          <w:p w14:paraId="0581ACA8" w14:textId="77777777" w:rsidR="001420CC" w:rsidRPr="00F73937" w:rsidRDefault="001420CC" w:rsidP="001420CC">
            <w:pPr>
              <w:pStyle w:val="BodyText"/>
              <w:tabs>
                <w:tab w:val="left" w:pos="540"/>
                <w:tab w:val="decimal" w:pos="806"/>
              </w:tabs>
              <w:spacing w:after="0" w:line="240" w:lineRule="auto"/>
              <w:ind w:right="57"/>
              <w:jc w:val="right"/>
            </w:pPr>
          </w:p>
        </w:tc>
        <w:tc>
          <w:tcPr>
            <w:tcW w:w="1260" w:type="dxa"/>
            <w:tcBorders>
              <w:bottom w:val="single" w:sz="4" w:space="0" w:color="auto"/>
            </w:tcBorders>
            <w:shd w:val="clear" w:color="auto" w:fill="auto"/>
          </w:tcPr>
          <w:p w14:paraId="5AC95F0E" w14:textId="250DFAF4" w:rsidR="001420CC" w:rsidRPr="00F73937" w:rsidRDefault="001420CC" w:rsidP="001420CC">
            <w:pPr>
              <w:pStyle w:val="BodyText"/>
              <w:tabs>
                <w:tab w:val="left" w:pos="540"/>
                <w:tab w:val="decimal" w:pos="806"/>
              </w:tabs>
              <w:spacing w:after="0" w:line="240" w:lineRule="auto"/>
              <w:ind w:right="57"/>
              <w:jc w:val="right"/>
            </w:pPr>
            <w:r w:rsidRPr="00973D77">
              <w:t>237</w:t>
            </w:r>
          </w:p>
        </w:tc>
      </w:tr>
      <w:tr w:rsidR="001420CC" w:rsidRPr="00F73937" w14:paraId="1684F04A" w14:textId="77777777" w:rsidTr="009E7BDE">
        <w:trPr>
          <w:cantSplit/>
        </w:trPr>
        <w:tc>
          <w:tcPr>
            <w:tcW w:w="6390" w:type="dxa"/>
            <w:shd w:val="clear" w:color="auto" w:fill="auto"/>
          </w:tcPr>
          <w:p w14:paraId="7B923939" w14:textId="77777777" w:rsidR="001420CC" w:rsidRPr="00F73937" w:rsidRDefault="001420CC" w:rsidP="001420CC">
            <w:pPr>
              <w:spacing w:line="240" w:lineRule="atLeast"/>
            </w:pPr>
            <w:r w:rsidRPr="00F73937">
              <w:rPr>
                <w:b/>
                <w:bCs/>
              </w:rPr>
              <w:t>Total</w:t>
            </w:r>
          </w:p>
        </w:tc>
        <w:tc>
          <w:tcPr>
            <w:tcW w:w="1260" w:type="dxa"/>
            <w:tcBorders>
              <w:top w:val="single" w:sz="4" w:space="0" w:color="auto"/>
              <w:bottom w:val="double" w:sz="4" w:space="0" w:color="auto"/>
            </w:tcBorders>
            <w:shd w:val="clear" w:color="auto" w:fill="auto"/>
          </w:tcPr>
          <w:p w14:paraId="33AA411C" w14:textId="38028309" w:rsidR="001420CC" w:rsidRPr="00E07D7B" w:rsidRDefault="001420CC" w:rsidP="001420CC">
            <w:pPr>
              <w:pStyle w:val="BodyText"/>
              <w:tabs>
                <w:tab w:val="left" w:pos="540"/>
                <w:tab w:val="decimal" w:pos="806"/>
              </w:tabs>
              <w:spacing w:after="0" w:line="240" w:lineRule="auto"/>
              <w:ind w:right="57"/>
              <w:jc w:val="right"/>
              <w:rPr>
                <w:b/>
                <w:bCs/>
              </w:rPr>
            </w:pPr>
            <w:r w:rsidRPr="00E07D7B">
              <w:rPr>
                <w:b/>
                <w:bCs/>
              </w:rPr>
              <w:t>35,758</w:t>
            </w:r>
          </w:p>
        </w:tc>
        <w:tc>
          <w:tcPr>
            <w:tcW w:w="180" w:type="dxa"/>
            <w:shd w:val="clear" w:color="auto" w:fill="auto"/>
          </w:tcPr>
          <w:p w14:paraId="25909D53" w14:textId="77777777" w:rsidR="001420CC" w:rsidRPr="00E07D7B" w:rsidRDefault="001420CC" w:rsidP="001420CC">
            <w:pPr>
              <w:pStyle w:val="BodyText"/>
              <w:tabs>
                <w:tab w:val="left" w:pos="540"/>
                <w:tab w:val="decimal" w:pos="806"/>
              </w:tabs>
              <w:spacing w:after="0" w:line="240" w:lineRule="auto"/>
              <w:ind w:right="57"/>
              <w:jc w:val="right"/>
              <w:rPr>
                <w:b/>
                <w:bCs/>
              </w:rPr>
            </w:pPr>
          </w:p>
        </w:tc>
        <w:tc>
          <w:tcPr>
            <w:tcW w:w="1260" w:type="dxa"/>
            <w:tcBorders>
              <w:top w:val="single" w:sz="4" w:space="0" w:color="auto"/>
            </w:tcBorders>
            <w:shd w:val="clear" w:color="auto" w:fill="auto"/>
          </w:tcPr>
          <w:p w14:paraId="37F03DF0" w14:textId="246137FC" w:rsidR="001420CC" w:rsidRPr="00E07D7B" w:rsidRDefault="001420CC" w:rsidP="001420CC">
            <w:pPr>
              <w:pStyle w:val="BodyText"/>
              <w:tabs>
                <w:tab w:val="left" w:pos="540"/>
                <w:tab w:val="decimal" w:pos="806"/>
              </w:tabs>
              <w:spacing w:after="0" w:line="240" w:lineRule="auto"/>
              <w:ind w:right="57"/>
              <w:jc w:val="right"/>
              <w:rPr>
                <w:rFonts w:cstheme="minorBidi"/>
                <w:b/>
                <w:bCs/>
                <w:cs/>
              </w:rPr>
            </w:pPr>
            <w:r w:rsidRPr="00E07D7B">
              <w:rPr>
                <w:b/>
                <w:bCs/>
              </w:rPr>
              <w:t>2,180</w:t>
            </w:r>
          </w:p>
        </w:tc>
      </w:tr>
      <w:tr w:rsidR="00EA07E9" w:rsidRPr="00F73937" w14:paraId="51E897A6" w14:textId="77777777" w:rsidTr="009E7BDE">
        <w:trPr>
          <w:cantSplit/>
        </w:trPr>
        <w:tc>
          <w:tcPr>
            <w:tcW w:w="6390" w:type="dxa"/>
            <w:shd w:val="clear" w:color="auto" w:fill="auto"/>
          </w:tcPr>
          <w:p w14:paraId="05030108" w14:textId="77777777" w:rsidR="00EA07E9" w:rsidRPr="00F73937" w:rsidRDefault="00EA07E9" w:rsidP="009E7BDE">
            <w:pPr>
              <w:spacing w:line="240" w:lineRule="atLeast"/>
              <w:rPr>
                <w:b/>
                <w:bCs/>
              </w:rPr>
            </w:pPr>
          </w:p>
        </w:tc>
        <w:tc>
          <w:tcPr>
            <w:tcW w:w="1260" w:type="dxa"/>
            <w:tcBorders>
              <w:top w:val="double" w:sz="4" w:space="0" w:color="auto"/>
            </w:tcBorders>
            <w:shd w:val="clear" w:color="auto" w:fill="auto"/>
          </w:tcPr>
          <w:p w14:paraId="5F4B4195" w14:textId="77777777" w:rsidR="00EA07E9" w:rsidRPr="00F73937" w:rsidRDefault="00EA07E9" w:rsidP="009E7BDE">
            <w:pPr>
              <w:pStyle w:val="acctfourfigures"/>
              <w:tabs>
                <w:tab w:val="clear" w:pos="765"/>
                <w:tab w:val="decimal" w:pos="731"/>
              </w:tabs>
              <w:spacing w:line="240" w:lineRule="atLeast"/>
              <w:ind w:right="11"/>
              <w:rPr>
                <w:b/>
                <w:bCs/>
              </w:rPr>
            </w:pPr>
          </w:p>
        </w:tc>
        <w:tc>
          <w:tcPr>
            <w:tcW w:w="180" w:type="dxa"/>
            <w:shd w:val="clear" w:color="auto" w:fill="auto"/>
          </w:tcPr>
          <w:p w14:paraId="651FDB60" w14:textId="77777777" w:rsidR="00EA07E9" w:rsidRPr="00F73937" w:rsidRDefault="00EA07E9" w:rsidP="009E7BDE">
            <w:pPr>
              <w:pStyle w:val="acctfourfigures"/>
              <w:spacing w:line="240" w:lineRule="atLeast"/>
            </w:pPr>
          </w:p>
        </w:tc>
        <w:tc>
          <w:tcPr>
            <w:tcW w:w="1260" w:type="dxa"/>
            <w:tcBorders>
              <w:top w:val="double" w:sz="4" w:space="0" w:color="auto"/>
            </w:tcBorders>
            <w:shd w:val="clear" w:color="auto" w:fill="auto"/>
          </w:tcPr>
          <w:p w14:paraId="122FE172" w14:textId="77777777" w:rsidR="00EA07E9" w:rsidRPr="00F73937" w:rsidRDefault="00EA07E9" w:rsidP="009E7BDE">
            <w:pPr>
              <w:pStyle w:val="acctfourfigures"/>
              <w:tabs>
                <w:tab w:val="clear" w:pos="765"/>
                <w:tab w:val="decimal" w:pos="731"/>
              </w:tabs>
              <w:spacing w:line="240" w:lineRule="atLeast"/>
              <w:ind w:right="11"/>
              <w:rPr>
                <w:b/>
                <w:bCs/>
              </w:rPr>
            </w:pPr>
          </w:p>
        </w:tc>
      </w:tr>
      <w:tr w:rsidR="000C2569" w:rsidRPr="00F73937" w14:paraId="3C9984E0" w14:textId="77777777" w:rsidTr="009E7BDE">
        <w:trPr>
          <w:cantSplit/>
        </w:trPr>
        <w:tc>
          <w:tcPr>
            <w:tcW w:w="6390" w:type="dxa"/>
            <w:shd w:val="clear" w:color="auto" w:fill="auto"/>
          </w:tcPr>
          <w:p w14:paraId="3FC033EA" w14:textId="02146A68" w:rsidR="000C2569" w:rsidRPr="00F73937" w:rsidRDefault="009231A9" w:rsidP="009E7BDE">
            <w:pPr>
              <w:spacing w:line="240" w:lineRule="atLeast"/>
              <w:ind w:right="-169"/>
              <w:rPr>
                <w:rFonts w:cs="Angsana New"/>
                <w:b/>
                <w:bCs/>
                <w:i/>
                <w:iCs/>
              </w:rPr>
            </w:pPr>
            <w:r w:rsidRPr="00F73937">
              <w:rPr>
                <w:rFonts w:cs="Angsana New"/>
                <w:b/>
                <w:bCs/>
                <w:i/>
                <w:iCs/>
              </w:rPr>
              <w:t xml:space="preserve">Capital </w:t>
            </w:r>
            <w:r w:rsidR="004C1E80">
              <w:rPr>
                <w:rFonts w:cs="Angsana New"/>
                <w:b/>
                <w:bCs/>
                <w:i/>
                <w:iCs/>
              </w:rPr>
              <w:t>c</w:t>
            </w:r>
            <w:r w:rsidRPr="00F73937">
              <w:rPr>
                <w:rFonts w:cs="Angsana New"/>
                <w:b/>
                <w:bCs/>
                <w:i/>
                <w:iCs/>
              </w:rPr>
              <w:t>ommitment</w:t>
            </w:r>
          </w:p>
        </w:tc>
        <w:tc>
          <w:tcPr>
            <w:tcW w:w="1260" w:type="dxa"/>
            <w:shd w:val="clear" w:color="auto" w:fill="auto"/>
          </w:tcPr>
          <w:p w14:paraId="4B945D2B" w14:textId="77777777" w:rsidR="000C2569" w:rsidRPr="00F73937" w:rsidRDefault="000C2569" w:rsidP="009E7BDE">
            <w:pPr>
              <w:pStyle w:val="acctfourfigures"/>
              <w:tabs>
                <w:tab w:val="clear" w:pos="765"/>
                <w:tab w:val="decimal" w:pos="731"/>
              </w:tabs>
              <w:spacing w:line="240" w:lineRule="atLeast"/>
              <w:ind w:right="11"/>
              <w:rPr>
                <w:b/>
                <w:bCs/>
              </w:rPr>
            </w:pPr>
          </w:p>
        </w:tc>
        <w:tc>
          <w:tcPr>
            <w:tcW w:w="180" w:type="dxa"/>
            <w:shd w:val="clear" w:color="auto" w:fill="auto"/>
          </w:tcPr>
          <w:p w14:paraId="15C70733" w14:textId="77777777" w:rsidR="000C2569" w:rsidRPr="00F73937" w:rsidRDefault="000C2569" w:rsidP="009E7BDE">
            <w:pPr>
              <w:pStyle w:val="acctfourfigures"/>
              <w:spacing w:line="240" w:lineRule="atLeast"/>
            </w:pPr>
          </w:p>
        </w:tc>
        <w:tc>
          <w:tcPr>
            <w:tcW w:w="1260" w:type="dxa"/>
            <w:shd w:val="clear" w:color="auto" w:fill="auto"/>
          </w:tcPr>
          <w:p w14:paraId="0F6BFB6F" w14:textId="77777777" w:rsidR="000C2569" w:rsidRPr="00F73937" w:rsidRDefault="000C2569" w:rsidP="009E7BDE">
            <w:pPr>
              <w:pStyle w:val="acctfourfigures"/>
              <w:tabs>
                <w:tab w:val="clear" w:pos="765"/>
                <w:tab w:val="decimal" w:pos="731"/>
              </w:tabs>
              <w:spacing w:line="240" w:lineRule="atLeast"/>
              <w:ind w:right="11"/>
              <w:rPr>
                <w:b/>
                <w:bCs/>
              </w:rPr>
            </w:pPr>
          </w:p>
        </w:tc>
      </w:tr>
      <w:tr w:rsidR="00790B12" w:rsidRPr="00F73937" w14:paraId="4DBEB5B2" w14:textId="77777777" w:rsidTr="00084A55">
        <w:trPr>
          <w:cantSplit/>
        </w:trPr>
        <w:tc>
          <w:tcPr>
            <w:tcW w:w="6390" w:type="dxa"/>
            <w:shd w:val="clear" w:color="auto" w:fill="auto"/>
          </w:tcPr>
          <w:p w14:paraId="688B5E03" w14:textId="0090CF5E" w:rsidR="00790B12" w:rsidRPr="00F73937" w:rsidRDefault="00790B12" w:rsidP="00790B12">
            <w:pPr>
              <w:spacing w:line="240" w:lineRule="atLeast"/>
              <w:ind w:right="-169"/>
              <w:rPr>
                <w:rFonts w:cs="Angsana New"/>
              </w:rPr>
            </w:pPr>
            <w:r w:rsidRPr="00F73937">
              <w:rPr>
                <w:rFonts w:cs="Angsana New"/>
              </w:rPr>
              <w:t>Machinery and equipment</w:t>
            </w:r>
          </w:p>
        </w:tc>
        <w:tc>
          <w:tcPr>
            <w:tcW w:w="1260" w:type="dxa"/>
            <w:tcBorders>
              <w:bottom w:val="double" w:sz="4" w:space="0" w:color="auto"/>
            </w:tcBorders>
            <w:shd w:val="clear" w:color="auto" w:fill="auto"/>
          </w:tcPr>
          <w:p w14:paraId="45A294B9" w14:textId="3708A0D3" w:rsidR="00790B12" w:rsidRPr="00E07D7B" w:rsidRDefault="00790B12" w:rsidP="00790B12">
            <w:pPr>
              <w:pStyle w:val="acctfourfigures"/>
              <w:tabs>
                <w:tab w:val="clear" w:pos="765"/>
                <w:tab w:val="decimal" w:pos="1004"/>
              </w:tabs>
              <w:spacing w:line="240" w:lineRule="atLeast"/>
              <w:ind w:right="11"/>
              <w:rPr>
                <w:b/>
                <w:bCs/>
              </w:rPr>
            </w:pPr>
            <w:r w:rsidRPr="00E07D7B">
              <w:rPr>
                <w:b/>
                <w:bCs/>
              </w:rPr>
              <w:t>194,337</w:t>
            </w:r>
          </w:p>
        </w:tc>
        <w:tc>
          <w:tcPr>
            <w:tcW w:w="180" w:type="dxa"/>
            <w:shd w:val="clear" w:color="auto" w:fill="auto"/>
          </w:tcPr>
          <w:p w14:paraId="09304BCF" w14:textId="77777777" w:rsidR="00790B12" w:rsidRPr="00E07D7B" w:rsidRDefault="00790B12" w:rsidP="00790B12">
            <w:pPr>
              <w:pStyle w:val="acctfourfigures"/>
              <w:spacing w:line="240" w:lineRule="atLeast"/>
              <w:rPr>
                <w:b/>
                <w:bCs/>
              </w:rPr>
            </w:pPr>
          </w:p>
        </w:tc>
        <w:tc>
          <w:tcPr>
            <w:tcW w:w="1260" w:type="dxa"/>
            <w:tcBorders>
              <w:bottom w:val="double" w:sz="4" w:space="0" w:color="auto"/>
            </w:tcBorders>
            <w:shd w:val="clear" w:color="auto" w:fill="auto"/>
          </w:tcPr>
          <w:p w14:paraId="1CD90C6F" w14:textId="610E8D40" w:rsidR="00790B12" w:rsidRPr="008C0D81" w:rsidRDefault="00790B12" w:rsidP="00790B12">
            <w:pPr>
              <w:pStyle w:val="acctfourfigures"/>
              <w:tabs>
                <w:tab w:val="clear" w:pos="765"/>
                <w:tab w:val="decimal" w:pos="731"/>
              </w:tabs>
              <w:spacing w:line="240" w:lineRule="atLeast"/>
              <w:ind w:right="11"/>
            </w:pPr>
            <w:r w:rsidRPr="008C0D81">
              <w:t>-</w:t>
            </w:r>
          </w:p>
        </w:tc>
      </w:tr>
      <w:tr w:rsidR="00084A55" w:rsidRPr="00F73937" w14:paraId="3771638B" w14:textId="77777777" w:rsidTr="00084A55">
        <w:trPr>
          <w:cantSplit/>
        </w:trPr>
        <w:tc>
          <w:tcPr>
            <w:tcW w:w="6390" w:type="dxa"/>
            <w:shd w:val="clear" w:color="auto" w:fill="auto"/>
          </w:tcPr>
          <w:p w14:paraId="2B474049" w14:textId="77777777" w:rsidR="00084A55" w:rsidRPr="00F73937" w:rsidRDefault="00084A55" w:rsidP="009E7BDE">
            <w:pPr>
              <w:spacing w:line="240" w:lineRule="atLeast"/>
              <w:ind w:right="-169"/>
              <w:rPr>
                <w:rFonts w:cs="Angsana New"/>
                <w:b/>
                <w:bCs/>
                <w:i/>
                <w:iCs/>
              </w:rPr>
            </w:pPr>
          </w:p>
        </w:tc>
        <w:tc>
          <w:tcPr>
            <w:tcW w:w="1260" w:type="dxa"/>
            <w:tcBorders>
              <w:top w:val="double" w:sz="4" w:space="0" w:color="auto"/>
            </w:tcBorders>
            <w:shd w:val="clear" w:color="auto" w:fill="auto"/>
          </w:tcPr>
          <w:p w14:paraId="6779E86A" w14:textId="77777777" w:rsidR="00084A55" w:rsidRPr="00F73937" w:rsidRDefault="00084A55" w:rsidP="009E7BDE">
            <w:pPr>
              <w:pStyle w:val="acctfourfigures"/>
              <w:tabs>
                <w:tab w:val="clear" w:pos="765"/>
                <w:tab w:val="decimal" w:pos="731"/>
              </w:tabs>
              <w:spacing w:line="240" w:lineRule="atLeast"/>
              <w:ind w:right="11"/>
              <w:rPr>
                <w:b/>
                <w:bCs/>
              </w:rPr>
            </w:pPr>
          </w:p>
        </w:tc>
        <w:tc>
          <w:tcPr>
            <w:tcW w:w="180" w:type="dxa"/>
            <w:shd w:val="clear" w:color="auto" w:fill="auto"/>
          </w:tcPr>
          <w:p w14:paraId="4AD617AE" w14:textId="77777777" w:rsidR="00084A55" w:rsidRPr="00F73937" w:rsidRDefault="00084A55" w:rsidP="009E7BDE">
            <w:pPr>
              <w:pStyle w:val="acctfourfigures"/>
              <w:spacing w:line="240" w:lineRule="atLeast"/>
            </w:pPr>
          </w:p>
        </w:tc>
        <w:tc>
          <w:tcPr>
            <w:tcW w:w="1260" w:type="dxa"/>
            <w:tcBorders>
              <w:top w:val="double" w:sz="4" w:space="0" w:color="auto"/>
            </w:tcBorders>
            <w:shd w:val="clear" w:color="auto" w:fill="auto"/>
          </w:tcPr>
          <w:p w14:paraId="12573AA4" w14:textId="77777777" w:rsidR="00084A55" w:rsidRPr="00F73937" w:rsidRDefault="00084A55" w:rsidP="009E7BDE">
            <w:pPr>
              <w:pStyle w:val="acctfourfigures"/>
              <w:tabs>
                <w:tab w:val="clear" w:pos="765"/>
                <w:tab w:val="decimal" w:pos="731"/>
              </w:tabs>
              <w:spacing w:line="240" w:lineRule="atLeast"/>
              <w:ind w:right="11"/>
              <w:rPr>
                <w:b/>
                <w:bCs/>
              </w:rPr>
            </w:pPr>
          </w:p>
        </w:tc>
      </w:tr>
      <w:tr w:rsidR="00EA07E9" w:rsidRPr="00F73937" w14:paraId="5F9749E8" w14:textId="77777777" w:rsidTr="00084A55">
        <w:trPr>
          <w:cantSplit/>
        </w:trPr>
        <w:tc>
          <w:tcPr>
            <w:tcW w:w="6390" w:type="dxa"/>
            <w:shd w:val="clear" w:color="auto" w:fill="auto"/>
          </w:tcPr>
          <w:p w14:paraId="630E8ED9" w14:textId="77777777" w:rsidR="00EA07E9" w:rsidRPr="00F73937" w:rsidRDefault="00EA07E9" w:rsidP="009E7BDE">
            <w:pPr>
              <w:spacing w:line="240" w:lineRule="atLeast"/>
              <w:ind w:right="-169"/>
              <w:rPr>
                <w:b/>
                <w:bCs/>
                <w:i/>
                <w:iCs/>
              </w:rPr>
            </w:pPr>
            <w:r w:rsidRPr="00F73937">
              <w:rPr>
                <w:rFonts w:cs="Angsana New"/>
                <w:b/>
                <w:bCs/>
                <w:i/>
                <w:iCs/>
              </w:rPr>
              <w:t>Other commitments</w:t>
            </w:r>
          </w:p>
        </w:tc>
        <w:tc>
          <w:tcPr>
            <w:tcW w:w="1260" w:type="dxa"/>
            <w:shd w:val="clear" w:color="auto" w:fill="auto"/>
          </w:tcPr>
          <w:p w14:paraId="408B08FA" w14:textId="77777777" w:rsidR="00EA07E9" w:rsidRPr="00F73937" w:rsidRDefault="00EA07E9" w:rsidP="009E7BDE">
            <w:pPr>
              <w:pStyle w:val="acctfourfigures"/>
              <w:tabs>
                <w:tab w:val="clear" w:pos="765"/>
                <w:tab w:val="decimal" w:pos="731"/>
              </w:tabs>
              <w:spacing w:line="240" w:lineRule="atLeast"/>
              <w:ind w:right="11"/>
              <w:rPr>
                <w:b/>
                <w:bCs/>
              </w:rPr>
            </w:pPr>
          </w:p>
        </w:tc>
        <w:tc>
          <w:tcPr>
            <w:tcW w:w="180" w:type="dxa"/>
            <w:shd w:val="clear" w:color="auto" w:fill="auto"/>
          </w:tcPr>
          <w:p w14:paraId="30E4391C" w14:textId="77777777" w:rsidR="00EA07E9" w:rsidRPr="00F73937" w:rsidRDefault="00EA07E9" w:rsidP="009E7BDE">
            <w:pPr>
              <w:pStyle w:val="acctfourfigures"/>
              <w:spacing w:line="240" w:lineRule="atLeast"/>
            </w:pPr>
          </w:p>
        </w:tc>
        <w:tc>
          <w:tcPr>
            <w:tcW w:w="1260" w:type="dxa"/>
            <w:shd w:val="clear" w:color="auto" w:fill="auto"/>
          </w:tcPr>
          <w:p w14:paraId="3E6FBC4A" w14:textId="77777777" w:rsidR="00EA07E9" w:rsidRPr="00F73937" w:rsidRDefault="00EA07E9" w:rsidP="009E7BDE">
            <w:pPr>
              <w:pStyle w:val="acctfourfigures"/>
              <w:tabs>
                <w:tab w:val="clear" w:pos="765"/>
                <w:tab w:val="decimal" w:pos="731"/>
              </w:tabs>
              <w:spacing w:line="240" w:lineRule="atLeast"/>
              <w:ind w:right="11"/>
              <w:rPr>
                <w:b/>
                <w:bCs/>
              </w:rPr>
            </w:pPr>
          </w:p>
        </w:tc>
      </w:tr>
      <w:tr w:rsidR="00E07D7B" w:rsidRPr="00F73937" w14:paraId="720307CE" w14:textId="77777777" w:rsidTr="002866A5">
        <w:trPr>
          <w:cantSplit/>
        </w:trPr>
        <w:tc>
          <w:tcPr>
            <w:tcW w:w="6390" w:type="dxa"/>
            <w:shd w:val="clear" w:color="auto" w:fill="auto"/>
          </w:tcPr>
          <w:p w14:paraId="49FB401E" w14:textId="77777777" w:rsidR="00E07D7B" w:rsidRPr="00F73937" w:rsidRDefault="00E07D7B" w:rsidP="00E07D7B">
            <w:pPr>
              <w:spacing w:line="240" w:lineRule="atLeast"/>
            </w:pPr>
            <w:r w:rsidRPr="00F73937">
              <w:t>Bank guarantees</w:t>
            </w:r>
          </w:p>
        </w:tc>
        <w:tc>
          <w:tcPr>
            <w:tcW w:w="1260" w:type="dxa"/>
            <w:shd w:val="clear" w:color="auto" w:fill="auto"/>
          </w:tcPr>
          <w:p w14:paraId="46D79BE2" w14:textId="22FC0EE6" w:rsidR="00E07D7B" w:rsidRPr="00F73937" w:rsidRDefault="00E07D7B" w:rsidP="00E07D7B">
            <w:pPr>
              <w:pStyle w:val="BodyText"/>
              <w:tabs>
                <w:tab w:val="left" w:pos="540"/>
                <w:tab w:val="decimal" w:pos="829"/>
              </w:tabs>
              <w:spacing w:after="0" w:line="240" w:lineRule="auto"/>
              <w:ind w:right="57"/>
              <w:jc w:val="right"/>
            </w:pPr>
            <w:r w:rsidRPr="002F2AF5">
              <w:t>98,992</w:t>
            </w:r>
          </w:p>
        </w:tc>
        <w:tc>
          <w:tcPr>
            <w:tcW w:w="180" w:type="dxa"/>
            <w:shd w:val="clear" w:color="auto" w:fill="auto"/>
          </w:tcPr>
          <w:p w14:paraId="588416E6" w14:textId="77777777" w:rsidR="00E07D7B" w:rsidRPr="00F73937" w:rsidRDefault="00E07D7B" w:rsidP="00E07D7B">
            <w:pPr>
              <w:pStyle w:val="BodyText"/>
              <w:tabs>
                <w:tab w:val="left" w:pos="540"/>
                <w:tab w:val="decimal" w:pos="873"/>
              </w:tabs>
              <w:spacing w:after="0" w:line="240" w:lineRule="auto"/>
              <w:ind w:right="57"/>
              <w:jc w:val="right"/>
            </w:pPr>
          </w:p>
        </w:tc>
        <w:tc>
          <w:tcPr>
            <w:tcW w:w="1260" w:type="dxa"/>
            <w:shd w:val="clear" w:color="auto" w:fill="auto"/>
          </w:tcPr>
          <w:p w14:paraId="5E6F61AD" w14:textId="3AD4515E" w:rsidR="00E07D7B" w:rsidRPr="00F73937" w:rsidRDefault="00E07D7B" w:rsidP="00E07D7B">
            <w:pPr>
              <w:pStyle w:val="BodyText"/>
              <w:tabs>
                <w:tab w:val="left" w:pos="540"/>
                <w:tab w:val="decimal" w:pos="806"/>
              </w:tabs>
              <w:spacing w:after="0" w:line="240" w:lineRule="auto"/>
              <w:ind w:right="57"/>
              <w:jc w:val="right"/>
            </w:pPr>
            <w:r w:rsidRPr="002F2AF5">
              <w:t>25,960</w:t>
            </w:r>
          </w:p>
        </w:tc>
      </w:tr>
      <w:tr w:rsidR="00E07D7B" w:rsidRPr="00F73937" w14:paraId="520998C2" w14:textId="77777777" w:rsidTr="002866A5">
        <w:trPr>
          <w:cantSplit/>
        </w:trPr>
        <w:tc>
          <w:tcPr>
            <w:tcW w:w="6390" w:type="dxa"/>
            <w:shd w:val="clear" w:color="auto" w:fill="auto"/>
          </w:tcPr>
          <w:p w14:paraId="794F617E" w14:textId="750E4286" w:rsidR="00E07D7B" w:rsidRPr="00F73937" w:rsidRDefault="00E07D7B" w:rsidP="00E07D7B">
            <w:pPr>
              <w:spacing w:line="240" w:lineRule="atLeast"/>
            </w:pPr>
            <w:r w:rsidRPr="00EA5307">
              <w:rPr>
                <w:rFonts w:cs="Angsana New"/>
              </w:rPr>
              <w:t>Purchase orders for goods and supplies</w:t>
            </w:r>
          </w:p>
        </w:tc>
        <w:tc>
          <w:tcPr>
            <w:tcW w:w="1260" w:type="dxa"/>
            <w:shd w:val="clear" w:color="auto" w:fill="auto"/>
          </w:tcPr>
          <w:p w14:paraId="755C221F" w14:textId="7E424562" w:rsidR="00E07D7B" w:rsidRPr="00F73937" w:rsidRDefault="00E07D7B" w:rsidP="00E07D7B">
            <w:pPr>
              <w:pStyle w:val="BodyText"/>
              <w:tabs>
                <w:tab w:val="left" w:pos="540"/>
                <w:tab w:val="decimal" w:pos="829"/>
              </w:tabs>
              <w:spacing w:after="0" w:line="240" w:lineRule="auto"/>
              <w:ind w:right="57"/>
              <w:jc w:val="right"/>
            </w:pPr>
            <w:r w:rsidRPr="002F2AF5">
              <w:t>42,216</w:t>
            </w:r>
          </w:p>
        </w:tc>
        <w:tc>
          <w:tcPr>
            <w:tcW w:w="180" w:type="dxa"/>
            <w:shd w:val="clear" w:color="auto" w:fill="auto"/>
          </w:tcPr>
          <w:p w14:paraId="6A95E922" w14:textId="77777777" w:rsidR="00E07D7B" w:rsidRPr="00F73937" w:rsidRDefault="00E07D7B" w:rsidP="00E07D7B">
            <w:pPr>
              <w:pStyle w:val="BodyText"/>
              <w:tabs>
                <w:tab w:val="left" w:pos="540"/>
                <w:tab w:val="decimal" w:pos="873"/>
              </w:tabs>
              <w:spacing w:after="0" w:line="240" w:lineRule="auto"/>
              <w:ind w:right="57"/>
              <w:jc w:val="right"/>
            </w:pPr>
          </w:p>
        </w:tc>
        <w:tc>
          <w:tcPr>
            <w:tcW w:w="1260" w:type="dxa"/>
            <w:shd w:val="clear" w:color="auto" w:fill="auto"/>
          </w:tcPr>
          <w:p w14:paraId="141DB085" w14:textId="4F6CB052" w:rsidR="00E07D7B" w:rsidRPr="00F73937" w:rsidRDefault="00E07D7B" w:rsidP="00E07D7B">
            <w:pPr>
              <w:pStyle w:val="BodyText"/>
              <w:tabs>
                <w:tab w:val="left" w:pos="540"/>
                <w:tab w:val="decimal" w:pos="806"/>
              </w:tabs>
              <w:spacing w:after="0" w:line="240" w:lineRule="auto"/>
              <w:ind w:right="57"/>
              <w:jc w:val="right"/>
            </w:pPr>
            <w:r w:rsidRPr="002F2AF5">
              <w:t>5,371</w:t>
            </w:r>
          </w:p>
        </w:tc>
      </w:tr>
      <w:tr w:rsidR="00E07D7B" w:rsidRPr="00F73937" w14:paraId="4769503D" w14:textId="77777777" w:rsidTr="002866A5">
        <w:trPr>
          <w:cantSplit/>
        </w:trPr>
        <w:tc>
          <w:tcPr>
            <w:tcW w:w="6390" w:type="dxa"/>
            <w:shd w:val="clear" w:color="auto" w:fill="auto"/>
          </w:tcPr>
          <w:p w14:paraId="55363E64" w14:textId="77777777" w:rsidR="00E07D7B" w:rsidRPr="00F73937" w:rsidRDefault="00E07D7B" w:rsidP="00E07D7B">
            <w:pPr>
              <w:spacing w:line="240" w:lineRule="atLeast"/>
              <w:rPr>
                <w:b/>
                <w:bCs/>
              </w:rPr>
            </w:pPr>
            <w:r w:rsidRPr="00F73937">
              <w:rPr>
                <w:b/>
                <w:bCs/>
              </w:rPr>
              <w:t>Total</w:t>
            </w:r>
          </w:p>
        </w:tc>
        <w:tc>
          <w:tcPr>
            <w:tcW w:w="1260" w:type="dxa"/>
            <w:tcBorders>
              <w:top w:val="single" w:sz="4" w:space="0" w:color="auto"/>
              <w:bottom w:val="double" w:sz="4" w:space="0" w:color="auto"/>
            </w:tcBorders>
            <w:shd w:val="clear" w:color="auto" w:fill="auto"/>
          </w:tcPr>
          <w:p w14:paraId="1D045C18" w14:textId="17B50D0A" w:rsidR="00E07D7B" w:rsidRPr="00E07D7B" w:rsidRDefault="00E07D7B" w:rsidP="00E07D7B">
            <w:pPr>
              <w:pStyle w:val="BodyText"/>
              <w:tabs>
                <w:tab w:val="left" w:pos="540"/>
                <w:tab w:val="decimal" w:pos="829"/>
              </w:tabs>
              <w:spacing w:after="0" w:line="240" w:lineRule="auto"/>
              <w:ind w:right="57"/>
              <w:jc w:val="right"/>
              <w:rPr>
                <w:b/>
                <w:bCs/>
              </w:rPr>
            </w:pPr>
            <w:r w:rsidRPr="00E07D7B">
              <w:rPr>
                <w:b/>
                <w:bCs/>
              </w:rPr>
              <w:t>141,208</w:t>
            </w:r>
          </w:p>
        </w:tc>
        <w:tc>
          <w:tcPr>
            <w:tcW w:w="180" w:type="dxa"/>
            <w:shd w:val="clear" w:color="auto" w:fill="auto"/>
          </w:tcPr>
          <w:p w14:paraId="4B4DCF6C" w14:textId="77777777" w:rsidR="00E07D7B" w:rsidRPr="00E07D7B" w:rsidRDefault="00E07D7B" w:rsidP="00E07D7B">
            <w:pPr>
              <w:pStyle w:val="BodyText"/>
              <w:tabs>
                <w:tab w:val="left" w:pos="540"/>
                <w:tab w:val="decimal" w:pos="873"/>
              </w:tabs>
              <w:spacing w:after="0" w:line="240" w:lineRule="auto"/>
              <w:ind w:right="57"/>
              <w:jc w:val="right"/>
              <w:rPr>
                <w:b/>
                <w:bCs/>
              </w:rPr>
            </w:pPr>
          </w:p>
        </w:tc>
        <w:tc>
          <w:tcPr>
            <w:tcW w:w="1260" w:type="dxa"/>
            <w:tcBorders>
              <w:top w:val="single" w:sz="4" w:space="0" w:color="auto"/>
              <w:bottom w:val="double" w:sz="4" w:space="0" w:color="auto"/>
            </w:tcBorders>
            <w:shd w:val="clear" w:color="auto" w:fill="auto"/>
          </w:tcPr>
          <w:p w14:paraId="031B3FC0" w14:textId="17C1E48B" w:rsidR="00E07D7B" w:rsidRPr="00E07D7B" w:rsidRDefault="00E07D7B" w:rsidP="00E07D7B">
            <w:pPr>
              <w:pStyle w:val="BodyText"/>
              <w:tabs>
                <w:tab w:val="left" w:pos="540"/>
                <w:tab w:val="decimal" w:pos="806"/>
              </w:tabs>
              <w:spacing w:after="0" w:line="240" w:lineRule="auto"/>
              <w:ind w:right="57"/>
              <w:jc w:val="right"/>
              <w:rPr>
                <w:rFonts w:cstheme="minorBidi"/>
                <w:b/>
                <w:bCs/>
                <w:cs/>
              </w:rPr>
            </w:pPr>
            <w:r w:rsidRPr="00E07D7B">
              <w:rPr>
                <w:b/>
                <w:bCs/>
              </w:rPr>
              <w:t>31,331</w:t>
            </w:r>
          </w:p>
        </w:tc>
      </w:tr>
    </w:tbl>
    <w:p w14:paraId="2AD34476" w14:textId="77777777" w:rsidR="00FD44CC" w:rsidRPr="00F73937" w:rsidRDefault="00FD44CC" w:rsidP="00F73937">
      <w:pPr>
        <w:tabs>
          <w:tab w:val="left" w:pos="630"/>
        </w:tabs>
        <w:spacing w:line="240" w:lineRule="auto"/>
        <w:jc w:val="thaiDistribute"/>
        <w:rPr>
          <w:spacing w:val="4"/>
        </w:rPr>
      </w:pPr>
    </w:p>
    <w:p w14:paraId="05F62E8C" w14:textId="4F92A783" w:rsidR="004E2C7D" w:rsidRPr="00B07727" w:rsidRDefault="004E2C7D" w:rsidP="004B73D6">
      <w:pPr>
        <w:pStyle w:val="Heading1"/>
        <w:numPr>
          <w:ilvl w:val="0"/>
          <w:numId w:val="13"/>
        </w:numPr>
        <w:tabs>
          <w:tab w:val="left" w:pos="567"/>
        </w:tabs>
        <w:spacing w:before="0" w:after="0" w:line="240" w:lineRule="auto"/>
        <w:ind w:left="1080" w:hanging="540"/>
        <w:jc w:val="both"/>
        <w:rPr>
          <w:b/>
          <w:bCs/>
          <w:i w:val="0"/>
          <w:iCs/>
          <w:szCs w:val="24"/>
        </w:rPr>
      </w:pPr>
      <w:r w:rsidRPr="00B07727">
        <w:rPr>
          <w:b/>
          <w:bCs/>
          <w:i w:val="0"/>
          <w:iCs/>
          <w:szCs w:val="24"/>
        </w:rPr>
        <w:t>Events after the reporting period</w:t>
      </w:r>
    </w:p>
    <w:p w14:paraId="483126E1" w14:textId="7817391C" w:rsidR="00921A9E" w:rsidRDefault="00921A9E" w:rsidP="00DA1982">
      <w:pPr>
        <w:pStyle w:val="BodyText"/>
        <w:spacing w:after="0"/>
        <w:ind w:left="1123"/>
        <w:rPr>
          <w:lang w:val="en-GB" w:eastAsia="x-none"/>
        </w:rPr>
      </w:pPr>
    </w:p>
    <w:p w14:paraId="2DF6DFE2" w14:textId="135906BD" w:rsidR="002542BC" w:rsidRPr="002542BC" w:rsidRDefault="002542BC" w:rsidP="002542BC">
      <w:pPr>
        <w:pStyle w:val="BodyText"/>
        <w:spacing w:after="0"/>
        <w:ind w:left="1080"/>
        <w:jc w:val="thaiDistribute"/>
        <w:rPr>
          <w:spacing w:val="-6"/>
        </w:rPr>
      </w:pPr>
      <w:r>
        <w:rPr>
          <w:spacing w:val="-6"/>
        </w:rPr>
        <w:t>On 8 April 2022, the Company registered Sabuy Pos Co., Ltd., the authorised share capital amounting to Baht 1 million (100,000 shares at Baht 10 par value). The Group</w:t>
      </w:r>
      <w:r w:rsidRPr="002542BC">
        <w:rPr>
          <w:spacing w:val="-6"/>
        </w:rPr>
        <w:t xml:space="preserve">’s ownership interest in such </w:t>
      </w:r>
      <w:r>
        <w:rPr>
          <w:spacing w:val="-6"/>
        </w:rPr>
        <w:t>company is</w:t>
      </w:r>
      <w:r w:rsidRPr="002542BC">
        <w:rPr>
          <w:spacing w:val="-6"/>
        </w:rPr>
        <w:t xml:space="preserve"> 99.99% of authorised and paid-up capital.</w:t>
      </w:r>
    </w:p>
    <w:p w14:paraId="22A39A0E" w14:textId="77777777" w:rsidR="002542BC" w:rsidRPr="002542BC" w:rsidRDefault="002542BC" w:rsidP="002542BC">
      <w:pPr>
        <w:pStyle w:val="BodyText"/>
        <w:spacing w:after="0"/>
        <w:ind w:left="1080"/>
        <w:jc w:val="thaiDistribute"/>
        <w:rPr>
          <w:spacing w:val="-6"/>
        </w:rPr>
      </w:pPr>
    </w:p>
    <w:p w14:paraId="5DB0CFEE" w14:textId="2840AAE8" w:rsidR="00695874" w:rsidRPr="00951F27" w:rsidRDefault="007B6A16" w:rsidP="002E5890">
      <w:pPr>
        <w:pStyle w:val="BodyText"/>
        <w:spacing w:after="0"/>
        <w:ind w:left="1080"/>
        <w:jc w:val="thaiDistribute"/>
        <w:rPr>
          <w:rFonts w:eastAsia="Arial Unicode MS" w:cs="Angsana New"/>
          <w:spacing w:val="-2"/>
        </w:rPr>
      </w:pPr>
      <w:r w:rsidRPr="00BC0290">
        <w:rPr>
          <w:spacing w:val="-6"/>
        </w:rPr>
        <w:t xml:space="preserve">At the </w:t>
      </w:r>
      <w:r w:rsidR="00BC0290" w:rsidRPr="00BC0290">
        <w:rPr>
          <w:spacing w:val="-6"/>
        </w:rPr>
        <w:t>Annual General</w:t>
      </w:r>
      <w:r w:rsidRPr="00BC0290">
        <w:rPr>
          <w:spacing w:val="-6"/>
        </w:rPr>
        <w:t xml:space="preserve"> Meeting of </w:t>
      </w:r>
      <w:r w:rsidR="00B41E3E" w:rsidRPr="00BC0290">
        <w:rPr>
          <w:spacing w:val="-6"/>
        </w:rPr>
        <w:t xml:space="preserve">TBSP Public Company Limited held on 20 April 2022, the </w:t>
      </w:r>
      <w:r w:rsidR="00BC0290" w:rsidRPr="00BC0290">
        <w:rPr>
          <w:spacing w:val="-6"/>
        </w:rPr>
        <w:t>shareholders</w:t>
      </w:r>
      <w:r w:rsidR="00B41E3E" w:rsidRPr="00951F27">
        <w:t xml:space="preserve"> </w:t>
      </w:r>
      <w:r w:rsidR="00241EDD" w:rsidRPr="00951F27">
        <w:t xml:space="preserve">approved the resolution </w:t>
      </w:r>
      <w:r w:rsidR="009A0D28" w:rsidRPr="00951F27">
        <w:t xml:space="preserve">to change </w:t>
      </w:r>
      <w:r w:rsidR="00BC0290">
        <w:t xml:space="preserve">the </w:t>
      </w:r>
      <w:r w:rsidR="009A0D28" w:rsidRPr="00951F27">
        <w:t>name of th</w:t>
      </w:r>
      <w:r w:rsidR="00BC0290">
        <w:t>is</w:t>
      </w:r>
      <w:r w:rsidR="009A0D28" w:rsidRPr="00951F27">
        <w:t xml:space="preserve"> subsidiary from “</w:t>
      </w:r>
      <w:r w:rsidR="004118EE" w:rsidRPr="00951F27">
        <w:t>TBSP Public Company Limited” to “Plus Tech Innovation Public Company Limited”</w:t>
      </w:r>
      <w:r w:rsidR="000F6687" w:rsidRPr="00951F27">
        <w:t xml:space="preserve">. The subsidiary </w:t>
      </w:r>
      <w:r w:rsidR="00FD5E31" w:rsidRPr="00951F27">
        <w:t xml:space="preserve">had </w:t>
      </w:r>
      <w:r w:rsidR="003F41DD" w:rsidRPr="00951F27">
        <w:t>registered the change</w:t>
      </w:r>
      <w:r w:rsidR="00BC0290">
        <w:t xml:space="preserve"> </w:t>
      </w:r>
      <w:r w:rsidR="00F106B4" w:rsidRPr="00951F27">
        <w:rPr>
          <w:rFonts w:eastAsia="Arial Unicode MS" w:cs="Angsana New"/>
          <w:spacing w:val="-2"/>
        </w:rPr>
        <w:t>with</w:t>
      </w:r>
      <w:r w:rsidR="00BC0290">
        <w:rPr>
          <w:rFonts w:eastAsia="Arial Unicode MS" w:cs="Angsana New"/>
          <w:spacing w:val="-2"/>
        </w:rPr>
        <w:t xml:space="preserve">    </w:t>
      </w:r>
      <w:r w:rsidR="00A62DB1" w:rsidRPr="00951F27">
        <w:rPr>
          <w:rFonts w:eastAsia="Arial Unicode MS" w:cs="Angsana New" w:hint="cs"/>
          <w:spacing w:val="-2"/>
          <w:cs/>
        </w:rPr>
        <w:t xml:space="preserve"> </w:t>
      </w:r>
      <w:r w:rsidR="00F106B4" w:rsidRPr="00951F27">
        <w:rPr>
          <w:rFonts w:eastAsia="Arial Unicode MS" w:cs="Angsana New"/>
          <w:spacing w:val="-2"/>
        </w:rPr>
        <w:t>the Ministry of Commerce</w:t>
      </w:r>
      <w:r w:rsidR="00A62DB1" w:rsidRPr="00951F27">
        <w:rPr>
          <w:rFonts w:eastAsia="Arial Unicode MS" w:cs="Angsana New" w:hint="cs"/>
          <w:spacing w:val="-2"/>
          <w:cs/>
        </w:rPr>
        <w:t xml:space="preserve"> </w:t>
      </w:r>
      <w:r w:rsidR="00A62DB1" w:rsidRPr="00951F27">
        <w:rPr>
          <w:rFonts w:eastAsia="Arial Unicode MS" w:cs="Angsana New"/>
          <w:spacing w:val="-2"/>
        </w:rPr>
        <w:t>on 22 April 2022.</w:t>
      </w:r>
    </w:p>
    <w:p w14:paraId="5B384E30" w14:textId="5EE1E984" w:rsidR="00A62DB1" w:rsidRDefault="00A62DB1" w:rsidP="002E5890">
      <w:pPr>
        <w:pStyle w:val="BodyText"/>
        <w:spacing w:after="0"/>
        <w:ind w:left="1080"/>
        <w:jc w:val="thaiDistribute"/>
        <w:rPr>
          <w:rFonts w:eastAsia="Arial Unicode MS" w:cs="Angsana New"/>
          <w:spacing w:val="-2"/>
        </w:rPr>
      </w:pPr>
    </w:p>
    <w:p w14:paraId="1BC85734" w14:textId="4178A7AD" w:rsidR="00655C7F" w:rsidRPr="00655C7F" w:rsidRDefault="00655C7F" w:rsidP="002E5890">
      <w:pPr>
        <w:pStyle w:val="BodyText"/>
        <w:spacing w:after="0"/>
        <w:ind w:left="1080"/>
        <w:jc w:val="thaiDistribute"/>
        <w:rPr>
          <w:rFonts w:eastAsia="Arial Unicode MS" w:cs="Angsana New"/>
          <w:spacing w:val="-2"/>
          <w:lang w:val="en-US"/>
        </w:rPr>
      </w:pPr>
      <w:r>
        <w:rPr>
          <w:rFonts w:eastAsia="Arial Unicode MS" w:cs="Angsana New"/>
          <w:spacing w:val="-2"/>
          <w:lang w:val="en-US"/>
        </w:rPr>
        <w:t xml:space="preserve">On 26 April 2022, Sabuy Accelerator Co., Ltd. increased the authorised share capital amounting to Baht 1 million to Baht 10 million. </w:t>
      </w:r>
      <w:r w:rsidRPr="00655C7F">
        <w:rPr>
          <w:rFonts w:eastAsia="Arial Unicode MS" w:cs="Angsana New"/>
          <w:spacing w:val="-2"/>
          <w:lang w:val="en-US"/>
        </w:rPr>
        <w:t>The Group’s ownership interest in such company is 99.99% of authorised and paid-up capital.</w:t>
      </w:r>
    </w:p>
    <w:p w14:paraId="721E43E5" w14:textId="77777777" w:rsidR="00655C7F" w:rsidRPr="00951F27" w:rsidRDefault="00655C7F" w:rsidP="002E5890">
      <w:pPr>
        <w:pStyle w:val="BodyText"/>
        <w:spacing w:after="0"/>
        <w:ind w:left="1080"/>
        <w:jc w:val="thaiDistribute"/>
        <w:rPr>
          <w:rFonts w:eastAsia="Arial Unicode MS" w:cs="Angsana New"/>
          <w:spacing w:val="-2"/>
        </w:rPr>
      </w:pPr>
    </w:p>
    <w:p w14:paraId="51928703" w14:textId="63B10F6C" w:rsidR="00A62DB1" w:rsidRPr="00951F27" w:rsidRDefault="00A62DB1" w:rsidP="002E5890">
      <w:pPr>
        <w:pStyle w:val="BodyText"/>
        <w:spacing w:after="0"/>
        <w:ind w:left="1080"/>
        <w:jc w:val="thaiDistribute"/>
        <w:rPr>
          <w:rFonts w:cstheme="minorBidi"/>
          <w:lang w:val="en-US"/>
        </w:rPr>
      </w:pPr>
      <w:r w:rsidRPr="00951F27">
        <w:rPr>
          <w:rFonts w:cstheme="minorBidi"/>
          <w:lang w:val="en-US"/>
        </w:rPr>
        <w:t xml:space="preserve">At the </w:t>
      </w:r>
      <w:r w:rsidRPr="00951F27">
        <w:rPr>
          <w:rFonts w:eastAsia="Arial Unicode MS" w:cs="Angsana New"/>
          <w:spacing w:val="-2"/>
          <w:szCs w:val="28"/>
        </w:rPr>
        <w:t xml:space="preserve">Annual General Meeting </w:t>
      </w:r>
      <w:r w:rsidR="0080294C" w:rsidRPr="00951F27">
        <w:rPr>
          <w:rFonts w:eastAsia="Arial Unicode MS" w:cs="Angsana New"/>
          <w:spacing w:val="-2"/>
          <w:szCs w:val="28"/>
        </w:rPr>
        <w:t xml:space="preserve">of shareholders </w:t>
      </w:r>
      <w:r w:rsidRPr="00951F27">
        <w:rPr>
          <w:rFonts w:eastAsia="Arial Unicode MS" w:cs="Angsana New"/>
          <w:spacing w:val="-2"/>
          <w:szCs w:val="28"/>
        </w:rPr>
        <w:t>of</w:t>
      </w:r>
      <w:r w:rsidR="003B6E42" w:rsidRPr="00951F27">
        <w:rPr>
          <w:rFonts w:eastAsia="Arial Unicode MS" w:cs="Angsana New"/>
          <w:spacing w:val="-2"/>
          <w:szCs w:val="28"/>
        </w:rPr>
        <w:t xml:space="preserve"> the Company held on 27 April 2022, the shareholders </w:t>
      </w:r>
    </w:p>
    <w:p w14:paraId="039DD803" w14:textId="035C2136" w:rsidR="003C7B56" w:rsidRPr="00951F27" w:rsidRDefault="003C7B56" w:rsidP="00096707">
      <w:pPr>
        <w:pStyle w:val="BodyText"/>
        <w:spacing w:after="0"/>
        <w:ind w:left="1080"/>
        <w:jc w:val="thaiDistribute"/>
        <w:rPr>
          <w:rFonts w:eastAsia="Arial Unicode MS" w:cs="Angsana New"/>
          <w:spacing w:val="-2"/>
          <w:szCs w:val="28"/>
        </w:rPr>
      </w:pPr>
      <w:r w:rsidRPr="00951F27">
        <w:rPr>
          <w:rFonts w:eastAsia="Arial Unicode MS" w:cs="Angsana New"/>
          <w:spacing w:val="-2"/>
          <w:szCs w:val="28"/>
        </w:rPr>
        <w:t>approved the</w:t>
      </w:r>
      <w:r w:rsidRPr="00951F27">
        <w:rPr>
          <w:rFonts w:cstheme="minorBidi"/>
        </w:rPr>
        <w:t xml:space="preserve"> </w:t>
      </w:r>
      <w:r w:rsidRPr="00951F27">
        <w:rPr>
          <w:rFonts w:cstheme="minorBidi"/>
          <w:lang w:val="en-GB" w:eastAsia="x-none"/>
        </w:rPr>
        <w:t>resolution</w:t>
      </w:r>
      <w:r w:rsidRPr="00951F27">
        <w:rPr>
          <w:rFonts w:eastAsia="Arial Unicode MS" w:cs="Angsana New"/>
          <w:spacing w:val="-2"/>
          <w:szCs w:val="28"/>
        </w:rPr>
        <w:t xml:space="preserve"> as follows:</w:t>
      </w:r>
    </w:p>
    <w:p w14:paraId="7FDE36CE" w14:textId="67399C5C" w:rsidR="00F6677F" w:rsidRPr="00951F27" w:rsidRDefault="00F6677F" w:rsidP="00A51AC3">
      <w:pPr>
        <w:spacing w:line="240" w:lineRule="atLeast"/>
        <w:ind w:left="1620" w:hanging="580"/>
        <w:jc w:val="thaiDistribute"/>
        <w:rPr>
          <w:rFonts w:eastAsia="Arial Unicode MS" w:cs="Angsana New"/>
          <w:spacing w:val="-2"/>
          <w:szCs w:val="28"/>
        </w:rPr>
      </w:pPr>
      <w:r w:rsidRPr="00951F27">
        <w:rPr>
          <w:rFonts w:eastAsia="Arial Unicode MS" w:cs="Angsana New"/>
          <w:spacing w:val="-2"/>
          <w:szCs w:val="28"/>
        </w:rPr>
        <w:t xml:space="preserve">1) </w:t>
      </w:r>
      <w:r w:rsidR="00137ED2" w:rsidRPr="00951F27">
        <w:rPr>
          <w:rFonts w:eastAsia="Arial Unicode MS" w:cs="Angsana New"/>
          <w:spacing w:val="-2"/>
          <w:szCs w:val="28"/>
        </w:rPr>
        <w:tab/>
        <w:t>To approve the appropriation of dividend of Baht 0.03 per share amounting to Baht 38.86 million.</w:t>
      </w:r>
    </w:p>
    <w:p w14:paraId="5EFDB7DA" w14:textId="051A8234" w:rsidR="00F6677F" w:rsidRPr="00951F27" w:rsidRDefault="00137ED2" w:rsidP="00A51AC3">
      <w:pPr>
        <w:spacing w:line="240" w:lineRule="atLeast"/>
        <w:ind w:left="1620" w:hanging="580"/>
        <w:jc w:val="thaiDistribute"/>
        <w:rPr>
          <w:rFonts w:eastAsia="Arial Unicode MS" w:cs="Angsana New"/>
          <w:spacing w:val="-2"/>
          <w:szCs w:val="28"/>
        </w:rPr>
      </w:pPr>
      <w:r w:rsidRPr="00951F27">
        <w:rPr>
          <w:rFonts w:eastAsia="Arial Unicode MS" w:cs="Angsana New"/>
          <w:spacing w:val="-2"/>
          <w:szCs w:val="28"/>
        </w:rPr>
        <w:t>2)</w:t>
      </w:r>
      <w:r w:rsidRPr="00951F27">
        <w:rPr>
          <w:rFonts w:eastAsia="Arial Unicode MS" w:cs="Angsana New"/>
          <w:spacing w:val="-2"/>
          <w:szCs w:val="28"/>
        </w:rPr>
        <w:tab/>
      </w:r>
      <w:r w:rsidR="0067117A" w:rsidRPr="00951F27">
        <w:rPr>
          <w:rFonts w:eastAsia="Arial Unicode MS" w:cs="Angsana New"/>
          <w:spacing w:val="-2"/>
          <w:szCs w:val="28"/>
        </w:rPr>
        <w:t xml:space="preserve">To approve the acquisition of </w:t>
      </w:r>
      <w:r w:rsidR="00E6185E">
        <w:rPr>
          <w:rFonts w:eastAsia="Arial Unicode MS" w:cs="Angsana New"/>
          <w:spacing w:val="-2"/>
          <w:szCs w:val="28"/>
        </w:rPr>
        <w:t xml:space="preserve">30 million </w:t>
      </w:r>
      <w:r w:rsidR="0067117A" w:rsidRPr="00951F27">
        <w:rPr>
          <w:rFonts w:eastAsia="Arial Unicode MS" w:cs="Angsana New"/>
          <w:spacing w:val="-2"/>
          <w:szCs w:val="28"/>
        </w:rPr>
        <w:t>ordinary shares</w:t>
      </w:r>
      <w:r w:rsidR="0067117A" w:rsidRPr="00951F27">
        <w:rPr>
          <w:rFonts w:eastAsia="Arial Unicode MS" w:cs="Angsana New" w:hint="cs"/>
          <w:spacing w:val="-2"/>
          <w:szCs w:val="28"/>
          <w:cs/>
        </w:rPr>
        <w:t xml:space="preserve"> </w:t>
      </w:r>
      <w:r w:rsidR="0067117A" w:rsidRPr="00951F27">
        <w:rPr>
          <w:rFonts w:eastAsia="Arial Unicode MS" w:cs="Angsana New"/>
          <w:spacing w:val="-2"/>
          <w:szCs w:val="28"/>
        </w:rPr>
        <w:t>of Advanced Information Technology Public Company Limited</w:t>
      </w:r>
      <w:r w:rsidR="00E6185E">
        <w:rPr>
          <w:rFonts w:eastAsia="Arial Unicode MS" w:cs="Angsana New"/>
          <w:spacing w:val="-2"/>
          <w:szCs w:val="28"/>
        </w:rPr>
        <w:t xml:space="preserve"> </w:t>
      </w:r>
      <w:r w:rsidR="0067117A" w:rsidRPr="00951F27">
        <w:rPr>
          <w:rFonts w:eastAsia="Arial Unicode MS" w:cs="Angsana New"/>
          <w:spacing w:val="-2"/>
          <w:szCs w:val="28"/>
        </w:rPr>
        <w:t xml:space="preserve">at offering price of </w:t>
      </w:r>
      <w:r w:rsidR="008565F5" w:rsidRPr="00951F27">
        <w:rPr>
          <w:rFonts w:eastAsia="Arial Unicode MS" w:cs="Angsana New"/>
          <w:spacing w:val="-2"/>
          <w:szCs w:val="28"/>
        </w:rPr>
        <w:t xml:space="preserve">Baht </w:t>
      </w:r>
      <w:r w:rsidR="0067117A" w:rsidRPr="00951F27">
        <w:rPr>
          <w:rFonts w:eastAsia="Arial Unicode MS" w:cs="Angsana New"/>
          <w:spacing w:val="-2"/>
          <w:szCs w:val="28"/>
        </w:rPr>
        <w:t>7.08 per share amounting to Baht 212.40 million and the 2nd warrant (“AIT-W2”) of such company</w:t>
      </w:r>
      <w:r w:rsidR="0067117A" w:rsidRPr="00951F27">
        <w:rPr>
          <w:rFonts w:eastAsia="Arial Unicode MS" w:cs="Angsana New" w:hint="cs"/>
          <w:spacing w:val="-2"/>
          <w:szCs w:val="28"/>
          <w:cs/>
        </w:rPr>
        <w:t xml:space="preserve"> </w:t>
      </w:r>
      <w:r w:rsidR="0067117A" w:rsidRPr="00951F27">
        <w:rPr>
          <w:rFonts w:eastAsia="Arial Unicode MS" w:cs="Angsana New"/>
          <w:spacing w:val="-2"/>
          <w:szCs w:val="28"/>
        </w:rPr>
        <w:t>of 140,000,000 units at</w:t>
      </w:r>
      <w:r w:rsidR="008565F5" w:rsidRPr="00951F27">
        <w:rPr>
          <w:rFonts w:eastAsia="Arial Unicode MS" w:cs="Angsana New"/>
          <w:spacing w:val="-2"/>
          <w:szCs w:val="28"/>
        </w:rPr>
        <w:t xml:space="preserve"> Baht</w:t>
      </w:r>
      <w:r w:rsidR="0067117A" w:rsidRPr="00951F27">
        <w:rPr>
          <w:rFonts w:eastAsia="Arial Unicode MS" w:cs="Angsana New"/>
          <w:spacing w:val="-2"/>
          <w:szCs w:val="28"/>
        </w:rPr>
        <w:t xml:space="preserve"> 3.55 per warrant</w:t>
      </w:r>
      <w:r w:rsidR="00E6185E">
        <w:rPr>
          <w:rFonts w:eastAsia="Arial Unicode MS" w:cs="Angsana New"/>
          <w:spacing w:val="-2"/>
          <w:szCs w:val="28"/>
        </w:rPr>
        <w:t xml:space="preserve"> amounting to </w:t>
      </w:r>
      <w:r w:rsidR="0067117A" w:rsidRPr="00951F27">
        <w:rPr>
          <w:rFonts w:eastAsia="Arial Unicode MS" w:cs="Angsana New"/>
          <w:spacing w:val="-2"/>
          <w:szCs w:val="28"/>
        </w:rPr>
        <w:t>Baht 497</w:t>
      </w:r>
      <w:r w:rsidR="009626BF" w:rsidRPr="00951F27">
        <w:rPr>
          <w:rFonts w:eastAsia="Arial Unicode MS" w:cs="Angsana New"/>
          <w:spacing w:val="-2"/>
          <w:szCs w:val="28"/>
        </w:rPr>
        <w:t>.00</w:t>
      </w:r>
      <w:r w:rsidR="0067117A" w:rsidRPr="00951F27">
        <w:rPr>
          <w:rFonts w:eastAsia="Arial Unicode MS" w:cs="Angsana New"/>
          <w:spacing w:val="-2"/>
          <w:szCs w:val="28"/>
        </w:rPr>
        <w:t xml:space="preserve"> millio</w:t>
      </w:r>
      <w:r w:rsidR="00BD5BFE" w:rsidRPr="00951F27">
        <w:rPr>
          <w:rFonts w:eastAsia="Arial Unicode MS" w:cs="Angsana New"/>
          <w:spacing w:val="-2"/>
          <w:szCs w:val="28"/>
        </w:rPr>
        <w:t xml:space="preserve">n with grand total amount </w:t>
      </w:r>
      <w:r w:rsidR="00E6185E">
        <w:rPr>
          <w:rFonts w:eastAsia="Arial Unicode MS" w:cs="Angsana New"/>
          <w:spacing w:val="-2"/>
          <w:szCs w:val="28"/>
        </w:rPr>
        <w:t xml:space="preserve">of </w:t>
      </w:r>
      <w:r w:rsidR="00BD5BFE" w:rsidRPr="00951F27">
        <w:rPr>
          <w:rFonts w:eastAsia="Arial Unicode MS" w:cs="Angsana New"/>
          <w:spacing w:val="-2"/>
          <w:szCs w:val="28"/>
        </w:rPr>
        <w:t>Baht 709.40 million</w:t>
      </w:r>
      <w:r w:rsidR="00006858" w:rsidRPr="00951F27">
        <w:rPr>
          <w:rFonts w:eastAsia="Arial Unicode MS" w:cs="Angsana New"/>
          <w:spacing w:val="-2"/>
          <w:szCs w:val="28"/>
        </w:rPr>
        <w:t xml:space="preserve"> from the existing</w:t>
      </w:r>
      <w:r w:rsidR="00125793" w:rsidRPr="00951F27">
        <w:rPr>
          <w:rFonts w:eastAsia="Arial Unicode MS" w:cs="Angsana New"/>
          <w:spacing w:val="-2"/>
          <w:szCs w:val="28"/>
        </w:rPr>
        <w:t xml:space="preserve"> </w:t>
      </w:r>
      <w:r w:rsidR="00006858" w:rsidRPr="00951F27">
        <w:rPr>
          <w:rFonts w:eastAsia="Arial Unicode MS" w:cs="Angsana New"/>
          <w:spacing w:val="-2"/>
          <w:szCs w:val="28"/>
        </w:rPr>
        <w:t>shareholder</w:t>
      </w:r>
      <w:r w:rsidR="002940B4" w:rsidRPr="00951F27">
        <w:rPr>
          <w:rFonts w:eastAsia="Arial Unicode MS" w:cs="Angsana New"/>
          <w:spacing w:val="-2"/>
          <w:szCs w:val="28"/>
        </w:rPr>
        <w:t xml:space="preserve"> </w:t>
      </w:r>
      <w:r w:rsidR="00E6185E">
        <w:rPr>
          <w:rFonts w:eastAsia="Arial Unicode MS" w:cs="Angsana New"/>
          <w:spacing w:val="-2"/>
          <w:szCs w:val="28"/>
        </w:rPr>
        <w:t xml:space="preserve">that is </w:t>
      </w:r>
      <w:r w:rsidR="00125793" w:rsidRPr="00951F27">
        <w:rPr>
          <w:rFonts w:eastAsia="Arial Unicode MS" w:cs="Angsana New"/>
          <w:spacing w:val="-2"/>
          <w:szCs w:val="28"/>
        </w:rPr>
        <w:t>related part</w:t>
      </w:r>
      <w:r w:rsidR="00E6185E">
        <w:rPr>
          <w:rFonts w:eastAsia="Arial Unicode MS" w:cs="Angsana New"/>
          <w:spacing w:val="-2"/>
          <w:szCs w:val="28"/>
        </w:rPr>
        <w:t>y</w:t>
      </w:r>
      <w:r w:rsidR="00125793" w:rsidRPr="00951F27">
        <w:rPr>
          <w:rFonts w:eastAsia="Arial Unicode MS" w:cs="Angsana New"/>
          <w:spacing w:val="-2"/>
          <w:szCs w:val="28"/>
        </w:rPr>
        <w:t xml:space="preserve"> of the Company</w:t>
      </w:r>
      <w:r w:rsidR="00BF1F21">
        <w:rPr>
          <w:rFonts w:eastAsia="Arial Unicode MS" w:cs="Angsana New"/>
          <w:spacing w:val="-2"/>
          <w:szCs w:val="28"/>
        </w:rPr>
        <w:t xml:space="preserve">, by issuing </w:t>
      </w:r>
      <w:r w:rsidR="0067117A" w:rsidRPr="00951F27">
        <w:rPr>
          <w:rFonts w:eastAsia="Arial Unicode MS" w:cs="Angsana New"/>
          <w:spacing w:val="-2"/>
          <w:szCs w:val="28"/>
        </w:rPr>
        <w:t xml:space="preserve">new ordinary shares of 25,111,504 shares at offering price of </w:t>
      </w:r>
      <w:r w:rsidR="00C96BFB" w:rsidRPr="00951F27">
        <w:rPr>
          <w:rFonts w:eastAsia="Arial Unicode MS" w:cs="Angsana New"/>
          <w:spacing w:val="-2"/>
          <w:szCs w:val="28"/>
        </w:rPr>
        <w:t xml:space="preserve">Baht </w:t>
      </w:r>
      <w:r w:rsidR="0067117A" w:rsidRPr="00951F27">
        <w:rPr>
          <w:rFonts w:eastAsia="Arial Unicode MS" w:cs="Angsana New"/>
          <w:spacing w:val="-2"/>
          <w:szCs w:val="28"/>
        </w:rPr>
        <w:t>28.25 per share.</w:t>
      </w:r>
    </w:p>
    <w:p w14:paraId="0B15CCEE" w14:textId="77F93352" w:rsidR="00E51122" w:rsidRPr="00951F27" w:rsidRDefault="00137ED2" w:rsidP="00A51AC3">
      <w:pPr>
        <w:spacing w:line="240" w:lineRule="atLeast"/>
        <w:ind w:left="1620" w:hanging="580"/>
        <w:jc w:val="thaiDistribute"/>
        <w:rPr>
          <w:rFonts w:eastAsia="Arial Unicode MS" w:cs="Angsana New"/>
          <w:spacing w:val="-2"/>
          <w:szCs w:val="28"/>
        </w:rPr>
      </w:pPr>
      <w:r w:rsidRPr="00951F27">
        <w:rPr>
          <w:rFonts w:eastAsia="Arial Unicode MS" w:cs="Angsana New"/>
          <w:spacing w:val="-2"/>
          <w:szCs w:val="28"/>
        </w:rPr>
        <w:t>3)</w:t>
      </w:r>
      <w:r w:rsidRPr="00951F27">
        <w:rPr>
          <w:rFonts w:eastAsia="Arial Unicode MS" w:cs="Angsana New"/>
          <w:spacing w:val="-2"/>
          <w:szCs w:val="28"/>
        </w:rPr>
        <w:tab/>
      </w:r>
      <w:r w:rsidR="00406936" w:rsidRPr="00951F27">
        <w:rPr>
          <w:rFonts w:eastAsia="Arial Unicode MS" w:cs="Angsana New"/>
          <w:spacing w:val="-2"/>
          <w:szCs w:val="28"/>
        </w:rPr>
        <w:t>To approve the acquisition of new ordinary shares of Nakhonluang Capital Public Company Limited</w:t>
      </w:r>
      <w:r w:rsidR="00BD1105" w:rsidRPr="00951F27">
        <w:rPr>
          <w:rFonts w:eastAsia="Arial Unicode MS" w:cs="Angsana New"/>
          <w:spacing w:val="-2"/>
          <w:szCs w:val="28"/>
        </w:rPr>
        <w:t xml:space="preserve"> of 311,699,434 shares </w:t>
      </w:r>
      <w:r w:rsidR="00890E94" w:rsidRPr="00951F27">
        <w:rPr>
          <w:rFonts w:eastAsia="Arial Unicode MS" w:cs="Angsana New"/>
          <w:spacing w:val="-2"/>
          <w:szCs w:val="28"/>
        </w:rPr>
        <w:t>with</w:t>
      </w:r>
      <w:r w:rsidR="00D50BE6" w:rsidRPr="00951F27">
        <w:rPr>
          <w:rFonts w:eastAsia="Arial Unicode MS" w:cs="Angsana New"/>
          <w:spacing w:val="-2"/>
          <w:szCs w:val="28"/>
        </w:rPr>
        <w:t xml:space="preserve"> Baht 0.50 par value</w:t>
      </w:r>
      <w:r w:rsidR="00CD0179" w:rsidRPr="00951F27">
        <w:rPr>
          <w:rFonts w:eastAsia="Arial Unicode MS" w:cs="Angsana New"/>
          <w:spacing w:val="-2"/>
          <w:szCs w:val="28"/>
        </w:rPr>
        <w:t xml:space="preserve">. The </w:t>
      </w:r>
      <w:r w:rsidR="00145747" w:rsidRPr="00951F27">
        <w:rPr>
          <w:rFonts w:eastAsia="Arial Unicode MS" w:cs="Angsana New"/>
          <w:spacing w:val="-2"/>
          <w:szCs w:val="28"/>
        </w:rPr>
        <w:t xml:space="preserve">offering price </w:t>
      </w:r>
      <w:r w:rsidR="00CD0179" w:rsidRPr="00951F27">
        <w:rPr>
          <w:rFonts w:eastAsia="Arial Unicode MS" w:cs="Angsana New"/>
          <w:spacing w:val="-2"/>
          <w:szCs w:val="28"/>
        </w:rPr>
        <w:t xml:space="preserve">is </w:t>
      </w:r>
      <w:r w:rsidR="00145747" w:rsidRPr="00951F27">
        <w:rPr>
          <w:rFonts w:eastAsia="Arial Unicode MS" w:cs="Angsana New"/>
          <w:spacing w:val="-2"/>
          <w:szCs w:val="28"/>
        </w:rPr>
        <w:t>Baht 2.5</w:t>
      </w:r>
      <w:r w:rsidR="003B1856" w:rsidRPr="00951F27">
        <w:rPr>
          <w:rFonts w:eastAsia="Arial Unicode MS" w:cs="Angsana New"/>
          <w:spacing w:val="-2"/>
          <w:szCs w:val="28"/>
        </w:rPr>
        <w:t>0 per share</w:t>
      </w:r>
      <w:r w:rsidR="00890E94" w:rsidRPr="00951F27">
        <w:rPr>
          <w:rFonts w:cstheme="minorBidi"/>
          <w:spacing w:val="-6"/>
        </w:rPr>
        <w:t xml:space="preserve"> totalling Baht</w:t>
      </w:r>
      <w:r w:rsidR="00B351BC" w:rsidRPr="00951F27">
        <w:rPr>
          <w:rFonts w:cstheme="minorBidi"/>
          <w:spacing w:val="-6"/>
        </w:rPr>
        <w:t xml:space="preserve"> 779.25 million</w:t>
      </w:r>
      <w:r w:rsidR="009C5538" w:rsidRPr="00951F27">
        <w:rPr>
          <w:rFonts w:cstheme="minorBidi"/>
          <w:spacing w:val="-6"/>
        </w:rPr>
        <w:t>,</w:t>
      </w:r>
      <w:r w:rsidR="00406936" w:rsidRPr="00951F27">
        <w:rPr>
          <w:rFonts w:eastAsia="Arial Unicode MS" w:cs="Angsana New"/>
          <w:spacing w:val="-2"/>
          <w:szCs w:val="28"/>
        </w:rPr>
        <w:t xml:space="preserve"> in proportion of 25%</w:t>
      </w:r>
      <w:r w:rsidR="00F51BA9">
        <w:rPr>
          <w:rFonts w:eastAsia="Arial Unicode MS" w:cs="Angsana New"/>
          <w:spacing w:val="-2"/>
          <w:szCs w:val="28"/>
        </w:rPr>
        <w:t xml:space="preserve"> </w:t>
      </w:r>
      <w:r w:rsidR="00406936" w:rsidRPr="00951F27">
        <w:rPr>
          <w:rFonts w:eastAsia="Arial Unicode MS" w:cs="Angsana New"/>
          <w:spacing w:val="-2"/>
          <w:szCs w:val="28"/>
        </w:rPr>
        <w:t>in cash of Baht 584.44 million and</w:t>
      </w:r>
      <w:r w:rsidR="00F51BA9">
        <w:rPr>
          <w:rFonts w:eastAsia="Arial Unicode MS" w:cs="Angsana New"/>
          <w:spacing w:val="-2"/>
          <w:szCs w:val="28"/>
        </w:rPr>
        <w:t xml:space="preserve"> </w:t>
      </w:r>
      <w:r w:rsidR="00406936" w:rsidRPr="00951F27">
        <w:rPr>
          <w:rFonts w:eastAsia="Arial Unicode MS" w:cs="Angsana New"/>
          <w:spacing w:val="-2"/>
          <w:szCs w:val="28"/>
        </w:rPr>
        <w:t xml:space="preserve">ordinary shares of 6,896,005 shares at offering price of </w:t>
      </w:r>
      <w:r w:rsidR="00E51122" w:rsidRPr="00951F27">
        <w:rPr>
          <w:rFonts w:eastAsia="Arial Unicode MS" w:cs="Angsana New"/>
          <w:spacing w:val="-2"/>
          <w:szCs w:val="28"/>
        </w:rPr>
        <w:t xml:space="preserve">Baht </w:t>
      </w:r>
      <w:r w:rsidR="00406936" w:rsidRPr="00951F27">
        <w:rPr>
          <w:rFonts w:eastAsia="Arial Unicode MS" w:cs="Angsana New"/>
          <w:spacing w:val="-2"/>
          <w:szCs w:val="28"/>
        </w:rPr>
        <w:t>28.25 per share amounting to Baht 194.81 million.</w:t>
      </w:r>
    </w:p>
    <w:p w14:paraId="20B6C6EB" w14:textId="4CC57CA0" w:rsidR="00F6677F" w:rsidRDefault="00137ED2" w:rsidP="00A51AC3">
      <w:pPr>
        <w:spacing w:line="240" w:lineRule="atLeast"/>
        <w:ind w:left="1620" w:hanging="580"/>
        <w:jc w:val="thaiDistribute"/>
        <w:rPr>
          <w:rFonts w:eastAsia="Arial Unicode MS" w:cs="Angsana New"/>
          <w:spacing w:val="-2"/>
          <w:szCs w:val="28"/>
        </w:rPr>
      </w:pPr>
      <w:r w:rsidRPr="00951F27">
        <w:rPr>
          <w:rFonts w:eastAsia="Arial Unicode MS" w:cs="Angsana New"/>
          <w:spacing w:val="-2"/>
          <w:szCs w:val="28"/>
        </w:rPr>
        <w:t>4)</w:t>
      </w:r>
      <w:r w:rsidR="00E51122" w:rsidRPr="00951F27">
        <w:rPr>
          <w:rFonts w:eastAsia="Arial Unicode MS" w:cs="Angsana New"/>
          <w:spacing w:val="-2"/>
          <w:szCs w:val="28"/>
        </w:rPr>
        <w:tab/>
        <w:t>To approve the acquisition of the ordinary shares of Buzzebees Co</w:t>
      </w:r>
      <w:r w:rsidR="009547D9">
        <w:rPr>
          <w:rFonts w:eastAsia="Arial Unicode MS" w:cs="Angsana New"/>
          <w:spacing w:val="-2"/>
          <w:szCs w:val="28"/>
        </w:rPr>
        <w:t>., Ltd.</w:t>
      </w:r>
      <w:r w:rsidR="00593499" w:rsidRPr="00951F27">
        <w:rPr>
          <w:rFonts w:eastAsia="Arial Unicode MS" w:cs="Angsana New"/>
          <w:spacing w:val="-2"/>
          <w:szCs w:val="28"/>
        </w:rPr>
        <w:t xml:space="preserve"> </w:t>
      </w:r>
      <w:r w:rsidR="00E51122" w:rsidRPr="00951F27">
        <w:rPr>
          <w:rFonts w:eastAsia="Arial Unicode MS" w:cs="Angsana New"/>
          <w:spacing w:val="-2"/>
          <w:szCs w:val="28"/>
        </w:rPr>
        <w:t>not over</w:t>
      </w:r>
      <w:r w:rsidR="00593499" w:rsidRPr="00951F27">
        <w:rPr>
          <w:rFonts w:eastAsia="Arial Unicode MS" w:cs="Angsana New"/>
          <w:spacing w:val="-2"/>
          <w:szCs w:val="28"/>
        </w:rPr>
        <w:t xml:space="preserve"> 574,500 shares</w:t>
      </w:r>
      <w:r w:rsidR="009547D9">
        <w:rPr>
          <w:rFonts w:eastAsia="Arial Unicode MS" w:cs="Angsana New"/>
          <w:spacing w:val="-2"/>
          <w:szCs w:val="28"/>
        </w:rPr>
        <w:t xml:space="preserve"> amounting</w:t>
      </w:r>
      <w:r w:rsidR="00C15A4C" w:rsidRPr="00951F27">
        <w:rPr>
          <w:rFonts w:eastAsia="Arial Unicode MS" w:cs="Angsana New"/>
          <w:spacing w:val="-2"/>
          <w:szCs w:val="28"/>
        </w:rPr>
        <w:t xml:space="preserve"> to</w:t>
      </w:r>
      <w:r w:rsidR="009547D9">
        <w:rPr>
          <w:rFonts w:eastAsia="Arial Unicode MS" w:cs="Angsana New"/>
          <w:spacing w:val="-2"/>
          <w:szCs w:val="28"/>
        </w:rPr>
        <w:t xml:space="preserve"> not over</w:t>
      </w:r>
      <w:r w:rsidR="00C15A4C" w:rsidRPr="00951F27">
        <w:rPr>
          <w:rFonts w:eastAsia="Arial Unicode MS" w:cs="Angsana New"/>
          <w:spacing w:val="-2"/>
          <w:szCs w:val="28"/>
        </w:rPr>
        <w:t xml:space="preserve"> </w:t>
      </w:r>
      <w:r w:rsidR="00E51122" w:rsidRPr="00951F27">
        <w:rPr>
          <w:rFonts w:eastAsia="Arial Unicode MS" w:cs="Angsana New"/>
          <w:spacing w:val="-2"/>
          <w:szCs w:val="28"/>
        </w:rPr>
        <w:t>United States Dollar 30 million</w:t>
      </w:r>
      <w:r w:rsidR="009547D9">
        <w:rPr>
          <w:rFonts w:eastAsia="Arial Unicode MS" w:cs="Angsana New"/>
          <w:spacing w:val="-2"/>
          <w:szCs w:val="28"/>
        </w:rPr>
        <w:t xml:space="preserve">, equivalent to </w:t>
      </w:r>
      <w:r w:rsidR="00E51122" w:rsidRPr="00951F27">
        <w:rPr>
          <w:rFonts w:eastAsia="Arial Unicode MS" w:cs="Angsana New"/>
          <w:spacing w:val="-2"/>
          <w:szCs w:val="28"/>
        </w:rPr>
        <w:t>Baht 970.80 million in cash.</w:t>
      </w:r>
    </w:p>
    <w:p w14:paraId="4F4AEBBA" w14:textId="77777777" w:rsidR="00655C7F" w:rsidRPr="00951F27" w:rsidRDefault="00655C7F" w:rsidP="00A51AC3">
      <w:pPr>
        <w:spacing w:line="240" w:lineRule="atLeast"/>
        <w:ind w:left="1620" w:hanging="580"/>
        <w:jc w:val="thaiDistribute"/>
        <w:rPr>
          <w:rFonts w:eastAsia="Arial Unicode MS" w:cs="Angsana New"/>
          <w:spacing w:val="-2"/>
          <w:szCs w:val="28"/>
        </w:rPr>
      </w:pPr>
    </w:p>
    <w:p w14:paraId="4C331936" w14:textId="73B996D8" w:rsidR="00137ED2" w:rsidRPr="00951F27" w:rsidRDefault="00137ED2" w:rsidP="00A51AC3">
      <w:pPr>
        <w:spacing w:line="240" w:lineRule="atLeast"/>
        <w:ind w:left="1620" w:hanging="580"/>
        <w:jc w:val="thaiDistribute"/>
        <w:rPr>
          <w:rFonts w:eastAsia="Arial Unicode MS" w:cs="Angsana New"/>
          <w:spacing w:val="-2"/>
          <w:szCs w:val="28"/>
        </w:rPr>
      </w:pPr>
      <w:r w:rsidRPr="00951F27">
        <w:rPr>
          <w:rFonts w:eastAsia="Arial Unicode MS" w:cs="Angsana New"/>
          <w:spacing w:val="-2"/>
          <w:szCs w:val="28"/>
        </w:rPr>
        <w:lastRenderedPageBreak/>
        <w:t>5)</w:t>
      </w:r>
      <w:r w:rsidRPr="00951F27">
        <w:rPr>
          <w:rFonts w:eastAsia="Arial Unicode MS" w:cs="Angsana New"/>
          <w:spacing w:val="-2"/>
          <w:szCs w:val="28"/>
        </w:rPr>
        <w:tab/>
        <w:t>To approve the issuance and offering of warrant (“SABUY-W2”) to the existing shareholders by the right offering, not over 508,5</w:t>
      </w:r>
      <w:r w:rsidR="009626BF" w:rsidRPr="00951F27">
        <w:rPr>
          <w:rFonts w:eastAsia="Arial Unicode MS" w:cs="Angsana New"/>
          <w:spacing w:val="-2"/>
          <w:szCs w:val="28"/>
        </w:rPr>
        <w:t>5</w:t>
      </w:r>
      <w:r w:rsidRPr="00951F27">
        <w:rPr>
          <w:rFonts w:eastAsia="Arial Unicode MS" w:cs="Angsana New"/>
          <w:spacing w:val="-2"/>
          <w:szCs w:val="28"/>
        </w:rPr>
        <w:t>1,983 units.</w:t>
      </w:r>
    </w:p>
    <w:p w14:paraId="5F5B05C8" w14:textId="0BCEC127" w:rsidR="00137ED2" w:rsidRDefault="00137ED2" w:rsidP="00A51AC3">
      <w:pPr>
        <w:spacing w:line="240" w:lineRule="atLeast"/>
        <w:ind w:left="1620" w:hanging="580"/>
        <w:jc w:val="thaiDistribute"/>
        <w:rPr>
          <w:rFonts w:eastAsia="Arial Unicode MS" w:cs="Angsana New"/>
          <w:spacing w:val="-2"/>
          <w:szCs w:val="28"/>
        </w:rPr>
      </w:pPr>
      <w:r w:rsidRPr="00951F27">
        <w:rPr>
          <w:rFonts w:eastAsia="Arial Unicode MS" w:cs="Angsana New"/>
          <w:spacing w:val="-2"/>
          <w:szCs w:val="28"/>
        </w:rPr>
        <w:t>6)</w:t>
      </w:r>
      <w:r w:rsidRPr="00951F27">
        <w:rPr>
          <w:rFonts w:eastAsia="Arial Unicode MS" w:cs="Angsana New"/>
          <w:spacing w:val="-2"/>
          <w:szCs w:val="28"/>
        </w:rPr>
        <w:tab/>
        <w:t>To approve the issuance and offering of the 3rd warrant (“SABUY-</w:t>
      </w:r>
      <w:r w:rsidR="009626BF" w:rsidRPr="00951F27">
        <w:rPr>
          <w:rFonts w:eastAsia="Arial Unicode MS" w:cs="Angsana New"/>
          <w:spacing w:val="-2"/>
          <w:szCs w:val="28"/>
        </w:rPr>
        <w:t>WC</w:t>
      </w:r>
      <w:r w:rsidRPr="00951F27">
        <w:rPr>
          <w:rFonts w:eastAsia="Arial Unicode MS" w:cs="Angsana New"/>
          <w:spacing w:val="-2"/>
          <w:szCs w:val="28"/>
        </w:rPr>
        <w:t>) to directors</w:t>
      </w:r>
      <w:r w:rsidR="009547D9">
        <w:rPr>
          <w:rFonts w:eastAsia="Arial Unicode MS" w:cs="Angsana New"/>
          <w:spacing w:val="-2"/>
          <w:szCs w:val="28"/>
        </w:rPr>
        <w:t xml:space="preserve">, management </w:t>
      </w:r>
      <w:r w:rsidRPr="00951F27">
        <w:rPr>
          <w:rFonts w:eastAsia="Arial Unicode MS" w:cs="Angsana New"/>
          <w:spacing w:val="-2"/>
          <w:szCs w:val="28"/>
        </w:rPr>
        <w:t>and employees of the Company and subsidiaries, not over 40,000,000 units.</w:t>
      </w:r>
    </w:p>
    <w:p w14:paraId="41F9A957" w14:textId="384DECD1" w:rsidR="00137ED2" w:rsidRPr="00951F27" w:rsidRDefault="00137ED2" w:rsidP="00A51AC3">
      <w:pPr>
        <w:spacing w:line="240" w:lineRule="atLeast"/>
        <w:ind w:left="1620" w:hanging="580"/>
        <w:jc w:val="thaiDistribute"/>
        <w:rPr>
          <w:rFonts w:eastAsia="Arial Unicode MS" w:cs="Angsana New"/>
          <w:spacing w:val="-2"/>
          <w:szCs w:val="28"/>
        </w:rPr>
      </w:pPr>
      <w:r w:rsidRPr="00951F27">
        <w:rPr>
          <w:rFonts w:eastAsia="Arial Unicode MS" w:cs="Angsana New"/>
          <w:spacing w:val="-2"/>
          <w:szCs w:val="28"/>
        </w:rPr>
        <w:t>7)</w:t>
      </w:r>
      <w:r w:rsidRPr="00951F27">
        <w:rPr>
          <w:rFonts w:eastAsia="Arial Unicode MS" w:cs="Angsana New"/>
          <w:spacing w:val="-2"/>
          <w:szCs w:val="28"/>
        </w:rPr>
        <w:tab/>
        <w:t xml:space="preserve">To approve the increase of the Company’s authorised share capital </w:t>
      </w:r>
      <w:r w:rsidR="00793AA3" w:rsidRPr="00951F27">
        <w:rPr>
          <w:rFonts w:eastAsia="Arial Unicode MS" w:cs="Angsana New"/>
          <w:spacing w:val="-2"/>
          <w:szCs w:val="28"/>
        </w:rPr>
        <w:t xml:space="preserve">for Baht 712.65 million </w:t>
      </w:r>
      <w:r w:rsidR="00D82C3A" w:rsidRPr="00951F27">
        <w:rPr>
          <w:rFonts w:eastAsia="Arial Unicode MS" w:cs="Angsana New"/>
          <w:spacing w:val="-2"/>
          <w:szCs w:val="28"/>
        </w:rPr>
        <w:t xml:space="preserve">by issuing 712.65 million new ordinary shares </w:t>
      </w:r>
      <w:r w:rsidR="00DA631B">
        <w:rPr>
          <w:rFonts w:eastAsia="Arial Unicode MS" w:cs="Angsana New"/>
          <w:spacing w:val="-2"/>
          <w:szCs w:val="28"/>
        </w:rPr>
        <w:t>with</w:t>
      </w:r>
      <w:r w:rsidR="00D82C3A" w:rsidRPr="00951F27">
        <w:rPr>
          <w:rFonts w:eastAsia="Arial Unicode MS" w:cs="Angsana New"/>
          <w:spacing w:val="-2"/>
          <w:szCs w:val="28"/>
        </w:rPr>
        <w:t xml:space="preserve"> </w:t>
      </w:r>
      <w:r w:rsidR="00B5006A" w:rsidRPr="00951F27">
        <w:rPr>
          <w:rFonts w:eastAsia="Arial Unicode MS" w:cs="Angsana New"/>
          <w:spacing w:val="-2"/>
          <w:szCs w:val="28"/>
        </w:rPr>
        <w:t xml:space="preserve">Baht </w:t>
      </w:r>
      <w:r w:rsidR="00D82C3A" w:rsidRPr="00951F27">
        <w:rPr>
          <w:rFonts w:eastAsia="Arial Unicode MS" w:cs="Angsana New"/>
          <w:spacing w:val="-2"/>
          <w:szCs w:val="28"/>
        </w:rPr>
        <w:t>1</w:t>
      </w:r>
      <w:r w:rsidR="00B5006A" w:rsidRPr="00951F27">
        <w:rPr>
          <w:rFonts w:eastAsia="Arial Unicode MS" w:cs="Angsana New"/>
          <w:spacing w:val="-2"/>
          <w:szCs w:val="28"/>
        </w:rPr>
        <w:t xml:space="preserve"> par value </w:t>
      </w:r>
      <w:r w:rsidRPr="00951F27">
        <w:rPr>
          <w:rFonts w:eastAsia="Arial Unicode MS" w:cs="Angsana New"/>
          <w:spacing w:val="-2"/>
          <w:szCs w:val="28"/>
        </w:rPr>
        <w:t>and the amendment to the Memorandum of Association of the Company to be in accordance with the increase of such registered capital and allot new ordinary shares as follows:</w:t>
      </w:r>
    </w:p>
    <w:p w14:paraId="74CCF8AD" w14:textId="7EE9CA0A" w:rsidR="00984CE8" w:rsidRPr="00CE1750" w:rsidRDefault="00137ED2" w:rsidP="003F3B58">
      <w:pPr>
        <w:spacing w:line="240" w:lineRule="atLeast"/>
        <w:ind w:left="2250" w:hanging="594"/>
        <w:jc w:val="thaiDistribute"/>
        <w:rPr>
          <w:rFonts w:eastAsia="Arial Unicode MS" w:cs="Angsana New"/>
          <w:spacing w:val="-2"/>
          <w:szCs w:val="28"/>
        </w:rPr>
      </w:pPr>
      <w:r w:rsidRPr="00951F27">
        <w:rPr>
          <w:rFonts w:eastAsia="Arial Unicode MS" w:cs="Angsana New"/>
          <w:spacing w:val="-2"/>
          <w:szCs w:val="28"/>
        </w:rPr>
        <w:t>7.1)</w:t>
      </w:r>
      <w:r w:rsidRPr="00951F27">
        <w:rPr>
          <w:rFonts w:eastAsia="Arial Unicode MS" w:cs="Angsana New"/>
          <w:spacing w:val="-2"/>
          <w:szCs w:val="28"/>
        </w:rPr>
        <w:tab/>
      </w:r>
      <w:r w:rsidR="00984CE8" w:rsidRPr="00951F27">
        <w:rPr>
          <w:rFonts w:eastAsia="Arial Unicode MS" w:cs="Angsana New"/>
          <w:spacing w:val="-2"/>
          <w:szCs w:val="28"/>
        </w:rPr>
        <w:t>To allot new ordinary shares and offer to private placement</w:t>
      </w:r>
      <w:r w:rsidR="00765881" w:rsidRPr="00951F27">
        <w:rPr>
          <w:rFonts w:eastAsia="Arial Unicode MS" w:cs="Angsana New"/>
          <w:spacing w:val="-2"/>
          <w:szCs w:val="28"/>
        </w:rPr>
        <w:t xml:space="preserve"> </w:t>
      </w:r>
      <w:r w:rsidR="007F5D49">
        <w:rPr>
          <w:rFonts w:eastAsia="Arial Unicode MS" w:cs="Angsana New"/>
          <w:spacing w:val="-2"/>
          <w:szCs w:val="28"/>
        </w:rPr>
        <w:t>that</w:t>
      </w:r>
      <w:r w:rsidR="00381218" w:rsidRPr="00951F27">
        <w:rPr>
          <w:rFonts w:eastAsia="Arial Unicode MS" w:cs="Angsana New"/>
          <w:spacing w:val="-2"/>
          <w:szCs w:val="28"/>
        </w:rPr>
        <w:t xml:space="preserve"> </w:t>
      </w:r>
      <w:r w:rsidR="00DA5A59">
        <w:rPr>
          <w:rFonts w:eastAsia="Arial Unicode MS" w:cs="Angsana New"/>
          <w:spacing w:val="-2"/>
          <w:szCs w:val="28"/>
        </w:rPr>
        <w:t>is a</w:t>
      </w:r>
      <w:r w:rsidR="00381218" w:rsidRPr="00951F27">
        <w:rPr>
          <w:rFonts w:eastAsia="Arial Unicode MS" w:cs="Angsana New"/>
          <w:spacing w:val="-2"/>
          <w:szCs w:val="28"/>
        </w:rPr>
        <w:t xml:space="preserve"> </w:t>
      </w:r>
      <w:r w:rsidR="00765881" w:rsidRPr="00951F27">
        <w:rPr>
          <w:rFonts w:eastAsia="Arial Unicode MS" w:cs="Angsana New"/>
          <w:spacing w:val="-2"/>
          <w:szCs w:val="28"/>
        </w:rPr>
        <w:t>related part</w:t>
      </w:r>
      <w:r w:rsidR="00DA5A59">
        <w:rPr>
          <w:rFonts w:eastAsia="Arial Unicode MS" w:cs="Angsana New"/>
          <w:spacing w:val="-2"/>
          <w:szCs w:val="28"/>
        </w:rPr>
        <w:t>y</w:t>
      </w:r>
      <w:r w:rsidR="00203CB0" w:rsidRPr="00951F27">
        <w:rPr>
          <w:rFonts w:eastAsia="Arial Unicode MS" w:cs="Angsana New"/>
          <w:spacing w:val="-2"/>
          <w:szCs w:val="28"/>
        </w:rPr>
        <w:t xml:space="preserve"> </w:t>
      </w:r>
      <w:r w:rsidR="007F5D49">
        <w:rPr>
          <w:rFonts w:eastAsia="Arial Unicode MS" w:cs="Angsana New"/>
          <w:spacing w:val="-2"/>
          <w:szCs w:val="28"/>
        </w:rPr>
        <w:t xml:space="preserve">in acquisition of ordinary shares of </w:t>
      </w:r>
      <w:r w:rsidR="004424E1" w:rsidRPr="00951F27">
        <w:rPr>
          <w:rFonts w:eastAsia="Arial Unicode MS" w:cs="Angsana New"/>
          <w:spacing w:val="-2"/>
          <w:szCs w:val="28"/>
        </w:rPr>
        <w:t xml:space="preserve">Advanced Information Technology Public Company </w:t>
      </w:r>
      <w:r w:rsidR="004424E1" w:rsidRPr="00CE1750">
        <w:rPr>
          <w:rFonts w:eastAsia="Arial Unicode MS" w:cs="Angsana New"/>
          <w:spacing w:val="-2"/>
          <w:szCs w:val="28"/>
        </w:rPr>
        <w:t xml:space="preserve">Limited </w:t>
      </w:r>
      <w:r w:rsidR="00984CE8" w:rsidRPr="00CE1750">
        <w:rPr>
          <w:rFonts w:eastAsia="Arial Unicode MS" w:cs="Angsana New"/>
          <w:spacing w:val="-2"/>
          <w:szCs w:val="28"/>
        </w:rPr>
        <w:t xml:space="preserve">of </w:t>
      </w:r>
      <w:r w:rsidR="004424E1" w:rsidRPr="00CE1750">
        <w:rPr>
          <w:rFonts w:eastAsia="Arial Unicode MS" w:cs="Angsana New"/>
          <w:spacing w:val="-2"/>
          <w:szCs w:val="28"/>
        </w:rPr>
        <w:t>25,111,504</w:t>
      </w:r>
      <w:r w:rsidR="00984CE8" w:rsidRPr="00CE1750">
        <w:rPr>
          <w:rFonts w:eastAsia="Arial Unicode MS" w:cs="Angsana New"/>
          <w:spacing w:val="-2"/>
          <w:szCs w:val="28"/>
        </w:rPr>
        <w:t xml:space="preserve"> shares</w:t>
      </w:r>
      <w:r w:rsidR="000144A0" w:rsidRPr="00CE1750">
        <w:rPr>
          <w:rFonts w:eastAsia="Arial Unicode MS" w:cs="Angsana New"/>
          <w:spacing w:val="-2"/>
          <w:szCs w:val="28"/>
        </w:rPr>
        <w:t xml:space="preserve"> with Baht 1 par value</w:t>
      </w:r>
      <w:r w:rsidR="002256D8" w:rsidRPr="00CE1750">
        <w:rPr>
          <w:rFonts w:eastAsia="Arial Unicode MS" w:cs="Angsana New"/>
          <w:spacing w:val="-2"/>
          <w:szCs w:val="28"/>
        </w:rPr>
        <w:t xml:space="preserve">. The </w:t>
      </w:r>
      <w:r w:rsidR="000144A0" w:rsidRPr="00CE1750">
        <w:rPr>
          <w:rFonts w:eastAsia="Arial Unicode MS" w:cs="Angsana New"/>
          <w:spacing w:val="-2"/>
          <w:szCs w:val="28"/>
        </w:rPr>
        <w:t>offering price</w:t>
      </w:r>
      <w:r w:rsidR="002256D8" w:rsidRPr="00CE1750">
        <w:rPr>
          <w:rFonts w:eastAsia="Arial Unicode MS" w:cs="Angsana New"/>
          <w:spacing w:val="-2"/>
          <w:szCs w:val="28"/>
        </w:rPr>
        <w:t xml:space="preserve"> is</w:t>
      </w:r>
      <w:r w:rsidR="000144A0" w:rsidRPr="00CE1750">
        <w:rPr>
          <w:rFonts w:eastAsia="Arial Unicode MS" w:cs="Angsana New"/>
          <w:spacing w:val="-2"/>
          <w:szCs w:val="28"/>
        </w:rPr>
        <w:t xml:space="preserve"> Baht 28.25 per share</w:t>
      </w:r>
      <w:r w:rsidR="00FF530F" w:rsidRPr="00CE1750">
        <w:rPr>
          <w:rFonts w:eastAsia="Arial Unicode MS" w:cs="Angsana New"/>
          <w:spacing w:val="-2"/>
          <w:szCs w:val="28"/>
        </w:rPr>
        <w:t>,</w:t>
      </w:r>
      <w:r w:rsidR="000144A0" w:rsidRPr="00CE1750">
        <w:rPr>
          <w:rFonts w:eastAsia="Arial Unicode MS" w:cs="Angsana New"/>
          <w:spacing w:val="-2"/>
          <w:szCs w:val="28"/>
        </w:rPr>
        <w:t xml:space="preserve"> </w:t>
      </w:r>
      <w:r w:rsidR="00DA5A59">
        <w:rPr>
          <w:rFonts w:eastAsia="Arial Unicode MS" w:cs="Angsana New"/>
          <w:spacing w:val="-2"/>
          <w:szCs w:val="28"/>
        </w:rPr>
        <w:t xml:space="preserve">amounting to </w:t>
      </w:r>
      <w:r w:rsidR="000144A0" w:rsidRPr="00CE1750">
        <w:rPr>
          <w:rFonts w:eastAsia="Arial Unicode MS" w:cs="Angsana New"/>
          <w:spacing w:val="-2"/>
          <w:szCs w:val="28"/>
        </w:rPr>
        <w:t xml:space="preserve">Baht 709.40 million. </w:t>
      </w:r>
    </w:p>
    <w:p w14:paraId="21E246B9" w14:textId="196B8E0A" w:rsidR="00137ED2" w:rsidRPr="00CE1750" w:rsidRDefault="000144A0" w:rsidP="003F3B58">
      <w:pPr>
        <w:spacing w:line="240" w:lineRule="atLeast"/>
        <w:ind w:left="2250" w:hanging="594"/>
        <w:jc w:val="thaiDistribute"/>
        <w:rPr>
          <w:rFonts w:eastAsia="Arial Unicode MS" w:cs="Angsana New"/>
          <w:spacing w:val="-2"/>
          <w:szCs w:val="28"/>
          <w:cs/>
        </w:rPr>
      </w:pPr>
      <w:r w:rsidRPr="00CE1750">
        <w:rPr>
          <w:rFonts w:eastAsia="Arial Unicode MS" w:cs="Angsana New"/>
          <w:spacing w:val="-2"/>
          <w:szCs w:val="28"/>
        </w:rPr>
        <w:t>7.2)</w:t>
      </w:r>
      <w:r w:rsidRPr="00CE1750">
        <w:rPr>
          <w:rFonts w:eastAsia="Arial Unicode MS" w:cs="Angsana New"/>
          <w:spacing w:val="-2"/>
          <w:szCs w:val="28"/>
        </w:rPr>
        <w:tab/>
      </w:r>
      <w:r w:rsidR="00137ED2" w:rsidRPr="00CE1750">
        <w:rPr>
          <w:rFonts w:eastAsia="Arial Unicode MS" w:cs="Angsana New"/>
          <w:spacing w:val="-2"/>
          <w:szCs w:val="28"/>
        </w:rPr>
        <w:t xml:space="preserve">To allot new ordinary shares and offer to private placement </w:t>
      </w:r>
      <w:r w:rsidR="00CE1750" w:rsidRPr="00CE1750">
        <w:rPr>
          <w:rFonts w:eastAsia="Arial Unicode MS" w:cs="Angsana New"/>
          <w:spacing w:val="-2"/>
          <w:szCs w:val="28"/>
        </w:rPr>
        <w:t xml:space="preserve">in acquisition </w:t>
      </w:r>
      <w:r w:rsidR="00CA6041" w:rsidRPr="00CE1750">
        <w:rPr>
          <w:rFonts w:eastAsia="Arial Unicode MS" w:cs="Angsana New"/>
          <w:spacing w:val="-2"/>
          <w:szCs w:val="28"/>
        </w:rPr>
        <w:t>of</w:t>
      </w:r>
      <w:r w:rsidR="00CE1750" w:rsidRPr="00CE1750">
        <w:rPr>
          <w:rFonts w:eastAsia="Arial Unicode MS" w:cs="Angsana New"/>
          <w:spacing w:val="-2"/>
          <w:szCs w:val="28"/>
        </w:rPr>
        <w:t xml:space="preserve"> ordinary shares of</w:t>
      </w:r>
      <w:r w:rsidR="00137ED2" w:rsidRPr="00CE1750">
        <w:rPr>
          <w:rFonts w:eastAsia="Arial Unicode MS" w:cs="Angsana New"/>
          <w:spacing w:val="-2"/>
          <w:szCs w:val="28"/>
        </w:rPr>
        <w:t xml:space="preserve"> Nakhonluang</w:t>
      </w:r>
      <w:r w:rsidR="00DA5A59">
        <w:rPr>
          <w:rFonts w:eastAsia="Arial Unicode MS" w:cs="Angsana New"/>
          <w:spacing w:val="-2"/>
          <w:szCs w:val="28"/>
        </w:rPr>
        <w:t xml:space="preserve"> </w:t>
      </w:r>
      <w:r w:rsidR="00137ED2" w:rsidRPr="00CE1750">
        <w:rPr>
          <w:rFonts w:eastAsia="Arial Unicode MS" w:cs="Angsana New"/>
          <w:spacing w:val="-2"/>
          <w:szCs w:val="28"/>
        </w:rPr>
        <w:t>Capital Public Company Limited of 6,896,005 shares</w:t>
      </w:r>
      <w:r w:rsidR="00394D9D" w:rsidRPr="00CE1750">
        <w:rPr>
          <w:rFonts w:eastAsia="Arial Unicode MS" w:cs="Angsana New"/>
          <w:spacing w:val="-2"/>
          <w:szCs w:val="28"/>
        </w:rPr>
        <w:t xml:space="preserve"> with Baht 1 par value, offering price </w:t>
      </w:r>
      <w:r w:rsidR="003B1E9E" w:rsidRPr="00CE1750">
        <w:rPr>
          <w:rFonts w:eastAsia="Arial Unicode MS" w:cs="Angsana New"/>
          <w:spacing w:val="-2"/>
          <w:szCs w:val="28"/>
        </w:rPr>
        <w:t xml:space="preserve">Baht 28.25 per share </w:t>
      </w:r>
      <w:r w:rsidR="00DA5A59">
        <w:rPr>
          <w:rFonts w:eastAsia="Arial Unicode MS" w:cs="Angsana New"/>
          <w:spacing w:val="-2"/>
          <w:szCs w:val="28"/>
        </w:rPr>
        <w:t>amounting to</w:t>
      </w:r>
      <w:r w:rsidR="003B1E9E" w:rsidRPr="00CE1750">
        <w:rPr>
          <w:rFonts w:eastAsia="Arial Unicode MS" w:cs="Angsana New"/>
          <w:spacing w:val="-2"/>
          <w:szCs w:val="28"/>
        </w:rPr>
        <w:t xml:space="preserve"> Baht 194.81 million.</w:t>
      </w:r>
    </w:p>
    <w:p w14:paraId="6D6AED59" w14:textId="681D70BB" w:rsidR="00EA5B82" w:rsidRPr="00CE1750" w:rsidRDefault="00137ED2" w:rsidP="003F3B58">
      <w:pPr>
        <w:spacing w:line="240" w:lineRule="atLeast"/>
        <w:ind w:left="2250" w:hanging="594"/>
        <w:jc w:val="thaiDistribute"/>
        <w:rPr>
          <w:rFonts w:eastAsia="Arial Unicode MS" w:cs="Angsana New"/>
          <w:spacing w:val="-2"/>
          <w:szCs w:val="28"/>
        </w:rPr>
      </w:pPr>
      <w:r w:rsidRPr="00CE1750">
        <w:rPr>
          <w:rFonts w:eastAsia="Arial Unicode MS" w:cs="Angsana New"/>
          <w:spacing w:val="-2"/>
          <w:szCs w:val="28"/>
        </w:rPr>
        <w:t>7.</w:t>
      </w:r>
      <w:r w:rsidR="00EA5B82" w:rsidRPr="00CE1750">
        <w:rPr>
          <w:rFonts w:eastAsia="Arial Unicode MS" w:cs="Angsana New"/>
          <w:spacing w:val="-2"/>
          <w:szCs w:val="28"/>
        </w:rPr>
        <w:t>3</w:t>
      </w:r>
      <w:r w:rsidRPr="00CE1750">
        <w:rPr>
          <w:rFonts w:eastAsia="Arial Unicode MS" w:cs="Angsana New"/>
          <w:spacing w:val="-2"/>
          <w:szCs w:val="28"/>
        </w:rPr>
        <w:t>)</w:t>
      </w:r>
      <w:r w:rsidRPr="00CE1750">
        <w:rPr>
          <w:rFonts w:eastAsia="Arial Unicode MS" w:cs="Angsana New"/>
          <w:spacing w:val="-2"/>
          <w:szCs w:val="28"/>
        </w:rPr>
        <w:tab/>
      </w:r>
      <w:r w:rsidR="00EA5B82" w:rsidRPr="00CE1750">
        <w:rPr>
          <w:rFonts w:eastAsia="Arial Unicode MS" w:cs="Angsana New"/>
          <w:spacing w:val="-2"/>
          <w:szCs w:val="28"/>
        </w:rPr>
        <w:t>To allot new ordinary shares of 508,5</w:t>
      </w:r>
      <w:r w:rsidR="009626BF" w:rsidRPr="00CE1750">
        <w:rPr>
          <w:rFonts w:eastAsia="Arial Unicode MS" w:cs="Angsana New"/>
          <w:spacing w:val="-2"/>
          <w:szCs w:val="28"/>
        </w:rPr>
        <w:t>5</w:t>
      </w:r>
      <w:r w:rsidR="00EA5B82" w:rsidRPr="00CE1750">
        <w:rPr>
          <w:rFonts w:eastAsia="Arial Unicode MS" w:cs="Angsana New"/>
          <w:spacing w:val="-2"/>
          <w:szCs w:val="28"/>
        </w:rPr>
        <w:t>1,983 shares for</w:t>
      </w:r>
      <w:r w:rsidR="00651A5B" w:rsidRPr="00CE1750">
        <w:rPr>
          <w:rFonts w:eastAsia="Arial Unicode MS" w:cs="Angsana New"/>
          <w:spacing w:val="-2"/>
          <w:szCs w:val="28"/>
        </w:rPr>
        <w:t xml:space="preserve"> the</w:t>
      </w:r>
      <w:r w:rsidR="00935F6C" w:rsidRPr="00CE1750">
        <w:rPr>
          <w:rFonts w:eastAsia="Arial Unicode MS" w:cs="Angsana New"/>
          <w:spacing w:val="-2"/>
          <w:szCs w:val="28"/>
        </w:rPr>
        <w:t xml:space="preserve"> purpose of</w:t>
      </w:r>
      <w:r w:rsidR="00EA5B82" w:rsidRPr="00CE1750">
        <w:rPr>
          <w:rFonts w:eastAsia="Arial Unicode MS" w:cs="Angsana New"/>
          <w:spacing w:val="-2"/>
          <w:szCs w:val="28"/>
        </w:rPr>
        <w:t xml:space="preserve"> </w:t>
      </w:r>
      <w:r w:rsidR="00CB744D" w:rsidRPr="00CE1750">
        <w:rPr>
          <w:rFonts w:eastAsia="Arial Unicode MS" w:cs="Angsana New"/>
          <w:spacing w:val="-2"/>
          <w:szCs w:val="28"/>
        </w:rPr>
        <w:t>issuing</w:t>
      </w:r>
      <w:r w:rsidR="000C2F03" w:rsidRPr="00CE1750">
        <w:rPr>
          <w:rFonts w:eastAsia="Arial Unicode MS" w:cs="Angsana New"/>
          <w:spacing w:val="-2"/>
          <w:szCs w:val="28"/>
        </w:rPr>
        <w:t xml:space="preserve"> and offering </w:t>
      </w:r>
      <w:r w:rsidR="00BA4AA6" w:rsidRPr="00CE1750">
        <w:rPr>
          <w:rFonts w:eastAsia="Arial Unicode MS" w:cs="Angsana New"/>
          <w:spacing w:val="-2"/>
          <w:szCs w:val="28"/>
        </w:rPr>
        <w:t>the</w:t>
      </w:r>
      <w:r w:rsidR="000C2F03" w:rsidRPr="00CE1750">
        <w:rPr>
          <w:rFonts w:eastAsia="Arial Unicode MS" w:cs="Angsana New"/>
          <w:spacing w:val="-2"/>
          <w:szCs w:val="28"/>
        </w:rPr>
        <w:t xml:space="preserve"> warrant</w:t>
      </w:r>
      <w:r w:rsidR="00EA5B82" w:rsidRPr="00CE1750">
        <w:rPr>
          <w:rFonts w:eastAsia="Arial Unicode MS" w:cs="Angsana New"/>
          <w:spacing w:val="-2"/>
          <w:szCs w:val="28"/>
        </w:rPr>
        <w:t xml:space="preserve"> </w:t>
      </w:r>
      <w:r w:rsidR="000C2F03" w:rsidRPr="00CE1750">
        <w:rPr>
          <w:rFonts w:eastAsia="Arial Unicode MS" w:cs="Angsana New"/>
          <w:spacing w:val="-2"/>
          <w:szCs w:val="28"/>
        </w:rPr>
        <w:t xml:space="preserve">to purchase </w:t>
      </w:r>
      <w:r w:rsidR="00EA5B82" w:rsidRPr="00CE1750">
        <w:rPr>
          <w:rFonts w:eastAsia="Arial Unicode MS" w:cs="Angsana New"/>
          <w:spacing w:val="-2"/>
          <w:szCs w:val="28"/>
        </w:rPr>
        <w:t>SABUY-W2</w:t>
      </w:r>
      <w:r w:rsidR="00FF69AB" w:rsidRPr="00CE1750">
        <w:rPr>
          <w:rFonts w:eastAsia="Arial Unicode MS" w:cs="Angsana New"/>
          <w:spacing w:val="-2"/>
          <w:szCs w:val="28"/>
        </w:rPr>
        <w:t xml:space="preserve"> for the existing shareholders in </w:t>
      </w:r>
      <w:r w:rsidR="00AB15AF" w:rsidRPr="00CE1750">
        <w:rPr>
          <w:rFonts w:eastAsia="Arial Unicode MS" w:cs="Angsana New"/>
          <w:spacing w:val="-2"/>
          <w:szCs w:val="28"/>
        </w:rPr>
        <w:t xml:space="preserve">proportion </w:t>
      </w:r>
      <w:r w:rsidR="00EC3098" w:rsidRPr="00CE1750">
        <w:rPr>
          <w:rFonts w:eastAsia="Arial Unicode MS" w:cs="Angsana New"/>
          <w:spacing w:val="-2"/>
          <w:szCs w:val="28"/>
        </w:rPr>
        <w:t>to</w:t>
      </w:r>
      <w:r w:rsidR="00500585" w:rsidRPr="00CE1750">
        <w:rPr>
          <w:rFonts w:eastAsia="Arial Unicode MS" w:cs="Angsana New"/>
          <w:spacing w:val="-2"/>
          <w:szCs w:val="28"/>
        </w:rPr>
        <w:t xml:space="preserve"> the</w:t>
      </w:r>
      <w:r w:rsidR="007674E8" w:rsidRPr="00CE1750">
        <w:rPr>
          <w:rFonts w:eastAsia="Arial Unicode MS" w:cs="Angsana New"/>
          <w:spacing w:val="-2"/>
          <w:szCs w:val="28"/>
        </w:rPr>
        <w:t>ir</w:t>
      </w:r>
      <w:r w:rsidR="00AB15AF" w:rsidRPr="00CE1750">
        <w:rPr>
          <w:rFonts w:eastAsia="Arial Unicode MS" w:cs="Angsana New"/>
          <w:spacing w:val="-2"/>
          <w:szCs w:val="28"/>
        </w:rPr>
        <w:t xml:space="preserve"> existing </w:t>
      </w:r>
      <w:r w:rsidR="00500585" w:rsidRPr="00CE1750">
        <w:rPr>
          <w:rFonts w:eastAsia="Arial Unicode MS" w:cs="Angsana New"/>
          <w:spacing w:val="-2"/>
          <w:szCs w:val="28"/>
        </w:rPr>
        <w:t>holding</w:t>
      </w:r>
      <w:r w:rsidR="00AB15AF" w:rsidRPr="00CE1750">
        <w:rPr>
          <w:rFonts w:eastAsia="Arial Unicode MS" w:cs="Angsana New"/>
          <w:spacing w:val="-2"/>
          <w:szCs w:val="28"/>
        </w:rPr>
        <w:t>.</w:t>
      </w:r>
    </w:p>
    <w:p w14:paraId="5EB614E5" w14:textId="1E9EB806" w:rsidR="00137ED2" w:rsidRPr="00CE1750" w:rsidRDefault="00137ED2" w:rsidP="003F3B58">
      <w:pPr>
        <w:spacing w:line="240" w:lineRule="atLeast"/>
        <w:ind w:left="2250" w:hanging="594"/>
        <w:jc w:val="thaiDistribute"/>
        <w:rPr>
          <w:rFonts w:eastAsia="Arial Unicode MS" w:cs="Angsana New"/>
          <w:spacing w:val="-2"/>
          <w:szCs w:val="28"/>
        </w:rPr>
      </w:pPr>
      <w:r w:rsidRPr="00CE1750">
        <w:rPr>
          <w:rFonts w:eastAsia="Arial Unicode MS" w:cs="Angsana New"/>
          <w:spacing w:val="-2"/>
          <w:szCs w:val="28"/>
        </w:rPr>
        <w:t>7.</w:t>
      </w:r>
      <w:r w:rsidR="00EA5B82" w:rsidRPr="00CE1750">
        <w:rPr>
          <w:rFonts w:eastAsia="Arial Unicode MS" w:cs="Angsana New"/>
          <w:spacing w:val="-2"/>
          <w:szCs w:val="28"/>
        </w:rPr>
        <w:t>4</w:t>
      </w:r>
      <w:r w:rsidRPr="00CE1750">
        <w:rPr>
          <w:rFonts w:eastAsia="Arial Unicode MS" w:cs="Angsana New"/>
          <w:spacing w:val="-2"/>
          <w:szCs w:val="28"/>
        </w:rPr>
        <w:t>)</w:t>
      </w:r>
      <w:r w:rsidRPr="00CE1750">
        <w:rPr>
          <w:rFonts w:eastAsia="Arial Unicode MS" w:cs="Angsana New"/>
          <w:spacing w:val="-2"/>
          <w:szCs w:val="28"/>
        </w:rPr>
        <w:tab/>
      </w:r>
      <w:r w:rsidR="00EA5B82" w:rsidRPr="00CE1750">
        <w:rPr>
          <w:rFonts w:eastAsia="Arial Unicode MS" w:cs="Angsana New"/>
          <w:spacing w:val="-2"/>
          <w:szCs w:val="28"/>
        </w:rPr>
        <w:t>To allot new ordinary shares of 40 million shares for the exercise of SABUY-</w:t>
      </w:r>
      <w:r w:rsidR="00CE1750">
        <w:rPr>
          <w:rFonts w:eastAsia="Arial Unicode MS" w:cs="Angsana New"/>
          <w:spacing w:val="-2"/>
          <w:szCs w:val="28"/>
        </w:rPr>
        <w:t>WC</w:t>
      </w:r>
      <w:r w:rsidR="00EA5B82" w:rsidRPr="00CE1750">
        <w:rPr>
          <w:rFonts w:eastAsia="Arial Unicode MS" w:cs="Angsana New"/>
          <w:spacing w:val="-2"/>
          <w:szCs w:val="28"/>
        </w:rPr>
        <w:t>.</w:t>
      </w:r>
    </w:p>
    <w:p w14:paraId="340403BF" w14:textId="03139BC3" w:rsidR="00137ED2" w:rsidRPr="00951F27" w:rsidRDefault="00137ED2" w:rsidP="003F3B58">
      <w:pPr>
        <w:spacing w:line="240" w:lineRule="atLeast"/>
        <w:ind w:left="2250" w:hanging="594"/>
        <w:jc w:val="thaiDistribute"/>
        <w:rPr>
          <w:rFonts w:eastAsia="Arial Unicode MS" w:cs="Angsana New"/>
          <w:spacing w:val="-2"/>
          <w:szCs w:val="28"/>
        </w:rPr>
      </w:pPr>
      <w:r w:rsidRPr="00CE1750">
        <w:rPr>
          <w:rFonts w:eastAsia="Arial Unicode MS" w:cs="Angsana New"/>
          <w:spacing w:val="-2"/>
          <w:szCs w:val="28"/>
        </w:rPr>
        <w:t>7.</w:t>
      </w:r>
      <w:r w:rsidR="00EA5B82" w:rsidRPr="00CE1750">
        <w:rPr>
          <w:rFonts w:eastAsia="Arial Unicode MS" w:cs="Angsana New"/>
          <w:spacing w:val="-2"/>
          <w:szCs w:val="28"/>
        </w:rPr>
        <w:t>5</w:t>
      </w:r>
      <w:r w:rsidRPr="00CE1750">
        <w:rPr>
          <w:rFonts w:eastAsia="Arial Unicode MS" w:cs="Angsana New"/>
          <w:spacing w:val="-2"/>
          <w:szCs w:val="28"/>
        </w:rPr>
        <w:t>)</w:t>
      </w:r>
      <w:r w:rsidRPr="00CE1750">
        <w:rPr>
          <w:rFonts w:eastAsia="Arial Unicode MS" w:cs="Angsana New"/>
          <w:spacing w:val="-2"/>
          <w:szCs w:val="28"/>
        </w:rPr>
        <w:tab/>
      </w:r>
      <w:r w:rsidR="00EA5B82" w:rsidRPr="00CE1750">
        <w:rPr>
          <w:rFonts w:eastAsia="Arial Unicode MS" w:cs="Angsana New"/>
          <w:spacing w:val="-2"/>
          <w:szCs w:val="28"/>
        </w:rPr>
        <w:t>To allot new ordinary shares for right adjustment of SABUY-W2 of 32,087,909 shares</w:t>
      </w:r>
      <w:r w:rsidR="00A30576" w:rsidRPr="00CE1750">
        <w:rPr>
          <w:rFonts w:eastAsia="Arial Unicode MS" w:cs="Angsana New"/>
          <w:spacing w:val="-2"/>
          <w:szCs w:val="28"/>
        </w:rPr>
        <w:t xml:space="preserve"> for SABUY-WA, SABUY-W</w:t>
      </w:r>
      <w:r w:rsidR="009626BF" w:rsidRPr="00CE1750">
        <w:rPr>
          <w:rFonts w:eastAsia="Arial Unicode MS" w:cs="Angsana New"/>
          <w:spacing w:val="-2"/>
          <w:szCs w:val="28"/>
        </w:rPr>
        <w:t>B</w:t>
      </w:r>
      <w:r w:rsidR="00A30576" w:rsidRPr="00CE1750">
        <w:rPr>
          <w:rFonts w:eastAsia="Arial Unicode MS" w:cs="Angsana New"/>
          <w:spacing w:val="-2"/>
          <w:szCs w:val="28"/>
        </w:rPr>
        <w:t>, and SABUY-W</w:t>
      </w:r>
      <w:r w:rsidR="009626BF" w:rsidRPr="00CE1750">
        <w:rPr>
          <w:rFonts w:eastAsia="Arial Unicode MS" w:cs="Angsana New"/>
          <w:spacing w:val="-2"/>
          <w:szCs w:val="28"/>
        </w:rPr>
        <w:t>1</w:t>
      </w:r>
      <w:r w:rsidR="00EA5B82" w:rsidRPr="00CE1750">
        <w:rPr>
          <w:rFonts w:eastAsia="Arial Unicode MS" w:cs="Angsana New"/>
          <w:spacing w:val="-2"/>
          <w:szCs w:val="28"/>
        </w:rPr>
        <w:t>.</w:t>
      </w:r>
    </w:p>
    <w:p w14:paraId="191087E9" w14:textId="69E48F2B" w:rsidR="00137ED2" w:rsidRPr="00135393" w:rsidRDefault="00137ED2" w:rsidP="00516A0F">
      <w:pPr>
        <w:spacing w:line="240" w:lineRule="atLeast"/>
        <w:ind w:left="1620" w:hanging="580"/>
        <w:jc w:val="thaiDistribute"/>
        <w:rPr>
          <w:rFonts w:eastAsia="Arial Unicode MS" w:cs="Angsana New"/>
          <w:spacing w:val="-2"/>
          <w:szCs w:val="28"/>
        </w:rPr>
      </w:pPr>
      <w:r w:rsidRPr="00951F27">
        <w:rPr>
          <w:rFonts w:eastAsia="Arial Unicode MS" w:cs="Angsana New"/>
          <w:spacing w:val="-2"/>
          <w:szCs w:val="28"/>
        </w:rPr>
        <w:t>8)</w:t>
      </w:r>
      <w:r w:rsidR="00454D52" w:rsidRPr="00951F27">
        <w:rPr>
          <w:rFonts w:eastAsia="Arial Unicode MS" w:cs="Angsana New"/>
          <w:spacing w:val="-2"/>
          <w:szCs w:val="28"/>
          <w:cs/>
        </w:rPr>
        <w:tab/>
      </w:r>
      <w:r w:rsidRPr="00951F27">
        <w:rPr>
          <w:rFonts w:eastAsia="Arial Unicode MS" w:cs="Angsana New"/>
          <w:spacing w:val="-2"/>
          <w:szCs w:val="28"/>
        </w:rPr>
        <w:t xml:space="preserve">To approve the issue and offer of debentures of the Company </w:t>
      </w:r>
      <w:r w:rsidR="00BE3C0B">
        <w:rPr>
          <w:rFonts w:eastAsia="Arial Unicode MS" w:cs="Angsana New"/>
          <w:spacing w:val="-2"/>
          <w:szCs w:val="28"/>
        </w:rPr>
        <w:t>in</w:t>
      </w:r>
      <w:r w:rsidR="00516A0F">
        <w:rPr>
          <w:rFonts w:eastAsia="Arial Unicode MS" w:cs="Angsana New"/>
          <w:spacing w:val="-2"/>
          <w:szCs w:val="28"/>
        </w:rPr>
        <w:t xml:space="preserve"> credit</w:t>
      </w:r>
      <w:r w:rsidR="00BE3C0B">
        <w:rPr>
          <w:rFonts w:eastAsia="Arial Unicode MS" w:cs="Angsana New"/>
          <w:spacing w:val="-2"/>
          <w:szCs w:val="28"/>
        </w:rPr>
        <w:t xml:space="preserve"> limit not over </w:t>
      </w:r>
      <w:r w:rsidRPr="00951F27">
        <w:rPr>
          <w:rFonts w:eastAsia="Arial Unicode MS" w:cs="Angsana New"/>
          <w:spacing w:val="-2"/>
          <w:szCs w:val="28"/>
        </w:rPr>
        <w:t>Baht 3,000 million.</w:t>
      </w:r>
    </w:p>
    <w:p w14:paraId="2A3AC119" w14:textId="77777777" w:rsidR="00137ED2" w:rsidRPr="00D3667B" w:rsidRDefault="00137ED2" w:rsidP="00137ED2">
      <w:pPr>
        <w:spacing w:line="240" w:lineRule="atLeast"/>
        <w:ind w:left="540"/>
        <w:jc w:val="thaiDistribute"/>
        <w:rPr>
          <w:rFonts w:eastAsia="Arial Unicode MS" w:cs="Angsana New"/>
          <w:spacing w:val="-2"/>
        </w:rPr>
      </w:pPr>
    </w:p>
    <w:p w14:paraId="17E8A7A7" w14:textId="055933F7" w:rsidR="00B4551F" w:rsidRDefault="00E373BB" w:rsidP="00E373BB">
      <w:pPr>
        <w:pStyle w:val="BodyText"/>
        <w:spacing w:after="0"/>
        <w:ind w:left="1080"/>
        <w:jc w:val="thaiDistribute"/>
        <w:rPr>
          <w:rFonts w:eastAsia="Arial Unicode MS" w:cs="Angsana New"/>
          <w:spacing w:val="-2"/>
          <w:lang w:val="en-US"/>
        </w:rPr>
      </w:pPr>
      <w:r w:rsidRPr="00E373BB">
        <w:rPr>
          <w:rFonts w:eastAsia="Arial Unicode MS" w:cs="Angsana New"/>
          <w:spacing w:val="-2"/>
          <w:lang w:val="en-US"/>
        </w:rPr>
        <w:t xml:space="preserve">On 29 April 2022, Sabuy Capital Plus Co., Ltd. acquired new ordinary shares of O Capital Co., Ltd. of 225,000 shares </w:t>
      </w:r>
      <w:r>
        <w:rPr>
          <w:rFonts w:eastAsia="Arial Unicode MS" w:cs="Angsana New"/>
          <w:spacing w:val="-2"/>
          <w:lang w:val="en-US"/>
        </w:rPr>
        <w:t>with</w:t>
      </w:r>
      <w:r w:rsidRPr="00E373BB">
        <w:rPr>
          <w:rFonts w:eastAsia="Arial Unicode MS" w:cs="Angsana New"/>
          <w:spacing w:val="-2"/>
          <w:lang w:val="en-US"/>
        </w:rPr>
        <w:t xml:space="preserve"> Baht 1</w:t>
      </w:r>
      <w:r>
        <w:rPr>
          <w:rFonts w:eastAsia="Arial Unicode MS" w:cs="Angsana New"/>
          <w:spacing w:val="-2"/>
          <w:lang w:val="en-US"/>
        </w:rPr>
        <w:t>00</w:t>
      </w:r>
      <w:r w:rsidRPr="00E373BB">
        <w:rPr>
          <w:rFonts w:eastAsia="Arial Unicode MS" w:cs="Angsana New"/>
          <w:spacing w:val="-2"/>
          <w:lang w:val="en-US"/>
        </w:rPr>
        <w:t xml:space="preserve"> par value</w:t>
      </w:r>
      <w:r>
        <w:rPr>
          <w:rFonts w:eastAsia="Arial Unicode MS" w:cs="Angsana New"/>
          <w:spacing w:val="-2"/>
          <w:lang w:val="en-US"/>
        </w:rPr>
        <w:t>. The offering price is Baht 222.22 per share amounting to Baht 50 million, equivalent to 60% of authorised and paid-up capital.</w:t>
      </w:r>
    </w:p>
    <w:p w14:paraId="4A2B4480" w14:textId="78EFBE0F" w:rsidR="009158C5" w:rsidRPr="00D3667B" w:rsidRDefault="009158C5" w:rsidP="00E373BB">
      <w:pPr>
        <w:pStyle w:val="BodyText"/>
        <w:spacing w:after="0"/>
        <w:ind w:left="1080"/>
        <w:jc w:val="thaiDistribute"/>
        <w:rPr>
          <w:rFonts w:eastAsia="Arial Unicode MS"/>
          <w:spacing w:val="-2"/>
          <w:lang w:val="en-US"/>
        </w:rPr>
      </w:pPr>
    </w:p>
    <w:p w14:paraId="205B444E" w14:textId="7C32686B" w:rsidR="009158C5" w:rsidRDefault="009158C5" w:rsidP="00E373BB">
      <w:pPr>
        <w:pStyle w:val="BodyText"/>
        <w:spacing w:after="0"/>
        <w:ind w:left="1080"/>
        <w:jc w:val="thaiDistribute"/>
        <w:rPr>
          <w:rFonts w:eastAsia="Arial Unicode MS" w:cs="Angsana New"/>
          <w:spacing w:val="-2"/>
          <w:lang w:val="en-US"/>
        </w:rPr>
      </w:pPr>
      <w:r>
        <w:rPr>
          <w:rFonts w:eastAsia="Arial Unicode MS" w:cs="Angsana New"/>
          <w:spacing w:val="-2"/>
          <w:lang w:val="en-US"/>
        </w:rPr>
        <w:t>At the Board of Directors Meeting of the Company held on 29 April 2022, the Board of Directors approved the resolutions as follows:</w:t>
      </w:r>
    </w:p>
    <w:p w14:paraId="64BD7651" w14:textId="5D9DA240" w:rsidR="00C258DC" w:rsidRDefault="009158C5" w:rsidP="009158C5">
      <w:pPr>
        <w:spacing w:line="240" w:lineRule="atLeast"/>
        <w:ind w:left="1620" w:hanging="580"/>
        <w:jc w:val="thaiDistribute"/>
        <w:rPr>
          <w:rFonts w:eastAsia="Arial Unicode MS" w:cs="Angsana New"/>
          <w:spacing w:val="-2"/>
          <w:szCs w:val="28"/>
        </w:rPr>
      </w:pPr>
      <w:r w:rsidRPr="009158C5">
        <w:rPr>
          <w:rFonts w:eastAsia="Arial Unicode MS" w:cs="Angsana New"/>
          <w:spacing w:val="-2"/>
          <w:szCs w:val="28"/>
        </w:rPr>
        <w:t>1)</w:t>
      </w:r>
      <w:r>
        <w:rPr>
          <w:rFonts w:eastAsia="Arial Unicode MS" w:cs="Angsana New"/>
          <w:spacing w:val="-2"/>
          <w:szCs w:val="28"/>
        </w:rPr>
        <w:tab/>
      </w:r>
      <w:r w:rsidR="00C258DC">
        <w:rPr>
          <w:rFonts w:eastAsia="Arial Unicode MS" w:cs="Angsana New"/>
          <w:spacing w:val="-2"/>
          <w:szCs w:val="28"/>
        </w:rPr>
        <w:t xml:space="preserve">To approve the increase of the Company’s authorised share capital and offer to private placement, not over 67,639,640 shares with Baht 1 par value. </w:t>
      </w:r>
      <w:r w:rsidR="00C258DC" w:rsidRPr="00C258DC">
        <w:rPr>
          <w:rFonts w:eastAsia="Arial Unicode MS" w:cs="Angsana New"/>
          <w:spacing w:val="-2"/>
          <w:szCs w:val="28"/>
        </w:rPr>
        <w:t>The offering price is Baht 28</w:t>
      </w:r>
      <w:r w:rsidR="00C258DC">
        <w:rPr>
          <w:rFonts w:eastAsia="Arial Unicode MS" w:cs="Angsana New"/>
          <w:spacing w:val="-2"/>
          <w:szCs w:val="28"/>
        </w:rPr>
        <w:t xml:space="preserve"> </w:t>
      </w:r>
      <w:r w:rsidR="00C258DC" w:rsidRPr="00C258DC">
        <w:rPr>
          <w:rFonts w:eastAsia="Arial Unicode MS" w:cs="Angsana New"/>
          <w:spacing w:val="-2"/>
          <w:szCs w:val="28"/>
        </w:rPr>
        <w:t xml:space="preserve">per share, amounting to Baht </w:t>
      </w:r>
      <w:r w:rsidR="00C258DC">
        <w:rPr>
          <w:rFonts w:eastAsia="Arial Unicode MS" w:cs="Angsana New"/>
          <w:spacing w:val="-2"/>
          <w:szCs w:val="28"/>
        </w:rPr>
        <w:t>1,893.91</w:t>
      </w:r>
      <w:r w:rsidR="00C258DC" w:rsidRPr="00C258DC">
        <w:rPr>
          <w:rFonts w:eastAsia="Arial Unicode MS" w:cs="Angsana New"/>
          <w:spacing w:val="-2"/>
          <w:szCs w:val="28"/>
        </w:rPr>
        <w:t xml:space="preserve"> million.</w:t>
      </w:r>
    </w:p>
    <w:p w14:paraId="34DCBA39" w14:textId="6105211B" w:rsidR="009158C5" w:rsidRDefault="00C258DC" w:rsidP="009158C5">
      <w:pPr>
        <w:spacing w:line="240" w:lineRule="atLeast"/>
        <w:ind w:left="1620" w:hanging="580"/>
        <w:jc w:val="thaiDistribute"/>
        <w:rPr>
          <w:rFonts w:eastAsia="Arial Unicode MS" w:cs="Angsana New"/>
          <w:spacing w:val="-2"/>
          <w:szCs w:val="28"/>
        </w:rPr>
      </w:pPr>
      <w:r>
        <w:rPr>
          <w:rFonts w:eastAsia="Arial Unicode MS" w:cs="Angsana New"/>
          <w:spacing w:val="-2"/>
          <w:szCs w:val="28"/>
        </w:rPr>
        <w:t>2)</w:t>
      </w:r>
      <w:r>
        <w:rPr>
          <w:rFonts w:eastAsia="Arial Unicode MS" w:cs="Angsana New"/>
          <w:spacing w:val="-2"/>
          <w:szCs w:val="28"/>
        </w:rPr>
        <w:tab/>
        <w:t xml:space="preserve">To approve the acquisition of ordinary shares </w:t>
      </w:r>
      <w:r w:rsidR="00D0772C">
        <w:rPr>
          <w:rFonts w:eastAsia="Arial Unicode MS" w:cs="Angsana New"/>
          <w:spacing w:val="-2"/>
          <w:szCs w:val="28"/>
        </w:rPr>
        <w:t xml:space="preserve">of </w:t>
      </w:r>
      <w:r>
        <w:rPr>
          <w:rFonts w:eastAsia="Arial Unicode MS" w:cs="Angsana New"/>
          <w:spacing w:val="-2"/>
          <w:szCs w:val="28"/>
        </w:rPr>
        <w:t>Thiensurat Public Company Limited</w:t>
      </w:r>
      <w:r w:rsidR="00D0772C">
        <w:rPr>
          <w:rFonts w:eastAsia="Arial Unicode MS" w:cs="Angsana New"/>
          <w:spacing w:val="-2"/>
          <w:szCs w:val="28"/>
        </w:rPr>
        <w:t xml:space="preserve"> from existing shareholders, not over 136,900,000 shares </w:t>
      </w:r>
      <w:r w:rsidR="004B4D76">
        <w:rPr>
          <w:rFonts w:eastAsia="Arial Unicode MS" w:cs="Angsana New"/>
          <w:spacing w:val="-2"/>
          <w:szCs w:val="28"/>
        </w:rPr>
        <w:t>equivalent to 24.90% amounting to not over Baht 533.91 million.</w:t>
      </w:r>
    </w:p>
    <w:p w14:paraId="0306A325" w14:textId="1304533A" w:rsidR="00D0772C" w:rsidRDefault="00D0772C" w:rsidP="009158C5">
      <w:pPr>
        <w:spacing w:line="240" w:lineRule="atLeast"/>
        <w:ind w:left="1620" w:hanging="580"/>
        <w:jc w:val="thaiDistribute"/>
        <w:rPr>
          <w:rFonts w:eastAsia="Arial Unicode MS" w:cs="Angsana New"/>
          <w:spacing w:val="-2"/>
          <w:szCs w:val="28"/>
        </w:rPr>
      </w:pPr>
      <w:r>
        <w:rPr>
          <w:rFonts w:eastAsia="Arial Unicode MS" w:cs="Angsana New"/>
          <w:spacing w:val="-2"/>
          <w:szCs w:val="28"/>
        </w:rPr>
        <w:t>3)</w:t>
      </w:r>
      <w:r>
        <w:rPr>
          <w:rFonts w:eastAsia="Arial Unicode MS" w:cs="Angsana New"/>
          <w:spacing w:val="-2"/>
          <w:szCs w:val="28"/>
        </w:rPr>
        <w:tab/>
        <w:t>To approve the acquisition of new ordinary shares of</w:t>
      </w:r>
      <w:r w:rsidR="0093569A">
        <w:rPr>
          <w:rFonts w:eastAsia="Arial Unicode MS" w:cs="Angsana New"/>
          <w:spacing w:val="-2"/>
          <w:szCs w:val="28"/>
        </w:rPr>
        <w:t xml:space="preserve"> </w:t>
      </w:r>
      <w:r w:rsidR="0093569A" w:rsidRPr="0093569A">
        <w:rPr>
          <w:rFonts w:eastAsia="Arial Unicode MS" w:cs="Angsana New"/>
          <w:spacing w:val="-2"/>
          <w:szCs w:val="28"/>
        </w:rPr>
        <w:t xml:space="preserve">Thiensurat Leasing </w:t>
      </w:r>
      <w:r w:rsidR="0093569A">
        <w:rPr>
          <w:rFonts w:eastAsia="Arial Unicode MS" w:cs="Angsana New"/>
          <w:spacing w:val="-2"/>
          <w:szCs w:val="28"/>
        </w:rPr>
        <w:t>Co., Ltd.</w:t>
      </w:r>
      <w:r w:rsidR="0093569A" w:rsidRPr="0093569A">
        <w:rPr>
          <w:rFonts w:eastAsia="Arial Unicode MS" w:cs="Angsana New"/>
          <w:spacing w:val="-2"/>
          <w:szCs w:val="28"/>
        </w:rPr>
        <w:t xml:space="preserve">, not over </w:t>
      </w:r>
      <w:r w:rsidR="0093569A">
        <w:rPr>
          <w:rFonts w:eastAsia="Arial Unicode MS" w:cs="Angsana New"/>
          <w:spacing w:val="-2"/>
          <w:szCs w:val="28"/>
        </w:rPr>
        <w:t>8,570,243</w:t>
      </w:r>
      <w:r w:rsidR="0093569A" w:rsidRPr="0093569A">
        <w:rPr>
          <w:rFonts w:eastAsia="Arial Unicode MS" w:cs="Angsana New"/>
          <w:spacing w:val="-2"/>
          <w:szCs w:val="28"/>
        </w:rPr>
        <w:t xml:space="preserve"> shares equivalent to </w:t>
      </w:r>
      <w:r w:rsidR="0093569A">
        <w:rPr>
          <w:rFonts w:eastAsia="Arial Unicode MS" w:cs="Angsana New"/>
          <w:spacing w:val="-2"/>
          <w:szCs w:val="28"/>
        </w:rPr>
        <w:t>30</w:t>
      </w:r>
      <w:r w:rsidR="0093569A" w:rsidRPr="0093569A">
        <w:rPr>
          <w:rFonts w:eastAsia="Arial Unicode MS" w:cs="Angsana New"/>
          <w:spacing w:val="-2"/>
          <w:szCs w:val="28"/>
        </w:rPr>
        <w:t xml:space="preserve">% amounting to not over Baht </w:t>
      </w:r>
      <w:r w:rsidR="0093569A">
        <w:rPr>
          <w:rFonts w:eastAsia="Arial Unicode MS" w:cs="Angsana New"/>
          <w:spacing w:val="-2"/>
          <w:szCs w:val="28"/>
        </w:rPr>
        <w:t>81.50</w:t>
      </w:r>
      <w:r w:rsidR="0093569A" w:rsidRPr="0093569A">
        <w:rPr>
          <w:rFonts w:eastAsia="Arial Unicode MS" w:cs="Angsana New"/>
          <w:spacing w:val="-2"/>
          <w:szCs w:val="28"/>
        </w:rPr>
        <w:t xml:space="preserve"> million.</w:t>
      </w:r>
    </w:p>
    <w:p w14:paraId="043F24B9" w14:textId="48F05361" w:rsidR="00D0772C" w:rsidRPr="009158C5" w:rsidRDefault="00D0772C" w:rsidP="009158C5">
      <w:pPr>
        <w:spacing w:line="240" w:lineRule="atLeast"/>
        <w:ind w:left="1620" w:hanging="580"/>
        <w:jc w:val="thaiDistribute"/>
        <w:rPr>
          <w:rFonts w:eastAsia="Arial Unicode MS" w:cs="Angsana New"/>
          <w:spacing w:val="-2"/>
          <w:szCs w:val="28"/>
          <w:cs/>
        </w:rPr>
      </w:pPr>
      <w:r>
        <w:rPr>
          <w:rFonts w:eastAsia="Arial Unicode MS" w:cs="Angsana New"/>
          <w:spacing w:val="-2"/>
          <w:szCs w:val="28"/>
        </w:rPr>
        <w:t>4)</w:t>
      </w:r>
      <w:r>
        <w:rPr>
          <w:rFonts w:eastAsia="Arial Unicode MS" w:cs="Angsana New"/>
          <w:spacing w:val="-2"/>
          <w:szCs w:val="28"/>
        </w:rPr>
        <w:tab/>
      </w:r>
      <w:r w:rsidR="0093569A" w:rsidRPr="0093569A">
        <w:rPr>
          <w:rFonts w:eastAsia="Arial Unicode MS" w:cs="Angsana New"/>
          <w:spacing w:val="-2"/>
          <w:szCs w:val="28"/>
        </w:rPr>
        <w:t xml:space="preserve">To approve the acquisition of ordinary shares of </w:t>
      </w:r>
      <w:r w:rsidR="0093569A">
        <w:rPr>
          <w:rFonts w:eastAsia="Arial Unicode MS" w:cs="Angsana New"/>
          <w:spacing w:val="-2"/>
          <w:szCs w:val="28"/>
        </w:rPr>
        <w:t xml:space="preserve">Double Seven </w:t>
      </w:r>
      <w:r w:rsidR="0093569A" w:rsidRPr="0093569A">
        <w:rPr>
          <w:rFonts w:eastAsia="Arial Unicode MS" w:cs="Angsana New"/>
          <w:spacing w:val="-2"/>
          <w:szCs w:val="28"/>
        </w:rPr>
        <w:t xml:space="preserve">Co., Ltd., not over </w:t>
      </w:r>
      <w:r w:rsidR="004C19EC">
        <w:rPr>
          <w:rFonts w:eastAsia="Arial Unicode MS" w:cs="Angsana New"/>
          <w:spacing w:val="-2"/>
          <w:szCs w:val="28"/>
        </w:rPr>
        <w:t>20,000</w:t>
      </w:r>
      <w:r w:rsidR="0093569A" w:rsidRPr="0093569A">
        <w:rPr>
          <w:rFonts w:eastAsia="Arial Unicode MS" w:cs="Angsana New"/>
          <w:spacing w:val="-2"/>
          <w:szCs w:val="28"/>
        </w:rPr>
        <w:t xml:space="preserve"> shares equivalent to </w:t>
      </w:r>
      <w:r w:rsidR="004C19EC">
        <w:rPr>
          <w:rFonts w:eastAsia="Arial Unicode MS" w:cs="Angsana New"/>
          <w:spacing w:val="-2"/>
          <w:szCs w:val="28"/>
        </w:rPr>
        <w:t>4</w:t>
      </w:r>
      <w:r w:rsidR="0093569A" w:rsidRPr="0093569A">
        <w:rPr>
          <w:rFonts w:eastAsia="Arial Unicode MS" w:cs="Angsana New"/>
          <w:spacing w:val="-2"/>
          <w:szCs w:val="28"/>
        </w:rPr>
        <w:t xml:space="preserve">0% </w:t>
      </w:r>
      <w:r w:rsidR="004C19EC">
        <w:rPr>
          <w:rFonts w:eastAsia="Arial Unicode MS" w:cs="Angsana New"/>
          <w:spacing w:val="-2"/>
          <w:szCs w:val="28"/>
        </w:rPr>
        <w:t xml:space="preserve">from Com7 Public Company Limited </w:t>
      </w:r>
      <w:r w:rsidR="0093569A" w:rsidRPr="0093569A">
        <w:rPr>
          <w:rFonts w:eastAsia="Arial Unicode MS" w:cs="Angsana New"/>
          <w:spacing w:val="-2"/>
          <w:szCs w:val="28"/>
        </w:rPr>
        <w:t xml:space="preserve">amounting to not over Baht </w:t>
      </w:r>
      <w:r w:rsidR="006D2C34">
        <w:rPr>
          <w:rFonts w:eastAsia="Arial Unicode MS" w:cs="Angsana New"/>
          <w:spacing w:val="-2"/>
          <w:szCs w:val="28"/>
        </w:rPr>
        <w:t>1,360</w:t>
      </w:r>
      <w:r w:rsidR="0093569A" w:rsidRPr="0093569A">
        <w:rPr>
          <w:rFonts w:eastAsia="Arial Unicode MS" w:cs="Angsana New"/>
          <w:spacing w:val="-2"/>
          <w:szCs w:val="28"/>
        </w:rPr>
        <w:t xml:space="preserve"> million.</w:t>
      </w:r>
    </w:p>
    <w:p w14:paraId="4CDA9B2A" w14:textId="77777777" w:rsidR="00C129AD" w:rsidRPr="00A15FBD" w:rsidRDefault="00C129AD" w:rsidP="00EA5B82">
      <w:pPr>
        <w:pStyle w:val="BodyText"/>
        <w:spacing w:after="0"/>
        <w:jc w:val="thaiDistribute"/>
        <w:rPr>
          <w:highlight w:val="yellow"/>
          <w:cs/>
          <w:lang w:val="en-US" w:eastAsia="x-none"/>
        </w:rPr>
      </w:pPr>
    </w:p>
    <w:p w14:paraId="38C66F5A" w14:textId="7018E0F6" w:rsidR="006D2C34" w:rsidRDefault="006D2C34" w:rsidP="006D2C34">
      <w:pPr>
        <w:pStyle w:val="BodyText"/>
        <w:spacing w:after="0"/>
        <w:ind w:left="1080"/>
        <w:jc w:val="thaiDistribute"/>
        <w:rPr>
          <w:rFonts w:eastAsia="Arial Unicode MS" w:cs="Angsana New"/>
          <w:spacing w:val="-2"/>
          <w:lang w:val="en-US"/>
        </w:rPr>
      </w:pPr>
      <w:r>
        <w:rPr>
          <w:rFonts w:eastAsia="Arial Unicode MS" w:cs="Angsana New"/>
          <w:spacing w:val="-2"/>
          <w:lang w:val="en-US"/>
        </w:rPr>
        <w:t>At the Board of Directors Meeting of the Company held on</w:t>
      </w:r>
      <w:r w:rsidR="00D3667B">
        <w:rPr>
          <w:rFonts w:eastAsia="Arial Unicode MS" w:cs="Angsana New" w:hint="cs"/>
          <w:spacing w:val="-2"/>
          <w:cs/>
          <w:lang w:val="en-US"/>
        </w:rPr>
        <w:t xml:space="preserve"> </w:t>
      </w:r>
      <w:r w:rsidR="00D3667B">
        <w:rPr>
          <w:rFonts w:eastAsia="Arial Unicode MS" w:cs="Angsana New"/>
          <w:spacing w:val="-2"/>
          <w:lang w:val="en-US"/>
        </w:rPr>
        <w:t>4 May</w:t>
      </w:r>
      <w:r>
        <w:rPr>
          <w:rFonts w:eastAsia="Arial Unicode MS" w:cs="Angsana New"/>
          <w:spacing w:val="-2"/>
          <w:lang w:val="en-US"/>
        </w:rPr>
        <w:t xml:space="preserve"> 2022, the Board of Directors approved the resolutions as follows:</w:t>
      </w:r>
    </w:p>
    <w:p w14:paraId="2FAA936F" w14:textId="070B8CC4" w:rsidR="006D2C34" w:rsidRDefault="006D2C34" w:rsidP="006D2C34">
      <w:pPr>
        <w:spacing w:line="240" w:lineRule="atLeast"/>
        <w:ind w:left="1620" w:hanging="580"/>
        <w:jc w:val="thaiDistribute"/>
        <w:rPr>
          <w:rFonts w:eastAsia="Arial Unicode MS" w:cs="Angsana New"/>
          <w:spacing w:val="-2"/>
          <w:szCs w:val="28"/>
        </w:rPr>
      </w:pPr>
      <w:r w:rsidRPr="009158C5">
        <w:rPr>
          <w:rFonts w:eastAsia="Arial Unicode MS" w:cs="Angsana New"/>
          <w:spacing w:val="-2"/>
          <w:szCs w:val="28"/>
        </w:rPr>
        <w:t>1)</w:t>
      </w:r>
      <w:r>
        <w:rPr>
          <w:rFonts w:eastAsia="Arial Unicode MS" w:cs="Angsana New"/>
          <w:spacing w:val="-2"/>
          <w:szCs w:val="28"/>
        </w:rPr>
        <w:tab/>
        <w:t xml:space="preserve">To approve the increase of the Company’s authorised share capital and offer to private placement, not over </w:t>
      </w:r>
      <w:r w:rsidR="00D3667B">
        <w:rPr>
          <w:rFonts w:eastAsia="Arial Unicode MS" w:cs="Angsana New"/>
          <w:spacing w:val="-2"/>
          <w:szCs w:val="28"/>
        </w:rPr>
        <w:t>6,001,712</w:t>
      </w:r>
      <w:r>
        <w:rPr>
          <w:rFonts w:eastAsia="Arial Unicode MS" w:cs="Angsana New"/>
          <w:spacing w:val="-2"/>
          <w:szCs w:val="28"/>
        </w:rPr>
        <w:t xml:space="preserve"> shares with Baht 1 par value. </w:t>
      </w:r>
      <w:r w:rsidRPr="00C258DC">
        <w:rPr>
          <w:rFonts w:eastAsia="Arial Unicode MS" w:cs="Angsana New"/>
          <w:spacing w:val="-2"/>
          <w:szCs w:val="28"/>
        </w:rPr>
        <w:t>The offering price is Baht 28</w:t>
      </w:r>
      <w:r>
        <w:rPr>
          <w:rFonts w:eastAsia="Arial Unicode MS" w:cs="Angsana New"/>
          <w:spacing w:val="-2"/>
          <w:szCs w:val="28"/>
        </w:rPr>
        <w:t xml:space="preserve"> </w:t>
      </w:r>
      <w:r w:rsidRPr="00C258DC">
        <w:rPr>
          <w:rFonts w:eastAsia="Arial Unicode MS" w:cs="Angsana New"/>
          <w:spacing w:val="-2"/>
          <w:szCs w:val="28"/>
        </w:rPr>
        <w:t xml:space="preserve">per share, amounting to Baht </w:t>
      </w:r>
      <w:r>
        <w:rPr>
          <w:rFonts w:eastAsia="Arial Unicode MS" w:cs="Angsana New"/>
          <w:spacing w:val="-2"/>
          <w:szCs w:val="28"/>
        </w:rPr>
        <w:t>1</w:t>
      </w:r>
      <w:r w:rsidR="00D3667B">
        <w:rPr>
          <w:rFonts w:eastAsia="Arial Unicode MS" w:cs="Angsana New"/>
          <w:spacing w:val="-2"/>
          <w:szCs w:val="28"/>
        </w:rPr>
        <w:t>68.05</w:t>
      </w:r>
      <w:r w:rsidRPr="00C258DC">
        <w:rPr>
          <w:rFonts w:eastAsia="Arial Unicode MS" w:cs="Angsana New"/>
          <w:spacing w:val="-2"/>
          <w:szCs w:val="28"/>
        </w:rPr>
        <w:t xml:space="preserve"> million.</w:t>
      </w:r>
    </w:p>
    <w:p w14:paraId="3DE6C498" w14:textId="3176167B" w:rsidR="006D2C34" w:rsidRPr="00D448AC" w:rsidRDefault="006D2C34" w:rsidP="006D2C34">
      <w:pPr>
        <w:spacing w:line="240" w:lineRule="atLeast"/>
        <w:ind w:left="1620" w:hanging="580"/>
        <w:jc w:val="thaiDistribute"/>
        <w:rPr>
          <w:rFonts w:eastAsia="Arial Unicode MS" w:cs="Angsana New"/>
          <w:spacing w:val="-2"/>
          <w:szCs w:val="28"/>
        </w:rPr>
      </w:pPr>
      <w:r w:rsidRPr="00D448AC">
        <w:rPr>
          <w:rFonts w:eastAsia="Arial Unicode MS" w:cs="Angsana New"/>
          <w:spacing w:val="-2"/>
          <w:szCs w:val="28"/>
        </w:rPr>
        <w:t>2)</w:t>
      </w:r>
      <w:r w:rsidRPr="00D448AC">
        <w:rPr>
          <w:rFonts w:eastAsia="Arial Unicode MS" w:cs="Angsana New"/>
          <w:spacing w:val="-2"/>
          <w:szCs w:val="28"/>
        </w:rPr>
        <w:tab/>
        <w:t xml:space="preserve">To approve the acquisition of ordinary shares of </w:t>
      </w:r>
      <w:r w:rsidR="00D3667B" w:rsidRPr="00D448AC">
        <w:rPr>
          <w:rFonts w:eastAsia="Arial Unicode MS" w:cs="Angsana New"/>
          <w:spacing w:val="-2"/>
          <w:szCs w:val="28"/>
        </w:rPr>
        <w:t>iSoftel (Thailand) Co., Ltd.</w:t>
      </w:r>
      <w:r w:rsidRPr="00D448AC">
        <w:rPr>
          <w:rFonts w:eastAsia="Arial Unicode MS" w:cs="Angsana New"/>
          <w:spacing w:val="-2"/>
          <w:szCs w:val="28"/>
        </w:rPr>
        <w:t xml:space="preserve">, not over </w:t>
      </w:r>
      <w:r w:rsidR="00D3667B" w:rsidRPr="00D448AC">
        <w:rPr>
          <w:rFonts w:eastAsia="Arial Unicode MS" w:cs="Angsana New"/>
          <w:spacing w:val="-2"/>
          <w:szCs w:val="28"/>
        </w:rPr>
        <w:t>25,01</w:t>
      </w:r>
      <w:r w:rsidRPr="00D448AC">
        <w:rPr>
          <w:rFonts w:eastAsia="Arial Unicode MS" w:cs="Angsana New"/>
          <w:spacing w:val="-2"/>
          <w:szCs w:val="28"/>
        </w:rPr>
        <w:t>0 shares equivalent to 2</w:t>
      </w:r>
      <w:r w:rsidR="00D3667B" w:rsidRPr="00D448AC">
        <w:rPr>
          <w:rFonts w:eastAsia="Arial Unicode MS" w:cs="Angsana New"/>
          <w:spacing w:val="-2"/>
          <w:szCs w:val="28"/>
        </w:rPr>
        <w:t>5</w:t>
      </w:r>
      <w:r w:rsidRPr="00D448AC">
        <w:rPr>
          <w:rFonts w:eastAsia="Arial Unicode MS" w:cs="Angsana New"/>
          <w:spacing w:val="-2"/>
          <w:szCs w:val="28"/>
        </w:rPr>
        <w:t>.</w:t>
      </w:r>
      <w:r w:rsidR="00D3667B" w:rsidRPr="00D448AC">
        <w:rPr>
          <w:rFonts w:eastAsia="Arial Unicode MS" w:cs="Angsana New"/>
          <w:spacing w:val="-2"/>
          <w:szCs w:val="28"/>
        </w:rPr>
        <w:t>01</w:t>
      </w:r>
      <w:r w:rsidRPr="00D448AC">
        <w:rPr>
          <w:rFonts w:eastAsia="Arial Unicode MS" w:cs="Angsana New"/>
          <w:spacing w:val="-2"/>
          <w:szCs w:val="28"/>
        </w:rPr>
        <w:t>%</w:t>
      </w:r>
      <w:r w:rsidR="00D3667B" w:rsidRPr="00D448AC">
        <w:rPr>
          <w:rFonts w:eastAsia="Arial Unicode MS" w:cs="Angsana New"/>
          <w:spacing w:val="-2"/>
          <w:szCs w:val="28"/>
        </w:rPr>
        <w:t xml:space="preserve"> from I S F Holding Co., Ltd. </w:t>
      </w:r>
      <w:r w:rsidRPr="00D448AC">
        <w:rPr>
          <w:rFonts w:eastAsia="Arial Unicode MS" w:cs="Angsana New"/>
          <w:spacing w:val="-2"/>
          <w:szCs w:val="28"/>
        </w:rPr>
        <w:t xml:space="preserve">amounting to not over Baht </w:t>
      </w:r>
      <w:r w:rsidR="00D3667B" w:rsidRPr="00D448AC">
        <w:rPr>
          <w:rFonts w:eastAsia="Arial Unicode MS" w:cs="Angsana New"/>
          <w:spacing w:val="-2"/>
          <w:szCs w:val="28"/>
        </w:rPr>
        <w:t>120.05</w:t>
      </w:r>
      <w:r w:rsidRPr="00D448AC">
        <w:rPr>
          <w:rFonts w:eastAsia="Arial Unicode MS" w:cs="Angsana New"/>
          <w:spacing w:val="-2"/>
          <w:szCs w:val="28"/>
        </w:rPr>
        <w:t xml:space="preserve"> million.</w:t>
      </w:r>
    </w:p>
    <w:p w14:paraId="5910C8B2" w14:textId="7A4E3BDE" w:rsidR="006D2C34" w:rsidRPr="00D448AC" w:rsidRDefault="006D2C34" w:rsidP="006D2C34">
      <w:pPr>
        <w:spacing w:line="240" w:lineRule="atLeast"/>
        <w:ind w:left="1620" w:hanging="580"/>
        <w:jc w:val="thaiDistribute"/>
        <w:rPr>
          <w:rFonts w:eastAsia="Arial Unicode MS" w:cs="Angsana New"/>
          <w:spacing w:val="-2"/>
          <w:szCs w:val="28"/>
        </w:rPr>
      </w:pPr>
      <w:r w:rsidRPr="00D448AC">
        <w:rPr>
          <w:rFonts w:eastAsia="Arial Unicode MS" w:cs="Angsana New"/>
          <w:spacing w:val="-2"/>
          <w:szCs w:val="28"/>
        </w:rPr>
        <w:t>3)</w:t>
      </w:r>
      <w:r w:rsidRPr="00D448AC">
        <w:rPr>
          <w:rFonts w:eastAsia="Arial Unicode MS" w:cs="Angsana New"/>
          <w:spacing w:val="-2"/>
          <w:szCs w:val="28"/>
        </w:rPr>
        <w:tab/>
        <w:t>To approve the acquisition of</w:t>
      </w:r>
      <w:r w:rsidR="005B548E" w:rsidRPr="00D448AC">
        <w:rPr>
          <w:rFonts w:eastAsia="Arial Unicode MS" w:cs="Angsana New"/>
          <w:spacing w:val="-2"/>
          <w:szCs w:val="28"/>
        </w:rPr>
        <w:t xml:space="preserve"> </w:t>
      </w:r>
      <w:r w:rsidRPr="00D448AC">
        <w:rPr>
          <w:rFonts w:eastAsia="Arial Unicode MS" w:cs="Angsana New"/>
          <w:spacing w:val="-2"/>
          <w:szCs w:val="28"/>
        </w:rPr>
        <w:t xml:space="preserve">ordinary shares of </w:t>
      </w:r>
      <w:r w:rsidR="005B548E" w:rsidRPr="00D448AC">
        <w:rPr>
          <w:rFonts w:eastAsia="Arial Unicode MS" w:cs="Angsana New"/>
          <w:spacing w:val="-2"/>
          <w:szCs w:val="28"/>
        </w:rPr>
        <w:t>S.K. Management &amp; Supply</w:t>
      </w:r>
      <w:r w:rsidRPr="00D448AC">
        <w:rPr>
          <w:rFonts w:eastAsia="Arial Unicode MS" w:cs="Angsana New"/>
          <w:spacing w:val="-2"/>
          <w:szCs w:val="28"/>
        </w:rPr>
        <w:t xml:space="preserve"> Co., Ltd., not over </w:t>
      </w:r>
      <w:r w:rsidR="00D448AC" w:rsidRPr="00D448AC">
        <w:rPr>
          <w:rFonts w:eastAsia="Arial Unicode MS" w:cs="Angsana New"/>
          <w:spacing w:val="-2"/>
          <w:szCs w:val="28"/>
        </w:rPr>
        <w:t>24</w:t>
      </w:r>
      <w:r w:rsidRPr="00D448AC">
        <w:rPr>
          <w:rFonts w:eastAsia="Arial Unicode MS" w:cs="Angsana New"/>
          <w:spacing w:val="-2"/>
          <w:szCs w:val="28"/>
        </w:rPr>
        <w:t>,</w:t>
      </w:r>
      <w:r w:rsidR="005B548E" w:rsidRPr="00D448AC">
        <w:rPr>
          <w:rFonts w:eastAsia="Arial Unicode MS" w:cs="Angsana New"/>
          <w:spacing w:val="-2"/>
          <w:szCs w:val="28"/>
        </w:rPr>
        <w:t>000</w:t>
      </w:r>
      <w:r w:rsidRPr="00D448AC">
        <w:rPr>
          <w:rFonts w:eastAsia="Arial Unicode MS" w:cs="Angsana New"/>
          <w:spacing w:val="-2"/>
          <w:szCs w:val="28"/>
        </w:rPr>
        <w:t xml:space="preserve"> shares equivalent to </w:t>
      </w:r>
      <w:r w:rsidR="005B548E" w:rsidRPr="00D448AC">
        <w:rPr>
          <w:rFonts w:eastAsia="Arial Unicode MS" w:cs="Angsana New"/>
          <w:spacing w:val="-2"/>
          <w:szCs w:val="28"/>
        </w:rPr>
        <w:t>8</w:t>
      </w:r>
      <w:r w:rsidRPr="00D448AC">
        <w:rPr>
          <w:rFonts w:eastAsia="Arial Unicode MS" w:cs="Angsana New"/>
          <w:spacing w:val="-2"/>
          <w:szCs w:val="28"/>
        </w:rPr>
        <w:t xml:space="preserve">0% </w:t>
      </w:r>
      <w:r w:rsidR="00D448AC" w:rsidRPr="00D448AC">
        <w:rPr>
          <w:rFonts w:eastAsia="Arial Unicode MS" w:cs="Angsana New"/>
          <w:spacing w:val="-2"/>
          <w:szCs w:val="28"/>
        </w:rPr>
        <w:t>and SKV Unity Supply Co., Ltd., not over 8,000 shares equivalent to 80%</w:t>
      </w:r>
      <w:r w:rsidR="0011609C">
        <w:rPr>
          <w:rFonts w:eastAsia="Arial Unicode MS" w:cs="Angsana New"/>
          <w:spacing w:val="-2"/>
          <w:szCs w:val="28"/>
        </w:rPr>
        <w:t xml:space="preserve"> </w:t>
      </w:r>
      <w:r w:rsidRPr="00D448AC">
        <w:rPr>
          <w:rFonts w:eastAsia="Arial Unicode MS" w:cs="Angsana New"/>
          <w:spacing w:val="-2"/>
          <w:szCs w:val="28"/>
        </w:rPr>
        <w:t xml:space="preserve">amounting to not over Baht </w:t>
      </w:r>
      <w:r w:rsidR="005B548E" w:rsidRPr="00D448AC">
        <w:rPr>
          <w:rFonts w:eastAsia="Arial Unicode MS" w:cs="Angsana New"/>
          <w:spacing w:val="-2"/>
          <w:szCs w:val="28"/>
        </w:rPr>
        <w:t>48</w:t>
      </w:r>
      <w:r w:rsidRPr="00D448AC">
        <w:rPr>
          <w:rFonts w:eastAsia="Arial Unicode MS" w:cs="Angsana New"/>
          <w:spacing w:val="-2"/>
          <w:szCs w:val="28"/>
        </w:rPr>
        <w:t xml:space="preserve"> million.</w:t>
      </w:r>
    </w:p>
    <w:p w14:paraId="6E23CDB9" w14:textId="2F650CBF" w:rsidR="00983B59" w:rsidRPr="00F73937" w:rsidRDefault="00983B59" w:rsidP="003E2ABE">
      <w:pPr>
        <w:pStyle w:val="BodyText"/>
        <w:spacing w:after="0"/>
        <w:ind w:left="1728" w:hanging="612"/>
        <w:jc w:val="thaiDistribute"/>
        <w:rPr>
          <w:lang w:val="en-US" w:eastAsia="x-none"/>
        </w:rPr>
      </w:pPr>
    </w:p>
    <w:sectPr w:rsidR="00983B59" w:rsidRPr="00F73937" w:rsidSect="004C693C">
      <w:pgSz w:w="11907" w:h="16840" w:code="9"/>
      <w:pgMar w:top="1152" w:right="1152" w:bottom="900" w:left="69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CF64C" w14:textId="77777777" w:rsidR="004F293C" w:rsidRDefault="004F293C">
      <w:r>
        <w:separator/>
      </w:r>
    </w:p>
  </w:endnote>
  <w:endnote w:type="continuationSeparator" w:id="0">
    <w:p w14:paraId="069B17F1" w14:textId="77777777" w:rsidR="004F293C" w:rsidRDefault="004F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D701" w14:textId="77777777" w:rsidR="0011609C" w:rsidRDefault="001160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775935307"/>
      <w:docPartObj>
        <w:docPartGallery w:val="Page Numbers (Bottom of Page)"/>
        <w:docPartUnique/>
      </w:docPartObj>
    </w:sdtPr>
    <w:sdtEndPr>
      <w:rPr>
        <w:noProof/>
      </w:rPr>
    </w:sdtEndPr>
    <w:sdtContent>
      <w:p w14:paraId="6277BFC3" w14:textId="5B2A465C" w:rsidR="00D26447" w:rsidRPr="00D26447" w:rsidRDefault="00D26447" w:rsidP="00D26447">
        <w:pPr>
          <w:pStyle w:val="Footer"/>
          <w:jc w:val="center"/>
          <w:rPr>
            <w:sz w:val="22"/>
          </w:rPr>
        </w:pPr>
        <w:r w:rsidRPr="00D26447">
          <w:rPr>
            <w:sz w:val="22"/>
          </w:rPr>
          <w:fldChar w:fldCharType="begin"/>
        </w:r>
        <w:r w:rsidRPr="00D26447">
          <w:rPr>
            <w:sz w:val="22"/>
          </w:rPr>
          <w:instrText xml:space="preserve"> PAGE   \* MERGEFORMAT </w:instrText>
        </w:r>
        <w:r w:rsidRPr="00D26447">
          <w:rPr>
            <w:sz w:val="22"/>
          </w:rPr>
          <w:fldChar w:fldCharType="separate"/>
        </w:r>
        <w:r w:rsidRPr="00D26447">
          <w:rPr>
            <w:noProof/>
            <w:sz w:val="22"/>
          </w:rPr>
          <w:t>2</w:t>
        </w:r>
        <w:r w:rsidRPr="00D26447">
          <w:rPr>
            <w:noProof/>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472D1" w14:textId="77777777" w:rsidR="0011609C" w:rsidRDefault="001160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CC898" w14:textId="77777777" w:rsidR="002866A5" w:rsidRPr="004A4C74" w:rsidRDefault="002866A5" w:rsidP="004A4C74">
    <w:pPr>
      <w:pStyle w:val="Footer"/>
      <w:jc w:val="center"/>
    </w:pPr>
    <w:r w:rsidRPr="004A4C74">
      <w:rPr>
        <w:caps/>
        <w:sz w:val="22"/>
      </w:rPr>
      <w:fldChar w:fldCharType="begin"/>
    </w:r>
    <w:r w:rsidRPr="004A4C74">
      <w:rPr>
        <w:caps/>
        <w:sz w:val="22"/>
      </w:rPr>
      <w:instrText xml:space="preserve"> PAGE   \* MERGEFORMAT </w:instrText>
    </w:r>
    <w:r w:rsidRPr="004A4C74">
      <w:rPr>
        <w:caps/>
        <w:sz w:val="22"/>
      </w:rPr>
      <w:fldChar w:fldCharType="separate"/>
    </w:r>
    <w:r>
      <w:rPr>
        <w:caps/>
        <w:noProof/>
        <w:sz w:val="22"/>
      </w:rPr>
      <w:t>65</w:t>
    </w:r>
    <w:r w:rsidRPr="004A4C74">
      <w:rPr>
        <w:caps/>
        <w:noProof/>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373388"/>
      <w:docPartObj>
        <w:docPartGallery w:val="Page Numbers (Bottom of Page)"/>
        <w:docPartUnique/>
      </w:docPartObj>
    </w:sdtPr>
    <w:sdtEndPr>
      <w:rPr>
        <w:noProof/>
      </w:rPr>
    </w:sdtEndPr>
    <w:sdtContent>
      <w:p w14:paraId="32A32512" w14:textId="77777777" w:rsidR="002866A5" w:rsidRDefault="002866A5">
        <w:pPr>
          <w:pStyle w:val="Footer"/>
          <w:jc w:val="center"/>
        </w:pPr>
        <w:r w:rsidRPr="00414BFF">
          <w:rPr>
            <w:sz w:val="22"/>
          </w:rPr>
          <w:fldChar w:fldCharType="begin"/>
        </w:r>
        <w:r w:rsidRPr="00414BFF">
          <w:rPr>
            <w:sz w:val="22"/>
          </w:rPr>
          <w:instrText xml:space="preserve"> PAGE   \* MERGEFORMAT </w:instrText>
        </w:r>
        <w:r w:rsidRPr="00414BFF">
          <w:rPr>
            <w:sz w:val="22"/>
          </w:rPr>
          <w:fldChar w:fldCharType="separate"/>
        </w:r>
        <w:r>
          <w:rPr>
            <w:noProof/>
            <w:sz w:val="22"/>
          </w:rPr>
          <w:t>72</w:t>
        </w:r>
        <w:r w:rsidRPr="00414BFF">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F352D" w14:textId="77777777" w:rsidR="004F293C" w:rsidRDefault="004F293C">
      <w:r>
        <w:separator/>
      </w:r>
    </w:p>
  </w:footnote>
  <w:footnote w:type="continuationSeparator" w:id="0">
    <w:p w14:paraId="4A35DA2E" w14:textId="77777777" w:rsidR="004F293C" w:rsidRDefault="004F2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C92B" w14:textId="77777777" w:rsidR="0011609C" w:rsidRDefault="001160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579D0" w14:textId="77777777" w:rsidR="002866A5" w:rsidRDefault="002866A5" w:rsidP="00050033">
    <w:pPr>
      <w:pStyle w:val="acctmainheading"/>
      <w:tabs>
        <w:tab w:val="left" w:pos="7810"/>
      </w:tabs>
      <w:spacing w:after="0" w:line="240" w:lineRule="atLeast"/>
    </w:pPr>
    <w:r>
      <w:t>Sabuy Technology</w:t>
    </w:r>
    <w:r w:rsidRPr="00EC3D92">
      <w:t xml:space="preserve"> Public Comp</w:t>
    </w:r>
    <w:r>
      <w:t>any Limited and its Subsidiaries</w:t>
    </w:r>
  </w:p>
  <w:p w14:paraId="215EFD67"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542C0DEA" w14:textId="24F3C95A" w:rsidR="002866A5" w:rsidRPr="00E379F2" w:rsidRDefault="002866A5" w:rsidP="00050033">
    <w:pPr>
      <w:pStyle w:val="acctmainheading"/>
      <w:tabs>
        <w:tab w:val="left" w:pos="7810"/>
      </w:tabs>
      <w:spacing w:after="0" w:line="240" w:lineRule="atLeast"/>
      <w:rPr>
        <w:sz w:val="24"/>
        <w:szCs w:val="24"/>
      </w:rPr>
    </w:pPr>
    <w:r w:rsidRPr="00E379F2">
      <w:rPr>
        <w:sz w:val="24"/>
        <w:szCs w:val="24"/>
      </w:rPr>
      <w:t>For the three-month</w:t>
    </w:r>
    <w:r>
      <w:rPr>
        <w:sz w:val="24"/>
        <w:szCs w:val="24"/>
      </w:rPr>
      <w:t xml:space="preserve"> </w:t>
    </w:r>
    <w:r w:rsidRPr="00E379F2">
      <w:rPr>
        <w:sz w:val="24"/>
        <w:szCs w:val="24"/>
      </w:rPr>
      <w:t xml:space="preserve">period ended </w:t>
    </w:r>
    <w:r>
      <w:rPr>
        <w:sz w:val="24"/>
        <w:szCs w:val="24"/>
      </w:rPr>
      <w:t>31 March 2022</w:t>
    </w:r>
    <w:r w:rsidRPr="00E379F2">
      <w:rPr>
        <w:sz w:val="24"/>
        <w:szCs w:val="24"/>
      </w:rPr>
      <w:t xml:space="preserve"> (Unaudited)</w:t>
    </w:r>
    <w:r w:rsidRPr="00E379F2">
      <w:rPr>
        <w:sz w:val="24"/>
        <w:szCs w:val="24"/>
      </w:rPr>
      <w:tab/>
    </w:r>
  </w:p>
  <w:p w14:paraId="391EBE5F" w14:textId="77777777" w:rsidR="002866A5" w:rsidRDefault="002866A5" w:rsidP="009C466D">
    <w:pPr>
      <w:pStyle w:val="acctmainheading"/>
      <w:spacing w:after="0" w:line="240" w:lineRule="atLeast"/>
      <w:rPr>
        <w:rFonts w:cs="Angsana New"/>
        <w:sz w:val="24"/>
        <w:szCs w:val="24"/>
      </w:rPr>
    </w:pPr>
  </w:p>
  <w:p w14:paraId="6B7A1FB8" w14:textId="77777777" w:rsidR="002866A5" w:rsidRDefault="002866A5" w:rsidP="009C466D">
    <w:pPr>
      <w:pStyle w:val="acctmainheading"/>
      <w:spacing w:after="0" w:line="240" w:lineRule="atLeast"/>
      <w:rPr>
        <w:rFonts w:cs="Angsana New"/>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53D8" w14:textId="77777777" w:rsidR="0011609C" w:rsidRDefault="001160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D4F4" w14:textId="77777777" w:rsidR="002866A5" w:rsidRDefault="002866A5" w:rsidP="00354560">
    <w:pPr>
      <w:pStyle w:val="acctmainheading"/>
      <w:tabs>
        <w:tab w:val="left" w:pos="7810"/>
      </w:tabs>
      <w:spacing w:after="0" w:line="240" w:lineRule="atLeast"/>
      <w:ind w:firstLine="540"/>
    </w:pPr>
    <w:r>
      <w:t>Sabuy Technology</w:t>
    </w:r>
    <w:r w:rsidRPr="00EC3D92">
      <w:t xml:space="preserve"> Public Comp</w:t>
    </w:r>
    <w:r>
      <w:t>any Limited and its Subsidiaries</w:t>
    </w:r>
  </w:p>
  <w:p w14:paraId="506C8B07" w14:textId="77777777" w:rsidR="002866A5" w:rsidRPr="00E379F2" w:rsidRDefault="002866A5" w:rsidP="00354560">
    <w:pPr>
      <w:pStyle w:val="acctmainheading"/>
      <w:tabs>
        <w:tab w:val="left" w:pos="7810"/>
      </w:tabs>
      <w:spacing w:after="0" w:line="240" w:lineRule="atLeast"/>
      <w:ind w:firstLine="540"/>
      <w:rPr>
        <w:sz w:val="24"/>
        <w:szCs w:val="24"/>
      </w:rPr>
    </w:pPr>
    <w:r w:rsidRPr="00E379F2">
      <w:rPr>
        <w:sz w:val="24"/>
        <w:szCs w:val="24"/>
      </w:rPr>
      <w:t>Notes to the condensed interim financial statements</w:t>
    </w:r>
  </w:p>
  <w:p w14:paraId="6F1E6514" w14:textId="77777777" w:rsidR="002866A5" w:rsidRPr="00E379F2" w:rsidRDefault="002866A5" w:rsidP="00354560">
    <w:pPr>
      <w:pStyle w:val="acctmainheading"/>
      <w:tabs>
        <w:tab w:val="left" w:pos="7810"/>
      </w:tabs>
      <w:spacing w:after="0" w:line="240" w:lineRule="atLeast"/>
      <w:ind w:firstLine="540"/>
      <w:rPr>
        <w:sz w:val="24"/>
        <w:szCs w:val="24"/>
      </w:rPr>
    </w:pPr>
    <w:r w:rsidRPr="00E379F2">
      <w:rPr>
        <w:sz w:val="24"/>
        <w:szCs w:val="24"/>
      </w:rPr>
      <w:t>For the three-month</w:t>
    </w:r>
    <w:r>
      <w:rPr>
        <w:sz w:val="24"/>
        <w:szCs w:val="24"/>
      </w:rPr>
      <w:t xml:space="preserve"> </w:t>
    </w:r>
    <w:r w:rsidRPr="00E379F2">
      <w:rPr>
        <w:sz w:val="24"/>
        <w:szCs w:val="24"/>
      </w:rPr>
      <w:t xml:space="preserve">period ended </w:t>
    </w:r>
    <w:r>
      <w:rPr>
        <w:sz w:val="24"/>
        <w:szCs w:val="24"/>
      </w:rPr>
      <w:t>31 March 2022</w:t>
    </w:r>
    <w:r w:rsidRPr="00E379F2">
      <w:rPr>
        <w:sz w:val="24"/>
        <w:szCs w:val="24"/>
      </w:rPr>
      <w:t xml:space="preserve"> (Unaudited)</w:t>
    </w:r>
    <w:r w:rsidRPr="00E379F2">
      <w:rPr>
        <w:sz w:val="24"/>
        <w:szCs w:val="24"/>
      </w:rPr>
      <w:tab/>
    </w:r>
  </w:p>
  <w:p w14:paraId="7C18B2CA" w14:textId="77777777" w:rsidR="002866A5" w:rsidRDefault="002866A5" w:rsidP="009C466D">
    <w:pPr>
      <w:pStyle w:val="acctmainheading"/>
      <w:spacing w:after="0" w:line="240" w:lineRule="atLeast"/>
      <w:rPr>
        <w:rFonts w:cs="Angsana New"/>
        <w:sz w:val="24"/>
        <w:szCs w:val="24"/>
      </w:rPr>
    </w:pPr>
  </w:p>
  <w:p w14:paraId="5A8FD968" w14:textId="77777777" w:rsidR="002866A5" w:rsidRDefault="002866A5" w:rsidP="009C466D">
    <w:pPr>
      <w:pStyle w:val="acctmainheading"/>
      <w:spacing w:after="0" w:line="240" w:lineRule="atLeast"/>
      <w:rPr>
        <w:rFonts w:cs="Angsana New"/>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F721" w14:textId="77777777" w:rsidR="002866A5" w:rsidRDefault="002866A5" w:rsidP="00050033">
    <w:pPr>
      <w:pStyle w:val="acctmainheading"/>
      <w:tabs>
        <w:tab w:val="left" w:pos="7810"/>
      </w:tabs>
      <w:spacing w:after="0" w:line="240" w:lineRule="atLeast"/>
    </w:pPr>
    <w:r>
      <w:t>Sabuy Technology</w:t>
    </w:r>
    <w:r w:rsidRPr="00EC3D92">
      <w:t xml:space="preserve"> Public Comp</w:t>
    </w:r>
    <w:r>
      <w:t>any Limited and its Subsidiaries</w:t>
    </w:r>
  </w:p>
  <w:p w14:paraId="3A7F7EA9"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482AF2C9" w14:textId="77777777" w:rsidR="002866A5" w:rsidRPr="00E379F2" w:rsidRDefault="002866A5" w:rsidP="00050033">
    <w:pPr>
      <w:pStyle w:val="acctmainheading"/>
      <w:tabs>
        <w:tab w:val="left" w:pos="7810"/>
      </w:tabs>
      <w:spacing w:after="0" w:line="240" w:lineRule="atLeast"/>
      <w:rPr>
        <w:sz w:val="24"/>
        <w:szCs w:val="24"/>
      </w:rPr>
    </w:pPr>
    <w:r w:rsidRPr="00E379F2">
      <w:rPr>
        <w:sz w:val="24"/>
        <w:szCs w:val="24"/>
      </w:rPr>
      <w:t>For the three-month</w:t>
    </w:r>
    <w:r>
      <w:rPr>
        <w:sz w:val="24"/>
        <w:szCs w:val="24"/>
      </w:rPr>
      <w:t xml:space="preserve"> </w:t>
    </w:r>
    <w:r w:rsidRPr="00E379F2">
      <w:rPr>
        <w:sz w:val="24"/>
        <w:szCs w:val="24"/>
      </w:rPr>
      <w:t xml:space="preserve">period ended </w:t>
    </w:r>
    <w:r>
      <w:rPr>
        <w:sz w:val="24"/>
        <w:szCs w:val="24"/>
      </w:rPr>
      <w:t>31 March 2022</w:t>
    </w:r>
    <w:r w:rsidRPr="00E379F2">
      <w:rPr>
        <w:sz w:val="24"/>
        <w:szCs w:val="24"/>
      </w:rPr>
      <w:t xml:space="preserve"> (Unaudited)</w:t>
    </w:r>
    <w:r w:rsidRPr="00E379F2">
      <w:rPr>
        <w:sz w:val="24"/>
        <w:szCs w:val="24"/>
      </w:rPr>
      <w:tab/>
    </w:r>
  </w:p>
  <w:p w14:paraId="32B0D73F" w14:textId="77777777" w:rsidR="002866A5" w:rsidRDefault="002866A5" w:rsidP="009C466D">
    <w:pPr>
      <w:pStyle w:val="acctmainheading"/>
      <w:spacing w:after="0" w:line="240" w:lineRule="atLeast"/>
      <w:rPr>
        <w:rFonts w:cs="Angsana New"/>
        <w:sz w:val="24"/>
        <w:szCs w:val="24"/>
      </w:rPr>
    </w:pPr>
  </w:p>
  <w:p w14:paraId="453E57A4" w14:textId="77777777" w:rsidR="002866A5" w:rsidRDefault="002866A5" w:rsidP="009C466D">
    <w:pPr>
      <w:pStyle w:val="acctmainheading"/>
      <w:spacing w:after="0" w:line="240" w:lineRule="atLeast"/>
      <w:rPr>
        <w:rFonts w:cs="Angsana New"/>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9F1CA" w14:textId="77777777" w:rsidR="002866A5" w:rsidRDefault="002866A5" w:rsidP="00C35032">
    <w:pPr>
      <w:pStyle w:val="acctmainheading"/>
      <w:tabs>
        <w:tab w:val="left" w:pos="7810"/>
      </w:tabs>
      <w:spacing w:after="0" w:line="240" w:lineRule="atLeast"/>
      <w:ind w:left="180"/>
    </w:pPr>
    <w:r>
      <w:t>Sabuy Technology</w:t>
    </w:r>
    <w:r w:rsidRPr="00EC3D92">
      <w:t xml:space="preserve"> Public Comp</w:t>
    </w:r>
    <w:r>
      <w:t>any Limited and its Subsidiaries</w:t>
    </w:r>
  </w:p>
  <w:p w14:paraId="5CCD91FF" w14:textId="77777777" w:rsidR="002866A5" w:rsidRPr="0093722D" w:rsidRDefault="002866A5" w:rsidP="00C35032">
    <w:pPr>
      <w:pStyle w:val="acctmainheading"/>
      <w:spacing w:after="0" w:line="280" w:lineRule="atLeast"/>
      <w:ind w:left="18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5566C5A4" w14:textId="335E9E83" w:rsidR="002866A5" w:rsidRDefault="002866A5" w:rsidP="00C35032">
    <w:pPr>
      <w:pStyle w:val="acctmainheading"/>
      <w:spacing w:after="0" w:line="240" w:lineRule="atLeast"/>
      <w:ind w:left="180"/>
      <w:rPr>
        <w:rFonts w:cs="Angsana New"/>
        <w:sz w:val="24"/>
        <w:szCs w:val="24"/>
      </w:rPr>
    </w:pPr>
    <w:r w:rsidRPr="0079451D">
      <w:rPr>
        <w:sz w:val="24"/>
        <w:szCs w:val="24"/>
      </w:rPr>
      <w:t>For the three-month period ended 31 March 2022 (Unaudited)</w:t>
    </w:r>
    <w:r w:rsidRPr="0079451D">
      <w:rPr>
        <w:sz w:val="24"/>
        <w:szCs w:val="24"/>
      </w:rPr>
      <w:tab/>
    </w:r>
    <w:r>
      <w:rPr>
        <w:sz w:val="24"/>
        <w:szCs w:val="24"/>
      </w:rPr>
      <w:tab/>
    </w:r>
  </w:p>
  <w:p w14:paraId="62B914E5" w14:textId="77777777" w:rsidR="002866A5" w:rsidRDefault="002866A5" w:rsidP="00C35032">
    <w:pPr>
      <w:pStyle w:val="acctmainheading"/>
      <w:spacing w:after="0" w:line="240" w:lineRule="atLeast"/>
      <w:ind w:left="180"/>
      <w:rPr>
        <w:rFonts w:cs="Angsana New"/>
        <w:sz w:val="24"/>
        <w:szCs w:val="24"/>
      </w:rPr>
    </w:pPr>
  </w:p>
  <w:p w14:paraId="716379BE" w14:textId="77777777" w:rsidR="002866A5" w:rsidRDefault="002866A5" w:rsidP="00C35032">
    <w:pPr>
      <w:pStyle w:val="acctmainheading"/>
      <w:spacing w:after="0" w:line="240" w:lineRule="atLeast"/>
      <w:ind w:left="180"/>
      <w:rPr>
        <w:rFonts w:cs="Angsana New"/>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CE3E2" w14:textId="77777777" w:rsidR="002866A5" w:rsidRDefault="002866A5" w:rsidP="00C35032">
    <w:pPr>
      <w:pStyle w:val="acctmainheading"/>
      <w:tabs>
        <w:tab w:val="left" w:pos="7810"/>
      </w:tabs>
      <w:spacing w:after="0" w:line="240" w:lineRule="atLeast"/>
      <w:ind w:left="540"/>
    </w:pPr>
    <w:r>
      <w:t>Sabuy Technology</w:t>
    </w:r>
    <w:r w:rsidRPr="00EC3D92">
      <w:t xml:space="preserve"> Public Comp</w:t>
    </w:r>
    <w:r>
      <w:t>any Limited and its Subsidiaries</w:t>
    </w:r>
  </w:p>
  <w:p w14:paraId="4FCF4F4F" w14:textId="77777777" w:rsidR="002866A5" w:rsidRPr="0093722D" w:rsidRDefault="002866A5" w:rsidP="00C35032">
    <w:pPr>
      <w:pStyle w:val="acctmainheading"/>
      <w:spacing w:after="0" w:line="280" w:lineRule="atLeast"/>
      <w:ind w:left="54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5F226D6D" w14:textId="53424B70" w:rsidR="002866A5" w:rsidRDefault="002866A5" w:rsidP="00C35032">
    <w:pPr>
      <w:pStyle w:val="acctmainheading"/>
      <w:spacing w:after="0" w:line="240" w:lineRule="atLeast"/>
      <w:ind w:left="540"/>
      <w:rPr>
        <w:rFonts w:cs="Angsana New"/>
        <w:sz w:val="24"/>
        <w:szCs w:val="24"/>
      </w:rPr>
    </w:pPr>
    <w:r w:rsidRPr="00141AFB">
      <w:rPr>
        <w:sz w:val="24"/>
        <w:szCs w:val="24"/>
      </w:rPr>
      <w:t>For the three-month period ended 31 March 2022 (Unaudited)</w:t>
    </w:r>
    <w:r w:rsidRPr="00141AFB">
      <w:rPr>
        <w:sz w:val="24"/>
        <w:szCs w:val="24"/>
      </w:rPr>
      <w:tab/>
    </w:r>
    <w:r>
      <w:rPr>
        <w:sz w:val="24"/>
        <w:szCs w:val="24"/>
      </w:rPr>
      <w:tab/>
    </w:r>
  </w:p>
  <w:p w14:paraId="46CCE5BC" w14:textId="77777777" w:rsidR="002866A5" w:rsidRDefault="002866A5" w:rsidP="00C35032">
    <w:pPr>
      <w:pStyle w:val="acctmainheading"/>
      <w:tabs>
        <w:tab w:val="left" w:pos="540"/>
        <w:tab w:val="left" w:pos="720"/>
      </w:tabs>
      <w:spacing w:after="0" w:line="240" w:lineRule="atLeast"/>
      <w:ind w:left="540"/>
      <w:rPr>
        <w:rFonts w:cs="Angsana New"/>
        <w:sz w:val="24"/>
        <w:szCs w:val="24"/>
      </w:rPr>
    </w:pPr>
  </w:p>
  <w:p w14:paraId="3D962FCB" w14:textId="77777777" w:rsidR="002866A5" w:rsidRDefault="002866A5"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8"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2"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4"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15"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8"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17"/>
  </w:num>
  <w:num w:numId="5">
    <w:abstractNumId w:val="5"/>
  </w:num>
  <w:num w:numId="6">
    <w:abstractNumId w:val="18"/>
  </w:num>
  <w:num w:numId="7">
    <w:abstractNumId w:val="16"/>
  </w:num>
  <w:num w:numId="8">
    <w:abstractNumId w:val="11"/>
  </w:num>
  <w:num w:numId="9">
    <w:abstractNumId w:val="13"/>
  </w:num>
  <w:num w:numId="10">
    <w:abstractNumId w:val="1"/>
  </w:num>
  <w:num w:numId="11">
    <w:abstractNumId w:val="19"/>
  </w:num>
  <w:num w:numId="12">
    <w:abstractNumId w:val="0"/>
  </w:num>
  <w:num w:numId="13">
    <w:abstractNumId w:val="15"/>
  </w:num>
  <w:num w:numId="14">
    <w:abstractNumId w:val="14"/>
  </w:num>
  <w:num w:numId="15">
    <w:abstractNumId w:val="10"/>
  </w:num>
  <w:num w:numId="16">
    <w:abstractNumId w:val="4"/>
  </w:num>
  <w:num w:numId="17">
    <w:abstractNumId w:val="6"/>
  </w:num>
  <w:num w:numId="18">
    <w:abstractNumId w:val="9"/>
  </w:num>
  <w:num w:numId="19">
    <w:abstractNumId w:val="12"/>
  </w:num>
  <w:num w:numId="2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635"/>
    <w:rsid w:val="0000099B"/>
    <w:rsid w:val="00000B17"/>
    <w:rsid w:val="00000D7A"/>
    <w:rsid w:val="00001064"/>
    <w:rsid w:val="000011D0"/>
    <w:rsid w:val="000014EE"/>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2107"/>
    <w:rsid w:val="00012549"/>
    <w:rsid w:val="000125C6"/>
    <w:rsid w:val="00012921"/>
    <w:rsid w:val="00012A35"/>
    <w:rsid w:val="00012D1B"/>
    <w:rsid w:val="00012D23"/>
    <w:rsid w:val="000131A1"/>
    <w:rsid w:val="000137C4"/>
    <w:rsid w:val="00013F75"/>
    <w:rsid w:val="00014187"/>
    <w:rsid w:val="0001421D"/>
    <w:rsid w:val="0001437B"/>
    <w:rsid w:val="00014429"/>
    <w:rsid w:val="000144A0"/>
    <w:rsid w:val="000145B2"/>
    <w:rsid w:val="0001465C"/>
    <w:rsid w:val="000147E2"/>
    <w:rsid w:val="00014EFA"/>
    <w:rsid w:val="00014F76"/>
    <w:rsid w:val="00014FB7"/>
    <w:rsid w:val="00015C88"/>
    <w:rsid w:val="00015CDF"/>
    <w:rsid w:val="00016564"/>
    <w:rsid w:val="000167C3"/>
    <w:rsid w:val="0001688E"/>
    <w:rsid w:val="00016E43"/>
    <w:rsid w:val="00016E98"/>
    <w:rsid w:val="00017098"/>
    <w:rsid w:val="00017349"/>
    <w:rsid w:val="00017811"/>
    <w:rsid w:val="00017E66"/>
    <w:rsid w:val="00020045"/>
    <w:rsid w:val="00020262"/>
    <w:rsid w:val="000204BC"/>
    <w:rsid w:val="00020564"/>
    <w:rsid w:val="00020812"/>
    <w:rsid w:val="00020A48"/>
    <w:rsid w:val="00020AF0"/>
    <w:rsid w:val="00020EA3"/>
    <w:rsid w:val="00021063"/>
    <w:rsid w:val="00021197"/>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3E8"/>
    <w:rsid w:val="00023584"/>
    <w:rsid w:val="0002383E"/>
    <w:rsid w:val="0002397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C3B"/>
    <w:rsid w:val="00025C91"/>
    <w:rsid w:val="00025DD0"/>
    <w:rsid w:val="00025F27"/>
    <w:rsid w:val="00026018"/>
    <w:rsid w:val="00026235"/>
    <w:rsid w:val="000264B1"/>
    <w:rsid w:val="000264F2"/>
    <w:rsid w:val="0002652E"/>
    <w:rsid w:val="000268A0"/>
    <w:rsid w:val="000269A5"/>
    <w:rsid w:val="00026E35"/>
    <w:rsid w:val="00027041"/>
    <w:rsid w:val="000273F3"/>
    <w:rsid w:val="00027562"/>
    <w:rsid w:val="00027AB1"/>
    <w:rsid w:val="00027CC7"/>
    <w:rsid w:val="00027F1E"/>
    <w:rsid w:val="000301B4"/>
    <w:rsid w:val="000306E0"/>
    <w:rsid w:val="0003112A"/>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746"/>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604B"/>
    <w:rsid w:val="00046151"/>
    <w:rsid w:val="00046305"/>
    <w:rsid w:val="000463D3"/>
    <w:rsid w:val="00046845"/>
    <w:rsid w:val="0004686B"/>
    <w:rsid w:val="000468A3"/>
    <w:rsid w:val="00046AE8"/>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F77"/>
    <w:rsid w:val="00051044"/>
    <w:rsid w:val="000516BE"/>
    <w:rsid w:val="000520D7"/>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85F"/>
    <w:rsid w:val="0005433E"/>
    <w:rsid w:val="0005458E"/>
    <w:rsid w:val="000548C7"/>
    <w:rsid w:val="00054925"/>
    <w:rsid w:val="00054B8B"/>
    <w:rsid w:val="0005530B"/>
    <w:rsid w:val="00055493"/>
    <w:rsid w:val="000555D1"/>
    <w:rsid w:val="0005560D"/>
    <w:rsid w:val="00055E18"/>
    <w:rsid w:val="00055EB1"/>
    <w:rsid w:val="00055FE5"/>
    <w:rsid w:val="00056118"/>
    <w:rsid w:val="00056767"/>
    <w:rsid w:val="00056776"/>
    <w:rsid w:val="00056ED4"/>
    <w:rsid w:val="00056EE2"/>
    <w:rsid w:val="00056F28"/>
    <w:rsid w:val="00057389"/>
    <w:rsid w:val="00057850"/>
    <w:rsid w:val="000578B6"/>
    <w:rsid w:val="00057C1A"/>
    <w:rsid w:val="00057DA4"/>
    <w:rsid w:val="00060079"/>
    <w:rsid w:val="0006013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305"/>
    <w:rsid w:val="000633F2"/>
    <w:rsid w:val="000635D3"/>
    <w:rsid w:val="00063790"/>
    <w:rsid w:val="000637ED"/>
    <w:rsid w:val="00063B54"/>
    <w:rsid w:val="00063D3A"/>
    <w:rsid w:val="00064499"/>
    <w:rsid w:val="0006452B"/>
    <w:rsid w:val="000646E4"/>
    <w:rsid w:val="0006477A"/>
    <w:rsid w:val="00064C21"/>
    <w:rsid w:val="00064C5F"/>
    <w:rsid w:val="00064FD7"/>
    <w:rsid w:val="000651C2"/>
    <w:rsid w:val="0006542F"/>
    <w:rsid w:val="00065671"/>
    <w:rsid w:val="000656B5"/>
    <w:rsid w:val="00065A0A"/>
    <w:rsid w:val="00065BFC"/>
    <w:rsid w:val="00065FDD"/>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20B6"/>
    <w:rsid w:val="000725A3"/>
    <w:rsid w:val="000725A5"/>
    <w:rsid w:val="00072B32"/>
    <w:rsid w:val="0007365E"/>
    <w:rsid w:val="00073816"/>
    <w:rsid w:val="0007390B"/>
    <w:rsid w:val="000739C5"/>
    <w:rsid w:val="000739D9"/>
    <w:rsid w:val="00073B0E"/>
    <w:rsid w:val="00074B29"/>
    <w:rsid w:val="00074DE4"/>
    <w:rsid w:val="000751E9"/>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D5C"/>
    <w:rsid w:val="000820C7"/>
    <w:rsid w:val="0008266F"/>
    <w:rsid w:val="00082C65"/>
    <w:rsid w:val="00082CE7"/>
    <w:rsid w:val="00082EF6"/>
    <w:rsid w:val="00083729"/>
    <w:rsid w:val="00083942"/>
    <w:rsid w:val="00083B34"/>
    <w:rsid w:val="00083C2E"/>
    <w:rsid w:val="00084395"/>
    <w:rsid w:val="0008451F"/>
    <w:rsid w:val="00084594"/>
    <w:rsid w:val="000846B0"/>
    <w:rsid w:val="00084A55"/>
    <w:rsid w:val="00084ED3"/>
    <w:rsid w:val="00084EF3"/>
    <w:rsid w:val="0008513B"/>
    <w:rsid w:val="000852F1"/>
    <w:rsid w:val="00085B0D"/>
    <w:rsid w:val="00085D00"/>
    <w:rsid w:val="000860B9"/>
    <w:rsid w:val="00086230"/>
    <w:rsid w:val="0008638E"/>
    <w:rsid w:val="00086553"/>
    <w:rsid w:val="000865ED"/>
    <w:rsid w:val="00086809"/>
    <w:rsid w:val="00086B55"/>
    <w:rsid w:val="00086DCE"/>
    <w:rsid w:val="00087034"/>
    <w:rsid w:val="00087137"/>
    <w:rsid w:val="00087161"/>
    <w:rsid w:val="00087276"/>
    <w:rsid w:val="000876B7"/>
    <w:rsid w:val="00087730"/>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C45"/>
    <w:rsid w:val="00095D9F"/>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ABB"/>
    <w:rsid w:val="00097D28"/>
    <w:rsid w:val="00097D4C"/>
    <w:rsid w:val="00097FFB"/>
    <w:rsid w:val="000A02ED"/>
    <w:rsid w:val="000A04DD"/>
    <w:rsid w:val="000A09F8"/>
    <w:rsid w:val="000A0AE1"/>
    <w:rsid w:val="000A117A"/>
    <w:rsid w:val="000A1299"/>
    <w:rsid w:val="000A1482"/>
    <w:rsid w:val="000A14AF"/>
    <w:rsid w:val="000A14BD"/>
    <w:rsid w:val="000A159B"/>
    <w:rsid w:val="000A174C"/>
    <w:rsid w:val="000A2247"/>
    <w:rsid w:val="000A2653"/>
    <w:rsid w:val="000A3422"/>
    <w:rsid w:val="000A356C"/>
    <w:rsid w:val="000A358C"/>
    <w:rsid w:val="000A35A5"/>
    <w:rsid w:val="000A4290"/>
    <w:rsid w:val="000A4303"/>
    <w:rsid w:val="000A45C5"/>
    <w:rsid w:val="000A45CC"/>
    <w:rsid w:val="000A47B8"/>
    <w:rsid w:val="000A4A5E"/>
    <w:rsid w:val="000A4A63"/>
    <w:rsid w:val="000A4D45"/>
    <w:rsid w:val="000A4DB8"/>
    <w:rsid w:val="000A4E22"/>
    <w:rsid w:val="000A50D3"/>
    <w:rsid w:val="000A53EC"/>
    <w:rsid w:val="000A5B18"/>
    <w:rsid w:val="000A5E3C"/>
    <w:rsid w:val="000A5EF0"/>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2E0"/>
    <w:rsid w:val="000B33D7"/>
    <w:rsid w:val="000B344D"/>
    <w:rsid w:val="000B35EF"/>
    <w:rsid w:val="000B363A"/>
    <w:rsid w:val="000B3AA2"/>
    <w:rsid w:val="000B45C7"/>
    <w:rsid w:val="000B4FA0"/>
    <w:rsid w:val="000B54EA"/>
    <w:rsid w:val="000B558C"/>
    <w:rsid w:val="000B5654"/>
    <w:rsid w:val="000B56E2"/>
    <w:rsid w:val="000B5E5E"/>
    <w:rsid w:val="000B5F3D"/>
    <w:rsid w:val="000B642E"/>
    <w:rsid w:val="000B68D4"/>
    <w:rsid w:val="000B69D6"/>
    <w:rsid w:val="000B6D5B"/>
    <w:rsid w:val="000B7103"/>
    <w:rsid w:val="000B73F7"/>
    <w:rsid w:val="000B77F7"/>
    <w:rsid w:val="000B79B7"/>
    <w:rsid w:val="000B7CC7"/>
    <w:rsid w:val="000B7F24"/>
    <w:rsid w:val="000C01F8"/>
    <w:rsid w:val="000C0271"/>
    <w:rsid w:val="000C09AE"/>
    <w:rsid w:val="000C0A42"/>
    <w:rsid w:val="000C0CB7"/>
    <w:rsid w:val="000C12DC"/>
    <w:rsid w:val="000C173C"/>
    <w:rsid w:val="000C1AD3"/>
    <w:rsid w:val="000C1AE1"/>
    <w:rsid w:val="000C2034"/>
    <w:rsid w:val="000C227D"/>
    <w:rsid w:val="000C2569"/>
    <w:rsid w:val="000C25C9"/>
    <w:rsid w:val="000C2632"/>
    <w:rsid w:val="000C274A"/>
    <w:rsid w:val="000C2E10"/>
    <w:rsid w:val="000C2F03"/>
    <w:rsid w:val="000C2F0E"/>
    <w:rsid w:val="000C3516"/>
    <w:rsid w:val="000C35F8"/>
    <w:rsid w:val="000C3B4D"/>
    <w:rsid w:val="000C3F5C"/>
    <w:rsid w:val="000C406A"/>
    <w:rsid w:val="000C40E5"/>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E4"/>
    <w:rsid w:val="000C6098"/>
    <w:rsid w:val="000C6395"/>
    <w:rsid w:val="000C641E"/>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704"/>
    <w:rsid w:val="000D2C2C"/>
    <w:rsid w:val="000D31CE"/>
    <w:rsid w:val="000D3511"/>
    <w:rsid w:val="000D358D"/>
    <w:rsid w:val="000D3671"/>
    <w:rsid w:val="000D3BD7"/>
    <w:rsid w:val="000D3FD7"/>
    <w:rsid w:val="000D440A"/>
    <w:rsid w:val="000D4ADB"/>
    <w:rsid w:val="000D4BBC"/>
    <w:rsid w:val="000D4D57"/>
    <w:rsid w:val="000D4EB1"/>
    <w:rsid w:val="000D52D9"/>
    <w:rsid w:val="000D5498"/>
    <w:rsid w:val="000D572D"/>
    <w:rsid w:val="000D586D"/>
    <w:rsid w:val="000D5D5B"/>
    <w:rsid w:val="000D64A6"/>
    <w:rsid w:val="000D6D59"/>
    <w:rsid w:val="000D6EC4"/>
    <w:rsid w:val="000D75E9"/>
    <w:rsid w:val="000D778E"/>
    <w:rsid w:val="000D7944"/>
    <w:rsid w:val="000E0629"/>
    <w:rsid w:val="000E0706"/>
    <w:rsid w:val="000E074B"/>
    <w:rsid w:val="000E0854"/>
    <w:rsid w:val="000E091A"/>
    <w:rsid w:val="000E0C89"/>
    <w:rsid w:val="000E0D43"/>
    <w:rsid w:val="000E0E35"/>
    <w:rsid w:val="000E1313"/>
    <w:rsid w:val="000E143E"/>
    <w:rsid w:val="000E1B98"/>
    <w:rsid w:val="000E1EB3"/>
    <w:rsid w:val="000E2176"/>
    <w:rsid w:val="000E2290"/>
    <w:rsid w:val="000E2A47"/>
    <w:rsid w:val="000E2C8B"/>
    <w:rsid w:val="000E3318"/>
    <w:rsid w:val="000E38F6"/>
    <w:rsid w:val="000E3983"/>
    <w:rsid w:val="000E3D5A"/>
    <w:rsid w:val="000E3E79"/>
    <w:rsid w:val="000E4026"/>
    <w:rsid w:val="000E4067"/>
    <w:rsid w:val="000E476F"/>
    <w:rsid w:val="000E4772"/>
    <w:rsid w:val="000E4ACF"/>
    <w:rsid w:val="000E4F31"/>
    <w:rsid w:val="000E51F8"/>
    <w:rsid w:val="000E526D"/>
    <w:rsid w:val="000E53CB"/>
    <w:rsid w:val="000E58DB"/>
    <w:rsid w:val="000E5F3F"/>
    <w:rsid w:val="000E601E"/>
    <w:rsid w:val="000E61E0"/>
    <w:rsid w:val="000E63E1"/>
    <w:rsid w:val="000E6B8E"/>
    <w:rsid w:val="000E6C38"/>
    <w:rsid w:val="000E6CE7"/>
    <w:rsid w:val="000E7305"/>
    <w:rsid w:val="000E7A1C"/>
    <w:rsid w:val="000F00FA"/>
    <w:rsid w:val="000F018B"/>
    <w:rsid w:val="000F01B5"/>
    <w:rsid w:val="000F0217"/>
    <w:rsid w:val="000F034B"/>
    <w:rsid w:val="000F0B23"/>
    <w:rsid w:val="000F0C93"/>
    <w:rsid w:val="000F0F54"/>
    <w:rsid w:val="000F1BEE"/>
    <w:rsid w:val="000F2282"/>
    <w:rsid w:val="000F2761"/>
    <w:rsid w:val="000F2A8A"/>
    <w:rsid w:val="000F2C25"/>
    <w:rsid w:val="000F34E5"/>
    <w:rsid w:val="000F3529"/>
    <w:rsid w:val="000F3A00"/>
    <w:rsid w:val="000F3F43"/>
    <w:rsid w:val="000F40FA"/>
    <w:rsid w:val="000F44E6"/>
    <w:rsid w:val="000F4A30"/>
    <w:rsid w:val="000F4E77"/>
    <w:rsid w:val="000F52BA"/>
    <w:rsid w:val="000F554B"/>
    <w:rsid w:val="000F585D"/>
    <w:rsid w:val="000F5ACA"/>
    <w:rsid w:val="000F5AFF"/>
    <w:rsid w:val="000F5C34"/>
    <w:rsid w:val="000F5C81"/>
    <w:rsid w:val="000F630B"/>
    <w:rsid w:val="000F65EF"/>
    <w:rsid w:val="000F6687"/>
    <w:rsid w:val="000F6A45"/>
    <w:rsid w:val="000F6B32"/>
    <w:rsid w:val="000F7180"/>
    <w:rsid w:val="000F71BA"/>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BFB"/>
    <w:rsid w:val="00100F55"/>
    <w:rsid w:val="00101393"/>
    <w:rsid w:val="0010198A"/>
    <w:rsid w:val="00101EFB"/>
    <w:rsid w:val="001025F7"/>
    <w:rsid w:val="001026F0"/>
    <w:rsid w:val="00102912"/>
    <w:rsid w:val="0010292A"/>
    <w:rsid w:val="001033C7"/>
    <w:rsid w:val="0010351E"/>
    <w:rsid w:val="00103908"/>
    <w:rsid w:val="0010396D"/>
    <w:rsid w:val="00103CF3"/>
    <w:rsid w:val="00103D0D"/>
    <w:rsid w:val="0010403F"/>
    <w:rsid w:val="001042E8"/>
    <w:rsid w:val="00104939"/>
    <w:rsid w:val="00104A69"/>
    <w:rsid w:val="00104B3B"/>
    <w:rsid w:val="00104B40"/>
    <w:rsid w:val="00104BE9"/>
    <w:rsid w:val="001057F1"/>
    <w:rsid w:val="00105BA3"/>
    <w:rsid w:val="00105E8D"/>
    <w:rsid w:val="00106315"/>
    <w:rsid w:val="00106552"/>
    <w:rsid w:val="001073F2"/>
    <w:rsid w:val="00107562"/>
    <w:rsid w:val="00107577"/>
    <w:rsid w:val="00107940"/>
    <w:rsid w:val="00107E8B"/>
    <w:rsid w:val="00110BC4"/>
    <w:rsid w:val="00111573"/>
    <w:rsid w:val="001116AD"/>
    <w:rsid w:val="001118CA"/>
    <w:rsid w:val="001118DE"/>
    <w:rsid w:val="001118FC"/>
    <w:rsid w:val="00111C62"/>
    <w:rsid w:val="00111E6B"/>
    <w:rsid w:val="00111FC3"/>
    <w:rsid w:val="0011238C"/>
    <w:rsid w:val="00112529"/>
    <w:rsid w:val="0011253A"/>
    <w:rsid w:val="0011279F"/>
    <w:rsid w:val="00112861"/>
    <w:rsid w:val="00112CD1"/>
    <w:rsid w:val="00112D2F"/>
    <w:rsid w:val="00112DC2"/>
    <w:rsid w:val="001130FB"/>
    <w:rsid w:val="001131BA"/>
    <w:rsid w:val="0011334E"/>
    <w:rsid w:val="001135D2"/>
    <w:rsid w:val="0011392B"/>
    <w:rsid w:val="001139BE"/>
    <w:rsid w:val="00114089"/>
    <w:rsid w:val="0011410E"/>
    <w:rsid w:val="001141BA"/>
    <w:rsid w:val="00114738"/>
    <w:rsid w:val="001147D7"/>
    <w:rsid w:val="00114929"/>
    <w:rsid w:val="00114D1D"/>
    <w:rsid w:val="00114F7F"/>
    <w:rsid w:val="001151C1"/>
    <w:rsid w:val="001153D0"/>
    <w:rsid w:val="001155D1"/>
    <w:rsid w:val="00115635"/>
    <w:rsid w:val="00115810"/>
    <w:rsid w:val="0011609C"/>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1169"/>
    <w:rsid w:val="00121287"/>
    <w:rsid w:val="0012149C"/>
    <w:rsid w:val="0012149E"/>
    <w:rsid w:val="00121CFD"/>
    <w:rsid w:val="00121FD2"/>
    <w:rsid w:val="001223C0"/>
    <w:rsid w:val="00122764"/>
    <w:rsid w:val="00122C69"/>
    <w:rsid w:val="00122D85"/>
    <w:rsid w:val="001233E6"/>
    <w:rsid w:val="00123C5B"/>
    <w:rsid w:val="00123DB9"/>
    <w:rsid w:val="00124184"/>
    <w:rsid w:val="001243D4"/>
    <w:rsid w:val="00124575"/>
    <w:rsid w:val="00124C2F"/>
    <w:rsid w:val="00124E44"/>
    <w:rsid w:val="00125281"/>
    <w:rsid w:val="00125418"/>
    <w:rsid w:val="00125482"/>
    <w:rsid w:val="001256B5"/>
    <w:rsid w:val="00125793"/>
    <w:rsid w:val="001259CE"/>
    <w:rsid w:val="00125AAA"/>
    <w:rsid w:val="00125ABB"/>
    <w:rsid w:val="00125C85"/>
    <w:rsid w:val="001260AA"/>
    <w:rsid w:val="00126411"/>
    <w:rsid w:val="00126A15"/>
    <w:rsid w:val="00126E29"/>
    <w:rsid w:val="001272A9"/>
    <w:rsid w:val="0012749B"/>
    <w:rsid w:val="0012755E"/>
    <w:rsid w:val="00127AC2"/>
    <w:rsid w:val="00127B2B"/>
    <w:rsid w:val="00127B83"/>
    <w:rsid w:val="00127F8A"/>
    <w:rsid w:val="001302B9"/>
    <w:rsid w:val="00130C91"/>
    <w:rsid w:val="00130D76"/>
    <w:rsid w:val="00130F68"/>
    <w:rsid w:val="00131383"/>
    <w:rsid w:val="00131A32"/>
    <w:rsid w:val="00131A50"/>
    <w:rsid w:val="00131ABF"/>
    <w:rsid w:val="00131B97"/>
    <w:rsid w:val="00131C10"/>
    <w:rsid w:val="00131C50"/>
    <w:rsid w:val="00131D4D"/>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80F"/>
    <w:rsid w:val="0013383E"/>
    <w:rsid w:val="00134225"/>
    <w:rsid w:val="001346F3"/>
    <w:rsid w:val="00134834"/>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E8A"/>
    <w:rsid w:val="0013729B"/>
    <w:rsid w:val="00137463"/>
    <w:rsid w:val="001376BE"/>
    <w:rsid w:val="001377EA"/>
    <w:rsid w:val="0013788C"/>
    <w:rsid w:val="00137ED2"/>
    <w:rsid w:val="00137FF1"/>
    <w:rsid w:val="00140295"/>
    <w:rsid w:val="001404B2"/>
    <w:rsid w:val="00140557"/>
    <w:rsid w:val="001408EB"/>
    <w:rsid w:val="00140AE7"/>
    <w:rsid w:val="00141100"/>
    <w:rsid w:val="00141148"/>
    <w:rsid w:val="001411E0"/>
    <w:rsid w:val="001413F4"/>
    <w:rsid w:val="00141603"/>
    <w:rsid w:val="001418E2"/>
    <w:rsid w:val="00141AFB"/>
    <w:rsid w:val="00141F51"/>
    <w:rsid w:val="001420CC"/>
    <w:rsid w:val="001425AD"/>
    <w:rsid w:val="001429A1"/>
    <w:rsid w:val="00142F11"/>
    <w:rsid w:val="0014345E"/>
    <w:rsid w:val="001436A1"/>
    <w:rsid w:val="00143771"/>
    <w:rsid w:val="001437BA"/>
    <w:rsid w:val="00143D2F"/>
    <w:rsid w:val="00143F7E"/>
    <w:rsid w:val="00144281"/>
    <w:rsid w:val="001443E4"/>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717"/>
    <w:rsid w:val="00147876"/>
    <w:rsid w:val="00147915"/>
    <w:rsid w:val="00147955"/>
    <w:rsid w:val="00147CBC"/>
    <w:rsid w:val="00150072"/>
    <w:rsid w:val="001502D5"/>
    <w:rsid w:val="0015037F"/>
    <w:rsid w:val="00150518"/>
    <w:rsid w:val="00150619"/>
    <w:rsid w:val="00150686"/>
    <w:rsid w:val="00150943"/>
    <w:rsid w:val="00150A4C"/>
    <w:rsid w:val="00150DC0"/>
    <w:rsid w:val="00150FD1"/>
    <w:rsid w:val="00151305"/>
    <w:rsid w:val="001516DB"/>
    <w:rsid w:val="0015172B"/>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C7"/>
    <w:rsid w:val="0015499F"/>
    <w:rsid w:val="00154BD3"/>
    <w:rsid w:val="00154E9F"/>
    <w:rsid w:val="00155007"/>
    <w:rsid w:val="0015530D"/>
    <w:rsid w:val="00155647"/>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605A9"/>
    <w:rsid w:val="001605AA"/>
    <w:rsid w:val="00160868"/>
    <w:rsid w:val="001608D5"/>
    <w:rsid w:val="001608E0"/>
    <w:rsid w:val="00160A48"/>
    <w:rsid w:val="00160C62"/>
    <w:rsid w:val="00160D3C"/>
    <w:rsid w:val="001610C0"/>
    <w:rsid w:val="0016117A"/>
    <w:rsid w:val="00161368"/>
    <w:rsid w:val="00161372"/>
    <w:rsid w:val="001614C2"/>
    <w:rsid w:val="001617C8"/>
    <w:rsid w:val="00161801"/>
    <w:rsid w:val="00161BDC"/>
    <w:rsid w:val="00161E74"/>
    <w:rsid w:val="00161E7C"/>
    <w:rsid w:val="001620E2"/>
    <w:rsid w:val="00162228"/>
    <w:rsid w:val="0016226B"/>
    <w:rsid w:val="00163412"/>
    <w:rsid w:val="001635D2"/>
    <w:rsid w:val="001637D5"/>
    <w:rsid w:val="0016383D"/>
    <w:rsid w:val="001638B9"/>
    <w:rsid w:val="00163AE6"/>
    <w:rsid w:val="00163D16"/>
    <w:rsid w:val="00163D65"/>
    <w:rsid w:val="00163E97"/>
    <w:rsid w:val="001645CE"/>
    <w:rsid w:val="00164B95"/>
    <w:rsid w:val="00164FD3"/>
    <w:rsid w:val="00165394"/>
    <w:rsid w:val="00165529"/>
    <w:rsid w:val="00165EFC"/>
    <w:rsid w:val="00166228"/>
    <w:rsid w:val="00166715"/>
    <w:rsid w:val="001668DF"/>
    <w:rsid w:val="001669FE"/>
    <w:rsid w:val="00166C80"/>
    <w:rsid w:val="00166F4A"/>
    <w:rsid w:val="00167335"/>
    <w:rsid w:val="00167421"/>
    <w:rsid w:val="00167592"/>
    <w:rsid w:val="001675E1"/>
    <w:rsid w:val="00167B05"/>
    <w:rsid w:val="001700D5"/>
    <w:rsid w:val="0017012D"/>
    <w:rsid w:val="001704A2"/>
    <w:rsid w:val="0017080F"/>
    <w:rsid w:val="00170B08"/>
    <w:rsid w:val="00170E20"/>
    <w:rsid w:val="00170EF4"/>
    <w:rsid w:val="00171268"/>
    <w:rsid w:val="00171647"/>
    <w:rsid w:val="00171991"/>
    <w:rsid w:val="00171C07"/>
    <w:rsid w:val="0017248C"/>
    <w:rsid w:val="00172515"/>
    <w:rsid w:val="001726C2"/>
    <w:rsid w:val="001727C8"/>
    <w:rsid w:val="00172819"/>
    <w:rsid w:val="00172C83"/>
    <w:rsid w:val="001731DA"/>
    <w:rsid w:val="001732BF"/>
    <w:rsid w:val="001734C3"/>
    <w:rsid w:val="0017354F"/>
    <w:rsid w:val="00173938"/>
    <w:rsid w:val="00173CEA"/>
    <w:rsid w:val="00173DEE"/>
    <w:rsid w:val="0017418A"/>
    <w:rsid w:val="00174203"/>
    <w:rsid w:val="001743DA"/>
    <w:rsid w:val="00174D2D"/>
    <w:rsid w:val="00175068"/>
    <w:rsid w:val="0017519A"/>
    <w:rsid w:val="00175778"/>
    <w:rsid w:val="00175C27"/>
    <w:rsid w:val="00175F84"/>
    <w:rsid w:val="001762A0"/>
    <w:rsid w:val="0017648A"/>
    <w:rsid w:val="0017690E"/>
    <w:rsid w:val="00176CD8"/>
    <w:rsid w:val="00176DE8"/>
    <w:rsid w:val="0017711F"/>
    <w:rsid w:val="00177211"/>
    <w:rsid w:val="001772F2"/>
    <w:rsid w:val="00177381"/>
    <w:rsid w:val="00177843"/>
    <w:rsid w:val="0017787E"/>
    <w:rsid w:val="00177D2E"/>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B02"/>
    <w:rsid w:val="00181CCD"/>
    <w:rsid w:val="00181FB1"/>
    <w:rsid w:val="001826CD"/>
    <w:rsid w:val="001828B0"/>
    <w:rsid w:val="00182A84"/>
    <w:rsid w:val="00183207"/>
    <w:rsid w:val="0018320D"/>
    <w:rsid w:val="0018353C"/>
    <w:rsid w:val="0018397B"/>
    <w:rsid w:val="00183A18"/>
    <w:rsid w:val="00183B90"/>
    <w:rsid w:val="00183F30"/>
    <w:rsid w:val="00183F49"/>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64DD"/>
    <w:rsid w:val="0018656B"/>
    <w:rsid w:val="001868AC"/>
    <w:rsid w:val="00186A47"/>
    <w:rsid w:val="001877DE"/>
    <w:rsid w:val="00187B3D"/>
    <w:rsid w:val="0019021D"/>
    <w:rsid w:val="00190394"/>
    <w:rsid w:val="00190582"/>
    <w:rsid w:val="00190654"/>
    <w:rsid w:val="00190686"/>
    <w:rsid w:val="001906BB"/>
    <w:rsid w:val="00190E36"/>
    <w:rsid w:val="00190FC7"/>
    <w:rsid w:val="001919B1"/>
    <w:rsid w:val="00191A0F"/>
    <w:rsid w:val="001920A7"/>
    <w:rsid w:val="0019227B"/>
    <w:rsid w:val="001922BB"/>
    <w:rsid w:val="00192725"/>
    <w:rsid w:val="001930B0"/>
    <w:rsid w:val="0019336A"/>
    <w:rsid w:val="0019347F"/>
    <w:rsid w:val="00193543"/>
    <w:rsid w:val="00193679"/>
    <w:rsid w:val="00193A52"/>
    <w:rsid w:val="00193B4D"/>
    <w:rsid w:val="00193B9C"/>
    <w:rsid w:val="00193C08"/>
    <w:rsid w:val="00193CB0"/>
    <w:rsid w:val="00193CC5"/>
    <w:rsid w:val="00193D25"/>
    <w:rsid w:val="0019425A"/>
    <w:rsid w:val="00194486"/>
    <w:rsid w:val="001945CB"/>
    <w:rsid w:val="00194686"/>
    <w:rsid w:val="001947B4"/>
    <w:rsid w:val="001948A9"/>
    <w:rsid w:val="0019491C"/>
    <w:rsid w:val="001949BF"/>
    <w:rsid w:val="00194D01"/>
    <w:rsid w:val="001956D6"/>
    <w:rsid w:val="00195917"/>
    <w:rsid w:val="0019597C"/>
    <w:rsid w:val="00196352"/>
    <w:rsid w:val="00196B73"/>
    <w:rsid w:val="00196C94"/>
    <w:rsid w:val="00196D29"/>
    <w:rsid w:val="00196F91"/>
    <w:rsid w:val="001970CA"/>
    <w:rsid w:val="0019753F"/>
    <w:rsid w:val="001978AF"/>
    <w:rsid w:val="00197913"/>
    <w:rsid w:val="00197BF2"/>
    <w:rsid w:val="001A0045"/>
    <w:rsid w:val="001A01DE"/>
    <w:rsid w:val="001A0387"/>
    <w:rsid w:val="001A04D6"/>
    <w:rsid w:val="001A0B11"/>
    <w:rsid w:val="001A0CDD"/>
    <w:rsid w:val="001A1308"/>
    <w:rsid w:val="001A1417"/>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510B"/>
    <w:rsid w:val="001A57EC"/>
    <w:rsid w:val="001A633E"/>
    <w:rsid w:val="001A65EE"/>
    <w:rsid w:val="001A6B6F"/>
    <w:rsid w:val="001A6F57"/>
    <w:rsid w:val="001A7173"/>
    <w:rsid w:val="001A71F7"/>
    <w:rsid w:val="001A7712"/>
    <w:rsid w:val="001A7C18"/>
    <w:rsid w:val="001A7E4E"/>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411"/>
    <w:rsid w:val="001B3565"/>
    <w:rsid w:val="001B3853"/>
    <w:rsid w:val="001B3E0B"/>
    <w:rsid w:val="001B3E49"/>
    <w:rsid w:val="001B3EAD"/>
    <w:rsid w:val="001B40DE"/>
    <w:rsid w:val="001B4504"/>
    <w:rsid w:val="001B453F"/>
    <w:rsid w:val="001B4733"/>
    <w:rsid w:val="001B4907"/>
    <w:rsid w:val="001B4C3C"/>
    <w:rsid w:val="001B5232"/>
    <w:rsid w:val="001B5569"/>
    <w:rsid w:val="001B5E16"/>
    <w:rsid w:val="001B5FF6"/>
    <w:rsid w:val="001B624C"/>
    <w:rsid w:val="001B6257"/>
    <w:rsid w:val="001B63DE"/>
    <w:rsid w:val="001B65A5"/>
    <w:rsid w:val="001B6BC9"/>
    <w:rsid w:val="001B6E8E"/>
    <w:rsid w:val="001B6EA9"/>
    <w:rsid w:val="001B7DC6"/>
    <w:rsid w:val="001C074B"/>
    <w:rsid w:val="001C07AF"/>
    <w:rsid w:val="001C0999"/>
    <w:rsid w:val="001C125B"/>
    <w:rsid w:val="001C1537"/>
    <w:rsid w:val="001C164B"/>
    <w:rsid w:val="001C18EE"/>
    <w:rsid w:val="001C1B64"/>
    <w:rsid w:val="001C1B78"/>
    <w:rsid w:val="001C234D"/>
    <w:rsid w:val="001C2608"/>
    <w:rsid w:val="001C3AC9"/>
    <w:rsid w:val="001C3CEC"/>
    <w:rsid w:val="001C3D40"/>
    <w:rsid w:val="001C401A"/>
    <w:rsid w:val="001C40DA"/>
    <w:rsid w:val="001C4350"/>
    <w:rsid w:val="001C442A"/>
    <w:rsid w:val="001C4464"/>
    <w:rsid w:val="001C4B5B"/>
    <w:rsid w:val="001C52F4"/>
    <w:rsid w:val="001C5480"/>
    <w:rsid w:val="001C5E8C"/>
    <w:rsid w:val="001C6026"/>
    <w:rsid w:val="001C6191"/>
    <w:rsid w:val="001C64A5"/>
    <w:rsid w:val="001C6799"/>
    <w:rsid w:val="001C68E3"/>
    <w:rsid w:val="001C6C9E"/>
    <w:rsid w:val="001C7639"/>
    <w:rsid w:val="001C7B62"/>
    <w:rsid w:val="001C7E7A"/>
    <w:rsid w:val="001D001C"/>
    <w:rsid w:val="001D036C"/>
    <w:rsid w:val="001D03C8"/>
    <w:rsid w:val="001D0928"/>
    <w:rsid w:val="001D0C84"/>
    <w:rsid w:val="001D0CF4"/>
    <w:rsid w:val="001D0E2F"/>
    <w:rsid w:val="001D1415"/>
    <w:rsid w:val="001D181E"/>
    <w:rsid w:val="001D1A0A"/>
    <w:rsid w:val="001D1A30"/>
    <w:rsid w:val="001D1ABA"/>
    <w:rsid w:val="001D1C7C"/>
    <w:rsid w:val="001D1D36"/>
    <w:rsid w:val="001D22A5"/>
    <w:rsid w:val="001D2587"/>
    <w:rsid w:val="001D259B"/>
    <w:rsid w:val="001D25B3"/>
    <w:rsid w:val="001D2668"/>
    <w:rsid w:val="001D2721"/>
    <w:rsid w:val="001D2771"/>
    <w:rsid w:val="001D2A74"/>
    <w:rsid w:val="001D2B8F"/>
    <w:rsid w:val="001D2BCD"/>
    <w:rsid w:val="001D2F6A"/>
    <w:rsid w:val="001D3020"/>
    <w:rsid w:val="001D356F"/>
    <w:rsid w:val="001D3DB6"/>
    <w:rsid w:val="001D3EDA"/>
    <w:rsid w:val="001D3F9B"/>
    <w:rsid w:val="001D4E32"/>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A3E"/>
    <w:rsid w:val="001D7E3A"/>
    <w:rsid w:val="001D7EEF"/>
    <w:rsid w:val="001D7EF0"/>
    <w:rsid w:val="001D7FFB"/>
    <w:rsid w:val="001E039E"/>
    <w:rsid w:val="001E03F6"/>
    <w:rsid w:val="001E0893"/>
    <w:rsid w:val="001E0FED"/>
    <w:rsid w:val="001E13A8"/>
    <w:rsid w:val="001E1829"/>
    <w:rsid w:val="001E19A7"/>
    <w:rsid w:val="001E2406"/>
    <w:rsid w:val="001E2633"/>
    <w:rsid w:val="001E282A"/>
    <w:rsid w:val="001E2910"/>
    <w:rsid w:val="001E2AB3"/>
    <w:rsid w:val="001E323E"/>
    <w:rsid w:val="001E34E2"/>
    <w:rsid w:val="001E357C"/>
    <w:rsid w:val="001E3690"/>
    <w:rsid w:val="001E3875"/>
    <w:rsid w:val="001E3CD4"/>
    <w:rsid w:val="001E4033"/>
    <w:rsid w:val="001E4214"/>
    <w:rsid w:val="001E4A7E"/>
    <w:rsid w:val="001E4B79"/>
    <w:rsid w:val="001E52EF"/>
    <w:rsid w:val="001E57AB"/>
    <w:rsid w:val="001E5834"/>
    <w:rsid w:val="001E5A10"/>
    <w:rsid w:val="001E5F93"/>
    <w:rsid w:val="001E62D6"/>
    <w:rsid w:val="001E6C65"/>
    <w:rsid w:val="001E6D3C"/>
    <w:rsid w:val="001E6ED6"/>
    <w:rsid w:val="001E6ED8"/>
    <w:rsid w:val="001E75E4"/>
    <w:rsid w:val="001E75EE"/>
    <w:rsid w:val="001E7A25"/>
    <w:rsid w:val="001E7B2B"/>
    <w:rsid w:val="001E7D7E"/>
    <w:rsid w:val="001E7EC0"/>
    <w:rsid w:val="001F01AE"/>
    <w:rsid w:val="001F05F0"/>
    <w:rsid w:val="001F0883"/>
    <w:rsid w:val="001F0A51"/>
    <w:rsid w:val="001F0C18"/>
    <w:rsid w:val="001F12D7"/>
    <w:rsid w:val="001F142F"/>
    <w:rsid w:val="001F21BC"/>
    <w:rsid w:val="001F2434"/>
    <w:rsid w:val="001F24E5"/>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4EF"/>
    <w:rsid w:val="001F5677"/>
    <w:rsid w:val="001F65AB"/>
    <w:rsid w:val="001F6D87"/>
    <w:rsid w:val="001F7647"/>
    <w:rsid w:val="001F78AB"/>
    <w:rsid w:val="00200713"/>
    <w:rsid w:val="00200CC3"/>
    <w:rsid w:val="00200F69"/>
    <w:rsid w:val="0020132C"/>
    <w:rsid w:val="002013E9"/>
    <w:rsid w:val="00201810"/>
    <w:rsid w:val="00201AB6"/>
    <w:rsid w:val="00201AFE"/>
    <w:rsid w:val="00201B68"/>
    <w:rsid w:val="00201E73"/>
    <w:rsid w:val="00201E99"/>
    <w:rsid w:val="00202935"/>
    <w:rsid w:val="00202CEE"/>
    <w:rsid w:val="00202DEC"/>
    <w:rsid w:val="00203036"/>
    <w:rsid w:val="002030F2"/>
    <w:rsid w:val="002033F0"/>
    <w:rsid w:val="00203526"/>
    <w:rsid w:val="00203602"/>
    <w:rsid w:val="00203823"/>
    <w:rsid w:val="00203B5B"/>
    <w:rsid w:val="00203CB0"/>
    <w:rsid w:val="00203DBD"/>
    <w:rsid w:val="002045D1"/>
    <w:rsid w:val="002049B6"/>
    <w:rsid w:val="00204DB0"/>
    <w:rsid w:val="00204FA0"/>
    <w:rsid w:val="0020502B"/>
    <w:rsid w:val="00205453"/>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10663"/>
    <w:rsid w:val="00210B65"/>
    <w:rsid w:val="002111F0"/>
    <w:rsid w:val="00211471"/>
    <w:rsid w:val="00211FAA"/>
    <w:rsid w:val="0021219F"/>
    <w:rsid w:val="002121EB"/>
    <w:rsid w:val="002123BC"/>
    <w:rsid w:val="00212D6E"/>
    <w:rsid w:val="00212EB8"/>
    <w:rsid w:val="0021325D"/>
    <w:rsid w:val="00213BC1"/>
    <w:rsid w:val="00213F63"/>
    <w:rsid w:val="00213FDA"/>
    <w:rsid w:val="00214222"/>
    <w:rsid w:val="002144EC"/>
    <w:rsid w:val="00214566"/>
    <w:rsid w:val="002146C0"/>
    <w:rsid w:val="00214869"/>
    <w:rsid w:val="00214914"/>
    <w:rsid w:val="00214C3E"/>
    <w:rsid w:val="00214E2F"/>
    <w:rsid w:val="00215258"/>
    <w:rsid w:val="00215473"/>
    <w:rsid w:val="00215579"/>
    <w:rsid w:val="00215CB1"/>
    <w:rsid w:val="00215E03"/>
    <w:rsid w:val="00215EAD"/>
    <w:rsid w:val="00215FAD"/>
    <w:rsid w:val="00216278"/>
    <w:rsid w:val="00216725"/>
    <w:rsid w:val="0021764F"/>
    <w:rsid w:val="00217B27"/>
    <w:rsid w:val="002202C0"/>
    <w:rsid w:val="00220625"/>
    <w:rsid w:val="00220BD8"/>
    <w:rsid w:val="00220D53"/>
    <w:rsid w:val="00220DE3"/>
    <w:rsid w:val="00220EA9"/>
    <w:rsid w:val="0022114B"/>
    <w:rsid w:val="00221444"/>
    <w:rsid w:val="00221950"/>
    <w:rsid w:val="00221979"/>
    <w:rsid w:val="00221D00"/>
    <w:rsid w:val="00221FFA"/>
    <w:rsid w:val="00222077"/>
    <w:rsid w:val="002225E9"/>
    <w:rsid w:val="00222871"/>
    <w:rsid w:val="00222A78"/>
    <w:rsid w:val="00222ADA"/>
    <w:rsid w:val="00222BBC"/>
    <w:rsid w:val="00222C58"/>
    <w:rsid w:val="00222C87"/>
    <w:rsid w:val="00222D60"/>
    <w:rsid w:val="002234BC"/>
    <w:rsid w:val="00223AE1"/>
    <w:rsid w:val="00223D81"/>
    <w:rsid w:val="00223E74"/>
    <w:rsid w:val="00223F85"/>
    <w:rsid w:val="00224263"/>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722D"/>
    <w:rsid w:val="00227797"/>
    <w:rsid w:val="00227A82"/>
    <w:rsid w:val="00227E8D"/>
    <w:rsid w:val="00227EF1"/>
    <w:rsid w:val="00227FB7"/>
    <w:rsid w:val="002302FC"/>
    <w:rsid w:val="00230478"/>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39E6"/>
    <w:rsid w:val="00233EC1"/>
    <w:rsid w:val="00233ED8"/>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33C"/>
    <w:rsid w:val="002363DF"/>
    <w:rsid w:val="002364A5"/>
    <w:rsid w:val="00236545"/>
    <w:rsid w:val="00236806"/>
    <w:rsid w:val="00236CD9"/>
    <w:rsid w:val="00236D6D"/>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33E"/>
    <w:rsid w:val="00242395"/>
    <w:rsid w:val="00242413"/>
    <w:rsid w:val="0024270E"/>
    <w:rsid w:val="002429FB"/>
    <w:rsid w:val="00242A43"/>
    <w:rsid w:val="00242BC8"/>
    <w:rsid w:val="00242D15"/>
    <w:rsid w:val="00242F1A"/>
    <w:rsid w:val="0024366B"/>
    <w:rsid w:val="002438FC"/>
    <w:rsid w:val="00243C58"/>
    <w:rsid w:val="00243D4A"/>
    <w:rsid w:val="0024409E"/>
    <w:rsid w:val="0024415E"/>
    <w:rsid w:val="002444CD"/>
    <w:rsid w:val="0024452F"/>
    <w:rsid w:val="0024461A"/>
    <w:rsid w:val="0024485D"/>
    <w:rsid w:val="00244885"/>
    <w:rsid w:val="00244E04"/>
    <w:rsid w:val="002450AC"/>
    <w:rsid w:val="00245336"/>
    <w:rsid w:val="00245462"/>
    <w:rsid w:val="00246015"/>
    <w:rsid w:val="00246213"/>
    <w:rsid w:val="0024691D"/>
    <w:rsid w:val="00246A3A"/>
    <w:rsid w:val="00246C1E"/>
    <w:rsid w:val="00246D7B"/>
    <w:rsid w:val="00246E6A"/>
    <w:rsid w:val="0024757E"/>
    <w:rsid w:val="002503D7"/>
    <w:rsid w:val="00250908"/>
    <w:rsid w:val="00250FC6"/>
    <w:rsid w:val="00251224"/>
    <w:rsid w:val="002513DA"/>
    <w:rsid w:val="00251874"/>
    <w:rsid w:val="00251B47"/>
    <w:rsid w:val="00251C1C"/>
    <w:rsid w:val="00251DEB"/>
    <w:rsid w:val="00251F6A"/>
    <w:rsid w:val="002521D6"/>
    <w:rsid w:val="00252303"/>
    <w:rsid w:val="00252350"/>
    <w:rsid w:val="00252D42"/>
    <w:rsid w:val="002530BB"/>
    <w:rsid w:val="002531CA"/>
    <w:rsid w:val="0025321C"/>
    <w:rsid w:val="0025347D"/>
    <w:rsid w:val="00253611"/>
    <w:rsid w:val="00253688"/>
    <w:rsid w:val="00253AE7"/>
    <w:rsid w:val="00253DFA"/>
    <w:rsid w:val="00253F85"/>
    <w:rsid w:val="0025411C"/>
    <w:rsid w:val="002542BC"/>
    <w:rsid w:val="002545CD"/>
    <w:rsid w:val="00254BCA"/>
    <w:rsid w:val="00254CDC"/>
    <w:rsid w:val="00255100"/>
    <w:rsid w:val="00255111"/>
    <w:rsid w:val="00255268"/>
    <w:rsid w:val="002556D8"/>
    <w:rsid w:val="00255988"/>
    <w:rsid w:val="00255A11"/>
    <w:rsid w:val="00255EC0"/>
    <w:rsid w:val="00255F17"/>
    <w:rsid w:val="00255FBE"/>
    <w:rsid w:val="0025615D"/>
    <w:rsid w:val="002564E9"/>
    <w:rsid w:val="002569C0"/>
    <w:rsid w:val="00256A85"/>
    <w:rsid w:val="0025710F"/>
    <w:rsid w:val="002571E9"/>
    <w:rsid w:val="002572B2"/>
    <w:rsid w:val="002572F4"/>
    <w:rsid w:val="0025782A"/>
    <w:rsid w:val="00257E82"/>
    <w:rsid w:val="00257EAD"/>
    <w:rsid w:val="00260967"/>
    <w:rsid w:val="002618BE"/>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72B"/>
    <w:rsid w:val="00270B81"/>
    <w:rsid w:val="00270BC5"/>
    <w:rsid w:val="002715ED"/>
    <w:rsid w:val="0027194D"/>
    <w:rsid w:val="00271B6D"/>
    <w:rsid w:val="00271C90"/>
    <w:rsid w:val="00271DD3"/>
    <w:rsid w:val="00271F4D"/>
    <w:rsid w:val="0027201E"/>
    <w:rsid w:val="00272089"/>
    <w:rsid w:val="00272359"/>
    <w:rsid w:val="002725E8"/>
    <w:rsid w:val="00272A9C"/>
    <w:rsid w:val="00272AE8"/>
    <w:rsid w:val="00272AED"/>
    <w:rsid w:val="00272C41"/>
    <w:rsid w:val="00272F4F"/>
    <w:rsid w:val="002731C1"/>
    <w:rsid w:val="00273774"/>
    <w:rsid w:val="0027399A"/>
    <w:rsid w:val="00274108"/>
    <w:rsid w:val="00274541"/>
    <w:rsid w:val="00274A50"/>
    <w:rsid w:val="00274C75"/>
    <w:rsid w:val="00274CEC"/>
    <w:rsid w:val="00274EE4"/>
    <w:rsid w:val="00275083"/>
    <w:rsid w:val="002752BA"/>
    <w:rsid w:val="00275769"/>
    <w:rsid w:val="0027589D"/>
    <w:rsid w:val="0027590A"/>
    <w:rsid w:val="00275999"/>
    <w:rsid w:val="00275ACE"/>
    <w:rsid w:val="0027611B"/>
    <w:rsid w:val="00276360"/>
    <w:rsid w:val="00276483"/>
    <w:rsid w:val="002767E4"/>
    <w:rsid w:val="00276BDA"/>
    <w:rsid w:val="00276D33"/>
    <w:rsid w:val="00276DD6"/>
    <w:rsid w:val="00276E8B"/>
    <w:rsid w:val="00276FE8"/>
    <w:rsid w:val="00277686"/>
    <w:rsid w:val="0027798D"/>
    <w:rsid w:val="00277A9B"/>
    <w:rsid w:val="00277CF1"/>
    <w:rsid w:val="00277E77"/>
    <w:rsid w:val="002801B9"/>
    <w:rsid w:val="00280407"/>
    <w:rsid w:val="002804AA"/>
    <w:rsid w:val="0028081D"/>
    <w:rsid w:val="0028108F"/>
    <w:rsid w:val="00281480"/>
    <w:rsid w:val="002814C7"/>
    <w:rsid w:val="00281529"/>
    <w:rsid w:val="002817A9"/>
    <w:rsid w:val="0028185D"/>
    <w:rsid w:val="00281AB0"/>
    <w:rsid w:val="00281ACC"/>
    <w:rsid w:val="00281DC9"/>
    <w:rsid w:val="0028205D"/>
    <w:rsid w:val="002820E5"/>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DE7"/>
    <w:rsid w:val="00285E13"/>
    <w:rsid w:val="00285EE5"/>
    <w:rsid w:val="00285FB1"/>
    <w:rsid w:val="0028603C"/>
    <w:rsid w:val="0028609C"/>
    <w:rsid w:val="002866A5"/>
    <w:rsid w:val="0028690D"/>
    <w:rsid w:val="00286D53"/>
    <w:rsid w:val="00286EA3"/>
    <w:rsid w:val="00286ECC"/>
    <w:rsid w:val="00286F21"/>
    <w:rsid w:val="0028723F"/>
    <w:rsid w:val="00287283"/>
    <w:rsid w:val="0028728A"/>
    <w:rsid w:val="0028743F"/>
    <w:rsid w:val="0028779A"/>
    <w:rsid w:val="00287CCA"/>
    <w:rsid w:val="002905F2"/>
    <w:rsid w:val="0029085E"/>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C8"/>
    <w:rsid w:val="00292A57"/>
    <w:rsid w:val="00292F3F"/>
    <w:rsid w:val="002932CE"/>
    <w:rsid w:val="00293542"/>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E5E"/>
    <w:rsid w:val="002950A8"/>
    <w:rsid w:val="002951D5"/>
    <w:rsid w:val="002952F8"/>
    <w:rsid w:val="0029532D"/>
    <w:rsid w:val="00295937"/>
    <w:rsid w:val="002959FD"/>
    <w:rsid w:val="00295F00"/>
    <w:rsid w:val="00296229"/>
    <w:rsid w:val="00296245"/>
    <w:rsid w:val="00297033"/>
    <w:rsid w:val="00297084"/>
    <w:rsid w:val="002977BF"/>
    <w:rsid w:val="002978CE"/>
    <w:rsid w:val="00297AD5"/>
    <w:rsid w:val="00297C6B"/>
    <w:rsid w:val="00297DEB"/>
    <w:rsid w:val="002A00C3"/>
    <w:rsid w:val="002A0304"/>
    <w:rsid w:val="002A03AD"/>
    <w:rsid w:val="002A069D"/>
    <w:rsid w:val="002A0711"/>
    <w:rsid w:val="002A0B22"/>
    <w:rsid w:val="002A0CA4"/>
    <w:rsid w:val="002A10FC"/>
    <w:rsid w:val="002A11F2"/>
    <w:rsid w:val="002A1474"/>
    <w:rsid w:val="002A195E"/>
    <w:rsid w:val="002A1F9C"/>
    <w:rsid w:val="002A22EF"/>
    <w:rsid w:val="002A2383"/>
    <w:rsid w:val="002A2CB0"/>
    <w:rsid w:val="002A2EB5"/>
    <w:rsid w:val="002A3161"/>
    <w:rsid w:val="002A3317"/>
    <w:rsid w:val="002A3393"/>
    <w:rsid w:val="002A33BD"/>
    <w:rsid w:val="002A35DA"/>
    <w:rsid w:val="002A3BED"/>
    <w:rsid w:val="002A3CEA"/>
    <w:rsid w:val="002A3EA6"/>
    <w:rsid w:val="002A3F94"/>
    <w:rsid w:val="002A41CA"/>
    <w:rsid w:val="002A4B77"/>
    <w:rsid w:val="002A4D7E"/>
    <w:rsid w:val="002A4D95"/>
    <w:rsid w:val="002A4ECE"/>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5D"/>
    <w:rsid w:val="002A70FA"/>
    <w:rsid w:val="002A75DD"/>
    <w:rsid w:val="002A7709"/>
    <w:rsid w:val="002A7835"/>
    <w:rsid w:val="002A7BDB"/>
    <w:rsid w:val="002B0646"/>
    <w:rsid w:val="002B0A70"/>
    <w:rsid w:val="002B0E07"/>
    <w:rsid w:val="002B1031"/>
    <w:rsid w:val="002B137A"/>
    <w:rsid w:val="002B16E0"/>
    <w:rsid w:val="002B18D3"/>
    <w:rsid w:val="002B1ACE"/>
    <w:rsid w:val="002B1D33"/>
    <w:rsid w:val="002B1D46"/>
    <w:rsid w:val="002B2115"/>
    <w:rsid w:val="002B22B7"/>
    <w:rsid w:val="002B2A3D"/>
    <w:rsid w:val="002B2CC2"/>
    <w:rsid w:val="002B2EF4"/>
    <w:rsid w:val="002B32C6"/>
    <w:rsid w:val="002B32E9"/>
    <w:rsid w:val="002B3371"/>
    <w:rsid w:val="002B3514"/>
    <w:rsid w:val="002B3554"/>
    <w:rsid w:val="002B3B36"/>
    <w:rsid w:val="002B3B6A"/>
    <w:rsid w:val="002B4060"/>
    <w:rsid w:val="002B40B0"/>
    <w:rsid w:val="002B4706"/>
    <w:rsid w:val="002B4EB4"/>
    <w:rsid w:val="002B5127"/>
    <w:rsid w:val="002B566C"/>
    <w:rsid w:val="002B5736"/>
    <w:rsid w:val="002B576C"/>
    <w:rsid w:val="002B59BA"/>
    <w:rsid w:val="002B5F65"/>
    <w:rsid w:val="002B61CC"/>
    <w:rsid w:val="002B6566"/>
    <w:rsid w:val="002B6AF6"/>
    <w:rsid w:val="002B6B95"/>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2597"/>
    <w:rsid w:val="002C25D4"/>
    <w:rsid w:val="002C2936"/>
    <w:rsid w:val="002C295E"/>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D57"/>
    <w:rsid w:val="002C4EA0"/>
    <w:rsid w:val="002C5310"/>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203C"/>
    <w:rsid w:val="002D23CB"/>
    <w:rsid w:val="002D2824"/>
    <w:rsid w:val="002D2B2D"/>
    <w:rsid w:val="002D2DA0"/>
    <w:rsid w:val="002D2E50"/>
    <w:rsid w:val="002D3140"/>
    <w:rsid w:val="002D31AD"/>
    <w:rsid w:val="002D32ED"/>
    <w:rsid w:val="002D3D18"/>
    <w:rsid w:val="002D3D40"/>
    <w:rsid w:val="002D3DF4"/>
    <w:rsid w:val="002D3E5C"/>
    <w:rsid w:val="002D4446"/>
    <w:rsid w:val="002D4633"/>
    <w:rsid w:val="002D4752"/>
    <w:rsid w:val="002D4791"/>
    <w:rsid w:val="002D4F9C"/>
    <w:rsid w:val="002D52BB"/>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F9F"/>
    <w:rsid w:val="002E136B"/>
    <w:rsid w:val="002E13EF"/>
    <w:rsid w:val="002E1976"/>
    <w:rsid w:val="002E1A74"/>
    <w:rsid w:val="002E1D01"/>
    <w:rsid w:val="002E1F17"/>
    <w:rsid w:val="002E2042"/>
    <w:rsid w:val="002E2157"/>
    <w:rsid w:val="002E24B7"/>
    <w:rsid w:val="002E2BF3"/>
    <w:rsid w:val="002E2DF1"/>
    <w:rsid w:val="002E31D7"/>
    <w:rsid w:val="002E324E"/>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F6C"/>
    <w:rsid w:val="002E7413"/>
    <w:rsid w:val="002E76E0"/>
    <w:rsid w:val="002E78EF"/>
    <w:rsid w:val="002E7B8F"/>
    <w:rsid w:val="002E7C7C"/>
    <w:rsid w:val="002E7F18"/>
    <w:rsid w:val="002F0480"/>
    <w:rsid w:val="002F04B0"/>
    <w:rsid w:val="002F08C7"/>
    <w:rsid w:val="002F095D"/>
    <w:rsid w:val="002F0DE9"/>
    <w:rsid w:val="002F1263"/>
    <w:rsid w:val="002F133E"/>
    <w:rsid w:val="002F1381"/>
    <w:rsid w:val="002F13D4"/>
    <w:rsid w:val="002F14DB"/>
    <w:rsid w:val="002F1621"/>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6064"/>
    <w:rsid w:val="002F6202"/>
    <w:rsid w:val="002F6226"/>
    <w:rsid w:val="002F6404"/>
    <w:rsid w:val="002F67CD"/>
    <w:rsid w:val="002F685E"/>
    <w:rsid w:val="002F6B52"/>
    <w:rsid w:val="002F738B"/>
    <w:rsid w:val="002F7A6F"/>
    <w:rsid w:val="002F7D63"/>
    <w:rsid w:val="0030007F"/>
    <w:rsid w:val="0030023B"/>
    <w:rsid w:val="00300801"/>
    <w:rsid w:val="0030095B"/>
    <w:rsid w:val="00300966"/>
    <w:rsid w:val="00300A35"/>
    <w:rsid w:val="00300A8E"/>
    <w:rsid w:val="00300B4A"/>
    <w:rsid w:val="003010D1"/>
    <w:rsid w:val="0030127A"/>
    <w:rsid w:val="00301538"/>
    <w:rsid w:val="00301CE1"/>
    <w:rsid w:val="00301EA9"/>
    <w:rsid w:val="0030229E"/>
    <w:rsid w:val="0030234A"/>
    <w:rsid w:val="00302545"/>
    <w:rsid w:val="00302A5B"/>
    <w:rsid w:val="00302E31"/>
    <w:rsid w:val="00303131"/>
    <w:rsid w:val="003034A2"/>
    <w:rsid w:val="00303651"/>
    <w:rsid w:val="00303D6A"/>
    <w:rsid w:val="00304106"/>
    <w:rsid w:val="003041AE"/>
    <w:rsid w:val="00304334"/>
    <w:rsid w:val="00304483"/>
    <w:rsid w:val="00304854"/>
    <w:rsid w:val="00304873"/>
    <w:rsid w:val="00304A15"/>
    <w:rsid w:val="00304BA1"/>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65F"/>
    <w:rsid w:val="00307A1B"/>
    <w:rsid w:val="00307AD7"/>
    <w:rsid w:val="00307B00"/>
    <w:rsid w:val="00307FD4"/>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11AD"/>
    <w:rsid w:val="0032123E"/>
    <w:rsid w:val="00321877"/>
    <w:rsid w:val="00321A98"/>
    <w:rsid w:val="00321E4C"/>
    <w:rsid w:val="003223DE"/>
    <w:rsid w:val="00322533"/>
    <w:rsid w:val="0032253A"/>
    <w:rsid w:val="0032268E"/>
    <w:rsid w:val="003227B4"/>
    <w:rsid w:val="003227C0"/>
    <w:rsid w:val="0032284A"/>
    <w:rsid w:val="003231EB"/>
    <w:rsid w:val="00323767"/>
    <w:rsid w:val="0032388D"/>
    <w:rsid w:val="003239B0"/>
    <w:rsid w:val="00323A39"/>
    <w:rsid w:val="00323EBD"/>
    <w:rsid w:val="00324194"/>
    <w:rsid w:val="00324475"/>
    <w:rsid w:val="003245A4"/>
    <w:rsid w:val="003246CB"/>
    <w:rsid w:val="00324B18"/>
    <w:rsid w:val="00324D80"/>
    <w:rsid w:val="00324F8E"/>
    <w:rsid w:val="003250A4"/>
    <w:rsid w:val="003253EB"/>
    <w:rsid w:val="00325690"/>
    <w:rsid w:val="00325C4D"/>
    <w:rsid w:val="00326151"/>
    <w:rsid w:val="0032629D"/>
    <w:rsid w:val="003262BA"/>
    <w:rsid w:val="00326973"/>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891"/>
    <w:rsid w:val="00331E79"/>
    <w:rsid w:val="00331F57"/>
    <w:rsid w:val="00332622"/>
    <w:rsid w:val="00332BF9"/>
    <w:rsid w:val="00332C06"/>
    <w:rsid w:val="00332C13"/>
    <w:rsid w:val="00332DBF"/>
    <w:rsid w:val="003333A7"/>
    <w:rsid w:val="003333E7"/>
    <w:rsid w:val="00333679"/>
    <w:rsid w:val="00333716"/>
    <w:rsid w:val="00333D8D"/>
    <w:rsid w:val="003340B2"/>
    <w:rsid w:val="0033450C"/>
    <w:rsid w:val="00334618"/>
    <w:rsid w:val="00334949"/>
    <w:rsid w:val="00334A62"/>
    <w:rsid w:val="00335058"/>
    <w:rsid w:val="003350B0"/>
    <w:rsid w:val="00335AF7"/>
    <w:rsid w:val="00335BBA"/>
    <w:rsid w:val="00335D40"/>
    <w:rsid w:val="00335D54"/>
    <w:rsid w:val="0033602A"/>
    <w:rsid w:val="00336045"/>
    <w:rsid w:val="00336301"/>
    <w:rsid w:val="0033689D"/>
    <w:rsid w:val="00336FB1"/>
    <w:rsid w:val="00337933"/>
    <w:rsid w:val="00337A4A"/>
    <w:rsid w:val="00337E51"/>
    <w:rsid w:val="00337E65"/>
    <w:rsid w:val="00337EBD"/>
    <w:rsid w:val="003401DD"/>
    <w:rsid w:val="00340931"/>
    <w:rsid w:val="00340990"/>
    <w:rsid w:val="00340BD5"/>
    <w:rsid w:val="00340FA1"/>
    <w:rsid w:val="00341052"/>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A72"/>
    <w:rsid w:val="00344ABA"/>
    <w:rsid w:val="00344AD0"/>
    <w:rsid w:val="00344BD9"/>
    <w:rsid w:val="00344C7A"/>
    <w:rsid w:val="00344E0D"/>
    <w:rsid w:val="0034505B"/>
    <w:rsid w:val="0034512A"/>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F84"/>
    <w:rsid w:val="003502F2"/>
    <w:rsid w:val="0035042E"/>
    <w:rsid w:val="003507A3"/>
    <w:rsid w:val="00350C20"/>
    <w:rsid w:val="003510BA"/>
    <w:rsid w:val="00351229"/>
    <w:rsid w:val="003512C1"/>
    <w:rsid w:val="003512DF"/>
    <w:rsid w:val="00351454"/>
    <w:rsid w:val="003514A4"/>
    <w:rsid w:val="0035150B"/>
    <w:rsid w:val="00351BDB"/>
    <w:rsid w:val="0035207F"/>
    <w:rsid w:val="0035260B"/>
    <w:rsid w:val="003529DE"/>
    <w:rsid w:val="00352C76"/>
    <w:rsid w:val="00352CBC"/>
    <w:rsid w:val="00353322"/>
    <w:rsid w:val="00353326"/>
    <w:rsid w:val="0035338C"/>
    <w:rsid w:val="00353724"/>
    <w:rsid w:val="00353741"/>
    <w:rsid w:val="0035389C"/>
    <w:rsid w:val="00353ABF"/>
    <w:rsid w:val="00353F95"/>
    <w:rsid w:val="00354043"/>
    <w:rsid w:val="003540DC"/>
    <w:rsid w:val="003541EA"/>
    <w:rsid w:val="00354560"/>
    <w:rsid w:val="003545FA"/>
    <w:rsid w:val="00354998"/>
    <w:rsid w:val="00354B01"/>
    <w:rsid w:val="00354BB5"/>
    <w:rsid w:val="0035555F"/>
    <w:rsid w:val="00355797"/>
    <w:rsid w:val="003558CC"/>
    <w:rsid w:val="00355D15"/>
    <w:rsid w:val="00356196"/>
    <w:rsid w:val="00356278"/>
    <w:rsid w:val="00356419"/>
    <w:rsid w:val="00356880"/>
    <w:rsid w:val="00356C31"/>
    <w:rsid w:val="00356C48"/>
    <w:rsid w:val="00356DE2"/>
    <w:rsid w:val="00356EE5"/>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898"/>
    <w:rsid w:val="00363921"/>
    <w:rsid w:val="00363952"/>
    <w:rsid w:val="00363EA6"/>
    <w:rsid w:val="003642C7"/>
    <w:rsid w:val="003645F0"/>
    <w:rsid w:val="00364997"/>
    <w:rsid w:val="00364E2E"/>
    <w:rsid w:val="00365021"/>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956"/>
    <w:rsid w:val="00367CF6"/>
    <w:rsid w:val="00367D50"/>
    <w:rsid w:val="00370C69"/>
    <w:rsid w:val="00370EF7"/>
    <w:rsid w:val="00370FC9"/>
    <w:rsid w:val="0037144C"/>
    <w:rsid w:val="003716DA"/>
    <w:rsid w:val="003716EF"/>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73E"/>
    <w:rsid w:val="003768B4"/>
    <w:rsid w:val="00376B5A"/>
    <w:rsid w:val="00376F14"/>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218"/>
    <w:rsid w:val="003812F1"/>
    <w:rsid w:val="0038153E"/>
    <w:rsid w:val="00381959"/>
    <w:rsid w:val="00381994"/>
    <w:rsid w:val="00381AB6"/>
    <w:rsid w:val="00381CAC"/>
    <w:rsid w:val="00381E41"/>
    <w:rsid w:val="0038206E"/>
    <w:rsid w:val="0038236A"/>
    <w:rsid w:val="003824A2"/>
    <w:rsid w:val="003824E7"/>
    <w:rsid w:val="00382DE2"/>
    <w:rsid w:val="00382F66"/>
    <w:rsid w:val="00383212"/>
    <w:rsid w:val="00383552"/>
    <w:rsid w:val="003835CD"/>
    <w:rsid w:val="003837C3"/>
    <w:rsid w:val="00383948"/>
    <w:rsid w:val="0038398A"/>
    <w:rsid w:val="003839DF"/>
    <w:rsid w:val="003839E7"/>
    <w:rsid w:val="003839EB"/>
    <w:rsid w:val="00383CEE"/>
    <w:rsid w:val="00383E0D"/>
    <w:rsid w:val="00384113"/>
    <w:rsid w:val="00384A7D"/>
    <w:rsid w:val="00384D9D"/>
    <w:rsid w:val="00384E77"/>
    <w:rsid w:val="00386192"/>
    <w:rsid w:val="003864ED"/>
    <w:rsid w:val="0038663B"/>
    <w:rsid w:val="0038672E"/>
    <w:rsid w:val="0038698C"/>
    <w:rsid w:val="00386F15"/>
    <w:rsid w:val="003871B2"/>
    <w:rsid w:val="00387486"/>
    <w:rsid w:val="00387501"/>
    <w:rsid w:val="00387530"/>
    <w:rsid w:val="003875FE"/>
    <w:rsid w:val="00387772"/>
    <w:rsid w:val="00387FD4"/>
    <w:rsid w:val="003907E5"/>
    <w:rsid w:val="003912D8"/>
    <w:rsid w:val="00391427"/>
    <w:rsid w:val="0039162E"/>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D9D"/>
    <w:rsid w:val="003952FA"/>
    <w:rsid w:val="00395954"/>
    <w:rsid w:val="00395965"/>
    <w:rsid w:val="00395AE9"/>
    <w:rsid w:val="00395F2F"/>
    <w:rsid w:val="00396575"/>
    <w:rsid w:val="00396919"/>
    <w:rsid w:val="00396C02"/>
    <w:rsid w:val="00396C83"/>
    <w:rsid w:val="0039717F"/>
    <w:rsid w:val="003973B0"/>
    <w:rsid w:val="003974CC"/>
    <w:rsid w:val="00397B96"/>
    <w:rsid w:val="003A00BB"/>
    <w:rsid w:val="003A0244"/>
    <w:rsid w:val="003A09D1"/>
    <w:rsid w:val="003A12A0"/>
    <w:rsid w:val="003A1704"/>
    <w:rsid w:val="003A189A"/>
    <w:rsid w:val="003A1D29"/>
    <w:rsid w:val="003A1D2F"/>
    <w:rsid w:val="003A217E"/>
    <w:rsid w:val="003A2328"/>
    <w:rsid w:val="003A26D5"/>
    <w:rsid w:val="003A292A"/>
    <w:rsid w:val="003A294B"/>
    <w:rsid w:val="003A2CDE"/>
    <w:rsid w:val="003A325A"/>
    <w:rsid w:val="003A32E6"/>
    <w:rsid w:val="003A350D"/>
    <w:rsid w:val="003A36E2"/>
    <w:rsid w:val="003A3DDF"/>
    <w:rsid w:val="003A423A"/>
    <w:rsid w:val="003A4580"/>
    <w:rsid w:val="003A4A0B"/>
    <w:rsid w:val="003A4DA8"/>
    <w:rsid w:val="003A4FC6"/>
    <w:rsid w:val="003A56EC"/>
    <w:rsid w:val="003A57DC"/>
    <w:rsid w:val="003A5810"/>
    <w:rsid w:val="003A59A3"/>
    <w:rsid w:val="003A5DD8"/>
    <w:rsid w:val="003A5E04"/>
    <w:rsid w:val="003A603F"/>
    <w:rsid w:val="003A6881"/>
    <w:rsid w:val="003A6943"/>
    <w:rsid w:val="003A6B8A"/>
    <w:rsid w:val="003A6FA1"/>
    <w:rsid w:val="003A7073"/>
    <w:rsid w:val="003A73B7"/>
    <w:rsid w:val="003A7588"/>
    <w:rsid w:val="003A75A2"/>
    <w:rsid w:val="003A7A22"/>
    <w:rsid w:val="003A7C2E"/>
    <w:rsid w:val="003A7CBA"/>
    <w:rsid w:val="003A7D2C"/>
    <w:rsid w:val="003A7FBA"/>
    <w:rsid w:val="003A7FCF"/>
    <w:rsid w:val="003B01E1"/>
    <w:rsid w:val="003B0702"/>
    <w:rsid w:val="003B0BFD"/>
    <w:rsid w:val="003B1856"/>
    <w:rsid w:val="003B1989"/>
    <w:rsid w:val="003B1BB6"/>
    <w:rsid w:val="003B1E9E"/>
    <w:rsid w:val="003B1F58"/>
    <w:rsid w:val="003B1F6B"/>
    <w:rsid w:val="003B1F8C"/>
    <w:rsid w:val="003B1FFC"/>
    <w:rsid w:val="003B223A"/>
    <w:rsid w:val="003B22CE"/>
    <w:rsid w:val="003B23A1"/>
    <w:rsid w:val="003B2775"/>
    <w:rsid w:val="003B2AFE"/>
    <w:rsid w:val="003B2D44"/>
    <w:rsid w:val="003B2DEB"/>
    <w:rsid w:val="003B2E21"/>
    <w:rsid w:val="003B3036"/>
    <w:rsid w:val="003B30B6"/>
    <w:rsid w:val="003B35B6"/>
    <w:rsid w:val="003B374C"/>
    <w:rsid w:val="003B3999"/>
    <w:rsid w:val="003B3D25"/>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B24"/>
    <w:rsid w:val="003C0DA9"/>
    <w:rsid w:val="003C0F52"/>
    <w:rsid w:val="003C1082"/>
    <w:rsid w:val="003C1362"/>
    <w:rsid w:val="003C13F9"/>
    <w:rsid w:val="003C1578"/>
    <w:rsid w:val="003C16A8"/>
    <w:rsid w:val="003C1B74"/>
    <w:rsid w:val="003C20DE"/>
    <w:rsid w:val="003C2146"/>
    <w:rsid w:val="003C2294"/>
    <w:rsid w:val="003C23B1"/>
    <w:rsid w:val="003C2666"/>
    <w:rsid w:val="003C2DC6"/>
    <w:rsid w:val="003C332C"/>
    <w:rsid w:val="003C3548"/>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77"/>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6C8"/>
    <w:rsid w:val="003D0BF3"/>
    <w:rsid w:val="003D101A"/>
    <w:rsid w:val="003D1038"/>
    <w:rsid w:val="003D1295"/>
    <w:rsid w:val="003D16E9"/>
    <w:rsid w:val="003D1822"/>
    <w:rsid w:val="003D1B7F"/>
    <w:rsid w:val="003D1D1B"/>
    <w:rsid w:val="003D267E"/>
    <w:rsid w:val="003D2D72"/>
    <w:rsid w:val="003D2FB0"/>
    <w:rsid w:val="003D30AE"/>
    <w:rsid w:val="003D3490"/>
    <w:rsid w:val="003D3A15"/>
    <w:rsid w:val="003D3F10"/>
    <w:rsid w:val="003D454B"/>
    <w:rsid w:val="003D45BD"/>
    <w:rsid w:val="003D4C59"/>
    <w:rsid w:val="003D524A"/>
    <w:rsid w:val="003D5668"/>
    <w:rsid w:val="003D59C7"/>
    <w:rsid w:val="003D5EA7"/>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D"/>
    <w:rsid w:val="003E1D76"/>
    <w:rsid w:val="003E201C"/>
    <w:rsid w:val="003E283B"/>
    <w:rsid w:val="003E2ABE"/>
    <w:rsid w:val="003E2D91"/>
    <w:rsid w:val="003E2FE6"/>
    <w:rsid w:val="003E3325"/>
    <w:rsid w:val="003E3336"/>
    <w:rsid w:val="003E355F"/>
    <w:rsid w:val="003E38F1"/>
    <w:rsid w:val="003E3A47"/>
    <w:rsid w:val="003E3AA5"/>
    <w:rsid w:val="003E3AAC"/>
    <w:rsid w:val="003E3BB8"/>
    <w:rsid w:val="003E3C0F"/>
    <w:rsid w:val="003E3D91"/>
    <w:rsid w:val="003E3DF8"/>
    <w:rsid w:val="003E453F"/>
    <w:rsid w:val="003E51D3"/>
    <w:rsid w:val="003E5217"/>
    <w:rsid w:val="003E5286"/>
    <w:rsid w:val="003E53C9"/>
    <w:rsid w:val="003E5AD4"/>
    <w:rsid w:val="003E5BB8"/>
    <w:rsid w:val="003E5DF5"/>
    <w:rsid w:val="003E5EAF"/>
    <w:rsid w:val="003E5F9C"/>
    <w:rsid w:val="003E6321"/>
    <w:rsid w:val="003E63D2"/>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E79"/>
    <w:rsid w:val="003F1F6A"/>
    <w:rsid w:val="003F210C"/>
    <w:rsid w:val="003F2110"/>
    <w:rsid w:val="003F232C"/>
    <w:rsid w:val="003F2501"/>
    <w:rsid w:val="003F2755"/>
    <w:rsid w:val="003F2930"/>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41DD"/>
    <w:rsid w:val="003F4413"/>
    <w:rsid w:val="003F490E"/>
    <w:rsid w:val="003F4993"/>
    <w:rsid w:val="003F4A7B"/>
    <w:rsid w:val="003F4C56"/>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7003"/>
    <w:rsid w:val="003F7074"/>
    <w:rsid w:val="003F73BC"/>
    <w:rsid w:val="003F768A"/>
    <w:rsid w:val="004001DC"/>
    <w:rsid w:val="00400338"/>
    <w:rsid w:val="00400512"/>
    <w:rsid w:val="0040072B"/>
    <w:rsid w:val="004009E4"/>
    <w:rsid w:val="00400BB3"/>
    <w:rsid w:val="0040113D"/>
    <w:rsid w:val="00401357"/>
    <w:rsid w:val="0040146E"/>
    <w:rsid w:val="00401846"/>
    <w:rsid w:val="00401B72"/>
    <w:rsid w:val="00401E8C"/>
    <w:rsid w:val="00401EF9"/>
    <w:rsid w:val="00401F3A"/>
    <w:rsid w:val="004020DD"/>
    <w:rsid w:val="00402548"/>
    <w:rsid w:val="0040262C"/>
    <w:rsid w:val="00402671"/>
    <w:rsid w:val="00402995"/>
    <w:rsid w:val="00402D92"/>
    <w:rsid w:val="004031C4"/>
    <w:rsid w:val="00403283"/>
    <w:rsid w:val="004032DA"/>
    <w:rsid w:val="004033BA"/>
    <w:rsid w:val="004034FC"/>
    <w:rsid w:val="004038C1"/>
    <w:rsid w:val="00403960"/>
    <w:rsid w:val="00403BB6"/>
    <w:rsid w:val="00403C30"/>
    <w:rsid w:val="00403FA7"/>
    <w:rsid w:val="00404111"/>
    <w:rsid w:val="0040424F"/>
    <w:rsid w:val="004042EF"/>
    <w:rsid w:val="0040472F"/>
    <w:rsid w:val="00404829"/>
    <w:rsid w:val="004050D0"/>
    <w:rsid w:val="004050F4"/>
    <w:rsid w:val="004051D8"/>
    <w:rsid w:val="00405643"/>
    <w:rsid w:val="004058DD"/>
    <w:rsid w:val="0040590F"/>
    <w:rsid w:val="0040667B"/>
    <w:rsid w:val="004066DF"/>
    <w:rsid w:val="00406936"/>
    <w:rsid w:val="00406E64"/>
    <w:rsid w:val="00406EE2"/>
    <w:rsid w:val="004070B9"/>
    <w:rsid w:val="004071CD"/>
    <w:rsid w:val="0040721B"/>
    <w:rsid w:val="00407AE8"/>
    <w:rsid w:val="00407C4D"/>
    <w:rsid w:val="00407C63"/>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B22"/>
    <w:rsid w:val="00413F35"/>
    <w:rsid w:val="004141AE"/>
    <w:rsid w:val="004141F1"/>
    <w:rsid w:val="004149EA"/>
    <w:rsid w:val="00414BFF"/>
    <w:rsid w:val="00415387"/>
    <w:rsid w:val="004160DC"/>
    <w:rsid w:val="00416119"/>
    <w:rsid w:val="004161D5"/>
    <w:rsid w:val="00416399"/>
    <w:rsid w:val="004163BE"/>
    <w:rsid w:val="00416D10"/>
    <w:rsid w:val="00416ED3"/>
    <w:rsid w:val="0041713B"/>
    <w:rsid w:val="00417A16"/>
    <w:rsid w:val="00417BCE"/>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B86"/>
    <w:rsid w:val="00421E69"/>
    <w:rsid w:val="004223B9"/>
    <w:rsid w:val="00422DB9"/>
    <w:rsid w:val="004232CA"/>
    <w:rsid w:val="0042346D"/>
    <w:rsid w:val="00423842"/>
    <w:rsid w:val="00424168"/>
    <w:rsid w:val="00424213"/>
    <w:rsid w:val="0042423C"/>
    <w:rsid w:val="00424468"/>
    <w:rsid w:val="004247ED"/>
    <w:rsid w:val="004248D5"/>
    <w:rsid w:val="00424BA9"/>
    <w:rsid w:val="00424E4B"/>
    <w:rsid w:val="00424EA9"/>
    <w:rsid w:val="0042502A"/>
    <w:rsid w:val="00425448"/>
    <w:rsid w:val="00425C6A"/>
    <w:rsid w:val="00425D40"/>
    <w:rsid w:val="00425EE1"/>
    <w:rsid w:val="00426063"/>
    <w:rsid w:val="004261DB"/>
    <w:rsid w:val="00426AE0"/>
    <w:rsid w:val="00427048"/>
    <w:rsid w:val="0042709E"/>
    <w:rsid w:val="004273D0"/>
    <w:rsid w:val="0042742F"/>
    <w:rsid w:val="004274B9"/>
    <w:rsid w:val="00427AD2"/>
    <w:rsid w:val="00430058"/>
    <w:rsid w:val="00430423"/>
    <w:rsid w:val="0043059F"/>
    <w:rsid w:val="004306A0"/>
    <w:rsid w:val="00430764"/>
    <w:rsid w:val="00430B1E"/>
    <w:rsid w:val="00430D67"/>
    <w:rsid w:val="00431618"/>
    <w:rsid w:val="00431B2C"/>
    <w:rsid w:val="00431EEE"/>
    <w:rsid w:val="00432024"/>
    <w:rsid w:val="00432127"/>
    <w:rsid w:val="00432616"/>
    <w:rsid w:val="00432A30"/>
    <w:rsid w:val="00432D00"/>
    <w:rsid w:val="004331B2"/>
    <w:rsid w:val="00433849"/>
    <w:rsid w:val="00433858"/>
    <w:rsid w:val="00433949"/>
    <w:rsid w:val="00433BC1"/>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403D0"/>
    <w:rsid w:val="00440635"/>
    <w:rsid w:val="00440CA4"/>
    <w:rsid w:val="00440F6B"/>
    <w:rsid w:val="00440FD0"/>
    <w:rsid w:val="0044102E"/>
    <w:rsid w:val="00441DCA"/>
    <w:rsid w:val="0044202D"/>
    <w:rsid w:val="00442055"/>
    <w:rsid w:val="00442105"/>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6B2"/>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236"/>
    <w:rsid w:val="00452543"/>
    <w:rsid w:val="00452744"/>
    <w:rsid w:val="00452946"/>
    <w:rsid w:val="00452997"/>
    <w:rsid w:val="004529F8"/>
    <w:rsid w:val="00452CE6"/>
    <w:rsid w:val="00452D8E"/>
    <w:rsid w:val="00452F47"/>
    <w:rsid w:val="00453DAC"/>
    <w:rsid w:val="004547A6"/>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F9B"/>
    <w:rsid w:val="004603AD"/>
    <w:rsid w:val="004603E4"/>
    <w:rsid w:val="004603ED"/>
    <w:rsid w:val="0046066A"/>
    <w:rsid w:val="00460671"/>
    <w:rsid w:val="0046083D"/>
    <w:rsid w:val="00460ACD"/>
    <w:rsid w:val="00460BAE"/>
    <w:rsid w:val="00460CF8"/>
    <w:rsid w:val="00461272"/>
    <w:rsid w:val="00461826"/>
    <w:rsid w:val="00461A03"/>
    <w:rsid w:val="00461D49"/>
    <w:rsid w:val="00461E32"/>
    <w:rsid w:val="0046205E"/>
    <w:rsid w:val="004620D3"/>
    <w:rsid w:val="00462296"/>
    <w:rsid w:val="00462DA1"/>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C35"/>
    <w:rsid w:val="00465DF2"/>
    <w:rsid w:val="00465E30"/>
    <w:rsid w:val="00466623"/>
    <w:rsid w:val="004666B2"/>
    <w:rsid w:val="00466A39"/>
    <w:rsid w:val="00467401"/>
    <w:rsid w:val="004679AD"/>
    <w:rsid w:val="00470191"/>
    <w:rsid w:val="0047027E"/>
    <w:rsid w:val="00470281"/>
    <w:rsid w:val="00470645"/>
    <w:rsid w:val="004707B7"/>
    <w:rsid w:val="004708F9"/>
    <w:rsid w:val="00470E4A"/>
    <w:rsid w:val="00470F74"/>
    <w:rsid w:val="004710DD"/>
    <w:rsid w:val="00471221"/>
    <w:rsid w:val="0047185A"/>
    <w:rsid w:val="00471C67"/>
    <w:rsid w:val="00471F24"/>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CD6"/>
    <w:rsid w:val="004741C7"/>
    <w:rsid w:val="004746A7"/>
    <w:rsid w:val="004747D1"/>
    <w:rsid w:val="00474E01"/>
    <w:rsid w:val="00474FAD"/>
    <w:rsid w:val="0047532C"/>
    <w:rsid w:val="0047550C"/>
    <w:rsid w:val="0047590D"/>
    <w:rsid w:val="00475A49"/>
    <w:rsid w:val="00475C74"/>
    <w:rsid w:val="0047606D"/>
    <w:rsid w:val="00476104"/>
    <w:rsid w:val="004763A8"/>
    <w:rsid w:val="004765DC"/>
    <w:rsid w:val="00476609"/>
    <w:rsid w:val="0047667B"/>
    <w:rsid w:val="004767F2"/>
    <w:rsid w:val="004769E3"/>
    <w:rsid w:val="00476B90"/>
    <w:rsid w:val="004773D2"/>
    <w:rsid w:val="00477D6C"/>
    <w:rsid w:val="00477DC7"/>
    <w:rsid w:val="00477F8C"/>
    <w:rsid w:val="004801C4"/>
    <w:rsid w:val="0048047C"/>
    <w:rsid w:val="00480BD3"/>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4023"/>
    <w:rsid w:val="00484025"/>
    <w:rsid w:val="00484AE3"/>
    <w:rsid w:val="00484B64"/>
    <w:rsid w:val="00484C53"/>
    <w:rsid w:val="00484CF3"/>
    <w:rsid w:val="00484D7E"/>
    <w:rsid w:val="00484DE4"/>
    <w:rsid w:val="00484E02"/>
    <w:rsid w:val="00484F91"/>
    <w:rsid w:val="004850BE"/>
    <w:rsid w:val="004850FD"/>
    <w:rsid w:val="004853EB"/>
    <w:rsid w:val="0048575E"/>
    <w:rsid w:val="00485A81"/>
    <w:rsid w:val="00485AEA"/>
    <w:rsid w:val="00485CAC"/>
    <w:rsid w:val="00485D87"/>
    <w:rsid w:val="0048664C"/>
    <w:rsid w:val="004867B5"/>
    <w:rsid w:val="00486809"/>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815"/>
    <w:rsid w:val="0049186A"/>
    <w:rsid w:val="004919E6"/>
    <w:rsid w:val="00491A1A"/>
    <w:rsid w:val="00491ED5"/>
    <w:rsid w:val="004923A1"/>
    <w:rsid w:val="004923B9"/>
    <w:rsid w:val="0049260A"/>
    <w:rsid w:val="00492AEA"/>
    <w:rsid w:val="00492CD8"/>
    <w:rsid w:val="00492CD9"/>
    <w:rsid w:val="00492ECA"/>
    <w:rsid w:val="00492F57"/>
    <w:rsid w:val="00493436"/>
    <w:rsid w:val="00493624"/>
    <w:rsid w:val="00493732"/>
    <w:rsid w:val="00493B44"/>
    <w:rsid w:val="00494049"/>
    <w:rsid w:val="004941E1"/>
    <w:rsid w:val="0049428C"/>
    <w:rsid w:val="00494779"/>
    <w:rsid w:val="004949A1"/>
    <w:rsid w:val="00494BAA"/>
    <w:rsid w:val="00494F50"/>
    <w:rsid w:val="00494FC4"/>
    <w:rsid w:val="00495709"/>
    <w:rsid w:val="00495837"/>
    <w:rsid w:val="00495BD2"/>
    <w:rsid w:val="004963B3"/>
    <w:rsid w:val="00496B1F"/>
    <w:rsid w:val="0049709E"/>
    <w:rsid w:val="00497905"/>
    <w:rsid w:val="0049792C"/>
    <w:rsid w:val="004A04B3"/>
    <w:rsid w:val="004A05CF"/>
    <w:rsid w:val="004A0B40"/>
    <w:rsid w:val="004A0BC2"/>
    <w:rsid w:val="004A0C43"/>
    <w:rsid w:val="004A0CDA"/>
    <w:rsid w:val="004A0D77"/>
    <w:rsid w:val="004A0F59"/>
    <w:rsid w:val="004A0F8C"/>
    <w:rsid w:val="004A14C1"/>
    <w:rsid w:val="004A1622"/>
    <w:rsid w:val="004A17EE"/>
    <w:rsid w:val="004A187A"/>
    <w:rsid w:val="004A1A52"/>
    <w:rsid w:val="004A1D89"/>
    <w:rsid w:val="004A208A"/>
    <w:rsid w:val="004A2494"/>
    <w:rsid w:val="004A2726"/>
    <w:rsid w:val="004A29E9"/>
    <w:rsid w:val="004A2A1F"/>
    <w:rsid w:val="004A2B85"/>
    <w:rsid w:val="004A2CBF"/>
    <w:rsid w:val="004A3420"/>
    <w:rsid w:val="004A3729"/>
    <w:rsid w:val="004A3B1D"/>
    <w:rsid w:val="004A3D92"/>
    <w:rsid w:val="004A415E"/>
    <w:rsid w:val="004A4207"/>
    <w:rsid w:val="004A43B6"/>
    <w:rsid w:val="004A441A"/>
    <w:rsid w:val="004A444C"/>
    <w:rsid w:val="004A466B"/>
    <w:rsid w:val="004A4C74"/>
    <w:rsid w:val="004A4DDA"/>
    <w:rsid w:val="004A5068"/>
    <w:rsid w:val="004A54C3"/>
    <w:rsid w:val="004A5D16"/>
    <w:rsid w:val="004A695F"/>
    <w:rsid w:val="004A6BA0"/>
    <w:rsid w:val="004A6E33"/>
    <w:rsid w:val="004A6E51"/>
    <w:rsid w:val="004A6F84"/>
    <w:rsid w:val="004A7388"/>
    <w:rsid w:val="004A7A4A"/>
    <w:rsid w:val="004B043A"/>
    <w:rsid w:val="004B059A"/>
    <w:rsid w:val="004B0FF5"/>
    <w:rsid w:val="004B1326"/>
    <w:rsid w:val="004B1380"/>
    <w:rsid w:val="004B1636"/>
    <w:rsid w:val="004B165F"/>
    <w:rsid w:val="004B1741"/>
    <w:rsid w:val="004B17B6"/>
    <w:rsid w:val="004B1C6B"/>
    <w:rsid w:val="004B1E78"/>
    <w:rsid w:val="004B348C"/>
    <w:rsid w:val="004B3630"/>
    <w:rsid w:val="004B3755"/>
    <w:rsid w:val="004B38E4"/>
    <w:rsid w:val="004B3A31"/>
    <w:rsid w:val="004B3E4C"/>
    <w:rsid w:val="004B3FC8"/>
    <w:rsid w:val="004B4AFC"/>
    <w:rsid w:val="004B4D76"/>
    <w:rsid w:val="004B4E09"/>
    <w:rsid w:val="004B4E10"/>
    <w:rsid w:val="004B5488"/>
    <w:rsid w:val="004B54D9"/>
    <w:rsid w:val="004B55AC"/>
    <w:rsid w:val="004B5F19"/>
    <w:rsid w:val="004B601A"/>
    <w:rsid w:val="004B65FE"/>
    <w:rsid w:val="004B694A"/>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833"/>
    <w:rsid w:val="004C390D"/>
    <w:rsid w:val="004C3919"/>
    <w:rsid w:val="004C3B02"/>
    <w:rsid w:val="004C3E01"/>
    <w:rsid w:val="004C4525"/>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C21"/>
    <w:rsid w:val="004C6D16"/>
    <w:rsid w:val="004C6D5E"/>
    <w:rsid w:val="004C6DF7"/>
    <w:rsid w:val="004C7216"/>
    <w:rsid w:val="004C79D7"/>
    <w:rsid w:val="004C79E1"/>
    <w:rsid w:val="004C7ADF"/>
    <w:rsid w:val="004C7C70"/>
    <w:rsid w:val="004C7D3B"/>
    <w:rsid w:val="004C7D8D"/>
    <w:rsid w:val="004D04B6"/>
    <w:rsid w:val="004D08CD"/>
    <w:rsid w:val="004D0AF3"/>
    <w:rsid w:val="004D0AF9"/>
    <w:rsid w:val="004D0BDA"/>
    <w:rsid w:val="004D0C63"/>
    <w:rsid w:val="004D0E74"/>
    <w:rsid w:val="004D1842"/>
    <w:rsid w:val="004D19CD"/>
    <w:rsid w:val="004D1AA9"/>
    <w:rsid w:val="004D1D5C"/>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D11"/>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C7D"/>
    <w:rsid w:val="004E31D0"/>
    <w:rsid w:val="004E33A6"/>
    <w:rsid w:val="004E357D"/>
    <w:rsid w:val="004E36E3"/>
    <w:rsid w:val="004E39C0"/>
    <w:rsid w:val="004E3C15"/>
    <w:rsid w:val="004E3EBC"/>
    <w:rsid w:val="004E446B"/>
    <w:rsid w:val="004E4921"/>
    <w:rsid w:val="004E4A91"/>
    <w:rsid w:val="004E4B2E"/>
    <w:rsid w:val="004E4EF1"/>
    <w:rsid w:val="004E50CD"/>
    <w:rsid w:val="004E51B5"/>
    <w:rsid w:val="004E5668"/>
    <w:rsid w:val="004E574E"/>
    <w:rsid w:val="004E5961"/>
    <w:rsid w:val="004E5A42"/>
    <w:rsid w:val="004E621C"/>
    <w:rsid w:val="004E644C"/>
    <w:rsid w:val="004E673F"/>
    <w:rsid w:val="004E6E37"/>
    <w:rsid w:val="004E6F68"/>
    <w:rsid w:val="004E701A"/>
    <w:rsid w:val="004E725A"/>
    <w:rsid w:val="004E7266"/>
    <w:rsid w:val="004E760E"/>
    <w:rsid w:val="004E7675"/>
    <w:rsid w:val="004E76C7"/>
    <w:rsid w:val="004E7B76"/>
    <w:rsid w:val="004E7D7E"/>
    <w:rsid w:val="004E7E27"/>
    <w:rsid w:val="004F04F5"/>
    <w:rsid w:val="004F065F"/>
    <w:rsid w:val="004F0857"/>
    <w:rsid w:val="004F0CA2"/>
    <w:rsid w:val="004F0D51"/>
    <w:rsid w:val="004F0E14"/>
    <w:rsid w:val="004F0EDC"/>
    <w:rsid w:val="004F0FEE"/>
    <w:rsid w:val="004F1787"/>
    <w:rsid w:val="004F1C45"/>
    <w:rsid w:val="004F1D27"/>
    <w:rsid w:val="004F21E8"/>
    <w:rsid w:val="004F21FD"/>
    <w:rsid w:val="004F2784"/>
    <w:rsid w:val="004F2885"/>
    <w:rsid w:val="004F293C"/>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BF9"/>
    <w:rsid w:val="004F5CF9"/>
    <w:rsid w:val="004F5EEA"/>
    <w:rsid w:val="004F5FD7"/>
    <w:rsid w:val="004F61B3"/>
    <w:rsid w:val="004F6723"/>
    <w:rsid w:val="004F6793"/>
    <w:rsid w:val="004F67B1"/>
    <w:rsid w:val="004F682B"/>
    <w:rsid w:val="004F687E"/>
    <w:rsid w:val="004F68FD"/>
    <w:rsid w:val="004F696B"/>
    <w:rsid w:val="004F7827"/>
    <w:rsid w:val="004F7B09"/>
    <w:rsid w:val="00500489"/>
    <w:rsid w:val="0050048D"/>
    <w:rsid w:val="00500585"/>
    <w:rsid w:val="0050081A"/>
    <w:rsid w:val="00500872"/>
    <w:rsid w:val="00500A57"/>
    <w:rsid w:val="00500D32"/>
    <w:rsid w:val="005012F7"/>
    <w:rsid w:val="00501A49"/>
    <w:rsid w:val="00501D72"/>
    <w:rsid w:val="0050274B"/>
    <w:rsid w:val="00502834"/>
    <w:rsid w:val="00502B66"/>
    <w:rsid w:val="00502BD1"/>
    <w:rsid w:val="00502C2E"/>
    <w:rsid w:val="00502E46"/>
    <w:rsid w:val="00502E65"/>
    <w:rsid w:val="00502F60"/>
    <w:rsid w:val="00502FE0"/>
    <w:rsid w:val="005030D5"/>
    <w:rsid w:val="0050323C"/>
    <w:rsid w:val="0050341C"/>
    <w:rsid w:val="0050345C"/>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77E"/>
    <w:rsid w:val="005067A1"/>
    <w:rsid w:val="005068BE"/>
    <w:rsid w:val="00506B1A"/>
    <w:rsid w:val="00506CB3"/>
    <w:rsid w:val="00506DA7"/>
    <w:rsid w:val="00507439"/>
    <w:rsid w:val="00507527"/>
    <w:rsid w:val="0050755B"/>
    <w:rsid w:val="00507656"/>
    <w:rsid w:val="0050766C"/>
    <w:rsid w:val="00507D26"/>
    <w:rsid w:val="00507E21"/>
    <w:rsid w:val="005104A9"/>
    <w:rsid w:val="00511398"/>
    <w:rsid w:val="00511822"/>
    <w:rsid w:val="00511A03"/>
    <w:rsid w:val="00511D07"/>
    <w:rsid w:val="00511E0D"/>
    <w:rsid w:val="00511FEA"/>
    <w:rsid w:val="005120CD"/>
    <w:rsid w:val="0051288C"/>
    <w:rsid w:val="00512986"/>
    <w:rsid w:val="00512A1E"/>
    <w:rsid w:val="0051303E"/>
    <w:rsid w:val="005130B6"/>
    <w:rsid w:val="00513110"/>
    <w:rsid w:val="00513477"/>
    <w:rsid w:val="0051395A"/>
    <w:rsid w:val="005139CC"/>
    <w:rsid w:val="00513C51"/>
    <w:rsid w:val="005144D2"/>
    <w:rsid w:val="00514A26"/>
    <w:rsid w:val="00514C0A"/>
    <w:rsid w:val="00515364"/>
    <w:rsid w:val="0051546F"/>
    <w:rsid w:val="0051586D"/>
    <w:rsid w:val="005158A2"/>
    <w:rsid w:val="00515CCB"/>
    <w:rsid w:val="0051607F"/>
    <w:rsid w:val="005162BE"/>
    <w:rsid w:val="00516A0F"/>
    <w:rsid w:val="00516EC9"/>
    <w:rsid w:val="00516FD2"/>
    <w:rsid w:val="005170B3"/>
    <w:rsid w:val="00517225"/>
    <w:rsid w:val="005174BB"/>
    <w:rsid w:val="00517856"/>
    <w:rsid w:val="005178A5"/>
    <w:rsid w:val="00517B67"/>
    <w:rsid w:val="00517DF7"/>
    <w:rsid w:val="00520805"/>
    <w:rsid w:val="005208CA"/>
    <w:rsid w:val="005208EC"/>
    <w:rsid w:val="00520C83"/>
    <w:rsid w:val="00520C9D"/>
    <w:rsid w:val="00520CDB"/>
    <w:rsid w:val="0052106F"/>
    <w:rsid w:val="0052128B"/>
    <w:rsid w:val="0052156E"/>
    <w:rsid w:val="005215E2"/>
    <w:rsid w:val="005218C3"/>
    <w:rsid w:val="00521A33"/>
    <w:rsid w:val="00521B2F"/>
    <w:rsid w:val="00521FBA"/>
    <w:rsid w:val="00522419"/>
    <w:rsid w:val="00522627"/>
    <w:rsid w:val="00522D43"/>
    <w:rsid w:val="00522E16"/>
    <w:rsid w:val="00523384"/>
    <w:rsid w:val="005234D8"/>
    <w:rsid w:val="005236AD"/>
    <w:rsid w:val="00523A46"/>
    <w:rsid w:val="00523A53"/>
    <w:rsid w:val="0052416A"/>
    <w:rsid w:val="005246B0"/>
    <w:rsid w:val="00524757"/>
    <w:rsid w:val="005247A3"/>
    <w:rsid w:val="00524B10"/>
    <w:rsid w:val="00524C69"/>
    <w:rsid w:val="0052513E"/>
    <w:rsid w:val="005253F0"/>
    <w:rsid w:val="00525941"/>
    <w:rsid w:val="00526163"/>
    <w:rsid w:val="00526384"/>
    <w:rsid w:val="005266F1"/>
    <w:rsid w:val="00526724"/>
    <w:rsid w:val="00526804"/>
    <w:rsid w:val="005269A9"/>
    <w:rsid w:val="00526AE9"/>
    <w:rsid w:val="00526B90"/>
    <w:rsid w:val="00527320"/>
    <w:rsid w:val="00527527"/>
    <w:rsid w:val="00527DFB"/>
    <w:rsid w:val="0053053E"/>
    <w:rsid w:val="005306B0"/>
    <w:rsid w:val="005307E8"/>
    <w:rsid w:val="00530826"/>
    <w:rsid w:val="00530939"/>
    <w:rsid w:val="005309CD"/>
    <w:rsid w:val="00530A33"/>
    <w:rsid w:val="00530BC0"/>
    <w:rsid w:val="00531766"/>
    <w:rsid w:val="00531844"/>
    <w:rsid w:val="005318C0"/>
    <w:rsid w:val="00531A1F"/>
    <w:rsid w:val="00531A90"/>
    <w:rsid w:val="00531FFE"/>
    <w:rsid w:val="00532662"/>
    <w:rsid w:val="0053296D"/>
    <w:rsid w:val="00533457"/>
    <w:rsid w:val="00533466"/>
    <w:rsid w:val="005337CC"/>
    <w:rsid w:val="005337E3"/>
    <w:rsid w:val="00533900"/>
    <w:rsid w:val="00533CA6"/>
    <w:rsid w:val="005340EB"/>
    <w:rsid w:val="005341D8"/>
    <w:rsid w:val="00534283"/>
    <w:rsid w:val="00534430"/>
    <w:rsid w:val="0053474F"/>
    <w:rsid w:val="00534901"/>
    <w:rsid w:val="00534B79"/>
    <w:rsid w:val="00534C58"/>
    <w:rsid w:val="00535129"/>
    <w:rsid w:val="00535190"/>
    <w:rsid w:val="00535B5C"/>
    <w:rsid w:val="0053613A"/>
    <w:rsid w:val="00536447"/>
    <w:rsid w:val="00536482"/>
    <w:rsid w:val="00536D22"/>
    <w:rsid w:val="00536E7F"/>
    <w:rsid w:val="00536F14"/>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8F7"/>
    <w:rsid w:val="00542526"/>
    <w:rsid w:val="00542672"/>
    <w:rsid w:val="005426D8"/>
    <w:rsid w:val="0054290C"/>
    <w:rsid w:val="00542CAB"/>
    <w:rsid w:val="00542F0A"/>
    <w:rsid w:val="005434FD"/>
    <w:rsid w:val="005435DE"/>
    <w:rsid w:val="00543B22"/>
    <w:rsid w:val="00543CA5"/>
    <w:rsid w:val="00543D3E"/>
    <w:rsid w:val="00544303"/>
    <w:rsid w:val="005444A8"/>
    <w:rsid w:val="0054471A"/>
    <w:rsid w:val="00544D6B"/>
    <w:rsid w:val="00544FC0"/>
    <w:rsid w:val="00545058"/>
    <w:rsid w:val="005451D1"/>
    <w:rsid w:val="00545247"/>
    <w:rsid w:val="00546357"/>
    <w:rsid w:val="0054655E"/>
    <w:rsid w:val="005465CF"/>
    <w:rsid w:val="0054670F"/>
    <w:rsid w:val="00546733"/>
    <w:rsid w:val="00546B1B"/>
    <w:rsid w:val="00546C4C"/>
    <w:rsid w:val="00547BBC"/>
    <w:rsid w:val="00547D41"/>
    <w:rsid w:val="00547E48"/>
    <w:rsid w:val="0055069F"/>
    <w:rsid w:val="005506CF"/>
    <w:rsid w:val="00550A52"/>
    <w:rsid w:val="00550D9E"/>
    <w:rsid w:val="00550F89"/>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6B"/>
    <w:rsid w:val="00553426"/>
    <w:rsid w:val="00553617"/>
    <w:rsid w:val="0055370C"/>
    <w:rsid w:val="00553D02"/>
    <w:rsid w:val="00553F16"/>
    <w:rsid w:val="00554264"/>
    <w:rsid w:val="005543BA"/>
    <w:rsid w:val="00554457"/>
    <w:rsid w:val="005544F1"/>
    <w:rsid w:val="005546C4"/>
    <w:rsid w:val="005546D9"/>
    <w:rsid w:val="00554B97"/>
    <w:rsid w:val="00554C2E"/>
    <w:rsid w:val="00554E49"/>
    <w:rsid w:val="00554F2C"/>
    <w:rsid w:val="005550B3"/>
    <w:rsid w:val="005554C4"/>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B85"/>
    <w:rsid w:val="00557ECF"/>
    <w:rsid w:val="00557F9E"/>
    <w:rsid w:val="0056011A"/>
    <w:rsid w:val="0056032F"/>
    <w:rsid w:val="0056036F"/>
    <w:rsid w:val="005603CB"/>
    <w:rsid w:val="00560E53"/>
    <w:rsid w:val="00561052"/>
    <w:rsid w:val="005611D6"/>
    <w:rsid w:val="005613E7"/>
    <w:rsid w:val="00561721"/>
    <w:rsid w:val="00561873"/>
    <w:rsid w:val="005618F9"/>
    <w:rsid w:val="00561F6C"/>
    <w:rsid w:val="0056211F"/>
    <w:rsid w:val="00562836"/>
    <w:rsid w:val="00562992"/>
    <w:rsid w:val="00562A2A"/>
    <w:rsid w:val="00562A34"/>
    <w:rsid w:val="00562D64"/>
    <w:rsid w:val="0056362A"/>
    <w:rsid w:val="0056391C"/>
    <w:rsid w:val="005639A8"/>
    <w:rsid w:val="0056437F"/>
    <w:rsid w:val="005645A9"/>
    <w:rsid w:val="00564713"/>
    <w:rsid w:val="0056492D"/>
    <w:rsid w:val="00564C99"/>
    <w:rsid w:val="00564EEE"/>
    <w:rsid w:val="00564F25"/>
    <w:rsid w:val="00565384"/>
    <w:rsid w:val="005657C2"/>
    <w:rsid w:val="005658C6"/>
    <w:rsid w:val="00565B63"/>
    <w:rsid w:val="00566658"/>
    <w:rsid w:val="00566CF7"/>
    <w:rsid w:val="00566EBB"/>
    <w:rsid w:val="005674E4"/>
    <w:rsid w:val="005677F2"/>
    <w:rsid w:val="00567CE4"/>
    <w:rsid w:val="00570206"/>
    <w:rsid w:val="00570656"/>
    <w:rsid w:val="00570AE4"/>
    <w:rsid w:val="00570FCF"/>
    <w:rsid w:val="0057129D"/>
    <w:rsid w:val="0057131E"/>
    <w:rsid w:val="0057143A"/>
    <w:rsid w:val="0057162B"/>
    <w:rsid w:val="00571D5A"/>
    <w:rsid w:val="00571F77"/>
    <w:rsid w:val="005728EE"/>
    <w:rsid w:val="00572C8A"/>
    <w:rsid w:val="00572E5C"/>
    <w:rsid w:val="00572E8B"/>
    <w:rsid w:val="00572EFE"/>
    <w:rsid w:val="00573381"/>
    <w:rsid w:val="0057339F"/>
    <w:rsid w:val="005733FF"/>
    <w:rsid w:val="00573492"/>
    <w:rsid w:val="005734B1"/>
    <w:rsid w:val="005735B8"/>
    <w:rsid w:val="00573F04"/>
    <w:rsid w:val="00574664"/>
    <w:rsid w:val="00574775"/>
    <w:rsid w:val="00574ADD"/>
    <w:rsid w:val="00574EC0"/>
    <w:rsid w:val="00574F13"/>
    <w:rsid w:val="00574FE0"/>
    <w:rsid w:val="005759D8"/>
    <w:rsid w:val="00575AEE"/>
    <w:rsid w:val="00575D84"/>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FFF"/>
    <w:rsid w:val="00582A2C"/>
    <w:rsid w:val="00582D28"/>
    <w:rsid w:val="00583044"/>
    <w:rsid w:val="00583596"/>
    <w:rsid w:val="00583FCC"/>
    <w:rsid w:val="00583FD8"/>
    <w:rsid w:val="00584058"/>
    <w:rsid w:val="00584133"/>
    <w:rsid w:val="005841B2"/>
    <w:rsid w:val="00584579"/>
    <w:rsid w:val="00584770"/>
    <w:rsid w:val="00584981"/>
    <w:rsid w:val="00584B5A"/>
    <w:rsid w:val="00584B6B"/>
    <w:rsid w:val="00585414"/>
    <w:rsid w:val="0058550A"/>
    <w:rsid w:val="00585721"/>
    <w:rsid w:val="00585A43"/>
    <w:rsid w:val="00585CE3"/>
    <w:rsid w:val="00585F95"/>
    <w:rsid w:val="00586179"/>
    <w:rsid w:val="00586226"/>
    <w:rsid w:val="005862F9"/>
    <w:rsid w:val="005864D5"/>
    <w:rsid w:val="00586544"/>
    <w:rsid w:val="0058661F"/>
    <w:rsid w:val="005868FF"/>
    <w:rsid w:val="00586D5F"/>
    <w:rsid w:val="00586DE8"/>
    <w:rsid w:val="00587443"/>
    <w:rsid w:val="00587A2A"/>
    <w:rsid w:val="00587BD1"/>
    <w:rsid w:val="00590067"/>
    <w:rsid w:val="00590467"/>
    <w:rsid w:val="00590480"/>
    <w:rsid w:val="00590C02"/>
    <w:rsid w:val="00590FBE"/>
    <w:rsid w:val="00590FE9"/>
    <w:rsid w:val="005911A2"/>
    <w:rsid w:val="00591481"/>
    <w:rsid w:val="005916DD"/>
    <w:rsid w:val="0059186F"/>
    <w:rsid w:val="00591ABB"/>
    <w:rsid w:val="00591D3D"/>
    <w:rsid w:val="00591DA0"/>
    <w:rsid w:val="00592328"/>
    <w:rsid w:val="00592610"/>
    <w:rsid w:val="005926BB"/>
    <w:rsid w:val="005929E0"/>
    <w:rsid w:val="00592FD5"/>
    <w:rsid w:val="0059300B"/>
    <w:rsid w:val="005931F5"/>
    <w:rsid w:val="005932FA"/>
    <w:rsid w:val="005933FF"/>
    <w:rsid w:val="00593499"/>
    <w:rsid w:val="005934D9"/>
    <w:rsid w:val="00593A1B"/>
    <w:rsid w:val="00593C35"/>
    <w:rsid w:val="005941AD"/>
    <w:rsid w:val="005945D5"/>
    <w:rsid w:val="00594C90"/>
    <w:rsid w:val="00595127"/>
    <w:rsid w:val="00595154"/>
    <w:rsid w:val="00595301"/>
    <w:rsid w:val="00595BFD"/>
    <w:rsid w:val="00595FC2"/>
    <w:rsid w:val="00595FCE"/>
    <w:rsid w:val="0059601B"/>
    <w:rsid w:val="00596024"/>
    <w:rsid w:val="0059617E"/>
    <w:rsid w:val="0059665C"/>
    <w:rsid w:val="00596C4E"/>
    <w:rsid w:val="00597142"/>
    <w:rsid w:val="005974A2"/>
    <w:rsid w:val="00597880"/>
    <w:rsid w:val="00597ABA"/>
    <w:rsid w:val="00597AE9"/>
    <w:rsid w:val="00597B1F"/>
    <w:rsid w:val="00597B45"/>
    <w:rsid w:val="00597D74"/>
    <w:rsid w:val="00597D78"/>
    <w:rsid w:val="005A03EB"/>
    <w:rsid w:val="005A09E9"/>
    <w:rsid w:val="005A1368"/>
    <w:rsid w:val="005A1752"/>
    <w:rsid w:val="005A18E1"/>
    <w:rsid w:val="005A19D0"/>
    <w:rsid w:val="005A1A64"/>
    <w:rsid w:val="005A1F33"/>
    <w:rsid w:val="005A204D"/>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F7"/>
    <w:rsid w:val="005A5919"/>
    <w:rsid w:val="005A5A3E"/>
    <w:rsid w:val="005A5B2E"/>
    <w:rsid w:val="005A5CBE"/>
    <w:rsid w:val="005A5D5C"/>
    <w:rsid w:val="005A5D73"/>
    <w:rsid w:val="005A5F03"/>
    <w:rsid w:val="005A6446"/>
    <w:rsid w:val="005A65A6"/>
    <w:rsid w:val="005A6ADC"/>
    <w:rsid w:val="005A6D76"/>
    <w:rsid w:val="005A6ED3"/>
    <w:rsid w:val="005A70A8"/>
    <w:rsid w:val="005A7199"/>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11B6"/>
    <w:rsid w:val="005B139C"/>
    <w:rsid w:val="005B1409"/>
    <w:rsid w:val="005B1A84"/>
    <w:rsid w:val="005B1E65"/>
    <w:rsid w:val="005B1F19"/>
    <w:rsid w:val="005B25E3"/>
    <w:rsid w:val="005B2C03"/>
    <w:rsid w:val="005B31B2"/>
    <w:rsid w:val="005B32AE"/>
    <w:rsid w:val="005B3313"/>
    <w:rsid w:val="005B37A9"/>
    <w:rsid w:val="005B37B1"/>
    <w:rsid w:val="005B3B02"/>
    <w:rsid w:val="005B4361"/>
    <w:rsid w:val="005B43EA"/>
    <w:rsid w:val="005B4768"/>
    <w:rsid w:val="005B4942"/>
    <w:rsid w:val="005B4948"/>
    <w:rsid w:val="005B4A3F"/>
    <w:rsid w:val="005B4D0F"/>
    <w:rsid w:val="005B4E66"/>
    <w:rsid w:val="005B4FF8"/>
    <w:rsid w:val="005B513B"/>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AD2"/>
    <w:rsid w:val="005B7CF1"/>
    <w:rsid w:val="005B7D1C"/>
    <w:rsid w:val="005B7D42"/>
    <w:rsid w:val="005B7D92"/>
    <w:rsid w:val="005C0E27"/>
    <w:rsid w:val="005C0E91"/>
    <w:rsid w:val="005C0E92"/>
    <w:rsid w:val="005C0F3C"/>
    <w:rsid w:val="005C0F67"/>
    <w:rsid w:val="005C1086"/>
    <w:rsid w:val="005C153C"/>
    <w:rsid w:val="005C16A0"/>
    <w:rsid w:val="005C22B3"/>
    <w:rsid w:val="005C260D"/>
    <w:rsid w:val="005C2767"/>
    <w:rsid w:val="005C2A52"/>
    <w:rsid w:val="005C2F14"/>
    <w:rsid w:val="005C3296"/>
    <w:rsid w:val="005C32CD"/>
    <w:rsid w:val="005C3563"/>
    <w:rsid w:val="005C385B"/>
    <w:rsid w:val="005C387B"/>
    <w:rsid w:val="005C3956"/>
    <w:rsid w:val="005C43C3"/>
    <w:rsid w:val="005C4591"/>
    <w:rsid w:val="005C46EC"/>
    <w:rsid w:val="005C489D"/>
    <w:rsid w:val="005C4BD4"/>
    <w:rsid w:val="005C4E66"/>
    <w:rsid w:val="005C5497"/>
    <w:rsid w:val="005C57C8"/>
    <w:rsid w:val="005C5C5C"/>
    <w:rsid w:val="005C60FE"/>
    <w:rsid w:val="005C6137"/>
    <w:rsid w:val="005C660F"/>
    <w:rsid w:val="005C6ADA"/>
    <w:rsid w:val="005C6AE6"/>
    <w:rsid w:val="005C6BA1"/>
    <w:rsid w:val="005C6CDE"/>
    <w:rsid w:val="005C6EB6"/>
    <w:rsid w:val="005C7E0E"/>
    <w:rsid w:val="005C7FE0"/>
    <w:rsid w:val="005D0374"/>
    <w:rsid w:val="005D0388"/>
    <w:rsid w:val="005D043C"/>
    <w:rsid w:val="005D056E"/>
    <w:rsid w:val="005D06AE"/>
    <w:rsid w:val="005D07A5"/>
    <w:rsid w:val="005D0813"/>
    <w:rsid w:val="005D0A84"/>
    <w:rsid w:val="005D0F01"/>
    <w:rsid w:val="005D0F8C"/>
    <w:rsid w:val="005D12EF"/>
    <w:rsid w:val="005D132E"/>
    <w:rsid w:val="005D135C"/>
    <w:rsid w:val="005D1D93"/>
    <w:rsid w:val="005D1E47"/>
    <w:rsid w:val="005D1E85"/>
    <w:rsid w:val="005D2184"/>
    <w:rsid w:val="005D26AD"/>
    <w:rsid w:val="005D3286"/>
    <w:rsid w:val="005D34BD"/>
    <w:rsid w:val="005D34D4"/>
    <w:rsid w:val="005D355F"/>
    <w:rsid w:val="005D36D9"/>
    <w:rsid w:val="005D3B92"/>
    <w:rsid w:val="005D3D8E"/>
    <w:rsid w:val="005D40A6"/>
    <w:rsid w:val="005D4222"/>
    <w:rsid w:val="005D422E"/>
    <w:rsid w:val="005D4687"/>
    <w:rsid w:val="005D4D01"/>
    <w:rsid w:val="005D4EA3"/>
    <w:rsid w:val="005D52FB"/>
    <w:rsid w:val="005D5433"/>
    <w:rsid w:val="005D54BF"/>
    <w:rsid w:val="005D59CE"/>
    <w:rsid w:val="005D5A40"/>
    <w:rsid w:val="005D5B06"/>
    <w:rsid w:val="005D5B5D"/>
    <w:rsid w:val="005D5B8E"/>
    <w:rsid w:val="005D5F0E"/>
    <w:rsid w:val="005D5F73"/>
    <w:rsid w:val="005D6189"/>
    <w:rsid w:val="005D619C"/>
    <w:rsid w:val="005D61E3"/>
    <w:rsid w:val="005D63B8"/>
    <w:rsid w:val="005D6428"/>
    <w:rsid w:val="005D69BB"/>
    <w:rsid w:val="005D6A73"/>
    <w:rsid w:val="005D6BC0"/>
    <w:rsid w:val="005D6F30"/>
    <w:rsid w:val="005D7038"/>
    <w:rsid w:val="005D7154"/>
    <w:rsid w:val="005D72C3"/>
    <w:rsid w:val="005D7472"/>
    <w:rsid w:val="005D7755"/>
    <w:rsid w:val="005D77E1"/>
    <w:rsid w:val="005D7AC6"/>
    <w:rsid w:val="005D7E6D"/>
    <w:rsid w:val="005E06B3"/>
    <w:rsid w:val="005E07C1"/>
    <w:rsid w:val="005E0B1E"/>
    <w:rsid w:val="005E1417"/>
    <w:rsid w:val="005E175E"/>
    <w:rsid w:val="005E17FF"/>
    <w:rsid w:val="005E199E"/>
    <w:rsid w:val="005E1C2D"/>
    <w:rsid w:val="005E2204"/>
    <w:rsid w:val="005E246E"/>
    <w:rsid w:val="005E2832"/>
    <w:rsid w:val="005E2B04"/>
    <w:rsid w:val="005E3266"/>
    <w:rsid w:val="005E3B2D"/>
    <w:rsid w:val="005E3B65"/>
    <w:rsid w:val="005E3C8F"/>
    <w:rsid w:val="005E3F12"/>
    <w:rsid w:val="005E4219"/>
    <w:rsid w:val="005E476E"/>
    <w:rsid w:val="005E4797"/>
    <w:rsid w:val="005E4AA0"/>
    <w:rsid w:val="005E4BDB"/>
    <w:rsid w:val="005E50E3"/>
    <w:rsid w:val="005E591D"/>
    <w:rsid w:val="005E5A41"/>
    <w:rsid w:val="005E5B24"/>
    <w:rsid w:val="005E6056"/>
    <w:rsid w:val="005E6068"/>
    <w:rsid w:val="005E606D"/>
    <w:rsid w:val="005E62A0"/>
    <w:rsid w:val="005E6356"/>
    <w:rsid w:val="005E6804"/>
    <w:rsid w:val="005E688C"/>
    <w:rsid w:val="005E68D9"/>
    <w:rsid w:val="005E6F4F"/>
    <w:rsid w:val="005E72D4"/>
    <w:rsid w:val="005E7547"/>
    <w:rsid w:val="005E78E9"/>
    <w:rsid w:val="005E7D6F"/>
    <w:rsid w:val="005F039B"/>
    <w:rsid w:val="005F0722"/>
    <w:rsid w:val="005F0CE1"/>
    <w:rsid w:val="005F0D3F"/>
    <w:rsid w:val="005F0EC5"/>
    <w:rsid w:val="005F0F6A"/>
    <w:rsid w:val="005F11AF"/>
    <w:rsid w:val="005F12EA"/>
    <w:rsid w:val="005F1448"/>
    <w:rsid w:val="005F1566"/>
    <w:rsid w:val="005F1AFB"/>
    <w:rsid w:val="005F1D24"/>
    <w:rsid w:val="005F28C8"/>
    <w:rsid w:val="005F28D1"/>
    <w:rsid w:val="005F2CD9"/>
    <w:rsid w:val="005F39C1"/>
    <w:rsid w:val="005F3B2A"/>
    <w:rsid w:val="005F3F97"/>
    <w:rsid w:val="005F44A1"/>
    <w:rsid w:val="005F51B3"/>
    <w:rsid w:val="005F5337"/>
    <w:rsid w:val="005F54AC"/>
    <w:rsid w:val="005F57F8"/>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868"/>
    <w:rsid w:val="00600987"/>
    <w:rsid w:val="00600CB5"/>
    <w:rsid w:val="00600EB5"/>
    <w:rsid w:val="00601277"/>
    <w:rsid w:val="0060130B"/>
    <w:rsid w:val="00601783"/>
    <w:rsid w:val="0060190F"/>
    <w:rsid w:val="00601945"/>
    <w:rsid w:val="00601B0D"/>
    <w:rsid w:val="00601D33"/>
    <w:rsid w:val="00601DB6"/>
    <w:rsid w:val="00601FE3"/>
    <w:rsid w:val="006020D9"/>
    <w:rsid w:val="00602252"/>
    <w:rsid w:val="00602899"/>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AE0"/>
    <w:rsid w:val="00604FB4"/>
    <w:rsid w:val="006050DC"/>
    <w:rsid w:val="00605385"/>
    <w:rsid w:val="006053C7"/>
    <w:rsid w:val="006055D1"/>
    <w:rsid w:val="00605656"/>
    <w:rsid w:val="00605F77"/>
    <w:rsid w:val="00606185"/>
    <w:rsid w:val="006061DF"/>
    <w:rsid w:val="00606241"/>
    <w:rsid w:val="00606474"/>
    <w:rsid w:val="006067B2"/>
    <w:rsid w:val="006068B1"/>
    <w:rsid w:val="00606A37"/>
    <w:rsid w:val="00606BF1"/>
    <w:rsid w:val="00606E18"/>
    <w:rsid w:val="00606FBC"/>
    <w:rsid w:val="00606FC2"/>
    <w:rsid w:val="0060708B"/>
    <w:rsid w:val="00607182"/>
    <w:rsid w:val="0060749C"/>
    <w:rsid w:val="00607863"/>
    <w:rsid w:val="00607D24"/>
    <w:rsid w:val="006104E6"/>
    <w:rsid w:val="00610A28"/>
    <w:rsid w:val="00610A9C"/>
    <w:rsid w:val="00610C38"/>
    <w:rsid w:val="006114B6"/>
    <w:rsid w:val="0061158B"/>
    <w:rsid w:val="006119EA"/>
    <w:rsid w:val="00611C57"/>
    <w:rsid w:val="00611CFF"/>
    <w:rsid w:val="00611F7F"/>
    <w:rsid w:val="00612509"/>
    <w:rsid w:val="0061278E"/>
    <w:rsid w:val="00612956"/>
    <w:rsid w:val="00612CCA"/>
    <w:rsid w:val="00612D65"/>
    <w:rsid w:val="00612E11"/>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200D6"/>
    <w:rsid w:val="006203C4"/>
    <w:rsid w:val="00620432"/>
    <w:rsid w:val="006207DD"/>
    <w:rsid w:val="00620A4E"/>
    <w:rsid w:val="00620B76"/>
    <w:rsid w:val="0062104E"/>
    <w:rsid w:val="0062132F"/>
    <w:rsid w:val="00621AA4"/>
    <w:rsid w:val="00621F25"/>
    <w:rsid w:val="0062237F"/>
    <w:rsid w:val="00622855"/>
    <w:rsid w:val="00622A69"/>
    <w:rsid w:val="00622A8F"/>
    <w:rsid w:val="00622FEC"/>
    <w:rsid w:val="0062329B"/>
    <w:rsid w:val="00623C18"/>
    <w:rsid w:val="00623CB0"/>
    <w:rsid w:val="00623CBA"/>
    <w:rsid w:val="00623CCD"/>
    <w:rsid w:val="0062417F"/>
    <w:rsid w:val="006241A9"/>
    <w:rsid w:val="006243DF"/>
    <w:rsid w:val="00624485"/>
    <w:rsid w:val="0062470C"/>
    <w:rsid w:val="0062482A"/>
    <w:rsid w:val="00624AC7"/>
    <w:rsid w:val="006255B5"/>
    <w:rsid w:val="006256FB"/>
    <w:rsid w:val="00625C91"/>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2E3"/>
    <w:rsid w:val="006322FE"/>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B40"/>
    <w:rsid w:val="0063509A"/>
    <w:rsid w:val="00635235"/>
    <w:rsid w:val="00635247"/>
    <w:rsid w:val="006352D1"/>
    <w:rsid w:val="00635527"/>
    <w:rsid w:val="0063589E"/>
    <w:rsid w:val="00635C41"/>
    <w:rsid w:val="006362D2"/>
    <w:rsid w:val="006366AC"/>
    <w:rsid w:val="00636715"/>
    <w:rsid w:val="006369E1"/>
    <w:rsid w:val="00636BC6"/>
    <w:rsid w:val="00636DA0"/>
    <w:rsid w:val="00636E55"/>
    <w:rsid w:val="00636FF9"/>
    <w:rsid w:val="006375E2"/>
    <w:rsid w:val="006376A5"/>
    <w:rsid w:val="006379EB"/>
    <w:rsid w:val="00637AB0"/>
    <w:rsid w:val="006402F5"/>
    <w:rsid w:val="00640323"/>
    <w:rsid w:val="006406A5"/>
    <w:rsid w:val="0064072F"/>
    <w:rsid w:val="006407CC"/>
    <w:rsid w:val="00640ACF"/>
    <w:rsid w:val="00640BE8"/>
    <w:rsid w:val="00640D6F"/>
    <w:rsid w:val="00640F3D"/>
    <w:rsid w:val="00641277"/>
    <w:rsid w:val="0064131B"/>
    <w:rsid w:val="00641677"/>
    <w:rsid w:val="00641AE6"/>
    <w:rsid w:val="00641D12"/>
    <w:rsid w:val="00641E3C"/>
    <w:rsid w:val="00641F7B"/>
    <w:rsid w:val="006423CA"/>
    <w:rsid w:val="00642BF9"/>
    <w:rsid w:val="0064304D"/>
    <w:rsid w:val="0064308D"/>
    <w:rsid w:val="00643721"/>
    <w:rsid w:val="00643780"/>
    <w:rsid w:val="006437DF"/>
    <w:rsid w:val="00643D26"/>
    <w:rsid w:val="00643E25"/>
    <w:rsid w:val="0064458B"/>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706"/>
    <w:rsid w:val="00646CCC"/>
    <w:rsid w:val="006473AA"/>
    <w:rsid w:val="00647A3E"/>
    <w:rsid w:val="00647C97"/>
    <w:rsid w:val="00650432"/>
    <w:rsid w:val="00651014"/>
    <w:rsid w:val="00651131"/>
    <w:rsid w:val="00651344"/>
    <w:rsid w:val="0065147C"/>
    <w:rsid w:val="006515AD"/>
    <w:rsid w:val="006515FE"/>
    <w:rsid w:val="00651A5B"/>
    <w:rsid w:val="00651AC5"/>
    <w:rsid w:val="00651DE7"/>
    <w:rsid w:val="00652487"/>
    <w:rsid w:val="00652815"/>
    <w:rsid w:val="00652A37"/>
    <w:rsid w:val="00652E01"/>
    <w:rsid w:val="00652E78"/>
    <w:rsid w:val="00652E8E"/>
    <w:rsid w:val="00652FC4"/>
    <w:rsid w:val="00653191"/>
    <w:rsid w:val="006536A6"/>
    <w:rsid w:val="00653732"/>
    <w:rsid w:val="0065389D"/>
    <w:rsid w:val="00653C9B"/>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33A"/>
    <w:rsid w:val="0065739F"/>
    <w:rsid w:val="0065755C"/>
    <w:rsid w:val="00657621"/>
    <w:rsid w:val="00657849"/>
    <w:rsid w:val="00657A19"/>
    <w:rsid w:val="00657A29"/>
    <w:rsid w:val="00657A59"/>
    <w:rsid w:val="00657EDC"/>
    <w:rsid w:val="00660214"/>
    <w:rsid w:val="006606A7"/>
    <w:rsid w:val="00660CB0"/>
    <w:rsid w:val="00660ECE"/>
    <w:rsid w:val="00660EE8"/>
    <w:rsid w:val="00660F7A"/>
    <w:rsid w:val="0066136A"/>
    <w:rsid w:val="006613BD"/>
    <w:rsid w:val="006616E5"/>
    <w:rsid w:val="00661C02"/>
    <w:rsid w:val="00661E92"/>
    <w:rsid w:val="00662419"/>
    <w:rsid w:val="00662A75"/>
    <w:rsid w:val="00662E45"/>
    <w:rsid w:val="00662E63"/>
    <w:rsid w:val="00663098"/>
    <w:rsid w:val="00663479"/>
    <w:rsid w:val="00663633"/>
    <w:rsid w:val="00663650"/>
    <w:rsid w:val="00663724"/>
    <w:rsid w:val="00663873"/>
    <w:rsid w:val="006639BB"/>
    <w:rsid w:val="00663BB3"/>
    <w:rsid w:val="00663C9E"/>
    <w:rsid w:val="00664085"/>
    <w:rsid w:val="00664A11"/>
    <w:rsid w:val="00664B69"/>
    <w:rsid w:val="00664B70"/>
    <w:rsid w:val="00664FA9"/>
    <w:rsid w:val="00665155"/>
    <w:rsid w:val="006652E2"/>
    <w:rsid w:val="00665568"/>
    <w:rsid w:val="006655D9"/>
    <w:rsid w:val="00665795"/>
    <w:rsid w:val="00665BAD"/>
    <w:rsid w:val="00665E1B"/>
    <w:rsid w:val="00665F2B"/>
    <w:rsid w:val="006663AA"/>
    <w:rsid w:val="00666D75"/>
    <w:rsid w:val="006672FD"/>
    <w:rsid w:val="006673C5"/>
    <w:rsid w:val="00667712"/>
    <w:rsid w:val="00670045"/>
    <w:rsid w:val="00670470"/>
    <w:rsid w:val="006704E5"/>
    <w:rsid w:val="00670548"/>
    <w:rsid w:val="00670557"/>
    <w:rsid w:val="00670559"/>
    <w:rsid w:val="006705DB"/>
    <w:rsid w:val="00670781"/>
    <w:rsid w:val="006709F2"/>
    <w:rsid w:val="00670D70"/>
    <w:rsid w:val="00670F3E"/>
    <w:rsid w:val="00671074"/>
    <w:rsid w:val="0067117A"/>
    <w:rsid w:val="00671B92"/>
    <w:rsid w:val="00671D98"/>
    <w:rsid w:val="00671DAD"/>
    <w:rsid w:val="00671E43"/>
    <w:rsid w:val="006727E7"/>
    <w:rsid w:val="00672B15"/>
    <w:rsid w:val="00672C1A"/>
    <w:rsid w:val="00672ED5"/>
    <w:rsid w:val="00673028"/>
    <w:rsid w:val="00673138"/>
    <w:rsid w:val="006731CD"/>
    <w:rsid w:val="00673826"/>
    <w:rsid w:val="00673C94"/>
    <w:rsid w:val="0067449A"/>
    <w:rsid w:val="0067462C"/>
    <w:rsid w:val="006746E1"/>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64"/>
    <w:rsid w:val="006827AD"/>
    <w:rsid w:val="00682961"/>
    <w:rsid w:val="00682F1A"/>
    <w:rsid w:val="006834C5"/>
    <w:rsid w:val="006836A9"/>
    <w:rsid w:val="00683725"/>
    <w:rsid w:val="0068372D"/>
    <w:rsid w:val="0068378E"/>
    <w:rsid w:val="006838A9"/>
    <w:rsid w:val="00683958"/>
    <w:rsid w:val="00683EEC"/>
    <w:rsid w:val="00684932"/>
    <w:rsid w:val="0068497F"/>
    <w:rsid w:val="00684CF0"/>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90940"/>
    <w:rsid w:val="00690A4E"/>
    <w:rsid w:val="00691051"/>
    <w:rsid w:val="0069119F"/>
    <w:rsid w:val="00691467"/>
    <w:rsid w:val="006916B5"/>
    <w:rsid w:val="006916D7"/>
    <w:rsid w:val="00691EB8"/>
    <w:rsid w:val="00691FB0"/>
    <w:rsid w:val="006923F6"/>
    <w:rsid w:val="00692A3D"/>
    <w:rsid w:val="00692E5B"/>
    <w:rsid w:val="00693590"/>
    <w:rsid w:val="00693ABB"/>
    <w:rsid w:val="00693D07"/>
    <w:rsid w:val="00693DD2"/>
    <w:rsid w:val="00694002"/>
    <w:rsid w:val="00694112"/>
    <w:rsid w:val="006941E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F4E"/>
    <w:rsid w:val="00696FE5"/>
    <w:rsid w:val="006971F9"/>
    <w:rsid w:val="006975BD"/>
    <w:rsid w:val="00697915"/>
    <w:rsid w:val="00697979"/>
    <w:rsid w:val="00697C91"/>
    <w:rsid w:val="006A012D"/>
    <w:rsid w:val="006A0329"/>
    <w:rsid w:val="006A06AF"/>
    <w:rsid w:val="006A0852"/>
    <w:rsid w:val="006A09C1"/>
    <w:rsid w:val="006A0AEB"/>
    <w:rsid w:val="006A0C03"/>
    <w:rsid w:val="006A100F"/>
    <w:rsid w:val="006A14ED"/>
    <w:rsid w:val="006A176E"/>
    <w:rsid w:val="006A1874"/>
    <w:rsid w:val="006A1C05"/>
    <w:rsid w:val="006A27D5"/>
    <w:rsid w:val="006A2856"/>
    <w:rsid w:val="006A2BB5"/>
    <w:rsid w:val="006A2CAF"/>
    <w:rsid w:val="006A2DB0"/>
    <w:rsid w:val="006A2EBC"/>
    <w:rsid w:val="006A2F9A"/>
    <w:rsid w:val="006A3598"/>
    <w:rsid w:val="006A36CD"/>
    <w:rsid w:val="006A3D5B"/>
    <w:rsid w:val="006A3EB1"/>
    <w:rsid w:val="006A3EC0"/>
    <w:rsid w:val="006A41DE"/>
    <w:rsid w:val="006A441C"/>
    <w:rsid w:val="006A458D"/>
    <w:rsid w:val="006A477F"/>
    <w:rsid w:val="006A4A60"/>
    <w:rsid w:val="006A4F42"/>
    <w:rsid w:val="006A51D7"/>
    <w:rsid w:val="006A51FB"/>
    <w:rsid w:val="006A5646"/>
    <w:rsid w:val="006A56EA"/>
    <w:rsid w:val="006A5FDF"/>
    <w:rsid w:val="006A6412"/>
    <w:rsid w:val="006A664B"/>
    <w:rsid w:val="006A67AC"/>
    <w:rsid w:val="006A6A88"/>
    <w:rsid w:val="006A6D76"/>
    <w:rsid w:val="006A6FDD"/>
    <w:rsid w:val="006A7285"/>
    <w:rsid w:val="006A72DD"/>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BF6"/>
    <w:rsid w:val="006B1D3F"/>
    <w:rsid w:val="006B2130"/>
    <w:rsid w:val="006B22ED"/>
    <w:rsid w:val="006B2313"/>
    <w:rsid w:val="006B25B9"/>
    <w:rsid w:val="006B2703"/>
    <w:rsid w:val="006B27EE"/>
    <w:rsid w:val="006B2D79"/>
    <w:rsid w:val="006B2E1C"/>
    <w:rsid w:val="006B3064"/>
    <w:rsid w:val="006B31AD"/>
    <w:rsid w:val="006B338A"/>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A"/>
    <w:rsid w:val="006B7551"/>
    <w:rsid w:val="006B7675"/>
    <w:rsid w:val="006B7682"/>
    <w:rsid w:val="006B782C"/>
    <w:rsid w:val="006B78AF"/>
    <w:rsid w:val="006B7EBB"/>
    <w:rsid w:val="006C010D"/>
    <w:rsid w:val="006C01AB"/>
    <w:rsid w:val="006C05D8"/>
    <w:rsid w:val="006C090D"/>
    <w:rsid w:val="006C0D65"/>
    <w:rsid w:val="006C0D68"/>
    <w:rsid w:val="006C0EC0"/>
    <w:rsid w:val="006C1095"/>
    <w:rsid w:val="006C1264"/>
    <w:rsid w:val="006C17D5"/>
    <w:rsid w:val="006C1A62"/>
    <w:rsid w:val="006C1B02"/>
    <w:rsid w:val="006C1C0A"/>
    <w:rsid w:val="006C2025"/>
    <w:rsid w:val="006C2A64"/>
    <w:rsid w:val="006C2AD3"/>
    <w:rsid w:val="006C2B4C"/>
    <w:rsid w:val="006C30F0"/>
    <w:rsid w:val="006C32A0"/>
    <w:rsid w:val="006C32B3"/>
    <w:rsid w:val="006C32BC"/>
    <w:rsid w:val="006C3758"/>
    <w:rsid w:val="006C3964"/>
    <w:rsid w:val="006C407F"/>
    <w:rsid w:val="006C409F"/>
    <w:rsid w:val="006C412A"/>
    <w:rsid w:val="006C46F1"/>
    <w:rsid w:val="006C4A44"/>
    <w:rsid w:val="006C4F54"/>
    <w:rsid w:val="006C5445"/>
    <w:rsid w:val="006C5626"/>
    <w:rsid w:val="006C5654"/>
    <w:rsid w:val="006C56FA"/>
    <w:rsid w:val="006C5AA2"/>
    <w:rsid w:val="006C5CBB"/>
    <w:rsid w:val="006C5D2E"/>
    <w:rsid w:val="006C65FB"/>
    <w:rsid w:val="006C683E"/>
    <w:rsid w:val="006C6D00"/>
    <w:rsid w:val="006C6DC6"/>
    <w:rsid w:val="006C719C"/>
    <w:rsid w:val="006C7544"/>
    <w:rsid w:val="006C7556"/>
    <w:rsid w:val="006C7605"/>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FF8"/>
    <w:rsid w:val="006D206C"/>
    <w:rsid w:val="006D21B1"/>
    <w:rsid w:val="006D21F2"/>
    <w:rsid w:val="006D21F4"/>
    <w:rsid w:val="006D24AB"/>
    <w:rsid w:val="006D271A"/>
    <w:rsid w:val="006D282A"/>
    <w:rsid w:val="006D28C2"/>
    <w:rsid w:val="006D2A19"/>
    <w:rsid w:val="006D2C34"/>
    <w:rsid w:val="006D303C"/>
    <w:rsid w:val="006D3587"/>
    <w:rsid w:val="006D37FF"/>
    <w:rsid w:val="006D3803"/>
    <w:rsid w:val="006D3EC8"/>
    <w:rsid w:val="006D4334"/>
    <w:rsid w:val="006D43F6"/>
    <w:rsid w:val="006D43FF"/>
    <w:rsid w:val="006D442F"/>
    <w:rsid w:val="006D44E7"/>
    <w:rsid w:val="006D50C7"/>
    <w:rsid w:val="006D5182"/>
    <w:rsid w:val="006D5464"/>
    <w:rsid w:val="006D5A32"/>
    <w:rsid w:val="006D6338"/>
    <w:rsid w:val="006D6549"/>
    <w:rsid w:val="006D6DD6"/>
    <w:rsid w:val="006D7264"/>
    <w:rsid w:val="006D7AB3"/>
    <w:rsid w:val="006D7B8E"/>
    <w:rsid w:val="006D7CEA"/>
    <w:rsid w:val="006D7E6D"/>
    <w:rsid w:val="006E0223"/>
    <w:rsid w:val="006E0294"/>
    <w:rsid w:val="006E036A"/>
    <w:rsid w:val="006E06BF"/>
    <w:rsid w:val="006E110D"/>
    <w:rsid w:val="006E110F"/>
    <w:rsid w:val="006E13F7"/>
    <w:rsid w:val="006E1482"/>
    <w:rsid w:val="006E162A"/>
    <w:rsid w:val="006E179E"/>
    <w:rsid w:val="006E199B"/>
    <w:rsid w:val="006E1AFC"/>
    <w:rsid w:val="006E1BF4"/>
    <w:rsid w:val="006E1CC2"/>
    <w:rsid w:val="006E1E8D"/>
    <w:rsid w:val="006E22A6"/>
    <w:rsid w:val="006E2617"/>
    <w:rsid w:val="006E2ECB"/>
    <w:rsid w:val="006E3562"/>
    <w:rsid w:val="006E3A1B"/>
    <w:rsid w:val="006E3BF2"/>
    <w:rsid w:val="006E3F17"/>
    <w:rsid w:val="006E3FB0"/>
    <w:rsid w:val="006E40AB"/>
    <w:rsid w:val="006E41C1"/>
    <w:rsid w:val="006E43A8"/>
    <w:rsid w:val="006E4975"/>
    <w:rsid w:val="006E4A69"/>
    <w:rsid w:val="006E4B00"/>
    <w:rsid w:val="006E50D1"/>
    <w:rsid w:val="006E5127"/>
    <w:rsid w:val="006E5C12"/>
    <w:rsid w:val="006E5C8A"/>
    <w:rsid w:val="006E5D72"/>
    <w:rsid w:val="006E63E9"/>
    <w:rsid w:val="006E6892"/>
    <w:rsid w:val="006E6FBE"/>
    <w:rsid w:val="006E7394"/>
    <w:rsid w:val="006E7485"/>
    <w:rsid w:val="006E79C0"/>
    <w:rsid w:val="006E7C89"/>
    <w:rsid w:val="006E7CDD"/>
    <w:rsid w:val="006E7F29"/>
    <w:rsid w:val="006E7FE1"/>
    <w:rsid w:val="006F040C"/>
    <w:rsid w:val="006F086D"/>
    <w:rsid w:val="006F09A8"/>
    <w:rsid w:val="006F0AEC"/>
    <w:rsid w:val="006F0B58"/>
    <w:rsid w:val="006F10C7"/>
    <w:rsid w:val="006F14EC"/>
    <w:rsid w:val="006F1AE6"/>
    <w:rsid w:val="006F1E18"/>
    <w:rsid w:val="006F1F28"/>
    <w:rsid w:val="006F22C7"/>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D4E"/>
    <w:rsid w:val="006F6047"/>
    <w:rsid w:val="006F6827"/>
    <w:rsid w:val="006F6A32"/>
    <w:rsid w:val="006F6E48"/>
    <w:rsid w:val="006F7080"/>
    <w:rsid w:val="006F79ED"/>
    <w:rsid w:val="006F7B21"/>
    <w:rsid w:val="006F7BDE"/>
    <w:rsid w:val="006F7EB4"/>
    <w:rsid w:val="00700116"/>
    <w:rsid w:val="00700138"/>
    <w:rsid w:val="0070026F"/>
    <w:rsid w:val="007002F1"/>
    <w:rsid w:val="007004CB"/>
    <w:rsid w:val="007007EA"/>
    <w:rsid w:val="00700E13"/>
    <w:rsid w:val="0070125C"/>
    <w:rsid w:val="0070133B"/>
    <w:rsid w:val="0070182B"/>
    <w:rsid w:val="00701E22"/>
    <w:rsid w:val="007020D1"/>
    <w:rsid w:val="0070268E"/>
    <w:rsid w:val="00702891"/>
    <w:rsid w:val="00702A35"/>
    <w:rsid w:val="00702EBF"/>
    <w:rsid w:val="0070337A"/>
    <w:rsid w:val="00703724"/>
    <w:rsid w:val="007037CD"/>
    <w:rsid w:val="00703C30"/>
    <w:rsid w:val="00703C33"/>
    <w:rsid w:val="00703E9E"/>
    <w:rsid w:val="00704136"/>
    <w:rsid w:val="00704396"/>
    <w:rsid w:val="0070478B"/>
    <w:rsid w:val="00704C41"/>
    <w:rsid w:val="00704FA2"/>
    <w:rsid w:val="00705655"/>
    <w:rsid w:val="0070590B"/>
    <w:rsid w:val="0070636A"/>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108A"/>
    <w:rsid w:val="007119CD"/>
    <w:rsid w:val="00711C7B"/>
    <w:rsid w:val="0071229E"/>
    <w:rsid w:val="00712370"/>
    <w:rsid w:val="00712542"/>
    <w:rsid w:val="00712772"/>
    <w:rsid w:val="0071298A"/>
    <w:rsid w:val="007129E7"/>
    <w:rsid w:val="00712B88"/>
    <w:rsid w:val="00713043"/>
    <w:rsid w:val="0071304F"/>
    <w:rsid w:val="0071307A"/>
    <w:rsid w:val="00713545"/>
    <w:rsid w:val="00713B51"/>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20"/>
    <w:rsid w:val="00717146"/>
    <w:rsid w:val="007175EA"/>
    <w:rsid w:val="00717A7B"/>
    <w:rsid w:val="00717B69"/>
    <w:rsid w:val="00717D16"/>
    <w:rsid w:val="00720303"/>
    <w:rsid w:val="007205D1"/>
    <w:rsid w:val="00720711"/>
    <w:rsid w:val="00720CE5"/>
    <w:rsid w:val="00720D44"/>
    <w:rsid w:val="00720EDB"/>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663"/>
    <w:rsid w:val="00724C27"/>
    <w:rsid w:val="00724C8D"/>
    <w:rsid w:val="00724E6E"/>
    <w:rsid w:val="00725061"/>
    <w:rsid w:val="0072520A"/>
    <w:rsid w:val="00725297"/>
    <w:rsid w:val="00725390"/>
    <w:rsid w:val="00725425"/>
    <w:rsid w:val="00725575"/>
    <w:rsid w:val="00725B1E"/>
    <w:rsid w:val="007261CA"/>
    <w:rsid w:val="00726707"/>
    <w:rsid w:val="00726823"/>
    <w:rsid w:val="00726969"/>
    <w:rsid w:val="00726C0B"/>
    <w:rsid w:val="00726CAC"/>
    <w:rsid w:val="00726CE6"/>
    <w:rsid w:val="00726FA9"/>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1887"/>
    <w:rsid w:val="00731B59"/>
    <w:rsid w:val="00732625"/>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E49"/>
    <w:rsid w:val="00734EF1"/>
    <w:rsid w:val="007354BE"/>
    <w:rsid w:val="0073561F"/>
    <w:rsid w:val="0073593C"/>
    <w:rsid w:val="00735A0D"/>
    <w:rsid w:val="00735C54"/>
    <w:rsid w:val="00735CD9"/>
    <w:rsid w:val="00735E30"/>
    <w:rsid w:val="00735E39"/>
    <w:rsid w:val="00735E90"/>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903"/>
    <w:rsid w:val="00737998"/>
    <w:rsid w:val="007379C4"/>
    <w:rsid w:val="00737EE1"/>
    <w:rsid w:val="00737EFA"/>
    <w:rsid w:val="0074055B"/>
    <w:rsid w:val="00740660"/>
    <w:rsid w:val="0074081A"/>
    <w:rsid w:val="00740879"/>
    <w:rsid w:val="00740BE9"/>
    <w:rsid w:val="00740C4E"/>
    <w:rsid w:val="00740ED5"/>
    <w:rsid w:val="007410B2"/>
    <w:rsid w:val="0074125E"/>
    <w:rsid w:val="007412B4"/>
    <w:rsid w:val="00741994"/>
    <w:rsid w:val="00741E39"/>
    <w:rsid w:val="00741E60"/>
    <w:rsid w:val="0074202D"/>
    <w:rsid w:val="0074227E"/>
    <w:rsid w:val="00742295"/>
    <w:rsid w:val="0074241C"/>
    <w:rsid w:val="007424C3"/>
    <w:rsid w:val="0074281B"/>
    <w:rsid w:val="00742B43"/>
    <w:rsid w:val="00742C30"/>
    <w:rsid w:val="00742E36"/>
    <w:rsid w:val="007431EE"/>
    <w:rsid w:val="00743575"/>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62CB"/>
    <w:rsid w:val="00746466"/>
    <w:rsid w:val="007464D9"/>
    <w:rsid w:val="007466D5"/>
    <w:rsid w:val="007466FD"/>
    <w:rsid w:val="00746867"/>
    <w:rsid w:val="00746B8F"/>
    <w:rsid w:val="00746DCA"/>
    <w:rsid w:val="00747135"/>
    <w:rsid w:val="00747279"/>
    <w:rsid w:val="00747884"/>
    <w:rsid w:val="007478A4"/>
    <w:rsid w:val="00747AE2"/>
    <w:rsid w:val="00747D02"/>
    <w:rsid w:val="00750056"/>
    <w:rsid w:val="007503A4"/>
    <w:rsid w:val="00750705"/>
    <w:rsid w:val="00750850"/>
    <w:rsid w:val="00750886"/>
    <w:rsid w:val="00750A8E"/>
    <w:rsid w:val="00750C61"/>
    <w:rsid w:val="00750D0C"/>
    <w:rsid w:val="00750E52"/>
    <w:rsid w:val="00751376"/>
    <w:rsid w:val="007513BD"/>
    <w:rsid w:val="0075140D"/>
    <w:rsid w:val="00751514"/>
    <w:rsid w:val="007519BC"/>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161"/>
    <w:rsid w:val="007541BB"/>
    <w:rsid w:val="0075420F"/>
    <w:rsid w:val="007542AE"/>
    <w:rsid w:val="007542C1"/>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C40"/>
    <w:rsid w:val="00760CD5"/>
    <w:rsid w:val="00760D6C"/>
    <w:rsid w:val="00760F48"/>
    <w:rsid w:val="00760FB9"/>
    <w:rsid w:val="00761175"/>
    <w:rsid w:val="0076119F"/>
    <w:rsid w:val="0076141D"/>
    <w:rsid w:val="00761459"/>
    <w:rsid w:val="00761469"/>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841"/>
    <w:rsid w:val="00763936"/>
    <w:rsid w:val="00763B2E"/>
    <w:rsid w:val="00763E83"/>
    <w:rsid w:val="00763FAE"/>
    <w:rsid w:val="007641C1"/>
    <w:rsid w:val="0076427C"/>
    <w:rsid w:val="007644BD"/>
    <w:rsid w:val="0076460C"/>
    <w:rsid w:val="00765881"/>
    <w:rsid w:val="00765943"/>
    <w:rsid w:val="00765E50"/>
    <w:rsid w:val="00765FD2"/>
    <w:rsid w:val="00766120"/>
    <w:rsid w:val="0076617D"/>
    <w:rsid w:val="00766D2B"/>
    <w:rsid w:val="00766ED0"/>
    <w:rsid w:val="00767352"/>
    <w:rsid w:val="007674B9"/>
    <w:rsid w:val="007674E8"/>
    <w:rsid w:val="00767957"/>
    <w:rsid w:val="007679E5"/>
    <w:rsid w:val="00767D64"/>
    <w:rsid w:val="00767D7C"/>
    <w:rsid w:val="00770250"/>
    <w:rsid w:val="00770453"/>
    <w:rsid w:val="007705E0"/>
    <w:rsid w:val="007707EE"/>
    <w:rsid w:val="00770B00"/>
    <w:rsid w:val="00771245"/>
    <w:rsid w:val="00771251"/>
    <w:rsid w:val="007712EF"/>
    <w:rsid w:val="00771350"/>
    <w:rsid w:val="007714D2"/>
    <w:rsid w:val="00771632"/>
    <w:rsid w:val="00771747"/>
    <w:rsid w:val="00772261"/>
    <w:rsid w:val="00772385"/>
    <w:rsid w:val="007725D8"/>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E97"/>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1B9"/>
    <w:rsid w:val="00780231"/>
    <w:rsid w:val="00780A48"/>
    <w:rsid w:val="00780B62"/>
    <w:rsid w:val="00780B79"/>
    <w:rsid w:val="0078145C"/>
    <w:rsid w:val="00781719"/>
    <w:rsid w:val="00781D72"/>
    <w:rsid w:val="007823E5"/>
    <w:rsid w:val="00782C17"/>
    <w:rsid w:val="00782D95"/>
    <w:rsid w:val="0078365D"/>
    <w:rsid w:val="00783AA9"/>
    <w:rsid w:val="00783F4B"/>
    <w:rsid w:val="00784046"/>
    <w:rsid w:val="007840E6"/>
    <w:rsid w:val="00784159"/>
    <w:rsid w:val="00784C12"/>
    <w:rsid w:val="00784D27"/>
    <w:rsid w:val="007851C5"/>
    <w:rsid w:val="007856F6"/>
    <w:rsid w:val="007858F3"/>
    <w:rsid w:val="007858FE"/>
    <w:rsid w:val="00785ABD"/>
    <w:rsid w:val="00785E9A"/>
    <w:rsid w:val="00785F4B"/>
    <w:rsid w:val="00786151"/>
    <w:rsid w:val="00786313"/>
    <w:rsid w:val="00786AF7"/>
    <w:rsid w:val="00786C0E"/>
    <w:rsid w:val="00786E1B"/>
    <w:rsid w:val="00786FA1"/>
    <w:rsid w:val="007874DD"/>
    <w:rsid w:val="007875A3"/>
    <w:rsid w:val="007877B8"/>
    <w:rsid w:val="007878FA"/>
    <w:rsid w:val="00787CF7"/>
    <w:rsid w:val="00787F19"/>
    <w:rsid w:val="00787FB4"/>
    <w:rsid w:val="00790693"/>
    <w:rsid w:val="00790728"/>
    <w:rsid w:val="00790B12"/>
    <w:rsid w:val="00790B16"/>
    <w:rsid w:val="00790BB4"/>
    <w:rsid w:val="00790E70"/>
    <w:rsid w:val="00791100"/>
    <w:rsid w:val="00791327"/>
    <w:rsid w:val="00791506"/>
    <w:rsid w:val="0079167D"/>
    <w:rsid w:val="0079169D"/>
    <w:rsid w:val="00791880"/>
    <w:rsid w:val="00791B99"/>
    <w:rsid w:val="00791E59"/>
    <w:rsid w:val="007920AA"/>
    <w:rsid w:val="007920F5"/>
    <w:rsid w:val="00792A03"/>
    <w:rsid w:val="00792BED"/>
    <w:rsid w:val="00792F09"/>
    <w:rsid w:val="00793594"/>
    <w:rsid w:val="007935DC"/>
    <w:rsid w:val="007936EA"/>
    <w:rsid w:val="00793AA2"/>
    <w:rsid w:val="00793AA3"/>
    <w:rsid w:val="00793AD1"/>
    <w:rsid w:val="00793B56"/>
    <w:rsid w:val="00793F5D"/>
    <w:rsid w:val="0079411F"/>
    <w:rsid w:val="00794151"/>
    <w:rsid w:val="007943B2"/>
    <w:rsid w:val="0079448B"/>
    <w:rsid w:val="0079451D"/>
    <w:rsid w:val="007947BF"/>
    <w:rsid w:val="007948BD"/>
    <w:rsid w:val="00794D49"/>
    <w:rsid w:val="00794F39"/>
    <w:rsid w:val="00794FBA"/>
    <w:rsid w:val="0079520C"/>
    <w:rsid w:val="00795424"/>
    <w:rsid w:val="0079563F"/>
    <w:rsid w:val="00795AD8"/>
    <w:rsid w:val="00795CAF"/>
    <w:rsid w:val="00795F05"/>
    <w:rsid w:val="00796063"/>
    <w:rsid w:val="007961E1"/>
    <w:rsid w:val="00796694"/>
    <w:rsid w:val="00796980"/>
    <w:rsid w:val="00796C9C"/>
    <w:rsid w:val="00797042"/>
    <w:rsid w:val="007970C1"/>
    <w:rsid w:val="007971CD"/>
    <w:rsid w:val="0079731E"/>
    <w:rsid w:val="00797362"/>
    <w:rsid w:val="00797485"/>
    <w:rsid w:val="00797593"/>
    <w:rsid w:val="0079791E"/>
    <w:rsid w:val="00797C9B"/>
    <w:rsid w:val="00797D4F"/>
    <w:rsid w:val="007A00BC"/>
    <w:rsid w:val="007A01F4"/>
    <w:rsid w:val="007A0985"/>
    <w:rsid w:val="007A11C0"/>
    <w:rsid w:val="007A1A9C"/>
    <w:rsid w:val="007A1CB6"/>
    <w:rsid w:val="007A2030"/>
    <w:rsid w:val="007A2148"/>
    <w:rsid w:val="007A21B0"/>
    <w:rsid w:val="007A2BFB"/>
    <w:rsid w:val="007A2EE2"/>
    <w:rsid w:val="007A3055"/>
    <w:rsid w:val="007A319D"/>
    <w:rsid w:val="007A3242"/>
    <w:rsid w:val="007A3948"/>
    <w:rsid w:val="007A3965"/>
    <w:rsid w:val="007A3C53"/>
    <w:rsid w:val="007A3ED1"/>
    <w:rsid w:val="007A3F41"/>
    <w:rsid w:val="007A40AA"/>
    <w:rsid w:val="007A43C6"/>
    <w:rsid w:val="007A4587"/>
    <w:rsid w:val="007A4781"/>
    <w:rsid w:val="007A4A06"/>
    <w:rsid w:val="007A4AA5"/>
    <w:rsid w:val="007A4AB9"/>
    <w:rsid w:val="007A4BB2"/>
    <w:rsid w:val="007A4D60"/>
    <w:rsid w:val="007A54E4"/>
    <w:rsid w:val="007A55CE"/>
    <w:rsid w:val="007A57CD"/>
    <w:rsid w:val="007A6126"/>
    <w:rsid w:val="007A6361"/>
    <w:rsid w:val="007A6587"/>
    <w:rsid w:val="007A6B55"/>
    <w:rsid w:val="007A6BD0"/>
    <w:rsid w:val="007A6C99"/>
    <w:rsid w:val="007A6F17"/>
    <w:rsid w:val="007A7F3F"/>
    <w:rsid w:val="007B00FB"/>
    <w:rsid w:val="007B02B0"/>
    <w:rsid w:val="007B0733"/>
    <w:rsid w:val="007B0940"/>
    <w:rsid w:val="007B0CA5"/>
    <w:rsid w:val="007B0CAF"/>
    <w:rsid w:val="007B0F53"/>
    <w:rsid w:val="007B0F6E"/>
    <w:rsid w:val="007B0FB4"/>
    <w:rsid w:val="007B1243"/>
    <w:rsid w:val="007B165D"/>
    <w:rsid w:val="007B1CD1"/>
    <w:rsid w:val="007B1F0B"/>
    <w:rsid w:val="007B2033"/>
    <w:rsid w:val="007B2128"/>
    <w:rsid w:val="007B22EE"/>
    <w:rsid w:val="007B255B"/>
    <w:rsid w:val="007B278C"/>
    <w:rsid w:val="007B2914"/>
    <w:rsid w:val="007B2BB9"/>
    <w:rsid w:val="007B2BF8"/>
    <w:rsid w:val="007B38D5"/>
    <w:rsid w:val="007B396F"/>
    <w:rsid w:val="007B3973"/>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75"/>
    <w:rsid w:val="007C0E4B"/>
    <w:rsid w:val="007C11F8"/>
    <w:rsid w:val="007C1775"/>
    <w:rsid w:val="007C1BE3"/>
    <w:rsid w:val="007C203C"/>
    <w:rsid w:val="007C225A"/>
    <w:rsid w:val="007C23FC"/>
    <w:rsid w:val="007C2465"/>
    <w:rsid w:val="007C24E7"/>
    <w:rsid w:val="007C2B02"/>
    <w:rsid w:val="007C2D26"/>
    <w:rsid w:val="007C304E"/>
    <w:rsid w:val="007C35C7"/>
    <w:rsid w:val="007C36D4"/>
    <w:rsid w:val="007C3729"/>
    <w:rsid w:val="007C37CA"/>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C6"/>
    <w:rsid w:val="007D0055"/>
    <w:rsid w:val="007D095C"/>
    <w:rsid w:val="007D0A64"/>
    <w:rsid w:val="007D129F"/>
    <w:rsid w:val="007D12FE"/>
    <w:rsid w:val="007D15F2"/>
    <w:rsid w:val="007D165F"/>
    <w:rsid w:val="007D1A99"/>
    <w:rsid w:val="007D1DF6"/>
    <w:rsid w:val="007D1EB5"/>
    <w:rsid w:val="007D20B7"/>
    <w:rsid w:val="007D283F"/>
    <w:rsid w:val="007D2C2E"/>
    <w:rsid w:val="007D2CBF"/>
    <w:rsid w:val="007D2D55"/>
    <w:rsid w:val="007D2FE8"/>
    <w:rsid w:val="007D34F5"/>
    <w:rsid w:val="007D35BF"/>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875"/>
    <w:rsid w:val="007E0E54"/>
    <w:rsid w:val="007E0EA9"/>
    <w:rsid w:val="007E1062"/>
    <w:rsid w:val="007E165E"/>
    <w:rsid w:val="007E16FD"/>
    <w:rsid w:val="007E1862"/>
    <w:rsid w:val="007E196E"/>
    <w:rsid w:val="007E1BB0"/>
    <w:rsid w:val="007E1C79"/>
    <w:rsid w:val="007E1D32"/>
    <w:rsid w:val="007E2CCE"/>
    <w:rsid w:val="007E2D4F"/>
    <w:rsid w:val="007E2FE8"/>
    <w:rsid w:val="007E326E"/>
    <w:rsid w:val="007E374E"/>
    <w:rsid w:val="007E3CA6"/>
    <w:rsid w:val="007E4064"/>
    <w:rsid w:val="007E4724"/>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22"/>
    <w:rsid w:val="007E78CC"/>
    <w:rsid w:val="007E7B87"/>
    <w:rsid w:val="007E7CC1"/>
    <w:rsid w:val="007E7D78"/>
    <w:rsid w:val="007E7EB7"/>
    <w:rsid w:val="007F01F8"/>
    <w:rsid w:val="007F0502"/>
    <w:rsid w:val="007F0618"/>
    <w:rsid w:val="007F0923"/>
    <w:rsid w:val="007F0BD1"/>
    <w:rsid w:val="007F0E1E"/>
    <w:rsid w:val="007F1044"/>
    <w:rsid w:val="007F1208"/>
    <w:rsid w:val="007F1322"/>
    <w:rsid w:val="007F1452"/>
    <w:rsid w:val="007F155D"/>
    <w:rsid w:val="007F15E9"/>
    <w:rsid w:val="007F1F6F"/>
    <w:rsid w:val="007F2369"/>
    <w:rsid w:val="007F2583"/>
    <w:rsid w:val="007F2CC8"/>
    <w:rsid w:val="007F3199"/>
    <w:rsid w:val="007F3E6C"/>
    <w:rsid w:val="007F40E1"/>
    <w:rsid w:val="007F46D3"/>
    <w:rsid w:val="007F475C"/>
    <w:rsid w:val="007F4A7A"/>
    <w:rsid w:val="007F4FBD"/>
    <w:rsid w:val="007F50FD"/>
    <w:rsid w:val="007F517A"/>
    <w:rsid w:val="007F560B"/>
    <w:rsid w:val="007F5887"/>
    <w:rsid w:val="007F5D49"/>
    <w:rsid w:val="007F5F49"/>
    <w:rsid w:val="007F6078"/>
    <w:rsid w:val="007F6149"/>
    <w:rsid w:val="007F624E"/>
    <w:rsid w:val="007F6820"/>
    <w:rsid w:val="007F6954"/>
    <w:rsid w:val="007F6C1C"/>
    <w:rsid w:val="007F6E6D"/>
    <w:rsid w:val="007F6F5C"/>
    <w:rsid w:val="007F7166"/>
    <w:rsid w:val="007F74A7"/>
    <w:rsid w:val="007F7F07"/>
    <w:rsid w:val="007F7F14"/>
    <w:rsid w:val="008003A0"/>
    <w:rsid w:val="008003B9"/>
    <w:rsid w:val="008005B3"/>
    <w:rsid w:val="008006FA"/>
    <w:rsid w:val="008008ED"/>
    <w:rsid w:val="008008F8"/>
    <w:rsid w:val="00800E1F"/>
    <w:rsid w:val="00800ED7"/>
    <w:rsid w:val="0080165F"/>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8B5"/>
    <w:rsid w:val="008048DC"/>
    <w:rsid w:val="008050CE"/>
    <w:rsid w:val="008050EA"/>
    <w:rsid w:val="0080533E"/>
    <w:rsid w:val="008055E7"/>
    <w:rsid w:val="00805976"/>
    <w:rsid w:val="00805BB7"/>
    <w:rsid w:val="00805F43"/>
    <w:rsid w:val="008064F5"/>
    <w:rsid w:val="0080686D"/>
    <w:rsid w:val="00806BC0"/>
    <w:rsid w:val="00807013"/>
    <w:rsid w:val="00807198"/>
    <w:rsid w:val="0080783F"/>
    <w:rsid w:val="00807891"/>
    <w:rsid w:val="00807C5A"/>
    <w:rsid w:val="00807D3B"/>
    <w:rsid w:val="00807D66"/>
    <w:rsid w:val="00807E2B"/>
    <w:rsid w:val="00807E74"/>
    <w:rsid w:val="008104A0"/>
    <w:rsid w:val="008105D7"/>
    <w:rsid w:val="00810B10"/>
    <w:rsid w:val="00810D39"/>
    <w:rsid w:val="00810EA5"/>
    <w:rsid w:val="00810EB8"/>
    <w:rsid w:val="00811565"/>
    <w:rsid w:val="008115B3"/>
    <w:rsid w:val="008117DC"/>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9A6"/>
    <w:rsid w:val="00813D3C"/>
    <w:rsid w:val="00814100"/>
    <w:rsid w:val="0081414F"/>
    <w:rsid w:val="008141C8"/>
    <w:rsid w:val="008141C9"/>
    <w:rsid w:val="00814260"/>
    <w:rsid w:val="0081430C"/>
    <w:rsid w:val="00814697"/>
    <w:rsid w:val="00814725"/>
    <w:rsid w:val="00814ADC"/>
    <w:rsid w:val="00814DD9"/>
    <w:rsid w:val="00814F49"/>
    <w:rsid w:val="008155D9"/>
    <w:rsid w:val="00815795"/>
    <w:rsid w:val="008158AA"/>
    <w:rsid w:val="0081601F"/>
    <w:rsid w:val="00816230"/>
    <w:rsid w:val="00816361"/>
    <w:rsid w:val="00816BCE"/>
    <w:rsid w:val="00816E45"/>
    <w:rsid w:val="008174D7"/>
    <w:rsid w:val="0081772D"/>
    <w:rsid w:val="008177A7"/>
    <w:rsid w:val="008177D6"/>
    <w:rsid w:val="008200DE"/>
    <w:rsid w:val="00820224"/>
    <w:rsid w:val="00820238"/>
    <w:rsid w:val="008206F6"/>
    <w:rsid w:val="00820C97"/>
    <w:rsid w:val="00820CF2"/>
    <w:rsid w:val="00820E20"/>
    <w:rsid w:val="00821133"/>
    <w:rsid w:val="0082136C"/>
    <w:rsid w:val="00821CF2"/>
    <w:rsid w:val="00821F24"/>
    <w:rsid w:val="00822098"/>
    <w:rsid w:val="00822127"/>
    <w:rsid w:val="008223C5"/>
    <w:rsid w:val="0082289F"/>
    <w:rsid w:val="00822A85"/>
    <w:rsid w:val="00822D47"/>
    <w:rsid w:val="00822F36"/>
    <w:rsid w:val="008232D4"/>
    <w:rsid w:val="0082352F"/>
    <w:rsid w:val="008235DE"/>
    <w:rsid w:val="00823C77"/>
    <w:rsid w:val="00823E0E"/>
    <w:rsid w:val="00823F94"/>
    <w:rsid w:val="00824121"/>
    <w:rsid w:val="008241B8"/>
    <w:rsid w:val="008245B3"/>
    <w:rsid w:val="00824750"/>
    <w:rsid w:val="00824772"/>
    <w:rsid w:val="00824C4D"/>
    <w:rsid w:val="00824D19"/>
    <w:rsid w:val="00824DFF"/>
    <w:rsid w:val="008253BC"/>
    <w:rsid w:val="008255E0"/>
    <w:rsid w:val="00825ACD"/>
    <w:rsid w:val="0082699F"/>
    <w:rsid w:val="00826EC8"/>
    <w:rsid w:val="00827116"/>
    <w:rsid w:val="0082731D"/>
    <w:rsid w:val="00827C90"/>
    <w:rsid w:val="00827EA5"/>
    <w:rsid w:val="00827FA0"/>
    <w:rsid w:val="008301AA"/>
    <w:rsid w:val="00830908"/>
    <w:rsid w:val="00830F35"/>
    <w:rsid w:val="008311FB"/>
    <w:rsid w:val="008312CA"/>
    <w:rsid w:val="0083140F"/>
    <w:rsid w:val="00831511"/>
    <w:rsid w:val="00831694"/>
    <w:rsid w:val="008316D2"/>
    <w:rsid w:val="00831ADD"/>
    <w:rsid w:val="00831CDB"/>
    <w:rsid w:val="00831E01"/>
    <w:rsid w:val="00831EF3"/>
    <w:rsid w:val="00831F1F"/>
    <w:rsid w:val="008320B5"/>
    <w:rsid w:val="0083230E"/>
    <w:rsid w:val="00832C27"/>
    <w:rsid w:val="00832CF3"/>
    <w:rsid w:val="00832F75"/>
    <w:rsid w:val="00833532"/>
    <w:rsid w:val="0083356D"/>
    <w:rsid w:val="0083394D"/>
    <w:rsid w:val="00833ADA"/>
    <w:rsid w:val="00833BA4"/>
    <w:rsid w:val="00833ED9"/>
    <w:rsid w:val="00833F21"/>
    <w:rsid w:val="00833F27"/>
    <w:rsid w:val="008343F4"/>
    <w:rsid w:val="00834537"/>
    <w:rsid w:val="0083458D"/>
    <w:rsid w:val="0083482E"/>
    <w:rsid w:val="00834A50"/>
    <w:rsid w:val="00834DD4"/>
    <w:rsid w:val="00834E37"/>
    <w:rsid w:val="00834E38"/>
    <w:rsid w:val="00834FB6"/>
    <w:rsid w:val="00835018"/>
    <w:rsid w:val="00835128"/>
    <w:rsid w:val="00835390"/>
    <w:rsid w:val="00835412"/>
    <w:rsid w:val="00835A97"/>
    <w:rsid w:val="00835BBF"/>
    <w:rsid w:val="00835D13"/>
    <w:rsid w:val="008363AA"/>
    <w:rsid w:val="00836EB4"/>
    <w:rsid w:val="00837878"/>
    <w:rsid w:val="00837D6E"/>
    <w:rsid w:val="00837E9E"/>
    <w:rsid w:val="008403F8"/>
    <w:rsid w:val="00840728"/>
    <w:rsid w:val="00840B52"/>
    <w:rsid w:val="00841177"/>
    <w:rsid w:val="00841505"/>
    <w:rsid w:val="008416D8"/>
    <w:rsid w:val="0084178C"/>
    <w:rsid w:val="00841A8A"/>
    <w:rsid w:val="008421FD"/>
    <w:rsid w:val="008428F2"/>
    <w:rsid w:val="008428F7"/>
    <w:rsid w:val="0084298B"/>
    <w:rsid w:val="00842D7E"/>
    <w:rsid w:val="00843064"/>
    <w:rsid w:val="008430F4"/>
    <w:rsid w:val="00843231"/>
    <w:rsid w:val="00843353"/>
    <w:rsid w:val="008433EA"/>
    <w:rsid w:val="008434A9"/>
    <w:rsid w:val="00843605"/>
    <w:rsid w:val="00843993"/>
    <w:rsid w:val="00843F99"/>
    <w:rsid w:val="00843FBE"/>
    <w:rsid w:val="0084407A"/>
    <w:rsid w:val="008445AE"/>
    <w:rsid w:val="008446D7"/>
    <w:rsid w:val="00844825"/>
    <w:rsid w:val="008448D6"/>
    <w:rsid w:val="0084491A"/>
    <w:rsid w:val="00844B2B"/>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816"/>
    <w:rsid w:val="008468C3"/>
    <w:rsid w:val="00846CA0"/>
    <w:rsid w:val="00846D4A"/>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9B1"/>
    <w:rsid w:val="00852D57"/>
    <w:rsid w:val="00852EDF"/>
    <w:rsid w:val="00852EE5"/>
    <w:rsid w:val="00852F74"/>
    <w:rsid w:val="008530EF"/>
    <w:rsid w:val="00853122"/>
    <w:rsid w:val="0085314D"/>
    <w:rsid w:val="0085320B"/>
    <w:rsid w:val="008533F8"/>
    <w:rsid w:val="0085342F"/>
    <w:rsid w:val="00853851"/>
    <w:rsid w:val="00853873"/>
    <w:rsid w:val="00853B37"/>
    <w:rsid w:val="00854084"/>
    <w:rsid w:val="00854361"/>
    <w:rsid w:val="008543CA"/>
    <w:rsid w:val="008547D1"/>
    <w:rsid w:val="008549B7"/>
    <w:rsid w:val="00854E36"/>
    <w:rsid w:val="00855115"/>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FF"/>
    <w:rsid w:val="00857B5E"/>
    <w:rsid w:val="00857CC1"/>
    <w:rsid w:val="00857D7B"/>
    <w:rsid w:val="00857DE6"/>
    <w:rsid w:val="00857E25"/>
    <w:rsid w:val="008600EE"/>
    <w:rsid w:val="00860443"/>
    <w:rsid w:val="008606C6"/>
    <w:rsid w:val="00860848"/>
    <w:rsid w:val="00860AC0"/>
    <w:rsid w:val="00860B80"/>
    <w:rsid w:val="00860DAE"/>
    <w:rsid w:val="00860DDE"/>
    <w:rsid w:val="00860E92"/>
    <w:rsid w:val="00861120"/>
    <w:rsid w:val="00861AE7"/>
    <w:rsid w:val="00861BB5"/>
    <w:rsid w:val="00861ED3"/>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40FA"/>
    <w:rsid w:val="0086429D"/>
    <w:rsid w:val="008642B6"/>
    <w:rsid w:val="008644CC"/>
    <w:rsid w:val="008646C6"/>
    <w:rsid w:val="008647C3"/>
    <w:rsid w:val="0086488B"/>
    <w:rsid w:val="00864CFB"/>
    <w:rsid w:val="00864FD7"/>
    <w:rsid w:val="00864FF3"/>
    <w:rsid w:val="008651B1"/>
    <w:rsid w:val="008654F0"/>
    <w:rsid w:val="00865593"/>
    <w:rsid w:val="008657B9"/>
    <w:rsid w:val="00865852"/>
    <w:rsid w:val="00865B86"/>
    <w:rsid w:val="00865BB2"/>
    <w:rsid w:val="00865D05"/>
    <w:rsid w:val="00865FA2"/>
    <w:rsid w:val="00865FA5"/>
    <w:rsid w:val="0086626E"/>
    <w:rsid w:val="008666B0"/>
    <w:rsid w:val="00866AEF"/>
    <w:rsid w:val="00866CF1"/>
    <w:rsid w:val="00866F35"/>
    <w:rsid w:val="00867595"/>
    <w:rsid w:val="008676DC"/>
    <w:rsid w:val="00867B6C"/>
    <w:rsid w:val="00867CF7"/>
    <w:rsid w:val="0087001F"/>
    <w:rsid w:val="00870270"/>
    <w:rsid w:val="008704B1"/>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825"/>
    <w:rsid w:val="00875B76"/>
    <w:rsid w:val="0087609D"/>
    <w:rsid w:val="008762EF"/>
    <w:rsid w:val="0087644F"/>
    <w:rsid w:val="00876775"/>
    <w:rsid w:val="008769CD"/>
    <w:rsid w:val="00876D39"/>
    <w:rsid w:val="00876EC0"/>
    <w:rsid w:val="00876FF4"/>
    <w:rsid w:val="008773CB"/>
    <w:rsid w:val="00877557"/>
    <w:rsid w:val="00877E70"/>
    <w:rsid w:val="0088001A"/>
    <w:rsid w:val="008801FE"/>
    <w:rsid w:val="008802CB"/>
    <w:rsid w:val="00880A8F"/>
    <w:rsid w:val="00880D0E"/>
    <w:rsid w:val="00880DE8"/>
    <w:rsid w:val="00881211"/>
    <w:rsid w:val="00881785"/>
    <w:rsid w:val="008818DB"/>
    <w:rsid w:val="00881A0D"/>
    <w:rsid w:val="008820BE"/>
    <w:rsid w:val="008822B2"/>
    <w:rsid w:val="00882477"/>
    <w:rsid w:val="0088252F"/>
    <w:rsid w:val="00882C3E"/>
    <w:rsid w:val="008830D4"/>
    <w:rsid w:val="0088323C"/>
    <w:rsid w:val="00883736"/>
    <w:rsid w:val="00883C89"/>
    <w:rsid w:val="00884694"/>
    <w:rsid w:val="008849D2"/>
    <w:rsid w:val="00884C01"/>
    <w:rsid w:val="00884D9E"/>
    <w:rsid w:val="00885620"/>
    <w:rsid w:val="00885705"/>
    <w:rsid w:val="0088572C"/>
    <w:rsid w:val="00885865"/>
    <w:rsid w:val="00885874"/>
    <w:rsid w:val="00885A61"/>
    <w:rsid w:val="00885F5F"/>
    <w:rsid w:val="008869DD"/>
    <w:rsid w:val="00886C99"/>
    <w:rsid w:val="00886CAF"/>
    <w:rsid w:val="00886F59"/>
    <w:rsid w:val="00886F6B"/>
    <w:rsid w:val="008871E1"/>
    <w:rsid w:val="00887308"/>
    <w:rsid w:val="008873C3"/>
    <w:rsid w:val="0088778C"/>
    <w:rsid w:val="008877ED"/>
    <w:rsid w:val="00887874"/>
    <w:rsid w:val="00887B1F"/>
    <w:rsid w:val="008900A8"/>
    <w:rsid w:val="0089026F"/>
    <w:rsid w:val="0089086A"/>
    <w:rsid w:val="00890962"/>
    <w:rsid w:val="00890C96"/>
    <w:rsid w:val="00890CD9"/>
    <w:rsid w:val="00890DE9"/>
    <w:rsid w:val="00890E94"/>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DA"/>
    <w:rsid w:val="0089394F"/>
    <w:rsid w:val="00894484"/>
    <w:rsid w:val="00894788"/>
    <w:rsid w:val="00894AED"/>
    <w:rsid w:val="00894AF2"/>
    <w:rsid w:val="00894B85"/>
    <w:rsid w:val="00894F15"/>
    <w:rsid w:val="008954F0"/>
    <w:rsid w:val="00895840"/>
    <w:rsid w:val="0089584B"/>
    <w:rsid w:val="00895A64"/>
    <w:rsid w:val="00896246"/>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E5A"/>
    <w:rsid w:val="008A2547"/>
    <w:rsid w:val="008A2C04"/>
    <w:rsid w:val="008A2C0D"/>
    <w:rsid w:val="008A2C63"/>
    <w:rsid w:val="008A2CF6"/>
    <w:rsid w:val="008A2EDA"/>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9DF"/>
    <w:rsid w:val="008A6C46"/>
    <w:rsid w:val="008A6DE0"/>
    <w:rsid w:val="008A6F00"/>
    <w:rsid w:val="008A7148"/>
    <w:rsid w:val="008A72FC"/>
    <w:rsid w:val="008A7492"/>
    <w:rsid w:val="008A7673"/>
    <w:rsid w:val="008A788B"/>
    <w:rsid w:val="008A7AF9"/>
    <w:rsid w:val="008A7C22"/>
    <w:rsid w:val="008A7DE3"/>
    <w:rsid w:val="008B0125"/>
    <w:rsid w:val="008B01C9"/>
    <w:rsid w:val="008B0394"/>
    <w:rsid w:val="008B07B3"/>
    <w:rsid w:val="008B07C4"/>
    <w:rsid w:val="008B0BF9"/>
    <w:rsid w:val="008B0FBC"/>
    <w:rsid w:val="008B111B"/>
    <w:rsid w:val="008B133D"/>
    <w:rsid w:val="008B1624"/>
    <w:rsid w:val="008B1883"/>
    <w:rsid w:val="008B1C83"/>
    <w:rsid w:val="008B222E"/>
    <w:rsid w:val="008B24CB"/>
    <w:rsid w:val="008B2634"/>
    <w:rsid w:val="008B2849"/>
    <w:rsid w:val="008B2EA7"/>
    <w:rsid w:val="008B2FC4"/>
    <w:rsid w:val="008B2FCC"/>
    <w:rsid w:val="008B3207"/>
    <w:rsid w:val="008B340F"/>
    <w:rsid w:val="008B34A7"/>
    <w:rsid w:val="008B38EA"/>
    <w:rsid w:val="008B3DE3"/>
    <w:rsid w:val="008B3EBC"/>
    <w:rsid w:val="008B4222"/>
    <w:rsid w:val="008B4A95"/>
    <w:rsid w:val="008B4DBE"/>
    <w:rsid w:val="008B52AB"/>
    <w:rsid w:val="008B55EF"/>
    <w:rsid w:val="008B563D"/>
    <w:rsid w:val="008B5750"/>
    <w:rsid w:val="008B58EA"/>
    <w:rsid w:val="008B5E6D"/>
    <w:rsid w:val="008B650F"/>
    <w:rsid w:val="008B6895"/>
    <w:rsid w:val="008B6C4B"/>
    <w:rsid w:val="008B6EF7"/>
    <w:rsid w:val="008B6F4D"/>
    <w:rsid w:val="008B71F2"/>
    <w:rsid w:val="008B7647"/>
    <w:rsid w:val="008B7996"/>
    <w:rsid w:val="008B7C95"/>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7FD"/>
    <w:rsid w:val="008C18A2"/>
    <w:rsid w:val="008C18F3"/>
    <w:rsid w:val="008C1A6A"/>
    <w:rsid w:val="008C22F9"/>
    <w:rsid w:val="008C243C"/>
    <w:rsid w:val="008C2548"/>
    <w:rsid w:val="008C28CF"/>
    <w:rsid w:val="008C3C4C"/>
    <w:rsid w:val="008C3E65"/>
    <w:rsid w:val="008C4194"/>
    <w:rsid w:val="008C47F1"/>
    <w:rsid w:val="008C487E"/>
    <w:rsid w:val="008C4B3F"/>
    <w:rsid w:val="008C4F0E"/>
    <w:rsid w:val="008C4FF2"/>
    <w:rsid w:val="008C50C7"/>
    <w:rsid w:val="008C5715"/>
    <w:rsid w:val="008C5F16"/>
    <w:rsid w:val="008C60C6"/>
    <w:rsid w:val="008C62B7"/>
    <w:rsid w:val="008C637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2D9"/>
    <w:rsid w:val="008D131D"/>
    <w:rsid w:val="008D153B"/>
    <w:rsid w:val="008D18E1"/>
    <w:rsid w:val="008D22A7"/>
    <w:rsid w:val="008D2328"/>
    <w:rsid w:val="008D257E"/>
    <w:rsid w:val="008D2723"/>
    <w:rsid w:val="008D34A0"/>
    <w:rsid w:val="008D3518"/>
    <w:rsid w:val="008D3548"/>
    <w:rsid w:val="008D3683"/>
    <w:rsid w:val="008D39E6"/>
    <w:rsid w:val="008D3A39"/>
    <w:rsid w:val="008D3FAF"/>
    <w:rsid w:val="008D4194"/>
    <w:rsid w:val="008D41DE"/>
    <w:rsid w:val="008D45C5"/>
    <w:rsid w:val="008D47F2"/>
    <w:rsid w:val="008D5049"/>
    <w:rsid w:val="008D52B8"/>
    <w:rsid w:val="008D5540"/>
    <w:rsid w:val="008D5FCA"/>
    <w:rsid w:val="008D6004"/>
    <w:rsid w:val="008D6236"/>
    <w:rsid w:val="008D6264"/>
    <w:rsid w:val="008D6299"/>
    <w:rsid w:val="008D62A6"/>
    <w:rsid w:val="008D63B8"/>
    <w:rsid w:val="008D63CD"/>
    <w:rsid w:val="008D63E7"/>
    <w:rsid w:val="008D654D"/>
    <w:rsid w:val="008D656D"/>
    <w:rsid w:val="008D6589"/>
    <w:rsid w:val="008D6898"/>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D0"/>
    <w:rsid w:val="008E11DB"/>
    <w:rsid w:val="008E13A5"/>
    <w:rsid w:val="008E149D"/>
    <w:rsid w:val="008E15E9"/>
    <w:rsid w:val="008E1CF4"/>
    <w:rsid w:val="008E1DB1"/>
    <w:rsid w:val="008E218B"/>
    <w:rsid w:val="008E2248"/>
    <w:rsid w:val="008E258C"/>
    <w:rsid w:val="008E25F9"/>
    <w:rsid w:val="008E2704"/>
    <w:rsid w:val="008E278B"/>
    <w:rsid w:val="008E2BAD"/>
    <w:rsid w:val="008E2D87"/>
    <w:rsid w:val="008E2D98"/>
    <w:rsid w:val="008E3438"/>
    <w:rsid w:val="008E3809"/>
    <w:rsid w:val="008E39E8"/>
    <w:rsid w:val="008E3BAA"/>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517"/>
    <w:rsid w:val="008E68DB"/>
    <w:rsid w:val="008E68DD"/>
    <w:rsid w:val="008E6B04"/>
    <w:rsid w:val="008E6B52"/>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794"/>
    <w:rsid w:val="008F6AF1"/>
    <w:rsid w:val="008F6D20"/>
    <w:rsid w:val="008F718D"/>
    <w:rsid w:val="008F7349"/>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CF4"/>
    <w:rsid w:val="00902E4C"/>
    <w:rsid w:val="00902E8C"/>
    <w:rsid w:val="0090366C"/>
    <w:rsid w:val="009037BB"/>
    <w:rsid w:val="00903A70"/>
    <w:rsid w:val="009040EC"/>
    <w:rsid w:val="00904523"/>
    <w:rsid w:val="00904610"/>
    <w:rsid w:val="00904661"/>
    <w:rsid w:val="00904A30"/>
    <w:rsid w:val="00905664"/>
    <w:rsid w:val="0090599E"/>
    <w:rsid w:val="00905C21"/>
    <w:rsid w:val="009062C8"/>
    <w:rsid w:val="0090636C"/>
    <w:rsid w:val="009067D4"/>
    <w:rsid w:val="009067D9"/>
    <w:rsid w:val="00906957"/>
    <w:rsid w:val="009069C8"/>
    <w:rsid w:val="00906A29"/>
    <w:rsid w:val="00906C81"/>
    <w:rsid w:val="00906D97"/>
    <w:rsid w:val="00906EA6"/>
    <w:rsid w:val="00906FC2"/>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FBF"/>
    <w:rsid w:val="009122E2"/>
    <w:rsid w:val="00912380"/>
    <w:rsid w:val="00912BBE"/>
    <w:rsid w:val="00912D02"/>
    <w:rsid w:val="00912E69"/>
    <w:rsid w:val="00912FFD"/>
    <w:rsid w:val="00913034"/>
    <w:rsid w:val="0091364A"/>
    <w:rsid w:val="00914398"/>
    <w:rsid w:val="009144A8"/>
    <w:rsid w:val="00914805"/>
    <w:rsid w:val="00914861"/>
    <w:rsid w:val="00914B02"/>
    <w:rsid w:val="00914B91"/>
    <w:rsid w:val="009156FE"/>
    <w:rsid w:val="0091579B"/>
    <w:rsid w:val="009158C5"/>
    <w:rsid w:val="0091612D"/>
    <w:rsid w:val="009162FD"/>
    <w:rsid w:val="0091697D"/>
    <w:rsid w:val="00916A20"/>
    <w:rsid w:val="00916B70"/>
    <w:rsid w:val="00916BD8"/>
    <w:rsid w:val="00917018"/>
    <w:rsid w:val="00917045"/>
    <w:rsid w:val="00917200"/>
    <w:rsid w:val="00917454"/>
    <w:rsid w:val="0091764D"/>
    <w:rsid w:val="0091764F"/>
    <w:rsid w:val="009178C9"/>
    <w:rsid w:val="00917980"/>
    <w:rsid w:val="00917995"/>
    <w:rsid w:val="0091799C"/>
    <w:rsid w:val="00917A77"/>
    <w:rsid w:val="00917B72"/>
    <w:rsid w:val="00917CEC"/>
    <w:rsid w:val="00917EA8"/>
    <w:rsid w:val="009207C9"/>
    <w:rsid w:val="00920EDF"/>
    <w:rsid w:val="00920FEA"/>
    <w:rsid w:val="0092112F"/>
    <w:rsid w:val="009211C9"/>
    <w:rsid w:val="009211D6"/>
    <w:rsid w:val="009212CD"/>
    <w:rsid w:val="00921357"/>
    <w:rsid w:val="00921706"/>
    <w:rsid w:val="00921764"/>
    <w:rsid w:val="00921A56"/>
    <w:rsid w:val="00921A59"/>
    <w:rsid w:val="00921A9E"/>
    <w:rsid w:val="00921BCD"/>
    <w:rsid w:val="00921CD9"/>
    <w:rsid w:val="00921ED1"/>
    <w:rsid w:val="00922308"/>
    <w:rsid w:val="0092240D"/>
    <w:rsid w:val="0092305A"/>
    <w:rsid w:val="0092306A"/>
    <w:rsid w:val="009231A9"/>
    <w:rsid w:val="009234E2"/>
    <w:rsid w:val="009236C2"/>
    <w:rsid w:val="00923982"/>
    <w:rsid w:val="00923A48"/>
    <w:rsid w:val="00923E85"/>
    <w:rsid w:val="00923F8C"/>
    <w:rsid w:val="00924343"/>
    <w:rsid w:val="00924677"/>
    <w:rsid w:val="009246D5"/>
    <w:rsid w:val="009248FF"/>
    <w:rsid w:val="00924A78"/>
    <w:rsid w:val="0092515F"/>
    <w:rsid w:val="00925376"/>
    <w:rsid w:val="00925663"/>
    <w:rsid w:val="00925837"/>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209"/>
    <w:rsid w:val="009302C6"/>
    <w:rsid w:val="00930375"/>
    <w:rsid w:val="0093064F"/>
    <w:rsid w:val="0093070C"/>
    <w:rsid w:val="00930B9E"/>
    <w:rsid w:val="00931012"/>
    <w:rsid w:val="009311DB"/>
    <w:rsid w:val="009315F0"/>
    <w:rsid w:val="00931721"/>
    <w:rsid w:val="00931946"/>
    <w:rsid w:val="00931C10"/>
    <w:rsid w:val="00931DA7"/>
    <w:rsid w:val="00931E6A"/>
    <w:rsid w:val="009321E0"/>
    <w:rsid w:val="0093245B"/>
    <w:rsid w:val="009325CB"/>
    <w:rsid w:val="009326E1"/>
    <w:rsid w:val="0093287A"/>
    <w:rsid w:val="00932A82"/>
    <w:rsid w:val="009330E1"/>
    <w:rsid w:val="0093332E"/>
    <w:rsid w:val="00933478"/>
    <w:rsid w:val="00933A04"/>
    <w:rsid w:val="00933B88"/>
    <w:rsid w:val="00934870"/>
    <w:rsid w:val="00934DBF"/>
    <w:rsid w:val="00934E0F"/>
    <w:rsid w:val="00934FED"/>
    <w:rsid w:val="00935022"/>
    <w:rsid w:val="009351C7"/>
    <w:rsid w:val="00935493"/>
    <w:rsid w:val="0093569A"/>
    <w:rsid w:val="009357A8"/>
    <w:rsid w:val="00935F6C"/>
    <w:rsid w:val="009364FF"/>
    <w:rsid w:val="009368EB"/>
    <w:rsid w:val="009369F6"/>
    <w:rsid w:val="009370A1"/>
    <w:rsid w:val="00937199"/>
    <w:rsid w:val="0093722D"/>
    <w:rsid w:val="00937354"/>
    <w:rsid w:val="009374C0"/>
    <w:rsid w:val="00937506"/>
    <w:rsid w:val="00937610"/>
    <w:rsid w:val="009378A9"/>
    <w:rsid w:val="009378E7"/>
    <w:rsid w:val="00937FC4"/>
    <w:rsid w:val="009401A4"/>
    <w:rsid w:val="009402A3"/>
    <w:rsid w:val="009410CB"/>
    <w:rsid w:val="00941412"/>
    <w:rsid w:val="00941472"/>
    <w:rsid w:val="009416C4"/>
    <w:rsid w:val="009418DD"/>
    <w:rsid w:val="009419F0"/>
    <w:rsid w:val="00941ED4"/>
    <w:rsid w:val="00942040"/>
    <w:rsid w:val="00942334"/>
    <w:rsid w:val="00942364"/>
    <w:rsid w:val="00942529"/>
    <w:rsid w:val="00942633"/>
    <w:rsid w:val="0094285E"/>
    <w:rsid w:val="00942A26"/>
    <w:rsid w:val="00942B53"/>
    <w:rsid w:val="00942E1B"/>
    <w:rsid w:val="00942E8D"/>
    <w:rsid w:val="00943023"/>
    <w:rsid w:val="0094327B"/>
    <w:rsid w:val="009434B3"/>
    <w:rsid w:val="009434CA"/>
    <w:rsid w:val="009437C7"/>
    <w:rsid w:val="009437C8"/>
    <w:rsid w:val="0094380F"/>
    <w:rsid w:val="00943B3D"/>
    <w:rsid w:val="00943B92"/>
    <w:rsid w:val="00943C0E"/>
    <w:rsid w:val="00943C57"/>
    <w:rsid w:val="00943D13"/>
    <w:rsid w:val="00943D7B"/>
    <w:rsid w:val="009442FC"/>
    <w:rsid w:val="009443B4"/>
    <w:rsid w:val="00944874"/>
    <w:rsid w:val="00945548"/>
    <w:rsid w:val="009456A9"/>
    <w:rsid w:val="00945B1F"/>
    <w:rsid w:val="00945BBF"/>
    <w:rsid w:val="00945D36"/>
    <w:rsid w:val="00945E4F"/>
    <w:rsid w:val="0094604E"/>
    <w:rsid w:val="009466DA"/>
    <w:rsid w:val="00946962"/>
    <w:rsid w:val="009469EB"/>
    <w:rsid w:val="00946D4F"/>
    <w:rsid w:val="00946DAD"/>
    <w:rsid w:val="00946F0C"/>
    <w:rsid w:val="00946F0F"/>
    <w:rsid w:val="009473DD"/>
    <w:rsid w:val="0094757C"/>
    <w:rsid w:val="00947BEC"/>
    <w:rsid w:val="00947D3E"/>
    <w:rsid w:val="009500A1"/>
    <w:rsid w:val="0095057B"/>
    <w:rsid w:val="00950751"/>
    <w:rsid w:val="00950B9A"/>
    <w:rsid w:val="00950CA7"/>
    <w:rsid w:val="00950D57"/>
    <w:rsid w:val="009511F6"/>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B32"/>
    <w:rsid w:val="009562C7"/>
    <w:rsid w:val="00956C54"/>
    <w:rsid w:val="00956CAD"/>
    <w:rsid w:val="00956EFD"/>
    <w:rsid w:val="00956FD7"/>
    <w:rsid w:val="00957003"/>
    <w:rsid w:val="009570E5"/>
    <w:rsid w:val="009573CC"/>
    <w:rsid w:val="009575AE"/>
    <w:rsid w:val="009577DE"/>
    <w:rsid w:val="00957922"/>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6BF"/>
    <w:rsid w:val="0096299D"/>
    <w:rsid w:val="009629E7"/>
    <w:rsid w:val="00962A42"/>
    <w:rsid w:val="00962D96"/>
    <w:rsid w:val="00962DAB"/>
    <w:rsid w:val="009630C0"/>
    <w:rsid w:val="0096314B"/>
    <w:rsid w:val="00963398"/>
    <w:rsid w:val="009633F1"/>
    <w:rsid w:val="00963A29"/>
    <w:rsid w:val="0096453A"/>
    <w:rsid w:val="0096470A"/>
    <w:rsid w:val="009651CA"/>
    <w:rsid w:val="0096530E"/>
    <w:rsid w:val="0096531B"/>
    <w:rsid w:val="00965CB5"/>
    <w:rsid w:val="00965E6C"/>
    <w:rsid w:val="00966641"/>
    <w:rsid w:val="00966909"/>
    <w:rsid w:val="00966E64"/>
    <w:rsid w:val="00967185"/>
    <w:rsid w:val="00967770"/>
    <w:rsid w:val="009678DD"/>
    <w:rsid w:val="00967C65"/>
    <w:rsid w:val="009707A0"/>
    <w:rsid w:val="00970963"/>
    <w:rsid w:val="00970C20"/>
    <w:rsid w:val="00970EA4"/>
    <w:rsid w:val="009710AA"/>
    <w:rsid w:val="009712A3"/>
    <w:rsid w:val="00971416"/>
    <w:rsid w:val="00971944"/>
    <w:rsid w:val="00971A41"/>
    <w:rsid w:val="00971A71"/>
    <w:rsid w:val="00971AC3"/>
    <w:rsid w:val="00971B2E"/>
    <w:rsid w:val="00971E22"/>
    <w:rsid w:val="00971EB7"/>
    <w:rsid w:val="00972003"/>
    <w:rsid w:val="0097201A"/>
    <w:rsid w:val="009723F5"/>
    <w:rsid w:val="00972657"/>
    <w:rsid w:val="0097286B"/>
    <w:rsid w:val="00972C39"/>
    <w:rsid w:val="00972F41"/>
    <w:rsid w:val="00973009"/>
    <w:rsid w:val="00973944"/>
    <w:rsid w:val="00973BA9"/>
    <w:rsid w:val="00973FB6"/>
    <w:rsid w:val="00974089"/>
    <w:rsid w:val="00974671"/>
    <w:rsid w:val="009746C7"/>
    <w:rsid w:val="00974AE0"/>
    <w:rsid w:val="00974E68"/>
    <w:rsid w:val="00974F42"/>
    <w:rsid w:val="0097503A"/>
    <w:rsid w:val="0097507D"/>
    <w:rsid w:val="009750C8"/>
    <w:rsid w:val="0097569A"/>
    <w:rsid w:val="0097571F"/>
    <w:rsid w:val="0097606C"/>
    <w:rsid w:val="0097636F"/>
    <w:rsid w:val="009763C3"/>
    <w:rsid w:val="00976507"/>
    <w:rsid w:val="00976735"/>
    <w:rsid w:val="00976CEC"/>
    <w:rsid w:val="00976E52"/>
    <w:rsid w:val="00977052"/>
    <w:rsid w:val="0097739E"/>
    <w:rsid w:val="0097748A"/>
    <w:rsid w:val="00977518"/>
    <w:rsid w:val="0097762E"/>
    <w:rsid w:val="009776EB"/>
    <w:rsid w:val="00977A3F"/>
    <w:rsid w:val="00977AA6"/>
    <w:rsid w:val="00977AEF"/>
    <w:rsid w:val="00977D6C"/>
    <w:rsid w:val="00977EFA"/>
    <w:rsid w:val="00977F2A"/>
    <w:rsid w:val="00980637"/>
    <w:rsid w:val="00980F43"/>
    <w:rsid w:val="0098135A"/>
    <w:rsid w:val="0098180D"/>
    <w:rsid w:val="00981CDD"/>
    <w:rsid w:val="00981EFB"/>
    <w:rsid w:val="0098210E"/>
    <w:rsid w:val="00982160"/>
    <w:rsid w:val="00982615"/>
    <w:rsid w:val="00982AF2"/>
    <w:rsid w:val="00982B3A"/>
    <w:rsid w:val="00982C6C"/>
    <w:rsid w:val="009830B9"/>
    <w:rsid w:val="0098317C"/>
    <w:rsid w:val="00983482"/>
    <w:rsid w:val="009835A3"/>
    <w:rsid w:val="0098383F"/>
    <w:rsid w:val="00983B59"/>
    <w:rsid w:val="00983E80"/>
    <w:rsid w:val="00984144"/>
    <w:rsid w:val="009841FA"/>
    <w:rsid w:val="00984CE8"/>
    <w:rsid w:val="00985056"/>
    <w:rsid w:val="00985514"/>
    <w:rsid w:val="00985604"/>
    <w:rsid w:val="0098561F"/>
    <w:rsid w:val="0098570D"/>
    <w:rsid w:val="009858EB"/>
    <w:rsid w:val="009859D0"/>
    <w:rsid w:val="009859D5"/>
    <w:rsid w:val="00985DE1"/>
    <w:rsid w:val="0098603E"/>
    <w:rsid w:val="00986222"/>
    <w:rsid w:val="0098662C"/>
    <w:rsid w:val="00986789"/>
    <w:rsid w:val="00986924"/>
    <w:rsid w:val="00986B4E"/>
    <w:rsid w:val="009872D0"/>
    <w:rsid w:val="00987629"/>
    <w:rsid w:val="0098774F"/>
    <w:rsid w:val="00987805"/>
    <w:rsid w:val="00987936"/>
    <w:rsid w:val="00987B74"/>
    <w:rsid w:val="00987E06"/>
    <w:rsid w:val="0099051C"/>
    <w:rsid w:val="009905CD"/>
    <w:rsid w:val="009908FB"/>
    <w:rsid w:val="00990A98"/>
    <w:rsid w:val="0099171A"/>
    <w:rsid w:val="0099182C"/>
    <w:rsid w:val="00991AF7"/>
    <w:rsid w:val="00991CE8"/>
    <w:rsid w:val="00991FBF"/>
    <w:rsid w:val="009922B3"/>
    <w:rsid w:val="00992800"/>
    <w:rsid w:val="00992AD4"/>
    <w:rsid w:val="00992ADB"/>
    <w:rsid w:val="00992DA1"/>
    <w:rsid w:val="00992FB8"/>
    <w:rsid w:val="0099304E"/>
    <w:rsid w:val="00993414"/>
    <w:rsid w:val="009938E6"/>
    <w:rsid w:val="00993D68"/>
    <w:rsid w:val="00993E27"/>
    <w:rsid w:val="00993E9A"/>
    <w:rsid w:val="0099404C"/>
    <w:rsid w:val="0099448E"/>
    <w:rsid w:val="00994840"/>
    <w:rsid w:val="00994AC3"/>
    <w:rsid w:val="00994B76"/>
    <w:rsid w:val="00995235"/>
    <w:rsid w:val="00995583"/>
    <w:rsid w:val="009956A6"/>
    <w:rsid w:val="009959A7"/>
    <w:rsid w:val="00995F0F"/>
    <w:rsid w:val="00996300"/>
    <w:rsid w:val="00996326"/>
    <w:rsid w:val="00996491"/>
    <w:rsid w:val="00996843"/>
    <w:rsid w:val="009968B0"/>
    <w:rsid w:val="00996FB4"/>
    <w:rsid w:val="0099792F"/>
    <w:rsid w:val="009A02E1"/>
    <w:rsid w:val="009A0579"/>
    <w:rsid w:val="009A0AD7"/>
    <w:rsid w:val="009A0BDE"/>
    <w:rsid w:val="009A0D28"/>
    <w:rsid w:val="009A1237"/>
    <w:rsid w:val="009A1524"/>
    <w:rsid w:val="009A1836"/>
    <w:rsid w:val="009A198B"/>
    <w:rsid w:val="009A1CFC"/>
    <w:rsid w:val="009A1DE0"/>
    <w:rsid w:val="009A1F10"/>
    <w:rsid w:val="009A2451"/>
    <w:rsid w:val="009A26C0"/>
    <w:rsid w:val="009A26F6"/>
    <w:rsid w:val="009A27C9"/>
    <w:rsid w:val="009A2C74"/>
    <w:rsid w:val="009A2D64"/>
    <w:rsid w:val="009A34B0"/>
    <w:rsid w:val="009A384E"/>
    <w:rsid w:val="009A38C6"/>
    <w:rsid w:val="009A39EB"/>
    <w:rsid w:val="009A3ADE"/>
    <w:rsid w:val="009A3AEB"/>
    <w:rsid w:val="009A41C1"/>
    <w:rsid w:val="009A47ED"/>
    <w:rsid w:val="009A48CE"/>
    <w:rsid w:val="009A4C54"/>
    <w:rsid w:val="009A53F5"/>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E23"/>
    <w:rsid w:val="009B21B0"/>
    <w:rsid w:val="009B21EE"/>
    <w:rsid w:val="009B2268"/>
    <w:rsid w:val="009B251C"/>
    <w:rsid w:val="009B29A8"/>
    <w:rsid w:val="009B2D18"/>
    <w:rsid w:val="009B3031"/>
    <w:rsid w:val="009B317C"/>
    <w:rsid w:val="009B33E2"/>
    <w:rsid w:val="009B3900"/>
    <w:rsid w:val="009B39BA"/>
    <w:rsid w:val="009B3A5B"/>
    <w:rsid w:val="009B3B01"/>
    <w:rsid w:val="009B400E"/>
    <w:rsid w:val="009B40C3"/>
    <w:rsid w:val="009B42E1"/>
    <w:rsid w:val="009B43DD"/>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FE"/>
    <w:rsid w:val="009B7342"/>
    <w:rsid w:val="009B749B"/>
    <w:rsid w:val="009B7551"/>
    <w:rsid w:val="009B7CFF"/>
    <w:rsid w:val="009B7EFE"/>
    <w:rsid w:val="009C024A"/>
    <w:rsid w:val="009C05BE"/>
    <w:rsid w:val="009C093A"/>
    <w:rsid w:val="009C0B45"/>
    <w:rsid w:val="009C102B"/>
    <w:rsid w:val="009C11C5"/>
    <w:rsid w:val="009C13C2"/>
    <w:rsid w:val="009C168D"/>
    <w:rsid w:val="009C170B"/>
    <w:rsid w:val="009C1A65"/>
    <w:rsid w:val="009C1AAD"/>
    <w:rsid w:val="009C1D7E"/>
    <w:rsid w:val="009C1DCB"/>
    <w:rsid w:val="009C2273"/>
    <w:rsid w:val="009C2456"/>
    <w:rsid w:val="009C2822"/>
    <w:rsid w:val="009C2B4B"/>
    <w:rsid w:val="009C2C07"/>
    <w:rsid w:val="009C2EA8"/>
    <w:rsid w:val="009C33FA"/>
    <w:rsid w:val="009C39A0"/>
    <w:rsid w:val="009C39B3"/>
    <w:rsid w:val="009C39B8"/>
    <w:rsid w:val="009C3AD9"/>
    <w:rsid w:val="009C3D59"/>
    <w:rsid w:val="009C40D5"/>
    <w:rsid w:val="009C4665"/>
    <w:rsid w:val="009C466D"/>
    <w:rsid w:val="009C485D"/>
    <w:rsid w:val="009C4950"/>
    <w:rsid w:val="009C4AAD"/>
    <w:rsid w:val="009C5538"/>
    <w:rsid w:val="009C55E3"/>
    <w:rsid w:val="009C5743"/>
    <w:rsid w:val="009C59EC"/>
    <w:rsid w:val="009C5F1F"/>
    <w:rsid w:val="009C6128"/>
    <w:rsid w:val="009C62EF"/>
    <w:rsid w:val="009C6C24"/>
    <w:rsid w:val="009C6C58"/>
    <w:rsid w:val="009C6D5D"/>
    <w:rsid w:val="009C6DC9"/>
    <w:rsid w:val="009C7765"/>
    <w:rsid w:val="009C7C4C"/>
    <w:rsid w:val="009C7D68"/>
    <w:rsid w:val="009C7E38"/>
    <w:rsid w:val="009C7F5E"/>
    <w:rsid w:val="009D0423"/>
    <w:rsid w:val="009D04E1"/>
    <w:rsid w:val="009D060F"/>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684"/>
    <w:rsid w:val="009D7839"/>
    <w:rsid w:val="009D7BD2"/>
    <w:rsid w:val="009D7C4A"/>
    <w:rsid w:val="009D7E47"/>
    <w:rsid w:val="009D7FC3"/>
    <w:rsid w:val="009E0139"/>
    <w:rsid w:val="009E0248"/>
    <w:rsid w:val="009E051A"/>
    <w:rsid w:val="009E053F"/>
    <w:rsid w:val="009E05F8"/>
    <w:rsid w:val="009E0B22"/>
    <w:rsid w:val="009E0C72"/>
    <w:rsid w:val="009E0F3F"/>
    <w:rsid w:val="009E1866"/>
    <w:rsid w:val="009E1919"/>
    <w:rsid w:val="009E1994"/>
    <w:rsid w:val="009E1AD7"/>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E36"/>
    <w:rsid w:val="009E4FAF"/>
    <w:rsid w:val="009E509C"/>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88C"/>
    <w:rsid w:val="009F0984"/>
    <w:rsid w:val="009F0F88"/>
    <w:rsid w:val="009F1077"/>
    <w:rsid w:val="009F1354"/>
    <w:rsid w:val="009F1370"/>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CF8"/>
    <w:rsid w:val="009F62E8"/>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A000FD"/>
    <w:rsid w:val="00A0030C"/>
    <w:rsid w:val="00A00632"/>
    <w:rsid w:val="00A00641"/>
    <w:rsid w:val="00A0073E"/>
    <w:rsid w:val="00A007DF"/>
    <w:rsid w:val="00A0083B"/>
    <w:rsid w:val="00A01535"/>
    <w:rsid w:val="00A015BD"/>
    <w:rsid w:val="00A016DE"/>
    <w:rsid w:val="00A019AE"/>
    <w:rsid w:val="00A01A6C"/>
    <w:rsid w:val="00A01DF8"/>
    <w:rsid w:val="00A01FA1"/>
    <w:rsid w:val="00A02526"/>
    <w:rsid w:val="00A02AB8"/>
    <w:rsid w:val="00A02E90"/>
    <w:rsid w:val="00A02EB9"/>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E7C"/>
    <w:rsid w:val="00A0606B"/>
    <w:rsid w:val="00A06184"/>
    <w:rsid w:val="00A06368"/>
    <w:rsid w:val="00A064D5"/>
    <w:rsid w:val="00A065D7"/>
    <w:rsid w:val="00A066C6"/>
    <w:rsid w:val="00A06851"/>
    <w:rsid w:val="00A068B5"/>
    <w:rsid w:val="00A06D67"/>
    <w:rsid w:val="00A06F9C"/>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C91"/>
    <w:rsid w:val="00A14233"/>
    <w:rsid w:val="00A14379"/>
    <w:rsid w:val="00A1485D"/>
    <w:rsid w:val="00A14B46"/>
    <w:rsid w:val="00A14D50"/>
    <w:rsid w:val="00A14FCE"/>
    <w:rsid w:val="00A1517D"/>
    <w:rsid w:val="00A1583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10AB"/>
    <w:rsid w:val="00A212FF"/>
    <w:rsid w:val="00A215A1"/>
    <w:rsid w:val="00A21F4E"/>
    <w:rsid w:val="00A2201A"/>
    <w:rsid w:val="00A2209F"/>
    <w:rsid w:val="00A2211F"/>
    <w:rsid w:val="00A22420"/>
    <w:rsid w:val="00A224BF"/>
    <w:rsid w:val="00A226C2"/>
    <w:rsid w:val="00A22C71"/>
    <w:rsid w:val="00A22D79"/>
    <w:rsid w:val="00A23673"/>
    <w:rsid w:val="00A23955"/>
    <w:rsid w:val="00A23F43"/>
    <w:rsid w:val="00A23FB6"/>
    <w:rsid w:val="00A2400B"/>
    <w:rsid w:val="00A244CE"/>
    <w:rsid w:val="00A245BF"/>
    <w:rsid w:val="00A24621"/>
    <w:rsid w:val="00A24E96"/>
    <w:rsid w:val="00A252E0"/>
    <w:rsid w:val="00A25339"/>
    <w:rsid w:val="00A254F1"/>
    <w:rsid w:val="00A25916"/>
    <w:rsid w:val="00A25940"/>
    <w:rsid w:val="00A26007"/>
    <w:rsid w:val="00A260EA"/>
    <w:rsid w:val="00A26138"/>
    <w:rsid w:val="00A26239"/>
    <w:rsid w:val="00A26379"/>
    <w:rsid w:val="00A26421"/>
    <w:rsid w:val="00A265B1"/>
    <w:rsid w:val="00A265C3"/>
    <w:rsid w:val="00A267C6"/>
    <w:rsid w:val="00A26ABC"/>
    <w:rsid w:val="00A26D03"/>
    <w:rsid w:val="00A274A6"/>
    <w:rsid w:val="00A274EC"/>
    <w:rsid w:val="00A274F8"/>
    <w:rsid w:val="00A276AA"/>
    <w:rsid w:val="00A2784F"/>
    <w:rsid w:val="00A279B2"/>
    <w:rsid w:val="00A27AB5"/>
    <w:rsid w:val="00A3009C"/>
    <w:rsid w:val="00A30354"/>
    <w:rsid w:val="00A30576"/>
    <w:rsid w:val="00A30AC3"/>
    <w:rsid w:val="00A30B19"/>
    <w:rsid w:val="00A30BB7"/>
    <w:rsid w:val="00A311E5"/>
    <w:rsid w:val="00A31326"/>
    <w:rsid w:val="00A31734"/>
    <w:rsid w:val="00A31DB8"/>
    <w:rsid w:val="00A3262F"/>
    <w:rsid w:val="00A328A8"/>
    <w:rsid w:val="00A32BDD"/>
    <w:rsid w:val="00A32FAA"/>
    <w:rsid w:val="00A32FD4"/>
    <w:rsid w:val="00A33482"/>
    <w:rsid w:val="00A3364B"/>
    <w:rsid w:val="00A33984"/>
    <w:rsid w:val="00A33F18"/>
    <w:rsid w:val="00A341D3"/>
    <w:rsid w:val="00A34305"/>
    <w:rsid w:val="00A34671"/>
    <w:rsid w:val="00A3490D"/>
    <w:rsid w:val="00A34E80"/>
    <w:rsid w:val="00A34E84"/>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4C7"/>
    <w:rsid w:val="00A3656F"/>
    <w:rsid w:val="00A3695F"/>
    <w:rsid w:val="00A36AE4"/>
    <w:rsid w:val="00A36E9D"/>
    <w:rsid w:val="00A3703F"/>
    <w:rsid w:val="00A37489"/>
    <w:rsid w:val="00A37946"/>
    <w:rsid w:val="00A37C66"/>
    <w:rsid w:val="00A37E2D"/>
    <w:rsid w:val="00A37E36"/>
    <w:rsid w:val="00A37E8A"/>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376F"/>
    <w:rsid w:val="00A43B85"/>
    <w:rsid w:val="00A43B8E"/>
    <w:rsid w:val="00A43DAE"/>
    <w:rsid w:val="00A43DB7"/>
    <w:rsid w:val="00A4414C"/>
    <w:rsid w:val="00A449C5"/>
    <w:rsid w:val="00A44D40"/>
    <w:rsid w:val="00A44D77"/>
    <w:rsid w:val="00A44D9F"/>
    <w:rsid w:val="00A450B7"/>
    <w:rsid w:val="00A45CA7"/>
    <w:rsid w:val="00A45EA0"/>
    <w:rsid w:val="00A46061"/>
    <w:rsid w:val="00A46083"/>
    <w:rsid w:val="00A4632C"/>
    <w:rsid w:val="00A463A3"/>
    <w:rsid w:val="00A4659A"/>
    <w:rsid w:val="00A46848"/>
    <w:rsid w:val="00A46DA5"/>
    <w:rsid w:val="00A46DE6"/>
    <w:rsid w:val="00A46FBD"/>
    <w:rsid w:val="00A46FCF"/>
    <w:rsid w:val="00A471AA"/>
    <w:rsid w:val="00A47310"/>
    <w:rsid w:val="00A47C84"/>
    <w:rsid w:val="00A47F72"/>
    <w:rsid w:val="00A47FD3"/>
    <w:rsid w:val="00A50101"/>
    <w:rsid w:val="00A50556"/>
    <w:rsid w:val="00A505C2"/>
    <w:rsid w:val="00A50D3F"/>
    <w:rsid w:val="00A50D9B"/>
    <w:rsid w:val="00A51137"/>
    <w:rsid w:val="00A51384"/>
    <w:rsid w:val="00A516B7"/>
    <w:rsid w:val="00A51872"/>
    <w:rsid w:val="00A518D4"/>
    <w:rsid w:val="00A51AC3"/>
    <w:rsid w:val="00A52397"/>
    <w:rsid w:val="00A5264C"/>
    <w:rsid w:val="00A52967"/>
    <w:rsid w:val="00A52C1B"/>
    <w:rsid w:val="00A53190"/>
    <w:rsid w:val="00A531E2"/>
    <w:rsid w:val="00A533E6"/>
    <w:rsid w:val="00A533FE"/>
    <w:rsid w:val="00A53B88"/>
    <w:rsid w:val="00A53D1D"/>
    <w:rsid w:val="00A549E6"/>
    <w:rsid w:val="00A54D6D"/>
    <w:rsid w:val="00A5502A"/>
    <w:rsid w:val="00A550EB"/>
    <w:rsid w:val="00A551F1"/>
    <w:rsid w:val="00A5530A"/>
    <w:rsid w:val="00A557B2"/>
    <w:rsid w:val="00A55EE3"/>
    <w:rsid w:val="00A55F94"/>
    <w:rsid w:val="00A566E5"/>
    <w:rsid w:val="00A57030"/>
    <w:rsid w:val="00A57402"/>
    <w:rsid w:val="00A57685"/>
    <w:rsid w:val="00A5768C"/>
    <w:rsid w:val="00A57735"/>
    <w:rsid w:val="00A57767"/>
    <w:rsid w:val="00A5776D"/>
    <w:rsid w:val="00A57942"/>
    <w:rsid w:val="00A57C17"/>
    <w:rsid w:val="00A604FB"/>
    <w:rsid w:val="00A605FE"/>
    <w:rsid w:val="00A60ABD"/>
    <w:rsid w:val="00A60C39"/>
    <w:rsid w:val="00A60C5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FB5"/>
    <w:rsid w:val="00A70FC6"/>
    <w:rsid w:val="00A71366"/>
    <w:rsid w:val="00A715A5"/>
    <w:rsid w:val="00A716C1"/>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93B"/>
    <w:rsid w:val="00A74973"/>
    <w:rsid w:val="00A74D06"/>
    <w:rsid w:val="00A75393"/>
    <w:rsid w:val="00A753E2"/>
    <w:rsid w:val="00A7583F"/>
    <w:rsid w:val="00A758A1"/>
    <w:rsid w:val="00A75C60"/>
    <w:rsid w:val="00A75D1B"/>
    <w:rsid w:val="00A75FCC"/>
    <w:rsid w:val="00A7651F"/>
    <w:rsid w:val="00A76861"/>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55"/>
    <w:rsid w:val="00A82B86"/>
    <w:rsid w:val="00A82CAC"/>
    <w:rsid w:val="00A82EEE"/>
    <w:rsid w:val="00A831AE"/>
    <w:rsid w:val="00A8327C"/>
    <w:rsid w:val="00A834B8"/>
    <w:rsid w:val="00A835E1"/>
    <w:rsid w:val="00A836C9"/>
    <w:rsid w:val="00A83762"/>
    <w:rsid w:val="00A83884"/>
    <w:rsid w:val="00A83D29"/>
    <w:rsid w:val="00A84411"/>
    <w:rsid w:val="00A847A3"/>
    <w:rsid w:val="00A84867"/>
    <w:rsid w:val="00A8493C"/>
    <w:rsid w:val="00A84B7D"/>
    <w:rsid w:val="00A84B91"/>
    <w:rsid w:val="00A84C94"/>
    <w:rsid w:val="00A84E64"/>
    <w:rsid w:val="00A85121"/>
    <w:rsid w:val="00A851D8"/>
    <w:rsid w:val="00A853A3"/>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E8"/>
    <w:rsid w:val="00A8783E"/>
    <w:rsid w:val="00A87CDD"/>
    <w:rsid w:val="00A87D26"/>
    <w:rsid w:val="00A87D43"/>
    <w:rsid w:val="00A87D94"/>
    <w:rsid w:val="00A87F02"/>
    <w:rsid w:val="00A90592"/>
    <w:rsid w:val="00A906EA"/>
    <w:rsid w:val="00A90794"/>
    <w:rsid w:val="00A9099E"/>
    <w:rsid w:val="00A90B8C"/>
    <w:rsid w:val="00A90BE0"/>
    <w:rsid w:val="00A91077"/>
    <w:rsid w:val="00A91108"/>
    <w:rsid w:val="00A91275"/>
    <w:rsid w:val="00A912D1"/>
    <w:rsid w:val="00A9149B"/>
    <w:rsid w:val="00A91D7B"/>
    <w:rsid w:val="00A9239C"/>
    <w:rsid w:val="00A923B1"/>
    <w:rsid w:val="00A92596"/>
    <w:rsid w:val="00A931E9"/>
    <w:rsid w:val="00A9344F"/>
    <w:rsid w:val="00A9368F"/>
    <w:rsid w:val="00A93BA9"/>
    <w:rsid w:val="00A93E78"/>
    <w:rsid w:val="00A93F1C"/>
    <w:rsid w:val="00A941A6"/>
    <w:rsid w:val="00A944A6"/>
    <w:rsid w:val="00A94646"/>
    <w:rsid w:val="00A94923"/>
    <w:rsid w:val="00A94999"/>
    <w:rsid w:val="00A94AF5"/>
    <w:rsid w:val="00A95121"/>
    <w:rsid w:val="00A95724"/>
    <w:rsid w:val="00A959FB"/>
    <w:rsid w:val="00A95DD6"/>
    <w:rsid w:val="00A95E96"/>
    <w:rsid w:val="00A95F42"/>
    <w:rsid w:val="00A9602C"/>
    <w:rsid w:val="00A962FA"/>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A70"/>
    <w:rsid w:val="00AA0B44"/>
    <w:rsid w:val="00AA0E94"/>
    <w:rsid w:val="00AA0F28"/>
    <w:rsid w:val="00AA106A"/>
    <w:rsid w:val="00AA1897"/>
    <w:rsid w:val="00AA1977"/>
    <w:rsid w:val="00AA1AB4"/>
    <w:rsid w:val="00AA20C2"/>
    <w:rsid w:val="00AA21A4"/>
    <w:rsid w:val="00AA23E0"/>
    <w:rsid w:val="00AA2544"/>
    <w:rsid w:val="00AA2718"/>
    <w:rsid w:val="00AA2AB9"/>
    <w:rsid w:val="00AA2EA4"/>
    <w:rsid w:val="00AA2FC4"/>
    <w:rsid w:val="00AA3148"/>
    <w:rsid w:val="00AA33E7"/>
    <w:rsid w:val="00AA359D"/>
    <w:rsid w:val="00AA3E16"/>
    <w:rsid w:val="00AA3E91"/>
    <w:rsid w:val="00AA3EFA"/>
    <w:rsid w:val="00AA3F07"/>
    <w:rsid w:val="00AA3F3F"/>
    <w:rsid w:val="00AA3F47"/>
    <w:rsid w:val="00AA40F6"/>
    <w:rsid w:val="00AA428A"/>
    <w:rsid w:val="00AA4497"/>
    <w:rsid w:val="00AA456F"/>
    <w:rsid w:val="00AA4592"/>
    <w:rsid w:val="00AA459B"/>
    <w:rsid w:val="00AA47E3"/>
    <w:rsid w:val="00AA487A"/>
    <w:rsid w:val="00AA4905"/>
    <w:rsid w:val="00AA4B53"/>
    <w:rsid w:val="00AA4EA9"/>
    <w:rsid w:val="00AA4ECC"/>
    <w:rsid w:val="00AA51D4"/>
    <w:rsid w:val="00AA53BE"/>
    <w:rsid w:val="00AA5520"/>
    <w:rsid w:val="00AA5DDB"/>
    <w:rsid w:val="00AA5DF3"/>
    <w:rsid w:val="00AA5E12"/>
    <w:rsid w:val="00AA6039"/>
    <w:rsid w:val="00AA64BD"/>
    <w:rsid w:val="00AA6A72"/>
    <w:rsid w:val="00AA711F"/>
    <w:rsid w:val="00AA72F4"/>
    <w:rsid w:val="00AA73DD"/>
    <w:rsid w:val="00AA766C"/>
    <w:rsid w:val="00AA7884"/>
    <w:rsid w:val="00AA7E74"/>
    <w:rsid w:val="00AB04D2"/>
    <w:rsid w:val="00AB0A4D"/>
    <w:rsid w:val="00AB0D28"/>
    <w:rsid w:val="00AB131F"/>
    <w:rsid w:val="00AB15AF"/>
    <w:rsid w:val="00AB16CF"/>
    <w:rsid w:val="00AB1B9F"/>
    <w:rsid w:val="00AB1CA3"/>
    <w:rsid w:val="00AB1D91"/>
    <w:rsid w:val="00AB1E1C"/>
    <w:rsid w:val="00AB1F8D"/>
    <w:rsid w:val="00AB2147"/>
    <w:rsid w:val="00AB230F"/>
    <w:rsid w:val="00AB2382"/>
    <w:rsid w:val="00AB25E6"/>
    <w:rsid w:val="00AB2721"/>
    <w:rsid w:val="00AB2CC8"/>
    <w:rsid w:val="00AB2FD5"/>
    <w:rsid w:val="00AB3462"/>
    <w:rsid w:val="00AB352D"/>
    <w:rsid w:val="00AB368B"/>
    <w:rsid w:val="00AB38AE"/>
    <w:rsid w:val="00AB3A54"/>
    <w:rsid w:val="00AB3F87"/>
    <w:rsid w:val="00AB3FC4"/>
    <w:rsid w:val="00AB4110"/>
    <w:rsid w:val="00AB4114"/>
    <w:rsid w:val="00AB4466"/>
    <w:rsid w:val="00AB4560"/>
    <w:rsid w:val="00AB4671"/>
    <w:rsid w:val="00AB4E76"/>
    <w:rsid w:val="00AB5408"/>
    <w:rsid w:val="00AB57A0"/>
    <w:rsid w:val="00AB586A"/>
    <w:rsid w:val="00AB58AE"/>
    <w:rsid w:val="00AB5953"/>
    <w:rsid w:val="00AB5DD5"/>
    <w:rsid w:val="00AB5FC2"/>
    <w:rsid w:val="00AB6197"/>
    <w:rsid w:val="00AB62CE"/>
    <w:rsid w:val="00AB6AEB"/>
    <w:rsid w:val="00AB6BEF"/>
    <w:rsid w:val="00AB6C18"/>
    <w:rsid w:val="00AB6E0F"/>
    <w:rsid w:val="00AB703F"/>
    <w:rsid w:val="00AB757C"/>
    <w:rsid w:val="00AB7A57"/>
    <w:rsid w:val="00AB7AFF"/>
    <w:rsid w:val="00AB7B36"/>
    <w:rsid w:val="00AB7D03"/>
    <w:rsid w:val="00AB7DD8"/>
    <w:rsid w:val="00AB7F3F"/>
    <w:rsid w:val="00AC0750"/>
    <w:rsid w:val="00AC0C2F"/>
    <w:rsid w:val="00AC0E9B"/>
    <w:rsid w:val="00AC0FE8"/>
    <w:rsid w:val="00AC198D"/>
    <w:rsid w:val="00AC1A67"/>
    <w:rsid w:val="00AC1D35"/>
    <w:rsid w:val="00AC1FD2"/>
    <w:rsid w:val="00AC215A"/>
    <w:rsid w:val="00AC2520"/>
    <w:rsid w:val="00AC25FF"/>
    <w:rsid w:val="00AC2681"/>
    <w:rsid w:val="00AC2714"/>
    <w:rsid w:val="00AC27E4"/>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870"/>
    <w:rsid w:val="00AC59AD"/>
    <w:rsid w:val="00AC5AB6"/>
    <w:rsid w:val="00AC5AEB"/>
    <w:rsid w:val="00AC5B17"/>
    <w:rsid w:val="00AC6292"/>
    <w:rsid w:val="00AC6454"/>
    <w:rsid w:val="00AC64D2"/>
    <w:rsid w:val="00AC65AE"/>
    <w:rsid w:val="00AC66AA"/>
    <w:rsid w:val="00AC67E9"/>
    <w:rsid w:val="00AC68CC"/>
    <w:rsid w:val="00AC6BDF"/>
    <w:rsid w:val="00AC74D1"/>
    <w:rsid w:val="00AC7A45"/>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B2"/>
    <w:rsid w:val="00AD39BF"/>
    <w:rsid w:val="00AD410C"/>
    <w:rsid w:val="00AD42C3"/>
    <w:rsid w:val="00AD45C3"/>
    <w:rsid w:val="00AD4638"/>
    <w:rsid w:val="00AD4677"/>
    <w:rsid w:val="00AD46E2"/>
    <w:rsid w:val="00AD48B7"/>
    <w:rsid w:val="00AD4965"/>
    <w:rsid w:val="00AD4B6B"/>
    <w:rsid w:val="00AD4E8B"/>
    <w:rsid w:val="00AD4F4D"/>
    <w:rsid w:val="00AD4FD8"/>
    <w:rsid w:val="00AD50C3"/>
    <w:rsid w:val="00AD52A0"/>
    <w:rsid w:val="00AD5595"/>
    <w:rsid w:val="00AD56E7"/>
    <w:rsid w:val="00AD582F"/>
    <w:rsid w:val="00AD5927"/>
    <w:rsid w:val="00AD6696"/>
    <w:rsid w:val="00AD6754"/>
    <w:rsid w:val="00AD68BB"/>
    <w:rsid w:val="00AD6E2E"/>
    <w:rsid w:val="00AD6FBF"/>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30C9"/>
    <w:rsid w:val="00AE360F"/>
    <w:rsid w:val="00AE3655"/>
    <w:rsid w:val="00AE3D96"/>
    <w:rsid w:val="00AE3DEF"/>
    <w:rsid w:val="00AE3EDC"/>
    <w:rsid w:val="00AE3F4A"/>
    <w:rsid w:val="00AE43E3"/>
    <w:rsid w:val="00AE4930"/>
    <w:rsid w:val="00AE4E26"/>
    <w:rsid w:val="00AE5736"/>
    <w:rsid w:val="00AE57AC"/>
    <w:rsid w:val="00AE5889"/>
    <w:rsid w:val="00AE5C69"/>
    <w:rsid w:val="00AE5DCF"/>
    <w:rsid w:val="00AE6014"/>
    <w:rsid w:val="00AE6794"/>
    <w:rsid w:val="00AE70C3"/>
    <w:rsid w:val="00AE7261"/>
    <w:rsid w:val="00AE74BF"/>
    <w:rsid w:val="00AE767E"/>
    <w:rsid w:val="00AE77D3"/>
    <w:rsid w:val="00AE7F34"/>
    <w:rsid w:val="00AF001E"/>
    <w:rsid w:val="00AF0690"/>
    <w:rsid w:val="00AF0D50"/>
    <w:rsid w:val="00AF0E72"/>
    <w:rsid w:val="00AF0EF2"/>
    <w:rsid w:val="00AF0FD9"/>
    <w:rsid w:val="00AF0FF6"/>
    <w:rsid w:val="00AF1252"/>
    <w:rsid w:val="00AF1741"/>
    <w:rsid w:val="00AF1867"/>
    <w:rsid w:val="00AF1917"/>
    <w:rsid w:val="00AF1F1D"/>
    <w:rsid w:val="00AF1FCA"/>
    <w:rsid w:val="00AF2037"/>
    <w:rsid w:val="00AF2165"/>
    <w:rsid w:val="00AF22F8"/>
    <w:rsid w:val="00AF2583"/>
    <w:rsid w:val="00AF26DB"/>
    <w:rsid w:val="00AF2B51"/>
    <w:rsid w:val="00AF2DCE"/>
    <w:rsid w:val="00AF2DF9"/>
    <w:rsid w:val="00AF3220"/>
    <w:rsid w:val="00AF326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AD6"/>
    <w:rsid w:val="00AF62FC"/>
    <w:rsid w:val="00AF6CCF"/>
    <w:rsid w:val="00AF717F"/>
    <w:rsid w:val="00AF71DB"/>
    <w:rsid w:val="00AF7465"/>
    <w:rsid w:val="00AF74E9"/>
    <w:rsid w:val="00AF75A7"/>
    <w:rsid w:val="00AF77C1"/>
    <w:rsid w:val="00AF7880"/>
    <w:rsid w:val="00AF7DC7"/>
    <w:rsid w:val="00B008E9"/>
    <w:rsid w:val="00B00A56"/>
    <w:rsid w:val="00B01041"/>
    <w:rsid w:val="00B01669"/>
    <w:rsid w:val="00B01731"/>
    <w:rsid w:val="00B01BF1"/>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28"/>
    <w:rsid w:val="00B043F6"/>
    <w:rsid w:val="00B044A1"/>
    <w:rsid w:val="00B04B19"/>
    <w:rsid w:val="00B050C7"/>
    <w:rsid w:val="00B051F7"/>
    <w:rsid w:val="00B05299"/>
    <w:rsid w:val="00B05634"/>
    <w:rsid w:val="00B059BE"/>
    <w:rsid w:val="00B05AA8"/>
    <w:rsid w:val="00B05B87"/>
    <w:rsid w:val="00B060C0"/>
    <w:rsid w:val="00B06931"/>
    <w:rsid w:val="00B06C0E"/>
    <w:rsid w:val="00B06CB9"/>
    <w:rsid w:val="00B06F6D"/>
    <w:rsid w:val="00B0728E"/>
    <w:rsid w:val="00B07432"/>
    <w:rsid w:val="00B07457"/>
    <w:rsid w:val="00B07727"/>
    <w:rsid w:val="00B078A0"/>
    <w:rsid w:val="00B07D5C"/>
    <w:rsid w:val="00B07EEE"/>
    <w:rsid w:val="00B07F2A"/>
    <w:rsid w:val="00B101BC"/>
    <w:rsid w:val="00B1039D"/>
    <w:rsid w:val="00B10811"/>
    <w:rsid w:val="00B1081F"/>
    <w:rsid w:val="00B108D6"/>
    <w:rsid w:val="00B10F4C"/>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851"/>
    <w:rsid w:val="00B20B48"/>
    <w:rsid w:val="00B20DB6"/>
    <w:rsid w:val="00B2100C"/>
    <w:rsid w:val="00B211C3"/>
    <w:rsid w:val="00B2184B"/>
    <w:rsid w:val="00B21D18"/>
    <w:rsid w:val="00B21FEB"/>
    <w:rsid w:val="00B2228E"/>
    <w:rsid w:val="00B223E0"/>
    <w:rsid w:val="00B22608"/>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30381"/>
    <w:rsid w:val="00B3079C"/>
    <w:rsid w:val="00B308FB"/>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4CA"/>
    <w:rsid w:val="00B359C1"/>
    <w:rsid w:val="00B359FD"/>
    <w:rsid w:val="00B35C40"/>
    <w:rsid w:val="00B35DFB"/>
    <w:rsid w:val="00B35E5E"/>
    <w:rsid w:val="00B36AE5"/>
    <w:rsid w:val="00B36B5B"/>
    <w:rsid w:val="00B36FCF"/>
    <w:rsid w:val="00B37083"/>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D55"/>
    <w:rsid w:val="00B42D63"/>
    <w:rsid w:val="00B42ECE"/>
    <w:rsid w:val="00B43060"/>
    <w:rsid w:val="00B43277"/>
    <w:rsid w:val="00B43365"/>
    <w:rsid w:val="00B435C7"/>
    <w:rsid w:val="00B43992"/>
    <w:rsid w:val="00B43A49"/>
    <w:rsid w:val="00B43FEF"/>
    <w:rsid w:val="00B44350"/>
    <w:rsid w:val="00B443A1"/>
    <w:rsid w:val="00B444F3"/>
    <w:rsid w:val="00B44502"/>
    <w:rsid w:val="00B4450D"/>
    <w:rsid w:val="00B44587"/>
    <w:rsid w:val="00B446C1"/>
    <w:rsid w:val="00B447BB"/>
    <w:rsid w:val="00B4488D"/>
    <w:rsid w:val="00B4514B"/>
    <w:rsid w:val="00B454CE"/>
    <w:rsid w:val="00B4551F"/>
    <w:rsid w:val="00B45780"/>
    <w:rsid w:val="00B45961"/>
    <w:rsid w:val="00B45A3D"/>
    <w:rsid w:val="00B45AD2"/>
    <w:rsid w:val="00B45AEF"/>
    <w:rsid w:val="00B46338"/>
    <w:rsid w:val="00B46407"/>
    <w:rsid w:val="00B46879"/>
    <w:rsid w:val="00B4699C"/>
    <w:rsid w:val="00B469A6"/>
    <w:rsid w:val="00B46A03"/>
    <w:rsid w:val="00B46A8D"/>
    <w:rsid w:val="00B472CA"/>
    <w:rsid w:val="00B4731D"/>
    <w:rsid w:val="00B4755B"/>
    <w:rsid w:val="00B475DC"/>
    <w:rsid w:val="00B47B15"/>
    <w:rsid w:val="00B47D87"/>
    <w:rsid w:val="00B47F62"/>
    <w:rsid w:val="00B5006A"/>
    <w:rsid w:val="00B50A7A"/>
    <w:rsid w:val="00B50A8B"/>
    <w:rsid w:val="00B50C78"/>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5AF4"/>
    <w:rsid w:val="00B55CD7"/>
    <w:rsid w:val="00B5613A"/>
    <w:rsid w:val="00B5676F"/>
    <w:rsid w:val="00B56895"/>
    <w:rsid w:val="00B56CA7"/>
    <w:rsid w:val="00B57038"/>
    <w:rsid w:val="00B5728E"/>
    <w:rsid w:val="00B5741A"/>
    <w:rsid w:val="00B574E1"/>
    <w:rsid w:val="00B575CC"/>
    <w:rsid w:val="00B57973"/>
    <w:rsid w:val="00B579D8"/>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F9"/>
    <w:rsid w:val="00B62681"/>
    <w:rsid w:val="00B629F7"/>
    <w:rsid w:val="00B62E58"/>
    <w:rsid w:val="00B63220"/>
    <w:rsid w:val="00B63410"/>
    <w:rsid w:val="00B638C5"/>
    <w:rsid w:val="00B63B33"/>
    <w:rsid w:val="00B63E0F"/>
    <w:rsid w:val="00B642C7"/>
    <w:rsid w:val="00B64484"/>
    <w:rsid w:val="00B6491F"/>
    <w:rsid w:val="00B64F0F"/>
    <w:rsid w:val="00B653DB"/>
    <w:rsid w:val="00B660CD"/>
    <w:rsid w:val="00B6655C"/>
    <w:rsid w:val="00B66587"/>
    <w:rsid w:val="00B665E6"/>
    <w:rsid w:val="00B6694C"/>
    <w:rsid w:val="00B6727C"/>
    <w:rsid w:val="00B673AE"/>
    <w:rsid w:val="00B67AEF"/>
    <w:rsid w:val="00B67CA5"/>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C71"/>
    <w:rsid w:val="00B7749F"/>
    <w:rsid w:val="00B77E8E"/>
    <w:rsid w:val="00B8018E"/>
    <w:rsid w:val="00B8033B"/>
    <w:rsid w:val="00B80566"/>
    <w:rsid w:val="00B80597"/>
    <w:rsid w:val="00B80666"/>
    <w:rsid w:val="00B807B3"/>
    <w:rsid w:val="00B80C4B"/>
    <w:rsid w:val="00B8113F"/>
    <w:rsid w:val="00B81391"/>
    <w:rsid w:val="00B81BED"/>
    <w:rsid w:val="00B82255"/>
    <w:rsid w:val="00B82744"/>
    <w:rsid w:val="00B82CE6"/>
    <w:rsid w:val="00B82DFA"/>
    <w:rsid w:val="00B82F30"/>
    <w:rsid w:val="00B8321E"/>
    <w:rsid w:val="00B835A6"/>
    <w:rsid w:val="00B835E4"/>
    <w:rsid w:val="00B83655"/>
    <w:rsid w:val="00B836DE"/>
    <w:rsid w:val="00B83B1E"/>
    <w:rsid w:val="00B83D2F"/>
    <w:rsid w:val="00B8426A"/>
    <w:rsid w:val="00B844D0"/>
    <w:rsid w:val="00B847C1"/>
    <w:rsid w:val="00B84837"/>
    <w:rsid w:val="00B84B57"/>
    <w:rsid w:val="00B84C38"/>
    <w:rsid w:val="00B84E3A"/>
    <w:rsid w:val="00B853A9"/>
    <w:rsid w:val="00B859ED"/>
    <w:rsid w:val="00B85DAB"/>
    <w:rsid w:val="00B85E37"/>
    <w:rsid w:val="00B85EA3"/>
    <w:rsid w:val="00B8610A"/>
    <w:rsid w:val="00B86167"/>
    <w:rsid w:val="00B8688C"/>
    <w:rsid w:val="00B86979"/>
    <w:rsid w:val="00B86EF7"/>
    <w:rsid w:val="00B87257"/>
    <w:rsid w:val="00B87301"/>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D5D"/>
    <w:rsid w:val="00B92D73"/>
    <w:rsid w:val="00B92DE0"/>
    <w:rsid w:val="00B9329B"/>
    <w:rsid w:val="00B93906"/>
    <w:rsid w:val="00B93A78"/>
    <w:rsid w:val="00B93BCD"/>
    <w:rsid w:val="00B93C11"/>
    <w:rsid w:val="00B941C7"/>
    <w:rsid w:val="00B94BF6"/>
    <w:rsid w:val="00B94E34"/>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36B1"/>
    <w:rsid w:val="00BA3CD8"/>
    <w:rsid w:val="00BA3FCE"/>
    <w:rsid w:val="00BA404C"/>
    <w:rsid w:val="00BA4053"/>
    <w:rsid w:val="00BA43B7"/>
    <w:rsid w:val="00BA47EA"/>
    <w:rsid w:val="00BA48B2"/>
    <w:rsid w:val="00BA4AA6"/>
    <w:rsid w:val="00BA4F5D"/>
    <w:rsid w:val="00BA511C"/>
    <w:rsid w:val="00BA5356"/>
    <w:rsid w:val="00BA57AE"/>
    <w:rsid w:val="00BA57CA"/>
    <w:rsid w:val="00BA582B"/>
    <w:rsid w:val="00BA5A5A"/>
    <w:rsid w:val="00BA5C56"/>
    <w:rsid w:val="00BA6026"/>
    <w:rsid w:val="00BA606C"/>
    <w:rsid w:val="00BA6277"/>
    <w:rsid w:val="00BA6283"/>
    <w:rsid w:val="00BA62E7"/>
    <w:rsid w:val="00BA68D0"/>
    <w:rsid w:val="00BA69D4"/>
    <w:rsid w:val="00BA6A37"/>
    <w:rsid w:val="00BA6BC0"/>
    <w:rsid w:val="00BA6E25"/>
    <w:rsid w:val="00BA727A"/>
    <w:rsid w:val="00BA7621"/>
    <w:rsid w:val="00BA77B9"/>
    <w:rsid w:val="00BA7966"/>
    <w:rsid w:val="00BA7A70"/>
    <w:rsid w:val="00BA7E89"/>
    <w:rsid w:val="00BA7EB9"/>
    <w:rsid w:val="00BB000E"/>
    <w:rsid w:val="00BB0062"/>
    <w:rsid w:val="00BB00BA"/>
    <w:rsid w:val="00BB011F"/>
    <w:rsid w:val="00BB02DD"/>
    <w:rsid w:val="00BB05B3"/>
    <w:rsid w:val="00BB06D1"/>
    <w:rsid w:val="00BB0820"/>
    <w:rsid w:val="00BB08BF"/>
    <w:rsid w:val="00BB090C"/>
    <w:rsid w:val="00BB09EA"/>
    <w:rsid w:val="00BB0C9F"/>
    <w:rsid w:val="00BB0CC2"/>
    <w:rsid w:val="00BB0CD0"/>
    <w:rsid w:val="00BB112E"/>
    <w:rsid w:val="00BB1591"/>
    <w:rsid w:val="00BB15F8"/>
    <w:rsid w:val="00BB166D"/>
    <w:rsid w:val="00BB1A69"/>
    <w:rsid w:val="00BB1AFB"/>
    <w:rsid w:val="00BB250A"/>
    <w:rsid w:val="00BB2909"/>
    <w:rsid w:val="00BB2AE5"/>
    <w:rsid w:val="00BB2B1C"/>
    <w:rsid w:val="00BB2C39"/>
    <w:rsid w:val="00BB3334"/>
    <w:rsid w:val="00BB36C7"/>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A40"/>
    <w:rsid w:val="00BC0CC6"/>
    <w:rsid w:val="00BC0D6F"/>
    <w:rsid w:val="00BC0EDA"/>
    <w:rsid w:val="00BC1364"/>
    <w:rsid w:val="00BC13CD"/>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60C"/>
    <w:rsid w:val="00BC6C20"/>
    <w:rsid w:val="00BC6DD0"/>
    <w:rsid w:val="00BC75D9"/>
    <w:rsid w:val="00BC760C"/>
    <w:rsid w:val="00BC761C"/>
    <w:rsid w:val="00BC7BFE"/>
    <w:rsid w:val="00BC7F4C"/>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58"/>
    <w:rsid w:val="00BD2DCA"/>
    <w:rsid w:val="00BD32A3"/>
    <w:rsid w:val="00BD35F7"/>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902"/>
    <w:rsid w:val="00BD7B6F"/>
    <w:rsid w:val="00BD7DCA"/>
    <w:rsid w:val="00BE02E0"/>
    <w:rsid w:val="00BE0562"/>
    <w:rsid w:val="00BE09EE"/>
    <w:rsid w:val="00BE09F4"/>
    <w:rsid w:val="00BE0FFB"/>
    <w:rsid w:val="00BE1016"/>
    <w:rsid w:val="00BE122B"/>
    <w:rsid w:val="00BE1338"/>
    <w:rsid w:val="00BE1A93"/>
    <w:rsid w:val="00BE1BDD"/>
    <w:rsid w:val="00BE1CBA"/>
    <w:rsid w:val="00BE2727"/>
    <w:rsid w:val="00BE2837"/>
    <w:rsid w:val="00BE291F"/>
    <w:rsid w:val="00BE2964"/>
    <w:rsid w:val="00BE29EB"/>
    <w:rsid w:val="00BE3325"/>
    <w:rsid w:val="00BE34F8"/>
    <w:rsid w:val="00BE3C0B"/>
    <w:rsid w:val="00BE411F"/>
    <w:rsid w:val="00BE44CD"/>
    <w:rsid w:val="00BE459D"/>
    <w:rsid w:val="00BE4668"/>
    <w:rsid w:val="00BE4B12"/>
    <w:rsid w:val="00BE4E6B"/>
    <w:rsid w:val="00BE50AB"/>
    <w:rsid w:val="00BE5122"/>
    <w:rsid w:val="00BE538C"/>
    <w:rsid w:val="00BE5ED9"/>
    <w:rsid w:val="00BE62E8"/>
    <w:rsid w:val="00BE6310"/>
    <w:rsid w:val="00BE6770"/>
    <w:rsid w:val="00BE6B77"/>
    <w:rsid w:val="00BE7254"/>
    <w:rsid w:val="00BE7425"/>
    <w:rsid w:val="00BE7468"/>
    <w:rsid w:val="00BE759B"/>
    <w:rsid w:val="00BE7C44"/>
    <w:rsid w:val="00BF0756"/>
    <w:rsid w:val="00BF0A77"/>
    <w:rsid w:val="00BF0DE9"/>
    <w:rsid w:val="00BF12C0"/>
    <w:rsid w:val="00BF1535"/>
    <w:rsid w:val="00BF1F21"/>
    <w:rsid w:val="00BF1F7E"/>
    <w:rsid w:val="00BF20C4"/>
    <w:rsid w:val="00BF2113"/>
    <w:rsid w:val="00BF25EC"/>
    <w:rsid w:val="00BF2783"/>
    <w:rsid w:val="00BF2B3F"/>
    <w:rsid w:val="00BF2E15"/>
    <w:rsid w:val="00BF2E39"/>
    <w:rsid w:val="00BF2F77"/>
    <w:rsid w:val="00BF3042"/>
    <w:rsid w:val="00BF33B1"/>
    <w:rsid w:val="00BF3A33"/>
    <w:rsid w:val="00BF3DBF"/>
    <w:rsid w:val="00BF3DF2"/>
    <w:rsid w:val="00BF3FEC"/>
    <w:rsid w:val="00BF4024"/>
    <w:rsid w:val="00BF40F7"/>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AF3"/>
    <w:rsid w:val="00BF6BAE"/>
    <w:rsid w:val="00BF6D03"/>
    <w:rsid w:val="00BF6E9B"/>
    <w:rsid w:val="00BF7918"/>
    <w:rsid w:val="00BF7B45"/>
    <w:rsid w:val="00C00098"/>
    <w:rsid w:val="00C00333"/>
    <w:rsid w:val="00C003BB"/>
    <w:rsid w:val="00C004E8"/>
    <w:rsid w:val="00C005C2"/>
    <w:rsid w:val="00C00686"/>
    <w:rsid w:val="00C006A4"/>
    <w:rsid w:val="00C00C11"/>
    <w:rsid w:val="00C013BA"/>
    <w:rsid w:val="00C014F3"/>
    <w:rsid w:val="00C01617"/>
    <w:rsid w:val="00C01715"/>
    <w:rsid w:val="00C01881"/>
    <w:rsid w:val="00C018B9"/>
    <w:rsid w:val="00C018D1"/>
    <w:rsid w:val="00C019ED"/>
    <w:rsid w:val="00C01AC8"/>
    <w:rsid w:val="00C01CB5"/>
    <w:rsid w:val="00C01E01"/>
    <w:rsid w:val="00C027AD"/>
    <w:rsid w:val="00C031DC"/>
    <w:rsid w:val="00C038F6"/>
    <w:rsid w:val="00C03931"/>
    <w:rsid w:val="00C03C95"/>
    <w:rsid w:val="00C03E11"/>
    <w:rsid w:val="00C03FD8"/>
    <w:rsid w:val="00C0400E"/>
    <w:rsid w:val="00C045D2"/>
    <w:rsid w:val="00C04857"/>
    <w:rsid w:val="00C04C26"/>
    <w:rsid w:val="00C04DD0"/>
    <w:rsid w:val="00C05120"/>
    <w:rsid w:val="00C05158"/>
    <w:rsid w:val="00C0575D"/>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CDA"/>
    <w:rsid w:val="00C11D3D"/>
    <w:rsid w:val="00C12008"/>
    <w:rsid w:val="00C12148"/>
    <w:rsid w:val="00C122A7"/>
    <w:rsid w:val="00C1270F"/>
    <w:rsid w:val="00C129AD"/>
    <w:rsid w:val="00C12BC2"/>
    <w:rsid w:val="00C12E09"/>
    <w:rsid w:val="00C12E18"/>
    <w:rsid w:val="00C12FFB"/>
    <w:rsid w:val="00C130E9"/>
    <w:rsid w:val="00C1354E"/>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612C"/>
    <w:rsid w:val="00C165C8"/>
    <w:rsid w:val="00C16C5B"/>
    <w:rsid w:val="00C16E11"/>
    <w:rsid w:val="00C17054"/>
    <w:rsid w:val="00C173F9"/>
    <w:rsid w:val="00C17820"/>
    <w:rsid w:val="00C17822"/>
    <w:rsid w:val="00C20469"/>
    <w:rsid w:val="00C208BD"/>
    <w:rsid w:val="00C20D15"/>
    <w:rsid w:val="00C20D80"/>
    <w:rsid w:val="00C2113E"/>
    <w:rsid w:val="00C216DC"/>
    <w:rsid w:val="00C218E4"/>
    <w:rsid w:val="00C219AA"/>
    <w:rsid w:val="00C21D8B"/>
    <w:rsid w:val="00C22301"/>
    <w:rsid w:val="00C2286E"/>
    <w:rsid w:val="00C22A19"/>
    <w:rsid w:val="00C22CF2"/>
    <w:rsid w:val="00C23210"/>
    <w:rsid w:val="00C23697"/>
    <w:rsid w:val="00C23811"/>
    <w:rsid w:val="00C23AF7"/>
    <w:rsid w:val="00C23AF9"/>
    <w:rsid w:val="00C23D18"/>
    <w:rsid w:val="00C23D2C"/>
    <w:rsid w:val="00C2417F"/>
    <w:rsid w:val="00C2433B"/>
    <w:rsid w:val="00C24456"/>
    <w:rsid w:val="00C24475"/>
    <w:rsid w:val="00C247CA"/>
    <w:rsid w:val="00C24CD3"/>
    <w:rsid w:val="00C24D7A"/>
    <w:rsid w:val="00C24F11"/>
    <w:rsid w:val="00C24FD2"/>
    <w:rsid w:val="00C25777"/>
    <w:rsid w:val="00C25783"/>
    <w:rsid w:val="00C258DC"/>
    <w:rsid w:val="00C2596E"/>
    <w:rsid w:val="00C25A84"/>
    <w:rsid w:val="00C25CC9"/>
    <w:rsid w:val="00C2609E"/>
    <w:rsid w:val="00C260CA"/>
    <w:rsid w:val="00C263A7"/>
    <w:rsid w:val="00C265DF"/>
    <w:rsid w:val="00C266C4"/>
    <w:rsid w:val="00C26FCD"/>
    <w:rsid w:val="00C27391"/>
    <w:rsid w:val="00C27615"/>
    <w:rsid w:val="00C27654"/>
    <w:rsid w:val="00C27660"/>
    <w:rsid w:val="00C27671"/>
    <w:rsid w:val="00C27E51"/>
    <w:rsid w:val="00C27EFD"/>
    <w:rsid w:val="00C3002D"/>
    <w:rsid w:val="00C3028A"/>
    <w:rsid w:val="00C30D09"/>
    <w:rsid w:val="00C30DAA"/>
    <w:rsid w:val="00C30EE1"/>
    <w:rsid w:val="00C31185"/>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D7F"/>
    <w:rsid w:val="00C34EA7"/>
    <w:rsid w:val="00C35032"/>
    <w:rsid w:val="00C350A4"/>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F4A"/>
    <w:rsid w:val="00C36FB6"/>
    <w:rsid w:val="00C3753B"/>
    <w:rsid w:val="00C37611"/>
    <w:rsid w:val="00C378FC"/>
    <w:rsid w:val="00C37A22"/>
    <w:rsid w:val="00C37E39"/>
    <w:rsid w:val="00C37E99"/>
    <w:rsid w:val="00C40008"/>
    <w:rsid w:val="00C400DF"/>
    <w:rsid w:val="00C401F0"/>
    <w:rsid w:val="00C403BE"/>
    <w:rsid w:val="00C408BB"/>
    <w:rsid w:val="00C40CE7"/>
    <w:rsid w:val="00C40FF6"/>
    <w:rsid w:val="00C410A9"/>
    <w:rsid w:val="00C4116F"/>
    <w:rsid w:val="00C412AC"/>
    <w:rsid w:val="00C413FA"/>
    <w:rsid w:val="00C4161B"/>
    <w:rsid w:val="00C4161E"/>
    <w:rsid w:val="00C417E0"/>
    <w:rsid w:val="00C41841"/>
    <w:rsid w:val="00C41B13"/>
    <w:rsid w:val="00C41C4B"/>
    <w:rsid w:val="00C41CBB"/>
    <w:rsid w:val="00C41F65"/>
    <w:rsid w:val="00C4216B"/>
    <w:rsid w:val="00C4228B"/>
    <w:rsid w:val="00C42AD5"/>
    <w:rsid w:val="00C42C7C"/>
    <w:rsid w:val="00C42DA7"/>
    <w:rsid w:val="00C438CC"/>
    <w:rsid w:val="00C43BB8"/>
    <w:rsid w:val="00C43BD2"/>
    <w:rsid w:val="00C43DAD"/>
    <w:rsid w:val="00C442E0"/>
    <w:rsid w:val="00C44470"/>
    <w:rsid w:val="00C450E9"/>
    <w:rsid w:val="00C456E2"/>
    <w:rsid w:val="00C45B05"/>
    <w:rsid w:val="00C45B32"/>
    <w:rsid w:val="00C46106"/>
    <w:rsid w:val="00C4621F"/>
    <w:rsid w:val="00C46293"/>
    <w:rsid w:val="00C462D2"/>
    <w:rsid w:val="00C46384"/>
    <w:rsid w:val="00C46576"/>
    <w:rsid w:val="00C46C06"/>
    <w:rsid w:val="00C46D74"/>
    <w:rsid w:val="00C47409"/>
    <w:rsid w:val="00C47430"/>
    <w:rsid w:val="00C474A7"/>
    <w:rsid w:val="00C475DE"/>
    <w:rsid w:val="00C47ABF"/>
    <w:rsid w:val="00C47FEB"/>
    <w:rsid w:val="00C47FF2"/>
    <w:rsid w:val="00C50252"/>
    <w:rsid w:val="00C504FF"/>
    <w:rsid w:val="00C50558"/>
    <w:rsid w:val="00C507B9"/>
    <w:rsid w:val="00C51200"/>
    <w:rsid w:val="00C51319"/>
    <w:rsid w:val="00C51337"/>
    <w:rsid w:val="00C51418"/>
    <w:rsid w:val="00C51852"/>
    <w:rsid w:val="00C5186B"/>
    <w:rsid w:val="00C51870"/>
    <w:rsid w:val="00C51D10"/>
    <w:rsid w:val="00C51D4C"/>
    <w:rsid w:val="00C51E5C"/>
    <w:rsid w:val="00C52009"/>
    <w:rsid w:val="00C52697"/>
    <w:rsid w:val="00C527B8"/>
    <w:rsid w:val="00C52E8F"/>
    <w:rsid w:val="00C52F11"/>
    <w:rsid w:val="00C53254"/>
    <w:rsid w:val="00C5348A"/>
    <w:rsid w:val="00C53692"/>
    <w:rsid w:val="00C5397A"/>
    <w:rsid w:val="00C53C8C"/>
    <w:rsid w:val="00C53F90"/>
    <w:rsid w:val="00C541D6"/>
    <w:rsid w:val="00C54785"/>
    <w:rsid w:val="00C5489D"/>
    <w:rsid w:val="00C54B67"/>
    <w:rsid w:val="00C54D8A"/>
    <w:rsid w:val="00C555C6"/>
    <w:rsid w:val="00C55749"/>
    <w:rsid w:val="00C558D0"/>
    <w:rsid w:val="00C55C25"/>
    <w:rsid w:val="00C5606E"/>
    <w:rsid w:val="00C56472"/>
    <w:rsid w:val="00C56645"/>
    <w:rsid w:val="00C569A8"/>
    <w:rsid w:val="00C5702E"/>
    <w:rsid w:val="00C57344"/>
    <w:rsid w:val="00C57718"/>
    <w:rsid w:val="00C57C7E"/>
    <w:rsid w:val="00C60310"/>
    <w:rsid w:val="00C604D4"/>
    <w:rsid w:val="00C60CAD"/>
    <w:rsid w:val="00C60D59"/>
    <w:rsid w:val="00C60F33"/>
    <w:rsid w:val="00C61385"/>
    <w:rsid w:val="00C61414"/>
    <w:rsid w:val="00C6151B"/>
    <w:rsid w:val="00C615AF"/>
    <w:rsid w:val="00C617AF"/>
    <w:rsid w:val="00C61B62"/>
    <w:rsid w:val="00C61B96"/>
    <w:rsid w:val="00C61D44"/>
    <w:rsid w:val="00C61EAF"/>
    <w:rsid w:val="00C62011"/>
    <w:rsid w:val="00C620B4"/>
    <w:rsid w:val="00C62424"/>
    <w:rsid w:val="00C624AB"/>
    <w:rsid w:val="00C62900"/>
    <w:rsid w:val="00C62AA6"/>
    <w:rsid w:val="00C62AA7"/>
    <w:rsid w:val="00C62D21"/>
    <w:rsid w:val="00C62EE9"/>
    <w:rsid w:val="00C631F2"/>
    <w:rsid w:val="00C6351A"/>
    <w:rsid w:val="00C63839"/>
    <w:rsid w:val="00C639A0"/>
    <w:rsid w:val="00C63AB8"/>
    <w:rsid w:val="00C64013"/>
    <w:rsid w:val="00C64031"/>
    <w:rsid w:val="00C64239"/>
    <w:rsid w:val="00C64390"/>
    <w:rsid w:val="00C64BE6"/>
    <w:rsid w:val="00C64F08"/>
    <w:rsid w:val="00C651B4"/>
    <w:rsid w:val="00C65344"/>
    <w:rsid w:val="00C65658"/>
    <w:rsid w:val="00C658CE"/>
    <w:rsid w:val="00C65B09"/>
    <w:rsid w:val="00C65CEF"/>
    <w:rsid w:val="00C65F3B"/>
    <w:rsid w:val="00C660EA"/>
    <w:rsid w:val="00C6673C"/>
    <w:rsid w:val="00C66ADE"/>
    <w:rsid w:val="00C66EC2"/>
    <w:rsid w:val="00C66EE5"/>
    <w:rsid w:val="00C66FDA"/>
    <w:rsid w:val="00C66FF4"/>
    <w:rsid w:val="00C6725E"/>
    <w:rsid w:val="00C67442"/>
    <w:rsid w:val="00C67567"/>
    <w:rsid w:val="00C6772D"/>
    <w:rsid w:val="00C67ADC"/>
    <w:rsid w:val="00C70164"/>
    <w:rsid w:val="00C702CC"/>
    <w:rsid w:val="00C705DC"/>
    <w:rsid w:val="00C707A3"/>
    <w:rsid w:val="00C7081D"/>
    <w:rsid w:val="00C70A6C"/>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CEB"/>
    <w:rsid w:val="00C740BD"/>
    <w:rsid w:val="00C740E9"/>
    <w:rsid w:val="00C74153"/>
    <w:rsid w:val="00C743B2"/>
    <w:rsid w:val="00C74742"/>
    <w:rsid w:val="00C74D1E"/>
    <w:rsid w:val="00C74F1D"/>
    <w:rsid w:val="00C752F4"/>
    <w:rsid w:val="00C75321"/>
    <w:rsid w:val="00C754E9"/>
    <w:rsid w:val="00C75906"/>
    <w:rsid w:val="00C75A68"/>
    <w:rsid w:val="00C75AE8"/>
    <w:rsid w:val="00C75E56"/>
    <w:rsid w:val="00C7605A"/>
    <w:rsid w:val="00C76133"/>
    <w:rsid w:val="00C76153"/>
    <w:rsid w:val="00C762B7"/>
    <w:rsid w:val="00C76311"/>
    <w:rsid w:val="00C7659A"/>
    <w:rsid w:val="00C766E6"/>
    <w:rsid w:val="00C76CC6"/>
    <w:rsid w:val="00C76D08"/>
    <w:rsid w:val="00C77373"/>
    <w:rsid w:val="00C77412"/>
    <w:rsid w:val="00C7749A"/>
    <w:rsid w:val="00C77600"/>
    <w:rsid w:val="00C778E0"/>
    <w:rsid w:val="00C77AE8"/>
    <w:rsid w:val="00C77F8F"/>
    <w:rsid w:val="00C8091A"/>
    <w:rsid w:val="00C80B01"/>
    <w:rsid w:val="00C80B73"/>
    <w:rsid w:val="00C80D57"/>
    <w:rsid w:val="00C80EA8"/>
    <w:rsid w:val="00C81031"/>
    <w:rsid w:val="00C8116F"/>
    <w:rsid w:val="00C812C7"/>
    <w:rsid w:val="00C81658"/>
    <w:rsid w:val="00C8189C"/>
    <w:rsid w:val="00C818F4"/>
    <w:rsid w:val="00C81B63"/>
    <w:rsid w:val="00C81BD5"/>
    <w:rsid w:val="00C81D67"/>
    <w:rsid w:val="00C81F3D"/>
    <w:rsid w:val="00C82765"/>
    <w:rsid w:val="00C8293F"/>
    <w:rsid w:val="00C82B14"/>
    <w:rsid w:val="00C82C36"/>
    <w:rsid w:val="00C82EB2"/>
    <w:rsid w:val="00C82EC1"/>
    <w:rsid w:val="00C82F15"/>
    <w:rsid w:val="00C8314D"/>
    <w:rsid w:val="00C83432"/>
    <w:rsid w:val="00C8357E"/>
    <w:rsid w:val="00C83E1E"/>
    <w:rsid w:val="00C83F12"/>
    <w:rsid w:val="00C8412C"/>
    <w:rsid w:val="00C8418A"/>
    <w:rsid w:val="00C84B47"/>
    <w:rsid w:val="00C850E7"/>
    <w:rsid w:val="00C85388"/>
    <w:rsid w:val="00C854A9"/>
    <w:rsid w:val="00C8560E"/>
    <w:rsid w:val="00C859FF"/>
    <w:rsid w:val="00C8623E"/>
    <w:rsid w:val="00C867A2"/>
    <w:rsid w:val="00C86831"/>
    <w:rsid w:val="00C86A55"/>
    <w:rsid w:val="00C86D92"/>
    <w:rsid w:val="00C8707E"/>
    <w:rsid w:val="00C87257"/>
    <w:rsid w:val="00C87440"/>
    <w:rsid w:val="00C878DA"/>
    <w:rsid w:val="00C87D6D"/>
    <w:rsid w:val="00C87FC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94D"/>
    <w:rsid w:val="00C94971"/>
    <w:rsid w:val="00C95423"/>
    <w:rsid w:val="00C95C68"/>
    <w:rsid w:val="00C95DC3"/>
    <w:rsid w:val="00C9653B"/>
    <w:rsid w:val="00C9670E"/>
    <w:rsid w:val="00C969D6"/>
    <w:rsid w:val="00C96A1F"/>
    <w:rsid w:val="00C96BFB"/>
    <w:rsid w:val="00C96C23"/>
    <w:rsid w:val="00C9703B"/>
    <w:rsid w:val="00C973F9"/>
    <w:rsid w:val="00C97871"/>
    <w:rsid w:val="00C97BEB"/>
    <w:rsid w:val="00C97EE9"/>
    <w:rsid w:val="00CA0140"/>
    <w:rsid w:val="00CA01A8"/>
    <w:rsid w:val="00CA049D"/>
    <w:rsid w:val="00CA0699"/>
    <w:rsid w:val="00CA0BA1"/>
    <w:rsid w:val="00CA0BE9"/>
    <w:rsid w:val="00CA0DB4"/>
    <w:rsid w:val="00CA1211"/>
    <w:rsid w:val="00CA157F"/>
    <w:rsid w:val="00CA1AD0"/>
    <w:rsid w:val="00CA1BE1"/>
    <w:rsid w:val="00CA1FE7"/>
    <w:rsid w:val="00CA2326"/>
    <w:rsid w:val="00CA28BF"/>
    <w:rsid w:val="00CA29EA"/>
    <w:rsid w:val="00CA2A19"/>
    <w:rsid w:val="00CA2B06"/>
    <w:rsid w:val="00CA2F5F"/>
    <w:rsid w:val="00CA31DF"/>
    <w:rsid w:val="00CA33E3"/>
    <w:rsid w:val="00CA48EC"/>
    <w:rsid w:val="00CA4A68"/>
    <w:rsid w:val="00CA4DA5"/>
    <w:rsid w:val="00CA4DD9"/>
    <w:rsid w:val="00CA4FBC"/>
    <w:rsid w:val="00CA556F"/>
    <w:rsid w:val="00CA55DB"/>
    <w:rsid w:val="00CA57CF"/>
    <w:rsid w:val="00CA6041"/>
    <w:rsid w:val="00CA6735"/>
    <w:rsid w:val="00CA6A1D"/>
    <w:rsid w:val="00CA6F6D"/>
    <w:rsid w:val="00CA737C"/>
    <w:rsid w:val="00CA73AA"/>
    <w:rsid w:val="00CA7922"/>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A7F"/>
    <w:rsid w:val="00CB2D77"/>
    <w:rsid w:val="00CB3767"/>
    <w:rsid w:val="00CB39B2"/>
    <w:rsid w:val="00CB3BAE"/>
    <w:rsid w:val="00CB3D4A"/>
    <w:rsid w:val="00CB3F56"/>
    <w:rsid w:val="00CB404F"/>
    <w:rsid w:val="00CB494E"/>
    <w:rsid w:val="00CB4F80"/>
    <w:rsid w:val="00CB5227"/>
    <w:rsid w:val="00CB55CF"/>
    <w:rsid w:val="00CB5685"/>
    <w:rsid w:val="00CB5DCC"/>
    <w:rsid w:val="00CB5E02"/>
    <w:rsid w:val="00CB5E15"/>
    <w:rsid w:val="00CB5EAC"/>
    <w:rsid w:val="00CB5EED"/>
    <w:rsid w:val="00CB65C5"/>
    <w:rsid w:val="00CB6A8C"/>
    <w:rsid w:val="00CB7428"/>
    <w:rsid w:val="00CB743D"/>
    <w:rsid w:val="00CB744D"/>
    <w:rsid w:val="00CB76FD"/>
    <w:rsid w:val="00CB77A1"/>
    <w:rsid w:val="00CB7C07"/>
    <w:rsid w:val="00CB7C13"/>
    <w:rsid w:val="00CB7CA8"/>
    <w:rsid w:val="00CB7CBB"/>
    <w:rsid w:val="00CB7DC0"/>
    <w:rsid w:val="00CC03A5"/>
    <w:rsid w:val="00CC0438"/>
    <w:rsid w:val="00CC0443"/>
    <w:rsid w:val="00CC0528"/>
    <w:rsid w:val="00CC07DA"/>
    <w:rsid w:val="00CC0AFC"/>
    <w:rsid w:val="00CC0C1E"/>
    <w:rsid w:val="00CC0CC7"/>
    <w:rsid w:val="00CC0EFC"/>
    <w:rsid w:val="00CC17CC"/>
    <w:rsid w:val="00CC196F"/>
    <w:rsid w:val="00CC1975"/>
    <w:rsid w:val="00CC22A9"/>
    <w:rsid w:val="00CC2594"/>
    <w:rsid w:val="00CC2B19"/>
    <w:rsid w:val="00CC2CF4"/>
    <w:rsid w:val="00CC2D52"/>
    <w:rsid w:val="00CC2E2A"/>
    <w:rsid w:val="00CC3014"/>
    <w:rsid w:val="00CC316F"/>
    <w:rsid w:val="00CC31A9"/>
    <w:rsid w:val="00CC3363"/>
    <w:rsid w:val="00CC363E"/>
    <w:rsid w:val="00CC3AA9"/>
    <w:rsid w:val="00CC3AE7"/>
    <w:rsid w:val="00CC3E5B"/>
    <w:rsid w:val="00CC4453"/>
    <w:rsid w:val="00CC4717"/>
    <w:rsid w:val="00CC4C0F"/>
    <w:rsid w:val="00CC4DB3"/>
    <w:rsid w:val="00CC4EDC"/>
    <w:rsid w:val="00CC4F95"/>
    <w:rsid w:val="00CC540D"/>
    <w:rsid w:val="00CC5D30"/>
    <w:rsid w:val="00CC6807"/>
    <w:rsid w:val="00CC6C92"/>
    <w:rsid w:val="00CC6D82"/>
    <w:rsid w:val="00CC6EA9"/>
    <w:rsid w:val="00CC6F31"/>
    <w:rsid w:val="00CC6F36"/>
    <w:rsid w:val="00CC72B5"/>
    <w:rsid w:val="00CC73AD"/>
    <w:rsid w:val="00CC7F2F"/>
    <w:rsid w:val="00CD0107"/>
    <w:rsid w:val="00CD0179"/>
    <w:rsid w:val="00CD01AA"/>
    <w:rsid w:val="00CD0355"/>
    <w:rsid w:val="00CD0590"/>
    <w:rsid w:val="00CD05F9"/>
    <w:rsid w:val="00CD063C"/>
    <w:rsid w:val="00CD0D4C"/>
    <w:rsid w:val="00CD0DC2"/>
    <w:rsid w:val="00CD0DE9"/>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F92"/>
    <w:rsid w:val="00CD3FD7"/>
    <w:rsid w:val="00CD419F"/>
    <w:rsid w:val="00CD47C4"/>
    <w:rsid w:val="00CD497F"/>
    <w:rsid w:val="00CD4A2D"/>
    <w:rsid w:val="00CD507E"/>
    <w:rsid w:val="00CD542A"/>
    <w:rsid w:val="00CD554C"/>
    <w:rsid w:val="00CD5688"/>
    <w:rsid w:val="00CD59E5"/>
    <w:rsid w:val="00CD5F89"/>
    <w:rsid w:val="00CD6076"/>
    <w:rsid w:val="00CD67DB"/>
    <w:rsid w:val="00CD6AB2"/>
    <w:rsid w:val="00CD6B4A"/>
    <w:rsid w:val="00CD7101"/>
    <w:rsid w:val="00CD7F75"/>
    <w:rsid w:val="00CD7FB3"/>
    <w:rsid w:val="00CE0AB3"/>
    <w:rsid w:val="00CE0B18"/>
    <w:rsid w:val="00CE0C3C"/>
    <w:rsid w:val="00CE0D53"/>
    <w:rsid w:val="00CE1006"/>
    <w:rsid w:val="00CE105D"/>
    <w:rsid w:val="00CE16E9"/>
    <w:rsid w:val="00CE1750"/>
    <w:rsid w:val="00CE1887"/>
    <w:rsid w:val="00CE19FD"/>
    <w:rsid w:val="00CE1B8F"/>
    <w:rsid w:val="00CE1CE4"/>
    <w:rsid w:val="00CE24D9"/>
    <w:rsid w:val="00CE267B"/>
    <w:rsid w:val="00CE2B59"/>
    <w:rsid w:val="00CE2B8A"/>
    <w:rsid w:val="00CE2FB2"/>
    <w:rsid w:val="00CE2FEC"/>
    <w:rsid w:val="00CE303B"/>
    <w:rsid w:val="00CE318F"/>
    <w:rsid w:val="00CE3234"/>
    <w:rsid w:val="00CE3BCD"/>
    <w:rsid w:val="00CE3CE6"/>
    <w:rsid w:val="00CE3D69"/>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70CD"/>
    <w:rsid w:val="00CE72B3"/>
    <w:rsid w:val="00CE755B"/>
    <w:rsid w:val="00CE7A77"/>
    <w:rsid w:val="00CE7CB5"/>
    <w:rsid w:val="00CE7E27"/>
    <w:rsid w:val="00CF0113"/>
    <w:rsid w:val="00CF0187"/>
    <w:rsid w:val="00CF062C"/>
    <w:rsid w:val="00CF07A0"/>
    <w:rsid w:val="00CF1322"/>
    <w:rsid w:val="00CF145F"/>
    <w:rsid w:val="00CF148D"/>
    <w:rsid w:val="00CF1639"/>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945"/>
    <w:rsid w:val="00CF5309"/>
    <w:rsid w:val="00CF5534"/>
    <w:rsid w:val="00CF563D"/>
    <w:rsid w:val="00CF569C"/>
    <w:rsid w:val="00CF59C2"/>
    <w:rsid w:val="00CF59D1"/>
    <w:rsid w:val="00CF5D84"/>
    <w:rsid w:val="00CF6117"/>
    <w:rsid w:val="00CF613E"/>
    <w:rsid w:val="00CF62D1"/>
    <w:rsid w:val="00CF647D"/>
    <w:rsid w:val="00CF690C"/>
    <w:rsid w:val="00CF6C22"/>
    <w:rsid w:val="00CF6D9B"/>
    <w:rsid w:val="00CF6DA0"/>
    <w:rsid w:val="00CF70DA"/>
    <w:rsid w:val="00CF7754"/>
    <w:rsid w:val="00CF77E8"/>
    <w:rsid w:val="00CF7E6F"/>
    <w:rsid w:val="00CF7F72"/>
    <w:rsid w:val="00CF7FBA"/>
    <w:rsid w:val="00D000D8"/>
    <w:rsid w:val="00D00B9B"/>
    <w:rsid w:val="00D00BF4"/>
    <w:rsid w:val="00D015AF"/>
    <w:rsid w:val="00D01616"/>
    <w:rsid w:val="00D01679"/>
    <w:rsid w:val="00D019C4"/>
    <w:rsid w:val="00D01CBB"/>
    <w:rsid w:val="00D01D3F"/>
    <w:rsid w:val="00D029E8"/>
    <w:rsid w:val="00D02C4C"/>
    <w:rsid w:val="00D02D14"/>
    <w:rsid w:val="00D02D67"/>
    <w:rsid w:val="00D02DBA"/>
    <w:rsid w:val="00D02F26"/>
    <w:rsid w:val="00D0393D"/>
    <w:rsid w:val="00D03D80"/>
    <w:rsid w:val="00D04199"/>
    <w:rsid w:val="00D04B57"/>
    <w:rsid w:val="00D04BC7"/>
    <w:rsid w:val="00D051C4"/>
    <w:rsid w:val="00D05217"/>
    <w:rsid w:val="00D057EA"/>
    <w:rsid w:val="00D059A0"/>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BE"/>
    <w:rsid w:val="00D10CA1"/>
    <w:rsid w:val="00D10E99"/>
    <w:rsid w:val="00D10EF1"/>
    <w:rsid w:val="00D111C2"/>
    <w:rsid w:val="00D111E3"/>
    <w:rsid w:val="00D1171A"/>
    <w:rsid w:val="00D1181A"/>
    <w:rsid w:val="00D11C2B"/>
    <w:rsid w:val="00D11E42"/>
    <w:rsid w:val="00D120F9"/>
    <w:rsid w:val="00D1221E"/>
    <w:rsid w:val="00D12444"/>
    <w:rsid w:val="00D12627"/>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615C"/>
    <w:rsid w:val="00D26447"/>
    <w:rsid w:val="00D264C1"/>
    <w:rsid w:val="00D266E1"/>
    <w:rsid w:val="00D26F25"/>
    <w:rsid w:val="00D2731D"/>
    <w:rsid w:val="00D2735D"/>
    <w:rsid w:val="00D27382"/>
    <w:rsid w:val="00D274AA"/>
    <w:rsid w:val="00D2789C"/>
    <w:rsid w:val="00D27F45"/>
    <w:rsid w:val="00D27FC2"/>
    <w:rsid w:val="00D30256"/>
    <w:rsid w:val="00D30354"/>
    <w:rsid w:val="00D305C4"/>
    <w:rsid w:val="00D30627"/>
    <w:rsid w:val="00D3092C"/>
    <w:rsid w:val="00D30EE8"/>
    <w:rsid w:val="00D311C6"/>
    <w:rsid w:val="00D31AB8"/>
    <w:rsid w:val="00D31E70"/>
    <w:rsid w:val="00D321E4"/>
    <w:rsid w:val="00D32269"/>
    <w:rsid w:val="00D324E4"/>
    <w:rsid w:val="00D3254F"/>
    <w:rsid w:val="00D32586"/>
    <w:rsid w:val="00D329E1"/>
    <w:rsid w:val="00D32B95"/>
    <w:rsid w:val="00D330C7"/>
    <w:rsid w:val="00D33250"/>
    <w:rsid w:val="00D3366C"/>
    <w:rsid w:val="00D336AE"/>
    <w:rsid w:val="00D33B91"/>
    <w:rsid w:val="00D33F1A"/>
    <w:rsid w:val="00D33F6E"/>
    <w:rsid w:val="00D344F9"/>
    <w:rsid w:val="00D345CB"/>
    <w:rsid w:val="00D348E7"/>
    <w:rsid w:val="00D34A72"/>
    <w:rsid w:val="00D34AA0"/>
    <w:rsid w:val="00D34C6A"/>
    <w:rsid w:val="00D35036"/>
    <w:rsid w:val="00D351B2"/>
    <w:rsid w:val="00D351F2"/>
    <w:rsid w:val="00D352B9"/>
    <w:rsid w:val="00D352CD"/>
    <w:rsid w:val="00D3566E"/>
    <w:rsid w:val="00D3569A"/>
    <w:rsid w:val="00D357F1"/>
    <w:rsid w:val="00D3583C"/>
    <w:rsid w:val="00D358EE"/>
    <w:rsid w:val="00D35DC2"/>
    <w:rsid w:val="00D35EE9"/>
    <w:rsid w:val="00D3651E"/>
    <w:rsid w:val="00D3662B"/>
    <w:rsid w:val="00D3667B"/>
    <w:rsid w:val="00D36705"/>
    <w:rsid w:val="00D36896"/>
    <w:rsid w:val="00D36C0B"/>
    <w:rsid w:val="00D36CB3"/>
    <w:rsid w:val="00D36CD4"/>
    <w:rsid w:val="00D36F37"/>
    <w:rsid w:val="00D370C7"/>
    <w:rsid w:val="00D37655"/>
    <w:rsid w:val="00D37890"/>
    <w:rsid w:val="00D37B9A"/>
    <w:rsid w:val="00D37CA7"/>
    <w:rsid w:val="00D37F57"/>
    <w:rsid w:val="00D4002B"/>
    <w:rsid w:val="00D400E4"/>
    <w:rsid w:val="00D4037C"/>
    <w:rsid w:val="00D4057D"/>
    <w:rsid w:val="00D408F5"/>
    <w:rsid w:val="00D40A94"/>
    <w:rsid w:val="00D40ACE"/>
    <w:rsid w:val="00D40D31"/>
    <w:rsid w:val="00D40E1A"/>
    <w:rsid w:val="00D40FD8"/>
    <w:rsid w:val="00D41476"/>
    <w:rsid w:val="00D4152E"/>
    <w:rsid w:val="00D41569"/>
    <w:rsid w:val="00D419BA"/>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4325"/>
    <w:rsid w:val="00D44483"/>
    <w:rsid w:val="00D4469B"/>
    <w:rsid w:val="00D448AC"/>
    <w:rsid w:val="00D44EB8"/>
    <w:rsid w:val="00D453C5"/>
    <w:rsid w:val="00D454C9"/>
    <w:rsid w:val="00D45CF4"/>
    <w:rsid w:val="00D45E5E"/>
    <w:rsid w:val="00D45E82"/>
    <w:rsid w:val="00D46065"/>
    <w:rsid w:val="00D46069"/>
    <w:rsid w:val="00D461D7"/>
    <w:rsid w:val="00D4634A"/>
    <w:rsid w:val="00D46B3E"/>
    <w:rsid w:val="00D46E74"/>
    <w:rsid w:val="00D46FE2"/>
    <w:rsid w:val="00D471EC"/>
    <w:rsid w:val="00D47302"/>
    <w:rsid w:val="00D47D89"/>
    <w:rsid w:val="00D5064F"/>
    <w:rsid w:val="00D5099A"/>
    <w:rsid w:val="00D50B9A"/>
    <w:rsid w:val="00D50BB3"/>
    <w:rsid w:val="00D50BDB"/>
    <w:rsid w:val="00D50BE6"/>
    <w:rsid w:val="00D50CB4"/>
    <w:rsid w:val="00D510E7"/>
    <w:rsid w:val="00D5178A"/>
    <w:rsid w:val="00D518D9"/>
    <w:rsid w:val="00D51933"/>
    <w:rsid w:val="00D51A75"/>
    <w:rsid w:val="00D51CF4"/>
    <w:rsid w:val="00D51EF1"/>
    <w:rsid w:val="00D51EF5"/>
    <w:rsid w:val="00D51FDF"/>
    <w:rsid w:val="00D52138"/>
    <w:rsid w:val="00D5288A"/>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663"/>
    <w:rsid w:val="00D56BE2"/>
    <w:rsid w:val="00D56FD0"/>
    <w:rsid w:val="00D57177"/>
    <w:rsid w:val="00D573EE"/>
    <w:rsid w:val="00D5767F"/>
    <w:rsid w:val="00D57743"/>
    <w:rsid w:val="00D57C5F"/>
    <w:rsid w:val="00D57E9D"/>
    <w:rsid w:val="00D60190"/>
    <w:rsid w:val="00D601E6"/>
    <w:rsid w:val="00D601E9"/>
    <w:rsid w:val="00D602D6"/>
    <w:rsid w:val="00D60667"/>
    <w:rsid w:val="00D60728"/>
    <w:rsid w:val="00D6083E"/>
    <w:rsid w:val="00D60BB0"/>
    <w:rsid w:val="00D60C87"/>
    <w:rsid w:val="00D61182"/>
    <w:rsid w:val="00D614A3"/>
    <w:rsid w:val="00D61732"/>
    <w:rsid w:val="00D6193F"/>
    <w:rsid w:val="00D61970"/>
    <w:rsid w:val="00D61AF6"/>
    <w:rsid w:val="00D61B9C"/>
    <w:rsid w:val="00D62054"/>
    <w:rsid w:val="00D621B1"/>
    <w:rsid w:val="00D6225B"/>
    <w:rsid w:val="00D622E5"/>
    <w:rsid w:val="00D622EC"/>
    <w:rsid w:val="00D62382"/>
    <w:rsid w:val="00D623EA"/>
    <w:rsid w:val="00D624E6"/>
    <w:rsid w:val="00D62674"/>
    <w:rsid w:val="00D62ACC"/>
    <w:rsid w:val="00D62B0B"/>
    <w:rsid w:val="00D62D93"/>
    <w:rsid w:val="00D62E3B"/>
    <w:rsid w:val="00D62E87"/>
    <w:rsid w:val="00D631F7"/>
    <w:rsid w:val="00D6330F"/>
    <w:rsid w:val="00D63350"/>
    <w:rsid w:val="00D635B4"/>
    <w:rsid w:val="00D6375B"/>
    <w:rsid w:val="00D638C0"/>
    <w:rsid w:val="00D6405B"/>
    <w:rsid w:val="00D642A8"/>
    <w:rsid w:val="00D6439D"/>
    <w:rsid w:val="00D6440A"/>
    <w:rsid w:val="00D6455A"/>
    <w:rsid w:val="00D6473C"/>
    <w:rsid w:val="00D64E7B"/>
    <w:rsid w:val="00D6523F"/>
    <w:rsid w:val="00D654FA"/>
    <w:rsid w:val="00D65A13"/>
    <w:rsid w:val="00D65C14"/>
    <w:rsid w:val="00D65D69"/>
    <w:rsid w:val="00D65D95"/>
    <w:rsid w:val="00D6608C"/>
    <w:rsid w:val="00D660C7"/>
    <w:rsid w:val="00D6630A"/>
    <w:rsid w:val="00D666B8"/>
    <w:rsid w:val="00D66E1E"/>
    <w:rsid w:val="00D67642"/>
    <w:rsid w:val="00D67C12"/>
    <w:rsid w:val="00D67C19"/>
    <w:rsid w:val="00D67DB6"/>
    <w:rsid w:val="00D67DC3"/>
    <w:rsid w:val="00D70393"/>
    <w:rsid w:val="00D7059B"/>
    <w:rsid w:val="00D706BE"/>
    <w:rsid w:val="00D719B8"/>
    <w:rsid w:val="00D72241"/>
    <w:rsid w:val="00D72B01"/>
    <w:rsid w:val="00D72FC3"/>
    <w:rsid w:val="00D733D8"/>
    <w:rsid w:val="00D73696"/>
    <w:rsid w:val="00D73744"/>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C0F"/>
    <w:rsid w:val="00D800A1"/>
    <w:rsid w:val="00D800BA"/>
    <w:rsid w:val="00D800EF"/>
    <w:rsid w:val="00D80274"/>
    <w:rsid w:val="00D804E9"/>
    <w:rsid w:val="00D805FA"/>
    <w:rsid w:val="00D80771"/>
    <w:rsid w:val="00D80806"/>
    <w:rsid w:val="00D80AA2"/>
    <w:rsid w:val="00D80EB3"/>
    <w:rsid w:val="00D81506"/>
    <w:rsid w:val="00D8151B"/>
    <w:rsid w:val="00D816A1"/>
    <w:rsid w:val="00D816E1"/>
    <w:rsid w:val="00D81759"/>
    <w:rsid w:val="00D81B58"/>
    <w:rsid w:val="00D81C35"/>
    <w:rsid w:val="00D82225"/>
    <w:rsid w:val="00D823E1"/>
    <w:rsid w:val="00D82607"/>
    <w:rsid w:val="00D82C3A"/>
    <w:rsid w:val="00D82D41"/>
    <w:rsid w:val="00D830F7"/>
    <w:rsid w:val="00D831FE"/>
    <w:rsid w:val="00D834DC"/>
    <w:rsid w:val="00D837F8"/>
    <w:rsid w:val="00D83C3F"/>
    <w:rsid w:val="00D83D4F"/>
    <w:rsid w:val="00D83E97"/>
    <w:rsid w:val="00D83FDC"/>
    <w:rsid w:val="00D8450D"/>
    <w:rsid w:val="00D8482E"/>
    <w:rsid w:val="00D84CBF"/>
    <w:rsid w:val="00D84DCA"/>
    <w:rsid w:val="00D851BB"/>
    <w:rsid w:val="00D8531F"/>
    <w:rsid w:val="00D85A5D"/>
    <w:rsid w:val="00D85FFD"/>
    <w:rsid w:val="00D8651A"/>
    <w:rsid w:val="00D86646"/>
    <w:rsid w:val="00D86729"/>
    <w:rsid w:val="00D86CA4"/>
    <w:rsid w:val="00D86E45"/>
    <w:rsid w:val="00D86E5E"/>
    <w:rsid w:val="00D874FE"/>
    <w:rsid w:val="00D87DD2"/>
    <w:rsid w:val="00D87F33"/>
    <w:rsid w:val="00D9002E"/>
    <w:rsid w:val="00D90273"/>
    <w:rsid w:val="00D902FD"/>
    <w:rsid w:val="00D903F7"/>
    <w:rsid w:val="00D9065C"/>
    <w:rsid w:val="00D90899"/>
    <w:rsid w:val="00D90DE2"/>
    <w:rsid w:val="00D90E2C"/>
    <w:rsid w:val="00D9122A"/>
    <w:rsid w:val="00D916BE"/>
    <w:rsid w:val="00D9182A"/>
    <w:rsid w:val="00D91CC7"/>
    <w:rsid w:val="00D91F33"/>
    <w:rsid w:val="00D92625"/>
    <w:rsid w:val="00D928FC"/>
    <w:rsid w:val="00D9292E"/>
    <w:rsid w:val="00D929DE"/>
    <w:rsid w:val="00D92B25"/>
    <w:rsid w:val="00D92FFC"/>
    <w:rsid w:val="00D9319C"/>
    <w:rsid w:val="00D9338C"/>
    <w:rsid w:val="00D936DB"/>
    <w:rsid w:val="00D9377E"/>
    <w:rsid w:val="00D938BF"/>
    <w:rsid w:val="00D94083"/>
    <w:rsid w:val="00D94636"/>
    <w:rsid w:val="00D9471A"/>
    <w:rsid w:val="00D9476F"/>
    <w:rsid w:val="00D9478E"/>
    <w:rsid w:val="00D9498C"/>
    <w:rsid w:val="00D94B8D"/>
    <w:rsid w:val="00D94F1B"/>
    <w:rsid w:val="00D952DD"/>
    <w:rsid w:val="00D955C5"/>
    <w:rsid w:val="00D95637"/>
    <w:rsid w:val="00D95942"/>
    <w:rsid w:val="00D9606E"/>
    <w:rsid w:val="00D960E8"/>
    <w:rsid w:val="00D963AD"/>
    <w:rsid w:val="00D96522"/>
    <w:rsid w:val="00D966EC"/>
    <w:rsid w:val="00D96BAC"/>
    <w:rsid w:val="00D96C16"/>
    <w:rsid w:val="00D96C88"/>
    <w:rsid w:val="00D96C9D"/>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62B"/>
    <w:rsid w:val="00DA56EF"/>
    <w:rsid w:val="00DA5A59"/>
    <w:rsid w:val="00DA62A8"/>
    <w:rsid w:val="00DA631B"/>
    <w:rsid w:val="00DA6755"/>
    <w:rsid w:val="00DA6BF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DE6"/>
    <w:rsid w:val="00DB31DF"/>
    <w:rsid w:val="00DB32A2"/>
    <w:rsid w:val="00DB33D6"/>
    <w:rsid w:val="00DB3905"/>
    <w:rsid w:val="00DB396D"/>
    <w:rsid w:val="00DB3B87"/>
    <w:rsid w:val="00DB3C4C"/>
    <w:rsid w:val="00DB3DA6"/>
    <w:rsid w:val="00DB4046"/>
    <w:rsid w:val="00DB40E9"/>
    <w:rsid w:val="00DB427F"/>
    <w:rsid w:val="00DB42DD"/>
    <w:rsid w:val="00DB43E6"/>
    <w:rsid w:val="00DB47BB"/>
    <w:rsid w:val="00DB48A1"/>
    <w:rsid w:val="00DB4A57"/>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FDC"/>
    <w:rsid w:val="00DB7227"/>
    <w:rsid w:val="00DB7262"/>
    <w:rsid w:val="00DB72CC"/>
    <w:rsid w:val="00DB76B4"/>
    <w:rsid w:val="00DB76DA"/>
    <w:rsid w:val="00DB7980"/>
    <w:rsid w:val="00DB7A02"/>
    <w:rsid w:val="00DC020A"/>
    <w:rsid w:val="00DC06BC"/>
    <w:rsid w:val="00DC09AF"/>
    <w:rsid w:val="00DC0C13"/>
    <w:rsid w:val="00DC0C82"/>
    <w:rsid w:val="00DC0D25"/>
    <w:rsid w:val="00DC0DA5"/>
    <w:rsid w:val="00DC0FFB"/>
    <w:rsid w:val="00DC1142"/>
    <w:rsid w:val="00DC1417"/>
    <w:rsid w:val="00DC1650"/>
    <w:rsid w:val="00DC1A1F"/>
    <w:rsid w:val="00DC1F9B"/>
    <w:rsid w:val="00DC20D4"/>
    <w:rsid w:val="00DC224D"/>
    <w:rsid w:val="00DC22F4"/>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784"/>
    <w:rsid w:val="00DC59FC"/>
    <w:rsid w:val="00DC5C5F"/>
    <w:rsid w:val="00DC5C8C"/>
    <w:rsid w:val="00DC5D4A"/>
    <w:rsid w:val="00DC5D53"/>
    <w:rsid w:val="00DC5FF4"/>
    <w:rsid w:val="00DC601B"/>
    <w:rsid w:val="00DC6204"/>
    <w:rsid w:val="00DC6207"/>
    <w:rsid w:val="00DC64DB"/>
    <w:rsid w:val="00DC64F8"/>
    <w:rsid w:val="00DC6553"/>
    <w:rsid w:val="00DC683A"/>
    <w:rsid w:val="00DC68BD"/>
    <w:rsid w:val="00DC68FD"/>
    <w:rsid w:val="00DC6B15"/>
    <w:rsid w:val="00DC6BED"/>
    <w:rsid w:val="00DC6D90"/>
    <w:rsid w:val="00DC6DBE"/>
    <w:rsid w:val="00DC6F3C"/>
    <w:rsid w:val="00DC707B"/>
    <w:rsid w:val="00DC7398"/>
    <w:rsid w:val="00DC7485"/>
    <w:rsid w:val="00DC751E"/>
    <w:rsid w:val="00DC76D5"/>
    <w:rsid w:val="00DC79DC"/>
    <w:rsid w:val="00DC7DFC"/>
    <w:rsid w:val="00DD04D9"/>
    <w:rsid w:val="00DD0747"/>
    <w:rsid w:val="00DD07E5"/>
    <w:rsid w:val="00DD08C5"/>
    <w:rsid w:val="00DD0CB4"/>
    <w:rsid w:val="00DD117B"/>
    <w:rsid w:val="00DD1288"/>
    <w:rsid w:val="00DD1775"/>
    <w:rsid w:val="00DD1CA8"/>
    <w:rsid w:val="00DD1ED6"/>
    <w:rsid w:val="00DD26E1"/>
    <w:rsid w:val="00DD2ABC"/>
    <w:rsid w:val="00DD2BA0"/>
    <w:rsid w:val="00DD2DB6"/>
    <w:rsid w:val="00DD2EE4"/>
    <w:rsid w:val="00DD31B5"/>
    <w:rsid w:val="00DD3461"/>
    <w:rsid w:val="00DD37FF"/>
    <w:rsid w:val="00DD3D72"/>
    <w:rsid w:val="00DD3FE9"/>
    <w:rsid w:val="00DD4073"/>
    <w:rsid w:val="00DD411E"/>
    <w:rsid w:val="00DD4221"/>
    <w:rsid w:val="00DD44B0"/>
    <w:rsid w:val="00DD455B"/>
    <w:rsid w:val="00DD4561"/>
    <w:rsid w:val="00DD4723"/>
    <w:rsid w:val="00DD4799"/>
    <w:rsid w:val="00DD47B6"/>
    <w:rsid w:val="00DD4878"/>
    <w:rsid w:val="00DD492F"/>
    <w:rsid w:val="00DD4BCD"/>
    <w:rsid w:val="00DD4C4B"/>
    <w:rsid w:val="00DD4E82"/>
    <w:rsid w:val="00DD4F7D"/>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53D"/>
    <w:rsid w:val="00DD7612"/>
    <w:rsid w:val="00DD7FC5"/>
    <w:rsid w:val="00DE0AB8"/>
    <w:rsid w:val="00DE0C86"/>
    <w:rsid w:val="00DE0D7A"/>
    <w:rsid w:val="00DE0D90"/>
    <w:rsid w:val="00DE0FAA"/>
    <w:rsid w:val="00DE1046"/>
    <w:rsid w:val="00DE13A8"/>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C45"/>
    <w:rsid w:val="00DE3D55"/>
    <w:rsid w:val="00DE3ECF"/>
    <w:rsid w:val="00DE42A3"/>
    <w:rsid w:val="00DE447C"/>
    <w:rsid w:val="00DE49DB"/>
    <w:rsid w:val="00DE4C5E"/>
    <w:rsid w:val="00DE4CAA"/>
    <w:rsid w:val="00DE505E"/>
    <w:rsid w:val="00DE5337"/>
    <w:rsid w:val="00DE5342"/>
    <w:rsid w:val="00DE58D0"/>
    <w:rsid w:val="00DE590B"/>
    <w:rsid w:val="00DE5A82"/>
    <w:rsid w:val="00DE5B45"/>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473"/>
    <w:rsid w:val="00DF16E3"/>
    <w:rsid w:val="00DF1A8C"/>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9D6"/>
    <w:rsid w:val="00DF59E9"/>
    <w:rsid w:val="00DF6257"/>
    <w:rsid w:val="00DF65A7"/>
    <w:rsid w:val="00DF6892"/>
    <w:rsid w:val="00DF6AB3"/>
    <w:rsid w:val="00DF6C80"/>
    <w:rsid w:val="00DF6D22"/>
    <w:rsid w:val="00DF6D3B"/>
    <w:rsid w:val="00DF7073"/>
    <w:rsid w:val="00DF7222"/>
    <w:rsid w:val="00DF7295"/>
    <w:rsid w:val="00DF75B2"/>
    <w:rsid w:val="00DF75FB"/>
    <w:rsid w:val="00DF78AE"/>
    <w:rsid w:val="00DF7B70"/>
    <w:rsid w:val="00DF7D47"/>
    <w:rsid w:val="00DF7DAD"/>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7A9"/>
    <w:rsid w:val="00E04806"/>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13B9"/>
    <w:rsid w:val="00E1189E"/>
    <w:rsid w:val="00E118E8"/>
    <w:rsid w:val="00E11D1F"/>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392"/>
    <w:rsid w:val="00E15752"/>
    <w:rsid w:val="00E1580F"/>
    <w:rsid w:val="00E15BBB"/>
    <w:rsid w:val="00E1630C"/>
    <w:rsid w:val="00E1632C"/>
    <w:rsid w:val="00E169D3"/>
    <w:rsid w:val="00E16A73"/>
    <w:rsid w:val="00E16F3F"/>
    <w:rsid w:val="00E17031"/>
    <w:rsid w:val="00E17583"/>
    <w:rsid w:val="00E17761"/>
    <w:rsid w:val="00E17794"/>
    <w:rsid w:val="00E1790D"/>
    <w:rsid w:val="00E1794F"/>
    <w:rsid w:val="00E17ADA"/>
    <w:rsid w:val="00E17BDE"/>
    <w:rsid w:val="00E20238"/>
    <w:rsid w:val="00E203FC"/>
    <w:rsid w:val="00E204CA"/>
    <w:rsid w:val="00E208E3"/>
    <w:rsid w:val="00E2091C"/>
    <w:rsid w:val="00E20EDB"/>
    <w:rsid w:val="00E21A07"/>
    <w:rsid w:val="00E222E3"/>
    <w:rsid w:val="00E2359D"/>
    <w:rsid w:val="00E23985"/>
    <w:rsid w:val="00E23C64"/>
    <w:rsid w:val="00E24173"/>
    <w:rsid w:val="00E24505"/>
    <w:rsid w:val="00E2457D"/>
    <w:rsid w:val="00E245E6"/>
    <w:rsid w:val="00E245F4"/>
    <w:rsid w:val="00E2469D"/>
    <w:rsid w:val="00E24798"/>
    <w:rsid w:val="00E2487F"/>
    <w:rsid w:val="00E2491B"/>
    <w:rsid w:val="00E24E66"/>
    <w:rsid w:val="00E25183"/>
    <w:rsid w:val="00E25555"/>
    <w:rsid w:val="00E25607"/>
    <w:rsid w:val="00E258BD"/>
    <w:rsid w:val="00E26758"/>
    <w:rsid w:val="00E269B8"/>
    <w:rsid w:val="00E27437"/>
    <w:rsid w:val="00E279C9"/>
    <w:rsid w:val="00E27FB7"/>
    <w:rsid w:val="00E300DD"/>
    <w:rsid w:val="00E30244"/>
    <w:rsid w:val="00E30537"/>
    <w:rsid w:val="00E30870"/>
    <w:rsid w:val="00E309C5"/>
    <w:rsid w:val="00E30ABE"/>
    <w:rsid w:val="00E30B23"/>
    <w:rsid w:val="00E30D77"/>
    <w:rsid w:val="00E30F6C"/>
    <w:rsid w:val="00E3104D"/>
    <w:rsid w:val="00E31069"/>
    <w:rsid w:val="00E31228"/>
    <w:rsid w:val="00E3140B"/>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FD7"/>
    <w:rsid w:val="00E330C2"/>
    <w:rsid w:val="00E332C6"/>
    <w:rsid w:val="00E33408"/>
    <w:rsid w:val="00E3359C"/>
    <w:rsid w:val="00E33739"/>
    <w:rsid w:val="00E33AEE"/>
    <w:rsid w:val="00E33E7C"/>
    <w:rsid w:val="00E33F4B"/>
    <w:rsid w:val="00E34105"/>
    <w:rsid w:val="00E34171"/>
    <w:rsid w:val="00E342A7"/>
    <w:rsid w:val="00E34546"/>
    <w:rsid w:val="00E347AE"/>
    <w:rsid w:val="00E349E0"/>
    <w:rsid w:val="00E34F72"/>
    <w:rsid w:val="00E3528A"/>
    <w:rsid w:val="00E355C6"/>
    <w:rsid w:val="00E358AB"/>
    <w:rsid w:val="00E358DD"/>
    <w:rsid w:val="00E35A35"/>
    <w:rsid w:val="00E35B49"/>
    <w:rsid w:val="00E36221"/>
    <w:rsid w:val="00E36380"/>
    <w:rsid w:val="00E3655A"/>
    <w:rsid w:val="00E3733D"/>
    <w:rsid w:val="00E373BB"/>
    <w:rsid w:val="00E374B9"/>
    <w:rsid w:val="00E37769"/>
    <w:rsid w:val="00E379F2"/>
    <w:rsid w:val="00E40039"/>
    <w:rsid w:val="00E40281"/>
    <w:rsid w:val="00E40420"/>
    <w:rsid w:val="00E4068B"/>
    <w:rsid w:val="00E40ABB"/>
    <w:rsid w:val="00E40C76"/>
    <w:rsid w:val="00E4162A"/>
    <w:rsid w:val="00E416D6"/>
    <w:rsid w:val="00E417FE"/>
    <w:rsid w:val="00E41909"/>
    <w:rsid w:val="00E41BE7"/>
    <w:rsid w:val="00E41E9C"/>
    <w:rsid w:val="00E42028"/>
    <w:rsid w:val="00E4224C"/>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89A"/>
    <w:rsid w:val="00E44B9C"/>
    <w:rsid w:val="00E44BAC"/>
    <w:rsid w:val="00E44C0B"/>
    <w:rsid w:val="00E45052"/>
    <w:rsid w:val="00E45162"/>
    <w:rsid w:val="00E455A1"/>
    <w:rsid w:val="00E45F4F"/>
    <w:rsid w:val="00E460D0"/>
    <w:rsid w:val="00E4627F"/>
    <w:rsid w:val="00E4641E"/>
    <w:rsid w:val="00E46886"/>
    <w:rsid w:val="00E46E6A"/>
    <w:rsid w:val="00E47078"/>
    <w:rsid w:val="00E47359"/>
    <w:rsid w:val="00E47395"/>
    <w:rsid w:val="00E474D4"/>
    <w:rsid w:val="00E47936"/>
    <w:rsid w:val="00E47FC5"/>
    <w:rsid w:val="00E503E3"/>
    <w:rsid w:val="00E50507"/>
    <w:rsid w:val="00E50A45"/>
    <w:rsid w:val="00E50CF4"/>
    <w:rsid w:val="00E50F30"/>
    <w:rsid w:val="00E51122"/>
    <w:rsid w:val="00E515EE"/>
    <w:rsid w:val="00E5182E"/>
    <w:rsid w:val="00E5191B"/>
    <w:rsid w:val="00E51D42"/>
    <w:rsid w:val="00E51E00"/>
    <w:rsid w:val="00E51E25"/>
    <w:rsid w:val="00E52100"/>
    <w:rsid w:val="00E5211F"/>
    <w:rsid w:val="00E527AF"/>
    <w:rsid w:val="00E5298B"/>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885"/>
    <w:rsid w:val="00E5623C"/>
    <w:rsid w:val="00E56365"/>
    <w:rsid w:val="00E56372"/>
    <w:rsid w:val="00E566B6"/>
    <w:rsid w:val="00E5698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E1"/>
    <w:rsid w:val="00E623BA"/>
    <w:rsid w:val="00E627D8"/>
    <w:rsid w:val="00E62AC7"/>
    <w:rsid w:val="00E62ED6"/>
    <w:rsid w:val="00E632C6"/>
    <w:rsid w:val="00E63768"/>
    <w:rsid w:val="00E63B08"/>
    <w:rsid w:val="00E644F7"/>
    <w:rsid w:val="00E6453A"/>
    <w:rsid w:val="00E64993"/>
    <w:rsid w:val="00E64E23"/>
    <w:rsid w:val="00E64FDF"/>
    <w:rsid w:val="00E6538A"/>
    <w:rsid w:val="00E657F4"/>
    <w:rsid w:val="00E65BCB"/>
    <w:rsid w:val="00E65C62"/>
    <w:rsid w:val="00E65D2A"/>
    <w:rsid w:val="00E65E52"/>
    <w:rsid w:val="00E65FFC"/>
    <w:rsid w:val="00E66246"/>
    <w:rsid w:val="00E6634F"/>
    <w:rsid w:val="00E664C4"/>
    <w:rsid w:val="00E66756"/>
    <w:rsid w:val="00E6692C"/>
    <w:rsid w:val="00E66C8A"/>
    <w:rsid w:val="00E67234"/>
    <w:rsid w:val="00E6755B"/>
    <w:rsid w:val="00E677B7"/>
    <w:rsid w:val="00E67819"/>
    <w:rsid w:val="00E67A00"/>
    <w:rsid w:val="00E7046E"/>
    <w:rsid w:val="00E70969"/>
    <w:rsid w:val="00E712A9"/>
    <w:rsid w:val="00E71330"/>
    <w:rsid w:val="00E71556"/>
    <w:rsid w:val="00E715AD"/>
    <w:rsid w:val="00E71D3A"/>
    <w:rsid w:val="00E71FC3"/>
    <w:rsid w:val="00E72348"/>
    <w:rsid w:val="00E727B7"/>
    <w:rsid w:val="00E72AAA"/>
    <w:rsid w:val="00E72ADF"/>
    <w:rsid w:val="00E72B5B"/>
    <w:rsid w:val="00E72BD5"/>
    <w:rsid w:val="00E72C48"/>
    <w:rsid w:val="00E72F1C"/>
    <w:rsid w:val="00E73236"/>
    <w:rsid w:val="00E732E4"/>
    <w:rsid w:val="00E734D8"/>
    <w:rsid w:val="00E738D0"/>
    <w:rsid w:val="00E73FDA"/>
    <w:rsid w:val="00E74176"/>
    <w:rsid w:val="00E74208"/>
    <w:rsid w:val="00E74AF1"/>
    <w:rsid w:val="00E74B4C"/>
    <w:rsid w:val="00E74B91"/>
    <w:rsid w:val="00E7503E"/>
    <w:rsid w:val="00E75545"/>
    <w:rsid w:val="00E755BD"/>
    <w:rsid w:val="00E75BCD"/>
    <w:rsid w:val="00E75BE5"/>
    <w:rsid w:val="00E76337"/>
    <w:rsid w:val="00E76403"/>
    <w:rsid w:val="00E76497"/>
    <w:rsid w:val="00E76537"/>
    <w:rsid w:val="00E77149"/>
    <w:rsid w:val="00E77899"/>
    <w:rsid w:val="00E77BF2"/>
    <w:rsid w:val="00E77C84"/>
    <w:rsid w:val="00E77FF3"/>
    <w:rsid w:val="00E80203"/>
    <w:rsid w:val="00E80238"/>
    <w:rsid w:val="00E804B8"/>
    <w:rsid w:val="00E806AD"/>
    <w:rsid w:val="00E80BE2"/>
    <w:rsid w:val="00E80C57"/>
    <w:rsid w:val="00E8179F"/>
    <w:rsid w:val="00E8214F"/>
    <w:rsid w:val="00E822B6"/>
    <w:rsid w:val="00E82845"/>
    <w:rsid w:val="00E82A1F"/>
    <w:rsid w:val="00E82EB7"/>
    <w:rsid w:val="00E83396"/>
    <w:rsid w:val="00E8343A"/>
    <w:rsid w:val="00E83529"/>
    <w:rsid w:val="00E83BF3"/>
    <w:rsid w:val="00E83FF7"/>
    <w:rsid w:val="00E84308"/>
    <w:rsid w:val="00E846E9"/>
    <w:rsid w:val="00E84A9E"/>
    <w:rsid w:val="00E84AFB"/>
    <w:rsid w:val="00E84B80"/>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E04"/>
    <w:rsid w:val="00E86E1D"/>
    <w:rsid w:val="00E873EC"/>
    <w:rsid w:val="00E873ED"/>
    <w:rsid w:val="00E8753A"/>
    <w:rsid w:val="00E87963"/>
    <w:rsid w:val="00E87E17"/>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BD0"/>
    <w:rsid w:val="00E93C7B"/>
    <w:rsid w:val="00E93F44"/>
    <w:rsid w:val="00E94068"/>
    <w:rsid w:val="00E946B3"/>
    <w:rsid w:val="00E94A86"/>
    <w:rsid w:val="00E94BA7"/>
    <w:rsid w:val="00E951F4"/>
    <w:rsid w:val="00E95252"/>
    <w:rsid w:val="00E955CA"/>
    <w:rsid w:val="00E95848"/>
    <w:rsid w:val="00E959BA"/>
    <w:rsid w:val="00E95CFF"/>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20A"/>
    <w:rsid w:val="00EA2269"/>
    <w:rsid w:val="00EA25AD"/>
    <w:rsid w:val="00EA2648"/>
    <w:rsid w:val="00EA290F"/>
    <w:rsid w:val="00EA2E7C"/>
    <w:rsid w:val="00EA367B"/>
    <w:rsid w:val="00EA375C"/>
    <w:rsid w:val="00EA3A7D"/>
    <w:rsid w:val="00EA3FFC"/>
    <w:rsid w:val="00EA453D"/>
    <w:rsid w:val="00EA49FF"/>
    <w:rsid w:val="00EA4BD9"/>
    <w:rsid w:val="00EA52AF"/>
    <w:rsid w:val="00EA5307"/>
    <w:rsid w:val="00EA53CD"/>
    <w:rsid w:val="00EA5A38"/>
    <w:rsid w:val="00EA5B82"/>
    <w:rsid w:val="00EA5E4A"/>
    <w:rsid w:val="00EA5F73"/>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76B"/>
    <w:rsid w:val="00EB1AC0"/>
    <w:rsid w:val="00EB1B19"/>
    <w:rsid w:val="00EB1BCF"/>
    <w:rsid w:val="00EB21CA"/>
    <w:rsid w:val="00EB26B1"/>
    <w:rsid w:val="00EB2B22"/>
    <w:rsid w:val="00EB2B63"/>
    <w:rsid w:val="00EB2D65"/>
    <w:rsid w:val="00EB2EE9"/>
    <w:rsid w:val="00EB36B6"/>
    <w:rsid w:val="00EB38DD"/>
    <w:rsid w:val="00EB3928"/>
    <w:rsid w:val="00EB3BA8"/>
    <w:rsid w:val="00EB3CE6"/>
    <w:rsid w:val="00EB3D2B"/>
    <w:rsid w:val="00EB3ED4"/>
    <w:rsid w:val="00EB41AC"/>
    <w:rsid w:val="00EB42FA"/>
    <w:rsid w:val="00EB455F"/>
    <w:rsid w:val="00EB4965"/>
    <w:rsid w:val="00EB5143"/>
    <w:rsid w:val="00EB55AE"/>
    <w:rsid w:val="00EB567C"/>
    <w:rsid w:val="00EB59C1"/>
    <w:rsid w:val="00EB5B11"/>
    <w:rsid w:val="00EB5C2E"/>
    <w:rsid w:val="00EB5EB3"/>
    <w:rsid w:val="00EB60CC"/>
    <w:rsid w:val="00EB6887"/>
    <w:rsid w:val="00EB6D01"/>
    <w:rsid w:val="00EB71AF"/>
    <w:rsid w:val="00EB76C9"/>
    <w:rsid w:val="00EB7936"/>
    <w:rsid w:val="00EB7A0C"/>
    <w:rsid w:val="00EB7B76"/>
    <w:rsid w:val="00EB7BA7"/>
    <w:rsid w:val="00EB7D0F"/>
    <w:rsid w:val="00EC0279"/>
    <w:rsid w:val="00EC03A8"/>
    <w:rsid w:val="00EC05BF"/>
    <w:rsid w:val="00EC0EB8"/>
    <w:rsid w:val="00EC1145"/>
    <w:rsid w:val="00EC16A2"/>
    <w:rsid w:val="00EC16CA"/>
    <w:rsid w:val="00EC1828"/>
    <w:rsid w:val="00EC1B36"/>
    <w:rsid w:val="00EC1E3D"/>
    <w:rsid w:val="00EC1FEA"/>
    <w:rsid w:val="00EC2343"/>
    <w:rsid w:val="00EC24BD"/>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3CA"/>
    <w:rsid w:val="00EC555E"/>
    <w:rsid w:val="00EC5627"/>
    <w:rsid w:val="00EC5668"/>
    <w:rsid w:val="00EC593E"/>
    <w:rsid w:val="00EC6899"/>
    <w:rsid w:val="00EC6BD2"/>
    <w:rsid w:val="00EC736D"/>
    <w:rsid w:val="00EC73D3"/>
    <w:rsid w:val="00EC74BE"/>
    <w:rsid w:val="00EC7608"/>
    <w:rsid w:val="00EC7CFB"/>
    <w:rsid w:val="00EC7FD9"/>
    <w:rsid w:val="00ED0439"/>
    <w:rsid w:val="00ED049A"/>
    <w:rsid w:val="00ED057A"/>
    <w:rsid w:val="00ED0A90"/>
    <w:rsid w:val="00ED0AF3"/>
    <w:rsid w:val="00ED0B0B"/>
    <w:rsid w:val="00ED12BA"/>
    <w:rsid w:val="00ED1831"/>
    <w:rsid w:val="00ED1CD1"/>
    <w:rsid w:val="00ED1D8D"/>
    <w:rsid w:val="00ED2065"/>
    <w:rsid w:val="00ED20A8"/>
    <w:rsid w:val="00ED28A8"/>
    <w:rsid w:val="00ED2CB9"/>
    <w:rsid w:val="00ED2E94"/>
    <w:rsid w:val="00ED318C"/>
    <w:rsid w:val="00ED3282"/>
    <w:rsid w:val="00ED3667"/>
    <w:rsid w:val="00ED3683"/>
    <w:rsid w:val="00ED38DE"/>
    <w:rsid w:val="00ED3F02"/>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8FF"/>
    <w:rsid w:val="00EE1994"/>
    <w:rsid w:val="00EE19F8"/>
    <w:rsid w:val="00EE1C95"/>
    <w:rsid w:val="00EE1C9E"/>
    <w:rsid w:val="00EE1E49"/>
    <w:rsid w:val="00EE202A"/>
    <w:rsid w:val="00EE21C1"/>
    <w:rsid w:val="00EE25CD"/>
    <w:rsid w:val="00EE2FEC"/>
    <w:rsid w:val="00EE3014"/>
    <w:rsid w:val="00EE3021"/>
    <w:rsid w:val="00EE3119"/>
    <w:rsid w:val="00EE336F"/>
    <w:rsid w:val="00EE34C8"/>
    <w:rsid w:val="00EE35DB"/>
    <w:rsid w:val="00EE36C2"/>
    <w:rsid w:val="00EE3802"/>
    <w:rsid w:val="00EE3D29"/>
    <w:rsid w:val="00EE4C90"/>
    <w:rsid w:val="00EE4DB5"/>
    <w:rsid w:val="00EE5430"/>
    <w:rsid w:val="00EE5683"/>
    <w:rsid w:val="00EE58F0"/>
    <w:rsid w:val="00EE599F"/>
    <w:rsid w:val="00EE5A0B"/>
    <w:rsid w:val="00EE5C27"/>
    <w:rsid w:val="00EE5DA3"/>
    <w:rsid w:val="00EE5F6F"/>
    <w:rsid w:val="00EE5FCC"/>
    <w:rsid w:val="00EE61A8"/>
    <w:rsid w:val="00EE64B6"/>
    <w:rsid w:val="00EE68CE"/>
    <w:rsid w:val="00EE6DCC"/>
    <w:rsid w:val="00EE7752"/>
    <w:rsid w:val="00EE786D"/>
    <w:rsid w:val="00EE7B36"/>
    <w:rsid w:val="00EE7D3D"/>
    <w:rsid w:val="00EE7D58"/>
    <w:rsid w:val="00EE7FB9"/>
    <w:rsid w:val="00EF0501"/>
    <w:rsid w:val="00EF06A0"/>
    <w:rsid w:val="00EF0721"/>
    <w:rsid w:val="00EF07A7"/>
    <w:rsid w:val="00EF09C6"/>
    <w:rsid w:val="00EF0D09"/>
    <w:rsid w:val="00EF0DD7"/>
    <w:rsid w:val="00EF10AD"/>
    <w:rsid w:val="00EF1634"/>
    <w:rsid w:val="00EF17C7"/>
    <w:rsid w:val="00EF1971"/>
    <w:rsid w:val="00EF1A1B"/>
    <w:rsid w:val="00EF23E2"/>
    <w:rsid w:val="00EF2423"/>
    <w:rsid w:val="00EF2719"/>
    <w:rsid w:val="00EF276A"/>
    <w:rsid w:val="00EF2834"/>
    <w:rsid w:val="00EF287B"/>
    <w:rsid w:val="00EF2F5B"/>
    <w:rsid w:val="00EF30B3"/>
    <w:rsid w:val="00EF31B8"/>
    <w:rsid w:val="00EF34EB"/>
    <w:rsid w:val="00EF36FA"/>
    <w:rsid w:val="00EF3714"/>
    <w:rsid w:val="00EF3F26"/>
    <w:rsid w:val="00EF41A9"/>
    <w:rsid w:val="00EF4240"/>
    <w:rsid w:val="00EF4474"/>
    <w:rsid w:val="00EF4551"/>
    <w:rsid w:val="00EF49B4"/>
    <w:rsid w:val="00EF4E39"/>
    <w:rsid w:val="00EF4E98"/>
    <w:rsid w:val="00EF4FF5"/>
    <w:rsid w:val="00EF52C9"/>
    <w:rsid w:val="00EF5362"/>
    <w:rsid w:val="00EF5594"/>
    <w:rsid w:val="00EF5A5E"/>
    <w:rsid w:val="00EF5B50"/>
    <w:rsid w:val="00EF5DFA"/>
    <w:rsid w:val="00EF6092"/>
    <w:rsid w:val="00EF60FE"/>
    <w:rsid w:val="00EF6323"/>
    <w:rsid w:val="00EF6B45"/>
    <w:rsid w:val="00EF6F09"/>
    <w:rsid w:val="00EF7297"/>
    <w:rsid w:val="00EF754B"/>
    <w:rsid w:val="00EF754C"/>
    <w:rsid w:val="00EF799F"/>
    <w:rsid w:val="00EF7A35"/>
    <w:rsid w:val="00F000D5"/>
    <w:rsid w:val="00F0017D"/>
    <w:rsid w:val="00F003F7"/>
    <w:rsid w:val="00F004D5"/>
    <w:rsid w:val="00F005B3"/>
    <w:rsid w:val="00F0070D"/>
    <w:rsid w:val="00F00947"/>
    <w:rsid w:val="00F00B47"/>
    <w:rsid w:val="00F01524"/>
    <w:rsid w:val="00F01647"/>
    <w:rsid w:val="00F019C3"/>
    <w:rsid w:val="00F02242"/>
    <w:rsid w:val="00F02A33"/>
    <w:rsid w:val="00F02CA3"/>
    <w:rsid w:val="00F02E82"/>
    <w:rsid w:val="00F02FB7"/>
    <w:rsid w:val="00F0307F"/>
    <w:rsid w:val="00F0314B"/>
    <w:rsid w:val="00F037C0"/>
    <w:rsid w:val="00F03804"/>
    <w:rsid w:val="00F03885"/>
    <w:rsid w:val="00F038F3"/>
    <w:rsid w:val="00F0411D"/>
    <w:rsid w:val="00F04453"/>
    <w:rsid w:val="00F044C9"/>
    <w:rsid w:val="00F04812"/>
    <w:rsid w:val="00F04976"/>
    <w:rsid w:val="00F04AE8"/>
    <w:rsid w:val="00F05043"/>
    <w:rsid w:val="00F0509A"/>
    <w:rsid w:val="00F05130"/>
    <w:rsid w:val="00F05522"/>
    <w:rsid w:val="00F0554B"/>
    <w:rsid w:val="00F057C4"/>
    <w:rsid w:val="00F0580A"/>
    <w:rsid w:val="00F05F36"/>
    <w:rsid w:val="00F062BD"/>
    <w:rsid w:val="00F0640F"/>
    <w:rsid w:val="00F06B4F"/>
    <w:rsid w:val="00F06BA2"/>
    <w:rsid w:val="00F06CDC"/>
    <w:rsid w:val="00F06D31"/>
    <w:rsid w:val="00F07199"/>
    <w:rsid w:val="00F073EB"/>
    <w:rsid w:val="00F077AD"/>
    <w:rsid w:val="00F07961"/>
    <w:rsid w:val="00F07BA1"/>
    <w:rsid w:val="00F10160"/>
    <w:rsid w:val="00F106B4"/>
    <w:rsid w:val="00F1070B"/>
    <w:rsid w:val="00F107DC"/>
    <w:rsid w:val="00F10A29"/>
    <w:rsid w:val="00F10AC6"/>
    <w:rsid w:val="00F10D4F"/>
    <w:rsid w:val="00F10E63"/>
    <w:rsid w:val="00F1108A"/>
    <w:rsid w:val="00F111BC"/>
    <w:rsid w:val="00F1154D"/>
    <w:rsid w:val="00F115D9"/>
    <w:rsid w:val="00F11988"/>
    <w:rsid w:val="00F119A8"/>
    <w:rsid w:val="00F11D6D"/>
    <w:rsid w:val="00F11F8F"/>
    <w:rsid w:val="00F120DE"/>
    <w:rsid w:val="00F12235"/>
    <w:rsid w:val="00F12431"/>
    <w:rsid w:val="00F125E7"/>
    <w:rsid w:val="00F126A8"/>
    <w:rsid w:val="00F126DF"/>
    <w:rsid w:val="00F127ED"/>
    <w:rsid w:val="00F12D58"/>
    <w:rsid w:val="00F12EF7"/>
    <w:rsid w:val="00F12F53"/>
    <w:rsid w:val="00F13A54"/>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B01"/>
    <w:rsid w:val="00F16318"/>
    <w:rsid w:val="00F167C5"/>
    <w:rsid w:val="00F16811"/>
    <w:rsid w:val="00F1687C"/>
    <w:rsid w:val="00F1690D"/>
    <w:rsid w:val="00F16A1E"/>
    <w:rsid w:val="00F16D44"/>
    <w:rsid w:val="00F16E46"/>
    <w:rsid w:val="00F17249"/>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EB2"/>
    <w:rsid w:val="00F23428"/>
    <w:rsid w:val="00F23559"/>
    <w:rsid w:val="00F2381A"/>
    <w:rsid w:val="00F238E0"/>
    <w:rsid w:val="00F23FD8"/>
    <w:rsid w:val="00F24192"/>
    <w:rsid w:val="00F249B6"/>
    <w:rsid w:val="00F24B3E"/>
    <w:rsid w:val="00F24B9D"/>
    <w:rsid w:val="00F24C0D"/>
    <w:rsid w:val="00F24C35"/>
    <w:rsid w:val="00F24CAA"/>
    <w:rsid w:val="00F25055"/>
    <w:rsid w:val="00F251E2"/>
    <w:rsid w:val="00F25219"/>
    <w:rsid w:val="00F25B4A"/>
    <w:rsid w:val="00F25D67"/>
    <w:rsid w:val="00F25E63"/>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AB7"/>
    <w:rsid w:val="00F30032"/>
    <w:rsid w:val="00F30220"/>
    <w:rsid w:val="00F30300"/>
    <w:rsid w:val="00F303DB"/>
    <w:rsid w:val="00F30401"/>
    <w:rsid w:val="00F305CA"/>
    <w:rsid w:val="00F30E2F"/>
    <w:rsid w:val="00F311A9"/>
    <w:rsid w:val="00F3129F"/>
    <w:rsid w:val="00F313AF"/>
    <w:rsid w:val="00F313C6"/>
    <w:rsid w:val="00F3149F"/>
    <w:rsid w:val="00F31769"/>
    <w:rsid w:val="00F31B79"/>
    <w:rsid w:val="00F31DD7"/>
    <w:rsid w:val="00F323A7"/>
    <w:rsid w:val="00F323E1"/>
    <w:rsid w:val="00F32B33"/>
    <w:rsid w:val="00F32EF2"/>
    <w:rsid w:val="00F334D2"/>
    <w:rsid w:val="00F3390B"/>
    <w:rsid w:val="00F33A9B"/>
    <w:rsid w:val="00F33D49"/>
    <w:rsid w:val="00F34083"/>
    <w:rsid w:val="00F34106"/>
    <w:rsid w:val="00F341D9"/>
    <w:rsid w:val="00F34A6A"/>
    <w:rsid w:val="00F34A99"/>
    <w:rsid w:val="00F34E05"/>
    <w:rsid w:val="00F3549B"/>
    <w:rsid w:val="00F35558"/>
    <w:rsid w:val="00F359B9"/>
    <w:rsid w:val="00F35AF9"/>
    <w:rsid w:val="00F35BA5"/>
    <w:rsid w:val="00F35BC7"/>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403C9"/>
    <w:rsid w:val="00F404CF"/>
    <w:rsid w:val="00F40971"/>
    <w:rsid w:val="00F40A5E"/>
    <w:rsid w:val="00F40B12"/>
    <w:rsid w:val="00F4125C"/>
    <w:rsid w:val="00F4129C"/>
    <w:rsid w:val="00F418E5"/>
    <w:rsid w:val="00F41945"/>
    <w:rsid w:val="00F41A8C"/>
    <w:rsid w:val="00F41CA4"/>
    <w:rsid w:val="00F41E2A"/>
    <w:rsid w:val="00F42072"/>
    <w:rsid w:val="00F42548"/>
    <w:rsid w:val="00F42965"/>
    <w:rsid w:val="00F429FE"/>
    <w:rsid w:val="00F43166"/>
    <w:rsid w:val="00F4339C"/>
    <w:rsid w:val="00F434A9"/>
    <w:rsid w:val="00F4352A"/>
    <w:rsid w:val="00F436B3"/>
    <w:rsid w:val="00F43774"/>
    <w:rsid w:val="00F438A8"/>
    <w:rsid w:val="00F439FD"/>
    <w:rsid w:val="00F43CCE"/>
    <w:rsid w:val="00F43FAE"/>
    <w:rsid w:val="00F4409B"/>
    <w:rsid w:val="00F44384"/>
    <w:rsid w:val="00F444CB"/>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FAD"/>
    <w:rsid w:val="00F474DD"/>
    <w:rsid w:val="00F47826"/>
    <w:rsid w:val="00F479FB"/>
    <w:rsid w:val="00F47B05"/>
    <w:rsid w:val="00F506D0"/>
    <w:rsid w:val="00F507EB"/>
    <w:rsid w:val="00F50966"/>
    <w:rsid w:val="00F50EFA"/>
    <w:rsid w:val="00F51294"/>
    <w:rsid w:val="00F51965"/>
    <w:rsid w:val="00F51B4A"/>
    <w:rsid w:val="00F51BA9"/>
    <w:rsid w:val="00F5206F"/>
    <w:rsid w:val="00F52534"/>
    <w:rsid w:val="00F527A0"/>
    <w:rsid w:val="00F52A1F"/>
    <w:rsid w:val="00F52ECD"/>
    <w:rsid w:val="00F52FB5"/>
    <w:rsid w:val="00F53006"/>
    <w:rsid w:val="00F538F6"/>
    <w:rsid w:val="00F53A8D"/>
    <w:rsid w:val="00F53C9F"/>
    <w:rsid w:val="00F53CAD"/>
    <w:rsid w:val="00F53EDA"/>
    <w:rsid w:val="00F53F3D"/>
    <w:rsid w:val="00F548AD"/>
    <w:rsid w:val="00F55020"/>
    <w:rsid w:val="00F55021"/>
    <w:rsid w:val="00F550D1"/>
    <w:rsid w:val="00F551FB"/>
    <w:rsid w:val="00F55406"/>
    <w:rsid w:val="00F55577"/>
    <w:rsid w:val="00F55C14"/>
    <w:rsid w:val="00F55D24"/>
    <w:rsid w:val="00F55D46"/>
    <w:rsid w:val="00F55D61"/>
    <w:rsid w:val="00F56094"/>
    <w:rsid w:val="00F56224"/>
    <w:rsid w:val="00F563C0"/>
    <w:rsid w:val="00F563D6"/>
    <w:rsid w:val="00F56689"/>
    <w:rsid w:val="00F5676D"/>
    <w:rsid w:val="00F56DD3"/>
    <w:rsid w:val="00F56FC8"/>
    <w:rsid w:val="00F57446"/>
    <w:rsid w:val="00F5747B"/>
    <w:rsid w:val="00F57667"/>
    <w:rsid w:val="00F57750"/>
    <w:rsid w:val="00F57934"/>
    <w:rsid w:val="00F57990"/>
    <w:rsid w:val="00F579FF"/>
    <w:rsid w:val="00F57A73"/>
    <w:rsid w:val="00F57DA6"/>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4951"/>
    <w:rsid w:val="00F64A5A"/>
    <w:rsid w:val="00F64B73"/>
    <w:rsid w:val="00F64C29"/>
    <w:rsid w:val="00F64C71"/>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C3F"/>
    <w:rsid w:val="00F67D2E"/>
    <w:rsid w:val="00F700B6"/>
    <w:rsid w:val="00F702BF"/>
    <w:rsid w:val="00F703D8"/>
    <w:rsid w:val="00F70D6B"/>
    <w:rsid w:val="00F7143B"/>
    <w:rsid w:val="00F71453"/>
    <w:rsid w:val="00F71486"/>
    <w:rsid w:val="00F71C20"/>
    <w:rsid w:val="00F71C23"/>
    <w:rsid w:val="00F71D8D"/>
    <w:rsid w:val="00F71E19"/>
    <w:rsid w:val="00F725FC"/>
    <w:rsid w:val="00F72777"/>
    <w:rsid w:val="00F727C7"/>
    <w:rsid w:val="00F728AE"/>
    <w:rsid w:val="00F728BB"/>
    <w:rsid w:val="00F736DB"/>
    <w:rsid w:val="00F73759"/>
    <w:rsid w:val="00F738A4"/>
    <w:rsid w:val="00F73937"/>
    <w:rsid w:val="00F73A6E"/>
    <w:rsid w:val="00F73B05"/>
    <w:rsid w:val="00F73D51"/>
    <w:rsid w:val="00F740A0"/>
    <w:rsid w:val="00F7422B"/>
    <w:rsid w:val="00F7443C"/>
    <w:rsid w:val="00F74516"/>
    <w:rsid w:val="00F7452A"/>
    <w:rsid w:val="00F7488C"/>
    <w:rsid w:val="00F7496D"/>
    <w:rsid w:val="00F7530D"/>
    <w:rsid w:val="00F7547E"/>
    <w:rsid w:val="00F757F9"/>
    <w:rsid w:val="00F7596F"/>
    <w:rsid w:val="00F75A85"/>
    <w:rsid w:val="00F760F6"/>
    <w:rsid w:val="00F764BD"/>
    <w:rsid w:val="00F766C2"/>
    <w:rsid w:val="00F76876"/>
    <w:rsid w:val="00F76A3F"/>
    <w:rsid w:val="00F76A98"/>
    <w:rsid w:val="00F76BCF"/>
    <w:rsid w:val="00F76C25"/>
    <w:rsid w:val="00F76E79"/>
    <w:rsid w:val="00F76FA8"/>
    <w:rsid w:val="00F77250"/>
    <w:rsid w:val="00F7789D"/>
    <w:rsid w:val="00F77C74"/>
    <w:rsid w:val="00F77D5E"/>
    <w:rsid w:val="00F80219"/>
    <w:rsid w:val="00F80C28"/>
    <w:rsid w:val="00F80C64"/>
    <w:rsid w:val="00F8172B"/>
    <w:rsid w:val="00F8172F"/>
    <w:rsid w:val="00F81A0B"/>
    <w:rsid w:val="00F81B48"/>
    <w:rsid w:val="00F81C6D"/>
    <w:rsid w:val="00F81D25"/>
    <w:rsid w:val="00F820FB"/>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C34"/>
    <w:rsid w:val="00F84DD1"/>
    <w:rsid w:val="00F85003"/>
    <w:rsid w:val="00F85286"/>
    <w:rsid w:val="00F85637"/>
    <w:rsid w:val="00F8566E"/>
    <w:rsid w:val="00F85807"/>
    <w:rsid w:val="00F85E4A"/>
    <w:rsid w:val="00F866E8"/>
    <w:rsid w:val="00F86744"/>
    <w:rsid w:val="00F867A0"/>
    <w:rsid w:val="00F867A8"/>
    <w:rsid w:val="00F871A7"/>
    <w:rsid w:val="00F872D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B05"/>
    <w:rsid w:val="00F91E59"/>
    <w:rsid w:val="00F91F09"/>
    <w:rsid w:val="00F924CF"/>
    <w:rsid w:val="00F927C9"/>
    <w:rsid w:val="00F92982"/>
    <w:rsid w:val="00F92C6A"/>
    <w:rsid w:val="00F92CE6"/>
    <w:rsid w:val="00F92E09"/>
    <w:rsid w:val="00F9358A"/>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50"/>
    <w:rsid w:val="00F9697A"/>
    <w:rsid w:val="00F96A6F"/>
    <w:rsid w:val="00F96B0F"/>
    <w:rsid w:val="00F96B1D"/>
    <w:rsid w:val="00F96B7F"/>
    <w:rsid w:val="00F97185"/>
    <w:rsid w:val="00F977BE"/>
    <w:rsid w:val="00F97D52"/>
    <w:rsid w:val="00FA001A"/>
    <w:rsid w:val="00FA00E0"/>
    <w:rsid w:val="00FA048B"/>
    <w:rsid w:val="00FA0565"/>
    <w:rsid w:val="00FA0DB7"/>
    <w:rsid w:val="00FA0DC6"/>
    <w:rsid w:val="00FA0E0C"/>
    <w:rsid w:val="00FA0E2A"/>
    <w:rsid w:val="00FA0E5F"/>
    <w:rsid w:val="00FA0EC0"/>
    <w:rsid w:val="00FA13F5"/>
    <w:rsid w:val="00FA1ABD"/>
    <w:rsid w:val="00FA1C2F"/>
    <w:rsid w:val="00FA1E4D"/>
    <w:rsid w:val="00FA24ED"/>
    <w:rsid w:val="00FA2EB1"/>
    <w:rsid w:val="00FA2F14"/>
    <w:rsid w:val="00FA32C0"/>
    <w:rsid w:val="00FA36CA"/>
    <w:rsid w:val="00FA3A9A"/>
    <w:rsid w:val="00FA3EB0"/>
    <w:rsid w:val="00FA3EF2"/>
    <w:rsid w:val="00FA3F59"/>
    <w:rsid w:val="00FA3FD0"/>
    <w:rsid w:val="00FA40E8"/>
    <w:rsid w:val="00FA43EE"/>
    <w:rsid w:val="00FA4415"/>
    <w:rsid w:val="00FA4876"/>
    <w:rsid w:val="00FA4B41"/>
    <w:rsid w:val="00FA4C2A"/>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98F"/>
    <w:rsid w:val="00FB0E24"/>
    <w:rsid w:val="00FB0EC5"/>
    <w:rsid w:val="00FB0F63"/>
    <w:rsid w:val="00FB10EE"/>
    <w:rsid w:val="00FB1143"/>
    <w:rsid w:val="00FB12B2"/>
    <w:rsid w:val="00FB15CF"/>
    <w:rsid w:val="00FB16BE"/>
    <w:rsid w:val="00FB1EF5"/>
    <w:rsid w:val="00FB2036"/>
    <w:rsid w:val="00FB222A"/>
    <w:rsid w:val="00FB24DA"/>
    <w:rsid w:val="00FB2733"/>
    <w:rsid w:val="00FB281A"/>
    <w:rsid w:val="00FB2820"/>
    <w:rsid w:val="00FB2F12"/>
    <w:rsid w:val="00FB2F4A"/>
    <w:rsid w:val="00FB3977"/>
    <w:rsid w:val="00FB3B2D"/>
    <w:rsid w:val="00FB3D80"/>
    <w:rsid w:val="00FB3F41"/>
    <w:rsid w:val="00FB465D"/>
    <w:rsid w:val="00FB4844"/>
    <w:rsid w:val="00FB4AD9"/>
    <w:rsid w:val="00FB4E2A"/>
    <w:rsid w:val="00FB5163"/>
    <w:rsid w:val="00FB5608"/>
    <w:rsid w:val="00FB59D2"/>
    <w:rsid w:val="00FB5E85"/>
    <w:rsid w:val="00FB628F"/>
    <w:rsid w:val="00FB62EE"/>
    <w:rsid w:val="00FB6AA6"/>
    <w:rsid w:val="00FB6E2A"/>
    <w:rsid w:val="00FB6F5C"/>
    <w:rsid w:val="00FB715E"/>
    <w:rsid w:val="00FB7387"/>
    <w:rsid w:val="00FB7396"/>
    <w:rsid w:val="00FB7681"/>
    <w:rsid w:val="00FB78F3"/>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3E0"/>
    <w:rsid w:val="00FC1D1F"/>
    <w:rsid w:val="00FC1FC4"/>
    <w:rsid w:val="00FC1FD6"/>
    <w:rsid w:val="00FC21CB"/>
    <w:rsid w:val="00FC2532"/>
    <w:rsid w:val="00FC2675"/>
    <w:rsid w:val="00FC2A45"/>
    <w:rsid w:val="00FC2A82"/>
    <w:rsid w:val="00FC30B7"/>
    <w:rsid w:val="00FC34F4"/>
    <w:rsid w:val="00FC3931"/>
    <w:rsid w:val="00FC39BB"/>
    <w:rsid w:val="00FC3B5A"/>
    <w:rsid w:val="00FC3BD7"/>
    <w:rsid w:val="00FC3D8A"/>
    <w:rsid w:val="00FC41E8"/>
    <w:rsid w:val="00FC42B8"/>
    <w:rsid w:val="00FC4361"/>
    <w:rsid w:val="00FC4495"/>
    <w:rsid w:val="00FC45D2"/>
    <w:rsid w:val="00FC4959"/>
    <w:rsid w:val="00FC4E74"/>
    <w:rsid w:val="00FC4EAD"/>
    <w:rsid w:val="00FC5311"/>
    <w:rsid w:val="00FC5434"/>
    <w:rsid w:val="00FC5644"/>
    <w:rsid w:val="00FC5922"/>
    <w:rsid w:val="00FC5C2F"/>
    <w:rsid w:val="00FC5FFF"/>
    <w:rsid w:val="00FC6248"/>
    <w:rsid w:val="00FC64A9"/>
    <w:rsid w:val="00FC668E"/>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C74"/>
    <w:rsid w:val="00FD0E36"/>
    <w:rsid w:val="00FD1386"/>
    <w:rsid w:val="00FD192F"/>
    <w:rsid w:val="00FD19E6"/>
    <w:rsid w:val="00FD1B0A"/>
    <w:rsid w:val="00FD1CAB"/>
    <w:rsid w:val="00FD2023"/>
    <w:rsid w:val="00FD202C"/>
    <w:rsid w:val="00FD2141"/>
    <w:rsid w:val="00FD21C3"/>
    <w:rsid w:val="00FD25BD"/>
    <w:rsid w:val="00FD27D4"/>
    <w:rsid w:val="00FD2835"/>
    <w:rsid w:val="00FD2AEE"/>
    <w:rsid w:val="00FD3220"/>
    <w:rsid w:val="00FD3313"/>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3A9"/>
    <w:rsid w:val="00FE05DA"/>
    <w:rsid w:val="00FE07B0"/>
    <w:rsid w:val="00FE0858"/>
    <w:rsid w:val="00FE0887"/>
    <w:rsid w:val="00FE0A25"/>
    <w:rsid w:val="00FE10B0"/>
    <w:rsid w:val="00FE1867"/>
    <w:rsid w:val="00FE1BF3"/>
    <w:rsid w:val="00FE245E"/>
    <w:rsid w:val="00FE24C6"/>
    <w:rsid w:val="00FE27A7"/>
    <w:rsid w:val="00FE27D7"/>
    <w:rsid w:val="00FE2849"/>
    <w:rsid w:val="00FE3259"/>
    <w:rsid w:val="00FE3A00"/>
    <w:rsid w:val="00FE3D73"/>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9"/>
    <w:rsid w:val="00FE6E95"/>
    <w:rsid w:val="00FE70C5"/>
    <w:rsid w:val="00FE72E1"/>
    <w:rsid w:val="00FE76F0"/>
    <w:rsid w:val="00FE785B"/>
    <w:rsid w:val="00FE78BC"/>
    <w:rsid w:val="00FE79B5"/>
    <w:rsid w:val="00FE7AC9"/>
    <w:rsid w:val="00FE7D67"/>
    <w:rsid w:val="00FE7E83"/>
    <w:rsid w:val="00FF0004"/>
    <w:rsid w:val="00FF0542"/>
    <w:rsid w:val="00FF0C2C"/>
    <w:rsid w:val="00FF0F33"/>
    <w:rsid w:val="00FF145A"/>
    <w:rsid w:val="00FF14EF"/>
    <w:rsid w:val="00FF1A86"/>
    <w:rsid w:val="00FF1AEE"/>
    <w:rsid w:val="00FF1BE4"/>
    <w:rsid w:val="00FF1E45"/>
    <w:rsid w:val="00FF1EC1"/>
    <w:rsid w:val="00FF256F"/>
    <w:rsid w:val="00FF2785"/>
    <w:rsid w:val="00FF2AD2"/>
    <w:rsid w:val="00FF3092"/>
    <w:rsid w:val="00FF3158"/>
    <w:rsid w:val="00FF3477"/>
    <w:rsid w:val="00FF38C8"/>
    <w:rsid w:val="00FF3993"/>
    <w:rsid w:val="00FF3D8F"/>
    <w:rsid w:val="00FF4770"/>
    <w:rsid w:val="00FF5191"/>
    <w:rsid w:val="00FF530F"/>
    <w:rsid w:val="00FF53C5"/>
    <w:rsid w:val="00FF53C7"/>
    <w:rsid w:val="00FF547C"/>
    <w:rsid w:val="00FF54A6"/>
    <w:rsid w:val="00FF54E6"/>
    <w:rsid w:val="00FF5BE6"/>
    <w:rsid w:val="00FF5E71"/>
    <w:rsid w:val="00FF5F7F"/>
    <w:rsid w:val="00FF6477"/>
    <w:rsid w:val="00FF6546"/>
    <w:rsid w:val="00FF68FF"/>
    <w:rsid w:val="00FF699E"/>
    <w:rsid w:val="00FF69AB"/>
    <w:rsid w:val="00FF6A16"/>
    <w:rsid w:val="00FF6B64"/>
    <w:rsid w:val="00FF7541"/>
    <w:rsid w:val="00FF7C05"/>
    <w:rsid w:val="00FF7C0F"/>
    <w:rsid w:val="00FF7D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884B87"/>
  <w15:chartTrackingRefBased/>
  <w15:docId w15:val="{15BACE2E-F35B-4DE2-BEE8-EA90F64B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CE8"/>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semiHidden/>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5</TotalTime>
  <Pages>26</Pages>
  <Words>6700</Words>
  <Characters>38194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44805</CharactersWithSpaces>
  <SharedDoc>false</SharedDoc>
  <HLinks>
    <vt:vector size="6" baseType="variant">
      <vt:variant>
        <vt:i4>3145786</vt:i4>
      </vt:variant>
      <vt:variant>
        <vt:i4>0</vt:i4>
      </vt:variant>
      <vt:variant>
        <vt:i4>0</vt:i4>
      </vt:variant>
      <vt:variant>
        <vt:i4>5</vt:i4>
      </vt:variant>
      <vt:variant>
        <vt:lpwstr>https://broadcast.nbtc.go.th/law/dwl.php?id=NTYxMDAwMDAwMDA0&amp;file=ZGF0YS9kb2N1bWVudC9sYXcvZG9jL3RoLzU2MTAwMDAwMDAwNC5wZGY=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Natcha, Uwattanasombut</cp:lastModifiedBy>
  <cp:revision>4</cp:revision>
  <cp:lastPrinted>2020-05-13T02:18:00Z</cp:lastPrinted>
  <dcterms:created xsi:type="dcterms:W3CDTF">2022-05-09T08:15:00Z</dcterms:created>
  <dcterms:modified xsi:type="dcterms:W3CDTF">2022-05-09T08:40:00Z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